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3EE" w:rsidRDefault="001143EE" w:rsidP="004F140E">
      <w:pPr>
        <w:jc w:val="center"/>
        <w:rPr>
          <w:b/>
          <w:bCs/>
          <w:sz w:val="28"/>
        </w:rPr>
      </w:pPr>
    </w:p>
    <w:p w:rsidR="001143EE" w:rsidRDefault="001143EE" w:rsidP="004F140E">
      <w:pPr>
        <w:jc w:val="center"/>
        <w:rPr>
          <w:b/>
          <w:bCs/>
          <w:sz w:val="28"/>
        </w:rPr>
      </w:pPr>
    </w:p>
    <w:p w:rsidR="001143EE" w:rsidRDefault="001143EE" w:rsidP="004F140E">
      <w:pPr>
        <w:jc w:val="center"/>
        <w:rPr>
          <w:b/>
          <w:bCs/>
          <w:sz w:val="28"/>
        </w:rPr>
      </w:pPr>
    </w:p>
    <w:p w:rsidR="001143EE" w:rsidRDefault="001143EE" w:rsidP="004F140E">
      <w:pPr>
        <w:jc w:val="center"/>
        <w:rPr>
          <w:b/>
          <w:bCs/>
          <w:sz w:val="28"/>
        </w:rPr>
      </w:pPr>
    </w:p>
    <w:p w:rsidR="001143EE" w:rsidRDefault="001143EE" w:rsidP="004F140E">
      <w:pPr>
        <w:jc w:val="center"/>
        <w:rPr>
          <w:b/>
          <w:bCs/>
          <w:sz w:val="28"/>
        </w:rPr>
      </w:pPr>
    </w:p>
    <w:p w:rsidR="001143EE" w:rsidRDefault="001143EE" w:rsidP="004F140E">
      <w:pPr>
        <w:jc w:val="center"/>
        <w:rPr>
          <w:b/>
          <w:bCs/>
          <w:sz w:val="28"/>
        </w:rPr>
      </w:pPr>
    </w:p>
    <w:p w:rsidR="001143EE" w:rsidRDefault="001143EE" w:rsidP="004F140E">
      <w:pPr>
        <w:jc w:val="center"/>
        <w:rPr>
          <w:b/>
          <w:bCs/>
          <w:sz w:val="28"/>
        </w:rPr>
      </w:pPr>
    </w:p>
    <w:p w:rsidR="001143EE" w:rsidRDefault="001143EE" w:rsidP="004F140E">
      <w:pPr>
        <w:jc w:val="center"/>
        <w:rPr>
          <w:b/>
          <w:bCs/>
          <w:sz w:val="28"/>
        </w:rPr>
      </w:pPr>
    </w:p>
    <w:p w:rsidR="001143EE" w:rsidRDefault="001143EE" w:rsidP="004F140E">
      <w:pPr>
        <w:jc w:val="center"/>
        <w:rPr>
          <w:b/>
          <w:bCs/>
          <w:sz w:val="28"/>
        </w:rPr>
      </w:pPr>
    </w:p>
    <w:p w:rsidR="001143EE" w:rsidRPr="008D3344" w:rsidRDefault="001143EE" w:rsidP="00C81C60">
      <w:pPr>
        <w:ind w:firstLine="709"/>
        <w:jc w:val="center"/>
        <w:rPr>
          <w:b/>
          <w:bCs/>
          <w:sz w:val="28"/>
        </w:rPr>
      </w:pPr>
      <w:r w:rsidRPr="008D3344">
        <w:rPr>
          <w:b/>
          <w:bCs/>
          <w:sz w:val="28"/>
        </w:rPr>
        <w:t>О внесении изменений в Закон Ярославской области</w:t>
      </w:r>
    </w:p>
    <w:p w:rsidR="001143EE" w:rsidRPr="008D3344" w:rsidRDefault="001143EE" w:rsidP="00C81C60">
      <w:pPr>
        <w:pStyle w:val="ConsPlusTitle"/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  <w:r w:rsidRPr="008D3344">
        <w:rPr>
          <w:rFonts w:ascii="Times New Roman" w:hAnsi="Times New Roman"/>
          <w:sz w:val="28"/>
          <w:szCs w:val="28"/>
        </w:rPr>
        <w:t xml:space="preserve">«Об областном бюджете на 2012 год и на плановый </w:t>
      </w:r>
    </w:p>
    <w:p w:rsidR="001143EE" w:rsidRPr="008D3344" w:rsidRDefault="001143EE" w:rsidP="00C81C60">
      <w:pPr>
        <w:pStyle w:val="Heading5"/>
        <w:ind w:firstLine="709"/>
      </w:pPr>
      <w:r w:rsidRPr="008D3344">
        <w:rPr>
          <w:szCs w:val="28"/>
        </w:rPr>
        <w:t>период 2013 и 2014 годов</w:t>
      </w:r>
      <w:r w:rsidRPr="008D3344">
        <w:t>»</w:t>
      </w:r>
    </w:p>
    <w:p w:rsidR="001143EE" w:rsidRPr="008D3344" w:rsidRDefault="001143EE" w:rsidP="004F140E">
      <w:pPr>
        <w:jc w:val="both"/>
        <w:rPr>
          <w:smallCaps/>
          <w:sz w:val="28"/>
          <w:szCs w:val="28"/>
        </w:rPr>
      </w:pPr>
    </w:p>
    <w:p w:rsidR="001143EE" w:rsidRPr="008D3344" w:rsidRDefault="001143EE" w:rsidP="004F140E">
      <w:pPr>
        <w:jc w:val="both"/>
        <w:rPr>
          <w:smallCaps/>
          <w:sz w:val="28"/>
          <w:szCs w:val="28"/>
        </w:rPr>
      </w:pPr>
    </w:p>
    <w:p w:rsidR="001143EE" w:rsidRPr="008D3344" w:rsidRDefault="001143EE" w:rsidP="004F140E">
      <w:pPr>
        <w:jc w:val="both"/>
        <w:rPr>
          <w:szCs w:val="22"/>
        </w:rPr>
      </w:pPr>
      <w:r w:rsidRPr="008D3344">
        <w:rPr>
          <w:szCs w:val="22"/>
        </w:rPr>
        <w:t>Принят Ярославской областной Думой</w:t>
      </w:r>
    </w:p>
    <w:p w:rsidR="001143EE" w:rsidRPr="008D3344" w:rsidRDefault="001143EE" w:rsidP="004F140E">
      <w:pPr>
        <w:tabs>
          <w:tab w:val="left" w:pos="7230"/>
        </w:tabs>
        <w:jc w:val="both"/>
        <w:rPr>
          <w:szCs w:val="22"/>
        </w:rPr>
      </w:pPr>
      <w:r w:rsidRPr="008D3344">
        <w:rPr>
          <w:szCs w:val="22"/>
        </w:rPr>
        <w:t>25 сентября 2012 года</w:t>
      </w:r>
    </w:p>
    <w:p w:rsidR="001143EE" w:rsidRPr="008D3344" w:rsidRDefault="001143EE" w:rsidP="004C5A01">
      <w:pPr>
        <w:rPr>
          <w:sz w:val="28"/>
          <w:szCs w:val="28"/>
        </w:rPr>
      </w:pPr>
    </w:p>
    <w:p w:rsidR="001143EE" w:rsidRPr="008D3344" w:rsidRDefault="001143EE" w:rsidP="004C5A01">
      <w:pPr>
        <w:rPr>
          <w:sz w:val="28"/>
          <w:szCs w:val="28"/>
        </w:rPr>
      </w:pPr>
    </w:p>
    <w:p w:rsidR="001143EE" w:rsidRPr="008D3344" w:rsidRDefault="001143EE" w:rsidP="00530B3A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3344">
        <w:rPr>
          <w:rFonts w:ascii="Times New Roman" w:hAnsi="Times New Roman"/>
          <w:sz w:val="28"/>
          <w:szCs w:val="28"/>
        </w:rPr>
        <w:t>Внести в Закон Ярославской области от 23.12.2011 № 50-з «Об облас</w:t>
      </w:r>
      <w:r w:rsidRPr="008D3344">
        <w:rPr>
          <w:rFonts w:ascii="Times New Roman" w:hAnsi="Times New Roman"/>
          <w:sz w:val="28"/>
          <w:szCs w:val="28"/>
        </w:rPr>
        <w:t>т</w:t>
      </w:r>
      <w:r w:rsidRPr="008D3344">
        <w:rPr>
          <w:rFonts w:ascii="Times New Roman" w:hAnsi="Times New Roman"/>
          <w:sz w:val="28"/>
          <w:szCs w:val="28"/>
        </w:rPr>
        <w:t>ном бюджете на 2012 год и на плановый период 2013 и 2014 годов» (Док</w:t>
      </w:r>
      <w:r w:rsidRPr="008D3344">
        <w:rPr>
          <w:rFonts w:ascii="Times New Roman" w:hAnsi="Times New Roman"/>
          <w:sz w:val="28"/>
          <w:szCs w:val="28"/>
        </w:rPr>
        <w:t>у</w:t>
      </w:r>
      <w:r w:rsidRPr="008D3344">
        <w:rPr>
          <w:rFonts w:ascii="Times New Roman" w:hAnsi="Times New Roman"/>
          <w:sz w:val="28"/>
          <w:szCs w:val="28"/>
        </w:rPr>
        <w:t>мент – Регион, 2011, 28 декабря, № 110; 2012, 22 февраля, № 13; 4 мая, № 35; 5 июня, № 43; 6 июля, № 53; 14 августа, № 67; 7 сентября, № 74) следующие изменения:</w:t>
      </w:r>
    </w:p>
    <w:p w:rsidR="001143EE" w:rsidRPr="008D3344" w:rsidRDefault="001143EE" w:rsidP="0020199A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344">
        <w:rPr>
          <w:rFonts w:ascii="Times New Roman" w:hAnsi="Times New Roman"/>
          <w:sz w:val="28"/>
          <w:szCs w:val="28"/>
        </w:rPr>
        <w:t>1</w:t>
      </w:r>
      <w:r w:rsidRPr="008D3344">
        <w:rPr>
          <w:rFonts w:ascii="Times New Roman" w:hAnsi="Times New Roman" w:cs="Times New Roman"/>
          <w:sz w:val="28"/>
          <w:szCs w:val="28"/>
        </w:rPr>
        <w:t>) в части 1 статьи 1:</w:t>
      </w:r>
    </w:p>
    <w:p w:rsidR="001143EE" w:rsidRPr="008D3344" w:rsidRDefault="001143EE" w:rsidP="0020199A">
      <w:pPr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а) в пункте 1 цифры «43 582 063 948»</w:t>
      </w:r>
      <w:r w:rsidRPr="008D3344">
        <w:rPr>
          <w:szCs w:val="28"/>
        </w:rPr>
        <w:t xml:space="preserve"> </w:t>
      </w:r>
      <w:r w:rsidRPr="008D3344">
        <w:rPr>
          <w:sz w:val="28"/>
          <w:szCs w:val="28"/>
        </w:rPr>
        <w:t>заменить цифрами «45 249 058 438»;</w:t>
      </w:r>
    </w:p>
    <w:p w:rsidR="001143EE" w:rsidRPr="008D3344" w:rsidRDefault="001143EE" w:rsidP="0020199A">
      <w:pPr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б) в пункте 2 цифры «50 522 504 867» заменить цифрами «52 511 906 537»;</w:t>
      </w:r>
    </w:p>
    <w:p w:rsidR="001143EE" w:rsidRPr="008D3344" w:rsidRDefault="001143EE" w:rsidP="0020199A">
      <w:pPr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в) в пункте 3 цифры «6 940 440 919» заменить цифрами «7 262 848 099»;</w:t>
      </w:r>
    </w:p>
    <w:p w:rsidR="001143EE" w:rsidRPr="008D3344" w:rsidRDefault="001143EE" w:rsidP="00563F91">
      <w:pPr>
        <w:pStyle w:val="21"/>
        <w:shd w:val="clear" w:color="auto" w:fill="FFFFFF"/>
        <w:ind w:firstLine="709"/>
        <w:jc w:val="both"/>
        <w:rPr>
          <w:szCs w:val="28"/>
        </w:rPr>
      </w:pPr>
      <w:r w:rsidRPr="008D3344">
        <w:rPr>
          <w:szCs w:val="28"/>
        </w:rPr>
        <w:t>2) в статье 9 цифры «1</w:t>
      </w:r>
      <w:r w:rsidRPr="008D3344">
        <w:rPr>
          <w:szCs w:val="28"/>
          <w:lang w:val="en-US"/>
        </w:rPr>
        <w:t> </w:t>
      </w:r>
      <w:r w:rsidRPr="008D3344">
        <w:rPr>
          <w:szCs w:val="28"/>
        </w:rPr>
        <w:t>070 365 951» заменить цифрами «1 191 742 401»;</w:t>
      </w:r>
    </w:p>
    <w:p w:rsidR="001143EE" w:rsidRPr="008D3344" w:rsidRDefault="001143EE" w:rsidP="00563F91">
      <w:pPr>
        <w:pStyle w:val="21"/>
        <w:shd w:val="clear" w:color="auto" w:fill="FFFFFF"/>
        <w:ind w:firstLine="709"/>
        <w:jc w:val="both"/>
        <w:rPr>
          <w:szCs w:val="28"/>
        </w:rPr>
      </w:pPr>
      <w:r w:rsidRPr="008D3344">
        <w:rPr>
          <w:szCs w:val="28"/>
        </w:rPr>
        <w:t>3) в статье 11 цифры «230 000 000» заменить цифрами «280 000 000»;</w:t>
      </w:r>
    </w:p>
    <w:p w:rsidR="001143EE" w:rsidRPr="008D3344" w:rsidRDefault="001143EE" w:rsidP="00563F91">
      <w:pPr>
        <w:pStyle w:val="21"/>
        <w:shd w:val="clear" w:color="auto" w:fill="FFFFFF"/>
        <w:ind w:firstLine="709"/>
        <w:jc w:val="both"/>
        <w:rPr>
          <w:szCs w:val="28"/>
        </w:rPr>
      </w:pPr>
      <w:r w:rsidRPr="008D3344">
        <w:rPr>
          <w:szCs w:val="28"/>
        </w:rPr>
        <w:t>4) в статье 20:</w:t>
      </w:r>
    </w:p>
    <w:p w:rsidR="001143EE" w:rsidRPr="008D3344" w:rsidRDefault="001143EE" w:rsidP="00AE1368">
      <w:pPr>
        <w:pStyle w:val="NoSpacing"/>
        <w:ind w:firstLine="708"/>
        <w:jc w:val="both"/>
        <w:rPr>
          <w:szCs w:val="28"/>
        </w:rPr>
      </w:pPr>
      <w:r w:rsidRPr="008D3344">
        <w:rPr>
          <w:szCs w:val="28"/>
        </w:rPr>
        <w:t>а) в пункте 2 слова «17 139 866 575 рублей», «17 390 546</w:t>
      </w:r>
      <w:r w:rsidRPr="008D3344">
        <w:rPr>
          <w:szCs w:val="28"/>
          <w:lang w:val="en-US"/>
        </w:rPr>
        <w:t> </w:t>
      </w:r>
      <w:r w:rsidRPr="008D3344">
        <w:rPr>
          <w:szCs w:val="28"/>
        </w:rPr>
        <w:t>677 рублей» и «17 933 247 921 рубль» заменить соответственно словами «17 417 099</w:t>
      </w:r>
      <w:r w:rsidRPr="008D3344">
        <w:rPr>
          <w:szCs w:val="28"/>
          <w:lang w:val="en-US"/>
        </w:rPr>
        <w:t> </w:t>
      </w:r>
      <w:r w:rsidRPr="008D3344">
        <w:rPr>
          <w:szCs w:val="28"/>
        </w:rPr>
        <w:t>076 рублей», «17 667 779 178 рублей» и «18 210 480 422 рубля»;</w:t>
      </w:r>
    </w:p>
    <w:p w:rsidR="001143EE" w:rsidRPr="008D3344" w:rsidRDefault="001143EE" w:rsidP="00AE1368">
      <w:pPr>
        <w:pStyle w:val="NoSpacing"/>
        <w:ind w:firstLine="708"/>
        <w:jc w:val="both"/>
        <w:rPr>
          <w:szCs w:val="28"/>
        </w:rPr>
      </w:pPr>
      <w:r w:rsidRPr="008D3344">
        <w:rPr>
          <w:szCs w:val="28"/>
        </w:rPr>
        <w:t>б) в пункте 4 цифры «13 091 520 575» и «8 392 701 244» заменить соо</w:t>
      </w:r>
      <w:r w:rsidRPr="008D3344">
        <w:rPr>
          <w:szCs w:val="28"/>
        </w:rPr>
        <w:t>т</w:t>
      </w:r>
      <w:r w:rsidRPr="008D3344">
        <w:rPr>
          <w:szCs w:val="28"/>
        </w:rPr>
        <w:t>ветственно цифрами «14 468 753 076» и «9 317 773 644»;</w:t>
      </w:r>
    </w:p>
    <w:p w:rsidR="001143EE" w:rsidRPr="008D3344" w:rsidRDefault="001143EE" w:rsidP="000C555D">
      <w:pPr>
        <w:pStyle w:val="Con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344">
        <w:rPr>
          <w:rFonts w:ascii="Times New Roman" w:hAnsi="Times New Roman" w:cs="Times New Roman"/>
          <w:sz w:val="28"/>
          <w:szCs w:val="28"/>
        </w:rPr>
        <w:t>5) дополнить статьей 28</w:t>
      </w:r>
      <w:r w:rsidRPr="008D334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D334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1143EE" w:rsidRPr="008D3344" w:rsidRDefault="001143EE" w:rsidP="000C555D">
      <w:pPr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 w:rsidRPr="008D3344">
        <w:rPr>
          <w:b/>
          <w:noProof/>
          <w:sz w:val="28"/>
          <w:szCs w:val="28"/>
        </w:rPr>
        <w:t>«Статья 28</w:t>
      </w:r>
      <w:r w:rsidRPr="008D3344">
        <w:rPr>
          <w:b/>
          <w:noProof/>
          <w:sz w:val="28"/>
          <w:szCs w:val="28"/>
          <w:vertAlign w:val="superscript"/>
        </w:rPr>
        <w:t>2</w:t>
      </w:r>
      <w:r w:rsidRPr="008D3344">
        <w:rPr>
          <w:noProof/>
          <w:sz w:val="28"/>
          <w:szCs w:val="28"/>
        </w:rPr>
        <w:t xml:space="preserve"> </w:t>
      </w:r>
    </w:p>
    <w:p w:rsidR="001143EE" w:rsidRPr="008D3344" w:rsidRDefault="001143EE" w:rsidP="000C55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1. Установить субсидию организациям, осуществляющим производство пива и пивных напитков в Ярославской области и их последующую реализ</w:t>
      </w:r>
      <w:r w:rsidRPr="008D3344">
        <w:rPr>
          <w:sz w:val="28"/>
          <w:szCs w:val="28"/>
        </w:rPr>
        <w:t>а</w:t>
      </w:r>
      <w:r w:rsidRPr="008D3344">
        <w:rPr>
          <w:sz w:val="28"/>
          <w:szCs w:val="28"/>
        </w:rPr>
        <w:t>цию преимущественно на территории Российской Федерации, в объеме не менее 40 млн. декалитров в год. Размер субсидии составляет 50 процентов от суммы прироста начисленного и уплаченного организацией акциза в облас</w:t>
      </w:r>
      <w:r w:rsidRPr="008D3344">
        <w:rPr>
          <w:sz w:val="28"/>
          <w:szCs w:val="28"/>
        </w:rPr>
        <w:t>т</w:t>
      </w:r>
      <w:r w:rsidRPr="008D3344">
        <w:rPr>
          <w:sz w:val="28"/>
          <w:szCs w:val="28"/>
        </w:rPr>
        <w:t>ной бюджет в 2012 году к уровню 2011 года.</w:t>
      </w:r>
    </w:p>
    <w:p w:rsidR="001143EE" w:rsidRPr="008D3344" w:rsidRDefault="001143EE" w:rsidP="008943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2. Установить субсидию организациям, производящим алкогольную продукцию в Ярославской области с объемной долей этилового спирта св</w:t>
      </w:r>
      <w:r w:rsidRPr="008D3344">
        <w:rPr>
          <w:sz w:val="28"/>
          <w:szCs w:val="28"/>
        </w:rPr>
        <w:t>ы</w:t>
      </w:r>
      <w:r w:rsidRPr="008D3344">
        <w:rPr>
          <w:sz w:val="28"/>
          <w:szCs w:val="28"/>
        </w:rPr>
        <w:t>ше 9 процентов, в размере 60 процентов от суммы уплаченных предприятием акцизов в бюджет Ярославской области, начисленных на прирост объема производства алкогольной продукции к уровню 2011 года.»;</w:t>
      </w:r>
    </w:p>
    <w:p w:rsidR="001143EE" w:rsidRPr="008D3344" w:rsidRDefault="001143EE" w:rsidP="00FF5ACB">
      <w:pPr>
        <w:pStyle w:val="21"/>
        <w:ind w:firstLine="709"/>
        <w:jc w:val="both"/>
        <w:rPr>
          <w:szCs w:val="28"/>
        </w:rPr>
      </w:pPr>
      <w:r w:rsidRPr="008D3344">
        <w:rPr>
          <w:szCs w:val="28"/>
        </w:rPr>
        <w:t>6) в приложении 1:</w:t>
      </w:r>
    </w:p>
    <w:p w:rsidR="001143EE" w:rsidRPr="008D3344" w:rsidRDefault="001143EE" w:rsidP="000D3D46">
      <w:pPr>
        <w:pStyle w:val="Con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344">
        <w:rPr>
          <w:rFonts w:ascii="Times New Roman" w:hAnsi="Times New Roman" w:cs="Times New Roman"/>
          <w:sz w:val="28"/>
          <w:szCs w:val="28"/>
        </w:rPr>
        <w:t>а) раздел «903 – Департамент образования Ярославской области» д</w:t>
      </w:r>
      <w:r w:rsidRPr="008D3344">
        <w:rPr>
          <w:rFonts w:ascii="Times New Roman" w:hAnsi="Times New Roman" w:cs="Times New Roman"/>
          <w:sz w:val="28"/>
          <w:szCs w:val="28"/>
        </w:rPr>
        <w:t>о</w:t>
      </w:r>
      <w:r w:rsidRPr="008D3344">
        <w:rPr>
          <w:rFonts w:ascii="Times New Roman" w:hAnsi="Times New Roman" w:cs="Times New Roman"/>
          <w:sz w:val="28"/>
          <w:szCs w:val="28"/>
        </w:rPr>
        <w:t>полнить строкой следующего содержания:</w:t>
      </w:r>
    </w:p>
    <w:tbl>
      <w:tblPr>
        <w:tblW w:w="9372" w:type="dxa"/>
        <w:jc w:val="center"/>
        <w:tblInd w:w="4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1"/>
        <w:gridCol w:w="2577"/>
        <w:gridCol w:w="6104"/>
      </w:tblGrid>
      <w:tr w:rsidR="001143EE" w:rsidRPr="008D3344" w:rsidTr="005F2A49">
        <w:trPr>
          <w:trHeight w:val="424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EE" w:rsidRPr="008D3344" w:rsidRDefault="001143EE" w:rsidP="005F2A49">
            <w:pPr>
              <w:pStyle w:val="Header"/>
              <w:rPr>
                <w:szCs w:val="28"/>
              </w:rPr>
            </w:pPr>
            <w:r w:rsidRPr="008D3344">
              <w:rPr>
                <w:szCs w:val="28"/>
              </w:rPr>
              <w:t>«</w:t>
            </w:r>
            <w:r w:rsidRPr="008D3344">
              <w:rPr>
                <w:szCs w:val="28"/>
                <w:lang w:val="en-US"/>
              </w:rPr>
              <w:t>90</w:t>
            </w:r>
            <w:r w:rsidRPr="008D3344">
              <w:rPr>
                <w:szCs w:val="28"/>
              </w:rPr>
              <w:t>3</w:t>
            </w:r>
          </w:p>
        </w:tc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EE" w:rsidRPr="008D3344" w:rsidRDefault="001143EE" w:rsidP="005F2A49">
            <w:pPr>
              <w:pStyle w:val="Header"/>
              <w:rPr>
                <w:szCs w:val="28"/>
                <w:lang w:val="en-US"/>
              </w:rPr>
            </w:pPr>
            <w:r w:rsidRPr="008D3344">
              <w:rPr>
                <w:szCs w:val="28"/>
                <w:lang w:val="en-US"/>
              </w:rPr>
              <w:t>2 02 0404</w:t>
            </w:r>
            <w:r w:rsidRPr="008D3344">
              <w:rPr>
                <w:szCs w:val="28"/>
              </w:rPr>
              <w:t>2</w:t>
            </w:r>
            <w:r w:rsidRPr="008D3344">
              <w:rPr>
                <w:szCs w:val="28"/>
                <w:lang w:val="en-US"/>
              </w:rPr>
              <w:t xml:space="preserve"> 02 0000 151</w:t>
            </w:r>
          </w:p>
        </w:tc>
        <w:tc>
          <w:tcPr>
            <w:tcW w:w="6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EE" w:rsidRPr="008D3344" w:rsidRDefault="001143EE" w:rsidP="005F2A49">
            <w:pPr>
              <w:pStyle w:val="Header"/>
              <w:jc w:val="both"/>
              <w:rPr>
                <w:szCs w:val="28"/>
              </w:rPr>
            </w:pPr>
            <w:r w:rsidRPr="008D3344">
              <w:rPr>
                <w:szCs w:val="28"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</w:t>
            </w:r>
            <w:r w:rsidRPr="008D3344">
              <w:rPr>
                <w:szCs w:val="28"/>
              </w:rPr>
              <w:t>с</w:t>
            </w:r>
            <w:r w:rsidRPr="008D3344">
              <w:rPr>
                <w:szCs w:val="28"/>
              </w:rPr>
              <w:t>сийской Федерации для обучающихся по направлениям подготовки (специальностям), соответствующим приор</w:t>
            </w:r>
            <w:r w:rsidRPr="008D3344">
              <w:rPr>
                <w:szCs w:val="28"/>
              </w:rPr>
              <w:t>и</w:t>
            </w:r>
            <w:r w:rsidRPr="008D3344">
              <w:rPr>
                <w:szCs w:val="28"/>
              </w:rPr>
              <w:t>тетным направлениям модернизации и технологического развития экономики Российской Федерации»;</w:t>
            </w:r>
          </w:p>
        </w:tc>
      </w:tr>
    </w:tbl>
    <w:p w:rsidR="001143EE" w:rsidRPr="008D3344" w:rsidRDefault="001143EE" w:rsidP="000D3D46">
      <w:pPr>
        <w:ind w:firstLine="708"/>
        <w:jc w:val="both"/>
        <w:rPr>
          <w:sz w:val="28"/>
          <w:szCs w:val="28"/>
        </w:rPr>
      </w:pPr>
    </w:p>
    <w:p w:rsidR="001143EE" w:rsidRPr="008D3344" w:rsidRDefault="001143EE" w:rsidP="000D3D46">
      <w:pPr>
        <w:pStyle w:val="Con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344">
        <w:rPr>
          <w:rFonts w:ascii="Times New Roman" w:hAnsi="Times New Roman" w:cs="Times New Roman"/>
          <w:sz w:val="28"/>
          <w:szCs w:val="28"/>
        </w:rPr>
        <w:t>б) раздел «905 – Департамент агропромышленного комплекса и потр</w:t>
      </w:r>
      <w:r w:rsidRPr="008D3344">
        <w:rPr>
          <w:rFonts w:ascii="Times New Roman" w:hAnsi="Times New Roman" w:cs="Times New Roman"/>
          <w:sz w:val="28"/>
          <w:szCs w:val="28"/>
        </w:rPr>
        <w:t>е</w:t>
      </w:r>
      <w:r w:rsidRPr="008D3344">
        <w:rPr>
          <w:rFonts w:ascii="Times New Roman" w:hAnsi="Times New Roman" w:cs="Times New Roman"/>
          <w:sz w:val="28"/>
          <w:szCs w:val="28"/>
        </w:rPr>
        <w:t>бительского рынка Ярославской области» после строки с кодом классифик</w:t>
      </w:r>
      <w:r w:rsidRPr="008D3344">
        <w:rPr>
          <w:rFonts w:ascii="Times New Roman" w:hAnsi="Times New Roman" w:cs="Times New Roman"/>
          <w:sz w:val="28"/>
          <w:szCs w:val="28"/>
        </w:rPr>
        <w:t>а</w:t>
      </w:r>
      <w:r w:rsidRPr="008D3344">
        <w:rPr>
          <w:rFonts w:ascii="Times New Roman" w:hAnsi="Times New Roman" w:cs="Times New Roman"/>
          <w:sz w:val="28"/>
          <w:szCs w:val="28"/>
        </w:rPr>
        <w:t>ции 2 02 02098 02 0000 151 дополнить строкой следующего содержания:</w:t>
      </w:r>
    </w:p>
    <w:tbl>
      <w:tblPr>
        <w:tblW w:w="9389" w:type="dxa"/>
        <w:jc w:val="center"/>
        <w:tblInd w:w="26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719"/>
        <w:gridCol w:w="5961"/>
      </w:tblGrid>
      <w:tr w:rsidR="001143EE" w:rsidRPr="008D3344" w:rsidTr="005F2A49">
        <w:trPr>
          <w:trHeight w:val="600"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EE" w:rsidRPr="008D3344" w:rsidRDefault="001143EE" w:rsidP="005F2A49">
            <w:pPr>
              <w:pStyle w:val="Header"/>
              <w:rPr>
                <w:szCs w:val="28"/>
              </w:rPr>
            </w:pPr>
            <w:r w:rsidRPr="008D3344">
              <w:rPr>
                <w:szCs w:val="28"/>
              </w:rPr>
              <w:t>«905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EE" w:rsidRPr="008D3344" w:rsidRDefault="001143EE" w:rsidP="005F2A49">
            <w:pPr>
              <w:pStyle w:val="Header"/>
              <w:rPr>
                <w:szCs w:val="28"/>
              </w:rPr>
            </w:pPr>
            <w:r w:rsidRPr="008D3344">
              <w:rPr>
                <w:szCs w:val="28"/>
              </w:rPr>
              <w:t>2 02 02</w:t>
            </w:r>
            <w:r w:rsidRPr="008D3344">
              <w:rPr>
                <w:szCs w:val="28"/>
                <w:lang w:val="en-US"/>
              </w:rPr>
              <w:t>146</w:t>
            </w:r>
            <w:r w:rsidRPr="008D3344">
              <w:rPr>
                <w:szCs w:val="28"/>
              </w:rPr>
              <w:t xml:space="preserve"> 02 0000 151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EE" w:rsidRPr="008D3344" w:rsidRDefault="001143EE" w:rsidP="005F2A49">
            <w:pPr>
              <w:pStyle w:val="Header"/>
              <w:rPr>
                <w:szCs w:val="28"/>
              </w:rPr>
            </w:pPr>
            <w:r w:rsidRPr="008D3344">
              <w:rPr>
                <w:szCs w:val="28"/>
              </w:rPr>
              <w:t>Субсидии бюджетам субъектов Российской Федерации на поддержку развития консультационной помощи сельхозтоваропроизводителям»;</w:t>
            </w:r>
          </w:p>
        </w:tc>
      </w:tr>
    </w:tbl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</w:p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в) раздел «916 – Департамент энергетики и регулирования тарифов Ярославской области» дополнить строкой следующего содержания:</w:t>
      </w:r>
    </w:p>
    <w:tbl>
      <w:tblPr>
        <w:tblW w:w="9426" w:type="dxa"/>
        <w:jc w:val="center"/>
        <w:tblInd w:w="36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613"/>
        <w:gridCol w:w="6104"/>
      </w:tblGrid>
      <w:tr w:rsidR="001143EE" w:rsidRPr="008D3344" w:rsidTr="005F2A49">
        <w:trPr>
          <w:trHeight w:val="209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43EE" w:rsidRPr="008D3344" w:rsidRDefault="001143EE" w:rsidP="005F2A49">
            <w:pPr>
              <w:pStyle w:val="Header"/>
              <w:rPr>
                <w:szCs w:val="28"/>
              </w:rPr>
            </w:pPr>
            <w:r w:rsidRPr="008D3344">
              <w:rPr>
                <w:szCs w:val="28"/>
              </w:rPr>
              <w:t>«916</w:t>
            </w: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43EE" w:rsidRPr="008D3344" w:rsidRDefault="001143EE" w:rsidP="005F2A49">
            <w:pPr>
              <w:pStyle w:val="Header"/>
              <w:rPr>
                <w:szCs w:val="28"/>
              </w:rPr>
            </w:pPr>
            <w:r w:rsidRPr="008D3344">
              <w:rPr>
                <w:szCs w:val="28"/>
              </w:rPr>
              <w:t>2 02 02150 02 0000 151</w:t>
            </w:r>
          </w:p>
        </w:tc>
        <w:tc>
          <w:tcPr>
            <w:tcW w:w="61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1143EE" w:rsidRPr="008D3344" w:rsidRDefault="001143EE" w:rsidP="005F2A49">
            <w:pPr>
              <w:pStyle w:val="Header"/>
              <w:rPr>
                <w:szCs w:val="28"/>
              </w:rPr>
            </w:pPr>
            <w:r w:rsidRPr="008D3344">
              <w:rPr>
                <w:szCs w:val="28"/>
              </w:rPr>
              <w:t>Субсидии бюджетам субъектов Российской Федерации на реализацию программы энергосбережения и повыш</w:t>
            </w:r>
            <w:r w:rsidRPr="008D3344">
              <w:rPr>
                <w:szCs w:val="28"/>
              </w:rPr>
              <w:t>е</w:t>
            </w:r>
            <w:r w:rsidRPr="008D3344">
              <w:rPr>
                <w:szCs w:val="28"/>
              </w:rPr>
              <w:t>ния энергетической эффективности на период до 2020 года»;</w:t>
            </w:r>
          </w:p>
        </w:tc>
      </w:tr>
    </w:tbl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</w:p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г) наименование раздела «946 – Департамент информационно-аналитического обеспечения органов государственной власти Ярославской области» изложить в следующей редакции:</w:t>
      </w:r>
    </w:p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«946 – Департамент общественных связей Ярославской области»;</w:t>
      </w:r>
    </w:p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д) после раздела «949 – Инспекция государственного надзора за техн</w:t>
      </w:r>
      <w:r w:rsidRPr="008D3344">
        <w:rPr>
          <w:sz w:val="28"/>
          <w:szCs w:val="28"/>
        </w:rPr>
        <w:t>и</w:t>
      </w:r>
      <w:r w:rsidRPr="008D3344">
        <w:rPr>
          <w:sz w:val="28"/>
          <w:szCs w:val="28"/>
        </w:rPr>
        <w:t>ческим состоянием самоходных машин и других видов техники Ярославской области» дополнить разделом следующего содержания:</w:t>
      </w:r>
    </w:p>
    <w:tbl>
      <w:tblPr>
        <w:tblW w:w="9499" w:type="dxa"/>
        <w:jc w:val="center"/>
        <w:tblInd w:w="2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99"/>
      </w:tblGrid>
      <w:tr w:rsidR="001143EE" w:rsidRPr="008D3344" w:rsidTr="005F2A49">
        <w:trPr>
          <w:trHeight w:val="244"/>
          <w:jc w:val="center"/>
        </w:trPr>
        <w:tc>
          <w:tcPr>
            <w:tcW w:w="9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3EE" w:rsidRPr="008D3344" w:rsidRDefault="001143EE" w:rsidP="005F2A49">
            <w:pPr>
              <w:pStyle w:val="Header"/>
            </w:pPr>
            <w:r w:rsidRPr="008D3344">
              <w:t>«950 – Департамент туризма Ярославской области»;</w:t>
            </w:r>
          </w:p>
        </w:tc>
      </w:tr>
    </w:tbl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</w:p>
    <w:p w:rsidR="001143EE" w:rsidRPr="008D3344" w:rsidRDefault="001143EE" w:rsidP="000D3D46">
      <w:pPr>
        <w:shd w:val="clear" w:color="auto" w:fill="FFFFFF"/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7) приложения 2, 4 и 6 изложить в редакции приложений 1 – 3 к н</w:t>
      </w:r>
      <w:r w:rsidRPr="008D3344">
        <w:rPr>
          <w:sz w:val="28"/>
          <w:szCs w:val="28"/>
        </w:rPr>
        <w:t>а</w:t>
      </w:r>
      <w:r w:rsidRPr="008D3344">
        <w:rPr>
          <w:sz w:val="28"/>
          <w:szCs w:val="28"/>
        </w:rPr>
        <w:t>стоящему Закону соответственно;</w:t>
      </w:r>
    </w:p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8) в приложении 12:</w:t>
      </w:r>
    </w:p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 xml:space="preserve">а) пункты 7 – 13, 15, 20, 25, 26, 32, 40, 41, 43, 44, 51, 55, 57, 61, 67, 68, 76 и вновь вводимые пункты 80 – 88 изложить в редакции </w:t>
      </w:r>
      <w:r w:rsidRPr="008D3344">
        <w:rPr>
          <w:sz w:val="28"/>
          <w:szCs w:val="28"/>
          <w:shd w:val="clear" w:color="auto" w:fill="FFFFFF"/>
        </w:rPr>
        <w:t>приложения 4</w:t>
      </w:r>
      <w:r w:rsidRPr="008D3344">
        <w:rPr>
          <w:sz w:val="28"/>
          <w:szCs w:val="28"/>
        </w:rPr>
        <w:t xml:space="preserve"> к настоящему Закону;</w:t>
      </w:r>
    </w:p>
    <w:p w:rsidR="001143EE" w:rsidRPr="008D3344" w:rsidRDefault="001143EE" w:rsidP="000D3D4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D3344">
        <w:rPr>
          <w:sz w:val="28"/>
          <w:szCs w:val="28"/>
        </w:rPr>
        <w:t xml:space="preserve">б) пункты 35 и 71 исключить; </w:t>
      </w:r>
    </w:p>
    <w:p w:rsidR="001143EE" w:rsidRPr="008D3344" w:rsidRDefault="001143EE" w:rsidP="000D3D4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D3344">
        <w:rPr>
          <w:sz w:val="28"/>
          <w:szCs w:val="28"/>
        </w:rPr>
        <w:t>в) в строке «Всего» цифры «6 402 728 023» заменить цифрами «7 038 731 578»;</w:t>
      </w:r>
    </w:p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9) в приложении 14:</w:t>
      </w:r>
    </w:p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а) пункты 2, 4, 6, 8, 10, 13 – 15, 17 – 19, 21 – 24, 26, 31 – 33 изложить в редакции приложения 5 к настоящему Закону;</w:t>
      </w:r>
    </w:p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б) в строке «Всего» цифры «12 145 742 570» заменить цифрами «11 828 576 572»;</w:t>
      </w:r>
    </w:p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10) в приложении 16:</w:t>
      </w:r>
    </w:p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а) пункты 2, 5, 8, 10, 11, 14, 16 и вновь вводимые пункты 18 и 19 изл</w:t>
      </w:r>
      <w:r w:rsidRPr="008D3344">
        <w:rPr>
          <w:sz w:val="28"/>
          <w:szCs w:val="28"/>
        </w:rPr>
        <w:t>о</w:t>
      </w:r>
      <w:r w:rsidRPr="008D3344">
        <w:rPr>
          <w:sz w:val="28"/>
          <w:szCs w:val="28"/>
        </w:rPr>
        <w:t xml:space="preserve">жить в редакции </w:t>
      </w:r>
      <w:r w:rsidRPr="008D3344">
        <w:rPr>
          <w:sz w:val="28"/>
          <w:szCs w:val="28"/>
          <w:shd w:val="clear" w:color="auto" w:fill="FFFFFF"/>
        </w:rPr>
        <w:t>приложения 6</w:t>
      </w:r>
      <w:r w:rsidRPr="008D3344">
        <w:rPr>
          <w:sz w:val="28"/>
          <w:szCs w:val="28"/>
        </w:rPr>
        <w:t xml:space="preserve"> к настоящему Закону;</w:t>
      </w:r>
    </w:p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б) в строке «Всего» цифры «638 113 198» заменить цифрами «804 172 468»;</w:t>
      </w:r>
    </w:p>
    <w:p w:rsidR="001143EE" w:rsidRPr="008D3344" w:rsidRDefault="001143EE" w:rsidP="000D3D46">
      <w:pPr>
        <w:shd w:val="clear" w:color="auto" w:fill="FFFFFF"/>
        <w:ind w:firstLine="709"/>
        <w:jc w:val="both"/>
        <w:rPr>
          <w:sz w:val="28"/>
          <w:szCs w:val="28"/>
        </w:rPr>
      </w:pPr>
      <w:r w:rsidRPr="008D3344">
        <w:rPr>
          <w:sz w:val="28"/>
          <w:szCs w:val="28"/>
        </w:rPr>
        <w:t>11) приложения 18 – 22 и 24 изложить в редакции приложений 7 – 12 к настоящему Закону соответственно.</w:t>
      </w:r>
    </w:p>
    <w:p w:rsidR="001143EE" w:rsidRPr="008D3344" w:rsidRDefault="001143EE" w:rsidP="000D3D46">
      <w:pPr>
        <w:ind w:firstLine="709"/>
        <w:jc w:val="both"/>
        <w:rPr>
          <w:sz w:val="28"/>
          <w:szCs w:val="28"/>
        </w:rPr>
      </w:pPr>
    </w:p>
    <w:p w:rsidR="001143EE" w:rsidRPr="008D3344" w:rsidRDefault="001143EE" w:rsidP="000D3D46">
      <w:pPr>
        <w:pStyle w:val="Heading4"/>
        <w:rPr>
          <w:b w:val="0"/>
        </w:rPr>
      </w:pPr>
    </w:p>
    <w:p w:rsidR="001143EE" w:rsidRPr="008D3344" w:rsidRDefault="001143EE" w:rsidP="000D3D46"/>
    <w:p w:rsidR="001143EE" w:rsidRPr="008D3344" w:rsidRDefault="001143EE" w:rsidP="000D3D46">
      <w:pPr>
        <w:pStyle w:val="Heading4"/>
        <w:rPr>
          <w:b w:val="0"/>
        </w:rPr>
      </w:pPr>
    </w:p>
    <w:p w:rsidR="001143EE" w:rsidRPr="008D3344" w:rsidRDefault="001143EE" w:rsidP="000D3D46">
      <w:pPr>
        <w:pStyle w:val="Heading4"/>
        <w:rPr>
          <w:b w:val="0"/>
        </w:rPr>
      </w:pPr>
      <w:r w:rsidRPr="008D3344">
        <w:rPr>
          <w:b w:val="0"/>
        </w:rPr>
        <w:t>Губернатор</w:t>
      </w:r>
    </w:p>
    <w:p w:rsidR="001143EE" w:rsidRPr="008D3344" w:rsidRDefault="001143EE" w:rsidP="000D3D46">
      <w:pPr>
        <w:pStyle w:val="Heading2"/>
        <w:tabs>
          <w:tab w:val="left" w:pos="7615"/>
        </w:tabs>
        <w:rPr>
          <w:b w:val="0"/>
        </w:rPr>
      </w:pPr>
      <w:r w:rsidRPr="008D3344">
        <w:rPr>
          <w:b w:val="0"/>
        </w:rPr>
        <w:t>Ярославской области</w:t>
      </w:r>
      <w:r w:rsidRPr="008D3344">
        <w:rPr>
          <w:b w:val="0"/>
        </w:rPr>
        <w:tab/>
        <w:t>С.Н. Ястребов</w:t>
      </w:r>
    </w:p>
    <w:p w:rsidR="001143EE" w:rsidRPr="008D3344" w:rsidRDefault="001143EE" w:rsidP="000D3D46">
      <w:pPr>
        <w:jc w:val="both"/>
        <w:rPr>
          <w:sz w:val="28"/>
          <w:szCs w:val="28"/>
        </w:rPr>
      </w:pPr>
    </w:p>
    <w:p w:rsidR="001143EE" w:rsidRPr="008D3344" w:rsidRDefault="001143EE" w:rsidP="000D3D46">
      <w:pPr>
        <w:jc w:val="both"/>
        <w:rPr>
          <w:sz w:val="28"/>
          <w:szCs w:val="28"/>
        </w:rPr>
      </w:pPr>
    </w:p>
    <w:p w:rsidR="001143EE" w:rsidRPr="008D3344" w:rsidRDefault="001143EE" w:rsidP="000D3D46">
      <w:pPr>
        <w:jc w:val="both"/>
        <w:rPr>
          <w:sz w:val="28"/>
          <w:szCs w:val="28"/>
        </w:rPr>
      </w:pPr>
      <w:r w:rsidRPr="008D3344">
        <w:rPr>
          <w:sz w:val="28"/>
          <w:szCs w:val="28"/>
        </w:rPr>
        <w:t>«</w:t>
      </w:r>
      <w:r>
        <w:rPr>
          <w:sz w:val="28"/>
          <w:szCs w:val="28"/>
        </w:rPr>
        <w:t>01</w:t>
      </w:r>
      <w:r w:rsidRPr="008D3344">
        <w:rPr>
          <w:sz w:val="28"/>
          <w:szCs w:val="28"/>
        </w:rPr>
        <w:t>»</w:t>
      </w:r>
      <w:r>
        <w:rPr>
          <w:sz w:val="28"/>
          <w:szCs w:val="28"/>
        </w:rPr>
        <w:t xml:space="preserve"> октября </w:t>
      </w:r>
      <w:smartTag w:uri="urn:schemas-microsoft-com:office:smarttags" w:element="metricconverter">
        <w:smartTagPr>
          <w:attr w:name="ProductID" w:val="2012 г"/>
        </w:smartTagPr>
        <w:r w:rsidRPr="008D3344">
          <w:rPr>
            <w:sz w:val="28"/>
            <w:szCs w:val="28"/>
          </w:rPr>
          <w:t>2012 г</w:t>
        </w:r>
      </w:smartTag>
      <w:r w:rsidRPr="008D3344">
        <w:rPr>
          <w:sz w:val="28"/>
          <w:szCs w:val="28"/>
        </w:rPr>
        <w:t>.</w:t>
      </w:r>
    </w:p>
    <w:p w:rsidR="001143EE" w:rsidRPr="008D3344" w:rsidRDefault="001143EE" w:rsidP="000D3D46">
      <w:pPr>
        <w:jc w:val="both"/>
        <w:rPr>
          <w:sz w:val="28"/>
          <w:szCs w:val="28"/>
        </w:rPr>
      </w:pPr>
    </w:p>
    <w:p w:rsidR="001143EE" w:rsidRPr="00F81D9B" w:rsidRDefault="001143EE" w:rsidP="000D3D46">
      <w:pPr>
        <w:jc w:val="both"/>
        <w:rPr>
          <w:sz w:val="28"/>
          <w:szCs w:val="28"/>
        </w:rPr>
      </w:pPr>
      <w:r>
        <w:rPr>
          <w:sz w:val="28"/>
          <w:szCs w:val="28"/>
        </w:rPr>
        <w:t>№ 39-з</w:t>
      </w:r>
    </w:p>
    <w:p w:rsidR="001143EE" w:rsidRPr="002F490C" w:rsidRDefault="001143EE" w:rsidP="00563F91">
      <w:pPr>
        <w:pStyle w:val="21"/>
        <w:ind w:firstLine="720"/>
        <w:jc w:val="both"/>
        <w:rPr>
          <w:szCs w:val="28"/>
        </w:rPr>
      </w:pPr>
    </w:p>
    <w:sectPr w:rsidR="001143EE" w:rsidRPr="002F490C" w:rsidSect="00AE1368">
      <w:headerReference w:type="even" r:id="rId7"/>
      <w:headerReference w:type="default" r:id="rId8"/>
      <w:pgSz w:w="11906" w:h="16838" w:code="9"/>
      <w:pgMar w:top="1134" w:right="851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3EE" w:rsidRDefault="001143EE">
      <w:r>
        <w:separator/>
      </w:r>
    </w:p>
  </w:endnote>
  <w:endnote w:type="continuationSeparator" w:id="0">
    <w:p w:rsidR="001143EE" w:rsidRDefault="00114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3EE" w:rsidRDefault="001143EE">
      <w:r>
        <w:separator/>
      </w:r>
    </w:p>
  </w:footnote>
  <w:footnote w:type="continuationSeparator" w:id="0">
    <w:p w:rsidR="001143EE" w:rsidRDefault="00114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3EE" w:rsidRDefault="001143E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43EE" w:rsidRDefault="001143E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3EE" w:rsidRDefault="001143E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1143EE" w:rsidRDefault="001143EE">
    <w:pPr>
      <w:pStyle w:val="Header"/>
    </w:pPr>
  </w:p>
  <w:p w:rsidR="001143EE" w:rsidRDefault="001143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DC240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4F252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9EAF9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D0C40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F928B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57E8E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6604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F843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BAAE4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C8A7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9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2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4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6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7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8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9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1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2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3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34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5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7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8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9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20"/>
  </w:num>
  <w:num w:numId="2">
    <w:abstractNumId w:val="15"/>
  </w:num>
  <w:num w:numId="3">
    <w:abstractNumId w:val="27"/>
  </w:num>
  <w:num w:numId="4">
    <w:abstractNumId w:val="39"/>
  </w:num>
  <w:num w:numId="5">
    <w:abstractNumId w:val="22"/>
  </w:num>
  <w:num w:numId="6">
    <w:abstractNumId w:val="37"/>
  </w:num>
  <w:num w:numId="7">
    <w:abstractNumId w:val="38"/>
  </w:num>
  <w:num w:numId="8">
    <w:abstractNumId w:val="14"/>
  </w:num>
  <w:num w:numId="9">
    <w:abstractNumId w:val="29"/>
  </w:num>
  <w:num w:numId="10">
    <w:abstractNumId w:val="35"/>
  </w:num>
  <w:num w:numId="11">
    <w:abstractNumId w:val="28"/>
  </w:num>
  <w:num w:numId="12">
    <w:abstractNumId w:val="23"/>
  </w:num>
  <w:num w:numId="13">
    <w:abstractNumId w:val="1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9"/>
  </w:num>
  <w:num w:numId="15">
    <w:abstractNumId w:val="33"/>
  </w:num>
  <w:num w:numId="16">
    <w:abstractNumId w:val="26"/>
  </w:num>
  <w:num w:numId="17">
    <w:abstractNumId w:val="34"/>
  </w:num>
  <w:num w:numId="18">
    <w:abstractNumId w:val="18"/>
  </w:num>
  <w:num w:numId="19">
    <w:abstractNumId w:val="13"/>
  </w:num>
  <w:num w:numId="20">
    <w:abstractNumId w:val="12"/>
  </w:num>
  <w:num w:numId="21">
    <w:abstractNumId w:val="11"/>
  </w:num>
  <w:num w:numId="22">
    <w:abstractNumId w:val="32"/>
  </w:num>
  <w:num w:numId="23">
    <w:abstractNumId w:val="1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16"/>
  </w:num>
  <w:num w:numId="25">
    <w:abstractNumId w:val="36"/>
  </w:num>
  <w:num w:numId="26">
    <w:abstractNumId w:val="25"/>
  </w:num>
  <w:num w:numId="27">
    <w:abstractNumId w:val="30"/>
  </w:num>
  <w:num w:numId="28">
    <w:abstractNumId w:val="21"/>
  </w:num>
  <w:num w:numId="29">
    <w:abstractNumId w:val="17"/>
  </w:num>
  <w:num w:numId="30">
    <w:abstractNumId w:val="31"/>
  </w:num>
  <w:num w:numId="31">
    <w:abstractNumId w:val="24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501"/>
    <w:rsid w:val="0000044B"/>
    <w:rsid w:val="0000195D"/>
    <w:rsid w:val="00001982"/>
    <w:rsid w:val="00001C7B"/>
    <w:rsid w:val="0000688C"/>
    <w:rsid w:val="00007BAD"/>
    <w:rsid w:val="00010486"/>
    <w:rsid w:val="000112FD"/>
    <w:rsid w:val="00012956"/>
    <w:rsid w:val="00014E3D"/>
    <w:rsid w:val="000160BA"/>
    <w:rsid w:val="000246DF"/>
    <w:rsid w:val="000249B0"/>
    <w:rsid w:val="0002780A"/>
    <w:rsid w:val="00027A92"/>
    <w:rsid w:val="00032501"/>
    <w:rsid w:val="0003416C"/>
    <w:rsid w:val="00040D91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F03"/>
    <w:rsid w:val="0006232D"/>
    <w:rsid w:val="0006576F"/>
    <w:rsid w:val="000666BC"/>
    <w:rsid w:val="000669A6"/>
    <w:rsid w:val="00070169"/>
    <w:rsid w:val="00070224"/>
    <w:rsid w:val="000725CE"/>
    <w:rsid w:val="000736F4"/>
    <w:rsid w:val="00073E7E"/>
    <w:rsid w:val="00075FC0"/>
    <w:rsid w:val="00076A04"/>
    <w:rsid w:val="00077EDB"/>
    <w:rsid w:val="000824FF"/>
    <w:rsid w:val="00084AA7"/>
    <w:rsid w:val="000850E7"/>
    <w:rsid w:val="00086F82"/>
    <w:rsid w:val="00092085"/>
    <w:rsid w:val="00092A4E"/>
    <w:rsid w:val="0009398E"/>
    <w:rsid w:val="00093B71"/>
    <w:rsid w:val="00094043"/>
    <w:rsid w:val="00094A3A"/>
    <w:rsid w:val="00096286"/>
    <w:rsid w:val="00097580"/>
    <w:rsid w:val="000A0BBE"/>
    <w:rsid w:val="000A0D21"/>
    <w:rsid w:val="000A333C"/>
    <w:rsid w:val="000A54F1"/>
    <w:rsid w:val="000A643E"/>
    <w:rsid w:val="000A6B6C"/>
    <w:rsid w:val="000B0AF0"/>
    <w:rsid w:val="000B332A"/>
    <w:rsid w:val="000B5FA5"/>
    <w:rsid w:val="000B744D"/>
    <w:rsid w:val="000C1718"/>
    <w:rsid w:val="000C508D"/>
    <w:rsid w:val="000C555D"/>
    <w:rsid w:val="000C67A5"/>
    <w:rsid w:val="000C770A"/>
    <w:rsid w:val="000D063E"/>
    <w:rsid w:val="000D2F22"/>
    <w:rsid w:val="000D3D46"/>
    <w:rsid w:val="000D46DD"/>
    <w:rsid w:val="000D7169"/>
    <w:rsid w:val="000E08BE"/>
    <w:rsid w:val="000E3EC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BA"/>
    <w:rsid w:val="00100049"/>
    <w:rsid w:val="001015E9"/>
    <w:rsid w:val="00105D62"/>
    <w:rsid w:val="00110046"/>
    <w:rsid w:val="00110AAE"/>
    <w:rsid w:val="001143EE"/>
    <w:rsid w:val="00117E32"/>
    <w:rsid w:val="0012194C"/>
    <w:rsid w:val="00122A8B"/>
    <w:rsid w:val="00123703"/>
    <w:rsid w:val="00123E3E"/>
    <w:rsid w:val="001270ED"/>
    <w:rsid w:val="00127BF3"/>
    <w:rsid w:val="001306C7"/>
    <w:rsid w:val="0013312D"/>
    <w:rsid w:val="001340DF"/>
    <w:rsid w:val="0013588D"/>
    <w:rsid w:val="00136A42"/>
    <w:rsid w:val="00146B8E"/>
    <w:rsid w:val="00147257"/>
    <w:rsid w:val="00147378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6EB1"/>
    <w:rsid w:val="001676AC"/>
    <w:rsid w:val="0017039A"/>
    <w:rsid w:val="00170C34"/>
    <w:rsid w:val="0017249A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923A9"/>
    <w:rsid w:val="001947F5"/>
    <w:rsid w:val="00194DDC"/>
    <w:rsid w:val="00197E12"/>
    <w:rsid w:val="001A2A01"/>
    <w:rsid w:val="001A42C5"/>
    <w:rsid w:val="001A4DAC"/>
    <w:rsid w:val="001A623A"/>
    <w:rsid w:val="001A6AE5"/>
    <w:rsid w:val="001B1BAA"/>
    <w:rsid w:val="001B1CBC"/>
    <w:rsid w:val="001B339A"/>
    <w:rsid w:val="001B52FD"/>
    <w:rsid w:val="001B67F1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D01C3"/>
    <w:rsid w:val="001D41C2"/>
    <w:rsid w:val="001D70D6"/>
    <w:rsid w:val="001E03C5"/>
    <w:rsid w:val="001E100F"/>
    <w:rsid w:val="001E1817"/>
    <w:rsid w:val="001E4692"/>
    <w:rsid w:val="001F03DB"/>
    <w:rsid w:val="001F0B5B"/>
    <w:rsid w:val="001F253A"/>
    <w:rsid w:val="001F5D3A"/>
    <w:rsid w:val="001F6886"/>
    <w:rsid w:val="001F705F"/>
    <w:rsid w:val="001F71F8"/>
    <w:rsid w:val="001F785F"/>
    <w:rsid w:val="002016DB"/>
    <w:rsid w:val="0020199A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7487"/>
    <w:rsid w:val="0022799B"/>
    <w:rsid w:val="00236B46"/>
    <w:rsid w:val="00240F7A"/>
    <w:rsid w:val="00241523"/>
    <w:rsid w:val="00241A7D"/>
    <w:rsid w:val="002420DB"/>
    <w:rsid w:val="00243F0F"/>
    <w:rsid w:val="0024404E"/>
    <w:rsid w:val="00244720"/>
    <w:rsid w:val="00247763"/>
    <w:rsid w:val="00251ABD"/>
    <w:rsid w:val="00253B63"/>
    <w:rsid w:val="00254991"/>
    <w:rsid w:val="00256B0D"/>
    <w:rsid w:val="00257530"/>
    <w:rsid w:val="002579AF"/>
    <w:rsid w:val="00261B1A"/>
    <w:rsid w:val="002627CA"/>
    <w:rsid w:val="002667F4"/>
    <w:rsid w:val="0026781B"/>
    <w:rsid w:val="002710F9"/>
    <w:rsid w:val="002716FB"/>
    <w:rsid w:val="00275467"/>
    <w:rsid w:val="002802AD"/>
    <w:rsid w:val="00280731"/>
    <w:rsid w:val="002848CC"/>
    <w:rsid w:val="002848DD"/>
    <w:rsid w:val="00285D04"/>
    <w:rsid w:val="00286544"/>
    <w:rsid w:val="00286C61"/>
    <w:rsid w:val="00286E76"/>
    <w:rsid w:val="00287E23"/>
    <w:rsid w:val="0029177E"/>
    <w:rsid w:val="0029509A"/>
    <w:rsid w:val="002955C3"/>
    <w:rsid w:val="002968C1"/>
    <w:rsid w:val="002A1330"/>
    <w:rsid w:val="002A4124"/>
    <w:rsid w:val="002A42A2"/>
    <w:rsid w:val="002A43D6"/>
    <w:rsid w:val="002A58AD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510D"/>
    <w:rsid w:val="002C6537"/>
    <w:rsid w:val="002C6C50"/>
    <w:rsid w:val="002C7149"/>
    <w:rsid w:val="002D3666"/>
    <w:rsid w:val="002D43CF"/>
    <w:rsid w:val="002D5492"/>
    <w:rsid w:val="002D6542"/>
    <w:rsid w:val="002E1397"/>
    <w:rsid w:val="002E2EDC"/>
    <w:rsid w:val="002E439C"/>
    <w:rsid w:val="002E4B35"/>
    <w:rsid w:val="002E7790"/>
    <w:rsid w:val="002F0BB0"/>
    <w:rsid w:val="002F2F8A"/>
    <w:rsid w:val="002F490C"/>
    <w:rsid w:val="002F52D5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2785"/>
    <w:rsid w:val="00313A44"/>
    <w:rsid w:val="00315273"/>
    <w:rsid w:val="0031651A"/>
    <w:rsid w:val="0031715F"/>
    <w:rsid w:val="003176D3"/>
    <w:rsid w:val="00317FED"/>
    <w:rsid w:val="00322523"/>
    <w:rsid w:val="0032408D"/>
    <w:rsid w:val="0032488B"/>
    <w:rsid w:val="00331515"/>
    <w:rsid w:val="00331D0D"/>
    <w:rsid w:val="0033213F"/>
    <w:rsid w:val="0033272D"/>
    <w:rsid w:val="003331ED"/>
    <w:rsid w:val="0033336A"/>
    <w:rsid w:val="0033464E"/>
    <w:rsid w:val="00341299"/>
    <w:rsid w:val="003446DF"/>
    <w:rsid w:val="00347105"/>
    <w:rsid w:val="003472C5"/>
    <w:rsid w:val="00352AA3"/>
    <w:rsid w:val="00352C26"/>
    <w:rsid w:val="00353B41"/>
    <w:rsid w:val="003547CC"/>
    <w:rsid w:val="003564F4"/>
    <w:rsid w:val="00357EB1"/>
    <w:rsid w:val="00362866"/>
    <w:rsid w:val="003643BD"/>
    <w:rsid w:val="00367578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AA5"/>
    <w:rsid w:val="0037712E"/>
    <w:rsid w:val="003779B8"/>
    <w:rsid w:val="003817CC"/>
    <w:rsid w:val="00381E6E"/>
    <w:rsid w:val="00382D13"/>
    <w:rsid w:val="003865F3"/>
    <w:rsid w:val="0038730C"/>
    <w:rsid w:val="00390C7E"/>
    <w:rsid w:val="00391286"/>
    <w:rsid w:val="00391A16"/>
    <w:rsid w:val="00391D00"/>
    <w:rsid w:val="00393EF2"/>
    <w:rsid w:val="0039598F"/>
    <w:rsid w:val="003A182C"/>
    <w:rsid w:val="003A2B16"/>
    <w:rsid w:val="003A51E8"/>
    <w:rsid w:val="003A58AA"/>
    <w:rsid w:val="003A6214"/>
    <w:rsid w:val="003B0864"/>
    <w:rsid w:val="003B1335"/>
    <w:rsid w:val="003B3111"/>
    <w:rsid w:val="003B3EF1"/>
    <w:rsid w:val="003B7158"/>
    <w:rsid w:val="003B71C1"/>
    <w:rsid w:val="003C085C"/>
    <w:rsid w:val="003C14FE"/>
    <w:rsid w:val="003C2D3B"/>
    <w:rsid w:val="003C4750"/>
    <w:rsid w:val="003C48A9"/>
    <w:rsid w:val="003C5C98"/>
    <w:rsid w:val="003C5E09"/>
    <w:rsid w:val="003C673A"/>
    <w:rsid w:val="003C7FB7"/>
    <w:rsid w:val="003D0CA0"/>
    <w:rsid w:val="003D2E8F"/>
    <w:rsid w:val="003D57DB"/>
    <w:rsid w:val="003D62C0"/>
    <w:rsid w:val="003E090F"/>
    <w:rsid w:val="003E1415"/>
    <w:rsid w:val="003E1563"/>
    <w:rsid w:val="003E191C"/>
    <w:rsid w:val="003E1E04"/>
    <w:rsid w:val="003E3525"/>
    <w:rsid w:val="003E4EFD"/>
    <w:rsid w:val="003E5596"/>
    <w:rsid w:val="003E6FAF"/>
    <w:rsid w:val="003E7CD0"/>
    <w:rsid w:val="003F226A"/>
    <w:rsid w:val="003F2275"/>
    <w:rsid w:val="003F22D1"/>
    <w:rsid w:val="003F27E8"/>
    <w:rsid w:val="003F450E"/>
    <w:rsid w:val="003F485B"/>
    <w:rsid w:val="003F4F4A"/>
    <w:rsid w:val="00401CE1"/>
    <w:rsid w:val="00402CD3"/>
    <w:rsid w:val="0040711D"/>
    <w:rsid w:val="0041309D"/>
    <w:rsid w:val="00416101"/>
    <w:rsid w:val="00416671"/>
    <w:rsid w:val="00416D24"/>
    <w:rsid w:val="00420CC8"/>
    <w:rsid w:val="00420CE6"/>
    <w:rsid w:val="00424833"/>
    <w:rsid w:val="00425D97"/>
    <w:rsid w:val="00426AAD"/>
    <w:rsid w:val="00427506"/>
    <w:rsid w:val="004304E1"/>
    <w:rsid w:val="004306E6"/>
    <w:rsid w:val="00432B33"/>
    <w:rsid w:val="0043506D"/>
    <w:rsid w:val="00436E49"/>
    <w:rsid w:val="004407E0"/>
    <w:rsid w:val="00440E41"/>
    <w:rsid w:val="00440FA0"/>
    <w:rsid w:val="00442528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552D"/>
    <w:rsid w:val="004555BE"/>
    <w:rsid w:val="0045598E"/>
    <w:rsid w:val="0045611A"/>
    <w:rsid w:val="00460203"/>
    <w:rsid w:val="004626EE"/>
    <w:rsid w:val="00463AF7"/>
    <w:rsid w:val="0046562D"/>
    <w:rsid w:val="004659F5"/>
    <w:rsid w:val="004713B6"/>
    <w:rsid w:val="00471F2F"/>
    <w:rsid w:val="00474E21"/>
    <w:rsid w:val="00481E60"/>
    <w:rsid w:val="00483644"/>
    <w:rsid w:val="00485032"/>
    <w:rsid w:val="004945E8"/>
    <w:rsid w:val="00495BD8"/>
    <w:rsid w:val="00496A37"/>
    <w:rsid w:val="004A0C91"/>
    <w:rsid w:val="004A1D48"/>
    <w:rsid w:val="004A5B5D"/>
    <w:rsid w:val="004B0C6D"/>
    <w:rsid w:val="004B1FC4"/>
    <w:rsid w:val="004B219A"/>
    <w:rsid w:val="004B381F"/>
    <w:rsid w:val="004B40C6"/>
    <w:rsid w:val="004B5C02"/>
    <w:rsid w:val="004B69AA"/>
    <w:rsid w:val="004C3E33"/>
    <w:rsid w:val="004C40EC"/>
    <w:rsid w:val="004C5A01"/>
    <w:rsid w:val="004C69B3"/>
    <w:rsid w:val="004C7979"/>
    <w:rsid w:val="004D08B6"/>
    <w:rsid w:val="004D2B0E"/>
    <w:rsid w:val="004D3A2A"/>
    <w:rsid w:val="004D3AC6"/>
    <w:rsid w:val="004D5443"/>
    <w:rsid w:val="004E0F69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46B9"/>
    <w:rsid w:val="004F678B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982"/>
    <w:rsid w:val="005239DB"/>
    <w:rsid w:val="00523A85"/>
    <w:rsid w:val="00523EE4"/>
    <w:rsid w:val="00523F1B"/>
    <w:rsid w:val="0052400A"/>
    <w:rsid w:val="00530B3A"/>
    <w:rsid w:val="00531C3E"/>
    <w:rsid w:val="00536B38"/>
    <w:rsid w:val="005401E5"/>
    <w:rsid w:val="005411D2"/>
    <w:rsid w:val="00542010"/>
    <w:rsid w:val="00542E80"/>
    <w:rsid w:val="00543D62"/>
    <w:rsid w:val="00546494"/>
    <w:rsid w:val="00546A9F"/>
    <w:rsid w:val="00553F7B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3E95"/>
    <w:rsid w:val="005954D0"/>
    <w:rsid w:val="005A6156"/>
    <w:rsid w:val="005B08F6"/>
    <w:rsid w:val="005B46FD"/>
    <w:rsid w:val="005B4E4A"/>
    <w:rsid w:val="005B63EA"/>
    <w:rsid w:val="005C2AB1"/>
    <w:rsid w:val="005C485C"/>
    <w:rsid w:val="005C53A6"/>
    <w:rsid w:val="005C7460"/>
    <w:rsid w:val="005C78D3"/>
    <w:rsid w:val="005C7AEE"/>
    <w:rsid w:val="005D1D02"/>
    <w:rsid w:val="005D22AA"/>
    <w:rsid w:val="005D5FAD"/>
    <w:rsid w:val="005D719B"/>
    <w:rsid w:val="005E2DCF"/>
    <w:rsid w:val="005E43D2"/>
    <w:rsid w:val="005E4E34"/>
    <w:rsid w:val="005E570F"/>
    <w:rsid w:val="005E6396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5479"/>
    <w:rsid w:val="006062A9"/>
    <w:rsid w:val="00610BED"/>
    <w:rsid w:val="0061568A"/>
    <w:rsid w:val="00616B16"/>
    <w:rsid w:val="00620833"/>
    <w:rsid w:val="00620B15"/>
    <w:rsid w:val="0062232B"/>
    <w:rsid w:val="00624C8D"/>
    <w:rsid w:val="00631FBE"/>
    <w:rsid w:val="00632482"/>
    <w:rsid w:val="0063443C"/>
    <w:rsid w:val="00634A34"/>
    <w:rsid w:val="00635501"/>
    <w:rsid w:val="006365C0"/>
    <w:rsid w:val="00640141"/>
    <w:rsid w:val="0064094D"/>
    <w:rsid w:val="00641AE8"/>
    <w:rsid w:val="00646BD4"/>
    <w:rsid w:val="00647747"/>
    <w:rsid w:val="006500FB"/>
    <w:rsid w:val="00650369"/>
    <w:rsid w:val="00650A4C"/>
    <w:rsid w:val="00651862"/>
    <w:rsid w:val="006518A7"/>
    <w:rsid w:val="00652B41"/>
    <w:rsid w:val="006538E9"/>
    <w:rsid w:val="00653E9B"/>
    <w:rsid w:val="006549D4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52FA"/>
    <w:rsid w:val="006754BF"/>
    <w:rsid w:val="00680BAC"/>
    <w:rsid w:val="00684B2C"/>
    <w:rsid w:val="00686C24"/>
    <w:rsid w:val="00690B53"/>
    <w:rsid w:val="00691592"/>
    <w:rsid w:val="00696370"/>
    <w:rsid w:val="006965C3"/>
    <w:rsid w:val="006A467F"/>
    <w:rsid w:val="006A518E"/>
    <w:rsid w:val="006A6158"/>
    <w:rsid w:val="006A6AB6"/>
    <w:rsid w:val="006A7066"/>
    <w:rsid w:val="006A70D1"/>
    <w:rsid w:val="006A7528"/>
    <w:rsid w:val="006B389E"/>
    <w:rsid w:val="006B3947"/>
    <w:rsid w:val="006B645A"/>
    <w:rsid w:val="006B66A1"/>
    <w:rsid w:val="006B675E"/>
    <w:rsid w:val="006B69A3"/>
    <w:rsid w:val="006C02AC"/>
    <w:rsid w:val="006C0640"/>
    <w:rsid w:val="006C2EF3"/>
    <w:rsid w:val="006C4A81"/>
    <w:rsid w:val="006C5824"/>
    <w:rsid w:val="006C5C3F"/>
    <w:rsid w:val="006C7439"/>
    <w:rsid w:val="006C79BF"/>
    <w:rsid w:val="006D0CCA"/>
    <w:rsid w:val="006D368B"/>
    <w:rsid w:val="006D3DD2"/>
    <w:rsid w:val="006D4ADF"/>
    <w:rsid w:val="006D60D2"/>
    <w:rsid w:val="006D6892"/>
    <w:rsid w:val="006E0A9E"/>
    <w:rsid w:val="006E2094"/>
    <w:rsid w:val="006E2616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5474"/>
    <w:rsid w:val="00711520"/>
    <w:rsid w:val="00712C85"/>
    <w:rsid w:val="00713602"/>
    <w:rsid w:val="007141DB"/>
    <w:rsid w:val="00714606"/>
    <w:rsid w:val="0071659C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3029"/>
    <w:rsid w:val="00736282"/>
    <w:rsid w:val="00737D19"/>
    <w:rsid w:val="00737DF9"/>
    <w:rsid w:val="00741A7A"/>
    <w:rsid w:val="00745D1E"/>
    <w:rsid w:val="00752E3C"/>
    <w:rsid w:val="0075383D"/>
    <w:rsid w:val="0075581F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4619"/>
    <w:rsid w:val="007763BF"/>
    <w:rsid w:val="00776C51"/>
    <w:rsid w:val="00781AFE"/>
    <w:rsid w:val="00783E32"/>
    <w:rsid w:val="007844C2"/>
    <w:rsid w:val="007911FA"/>
    <w:rsid w:val="00795274"/>
    <w:rsid w:val="007958EF"/>
    <w:rsid w:val="007961C2"/>
    <w:rsid w:val="007973EE"/>
    <w:rsid w:val="00797596"/>
    <w:rsid w:val="00797653"/>
    <w:rsid w:val="007978E4"/>
    <w:rsid w:val="007A1ABA"/>
    <w:rsid w:val="007A229D"/>
    <w:rsid w:val="007A32F8"/>
    <w:rsid w:val="007A7EF9"/>
    <w:rsid w:val="007A7F26"/>
    <w:rsid w:val="007B0A40"/>
    <w:rsid w:val="007B13D5"/>
    <w:rsid w:val="007B2000"/>
    <w:rsid w:val="007B30F7"/>
    <w:rsid w:val="007B66DF"/>
    <w:rsid w:val="007B7FD9"/>
    <w:rsid w:val="007C2FFB"/>
    <w:rsid w:val="007C36BF"/>
    <w:rsid w:val="007C63DA"/>
    <w:rsid w:val="007C6F18"/>
    <w:rsid w:val="007D3C76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F0D49"/>
    <w:rsid w:val="007F0E58"/>
    <w:rsid w:val="007F0E59"/>
    <w:rsid w:val="007F24B9"/>
    <w:rsid w:val="007F274A"/>
    <w:rsid w:val="007F72DE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42E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88C"/>
    <w:rsid w:val="00833C54"/>
    <w:rsid w:val="00833D0A"/>
    <w:rsid w:val="00834087"/>
    <w:rsid w:val="00835378"/>
    <w:rsid w:val="008357D7"/>
    <w:rsid w:val="00835D13"/>
    <w:rsid w:val="00836D4F"/>
    <w:rsid w:val="008378D4"/>
    <w:rsid w:val="008401F8"/>
    <w:rsid w:val="008418F5"/>
    <w:rsid w:val="008423A0"/>
    <w:rsid w:val="008431CC"/>
    <w:rsid w:val="00845D76"/>
    <w:rsid w:val="00846351"/>
    <w:rsid w:val="008470CC"/>
    <w:rsid w:val="00847662"/>
    <w:rsid w:val="008504F0"/>
    <w:rsid w:val="008524CE"/>
    <w:rsid w:val="008536A8"/>
    <w:rsid w:val="00853969"/>
    <w:rsid w:val="008608E4"/>
    <w:rsid w:val="00863653"/>
    <w:rsid w:val="00864A6D"/>
    <w:rsid w:val="00864F9C"/>
    <w:rsid w:val="00866D95"/>
    <w:rsid w:val="00870C2F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6332"/>
    <w:rsid w:val="00887510"/>
    <w:rsid w:val="00891854"/>
    <w:rsid w:val="00891CA7"/>
    <w:rsid w:val="00891F63"/>
    <w:rsid w:val="008943EF"/>
    <w:rsid w:val="0089760D"/>
    <w:rsid w:val="008A17A8"/>
    <w:rsid w:val="008A308E"/>
    <w:rsid w:val="008A3C3A"/>
    <w:rsid w:val="008A4778"/>
    <w:rsid w:val="008A6A59"/>
    <w:rsid w:val="008A7556"/>
    <w:rsid w:val="008B03D5"/>
    <w:rsid w:val="008B4361"/>
    <w:rsid w:val="008B4D8A"/>
    <w:rsid w:val="008B5B9C"/>
    <w:rsid w:val="008B6040"/>
    <w:rsid w:val="008B70D4"/>
    <w:rsid w:val="008B78E5"/>
    <w:rsid w:val="008C04AB"/>
    <w:rsid w:val="008C12F7"/>
    <w:rsid w:val="008C2902"/>
    <w:rsid w:val="008C625D"/>
    <w:rsid w:val="008C727C"/>
    <w:rsid w:val="008C72D4"/>
    <w:rsid w:val="008D09DE"/>
    <w:rsid w:val="008D16D7"/>
    <w:rsid w:val="008D1AD8"/>
    <w:rsid w:val="008D3344"/>
    <w:rsid w:val="008D40D4"/>
    <w:rsid w:val="008D746F"/>
    <w:rsid w:val="008D7BD9"/>
    <w:rsid w:val="008E333A"/>
    <w:rsid w:val="008E4CDA"/>
    <w:rsid w:val="008E762E"/>
    <w:rsid w:val="008F0ED8"/>
    <w:rsid w:val="008F1418"/>
    <w:rsid w:val="008F7043"/>
    <w:rsid w:val="009001EA"/>
    <w:rsid w:val="00906EC1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539F"/>
    <w:rsid w:val="00926C7E"/>
    <w:rsid w:val="00927634"/>
    <w:rsid w:val="00931EF9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4365"/>
    <w:rsid w:val="009466EC"/>
    <w:rsid w:val="00950000"/>
    <w:rsid w:val="00950015"/>
    <w:rsid w:val="00950E4D"/>
    <w:rsid w:val="009518A2"/>
    <w:rsid w:val="00951CAE"/>
    <w:rsid w:val="0095351C"/>
    <w:rsid w:val="009552AF"/>
    <w:rsid w:val="0095582D"/>
    <w:rsid w:val="00960718"/>
    <w:rsid w:val="00962679"/>
    <w:rsid w:val="00963E74"/>
    <w:rsid w:val="00964807"/>
    <w:rsid w:val="009668D4"/>
    <w:rsid w:val="00971307"/>
    <w:rsid w:val="00972EFF"/>
    <w:rsid w:val="009730ED"/>
    <w:rsid w:val="00973FDD"/>
    <w:rsid w:val="00981392"/>
    <w:rsid w:val="00984781"/>
    <w:rsid w:val="00984E6D"/>
    <w:rsid w:val="00986591"/>
    <w:rsid w:val="00987B23"/>
    <w:rsid w:val="009905C4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4AB"/>
    <w:rsid w:val="009A6A3E"/>
    <w:rsid w:val="009A6DA5"/>
    <w:rsid w:val="009A776A"/>
    <w:rsid w:val="009B1493"/>
    <w:rsid w:val="009B1F75"/>
    <w:rsid w:val="009B2335"/>
    <w:rsid w:val="009B4356"/>
    <w:rsid w:val="009B48B7"/>
    <w:rsid w:val="009B5BDF"/>
    <w:rsid w:val="009B7381"/>
    <w:rsid w:val="009B7751"/>
    <w:rsid w:val="009B7ADC"/>
    <w:rsid w:val="009B7E43"/>
    <w:rsid w:val="009C08A1"/>
    <w:rsid w:val="009C109C"/>
    <w:rsid w:val="009C3913"/>
    <w:rsid w:val="009C3C75"/>
    <w:rsid w:val="009C5754"/>
    <w:rsid w:val="009C6144"/>
    <w:rsid w:val="009C6C98"/>
    <w:rsid w:val="009C7AA9"/>
    <w:rsid w:val="009D3969"/>
    <w:rsid w:val="009D507D"/>
    <w:rsid w:val="009E0467"/>
    <w:rsid w:val="009E124B"/>
    <w:rsid w:val="009E1840"/>
    <w:rsid w:val="009E2B11"/>
    <w:rsid w:val="009E45E4"/>
    <w:rsid w:val="009E59CC"/>
    <w:rsid w:val="009E62AB"/>
    <w:rsid w:val="009F19A1"/>
    <w:rsid w:val="009F2B0E"/>
    <w:rsid w:val="00A00CDE"/>
    <w:rsid w:val="00A016D5"/>
    <w:rsid w:val="00A01CC6"/>
    <w:rsid w:val="00A059F5"/>
    <w:rsid w:val="00A07335"/>
    <w:rsid w:val="00A07E4C"/>
    <w:rsid w:val="00A11490"/>
    <w:rsid w:val="00A11728"/>
    <w:rsid w:val="00A16161"/>
    <w:rsid w:val="00A171C0"/>
    <w:rsid w:val="00A230E6"/>
    <w:rsid w:val="00A23298"/>
    <w:rsid w:val="00A251DA"/>
    <w:rsid w:val="00A27983"/>
    <w:rsid w:val="00A31596"/>
    <w:rsid w:val="00A32147"/>
    <w:rsid w:val="00A326B9"/>
    <w:rsid w:val="00A3345A"/>
    <w:rsid w:val="00A348F0"/>
    <w:rsid w:val="00A3491F"/>
    <w:rsid w:val="00A3499B"/>
    <w:rsid w:val="00A361B2"/>
    <w:rsid w:val="00A3784E"/>
    <w:rsid w:val="00A404FC"/>
    <w:rsid w:val="00A43E3E"/>
    <w:rsid w:val="00A45EE7"/>
    <w:rsid w:val="00A46973"/>
    <w:rsid w:val="00A46B41"/>
    <w:rsid w:val="00A46FA6"/>
    <w:rsid w:val="00A475BB"/>
    <w:rsid w:val="00A50266"/>
    <w:rsid w:val="00A50291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62BE"/>
    <w:rsid w:val="00A713FB"/>
    <w:rsid w:val="00A72436"/>
    <w:rsid w:val="00A725D4"/>
    <w:rsid w:val="00A75C7F"/>
    <w:rsid w:val="00A75FE5"/>
    <w:rsid w:val="00A76988"/>
    <w:rsid w:val="00A76C0B"/>
    <w:rsid w:val="00A8252B"/>
    <w:rsid w:val="00A82740"/>
    <w:rsid w:val="00A83F5B"/>
    <w:rsid w:val="00A84E3D"/>
    <w:rsid w:val="00A855AF"/>
    <w:rsid w:val="00A87E33"/>
    <w:rsid w:val="00A92253"/>
    <w:rsid w:val="00A9744C"/>
    <w:rsid w:val="00AA1577"/>
    <w:rsid w:val="00AA4080"/>
    <w:rsid w:val="00AA7A19"/>
    <w:rsid w:val="00AB2067"/>
    <w:rsid w:val="00AB2EDA"/>
    <w:rsid w:val="00AB35FA"/>
    <w:rsid w:val="00AB479D"/>
    <w:rsid w:val="00AB5AAE"/>
    <w:rsid w:val="00AB65B6"/>
    <w:rsid w:val="00AC32D8"/>
    <w:rsid w:val="00AC6A72"/>
    <w:rsid w:val="00AC6E17"/>
    <w:rsid w:val="00AC79AB"/>
    <w:rsid w:val="00AD18E8"/>
    <w:rsid w:val="00AE1368"/>
    <w:rsid w:val="00AE13ED"/>
    <w:rsid w:val="00AE1F3E"/>
    <w:rsid w:val="00AF04DB"/>
    <w:rsid w:val="00AF0A74"/>
    <w:rsid w:val="00AF2391"/>
    <w:rsid w:val="00AF2676"/>
    <w:rsid w:val="00AF2BD8"/>
    <w:rsid w:val="00AF3EC7"/>
    <w:rsid w:val="00AF4341"/>
    <w:rsid w:val="00AF5B88"/>
    <w:rsid w:val="00AF6324"/>
    <w:rsid w:val="00B01386"/>
    <w:rsid w:val="00B024E1"/>
    <w:rsid w:val="00B02704"/>
    <w:rsid w:val="00B048DE"/>
    <w:rsid w:val="00B06A57"/>
    <w:rsid w:val="00B06D5D"/>
    <w:rsid w:val="00B073F0"/>
    <w:rsid w:val="00B140F3"/>
    <w:rsid w:val="00B14C96"/>
    <w:rsid w:val="00B16F4F"/>
    <w:rsid w:val="00B224A3"/>
    <w:rsid w:val="00B26C84"/>
    <w:rsid w:val="00B27BBA"/>
    <w:rsid w:val="00B27E31"/>
    <w:rsid w:val="00B30016"/>
    <w:rsid w:val="00B30161"/>
    <w:rsid w:val="00B32B81"/>
    <w:rsid w:val="00B33AE9"/>
    <w:rsid w:val="00B36C43"/>
    <w:rsid w:val="00B40DE3"/>
    <w:rsid w:val="00B40F65"/>
    <w:rsid w:val="00B45497"/>
    <w:rsid w:val="00B5014C"/>
    <w:rsid w:val="00B50B66"/>
    <w:rsid w:val="00B51B8A"/>
    <w:rsid w:val="00B5362F"/>
    <w:rsid w:val="00B54287"/>
    <w:rsid w:val="00B5472F"/>
    <w:rsid w:val="00B6269B"/>
    <w:rsid w:val="00B630A3"/>
    <w:rsid w:val="00B64D16"/>
    <w:rsid w:val="00B6526E"/>
    <w:rsid w:val="00B66BB4"/>
    <w:rsid w:val="00B67BD1"/>
    <w:rsid w:val="00B7224D"/>
    <w:rsid w:val="00B73017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86463"/>
    <w:rsid w:val="00B90F28"/>
    <w:rsid w:val="00B91BEB"/>
    <w:rsid w:val="00B92C14"/>
    <w:rsid w:val="00B94296"/>
    <w:rsid w:val="00B96F65"/>
    <w:rsid w:val="00B97924"/>
    <w:rsid w:val="00BA0C1C"/>
    <w:rsid w:val="00BA1FBD"/>
    <w:rsid w:val="00BA222E"/>
    <w:rsid w:val="00BA2490"/>
    <w:rsid w:val="00BA3014"/>
    <w:rsid w:val="00BA4B66"/>
    <w:rsid w:val="00BA558B"/>
    <w:rsid w:val="00BA626A"/>
    <w:rsid w:val="00BB0775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C1289"/>
    <w:rsid w:val="00BC19AE"/>
    <w:rsid w:val="00BC3C7A"/>
    <w:rsid w:val="00BC7113"/>
    <w:rsid w:val="00BC76AA"/>
    <w:rsid w:val="00BD3002"/>
    <w:rsid w:val="00BD3AE6"/>
    <w:rsid w:val="00BD54C3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F11B3"/>
    <w:rsid w:val="00BF3AED"/>
    <w:rsid w:val="00BF3F5B"/>
    <w:rsid w:val="00BF478A"/>
    <w:rsid w:val="00BF51EC"/>
    <w:rsid w:val="00BF68D0"/>
    <w:rsid w:val="00C00F6A"/>
    <w:rsid w:val="00C043D9"/>
    <w:rsid w:val="00C04F1F"/>
    <w:rsid w:val="00C05779"/>
    <w:rsid w:val="00C05E7F"/>
    <w:rsid w:val="00C05F0B"/>
    <w:rsid w:val="00C06CE6"/>
    <w:rsid w:val="00C11ACA"/>
    <w:rsid w:val="00C12F8A"/>
    <w:rsid w:val="00C1421E"/>
    <w:rsid w:val="00C15FCB"/>
    <w:rsid w:val="00C16EE4"/>
    <w:rsid w:val="00C2115B"/>
    <w:rsid w:val="00C21933"/>
    <w:rsid w:val="00C2439F"/>
    <w:rsid w:val="00C25BD0"/>
    <w:rsid w:val="00C26C56"/>
    <w:rsid w:val="00C272F0"/>
    <w:rsid w:val="00C274EC"/>
    <w:rsid w:val="00C31A65"/>
    <w:rsid w:val="00C32968"/>
    <w:rsid w:val="00C33CDB"/>
    <w:rsid w:val="00C3491F"/>
    <w:rsid w:val="00C34D5C"/>
    <w:rsid w:val="00C36B26"/>
    <w:rsid w:val="00C371A6"/>
    <w:rsid w:val="00C43D88"/>
    <w:rsid w:val="00C45B31"/>
    <w:rsid w:val="00C503BF"/>
    <w:rsid w:val="00C5094D"/>
    <w:rsid w:val="00C5097E"/>
    <w:rsid w:val="00C528A6"/>
    <w:rsid w:val="00C5364A"/>
    <w:rsid w:val="00C5499E"/>
    <w:rsid w:val="00C55F39"/>
    <w:rsid w:val="00C56ADA"/>
    <w:rsid w:val="00C577EB"/>
    <w:rsid w:val="00C61272"/>
    <w:rsid w:val="00C614D3"/>
    <w:rsid w:val="00C614DB"/>
    <w:rsid w:val="00C61670"/>
    <w:rsid w:val="00C62516"/>
    <w:rsid w:val="00C638E4"/>
    <w:rsid w:val="00C65410"/>
    <w:rsid w:val="00C662F8"/>
    <w:rsid w:val="00C67F76"/>
    <w:rsid w:val="00C71B71"/>
    <w:rsid w:val="00C729E7"/>
    <w:rsid w:val="00C733A9"/>
    <w:rsid w:val="00C7414C"/>
    <w:rsid w:val="00C74A29"/>
    <w:rsid w:val="00C74E09"/>
    <w:rsid w:val="00C7567E"/>
    <w:rsid w:val="00C76E4D"/>
    <w:rsid w:val="00C771B2"/>
    <w:rsid w:val="00C778A9"/>
    <w:rsid w:val="00C81C60"/>
    <w:rsid w:val="00C81F85"/>
    <w:rsid w:val="00C83403"/>
    <w:rsid w:val="00C85495"/>
    <w:rsid w:val="00C8677B"/>
    <w:rsid w:val="00C90231"/>
    <w:rsid w:val="00C9571F"/>
    <w:rsid w:val="00C95D20"/>
    <w:rsid w:val="00CA10DF"/>
    <w:rsid w:val="00CA143F"/>
    <w:rsid w:val="00CA3BEF"/>
    <w:rsid w:val="00CA3D36"/>
    <w:rsid w:val="00CA3E05"/>
    <w:rsid w:val="00CA7650"/>
    <w:rsid w:val="00CB0C92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54FF"/>
    <w:rsid w:val="00CD02B8"/>
    <w:rsid w:val="00CD1E1F"/>
    <w:rsid w:val="00CD3E33"/>
    <w:rsid w:val="00CD4FD5"/>
    <w:rsid w:val="00CD51B6"/>
    <w:rsid w:val="00CE0B22"/>
    <w:rsid w:val="00CE1D9C"/>
    <w:rsid w:val="00CE39F9"/>
    <w:rsid w:val="00CE46E3"/>
    <w:rsid w:val="00CE47BF"/>
    <w:rsid w:val="00CE636C"/>
    <w:rsid w:val="00CE6A5A"/>
    <w:rsid w:val="00CE6BC1"/>
    <w:rsid w:val="00CF2B6F"/>
    <w:rsid w:val="00D001AC"/>
    <w:rsid w:val="00D025DE"/>
    <w:rsid w:val="00D0482A"/>
    <w:rsid w:val="00D05B9E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4046E"/>
    <w:rsid w:val="00D4453B"/>
    <w:rsid w:val="00D4690C"/>
    <w:rsid w:val="00D50E97"/>
    <w:rsid w:val="00D52349"/>
    <w:rsid w:val="00D65092"/>
    <w:rsid w:val="00D6517A"/>
    <w:rsid w:val="00D65999"/>
    <w:rsid w:val="00D65B5B"/>
    <w:rsid w:val="00D65EFC"/>
    <w:rsid w:val="00D6771D"/>
    <w:rsid w:val="00D70D32"/>
    <w:rsid w:val="00D72C5B"/>
    <w:rsid w:val="00D739AE"/>
    <w:rsid w:val="00D743CF"/>
    <w:rsid w:val="00D763AD"/>
    <w:rsid w:val="00D77447"/>
    <w:rsid w:val="00D8056B"/>
    <w:rsid w:val="00D8183B"/>
    <w:rsid w:val="00D82E31"/>
    <w:rsid w:val="00D83AC8"/>
    <w:rsid w:val="00D9055B"/>
    <w:rsid w:val="00D91594"/>
    <w:rsid w:val="00D9308D"/>
    <w:rsid w:val="00D966D3"/>
    <w:rsid w:val="00D978F7"/>
    <w:rsid w:val="00DA2D05"/>
    <w:rsid w:val="00DA72BB"/>
    <w:rsid w:val="00DB09AF"/>
    <w:rsid w:val="00DB18D0"/>
    <w:rsid w:val="00DB2732"/>
    <w:rsid w:val="00DB5A98"/>
    <w:rsid w:val="00DC0143"/>
    <w:rsid w:val="00DC01F4"/>
    <w:rsid w:val="00DC0D11"/>
    <w:rsid w:val="00DC2DF9"/>
    <w:rsid w:val="00DC4037"/>
    <w:rsid w:val="00DC73F6"/>
    <w:rsid w:val="00DC7A8C"/>
    <w:rsid w:val="00DD0F94"/>
    <w:rsid w:val="00DD13FA"/>
    <w:rsid w:val="00DD26A1"/>
    <w:rsid w:val="00DD7C09"/>
    <w:rsid w:val="00DE0D08"/>
    <w:rsid w:val="00DE2B1D"/>
    <w:rsid w:val="00DE2FFC"/>
    <w:rsid w:val="00DE395E"/>
    <w:rsid w:val="00DE4533"/>
    <w:rsid w:val="00DE4E85"/>
    <w:rsid w:val="00DE5510"/>
    <w:rsid w:val="00DE580A"/>
    <w:rsid w:val="00DE5EFD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499C"/>
    <w:rsid w:val="00E06C41"/>
    <w:rsid w:val="00E07F64"/>
    <w:rsid w:val="00E10404"/>
    <w:rsid w:val="00E11C38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E9"/>
    <w:rsid w:val="00E53A97"/>
    <w:rsid w:val="00E561F7"/>
    <w:rsid w:val="00E626F1"/>
    <w:rsid w:val="00E63635"/>
    <w:rsid w:val="00E65216"/>
    <w:rsid w:val="00E6630F"/>
    <w:rsid w:val="00E66996"/>
    <w:rsid w:val="00E71CF1"/>
    <w:rsid w:val="00E73301"/>
    <w:rsid w:val="00E734CB"/>
    <w:rsid w:val="00E73A6E"/>
    <w:rsid w:val="00E75959"/>
    <w:rsid w:val="00E779EA"/>
    <w:rsid w:val="00E77CC8"/>
    <w:rsid w:val="00E85CD1"/>
    <w:rsid w:val="00E86690"/>
    <w:rsid w:val="00E8706E"/>
    <w:rsid w:val="00E91782"/>
    <w:rsid w:val="00E91A75"/>
    <w:rsid w:val="00E92AA5"/>
    <w:rsid w:val="00E93847"/>
    <w:rsid w:val="00E94DF9"/>
    <w:rsid w:val="00EA1153"/>
    <w:rsid w:val="00EA1E30"/>
    <w:rsid w:val="00EA20E0"/>
    <w:rsid w:val="00EA3717"/>
    <w:rsid w:val="00EA4C1D"/>
    <w:rsid w:val="00EA63E4"/>
    <w:rsid w:val="00EA6756"/>
    <w:rsid w:val="00EA679A"/>
    <w:rsid w:val="00EA765B"/>
    <w:rsid w:val="00EA76FB"/>
    <w:rsid w:val="00EB011E"/>
    <w:rsid w:val="00EB190A"/>
    <w:rsid w:val="00EB2B49"/>
    <w:rsid w:val="00EB7488"/>
    <w:rsid w:val="00EC17C6"/>
    <w:rsid w:val="00EC3498"/>
    <w:rsid w:val="00EC404E"/>
    <w:rsid w:val="00EC4654"/>
    <w:rsid w:val="00EC4D87"/>
    <w:rsid w:val="00EC7EEB"/>
    <w:rsid w:val="00ED1275"/>
    <w:rsid w:val="00ED69B3"/>
    <w:rsid w:val="00ED6DCA"/>
    <w:rsid w:val="00EE32EC"/>
    <w:rsid w:val="00EE4DB8"/>
    <w:rsid w:val="00EE6A65"/>
    <w:rsid w:val="00EE7188"/>
    <w:rsid w:val="00EF0B5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104A8"/>
    <w:rsid w:val="00F10E35"/>
    <w:rsid w:val="00F11ED1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6F78"/>
    <w:rsid w:val="00F457B1"/>
    <w:rsid w:val="00F46F0E"/>
    <w:rsid w:val="00F522CB"/>
    <w:rsid w:val="00F53EC8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54C2"/>
    <w:rsid w:val="00F7762B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B50"/>
    <w:rsid w:val="00F95C40"/>
    <w:rsid w:val="00F96266"/>
    <w:rsid w:val="00F97371"/>
    <w:rsid w:val="00FA07C6"/>
    <w:rsid w:val="00FA0CBB"/>
    <w:rsid w:val="00FA27CE"/>
    <w:rsid w:val="00FA67A3"/>
    <w:rsid w:val="00FB0349"/>
    <w:rsid w:val="00FB59A2"/>
    <w:rsid w:val="00FB6C25"/>
    <w:rsid w:val="00FB7ED1"/>
    <w:rsid w:val="00FC2F35"/>
    <w:rsid w:val="00FC341F"/>
    <w:rsid w:val="00FC6040"/>
    <w:rsid w:val="00FC7490"/>
    <w:rsid w:val="00FC762A"/>
    <w:rsid w:val="00FD1F1C"/>
    <w:rsid w:val="00FD648F"/>
    <w:rsid w:val="00FD730C"/>
    <w:rsid w:val="00FE1441"/>
    <w:rsid w:val="00FE227B"/>
    <w:rsid w:val="00FE53B9"/>
    <w:rsid w:val="00FE5ECD"/>
    <w:rsid w:val="00FF1BD6"/>
    <w:rsid w:val="00FF299A"/>
    <w:rsid w:val="00FF2AFF"/>
    <w:rsid w:val="00FF4165"/>
    <w:rsid w:val="00FF5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E1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Normal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D1E1F"/>
    <w:pPr>
      <w:ind w:firstLine="54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91D00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Normal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965C3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CD1E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17E9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CD1E1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965C3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Normal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DefaultParagraphFont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Normal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CommentReference">
    <w:name w:val="annotation reference"/>
    <w:basedOn w:val="DefaultParagraphFont"/>
    <w:uiPriority w:val="99"/>
    <w:semiHidden/>
    <w:rsid w:val="00CD1E1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D1E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965C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D1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965C3"/>
    <w:rPr>
      <w:b/>
      <w:bCs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CD1E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Normal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"/>
    <w:basedOn w:val="Normal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"/>
    <w:basedOn w:val="Normal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rsid w:val="00CD1E1F"/>
    <w:pPr>
      <w:jc w:val="center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">
    <w:name w:val="Основной текст с отступом 22"/>
    <w:basedOn w:val="Normal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NoSpacing">
    <w:name w:val="No Spacing"/>
    <w:uiPriority w:val="99"/>
    <w:qFormat/>
    <w:rsid w:val="00F36F78"/>
    <w:rPr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TableGrid">
    <w:name w:val="Table Grid"/>
    <w:basedOn w:val="TableNormal"/>
    <w:uiPriority w:val="9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50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50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50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50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50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50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0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50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502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502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50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3</Pages>
  <Words>689</Words>
  <Characters>3930</Characters>
  <Application>Microsoft Office Outlook</Application>
  <DocSecurity>0</DocSecurity>
  <Lines>0</Lines>
  <Paragraphs>0</Paragraphs>
  <ScaleCrop>false</ScaleCrop>
  <Company>Департамент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subject/>
  <dc:creator>Гужов Максим Владимирович</dc:creator>
  <cp:keywords/>
  <dc:description/>
  <cp:lastModifiedBy>chernova</cp:lastModifiedBy>
  <cp:revision>21</cp:revision>
  <cp:lastPrinted>2012-09-28T05:47:00Z</cp:lastPrinted>
  <dcterms:created xsi:type="dcterms:W3CDTF">2012-09-26T10:01:00Z</dcterms:created>
  <dcterms:modified xsi:type="dcterms:W3CDTF">2012-10-04T07:36:00Z</dcterms:modified>
</cp:coreProperties>
</file>