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C1427" w:rsidTr="001C1427">
        <w:tc>
          <w:tcPr>
            <w:tcW w:w="426" w:type="dxa"/>
            <w:hideMark/>
          </w:tcPr>
          <w:p w:rsidR="001C1427" w:rsidRDefault="001C1427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C1427" w:rsidRDefault="001C142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 xml:space="preserve">  29.04.2014</w:t>
            </w:r>
          </w:p>
        </w:tc>
        <w:tc>
          <w:tcPr>
            <w:tcW w:w="4111" w:type="dxa"/>
          </w:tcPr>
          <w:p w:rsidR="001C1427" w:rsidRDefault="001C142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1C1427" w:rsidRDefault="001C142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C1427" w:rsidRDefault="001C1427">
            <w:pPr>
              <w:widowControl w:val="0"/>
              <w:overflowPunct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8</w:t>
            </w:r>
            <w:r>
              <w:rPr>
                <w:sz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5A2F3E" w:rsidRDefault="005A2F3E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5A2F3E" w:rsidRDefault="005A2F3E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5A2F3E" w:rsidRDefault="005A2F3E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BC7288" w:rsidRPr="00BC7288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D77210">
        <w:t xml:space="preserve">«О внесении изменений в </w:t>
      </w:r>
      <w:r>
        <w:t xml:space="preserve">Закон </w:t>
      </w:r>
    </w:p>
    <w:p w:rsidR="00BC7288" w:rsidRPr="00D9329B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D77210">
        <w:t>Ярославской области</w:t>
      </w:r>
      <w:r>
        <w:t xml:space="preserve"> «Об </w:t>
      </w:r>
      <w:proofErr w:type="gramStart"/>
      <w:r>
        <w:t>отдельных</w:t>
      </w:r>
      <w:proofErr w:type="gramEnd"/>
      <w:r>
        <w:t xml:space="preserve"> </w:t>
      </w:r>
    </w:p>
    <w:p w:rsidR="00BC7288" w:rsidRPr="00D9329B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proofErr w:type="gramStart"/>
      <w:r>
        <w:t>вопросах</w:t>
      </w:r>
      <w:proofErr w:type="gramEnd"/>
      <w:r>
        <w:t xml:space="preserve"> организации проведения капитального </w:t>
      </w:r>
    </w:p>
    <w:p w:rsidR="00BC7288" w:rsidRPr="00D9329B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ремонта общего имущества в </w:t>
      </w:r>
      <w:proofErr w:type="gramStart"/>
      <w:r>
        <w:t>многоквартирных</w:t>
      </w:r>
      <w:proofErr w:type="gramEnd"/>
      <w:r>
        <w:t xml:space="preserve"> </w:t>
      </w:r>
    </w:p>
    <w:p w:rsidR="00BC7288" w:rsidRPr="00D9329B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proofErr w:type="gramStart"/>
      <w:r>
        <w:t>домах</w:t>
      </w:r>
      <w:proofErr w:type="gramEnd"/>
      <w:r>
        <w:t xml:space="preserve"> на территории Ярославской области</w:t>
      </w:r>
      <w:r w:rsidRPr="00D77210">
        <w:t>»</w:t>
      </w:r>
    </w:p>
    <w:p w:rsidR="005B25DE" w:rsidRPr="005B25DE" w:rsidRDefault="005B25DE" w:rsidP="005B25DE">
      <w:pPr>
        <w:jc w:val="both"/>
        <w:rPr>
          <w:sz w:val="28"/>
          <w:szCs w:val="28"/>
        </w:rPr>
      </w:pP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5A2F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1A0ABD">
      <w:pPr>
        <w:ind w:firstLine="284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B25819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CB2CE6" w:rsidRPr="00115679">
        <w:rPr>
          <w:szCs w:val="28"/>
        </w:rPr>
        <w:t xml:space="preserve">. </w:t>
      </w:r>
      <w:r w:rsidR="00B90D14">
        <w:rPr>
          <w:szCs w:val="28"/>
        </w:rPr>
        <w:t>Отклонить</w:t>
      </w:r>
      <w:r w:rsidR="00B90D14" w:rsidRPr="00B90D14">
        <w:rPr>
          <w:szCs w:val="28"/>
        </w:rPr>
        <w:t xml:space="preserve"> </w:t>
      </w:r>
      <w:r w:rsidR="00C54C50" w:rsidRPr="00115679">
        <w:rPr>
          <w:szCs w:val="28"/>
        </w:rPr>
        <w:t>п</w:t>
      </w:r>
      <w:r w:rsidR="00F32960" w:rsidRPr="00115679">
        <w:rPr>
          <w:szCs w:val="28"/>
        </w:rPr>
        <w:t>роект закона Ярославской области</w:t>
      </w:r>
      <w:r w:rsidR="00115679">
        <w:rPr>
          <w:szCs w:val="28"/>
        </w:rPr>
        <w:t xml:space="preserve"> </w:t>
      </w:r>
      <w:r w:rsidR="00BC7288" w:rsidRPr="00D77210">
        <w:t>«О внесении измен</w:t>
      </w:r>
      <w:r w:rsidR="00BC7288" w:rsidRPr="00D77210">
        <w:t>е</w:t>
      </w:r>
      <w:r w:rsidR="00BC7288" w:rsidRPr="00D77210">
        <w:t xml:space="preserve">ний в </w:t>
      </w:r>
      <w:r w:rsidR="00BC7288">
        <w:t xml:space="preserve">Закон </w:t>
      </w:r>
      <w:r w:rsidR="00BC7288" w:rsidRPr="00D77210">
        <w:t>Ярославской области</w:t>
      </w:r>
      <w:r w:rsidR="00BC7288">
        <w:t xml:space="preserve"> «Об отдельных вопросах организации пр</w:t>
      </w:r>
      <w:r w:rsidR="00BC7288">
        <w:t>о</w:t>
      </w:r>
      <w:r w:rsidR="00BC7288">
        <w:t>ведения капитального ремонта общего имущества в многоквартирных домах на территории Ярославской области</w:t>
      </w:r>
      <w:r w:rsidR="00BC7288" w:rsidRPr="00D77210">
        <w:t>»</w:t>
      </w:r>
      <w:r w:rsidR="00BC7288" w:rsidRPr="00C06B86">
        <w:rPr>
          <w:i/>
          <w:szCs w:val="28"/>
        </w:rPr>
        <w:t xml:space="preserve">, </w:t>
      </w:r>
      <w:r w:rsidR="00BC7288" w:rsidRPr="00C06B86">
        <w:rPr>
          <w:iCs/>
          <w:szCs w:val="28"/>
        </w:rPr>
        <w:t xml:space="preserve">внесенный </w:t>
      </w:r>
      <w:r w:rsidR="001A7295" w:rsidRPr="00E352E4">
        <w:t xml:space="preserve">депутатами </w:t>
      </w:r>
      <w:r w:rsidR="001A7295" w:rsidRPr="00E352E4">
        <w:rPr>
          <w:spacing w:val="-8"/>
        </w:rPr>
        <w:t>Ярославской о</w:t>
      </w:r>
      <w:r w:rsidR="001A7295" w:rsidRPr="00E352E4">
        <w:rPr>
          <w:spacing w:val="-8"/>
        </w:rPr>
        <w:t>б</w:t>
      </w:r>
      <w:r w:rsidR="001A7295" w:rsidRPr="00E352E4">
        <w:rPr>
          <w:spacing w:val="-8"/>
        </w:rPr>
        <w:t>ластной Думы</w:t>
      </w:r>
      <w:r w:rsidR="001A7295" w:rsidRPr="00E352E4">
        <w:t xml:space="preserve"> </w:t>
      </w:r>
      <w:r w:rsidR="005A2F3E">
        <w:t>В.В. Денисовым</w:t>
      </w:r>
      <w:r w:rsidR="001A7295" w:rsidRPr="00E352E4">
        <w:t>,</w:t>
      </w:r>
      <w:r w:rsidR="005A2F3E">
        <w:t xml:space="preserve"> В.Л.</w:t>
      </w:r>
      <w:r w:rsidR="001A7295" w:rsidRPr="00E352E4">
        <w:t xml:space="preserve"> Журавлевым, </w:t>
      </w:r>
      <w:r w:rsidR="005A2F3E">
        <w:t xml:space="preserve">Л.Ю. </w:t>
      </w:r>
      <w:r w:rsidR="001A7295" w:rsidRPr="00E352E4">
        <w:t xml:space="preserve">Ушаковой, </w:t>
      </w:r>
      <w:r w:rsidR="005A2F3E">
        <w:t>Ю.К. </w:t>
      </w:r>
      <w:r w:rsidR="001A7295" w:rsidRPr="00E352E4">
        <w:t>Павловым,</w:t>
      </w:r>
      <w:r w:rsidR="005A2F3E">
        <w:t xml:space="preserve"> В.М.</w:t>
      </w:r>
      <w:r w:rsidR="001A7295" w:rsidRPr="00E352E4">
        <w:t xml:space="preserve"> Ермиловым,</w:t>
      </w:r>
      <w:r w:rsidR="005A2F3E">
        <w:t xml:space="preserve"> В.В. Ивановым</w:t>
      </w:r>
      <w:r w:rsidR="001A7295" w:rsidRPr="00E352E4">
        <w:t xml:space="preserve">, </w:t>
      </w:r>
      <w:r w:rsidR="005A2F3E">
        <w:t xml:space="preserve">А.Н. </w:t>
      </w:r>
      <w:r w:rsidR="001A7295" w:rsidRPr="00E352E4">
        <w:t>Ершовым,</w:t>
      </w:r>
      <w:r w:rsidR="005A2F3E">
        <w:t xml:space="preserve"> Е.Г </w:t>
      </w:r>
      <w:r w:rsidR="001A7295" w:rsidRPr="00E352E4">
        <w:t>Ершо</w:t>
      </w:r>
      <w:r w:rsidR="005A2F3E">
        <w:t>вым</w:t>
      </w:r>
      <w:r w:rsidR="001A7295" w:rsidRPr="00E352E4">
        <w:t>.</w:t>
      </w:r>
    </w:p>
    <w:p w:rsidR="00B51939" w:rsidRPr="00B25819" w:rsidRDefault="00CB2CE6" w:rsidP="00B51939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 xml:space="preserve">2. </w:t>
      </w:r>
      <w:r w:rsidR="00B51939">
        <w:rPr>
          <w:szCs w:val="28"/>
        </w:rPr>
        <w:t>Направить настоящее Постановление депутатам Ярославской о</w:t>
      </w:r>
      <w:r w:rsidR="00B51939">
        <w:rPr>
          <w:szCs w:val="28"/>
        </w:rPr>
        <w:t>б</w:t>
      </w:r>
      <w:r w:rsidR="00B51939">
        <w:rPr>
          <w:szCs w:val="28"/>
        </w:rPr>
        <w:t>ластной Думы</w:t>
      </w:r>
      <w:r w:rsidR="00B51939">
        <w:t xml:space="preserve"> </w:t>
      </w:r>
      <w:r w:rsidR="005A2F3E">
        <w:t xml:space="preserve">В.В. </w:t>
      </w:r>
      <w:r w:rsidR="00B51939">
        <w:t xml:space="preserve">Денисову, </w:t>
      </w:r>
      <w:r w:rsidR="005A2F3E">
        <w:t xml:space="preserve">В.Л. </w:t>
      </w:r>
      <w:r w:rsidR="00B51939">
        <w:t xml:space="preserve">Журавлеву, </w:t>
      </w:r>
      <w:r w:rsidR="005A2F3E">
        <w:t xml:space="preserve">Л.Ю. </w:t>
      </w:r>
      <w:r w:rsidR="00B51939">
        <w:t>Ушаковой,</w:t>
      </w:r>
      <w:r w:rsidR="00B51939" w:rsidRPr="00B51939">
        <w:t xml:space="preserve"> </w:t>
      </w:r>
      <w:r w:rsidR="005A2F3E">
        <w:t xml:space="preserve">Ю.К. </w:t>
      </w:r>
      <w:r w:rsidR="00B51939">
        <w:t>Павл</w:t>
      </w:r>
      <w:r w:rsidR="00B51939">
        <w:t>о</w:t>
      </w:r>
      <w:r w:rsidR="00B51939">
        <w:t xml:space="preserve">ву, </w:t>
      </w:r>
      <w:r w:rsidR="005A2F3E">
        <w:t xml:space="preserve">В.М. </w:t>
      </w:r>
      <w:r w:rsidR="00B51939">
        <w:t xml:space="preserve">Ермилову, </w:t>
      </w:r>
      <w:r w:rsidR="005A2F3E">
        <w:t xml:space="preserve">В.В. </w:t>
      </w:r>
      <w:r w:rsidR="00B51939">
        <w:t xml:space="preserve">Иванову, </w:t>
      </w:r>
      <w:r w:rsidR="005A2F3E">
        <w:t>А.Н. Ершову</w:t>
      </w:r>
      <w:r w:rsidR="00B51939">
        <w:t>,</w:t>
      </w:r>
      <w:r w:rsidR="005A2F3E">
        <w:t xml:space="preserve"> Е.Г. </w:t>
      </w:r>
      <w:r w:rsidR="00B51939">
        <w:t>Ершову</w:t>
      </w:r>
      <w:r w:rsidR="005A2F3E">
        <w:t>.</w:t>
      </w:r>
    </w:p>
    <w:p w:rsidR="00E102FF" w:rsidRDefault="00E102FF" w:rsidP="00F9695C">
      <w:pPr>
        <w:jc w:val="both"/>
        <w:rPr>
          <w:sz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E102FF" w:rsidRDefault="00093AC8" w:rsidP="009F12F5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5A2F3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9F12F5">
        <w:rPr>
          <w:sz w:val="28"/>
          <w:szCs w:val="28"/>
        </w:rPr>
        <w:t>М.В. Боровицкий</w:t>
      </w:r>
    </w:p>
    <w:sectPr w:rsidR="00E102FF" w:rsidSect="005A2F3E">
      <w:pgSz w:w="11906" w:h="16838"/>
      <w:pgMar w:top="4820" w:right="851" w:bottom="907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F0B" w:rsidRDefault="00636F0B">
      <w:r>
        <w:separator/>
      </w:r>
    </w:p>
  </w:endnote>
  <w:endnote w:type="continuationSeparator" w:id="0">
    <w:p w:rsidR="00636F0B" w:rsidRDefault="0063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F0B" w:rsidRDefault="00636F0B">
      <w:r>
        <w:separator/>
      </w:r>
    </w:p>
  </w:footnote>
  <w:footnote w:type="continuationSeparator" w:id="0">
    <w:p w:rsidR="00636F0B" w:rsidRDefault="00636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4195C"/>
    <w:rsid w:val="00152566"/>
    <w:rsid w:val="0016564F"/>
    <w:rsid w:val="00184A1C"/>
    <w:rsid w:val="001A0ABD"/>
    <w:rsid w:val="001A7295"/>
    <w:rsid w:val="001B1C0F"/>
    <w:rsid w:val="001C1427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30264"/>
    <w:rsid w:val="00246829"/>
    <w:rsid w:val="00257324"/>
    <w:rsid w:val="00266F5E"/>
    <w:rsid w:val="00282558"/>
    <w:rsid w:val="00284F62"/>
    <w:rsid w:val="00292EA5"/>
    <w:rsid w:val="002C03C2"/>
    <w:rsid w:val="002C1CA3"/>
    <w:rsid w:val="002F1954"/>
    <w:rsid w:val="002F200A"/>
    <w:rsid w:val="002F3D61"/>
    <w:rsid w:val="00301FDD"/>
    <w:rsid w:val="00327949"/>
    <w:rsid w:val="003440D7"/>
    <w:rsid w:val="0034458E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12A09"/>
    <w:rsid w:val="00514D2D"/>
    <w:rsid w:val="0051510E"/>
    <w:rsid w:val="0051638F"/>
    <w:rsid w:val="005314D4"/>
    <w:rsid w:val="0055501C"/>
    <w:rsid w:val="00566394"/>
    <w:rsid w:val="00584345"/>
    <w:rsid w:val="00597EBA"/>
    <w:rsid w:val="005A2F3E"/>
    <w:rsid w:val="005B25DE"/>
    <w:rsid w:val="005B3946"/>
    <w:rsid w:val="005C0900"/>
    <w:rsid w:val="005D033B"/>
    <w:rsid w:val="00636F0B"/>
    <w:rsid w:val="006730B3"/>
    <w:rsid w:val="006961AD"/>
    <w:rsid w:val="006A237F"/>
    <w:rsid w:val="006A27A5"/>
    <w:rsid w:val="006B0EE6"/>
    <w:rsid w:val="006C0CD5"/>
    <w:rsid w:val="006D5A93"/>
    <w:rsid w:val="006D6A9E"/>
    <w:rsid w:val="006E30C7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2172"/>
    <w:rsid w:val="00762612"/>
    <w:rsid w:val="0076488C"/>
    <w:rsid w:val="00787FC5"/>
    <w:rsid w:val="0079320E"/>
    <w:rsid w:val="007A567D"/>
    <w:rsid w:val="007B1C25"/>
    <w:rsid w:val="007B78A7"/>
    <w:rsid w:val="007C4BF0"/>
    <w:rsid w:val="007C7C8D"/>
    <w:rsid w:val="007F7785"/>
    <w:rsid w:val="00804752"/>
    <w:rsid w:val="00812780"/>
    <w:rsid w:val="00813A72"/>
    <w:rsid w:val="008142B4"/>
    <w:rsid w:val="0082312E"/>
    <w:rsid w:val="0084513C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03EBE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12F5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B78D5"/>
    <w:rsid w:val="00AC6BEE"/>
    <w:rsid w:val="00AE75D6"/>
    <w:rsid w:val="00AF1E34"/>
    <w:rsid w:val="00B0356F"/>
    <w:rsid w:val="00B25819"/>
    <w:rsid w:val="00B42317"/>
    <w:rsid w:val="00B51717"/>
    <w:rsid w:val="00B51939"/>
    <w:rsid w:val="00B51DE7"/>
    <w:rsid w:val="00B73FBD"/>
    <w:rsid w:val="00B77D5B"/>
    <w:rsid w:val="00B827E8"/>
    <w:rsid w:val="00B8479B"/>
    <w:rsid w:val="00B90D14"/>
    <w:rsid w:val="00B97378"/>
    <w:rsid w:val="00BC7288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308A"/>
    <w:rsid w:val="00CC6928"/>
    <w:rsid w:val="00CD3BB4"/>
    <w:rsid w:val="00CE59FB"/>
    <w:rsid w:val="00CE7C91"/>
    <w:rsid w:val="00CF09CD"/>
    <w:rsid w:val="00D265E9"/>
    <w:rsid w:val="00D85A0A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9722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C70F9-39E3-4C95-B757-C885D5830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67</cp:revision>
  <cp:lastPrinted>2011-06-17T07:19:00Z</cp:lastPrinted>
  <dcterms:created xsi:type="dcterms:W3CDTF">2011-05-25T04:39:00Z</dcterms:created>
  <dcterms:modified xsi:type="dcterms:W3CDTF">2014-05-07T05:39:00Z</dcterms:modified>
</cp:coreProperties>
</file>