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074D" w:rsidRPr="00C5074D" w:rsidTr="00C5074D">
        <w:tc>
          <w:tcPr>
            <w:tcW w:w="426" w:type="dxa"/>
            <w:vAlign w:val="bottom"/>
            <w:hideMark/>
          </w:tcPr>
          <w:p w:rsidR="00C5074D" w:rsidRPr="00C5074D" w:rsidRDefault="00C5074D" w:rsidP="00C507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5074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074D" w:rsidRPr="00C5074D" w:rsidRDefault="00C5074D" w:rsidP="00C507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074D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C5074D" w:rsidRPr="00C5074D" w:rsidRDefault="00C5074D" w:rsidP="00C507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5074D" w:rsidRPr="00C5074D" w:rsidRDefault="00C5074D" w:rsidP="00C507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07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074D" w:rsidRPr="00C5074D" w:rsidRDefault="00C5074D" w:rsidP="00C507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83</w:t>
            </w:r>
            <w:bookmarkStart w:id="0" w:name="_GoBack"/>
            <w:bookmarkEnd w:id="0"/>
          </w:p>
        </w:tc>
      </w:tr>
    </w:tbl>
    <w:p w:rsidR="004D22EF" w:rsidRPr="004D22EF" w:rsidRDefault="004D22EF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2EF" w:rsidRPr="004D22EF" w:rsidRDefault="004D22EF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838" w:rsidRPr="004D22EF" w:rsidRDefault="00A64838" w:rsidP="004D22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22EF">
        <w:rPr>
          <w:rFonts w:ascii="Times New Roman" w:hAnsi="Times New Roman" w:cs="Times New Roman"/>
          <w:bCs/>
          <w:sz w:val="28"/>
          <w:szCs w:val="28"/>
        </w:rPr>
        <w:t xml:space="preserve">О проекте федерального закона </w:t>
      </w:r>
    </w:p>
    <w:p w:rsidR="00A64838" w:rsidRPr="004D22EF" w:rsidRDefault="00A64838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22EF">
        <w:rPr>
          <w:rFonts w:ascii="Times New Roman" w:hAnsi="Times New Roman" w:cs="Times New Roman"/>
          <w:sz w:val="28"/>
          <w:szCs w:val="28"/>
        </w:rPr>
        <w:t>№ 640222-7 «</w:t>
      </w: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</w:t>
      </w:r>
    </w:p>
    <w:p w:rsidR="00A64838" w:rsidRPr="004D22EF" w:rsidRDefault="00A64838" w:rsidP="004D2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4D22EF">
        <w:rPr>
          <w:rFonts w:ascii="Times New Roman" w:hAnsi="Times New Roman" w:cs="Times New Roman"/>
          <w:sz w:val="28"/>
          <w:szCs w:val="28"/>
        </w:rPr>
        <w:t xml:space="preserve"> статью 38 Федерального закона </w:t>
      </w:r>
    </w:p>
    <w:p w:rsidR="00A64838" w:rsidRPr="004D22EF" w:rsidRDefault="00A64838" w:rsidP="004D2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2EF">
        <w:rPr>
          <w:rFonts w:ascii="Times New Roman" w:hAnsi="Times New Roman" w:cs="Times New Roman"/>
          <w:sz w:val="28"/>
          <w:szCs w:val="28"/>
        </w:rPr>
        <w:t>«</w:t>
      </w: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сельскохозяйственной</w:t>
      </w:r>
      <w:r w:rsidRPr="004D22EF">
        <w:rPr>
          <w:rFonts w:ascii="Times New Roman" w:hAnsi="Times New Roman" w:cs="Times New Roman"/>
          <w:sz w:val="28"/>
          <w:szCs w:val="28"/>
        </w:rPr>
        <w:t xml:space="preserve"> кооперации»</w:t>
      </w:r>
    </w:p>
    <w:p w:rsidR="00A3502E" w:rsidRPr="004D22EF" w:rsidRDefault="00A3502E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02E" w:rsidRPr="004D22EF" w:rsidRDefault="00A3502E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02E" w:rsidRPr="004D22EF" w:rsidRDefault="00A3502E" w:rsidP="004D22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3502E" w:rsidRPr="004D22EF" w:rsidRDefault="00A3502E" w:rsidP="004D22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02E" w:rsidRPr="004D22EF" w:rsidRDefault="00A3502E" w:rsidP="004D2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D2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D2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3502E" w:rsidRPr="004D22EF" w:rsidRDefault="00A3502E" w:rsidP="004D22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02E" w:rsidRPr="004D22EF" w:rsidRDefault="00A3502E" w:rsidP="004D22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4D22EF">
        <w:rPr>
          <w:rFonts w:ascii="Times New Roman" w:hAnsi="Times New Roman" w:cs="Times New Roman"/>
          <w:sz w:val="28"/>
          <w:szCs w:val="28"/>
        </w:rPr>
        <w:t>п</w:t>
      </w:r>
      <w:r w:rsidRPr="004D22EF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роект федерального закона </w:t>
      </w:r>
      <w:r w:rsidRPr="004D22EF">
        <w:rPr>
          <w:rFonts w:ascii="Times New Roman" w:hAnsi="Times New Roman" w:cs="Times New Roman"/>
          <w:sz w:val="28"/>
          <w:szCs w:val="28"/>
        </w:rPr>
        <w:t>№ 640222-7 «</w:t>
      </w: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 в</w:t>
      </w:r>
      <w:r w:rsidRPr="004D22EF">
        <w:rPr>
          <w:rFonts w:ascii="Times New Roman" w:hAnsi="Times New Roman" w:cs="Times New Roman"/>
          <w:sz w:val="28"/>
          <w:szCs w:val="28"/>
        </w:rPr>
        <w:t xml:space="preserve"> статью 38 Федерального закона «</w:t>
      </w: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сельскохозяйственной</w:t>
      </w:r>
      <w:r w:rsidRPr="004D22EF">
        <w:rPr>
          <w:rFonts w:ascii="Times New Roman" w:hAnsi="Times New Roman" w:cs="Times New Roman"/>
          <w:sz w:val="28"/>
          <w:szCs w:val="28"/>
        </w:rPr>
        <w:t xml:space="preserve"> к</w:t>
      </w:r>
      <w:r w:rsidRPr="004D22EF">
        <w:rPr>
          <w:rFonts w:ascii="Times New Roman" w:hAnsi="Times New Roman" w:cs="Times New Roman"/>
          <w:sz w:val="28"/>
          <w:szCs w:val="28"/>
        </w:rPr>
        <w:t>о</w:t>
      </w:r>
      <w:r w:rsidRPr="004D22EF">
        <w:rPr>
          <w:rFonts w:ascii="Times New Roman" w:hAnsi="Times New Roman" w:cs="Times New Roman"/>
          <w:sz w:val="28"/>
          <w:szCs w:val="28"/>
        </w:rPr>
        <w:t xml:space="preserve">операции», внесенный </w:t>
      </w:r>
      <w:r w:rsidR="00F15167" w:rsidRPr="004D22EF">
        <w:rPr>
          <w:rFonts w:ascii="Times New Roman" w:hAnsi="Times New Roman" w:cs="Times New Roman"/>
          <w:sz w:val="28"/>
          <w:szCs w:val="28"/>
        </w:rPr>
        <w:t xml:space="preserve">в </w:t>
      </w:r>
      <w:r w:rsidR="00F15167"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Думу Федерального Собрания Российской Федерации </w:t>
      </w:r>
      <w:r w:rsidRPr="004D22EF">
        <w:rPr>
          <w:rFonts w:ascii="Times New Roman" w:hAnsi="Times New Roman" w:cs="Times New Roman"/>
          <w:sz w:val="28"/>
          <w:szCs w:val="28"/>
        </w:rPr>
        <w:t>Самарской Губернской Думой.</w:t>
      </w:r>
    </w:p>
    <w:p w:rsidR="00A3502E" w:rsidRPr="004D22EF" w:rsidRDefault="00A3502E" w:rsidP="004D22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сам.</w:t>
      </w:r>
    </w:p>
    <w:p w:rsidR="00A3502E" w:rsidRPr="004D22EF" w:rsidRDefault="00A3502E" w:rsidP="004D22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A3502E" w:rsidRPr="004D22EF" w:rsidRDefault="00A3502E" w:rsidP="004D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02E" w:rsidRDefault="00A3502E" w:rsidP="004D22E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22EF" w:rsidRPr="004D22EF" w:rsidRDefault="004D22EF" w:rsidP="004D22E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502E" w:rsidRPr="004D22EF" w:rsidRDefault="00A3502E" w:rsidP="004D22E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4D22EF" w:rsidRDefault="00A3502E" w:rsidP="004D2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2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1851A9" w:rsidRPr="004D22EF" w:rsidSect="004D22E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2E"/>
    <w:rsid w:val="0025040D"/>
    <w:rsid w:val="004715D4"/>
    <w:rsid w:val="004D22EF"/>
    <w:rsid w:val="006873A7"/>
    <w:rsid w:val="008E202D"/>
    <w:rsid w:val="00A3502E"/>
    <w:rsid w:val="00A64838"/>
    <w:rsid w:val="00B85819"/>
    <w:rsid w:val="00B87190"/>
    <w:rsid w:val="00C5074D"/>
    <w:rsid w:val="00F1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3502E"/>
    <w:rPr>
      <w:vanish w:val="0"/>
      <w:webHidden w:val="0"/>
      <w:specVanish w:val="0"/>
    </w:rPr>
  </w:style>
  <w:style w:type="paragraph" w:styleId="a3">
    <w:name w:val="List Paragraph"/>
    <w:basedOn w:val="a"/>
    <w:uiPriority w:val="34"/>
    <w:qFormat/>
    <w:rsid w:val="00A35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3502E"/>
    <w:rPr>
      <w:vanish w:val="0"/>
      <w:webHidden w:val="0"/>
      <w:specVanish w:val="0"/>
    </w:rPr>
  </w:style>
  <w:style w:type="paragraph" w:styleId="a3">
    <w:name w:val="List Paragraph"/>
    <w:basedOn w:val="a"/>
    <w:uiPriority w:val="34"/>
    <w:qFormat/>
    <w:rsid w:val="00A35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2019-03-13T07:27:00Z</cp:lastPrinted>
  <dcterms:created xsi:type="dcterms:W3CDTF">2019-03-12T08:20:00Z</dcterms:created>
  <dcterms:modified xsi:type="dcterms:W3CDTF">2019-03-28T08:18:00Z</dcterms:modified>
</cp:coreProperties>
</file>