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E23EB0" w:rsidTr="00BD736C">
        <w:tc>
          <w:tcPr>
            <w:tcW w:w="709" w:type="dxa"/>
          </w:tcPr>
          <w:p w:rsidR="00E23EB0" w:rsidRDefault="00E23EB0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3EB0" w:rsidRDefault="00E23EB0">
            <w:pPr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28.02.2013</w:t>
            </w:r>
          </w:p>
        </w:tc>
        <w:tc>
          <w:tcPr>
            <w:tcW w:w="3260" w:type="dxa"/>
          </w:tcPr>
          <w:p w:rsidR="00E23EB0" w:rsidRDefault="00E23EB0">
            <w:pPr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E23EB0" w:rsidRDefault="00E23EB0">
            <w:pPr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3EB0" w:rsidRDefault="00E23EB0">
            <w:pPr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40</w:t>
            </w:r>
          </w:p>
        </w:tc>
      </w:tr>
    </w:tbl>
    <w:p w:rsidR="00E23EB0" w:rsidRDefault="00E23EB0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  <w:szCs w:val="28"/>
        </w:rPr>
      </w:pPr>
    </w:p>
    <w:p w:rsidR="00E23EB0" w:rsidRDefault="00E23EB0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  <w:szCs w:val="28"/>
        </w:rPr>
      </w:pPr>
    </w:p>
    <w:p w:rsidR="00E23EB0" w:rsidRDefault="00E23EB0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color w:val="000000"/>
          <w:szCs w:val="28"/>
        </w:rPr>
      </w:pPr>
    </w:p>
    <w:p w:rsidR="00E23EB0" w:rsidRPr="009C3C2F" w:rsidRDefault="00E23EB0" w:rsidP="00006435">
      <w:pPr>
        <w:pStyle w:val="BodyTextIndent2"/>
        <w:widowControl/>
        <w:tabs>
          <w:tab w:val="clear" w:pos="0"/>
          <w:tab w:val="left" w:pos="708"/>
        </w:tabs>
        <w:spacing w:line="240" w:lineRule="auto"/>
        <w:ind w:firstLine="0"/>
        <w:rPr>
          <w:szCs w:val="28"/>
        </w:rPr>
      </w:pPr>
      <w:r w:rsidRPr="009C3C2F">
        <w:rPr>
          <w:color w:val="000000"/>
          <w:szCs w:val="28"/>
        </w:rPr>
        <w:t xml:space="preserve">О проекте </w:t>
      </w:r>
      <w:r w:rsidRPr="009C3C2F">
        <w:rPr>
          <w:szCs w:val="28"/>
        </w:rPr>
        <w:t xml:space="preserve">закона Ярославской области </w:t>
      </w:r>
    </w:p>
    <w:p w:rsidR="00E23EB0" w:rsidRPr="008B7792" w:rsidRDefault="00E23EB0" w:rsidP="009C3C2F">
      <w:pPr>
        <w:jc w:val="both"/>
        <w:rPr>
          <w:sz w:val="28"/>
          <w:szCs w:val="28"/>
        </w:rPr>
      </w:pPr>
      <w:r w:rsidRPr="009C3C2F">
        <w:rPr>
          <w:sz w:val="28"/>
          <w:szCs w:val="28"/>
        </w:rPr>
        <w:t xml:space="preserve">«Об Уполномоченном по правам человека </w:t>
      </w:r>
    </w:p>
    <w:p w:rsidR="00E23EB0" w:rsidRPr="009C3C2F" w:rsidRDefault="00E23EB0" w:rsidP="009C3C2F">
      <w:pPr>
        <w:jc w:val="both"/>
        <w:rPr>
          <w:sz w:val="28"/>
          <w:szCs w:val="28"/>
        </w:rPr>
      </w:pPr>
      <w:r w:rsidRPr="009C3C2F">
        <w:rPr>
          <w:sz w:val="28"/>
          <w:szCs w:val="28"/>
        </w:rPr>
        <w:t>в Ярославской области</w:t>
      </w:r>
      <w:r w:rsidRPr="009C3C2F">
        <w:rPr>
          <w:bCs/>
          <w:sz w:val="28"/>
          <w:szCs w:val="28"/>
        </w:rPr>
        <w:t>»</w:t>
      </w:r>
    </w:p>
    <w:p w:rsidR="00E23EB0" w:rsidRPr="008B7792" w:rsidRDefault="00E23EB0" w:rsidP="009C296A">
      <w:pPr>
        <w:ind w:firstLine="709"/>
        <w:jc w:val="both"/>
        <w:rPr>
          <w:sz w:val="28"/>
          <w:szCs w:val="28"/>
        </w:rPr>
      </w:pPr>
    </w:p>
    <w:p w:rsidR="00E23EB0" w:rsidRPr="008B7792" w:rsidRDefault="00E23EB0" w:rsidP="009C296A">
      <w:pPr>
        <w:ind w:firstLine="709"/>
        <w:jc w:val="both"/>
        <w:rPr>
          <w:sz w:val="28"/>
          <w:szCs w:val="28"/>
        </w:rPr>
      </w:pPr>
    </w:p>
    <w:p w:rsidR="00E23EB0" w:rsidRPr="009C296A" w:rsidRDefault="00E23EB0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E23EB0" w:rsidRDefault="00E23EB0" w:rsidP="00F9695C">
      <w:pPr>
        <w:ind w:firstLine="709"/>
        <w:jc w:val="center"/>
        <w:rPr>
          <w:b/>
          <w:sz w:val="28"/>
          <w:szCs w:val="28"/>
        </w:rPr>
      </w:pPr>
    </w:p>
    <w:p w:rsidR="00E23EB0" w:rsidRPr="000903DF" w:rsidRDefault="00E23EB0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E23EB0" w:rsidRPr="009A70BA" w:rsidRDefault="00E23EB0" w:rsidP="00F9695C">
      <w:pPr>
        <w:ind w:firstLine="709"/>
        <w:jc w:val="center"/>
        <w:rPr>
          <w:b/>
          <w:sz w:val="28"/>
          <w:szCs w:val="28"/>
        </w:rPr>
      </w:pPr>
    </w:p>
    <w:p w:rsidR="00E23EB0" w:rsidRPr="00115679" w:rsidRDefault="00E23EB0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Принять в первом чтении проект закона Ярославской области </w:t>
      </w:r>
      <w:r>
        <w:t>«Об Уполномоченном по правам человека в Ярославской области</w:t>
      </w:r>
      <w:r>
        <w:rPr>
          <w:bCs/>
        </w:rPr>
        <w:t>»</w:t>
      </w:r>
      <w:r>
        <w:rPr>
          <w:i/>
        </w:rPr>
        <w:t xml:space="preserve">, </w:t>
      </w:r>
      <w:r w:rsidRPr="00E509A4">
        <w:rPr>
          <w:iCs/>
        </w:rPr>
        <w:t>внесе</w:t>
      </w:r>
      <w:r w:rsidRPr="00E509A4">
        <w:rPr>
          <w:iCs/>
        </w:rPr>
        <w:t>н</w:t>
      </w:r>
      <w:r w:rsidRPr="00E509A4">
        <w:rPr>
          <w:iCs/>
        </w:rPr>
        <w:t xml:space="preserve">ный </w:t>
      </w:r>
      <w:r>
        <w:rPr>
          <w:iCs/>
        </w:rPr>
        <w:t>Губернатором Ярославской области</w:t>
      </w:r>
      <w:r>
        <w:rPr>
          <w:szCs w:val="28"/>
        </w:rPr>
        <w:t>.</w:t>
      </w:r>
    </w:p>
    <w:p w:rsidR="00E23EB0" w:rsidRPr="000903DF" w:rsidRDefault="00E23EB0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E23EB0" w:rsidRPr="000903DF" w:rsidRDefault="00E23EB0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 xml:space="preserve">14 марта </w:t>
      </w:r>
      <w:r w:rsidRPr="000903DF">
        <w:rPr>
          <w:szCs w:val="28"/>
        </w:rPr>
        <w:t>201</w:t>
      </w:r>
      <w:r>
        <w:rPr>
          <w:szCs w:val="28"/>
        </w:rPr>
        <w:t>3</w:t>
      </w:r>
      <w:r w:rsidRPr="000903DF">
        <w:rPr>
          <w:szCs w:val="28"/>
        </w:rPr>
        <w:t xml:space="preserve"> года.</w:t>
      </w:r>
    </w:p>
    <w:p w:rsidR="00E23EB0" w:rsidRDefault="00E23EB0" w:rsidP="00F9695C">
      <w:pPr>
        <w:jc w:val="both"/>
        <w:rPr>
          <w:sz w:val="28"/>
        </w:rPr>
      </w:pPr>
    </w:p>
    <w:p w:rsidR="00E23EB0" w:rsidRDefault="00E23EB0" w:rsidP="00F9695C">
      <w:pPr>
        <w:jc w:val="both"/>
        <w:rPr>
          <w:sz w:val="28"/>
        </w:rPr>
      </w:pPr>
    </w:p>
    <w:p w:rsidR="00E23EB0" w:rsidRDefault="00E23EB0" w:rsidP="00F9695C">
      <w:pPr>
        <w:jc w:val="both"/>
        <w:rPr>
          <w:sz w:val="28"/>
        </w:rPr>
      </w:pPr>
    </w:p>
    <w:p w:rsidR="00E23EB0" w:rsidRDefault="00E23EB0" w:rsidP="00F9695C">
      <w:pPr>
        <w:pStyle w:val="Heading3"/>
      </w:pPr>
      <w:r>
        <w:t>Председатель</w:t>
      </w:r>
    </w:p>
    <w:p w:rsidR="00E23EB0" w:rsidRPr="005F0F4A" w:rsidRDefault="00E23EB0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bookmarkStart w:id="0" w:name="_GoBack"/>
      <w:bookmarkEnd w:id="0"/>
      <w:r>
        <w:rPr>
          <w:sz w:val="28"/>
          <w:szCs w:val="28"/>
        </w:rPr>
        <w:t>И.В. Осипов</w:t>
      </w:r>
    </w:p>
    <w:p w:rsidR="00E23EB0" w:rsidRDefault="00E23EB0" w:rsidP="00F9695C">
      <w:pPr>
        <w:pStyle w:val="Heading3"/>
      </w:pPr>
    </w:p>
    <w:sectPr w:rsidR="00E23EB0" w:rsidSect="008B779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3EB0" w:rsidRDefault="00E23EB0">
      <w:r>
        <w:separator/>
      </w:r>
    </w:p>
  </w:endnote>
  <w:endnote w:type="continuationSeparator" w:id="0">
    <w:p w:rsidR="00E23EB0" w:rsidRDefault="00E23E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3EB0" w:rsidRDefault="00E23EB0">
      <w:r>
        <w:separator/>
      </w:r>
    </w:p>
  </w:footnote>
  <w:footnote w:type="continuationSeparator" w:id="0">
    <w:p w:rsidR="00E23EB0" w:rsidRDefault="00E23E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51AB"/>
    <w:rsid w:val="00006435"/>
    <w:rsid w:val="00045831"/>
    <w:rsid w:val="000619AB"/>
    <w:rsid w:val="000903DF"/>
    <w:rsid w:val="00093AC8"/>
    <w:rsid w:val="0009582E"/>
    <w:rsid w:val="000A32D4"/>
    <w:rsid w:val="000B3E8A"/>
    <w:rsid w:val="000B4629"/>
    <w:rsid w:val="00115679"/>
    <w:rsid w:val="0011582D"/>
    <w:rsid w:val="00116929"/>
    <w:rsid w:val="00131CAC"/>
    <w:rsid w:val="00152566"/>
    <w:rsid w:val="0016564F"/>
    <w:rsid w:val="00184A1C"/>
    <w:rsid w:val="00192C4D"/>
    <w:rsid w:val="001B1C0F"/>
    <w:rsid w:val="001C2E7D"/>
    <w:rsid w:val="001C48BE"/>
    <w:rsid w:val="001C5686"/>
    <w:rsid w:val="001C6783"/>
    <w:rsid w:val="001E50E6"/>
    <w:rsid w:val="00202A29"/>
    <w:rsid w:val="00203892"/>
    <w:rsid w:val="002110B1"/>
    <w:rsid w:val="00214A41"/>
    <w:rsid w:val="00230264"/>
    <w:rsid w:val="00232F06"/>
    <w:rsid w:val="00246829"/>
    <w:rsid w:val="002517D9"/>
    <w:rsid w:val="00257324"/>
    <w:rsid w:val="00266F5E"/>
    <w:rsid w:val="002736C8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368B1"/>
    <w:rsid w:val="003440D7"/>
    <w:rsid w:val="0034786D"/>
    <w:rsid w:val="00347FD1"/>
    <w:rsid w:val="003729DD"/>
    <w:rsid w:val="003A2B73"/>
    <w:rsid w:val="003B68B2"/>
    <w:rsid w:val="003B7A35"/>
    <w:rsid w:val="003C205F"/>
    <w:rsid w:val="003C4E2F"/>
    <w:rsid w:val="003C786E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B1890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638F"/>
    <w:rsid w:val="0052351E"/>
    <w:rsid w:val="005314D4"/>
    <w:rsid w:val="0054332A"/>
    <w:rsid w:val="00551D0B"/>
    <w:rsid w:val="0055501C"/>
    <w:rsid w:val="00566394"/>
    <w:rsid w:val="00583927"/>
    <w:rsid w:val="00584345"/>
    <w:rsid w:val="00597EBA"/>
    <w:rsid w:val="005B25DE"/>
    <w:rsid w:val="005C0900"/>
    <w:rsid w:val="005D033B"/>
    <w:rsid w:val="005D1368"/>
    <w:rsid w:val="005F0F4A"/>
    <w:rsid w:val="0061064D"/>
    <w:rsid w:val="00650F54"/>
    <w:rsid w:val="006579FE"/>
    <w:rsid w:val="006730B3"/>
    <w:rsid w:val="00694D98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A7731"/>
    <w:rsid w:val="008B7792"/>
    <w:rsid w:val="008D1296"/>
    <w:rsid w:val="008E6CB0"/>
    <w:rsid w:val="008F54E2"/>
    <w:rsid w:val="0091365C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C3C2F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B585B"/>
    <w:rsid w:val="00AE75D6"/>
    <w:rsid w:val="00AF1E34"/>
    <w:rsid w:val="00B0356F"/>
    <w:rsid w:val="00B3040A"/>
    <w:rsid w:val="00B42317"/>
    <w:rsid w:val="00B51DE7"/>
    <w:rsid w:val="00B77D5B"/>
    <w:rsid w:val="00B827E8"/>
    <w:rsid w:val="00B8479B"/>
    <w:rsid w:val="00B97378"/>
    <w:rsid w:val="00BA7E63"/>
    <w:rsid w:val="00BD736C"/>
    <w:rsid w:val="00BD7F1B"/>
    <w:rsid w:val="00BE3C4B"/>
    <w:rsid w:val="00BF13FD"/>
    <w:rsid w:val="00BF5B74"/>
    <w:rsid w:val="00C05349"/>
    <w:rsid w:val="00C11722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CF1246"/>
    <w:rsid w:val="00D265E9"/>
    <w:rsid w:val="00D80484"/>
    <w:rsid w:val="00D825DB"/>
    <w:rsid w:val="00D90B94"/>
    <w:rsid w:val="00D931A9"/>
    <w:rsid w:val="00D959EB"/>
    <w:rsid w:val="00DC18DF"/>
    <w:rsid w:val="00DF3977"/>
    <w:rsid w:val="00DF3EBA"/>
    <w:rsid w:val="00E102FF"/>
    <w:rsid w:val="00E20539"/>
    <w:rsid w:val="00E23EB0"/>
    <w:rsid w:val="00E25E63"/>
    <w:rsid w:val="00E26DC8"/>
    <w:rsid w:val="00E27492"/>
    <w:rsid w:val="00E509A4"/>
    <w:rsid w:val="00E53A2D"/>
    <w:rsid w:val="00E663FD"/>
    <w:rsid w:val="00E868BF"/>
    <w:rsid w:val="00E87E1B"/>
    <w:rsid w:val="00EA072A"/>
    <w:rsid w:val="00EA3492"/>
    <w:rsid w:val="00EF2A6C"/>
    <w:rsid w:val="00F10E84"/>
    <w:rsid w:val="00F17842"/>
    <w:rsid w:val="00F233B6"/>
    <w:rsid w:val="00F2406D"/>
    <w:rsid w:val="00F31961"/>
    <w:rsid w:val="00F32960"/>
    <w:rsid w:val="00F53615"/>
    <w:rsid w:val="00F5641B"/>
    <w:rsid w:val="00F7403D"/>
    <w:rsid w:val="00F74299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136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D1368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5D1368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D1368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D1368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5D1368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5D1368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06435"/>
    <w:rPr>
      <w:rFonts w:cs="Times New Roman"/>
      <w:sz w:val="28"/>
    </w:rPr>
  </w:style>
  <w:style w:type="paragraph" w:styleId="BodyTextIndent">
    <w:name w:val="Body Text Indent"/>
    <w:basedOn w:val="Normal"/>
    <w:link w:val="BodyTextIndentChar"/>
    <w:uiPriority w:val="99"/>
    <w:rsid w:val="005D1368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D1368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5D1368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5D1368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5D136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5D1368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665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51</TotalTime>
  <Pages>1</Pages>
  <Words>116</Words>
  <Characters>662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66</cp:revision>
  <cp:lastPrinted>2011-06-17T07:19:00Z</cp:lastPrinted>
  <dcterms:created xsi:type="dcterms:W3CDTF">2011-05-25T04:39:00Z</dcterms:created>
  <dcterms:modified xsi:type="dcterms:W3CDTF">2013-03-06T05:09:00Z</dcterms:modified>
</cp:coreProperties>
</file>