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15293" w:rsidTr="00D170A3">
        <w:tc>
          <w:tcPr>
            <w:tcW w:w="709" w:type="dxa"/>
          </w:tcPr>
          <w:p w:rsidR="00415293" w:rsidRDefault="00415293" w:rsidP="00D170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5293" w:rsidRDefault="00415293" w:rsidP="00D170A3">
            <w:pPr>
              <w:jc w:val="both"/>
              <w:rPr>
                <w:sz w:val="28"/>
              </w:rPr>
            </w:pPr>
            <w:r>
              <w:rPr>
                <w:sz w:val="28"/>
              </w:rPr>
              <w:t>29.05.2012</w:t>
            </w:r>
          </w:p>
        </w:tc>
        <w:tc>
          <w:tcPr>
            <w:tcW w:w="3260" w:type="dxa"/>
          </w:tcPr>
          <w:p w:rsidR="00415293" w:rsidRDefault="00415293" w:rsidP="00D170A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415293" w:rsidRDefault="00415293" w:rsidP="00D170A3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5293" w:rsidRPr="00F556F1" w:rsidRDefault="00415293" w:rsidP="00D170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080</w:t>
            </w:r>
          </w:p>
        </w:tc>
      </w:tr>
    </w:tbl>
    <w:p w:rsidR="00415293" w:rsidRDefault="00415293" w:rsidP="00B9170F">
      <w:pPr>
        <w:rPr>
          <w:sz w:val="28"/>
          <w:szCs w:val="28"/>
        </w:rPr>
      </w:pPr>
    </w:p>
    <w:p w:rsidR="00415293" w:rsidRDefault="00415293" w:rsidP="00B9170F">
      <w:pPr>
        <w:rPr>
          <w:sz w:val="28"/>
          <w:szCs w:val="28"/>
        </w:rPr>
      </w:pPr>
    </w:p>
    <w:p w:rsidR="00415293" w:rsidRDefault="00415293" w:rsidP="00B9170F">
      <w:pPr>
        <w:rPr>
          <w:sz w:val="28"/>
          <w:szCs w:val="28"/>
        </w:rPr>
      </w:pPr>
    </w:p>
    <w:p w:rsidR="00415293" w:rsidRPr="00B9170F" w:rsidRDefault="00415293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>О назначении Силиной Ольги Николаевны</w:t>
      </w:r>
    </w:p>
    <w:p w:rsidR="00415293" w:rsidRPr="00B9170F" w:rsidRDefault="00415293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 xml:space="preserve">на должность мирового судьи судебного </w:t>
      </w:r>
    </w:p>
    <w:p w:rsidR="00415293" w:rsidRPr="00B9170F" w:rsidRDefault="00415293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 xml:space="preserve">участка № 5 Фрунзенского района </w:t>
      </w:r>
    </w:p>
    <w:p w:rsidR="00415293" w:rsidRPr="00B9170F" w:rsidRDefault="00415293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>г. Ярославля</w:t>
      </w:r>
    </w:p>
    <w:p w:rsidR="00415293" w:rsidRPr="00783AEE" w:rsidRDefault="00415293" w:rsidP="00BC1DE9">
      <w:pPr>
        <w:ind w:firstLine="709"/>
        <w:jc w:val="both"/>
        <w:rPr>
          <w:sz w:val="28"/>
          <w:szCs w:val="28"/>
        </w:rPr>
      </w:pPr>
    </w:p>
    <w:p w:rsidR="00415293" w:rsidRDefault="00415293" w:rsidP="00BC1DE9">
      <w:pPr>
        <w:ind w:firstLine="709"/>
        <w:jc w:val="both"/>
        <w:rPr>
          <w:sz w:val="28"/>
          <w:szCs w:val="28"/>
        </w:rPr>
      </w:pPr>
    </w:p>
    <w:p w:rsidR="00415293" w:rsidRPr="0004719C" w:rsidRDefault="00415293" w:rsidP="00BC1DE9">
      <w:pPr>
        <w:ind w:firstLine="709"/>
        <w:jc w:val="both"/>
        <w:rPr>
          <w:sz w:val="28"/>
          <w:szCs w:val="28"/>
        </w:rPr>
      </w:pPr>
      <w:r w:rsidRPr="00783AEE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Силиной Ольги</w:t>
      </w:r>
      <w:r w:rsidRPr="00783AEE">
        <w:rPr>
          <w:sz w:val="28"/>
          <w:szCs w:val="28"/>
        </w:rPr>
        <w:t xml:space="preserve"> Нико</w:t>
      </w:r>
      <w:r>
        <w:rPr>
          <w:sz w:val="28"/>
          <w:szCs w:val="28"/>
        </w:rPr>
        <w:t>лаевны</w:t>
      </w:r>
      <w:r w:rsidRPr="00783AEE">
        <w:rPr>
          <w:sz w:val="28"/>
          <w:szCs w:val="28"/>
        </w:rPr>
        <w:t xml:space="preserve"> на должность м</w:t>
      </w:r>
      <w:r w:rsidRPr="00783AEE">
        <w:rPr>
          <w:sz w:val="28"/>
          <w:szCs w:val="28"/>
        </w:rPr>
        <w:t>и</w:t>
      </w:r>
      <w:r w:rsidRPr="00783AEE">
        <w:rPr>
          <w:sz w:val="28"/>
          <w:szCs w:val="28"/>
        </w:rPr>
        <w:t>рового судьи судебного участка № 5 Фрунзенского района г. Ярославля, в соответствии с пунктом 6 статьи 26</w:t>
      </w:r>
      <w:r w:rsidRPr="0004719C">
        <w:rPr>
          <w:sz w:val="28"/>
          <w:szCs w:val="28"/>
        </w:rPr>
        <w:t xml:space="preserve">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415293" w:rsidRPr="0004719C" w:rsidRDefault="00415293" w:rsidP="00BC1DE9">
      <w:pPr>
        <w:ind w:firstLine="709"/>
        <w:jc w:val="both"/>
        <w:rPr>
          <w:sz w:val="28"/>
          <w:szCs w:val="28"/>
        </w:rPr>
      </w:pPr>
    </w:p>
    <w:p w:rsidR="00415293" w:rsidRPr="0004719C" w:rsidRDefault="00415293" w:rsidP="00BC1DE9">
      <w:pPr>
        <w:ind w:firstLine="709"/>
        <w:jc w:val="center"/>
        <w:rPr>
          <w:b/>
          <w:sz w:val="28"/>
          <w:szCs w:val="28"/>
        </w:rPr>
      </w:pPr>
      <w:r w:rsidRPr="0004719C">
        <w:rPr>
          <w:b/>
          <w:sz w:val="28"/>
          <w:szCs w:val="28"/>
        </w:rPr>
        <w:t>П О С Т А Н О В И Л А:</w:t>
      </w:r>
    </w:p>
    <w:p w:rsidR="00415293" w:rsidRPr="0004719C" w:rsidRDefault="00415293" w:rsidP="00BC1DE9">
      <w:pPr>
        <w:ind w:firstLine="709"/>
        <w:jc w:val="center"/>
        <w:rPr>
          <w:sz w:val="28"/>
          <w:szCs w:val="28"/>
        </w:rPr>
      </w:pPr>
    </w:p>
    <w:p w:rsidR="00415293" w:rsidRDefault="00415293" w:rsidP="00BC1DE9">
      <w:pPr>
        <w:pStyle w:val="BodyTextIndent2"/>
      </w:pPr>
      <w:r w:rsidRPr="0004719C">
        <w:rPr>
          <w:szCs w:val="28"/>
        </w:rPr>
        <w:t xml:space="preserve">Назначить </w:t>
      </w:r>
      <w:r>
        <w:rPr>
          <w:szCs w:val="28"/>
        </w:rPr>
        <w:t>Силину Ольгу Николаевну</w:t>
      </w:r>
      <w:r w:rsidRPr="0004719C">
        <w:rPr>
          <w:szCs w:val="28"/>
        </w:rPr>
        <w:t xml:space="preserve"> на </w:t>
      </w:r>
      <w:r>
        <w:rPr>
          <w:szCs w:val="28"/>
        </w:rPr>
        <w:t>трех</w:t>
      </w:r>
      <w:r w:rsidRPr="0004719C">
        <w:rPr>
          <w:szCs w:val="28"/>
        </w:rPr>
        <w:t>летний срок полномочий мировым судьей судебного</w:t>
      </w:r>
      <w:r w:rsidRPr="00FA3779">
        <w:rPr>
          <w:szCs w:val="28"/>
        </w:rPr>
        <w:t xml:space="preserve"> участка </w:t>
      </w:r>
      <w:r>
        <w:t xml:space="preserve">№ </w:t>
      </w:r>
      <w:r>
        <w:rPr>
          <w:szCs w:val="28"/>
        </w:rPr>
        <w:t>5</w:t>
      </w:r>
      <w:r w:rsidRPr="00222753">
        <w:rPr>
          <w:szCs w:val="28"/>
        </w:rPr>
        <w:t xml:space="preserve"> </w:t>
      </w:r>
      <w:r>
        <w:t xml:space="preserve">Фрунзенского района </w:t>
      </w:r>
      <w:bookmarkStart w:id="0" w:name="_GoBack"/>
      <w:bookmarkEnd w:id="0"/>
      <w:r>
        <w:t>г. Ярославля</w:t>
      </w:r>
      <w:r>
        <w:rPr>
          <w:szCs w:val="28"/>
        </w:rPr>
        <w:t>.</w:t>
      </w:r>
    </w:p>
    <w:p w:rsidR="00415293" w:rsidRDefault="00415293" w:rsidP="00BC1DE9">
      <w:pPr>
        <w:ind w:firstLine="709"/>
        <w:jc w:val="both"/>
        <w:rPr>
          <w:sz w:val="28"/>
        </w:rPr>
      </w:pPr>
    </w:p>
    <w:p w:rsidR="00415293" w:rsidRDefault="00415293" w:rsidP="00BC1DE9">
      <w:pPr>
        <w:ind w:firstLine="709"/>
        <w:jc w:val="both"/>
        <w:rPr>
          <w:sz w:val="28"/>
        </w:rPr>
      </w:pPr>
    </w:p>
    <w:p w:rsidR="00415293" w:rsidRDefault="00415293" w:rsidP="00BC1DE9">
      <w:pPr>
        <w:ind w:firstLine="709"/>
        <w:jc w:val="both"/>
        <w:rPr>
          <w:sz w:val="28"/>
        </w:rPr>
      </w:pPr>
    </w:p>
    <w:p w:rsidR="00415293" w:rsidRPr="00B9170F" w:rsidRDefault="00415293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>Председатель</w:t>
      </w:r>
    </w:p>
    <w:p w:rsidR="00415293" w:rsidRPr="00B9170F" w:rsidRDefault="00415293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>Ярославской областной Думы</w:t>
      </w:r>
      <w:r w:rsidRPr="00B9170F">
        <w:rPr>
          <w:sz w:val="28"/>
          <w:szCs w:val="28"/>
        </w:rPr>
        <w:tab/>
      </w:r>
      <w:r w:rsidRPr="00B9170F">
        <w:rPr>
          <w:sz w:val="28"/>
          <w:szCs w:val="28"/>
        </w:rPr>
        <w:tab/>
      </w:r>
      <w:r w:rsidRPr="00B9170F">
        <w:rPr>
          <w:sz w:val="28"/>
          <w:szCs w:val="28"/>
        </w:rPr>
        <w:tab/>
      </w:r>
      <w:r w:rsidRPr="00B9170F">
        <w:rPr>
          <w:sz w:val="28"/>
          <w:szCs w:val="28"/>
        </w:rPr>
        <w:tab/>
        <w:t xml:space="preserve">                В.В. Рогоцкий</w:t>
      </w:r>
    </w:p>
    <w:p w:rsidR="00415293" w:rsidRDefault="00415293" w:rsidP="00BC1DE9">
      <w:pPr>
        <w:jc w:val="both"/>
      </w:pPr>
    </w:p>
    <w:sectPr w:rsidR="00415293" w:rsidSect="00CC43D6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4719C"/>
    <w:rsid w:val="000507FA"/>
    <w:rsid w:val="00074D41"/>
    <w:rsid w:val="00086790"/>
    <w:rsid w:val="00116DA1"/>
    <w:rsid w:val="00127523"/>
    <w:rsid w:val="001C4D39"/>
    <w:rsid w:val="00206785"/>
    <w:rsid w:val="00211740"/>
    <w:rsid w:val="00222753"/>
    <w:rsid w:val="00260523"/>
    <w:rsid w:val="00262580"/>
    <w:rsid w:val="002859B3"/>
    <w:rsid w:val="002A58A0"/>
    <w:rsid w:val="00317A46"/>
    <w:rsid w:val="0037176C"/>
    <w:rsid w:val="003C14B6"/>
    <w:rsid w:val="00415293"/>
    <w:rsid w:val="00431913"/>
    <w:rsid w:val="00432478"/>
    <w:rsid w:val="00473E42"/>
    <w:rsid w:val="004851EF"/>
    <w:rsid w:val="00485C0F"/>
    <w:rsid w:val="00494382"/>
    <w:rsid w:val="004A4407"/>
    <w:rsid w:val="00543AC3"/>
    <w:rsid w:val="00552ED8"/>
    <w:rsid w:val="005D7116"/>
    <w:rsid w:val="005F3481"/>
    <w:rsid w:val="00622602"/>
    <w:rsid w:val="006F4AF7"/>
    <w:rsid w:val="0071597C"/>
    <w:rsid w:val="007459DC"/>
    <w:rsid w:val="00783AEE"/>
    <w:rsid w:val="007B30A5"/>
    <w:rsid w:val="00800219"/>
    <w:rsid w:val="0080676A"/>
    <w:rsid w:val="00835483"/>
    <w:rsid w:val="00852D55"/>
    <w:rsid w:val="00855C73"/>
    <w:rsid w:val="008817F5"/>
    <w:rsid w:val="00883129"/>
    <w:rsid w:val="008B0005"/>
    <w:rsid w:val="008B5886"/>
    <w:rsid w:val="008C71F0"/>
    <w:rsid w:val="00902CB8"/>
    <w:rsid w:val="00997E0D"/>
    <w:rsid w:val="00A1532D"/>
    <w:rsid w:val="00A34F28"/>
    <w:rsid w:val="00A45C28"/>
    <w:rsid w:val="00A6335A"/>
    <w:rsid w:val="00AB084B"/>
    <w:rsid w:val="00AB08B2"/>
    <w:rsid w:val="00AC190A"/>
    <w:rsid w:val="00AF3E15"/>
    <w:rsid w:val="00B424BA"/>
    <w:rsid w:val="00B57249"/>
    <w:rsid w:val="00B9170F"/>
    <w:rsid w:val="00BC1DE9"/>
    <w:rsid w:val="00C2329B"/>
    <w:rsid w:val="00C56E9C"/>
    <w:rsid w:val="00CB6E42"/>
    <w:rsid w:val="00CC43D6"/>
    <w:rsid w:val="00D170A3"/>
    <w:rsid w:val="00D46786"/>
    <w:rsid w:val="00D659EC"/>
    <w:rsid w:val="00DC0BE6"/>
    <w:rsid w:val="00E07DDF"/>
    <w:rsid w:val="00E67DA2"/>
    <w:rsid w:val="00E73527"/>
    <w:rsid w:val="00EB071D"/>
    <w:rsid w:val="00EB39D0"/>
    <w:rsid w:val="00EE18B3"/>
    <w:rsid w:val="00EF6C0A"/>
    <w:rsid w:val="00F556F1"/>
    <w:rsid w:val="00FA3779"/>
    <w:rsid w:val="00FD0A34"/>
    <w:rsid w:val="00FD3402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402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402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402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588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B588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B5886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FD340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588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D3402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FD34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5886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4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5886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D3402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B5886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D3402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8B5886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D3402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5886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5886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34</TotalTime>
  <Pages>1</Pages>
  <Words>113</Words>
  <Characters>648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29</cp:revision>
  <cp:lastPrinted>2011-12-13T10:34:00Z</cp:lastPrinted>
  <dcterms:created xsi:type="dcterms:W3CDTF">2011-05-12T04:59:00Z</dcterms:created>
  <dcterms:modified xsi:type="dcterms:W3CDTF">2012-06-01T05:33:00Z</dcterms:modified>
</cp:coreProperties>
</file>