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B50DF" w:rsidTr="00AB50DF">
        <w:tc>
          <w:tcPr>
            <w:tcW w:w="426" w:type="dxa"/>
            <w:vAlign w:val="bottom"/>
            <w:hideMark/>
          </w:tcPr>
          <w:p w:rsidR="00AB50DF" w:rsidRDefault="00AB50DF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B50DF" w:rsidRDefault="00AB50DF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24.04.2018</w:t>
            </w:r>
          </w:p>
        </w:tc>
        <w:tc>
          <w:tcPr>
            <w:tcW w:w="4111" w:type="dxa"/>
            <w:vAlign w:val="bottom"/>
          </w:tcPr>
          <w:p w:rsidR="00AB50DF" w:rsidRDefault="00AB50DF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AB50DF" w:rsidRDefault="00AB50DF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B50DF" w:rsidRDefault="00AB50D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342D8D" w:rsidRPr="00342D8D" w:rsidRDefault="00342D8D" w:rsidP="00342D8D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D8D" w:rsidRPr="00342D8D" w:rsidRDefault="00342D8D" w:rsidP="00342D8D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756" w:rsidRPr="00342D8D" w:rsidRDefault="00755756" w:rsidP="00342D8D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Законе Ярославской области </w:t>
      </w:r>
    </w:p>
    <w:p w:rsidR="00755756" w:rsidRPr="00342D8D" w:rsidRDefault="00755756" w:rsidP="00342D8D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</w:t>
      </w:r>
    </w:p>
    <w:p w:rsidR="00755756" w:rsidRPr="00342D8D" w:rsidRDefault="00755756" w:rsidP="00342D8D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Закон Ярославской области </w:t>
      </w:r>
    </w:p>
    <w:p w:rsidR="00755756" w:rsidRPr="00342D8D" w:rsidRDefault="00755756" w:rsidP="00342D8D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градостроительной деятельности </w:t>
      </w:r>
    </w:p>
    <w:p w:rsidR="00DC6C42" w:rsidRPr="00342D8D" w:rsidRDefault="00755756" w:rsidP="00342D8D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D8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Ярославской области»</w:t>
      </w:r>
    </w:p>
    <w:p w:rsidR="00755756" w:rsidRPr="00342D8D" w:rsidRDefault="00755756" w:rsidP="00342D8D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7EA" w:rsidRPr="00342D8D" w:rsidRDefault="00FD47EA" w:rsidP="00342D8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342D8D" w:rsidRDefault="00605AD7" w:rsidP="00342D8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2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342D8D" w:rsidRDefault="00FB500E" w:rsidP="00342D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342D8D" w:rsidRDefault="00605AD7" w:rsidP="00342D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42D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342D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342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342D8D" w:rsidRDefault="00605AD7" w:rsidP="00342D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342D8D" w:rsidRDefault="00617FFE" w:rsidP="00342D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2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605AD7" w:rsidRPr="00342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Принять </w:t>
      </w:r>
      <w:r w:rsidRPr="00342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 </w:t>
      </w:r>
      <w:r w:rsidR="0023097F" w:rsidRPr="00342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области</w:t>
      </w:r>
      <w:r w:rsidR="00D63D69" w:rsidRPr="00342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внесении изменений в Закон Ярославской области «О градостроительной деятельности на территории Ярославской области».</w:t>
      </w:r>
    </w:p>
    <w:p w:rsidR="00605AD7" w:rsidRPr="00342D8D" w:rsidRDefault="00617FFE" w:rsidP="00342D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2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Направить указанный Закон </w:t>
      </w:r>
      <w:r w:rsidR="00D56896" w:rsidRPr="00342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области </w:t>
      </w:r>
      <w:r w:rsidRPr="00342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</w:t>
      </w:r>
      <w:r w:rsidR="00EC06BB" w:rsidRPr="00342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бернатору</w:t>
      </w:r>
      <w:r w:rsidRPr="00342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Яр</w:t>
      </w:r>
      <w:r w:rsidRPr="00342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42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605AD7" w:rsidRPr="00342D8D" w:rsidRDefault="00605AD7" w:rsidP="00342D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6BB" w:rsidRDefault="00EC06BB" w:rsidP="00342D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2D8D" w:rsidRPr="00342D8D" w:rsidRDefault="00342D8D" w:rsidP="00342D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342D8D" w:rsidRDefault="00605AD7" w:rsidP="00342D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2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605AD7" w:rsidRPr="00342D8D" w:rsidRDefault="00605AD7" w:rsidP="00342D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2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областной Думы                                                М.В. Боровицкий</w:t>
      </w:r>
    </w:p>
    <w:p w:rsidR="004E4C53" w:rsidRPr="00342D8D" w:rsidRDefault="004E4C53" w:rsidP="00342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E4C53" w:rsidRPr="00342D8D" w:rsidSect="00342D8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1240E6"/>
    <w:rsid w:val="001B74CA"/>
    <w:rsid w:val="002242D8"/>
    <w:rsid w:val="0023097F"/>
    <w:rsid w:val="00243495"/>
    <w:rsid w:val="00342D8D"/>
    <w:rsid w:val="00416764"/>
    <w:rsid w:val="004E4C53"/>
    <w:rsid w:val="00605AD7"/>
    <w:rsid w:val="00617FFE"/>
    <w:rsid w:val="006D5E7D"/>
    <w:rsid w:val="006F0F6E"/>
    <w:rsid w:val="00755756"/>
    <w:rsid w:val="00800E3F"/>
    <w:rsid w:val="00954F00"/>
    <w:rsid w:val="00A34C55"/>
    <w:rsid w:val="00AB50DF"/>
    <w:rsid w:val="00B04A11"/>
    <w:rsid w:val="00B247BA"/>
    <w:rsid w:val="00B36632"/>
    <w:rsid w:val="00C878EC"/>
    <w:rsid w:val="00D56896"/>
    <w:rsid w:val="00D63D69"/>
    <w:rsid w:val="00DC6C42"/>
    <w:rsid w:val="00EC06BB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9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33</cp:revision>
  <cp:lastPrinted>2018-04-19T09:38:00Z</cp:lastPrinted>
  <dcterms:created xsi:type="dcterms:W3CDTF">2014-06-24T08:53:00Z</dcterms:created>
  <dcterms:modified xsi:type="dcterms:W3CDTF">2018-04-25T05:44:00Z</dcterms:modified>
</cp:coreProperties>
</file>