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D3D74" w:rsidRPr="009C621F" w:rsidTr="009C621F">
        <w:tc>
          <w:tcPr>
            <w:tcW w:w="709" w:type="dxa"/>
          </w:tcPr>
          <w:p w:rsidR="005D3D74" w:rsidRPr="009C621F" w:rsidRDefault="005D3D74" w:rsidP="009C62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9C621F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3D74" w:rsidRPr="009C621F" w:rsidRDefault="005D3D74" w:rsidP="009C62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9C621F">
              <w:rPr>
                <w:rFonts w:ascii="Times New Roman" w:hAnsi="Times New Roman"/>
                <w:sz w:val="28"/>
              </w:rPr>
              <w:t>22.11.2011</w:t>
            </w:r>
          </w:p>
        </w:tc>
        <w:tc>
          <w:tcPr>
            <w:tcW w:w="3260" w:type="dxa"/>
          </w:tcPr>
          <w:p w:rsidR="005D3D74" w:rsidRPr="009C621F" w:rsidRDefault="005D3D74" w:rsidP="009C62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D3D74" w:rsidRPr="009C621F" w:rsidRDefault="005D3D74" w:rsidP="009C62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9C621F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3D74" w:rsidRPr="009C621F" w:rsidRDefault="005D3D74" w:rsidP="009C62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198</w:t>
            </w:r>
          </w:p>
        </w:tc>
      </w:tr>
    </w:tbl>
    <w:p w:rsidR="005D3D74" w:rsidRPr="00611C69" w:rsidRDefault="005D3D74" w:rsidP="009C62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3D74" w:rsidRPr="00611C69" w:rsidRDefault="005D3D74" w:rsidP="009C62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3D74" w:rsidRPr="00611C69" w:rsidRDefault="005D3D74" w:rsidP="009C62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3D74" w:rsidRDefault="005D3D74" w:rsidP="009C621F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5D3D74" w:rsidRPr="007B0343" w:rsidRDefault="005D3D74" w:rsidP="009C621F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 xml:space="preserve">«О внесении изменений в Закон </w:t>
      </w:r>
    </w:p>
    <w:p w:rsidR="005D3D74" w:rsidRPr="007B0343" w:rsidRDefault="005D3D74" w:rsidP="009C621F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 xml:space="preserve">Ярославской области «О бесплатном </w:t>
      </w:r>
    </w:p>
    <w:p w:rsidR="005D3D74" w:rsidRPr="007B0343" w:rsidRDefault="005D3D74" w:rsidP="007B034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 xml:space="preserve">предоставлении в собственность граждан </w:t>
      </w:r>
    </w:p>
    <w:p w:rsidR="005D3D74" w:rsidRPr="007B0343" w:rsidRDefault="005D3D74" w:rsidP="007B034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 xml:space="preserve">земельных участков, находящихся в </w:t>
      </w:r>
    </w:p>
    <w:p w:rsidR="005D3D74" w:rsidRPr="007B0343" w:rsidRDefault="005D3D74" w:rsidP="007B034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 xml:space="preserve">государственной или муниципальной </w:t>
      </w:r>
    </w:p>
    <w:p w:rsidR="005D3D74" w:rsidRDefault="005D3D74" w:rsidP="007B034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7B0343">
        <w:rPr>
          <w:rFonts w:ascii="Times New Roman" w:hAnsi="Times New Roman"/>
          <w:spacing w:val="-5"/>
          <w:sz w:val="28"/>
          <w:szCs w:val="20"/>
          <w:lang w:eastAsia="ru-RU"/>
        </w:rPr>
        <w:t>собственности»</w:t>
      </w:r>
    </w:p>
    <w:p w:rsidR="005D3D74" w:rsidRPr="00B93A84" w:rsidRDefault="005D3D74" w:rsidP="007B034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3D74" w:rsidRPr="00B93A84" w:rsidRDefault="005D3D74" w:rsidP="007B03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3D74" w:rsidRPr="00B93A84" w:rsidRDefault="005D3D74" w:rsidP="003A2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D3D74" w:rsidRPr="00B93A84" w:rsidRDefault="005D3D74" w:rsidP="003A2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3D74" w:rsidRPr="00B93A84" w:rsidRDefault="005D3D74" w:rsidP="003A29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D3D74" w:rsidRPr="00B93A84" w:rsidRDefault="005D3D74" w:rsidP="003A29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D3D74" w:rsidRDefault="005D3D74" w:rsidP="003A29C0">
      <w:pPr>
        <w:pStyle w:val="21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205ED0">
        <w:rPr>
          <w:spacing w:val="-5"/>
        </w:rPr>
        <w:t>«</w:t>
      </w:r>
      <w:r>
        <w:rPr>
          <w:spacing w:val="-5"/>
        </w:rPr>
        <w:t>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</w:t>
      </w:r>
      <w:r>
        <w:rPr>
          <w:spacing w:val="-5"/>
        </w:rPr>
        <w:t>б</w:t>
      </w:r>
      <w:r>
        <w:rPr>
          <w:spacing w:val="-5"/>
        </w:rPr>
        <w:t>ственности</w:t>
      </w:r>
      <w:r w:rsidRPr="00205ED0">
        <w:rPr>
          <w:spacing w:val="-5"/>
        </w:rPr>
        <w:t>»</w:t>
      </w:r>
      <w:r>
        <w:rPr>
          <w:szCs w:val="28"/>
        </w:rPr>
        <w:t>.</w:t>
      </w:r>
    </w:p>
    <w:p w:rsidR="005D3D74" w:rsidRPr="006B1649" w:rsidRDefault="005D3D74" w:rsidP="003A2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5D3D74" w:rsidRDefault="005D3D74" w:rsidP="00611C69">
      <w:pPr>
        <w:spacing w:after="0"/>
        <w:jc w:val="both"/>
        <w:rPr>
          <w:sz w:val="28"/>
          <w:szCs w:val="28"/>
        </w:rPr>
      </w:pPr>
    </w:p>
    <w:p w:rsidR="005D3D74" w:rsidRDefault="005D3D74" w:rsidP="00611C69">
      <w:pPr>
        <w:spacing w:after="0"/>
        <w:jc w:val="both"/>
        <w:rPr>
          <w:sz w:val="28"/>
          <w:szCs w:val="28"/>
        </w:rPr>
      </w:pPr>
    </w:p>
    <w:p w:rsidR="005D3D74" w:rsidRPr="00797622" w:rsidRDefault="005D3D74" w:rsidP="00611C69">
      <w:pPr>
        <w:spacing w:after="0"/>
        <w:jc w:val="both"/>
        <w:rPr>
          <w:sz w:val="28"/>
          <w:szCs w:val="28"/>
        </w:rPr>
      </w:pPr>
    </w:p>
    <w:p w:rsidR="005D3D74" w:rsidRPr="00B93A84" w:rsidRDefault="005D3D74" w:rsidP="00611C69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D3D74" w:rsidRPr="00B93A84" w:rsidRDefault="005D3D74" w:rsidP="007B034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5D3D74" w:rsidRPr="00B93A84" w:rsidSect="003A29C0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2D2"/>
    <w:rsid w:val="00012408"/>
    <w:rsid w:val="0001540A"/>
    <w:rsid w:val="00016A33"/>
    <w:rsid w:val="000203F3"/>
    <w:rsid w:val="000251F6"/>
    <w:rsid w:val="00032F4B"/>
    <w:rsid w:val="00043868"/>
    <w:rsid w:val="00047DF8"/>
    <w:rsid w:val="0005216E"/>
    <w:rsid w:val="00052AE9"/>
    <w:rsid w:val="00062939"/>
    <w:rsid w:val="000A5D77"/>
    <w:rsid w:val="000C387B"/>
    <w:rsid w:val="000D2FFA"/>
    <w:rsid w:val="000E7330"/>
    <w:rsid w:val="00103045"/>
    <w:rsid w:val="00106FDD"/>
    <w:rsid w:val="001102B7"/>
    <w:rsid w:val="001145D2"/>
    <w:rsid w:val="00134A5B"/>
    <w:rsid w:val="001506F9"/>
    <w:rsid w:val="00172AD0"/>
    <w:rsid w:val="0018510B"/>
    <w:rsid w:val="0018731E"/>
    <w:rsid w:val="001A1CFB"/>
    <w:rsid w:val="001C6259"/>
    <w:rsid w:val="001F55AE"/>
    <w:rsid w:val="00205ED0"/>
    <w:rsid w:val="00222047"/>
    <w:rsid w:val="002310BB"/>
    <w:rsid w:val="002806CF"/>
    <w:rsid w:val="002910E1"/>
    <w:rsid w:val="002C168D"/>
    <w:rsid w:val="002C5BB7"/>
    <w:rsid w:val="002E5321"/>
    <w:rsid w:val="00301265"/>
    <w:rsid w:val="00301535"/>
    <w:rsid w:val="00345CD1"/>
    <w:rsid w:val="003A29C0"/>
    <w:rsid w:val="003A476B"/>
    <w:rsid w:val="003B7B8C"/>
    <w:rsid w:val="003C1336"/>
    <w:rsid w:val="003D24C1"/>
    <w:rsid w:val="003E2092"/>
    <w:rsid w:val="004016D7"/>
    <w:rsid w:val="00402C83"/>
    <w:rsid w:val="00410AAD"/>
    <w:rsid w:val="004304F4"/>
    <w:rsid w:val="00447016"/>
    <w:rsid w:val="004674BC"/>
    <w:rsid w:val="0047085B"/>
    <w:rsid w:val="00470EB8"/>
    <w:rsid w:val="00480FBA"/>
    <w:rsid w:val="00492C40"/>
    <w:rsid w:val="004930BF"/>
    <w:rsid w:val="004B32B7"/>
    <w:rsid w:val="004B5481"/>
    <w:rsid w:val="004D7122"/>
    <w:rsid w:val="004E7CBC"/>
    <w:rsid w:val="00511085"/>
    <w:rsid w:val="00514FA0"/>
    <w:rsid w:val="0051664B"/>
    <w:rsid w:val="00523D4C"/>
    <w:rsid w:val="005652D2"/>
    <w:rsid w:val="00573656"/>
    <w:rsid w:val="0057589D"/>
    <w:rsid w:val="005B144F"/>
    <w:rsid w:val="005B781D"/>
    <w:rsid w:val="005D3D74"/>
    <w:rsid w:val="005E1CE0"/>
    <w:rsid w:val="005F0789"/>
    <w:rsid w:val="00603302"/>
    <w:rsid w:val="00605198"/>
    <w:rsid w:val="00611C69"/>
    <w:rsid w:val="006643AF"/>
    <w:rsid w:val="0066506D"/>
    <w:rsid w:val="006943F3"/>
    <w:rsid w:val="006A2FCD"/>
    <w:rsid w:val="006A4032"/>
    <w:rsid w:val="006B1649"/>
    <w:rsid w:val="006C0B8E"/>
    <w:rsid w:val="006D1F6A"/>
    <w:rsid w:val="006D627C"/>
    <w:rsid w:val="007279BC"/>
    <w:rsid w:val="00731FFA"/>
    <w:rsid w:val="00751289"/>
    <w:rsid w:val="00765FEC"/>
    <w:rsid w:val="0077288C"/>
    <w:rsid w:val="00797622"/>
    <w:rsid w:val="007A5E78"/>
    <w:rsid w:val="007B0343"/>
    <w:rsid w:val="007B3846"/>
    <w:rsid w:val="007B6DA6"/>
    <w:rsid w:val="007C42C7"/>
    <w:rsid w:val="007D330F"/>
    <w:rsid w:val="007E19BF"/>
    <w:rsid w:val="007F7D42"/>
    <w:rsid w:val="008000D4"/>
    <w:rsid w:val="00810C43"/>
    <w:rsid w:val="00845C3C"/>
    <w:rsid w:val="008463FD"/>
    <w:rsid w:val="00856B06"/>
    <w:rsid w:val="00882AE6"/>
    <w:rsid w:val="00894638"/>
    <w:rsid w:val="008A7B95"/>
    <w:rsid w:val="008D5443"/>
    <w:rsid w:val="008F4D70"/>
    <w:rsid w:val="009419AC"/>
    <w:rsid w:val="00942618"/>
    <w:rsid w:val="009B785D"/>
    <w:rsid w:val="009C621F"/>
    <w:rsid w:val="009D099B"/>
    <w:rsid w:val="009D12AA"/>
    <w:rsid w:val="009D2780"/>
    <w:rsid w:val="009F38AA"/>
    <w:rsid w:val="00A05C5A"/>
    <w:rsid w:val="00A06ABF"/>
    <w:rsid w:val="00A25F69"/>
    <w:rsid w:val="00A334E8"/>
    <w:rsid w:val="00A6072F"/>
    <w:rsid w:val="00A8613D"/>
    <w:rsid w:val="00AA6273"/>
    <w:rsid w:val="00AC0553"/>
    <w:rsid w:val="00AC251E"/>
    <w:rsid w:val="00AC3E73"/>
    <w:rsid w:val="00B16308"/>
    <w:rsid w:val="00B21BC0"/>
    <w:rsid w:val="00B24ED9"/>
    <w:rsid w:val="00B2566C"/>
    <w:rsid w:val="00B416B6"/>
    <w:rsid w:val="00B54B0A"/>
    <w:rsid w:val="00B6122E"/>
    <w:rsid w:val="00B62F94"/>
    <w:rsid w:val="00B71ACA"/>
    <w:rsid w:val="00B83B8F"/>
    <w:rsid w:val="00B93A84"/>
    <w:rsid w:val="00BB23BB"/>
    <w:rsid w:val="00BC1741"/>
    <w:rsid w:val="00BC40E7"/>
    <w:rsid w:val="00BD3D82"/>
    <w:rsid w:val="00BD65F9"/>
    <w:rsid w:val="00BF29C0"/>
    <w:rsid w:val="00C34C1C"/>
    <w:rsid w:val="00C42084"/>
    <w:rsid w:val="00C566B6"/>
    <w:rsid w:val="00C65249"/>
    <w:rsid w:val="00C8477C"/>
    <w:rsid w:val="00CD44A9"/>
    <w:rsid w:val="00CF013D"/>
    <w:rsid w:val="00D34893"/>
    <w:rsid w:val="00D47A1F"/>
    <w:rsid w:val="00D63F5E"/>
    <w:rsid w:val="00D64498"/>
    <w:rsid w:val="00D645CD"/>
    <w:rsid w:val="00D66CAA"/>
    <w:rsid w:val="00D74955"/>
    <w:rsid w:val="00D774BE"/>
    <w:rsid w:val="00D861B4"/>
    <w:rsid w:val="00D91382"/>
    <w:rsid w:val="00DA50F6"/>
    <w:rsid w:val="00DB1E95"/>
    <w:rsid w:val="00DB7D33"/>
    <w:rsid w:val="00DC0582"/>
    <w:rsid w:val="00DC3853"/>
    <w:rsid w:val="00DC767C"/>
    <w:rsid w:val="00DD2908"/>
    <w:rsid w:val="00E11AAD"/>
    <w:rsid w:val="00E27C7A"/>
    <w:rsid w:val="00E427E2"/>
    <w:rsid w:val="00E42F55"/>
    <w:rsid w:val="00E51266"/>
    <w:rsid w:val="00E72BC5"/>
    <w:rsid w:val="00E74A9C"/>
    <w:rsid w:val="00E94E79"/>
    <w:rsid w:val="00EB00AD"/>
    <w:rsid w:val="00EB13D7"/>
    <w:rsid w:val="00EC4100"/>
    <w:rsid w:val="00EC64B2"/>
    <w:rsid w:val="00EC6943"/>
    <w:rsid w:val="00ED03D8"/>
    <w:rsid w:val="00ED4ABC"/>
    <w:rsid w:val="00EE48A4"/>
    <w:rsid w:val="00EF4CDA"/>
    <w:rsid w:val="00F010DB"/>
    <w:rsid w:val="00F35689"/>
    <w:rsid w:val="00F502C0"/>
    <w:rsid w:val="00F57620"/>
    <w:rsid w:val="00F612B3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7B034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114</Words>
  <Characters>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2011-10-28T09:29:00Z</dcterms:created>
  <dcterms:modified xsi:type="dcterms:W3CDTF">2011-11-25T10:16:00Z</dcterms:modified>
</cp:coreProperties>
</file>