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93E0B" w:rsidRPr="00193E0B" w:rsidTr="00193E0B">
        <w:tc>
          <w:tcPr>
            <w:tcW w:w="426" w:type="dxa"/>
            <w:vAlign w:val="bottom"/>
            <w:hideMark/>
          </w:tcPr>
          <w:p w:rsidR="00193E0B" w:rsidRPr="00193E0B" w:rsidRDefault="00193E0B" w:rsidP="00193E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93E0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93E0B" w:rsidRPr="00193E0B" w:rsidRDefault="00193E0B" w:rsidP="00193E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93E0B">
              <w:rPr>
                <w:rFonts w:ascii="Times New Roman" w:hAnsi="Times New Roman" w:cs="Times New Roman"/>
                <w:sz w:val="28"/>
                <w:szCs w:val="28"/>
              </w:rPr>
              <w:t>29.10.2019</w:t>
            </w:r>
          </w:p>
        </w:tc>
        <w:tc>
          <w:tcPr>
            <w:tcW w:w="4111" w:type="dxa"/>
            <w:vAlign w:val="bottom"/>
          </w:tcPr>
          <w:p w:rsidR="00193E0B" w:rsidRPr="00193E0B" w:rsidRDefault="00193E0B" w:rsidP="00193E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93E0B" w:rsidRPr="00193E0B" w:rsidRDefault="00193E0B" w:rsidP="00193E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93E0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93E0B" w:rsidRPr="00193E0B" w:rsidRDefault="00193E0B" w:rsidP="00193E0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260</w:t>
            </w:r>
            <w:bookmarkStart w:id="0" w:name="_GoBack"/>
            <w:bookmarkEnd w:id="0"/>
          </w:p>
        </w:tc>
      </w:tr>
    </w:tbl>
    <w:p w:rsidR="00DC1E73" w:rsidRPr="00DC1E73" w:rsidRDefault="00DC1E73" w:rsidP="00DC1E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C1E73" w:rsidRPr="00DC1E73" w:rsidRDefault="00DC1E73" w:rsidP="00DC1E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B5307" w:rsidRPr="00DC1E73" w:rsidRDefault="000B5307" w:rsidP="00DC1E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C1E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0B5307" w:rsidRPr="00DC1E73" w:rsidRDefault="000B5307" w:rsidP="00DC1E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1E73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DC1E73">
        <w:rPr>
          <w:rFonts w:ascii="Times New Roman" w:eastAsia="Calibri" w:hAnsi="Times New Roman" w:cs="Times New Roman"/>
          <w:sz w:val="28"/>
          <w:szCs w:val="28"/>
        </w:rPr>
        <w:t>О внесении изменений в статью 11</w:t>
      </w:r>
      <w:r w:rsidRPr="00DC1E73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DC1E7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B5307" w:rsidRPr="00DC1E73" w:rsidRDefault="000B5307" w:rsidP="00DC1E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C1E73">
        <w:rPr>
          <w:rFonts w:ascii="Times New Roman" w:eastAsia="Calibri" w:hAnsi="Times New Roman" w:cs="Times New Roman"/>
          <w:sz w:val="28"/>
          <w:szCs w:val="28"/>
        </w:rPr>
        <w:t xml:space="preserve">Закона Ярославской области </w:t>
      </w:r>
      <w:r w:rsidRPr="00DC1E73">
        <w:rPr>
          <w:rFonts w:ascii="Times New Roman" w:eastAsia="Calibri" w:hAnsi="Times New Roman" w:cs="Times New Roman"/>
          <w:bCs/>
          <w:sz w:val="28"/>
          <w:szCs w:val="28"/>
        </w:rPr>
        <w:t xml:space="preserve">«О мерах </w:t>
      </w:r>
    </w:p>
    <w:p w:rsidR="000B5307" w:rsidRPr="00DC1E73" w:rsidRDefault="000B5307" w:rsidP="00DC1E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C1E73">
        <w:rPr>
          <w:rFonts w:ascii="Times New Roman" w:eastAsia="Calibri" w:hAnsi="Times New Roman" w:cs="Times New Roman"/>
          <w:bCs/>
          <w:sz w:val="28"/>
          <w:szCs w:val="28"/>
        </w:rPr>
        <w:t xml:space="preserve">по противодействию коррупции </w:t>
      </w:r>
    </w:p>
    <w:p w:rsidR="000B5307" w:rsidRPr="00DC1E73" w:rsidRDefault="000B5307" w:rsidP="00DC1E7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E73">
        <w:rPr>
          <w:rFonts w:ascii="Times New Roman" w:eastAsia="Calibri" w:hAnsi="Times New Roman" w:cs="Times New Roman"/>
          <w:bCs/>
          <w:sz w:val="28"/>
          <w:szCs w:val="28"/>
        </w:rPr>
        <w:t>в Ярославской области</w:t>
      </w:r>
      <w:r w:rsidRPr="00DC1E73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</w:p>
    <w:p w:rsidR="000B5307" w:rsidRPr="00DC1E73" w:rsidRDefault="000B5307" w:rsidP="00DC1E73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DC1E73" w:rsidRDefault="00FE03CF" w:rsidP="00DC1E73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DC1E73" w:rsidRDefault="00436B44" w:rsidP="00DC1E73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E7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DC1E73" w:rsidRDefault="00436B44" w:rsidP="00DC1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DC1E73" w:rsidRDefault="00436B44" w:rsidP="00DC1E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C1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C1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DC1E73" w:rsidRDefault="00436B44" w:rsidP="00DC1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DC1E73" w:rsidRDefault="00AE7591" w:rsidP="00DC1E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DC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DC1E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DC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9C0098" w:rsidRPr="00DC1E7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9C0098" w:rsidRPr="00DC1E73">
        <w:rPr>
          <w:rFonts w:ascii="Times New Roman" w:hAnsi="Times New Roman" w:cs="Times New Roman"/>
          <w:sz w:val="28"/>
          <w:szCs w:val="28"/>
        </w:rPr>
        <w:t>О внесении изменений в ст</w:t>
      </w:r>
      <w:r w:rsidR="009C0098" w:rsidRPr="00DC1E73">
        <w:rPr>
          <w:rFonts w:ascii="Times New Roman" w:hAnsi="Times New Roman" w:cs="Times New Roman"/>
          <w:sz w:val="28"/>
          <w:szCs w:val="28"/>
        </w:rPr>
        <w:t>а</w:t>
      </w:r>
      <w:r w:rsidR="009C0098" w:rsidRPr="00DC1E73">
        <w:rPr>
          <w:rFonts w:ascii="Times New Roman" w:hAnsi="Times New Roman" w:cs="Times New Roman"/>
          <w:sz w:val="28"/>
          <w:szCs w:val="28"/>
        </w:rPr>
        <w:t>тью 11</w:t>
      </w:r>
      <w:r w:rsidR="009C0098" w:rsidRPr="00DC1E7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C0098" w:rsidRPr="00DC1E73">
        <w:rPr>
          <w:rFonts w:ascii="Times New Roman" w:hAnsi="Times New Roman" w:cs="Times New Roman"/>
          <w:sz w:val="28"/>
          <w:szCs w:val="28"/>
        </w:rPr>
        <w:t xml:space="preserve"> Закона Ярославской области </w:t>
      </w:r>
      <w:r w:rsidR="009C0098" w:rsidRPr="00DC1E73">
        <w:rPr>
          <w:rFonts w:ascii="Times New Roman" w:hAnsi="Times New Roman" w:cs="Times New Roman"/>
          <w:bCs/>
          <w:sz w:val="28"/>
          <w:szCs w:val="28"/>
        </w:rPr>
        <w:t>«О мерах по противодействию корру</w:t>
      </w:r>
      <w:r w:rsidR="009C0098" w:rsidRPr="00DC1E73">
        <w:rPr>
          <w:rFonts w:ascii="Times New Roman" w:hAnsi="Times New Roman" w:cs="Times New Roman"/>
          <w:bCs/>
          <w:sz w:val="28"/>
          <w:szCs w:val="28"/>
        </w:rPr>
        <w:t>п</w:t>
      </w:r>
      <w:r w:rsidR="009C0098" w:rsidRPr="00DC1E73">
        <w:rPr>
          <w:rFonts w:ascii="Times New Roman" w:hAnsi="Times New Roman" w:cs="Times New Roman"/>
          <w:bCs/>
          <w:sz w:val="28"/>
          <w:szCs w:val="28"/>
        </w:rPr>
        <w:t>ции в Ярославской области</w:t>
      </w:r>
      <w:r w:rsidR="00C339DD" w:rsidRPr="00DC1E7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C0098" w:rsidRPr="00DC1E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7591" w:rsidRPr="00DC1E73" w:rsidRDefault="00AE7591" w:rsidP="00DC1E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E73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DC1E7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1E7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AE7591" w:rsidRPr="00DC1E73" w:rsidRDefault="00AE7591" w:rsidP="00DC1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DC1E73" w:rsidRDefault="0014080B" w:rsidP="00DC1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DC1E73" w:rsidRDefault="0014080B" w:rsidP="00DC1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DC1E73" w:rsidRDefault="006378F2" w:rsidP="00DC1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E73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DC1E73" w:rsidRDefault="006378F2" w:rsidP="00DC1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E73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DC1E73">
        <w:rPr>
          <w:rFonts w:ascii="Times New Roman" w:hAnsi="Times New Roman" w:cs="Times New Roman"/>
          <w:sz w:val="28"/>
          <w:szCs w:val="28"/>
        </w:rPr>
        <w:t xml:space="preserve"> </w:t>
      </w:r>
      <w:r w:rsidRPr="00DC1E73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DC1E73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DC1E73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DC1E73">
        <w:rPr>
          <w:rFonts w:ascii="Times New Roman" w:hAnsi="Times New Roman" w:cs="Times New Roman"/>
          <w:sz w:val="28"/>
          <w:szCs w:val="28"/>
        </w:rPr>
        <w:t xml:space="preserve">  А.Д. Константинов</w:t>
      </w:r>
    </w:p>
    <w:sectPr w:rsidR="00FE7A2F" w:rsidRPr="00DC1E73" w:rsidSect="00DC1E7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4080B"/>
    <w:rsid w:val="00193E0B"/>
    <w:rsid w:val="002B4009"/>
    <w:rsid w:val="002F36EC"/>
    <w:rsid w:val="00326C80"/>
    <w:rsid w:val="003753FC"/>
    <w:rsid w:val="00390058"/>
    <w:rsid w:val="003D0D48"/>
    <w:rsid w:val="003D6E36"/>
    <w:rsid w:val="004221A7"/>
    <w:rsid w:val="00436B44"/>
    <w:rsid w:val="005A181B"/>
    <w:rsid w:val="006378F2"/>
    <w:rsid w:val="00786AC3"/>
    <w:rsid w:val="007E4468"/>
    <w:rsid w:val="007F31E3"/>
    <w:rsid w:val="00824F3E"/>
    <w:rsid w:val="008321B5"/>
    <w:rsid w:val="008E3473"/>
    <w:rsid w:val="008F5AEB"/>
    <w:rsid w:val="009578E7"/>
    <w:rsid w:val="00987C16"/>
    <w:rsid w:val="009C0098"/>
    <w:rsid w:val="00AB5EAE"/>
    <w:rsid w:val="00AB7AB6"/>
    <w:rsid w:val="00AE7591"/>
    <w:rsid w:val="00B151C8"/>
    <w:rsid w:val="00B80F54"/>
    <w:rsid w:val="00B83140"/>
    <w:rsid w:val="00B865CD"/>
    <w:rsid w:val="00B94B4F"/>
    <w:rsid w:val="00C339DD"/>
    <w:rsid w:val="00C7455E"/>
    <w:rsid w:val="00CB3C1E"/>
    <w:rsid w:val="00CC7771"/>
    <w:rsid w:val="00D34F0E"/>
    <w:rsid w:val="00D42AEA"/>
    <w:rsid w:val="00D458E4"/>
    <w:rsid w:val="00D50AED"/>
    <w:rsid w:val="00D73478"/>
    <w:rsid w:val="00DA04EB"/>
    <w:rsid w:val="00DC1E73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8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Гаврилова Анна Юрьевна</dc:creator>
  <cp:lastModifiedBy>user</cp:lastModifiedBy>
  <cp:revision>11</cp:revision>
  <cp:lastPrinted>2019-03-19T07:46:00Z</cp:lastPrinted>
  <dcterms:created xsi:type="dcterms:W3CDTF">2019-08-01T07:14:00Z</dcterms:created>
  <dcterms:modified xsi:type="dcterms:W3CDTF">2019-10-29T13:07:00Z</dcterms:modified>
</cp:coreProperties>
</file>