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77" w:rsidRDefault="00E86077" w:rsidP="00901915">
      <w:pPr>
        <w:jc w:val="right"/>
        <w:rPr>
          <w:sz w:val="28"/>
          <w:szCs w:val="28"/>
        </w:rPr>
      </w:pPr>
    </w:p>
    <w:p w:rsidR="00101F57" w:rsidRDefault="00101F57" w:rsidP="00901915">
      <w:pPr>
        <w:jc w:val="right"/>
        <w:rPr>
          <w:sz w:val="28"/>
          <w:szCs w:val="28"/>
        </w:rPr>
      </w:pPr>
    </w:p>
    <w:p w:rsidR="00101F57" w:rsidRDefault="00101F57" w:rsidP="00901915">
      <w:pPr>
        <w:jc w:val="right"/>
        <w:rPr>
          <w:sz w:val="28"/>
          <w:szCs w:val="28"/>
        </w:rPr>
      </w:pPr>
    </w:p>
    <w:p w:rsidR="00101F57" w:rsidRDefault="00101F57" w:rsidP="00901915">
      <w:pPr>
        <w:jc w:val="right"/>
        <w:rPr>
          <w:sz w:val="28"/>
          <w:szCs w:val="28"/>
        </w:rPr>
      </w:pPr>
    </w:p>
    <w:p w:rsidR="00101F57" w:rsidRDefault="00101F57" w:rsidP="00901915">
      <w:pPr>
        <w:jc w:val="right"/>
        <w:rPr>
          <w:sz w:val="28"/>
          <w:szCs w:val="28"/>
        </w:rPr>
      </w:pPr>
    </w:p>
    <w:p w:rsidR="00101F57" w:rsidRDefault="00101F57" w:rsidP="00901915">
      <w:pPr>
        <w:jc w:val="right"/>
        <w:rPr>
          <w:sz w:val="28"/>
          <w:szCs w:val="28"/>
        </w:rPr>
      </w:pPr>
    </w:p>
    <w:p w:rsidR="00101F57" w:rsidRDefault="00101F57" w:rsidP="00901915">
      <w:pPr>
        <w:jc w:val="right"/>
        <w:rPr>
          <w:sz w:val="28"/>
          <w:szCs w:val="28"/>
        </w:rPr>
      </w:pPr>
    </w:p>
    <w:p w:rsidR="00101F57" w:rsidRDefault="00101F57" w:rsidP="00901915">
      <w:pPr>
        <w:jc w:val="right"/>
        <w:rPr>
          <w:sz w:val="28"/>
          <w:szCs w:val="28"/>
        </w:rPr>
      </w:pPr>
    </w:p>
    <w:p w:rsidR="00101F57" w:rsidRDefault="00101F57" w:rsidP="00901915">
      <w:pPr>
        <w:jc w:val="right"/>
        <w:rPr>
          <w:sz w:val="28"/>
          <w:szCs w:val="28"/>
        </w:rPr>
      </w:pPr>
    </w:p>
    <w:p w:rsidR="00A21019" w:rsidRPr="00A21019" w:rsidRDefault="00A21019" w:rsidP="004F3C16">
      <w:pPr>
        <w:jc w:val="center"/>
        <w:rPr>
          <w:b/>
          <w:bCs/>
          <w:iCs/>
          <w:sz w:val="28"/>
          <w:szCs w:val="28"/>
        </w:rPr>
      </w:pPr>
      <w:r w:rsidRPr="00A21019">
        <w:rPr>
          <w:b/>
          <w:bCs/>
          <w:iCs/>
          <w:sz w:val="28"/>
          <w:szCs w:val="28"/>
        </w:rPr>
        <w:t xml:space="preserve">О внесении изменений в Закон Ярославской области </w:t>
      </w:r>
    </w:p>
    <w:p w:rsidR="00A21019" w:rsidRPr="00A21019" w:rsidRDefault="00A21019" w:rsidP="004F3C16">
      <w:pPr>
        <w:jc w:val="center"/>
        <w:rPr>
          <w:b/>
          <w:bCs/>
          <w:iCs/>
          <w:sz w:val="28"/>
          <w:szCs w:val="28"/>
        </w:rPr>
      </w:pPr>
      <w:r w:rsidRPr="00A21019">
        <w:rPr>
          <w:b/>
          <w:bCs/>
          <w:iCs/>
          <w:sz w:val="28"/>
          <w:szCs w:val="28"/>
        </w:rPr>
        <w:t xml:space="preserve">«О прогнозном плане (программе) приватизации </w:t>
      </w:r>
    </w:p>
    <w:p w:rsidR="00A21019" w:rsidRPr="00A21019" w:rsidRDefault="00A21019" w:rsidP="004F3C16">
      <w:pPr>
        <w:jc w:val="center"/>
        <w:rPr>
          <w:b/>
          <w:bCs/>
          <w:iCs/>
          <w:sz w:val="28"/>
          <w:szCs w:val="28"/>
        </w:rPr>
      </w:pPr>
      <w:r w:rsidRPr="00A21019">
        <w:rPr>
          <w:b/>
          <w:bCs/>
          <w:iCs/>
          <w:sz w:val="28"/>
          <w:szCs w:val="28"/>
        </w:rPr>
        <w:t xml:space="preserve">имущества, находящегося в собственности </w:t>
      </w:r>
    </w:p>
    <w:p w:rsidR="00A21019" w:rsidRPr="00A21019" w:rsidRDefault="00A21019" w:rsidP="004F3C16">
      <w:pPr>
        <w:jc w:val="center"/>
        <w:rPr>
          <w:b/>
          <w:bCs/>
          <w:iCs/>
          <w:sz w:val="28"/>
          <w:szCs w:val="28"/>
        </w:rPr>
      </w:pPr>
      <w:r w:rsidRPr="00A21019">
        <w:rPr>
          <w:b/>
          <w:bCs/>
          <w:iCs/>
          <w:sz w:val="28"/>
          <w:szCs w:val="28"/>
        </w:rPr>
        <w:t>Ярославской области, на 2015 год»</w:t>
      </w:r>
    </w:p>
    <w:p w:rsidR="00A21019" w:rsidRDefault="00A21019" w:rsidP="004F3C16">
      <w:pPr>
        <w:jc w:val="center"/>
        <w:rPr>
          <w:b/>
          <w:sz w:val="28"/>
          <w:szCs w:val="28"/>
        </w:rPr>
      </w:pPr>
    </w:p>
    <w:p w:rsidR="00A21019" w:rsidRPr="00A21019" w:rsidRDefault="00A21019" w:rsidP="00A21019">
      <w:pPr>
        <w:ind w:firstLine="709"/>
        <w:jc w:val="center"/>
        <w:rPr>
          <w:b/>
          <w:sz w:val="28"/>
          <w:szCs w:val="28"/>
        </w:rPr>
      </w:pPr>
    </w:p>
    <w:p w:rsidR="00A21019" w:rsidRPr="00A21019" w:rsidRDefault="00A21019" w:rsidP="00101F57">
      <w:pPr>
        <w:rPr>
          <w:sz w:val="24"/>
          <w:szCs w:val="24"/>
        </w:rPr>
      </w:pPr>
      <w:proofErr w:type="gramStart"/>
      <w:r w:rsidRPr="00A21019">
        <w:rPr>
          <w:sz w:val="24"/>
          <w:szCs w:val="24"/>
        </w:rPr>
        <w:t>Принят</w:t>
      </w:r>
      <w:proofErr w:type="gramEnd"/>
      <w:r w:rsidRPr="00A21019">
        <w:rPr>
          <w:sz w:val="24"/>
          <w:szCs w:val="24"/>
        </w:rPr>
        <w:t xml:space="preserve"> Ярославской областной Думой</w:t>
      </w:r>
    </w:p>
    <w:p w:rsidR="00A21019" w:rsidRPr="00A21019" w:rsidRDefault="00E65C22" w:rsidP="00101F57">
      <w:pPr>
        <w:rPr>
          <w:sz w:val="24"/>
          <w:szCs w:val="24"/>
        </w:rPr>
      </w:pPr>
      <w:r>
        <w:rPr>
          <w:sz w:val="24"/>
          <w:szCs w:val="24"/>
        </w:rPr>
        <w:t>26 мая</w:t>
      </w:r>
      <w:r w:rsidR="00A21019" w:rsidRPr="00A21019">
        <w:rPr>
          <w:sz w:val="24"/>
          <w:szCs w:val="24"/>
        </w:rPr>
        <w:t xml:space="preserve"> 2015 года</w:t>
      </w:r>
    </w:p>
    <w:p w:rsidR="00C2685F" w:rsidRDefault="00C2685F" w:rsidP="00C2685F">
      <w:pPr>
        <w:ind w:firstLine="709"/>
        <w:jc w:val="center"/>
        <w:rPr>
          <w:b/>
          <w:sz w:val="28"/>
          <w:szCs w:val="28"/>
        </w:rPr>
      </w:pPr>
    </w:p>
    <w:p w:rsidR="00A21019" w:rsidRDefault="00A21019" w:rsidP="00C2685F">
      <w:pPr>
        <w:ind w:firstLine="709"/>
        <w:jc w:val="center"/>
        <w:rPr>
          <w:b/>
          <w:sz w:val="28"/>
          <w:szCs w:val="28"/>
        </w:rPr>
      </w:pPr>
    </w:p>
    <w:p w:rsidR="00C2685F" w:rsidRPr="008D26C0" w:rsidRDefault="00C2685F" w:rsidP="003E054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4"/>
        </w:rPr>
      </w:pPr>
      <w:r w:rsidRPr="008D26C0">
        <w:rPr>
          <w:bCs/>
          <w:sz w:val="28"/>
          <w:szCs w:val="24"/>
        </w:rPr>
        <w:t>Внести в приложение к Закону Ярославской области от 25.12.2014 № 82-з «О прогнозном плане (программе) приватизации имущества, нахо</w:t>
      </w:r>
      <w:r w:rsidRPr="008D26C0">
        <w:rPr>
          <w:bCs/>
          <w:sz w:val="28"/>
          <w:szCs w:val="24"/>
        </w:rPr>
        <w:softHyphen/>
        <w:t>дящегося в собственности Ярославской области, на 2015 год» (Документ – Регион, 2014, 26 декабря, № 111-а</w:t>
      </w:r>
      <w:r w:rsidR="00D643AA" w:rsidRPr="008D26C0">
        <w:rPr>
          <w:bCs/>
          <w:sz w:val="28"/>
          <w:szCs w:val="24"/>
        </w:rPr>
        <w:t>; 2015, 14 апреля, № 29</w:t>
      </w:r>
      <w:r w:rsidRPr="008D26C0">
        <w:rPr>
          <w:bCs/>
          <w:sz w:val="28"/>
          <w:szCs w:val="24"/>
        </w:rPr>
        <w:t>) следующие изм</w:t>
      </w:r>
      <w:r w:rsidRPr="008D26C0">
        <w:rPr>
          <w:bCs/>
          <w:sz w:val="28"/>
          <w:szCs w:val="24"/>
        </w:rPr>
        <w:t>е</w:t>
      </w:r>
      <w:r w:rsidRPr="008D26C0">
        <w:rPr>
          <w:bCs/>
          <w:sz w:val="28"/>
          <w:szCs w:val="24"/>
        </w:rPr>
        <w:t>нения:</w:t>
      </w:r>
    </w:p>
    <w:p w:rsidR="0009702E" w:rsidRPr="008D26C0" w:rsidRDefault="00172DDD" w:rsidP="00172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6C0">
        <w:rPr>
          <w:rFonts w:eastAsiaTheme="minorHAnsi"/>
          <w:sz w:val="28"/>
          <w:szCs w:val="28"/>
          <w:lang w:eastAsia="en-US"/>
        </w:rPr>
        <w:t xml:space="preserve">1) </w:t>
      </w:r>
      <w:r w:rsidR="0009702E" w:rsidRPr="008D26C0">
        <w:rPr>
          <w:rFonts w:eastAsiaTheme="minorHAnsi"/>
          <w:sz w:val="28"/>
          <w:szCs w:val="28"/>
          <w:lang w:eastAsia="en-US"/>
        </w:rPr>
        <w:t xml:space="preserve">в </w:t>
      </w:r>
      <w:hyperlink r:id="rId6" w:history="1">
        <w:r w:rsidR="0009702E" w:rsidRPr="008D26C0">
          <w:rPr>
            <w:rFonts w:eastAsiaTheme="minorHAnsi"/>
            <w:sz w:val="28"/>
            <w:szCs w:val="28"/>
            <w:lang w:eastAsia="en-US"/>
          </w:rPr>
          <w:t>абзаце третьем</w:t>
        </w:r>
      </w:hyperlink>
      <w:r w:rsidR="0009702E" w:rsidRPr="008D26C0">
        <w:rPr>
          <w:rFonts w:eastAsiaTheme="minorHAnsi"/>
          <w:sz w:val="28"/>
          <w:szCs w:val="28"/>
          <w:lang w:eastAsia="en-US"/>
        </w:rPr>
        <w:t xml:space="preserve"> цифры </w:t>
      </w:r>
      <w:r w:rsidR="0009702E" w:rsidRPr="008D26C0">
        <w:rPr>
          <w:sz w:val="28"/>
          <w:szCs w:val="28"/>
        </w:rPr>
        <w:t>«137» заменить цифрами «117»;</w:t>
      </w:r>
    </w:p>
    <w:p w:rsidR="0009702E" w:rsidRPr="008D26C0" w:rsidRDefault="00172DDD" w:rsidP="00172DDD">
      <w:pPr>
        <w:pStyle w:val="a6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D26C0">
        <w:rPr>
          <w:sz w:val="28"/>
          <w:szCs w:val="28"/>
        </w:rPr>
        <w:t>2)</w:t>
      </w:r>
      <w:r w:rsidRPr="008D26C0">
        <w:t xml:space="preserve"> </w:t>
      </w:r>
      <w:hyperlink r:id="rId7" w:history="1">
        <w:r w:rsidR="0009702E" w:rsidRPr="008D26C0">
          <w:rPr>
            <w:rFonts w:eastAsiaTheme="minorHAnsi"/>
            <w:sz w:val="28"/>
            <w:szCs w:val="28"/>
            <w:lang w:eastAsia="en-US"/>
          </w:rPr>
          <w:t>раздел 1</w:t>
        </w:r>
      </w:hyperlink>
      <w:r w:rsidR="0009702E" w:rsidRPr="008D26C0">
        <w:rPr>
          <w:rFonts w:eastAsiaTheme="minorHAnsi"/>
          <w:sz w:val="28"/>
          <w:szCs w:val="28"/>
          <w:lang w:eastAsia="en-US"/>
        </w:rPr>
        <w:t xml:space="preserve"> </w:t>
      </w:r>
      <w:r w:rsidR="00E65C22" w:rsidRPr="008D26C0">
        <w:rPr>
          <w:rFonts w:eastAsiaTheme="minorHAnsi"/>
          <w:sz w:val="28"/>
          <w:szCs w:val="28"/>
          <w:lang w:eastAsia="en-US"/>
        </w:rPr>
        <w:t>признать утратившим силу</w:t>
      </w:r>
      <w:r w:rsidR="0009702E" w:rsidRPr="008D26C0">
        <w:rPr>
          <w:rFonts w:eastAsiaTheme="minorHAnsi"/>
          <w:sz w:val="28"/>
          <w:szCs w:val="28"/>
          <w:lang w:eastAsia="en-US"/>
        </w:rPr>
        <w:t>.</w:t>
      </w:r>
    </w:p>
    <w:p w:rsidR="00AA2D3D" w:rsidRPr="008D26C0" w:rsidRDefault="00AA2D3D" w:rsidP="00101F57">
      <w:pPr>
        <w:jc w:val="both"/>
        <w:rPr>
          <w:rFonts w:eastAsiaTheme="minorHAnsi"/>
          <w:sz w:val="28"/>
          <w:szCs w:val="28"/>
          <w:lang w:eastAsia="en-US"/>
        </w:rPr>
      </w:pPr>
    </w:p>
    <w:p w:rsidR="00C2685F" w:rsidRDefault="00C2685F" w:rsidP="00101F57">
      <w:pPr>
        <w:jc w:val="both"/>
        <w:rPr>
          <w:rFonts w:eastAsiaTheme="minorHAnsi"/>
          <w:b/>
          <w:sz w:val="28"/>
          <w:szCs w:val="28"/>
          <w:lang w:eastAsia="en-US"/>
        </w:rPr>
      </w:pPr>
    </w:p>
    <w:p w:rsidR="00C2685F" w:rsidRDefault="00C2685F" w:rsidP="00101F57">
      <w:pPr>
        <w:jc w:val="both"/>
        <w:rPr>
          <w:rFonts w:eastAsiaTheme="minorHAnsi"/>
          <w:b/>
          <w:sz w:val="28"/>
          <w:szCs w:val="28"/>
          <w:lang w:eastAsia="en-US"/>
        </w:rPr>
      </w:pPr>
    </w:p>
    <w:p w:rsidR="002275C1" w:rsidRDefault="002275C1" w:rsidP="00101F57">
      <w:pPr>
        <w:jc w:val="both"/>
        <w:rPr>
          <w:sz w:val="28"/>
          <w:szCs w:val="28"/>
        </w:rPr>
      </w:pPr>
      <w:r w:rsidRPr="001C4E28">
        <w:rPr>
          <w:sz w:val="28"/>
          <w:szCs w:val="28"/>
        </w:rPr>
        <w:t>Губернатор</w:t>
      </w:r>
    </w:p>
    <w:p w:rsidR="002275C1" w:rsidRPr="001C4E28" w:rsidRDefault="002275C1" w:rsidP="00101F57">
      <w:pPr>
        <w:jc w:val="both"/>
        <w:rPr>
          <w:sz w:val="28"/>
          <w:szCs w:val="28"/>
        </w:rPr>
      </w:pPr>
      <w:r w:rsidRPr="001C4E28">
        <w:rPr>
          <w:sz w:val="28"/>
          <w:szCs w:val="28"/>
        </w:rPr>
        <w:t xml:space="preserve">Ярославской области </w:t>
      </w:r>
      <w:r w:rsidRPr="001C4E28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                                    </w:t>
      </w:r>
      <w:r w:rsidRPr="001C4E28">
        <w:rPr>
          <w:sz w:val="28"/>
          <w:szCs w:val="28"/>
        </w:rPr>
        <w:t>С.Н. Ястребов</w:t>
      </w:r>
    </w:p>
    <w:p w:rsidR="002275C1" w:rsidRDefault="002275C1" w:rsidP="00101F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75C1" w:rsidRDefault="002275C1" w:rsidP="00101F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7127" w:rsidRDefault="00C37127" w:rsidP="00C3712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 июня 2015 г.</w:t>
      </w:r>
    </w:p>
    <w:p w:rsidR="00C37127" w:rsidRDefault="00C37127" w:rsidP="00C371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7127" w:rsidRDefault="00C37127" w:rsidP="00C3712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№ 4</w:t>
      </w:r>
      <w:r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-з</w:t>
      </w:r>
    </w:p>
    <w:p w:rsidR="00927668" w:rsidRDefault="00927668" w:rsidP="00901915">
      <w:pPr>
        <w:jc w:val="right"/>
      </w:pPr>
    </w:p>
    <w:sectPr w:rsidR="00927668" w:rsidSect="00101F5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063E2"/>
    <w:multiLevelType w:val="hybridMultilevel"/>
    <w:tmpl w:val="E020D444"/>
    <w:lvl w:ilvl="0" w:tplc="ADA6585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8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0FA6"/>
    <w:rsid w:val="00033972"/>
    <w:rsid w:val="00037E94"/>
    <w:rsid w:val="00042AAD"/>
    <w:rsid w:val="00043A86"/>
    <w:rsid w:val="00046465"/>
    <w:rsid w:val="00047209"/>
    <w:rsid w:val="0005174D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9702E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1F57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03F6"/>
    <w:rsid w:val="00172DDD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275C1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0865"/>
    <w:rsid w:val="002C22F7"/>
    <w:rsid w:val="002D22AF"/>
    <w:rsid w:val="002D415A"/>
    <w:rsid w:val="002E18CC"/>
    <w:rsid w:val="002E49A5"/>
    <w:rsid w:val="002E7C78"/>
    <w:rsid w:val="002F0359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9237A"/>
    <w:rsid w:val="003A1A60"/>
    <w:rsid w:val="003B08B9"/>
    <w:rsid w:val="003B5CE3"/>
    <w:rsid w:val="003D4889"/>
    <w:rsid w:val="003E0547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53DC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16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18F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0EE7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26C0"/>
    <w:rsid w:val="008D441A"/>
    <w:rsid w:val="008D5CE7"/>
    <w:rsid w:val="008E24E3"/>
    <w:rsid w:val="008E5A09"/>
    <w:rsid w:val="008F3DC7"/>
    <w:rsid w:val="00901915"/>
    <w:rsid w:val="0090580A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27668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6D23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1019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2D3D"/>
    <w:rsid w:val="00AA58F5"/>
    <w:rsid w:val="00AA718E"/>
    <w:rsid w:val="00AB1A1E"/>
    <w:rsid w:val="00AB3D2D"/>
    <w:rsid w:val="00AC2BCE"/>
    <w:rsid w:val="00AC3B99"/>
    <w:rsid w:val="00AC55E3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398F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248F1"/>
    <w:rsid w:val="00C2685F"/>
    <w:rsid w:val="00C32D1A"/>
    <w:rsid w:val="00C37127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B7B5A"/>
    <w:rsid w:val="00CC27A6"/>
    <w:rsid w:val="00CC579D"/>
    <w:rsid w:val="00CC6357"/>
    <w:rsid w:val="00CC7F2A"/>
    <w:rsid w:val="00CD1A10"/>
    <w:rsid w:val="00CD444E"/>
    <w:rsid w:val="00CD753D"/>
    <w:rsid w:val="00CE304D"/>
    <w:rsid w:val="00CE3CF7"/>
    <w:rsid w:val="00CF1554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43AA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5C22"/>
    <w:rsid w:val="00E661E7"/>
    <w:rsid w:val="00E70705"/>
    <w:rsid w:val="00E70EE8"/>
    <w:rsid w:val="00E725EF"/>
    <w:rsid w:val="00E80F5B"/>
    <w:rsid w:val="00E86077"/>
    <w:rsid w:val="00E87588"/>
    <w:rsid w:val="00E87DF9"/>
    <w:rsid w:val="00E92D4B"/>
    <w:rsid w:val="00E93BFE"/>
    <w:rsid w:val="00EA21EB"/>
    <w:rsid w:val="00EA56EC"/>
    <w:rsid w:val="00EA7497"/>
    <w:rsid w:val="00EB3B7C"/>
    <w:rsid w:val="00EB4322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0B45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9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91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26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97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9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91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26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97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5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7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78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8683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6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A101081E922484A190CDF117B2F3319DDF803ABEF09AE917BD4B7DE724B497E3BD9D3DB0F09357BF8204DzEt5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3C468DE2B2500043F8EBDF2C14C29667624F2378CB03C0BD6A9C9949E2AAFC98F4AB45CA8880514CBE647F9qD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4</cp:revision>
  <cp:lastPrinted>2015-04-01T06:42:00Z</cp:lastPrinted>
  <dcterms:created xsi:type="dcterms:W3CDTF">2015-05-27T07:18:00Z</dcterms:created>
  <dcterms:modified xsi:type="dcterms:W3CDTF">2015-06-05T06:00:00Z</dcterms:modified>
</cp:coreProperties>
</file>