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B3C0A" w:rsidTr="000B3C0A">
        <w:tc>
          <w:tcPr>
            <w:tcW w:w="426" w:type="dxa"/>
            <w:hideMark/>
          </w:tcPr>
          <w:p w:rsidR="000B3C0A" w:rsidRDefault="000B3C0A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B3C0A" w:rsidRDefault="000B3C0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27.10.2015</w:t>
            </w:r>
          </w:p>
        </w:tc>
        <w:tc>
          <w:tcPr>
            <w:tcW w:w="4111" w:type="dxa"/>
          </w:tcPr>
          <w:p w:rsidR="000B3C0A" w:rsidRDefault="000B3C0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0B3C0A" w:rsidRDefault="000B3C0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B3C0A" w:rsidRDefault="000B3C0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  <w:r>
              <w:rPr>
                <w:sz w:val="28"/>
                <w:szCs w:val="28"/>
                <w:lang w:eastAsia="en-US"/>
              </w:rPr>
              <w:t>1</w:t>
            </w:r>
            <w:bookmarkStart w:id="0" w:name="_GoBack"/>
            <w:bookmarkEnd w:id="0"/>
          </w:p>
        </w:tc>
      </w:tr>
    </w:tbl>
    <w:p w:rsidR="00B253A5" w:rsidRDefault="00B253A5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B253A5" w:rsidRDefault="00B253A5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B253A5" w:rsidRDefault="00B253A5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C74147" w:rsidRPr="00A36822" w:rsidRDefault="00C74147" w:rsidP="00C74147">
      <w:pPr>
        <w:pStyle w:val="5"/>
        <w:ind w:firstLine="0"/>
        <w:jc w:val="left"/>
        <w:rPr>
          <w:b w:val="0"/>
          <w:sz w:val="28"/>
          <w:szCs w:val="28"/>
        </w:rPr>
      </w:pPr>
      <w:r w:rsidRPr="00A36822">
        <w:rPr>
          <w:b w:val="0"/>
          <w:sz w:val="28"/>
          <w:szCs w:val="28"/>
        </w:rPr>
        <w:t>О проекте закона Ярославской области</w:t>
      </w:r>
    </w:p>
    <w:p w:rsidR="00663C19" w:rsidRPr="00663C19" w:rsidRDefault="00663C19" w:rsidP="00663C19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color w:val="000000"/>
        </w:rPr>
      </w:pPr>
      <w:r>
        <w:rPr>
          <w:color w:val="000000"/>
        </w:rPr>
        <w:t>«О</w:t>
      </w:r>
      <w:r w:rsidRPr="00587AA8">
        <w:rPr>
          <w:color w:val="000000"/>
        </w:rPr>
        <w:t xml:space="preserve"> </w:t>
      </w:r>
      <w:r>
        <w:rPr>
          <w:color w:val="000000"/>
        </w:rPr>
        <w:t>внесении изменений</w:t>
      </w:r>
      <w:r w:rsidRPr="00C80CE8">
        <w:rPr>
          <w:color w:val="000000"/>
        </w:rPr>
        <w:t xml:space="preserve"> </w:t>
      </w:r>
      <w:r>
        <w:rPr>
          <w:color w:val="000000"/>
        </w:rPr>
        <w:t xml:space="preserve">в Закон </w:t>
      </w:r>
    </w:p>
    <w:p w:rsidR="00663C19" w:rsidRPr="00663C19" w:rsidRDefault="00663C19" w:rsidP="00663C19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color w:val="000000"/>
        </w:rPr>
      </w:pPr>
      <w:r w:rsidRPr="008C3D13">
        <w:rPr>
          <w:color w:val="000000"/>
        </w:rPr>
        <w:t xml:space="preserve">Ярославской области от 28.06.2013 </w:t>
      </w:r>
    </w:p>
    <w:p w:rsidR="00663C19" w:rsidRPr="00663C19" w:rsidRDefault="00663C19" w:rsidP="00663C19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 w:rsidRPr="008C3D13">
        <w:rPr>
          <w:color w:val="000000"/>
        </w:rPr>
        <w:t xml:space="preserve">№ 32 </w:t>
      </w:r>
      <w:r w:rsidRPr="008C3D13">
        <w:t xml:space="preserve">«Об отдельных вопросах </w:t>
      </w:r>
    </w:p>
    <w:p w:rsidR="00663C19" w:rsidRPr="00663C19" w:rsidRDefault="00663C19" w:rsidP="00663C19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 w:rsidRPr="008C3D13">
        <w:t xml:space="preserve">организации проведения капитального </w:t>
      </w:r>
    </w:p>
    <w:p w:rsidR="00663C19" w:rsidRPr="00663C19" w:rsidRDefault="00663C19" w:rsidP="00663C19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 w:rsidRPr="008C3D13">
        <w:t xml:space="preserve">ремонта общего имущества </w:t>
      </w:r>
    </w:p>
    <w:p w:rsidR="00663C19" w:rsidRPr="00283951" w:rsidRDefault="00663C19" w:rsidP="00663C19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 w:rsidRPr="008C3D13">
        <w:t xml:space="preserve">в многоквартирных домах на территории </w:t>
      </w:r>
    </w:p>
    <w:p w:rsidR="00663C19" w:rsidRPr="00283951" w:rsidRDefault="00663C19" w:rsidP="00663C19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 w:rsidRPr="008C3D13">
        <w:t>Ярославской области»</w:t>
      </w:r>
    </w:p>
    <w:p w:rsidR="00871037" w:rsidRDefault="00871037" w:rsidP="009C296A">
      <w:pPr>
        <w:ind w:firstLine="709"/>
        <w:jc w:val="both"/>
        <w:rPr>
          <w:sz w:val="28"/>
          <w:szCs w:val="28"/>
        </w:rPr>
      </w:pPr>
    </w:p>
    <w:p w:rsidR="009D13BE" w:rsidRPr="00A36822" w:rsidRDefault="009D13BE" w:rsidP="009C296A">
      <w:pPr>
        <w:ind w:firstLine="709"/>
        <w:jc w:val="both"/>
        <w:rPr>
          <w:sz w:val="28"/>
          <w:szCs w:val="28"/>
        </w:rPr>
      </w:pPr>
    </w:p>
    <w:p w:rsidR="009C296A" w:rsidRPr="009C296A" w:rsidRDefault="009C296A" w:rsidP="00481F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0903DF" w:rsidRDefault="00E102FF" w:rsidP="00481FEC">
      <w:pPr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E102FF" w:rsidRPr="009A70BA" w:rsidRDefault="00E102FF" w:rsidP="00F9695C">
      <w:pPr>
        <w:ind w:firstLine="709"/>
        <w:jc w:val="center"/>
        <w:rPr>
          <w:b/>
          <w:sz w:val="28"/>
          <w:szCs w:val="28"/>
        </w:rPr>
      </w:pPr>
    </w:p>
    <w:p w:rsidR="00663C19" w:rsidRPr="00D9329B" w:rsidRDefault="00A61518" w:rsidP="00663C19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>
        <w:rPr>
          <w:szCs w:val="28"/>
        </w:rPr>
        <w:t xml:space="preserve">1. Отклонить </w:t>
      </w:r>
      <w:r w:rsidR="00C54C50" w:rsidRPr="00115679">
        <w:rPr>
          <w:szCs w:val="28"/>
        </w:rPr>
        <w:t>п</w:t>
      </w:r>
      <w:r w:rsidR="00F32960" w:rsidRPr="00115679">
        <w:rPr>
          <w:szCs w:val="28"/>
        </w:rPr>
        <w:t>роект закона Ярославской области</w:t>
      </w:r>
      <w:r w:rsidR="00115679">
        <w:rPr>
          <w:szCs w:val="28"/>
        </w:rPr>
        <w:t xml:space="preserve"> </w:t>
      </w:r>
      <w:r w:rsidR="00663C19">
        <w:rPr>
          <w:color w:val="000000"/>
        </w:rPr>
        <w:t>«О</w:t>
      </w:r>
      <w:r w:rsidR="009D13BE">
        <w:rPr>
          <w:color w:val="000000"/>
        </w:rPr>
        <w:t> </w:t>
      </w:r>
      <w:r w:rsidR="00663C19">
        <w:rPr>
          <w:color w:val="000000"/>
        </w:rPr>
        <w:t>внесении измен</w:t>
      </w:r>
      <w:r w:rsidR="00663C19">
        <w:rPr>
          <w:color w:val="000000"/>
        </w:rPr>
        <w:t>е</w:t>
      </w:r>
      <w:r w:rsidR="00663C19">
        <w:rPr>
          <w:color w:val="000000"/>
        </w:rPr>
        <w:t>ний</w:t>
      </w:r>
      <w:r w:rsidR="00663C19" w:rsidRPr="00C80CE8">
        <w:rPr>
          <w:color w:val="000000"/>
        </w:rPr>
        <w:t xml:space="preserve"> </w:t>
      </w:r>
      <w:r w:rsidR="00663C19">
        <w:rPr>
          <w:color w:val="000000"/>
        </w:rPr>
        <w:t xml:space="preserve">в Закон </w:t>
      </w:r>
      <w:r w:rsidR="00663C19" w:rsidRPr="008C3D13">
        <w:rPr>
          <w:color w:val="000000"/>
        </w:rPr>
        <w:t xml:space="preserve">Ярославской области от 28.06.2013 № 32 </w:t>
      </w:r>
      <w:r w:rsidR="00663C19" w:rsidRPr="008C3D13">
        <w:t>«Об отдельных вопр</w:t>
      </w:r>
      <w:r w:rsidR="00663C19" w:rsidRPr="008C3D13">
        <w:t>о</w:t>
      </w:r>
      <w:r w:rsidR="00663C19" w:rsidRPr="008C3D13">
        <w:t>сах организации проведения капитального ремонта общего имущества в мн</w:t>
      </w:r>
      <w:r w:rsidR="00663C19" w:rsidRPr="008C3D13">
        <w:t>о</w:t>
      </w:r>
      <w:r w:rsidR="00663C19" w:rsidRPr="008C3D13">
        <w:t>гоквартирных домах на территории Ярославской области»</w:t>
      </w:r>
      <w:r w:rsidR="00663C19" w:rsidRPr="00C06B86">
        <w:rPr>
          <w:i/>
          <w:szCs w:val="28"/>
        </w:rPr>
        <w:t xml:space="preserve">, </w:t>
      </w:r>
      <w:r w:rsidR="00663C19">
        <w:rPr>
          <w:iCs/>
          <w:szCs w:val="28"/>
        </w:rPr>
        <w:t xml:space="preserve">внесенный </w:t>
      </w:r>
      <w:r w:rsidR="00663C19" w:rsidRPr="00A136FE">
        <w:t>М</w:t>
      </w:r>
      <w:r w:rsidR="00663C19" w:rsidRPr="00A136FE">
        <w:t>у</w:t>
      </w:r>
      <w:r w:rsidR="00663C19" w:rsidRPr="00A136FE">
        <w:t>ниципальным Советом городского округа город Рыбинск</w:t>
      </w:r>
      <w:r w:rsidR="00663C19" w:rsidRPr="00A136FE">
        <w:rPr>
          <w:iCs/>
          <w:szCs w:val="28"/>
        </w:rPr>
        <w:t xml:space="preserve"> </w:t>
      </w:r>
      <w:r w:rsidR="00663C19">
        <w:rPr>
          <w:iCs/>
          <w:szCs w:val="28"/>
        </w:rPr>
        <w:t>Ярославской обл</w:t>
      </w:r>
      <w:r w:rsidR="00663C19">
        <w:rPr>
          <w:iCs/>
          <w:szCs w:val="28"/>
        </w:rPr>
        <w:t>а</w:t>
      </w:r>
      <w:r w:rsidR="00663C19">
        <w:rPr>
          <w:iCs/>
          <w:szCs w:val="28"/>
        </w:rPr>
        <w:t>сти.</w:t>
      </w:r>
    </w:p>
    <w:p w:rsidR="00A61518" w:rsidRDefault="00CB2CE6" w:rsidP="00B73FBD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3C205F">
        <w:rPr>
          <w:szCs w:val="28"/>
        </w:rPr>
        <w:t xml:space="preserve">2. Направить </w:t>
      </w:r>
      <w:r w:rsidR="00A61518">
        <w:rPr>
          <w:szCs w:val="28"/>
        </w:rPr>
        <w:t xml:space="preserve">настоящее Постановление в </w:t>
      </w:r>
      <w:r w:rsidR="00A61518" w:rsidRPr="00A136FE">
        <w:t>Муниципальн</w:t>
      </w:r>
      <w:r w:rsidR="00A61518">
        <w:t>ый</w:t>
      </w:r>
      <w:r w:rsidR="00A61518" w:rsidRPr="00A136FE">
        <w:t xml:space="preserve"> Совет г</w:t>
      </w:r>
      <w:r w:rsidR="00A61518" w:rsidRPr="00A136FE">
        <w:t>о</w:t>
      </w:r>
      <w:r w:rsidR="00A61518" w:rsidRPr="00A136FE">
        <w:t>родского округа город Рыбинск</w:t>
      </w:r>
      <w:r w:rsidR="00A61518" w:rsidRPr="00A136FE">
        <w:rPr>
          <w:iCs/>
          <w:szCs w:val="28"/>
        </w:rPr>
        <w:t xml:space="preserve"> </w:t>
      </w:r>
      <w:r w:rsidR="00A61518">
        <w:rPr>
          <w:iCs/>
          <w:szCs w:val="28"/>
        </w:rPr>
        <w:t>Ярославской области.</w:t>
      </w:r>
    </w:p>
    <w:p w:rsidR="00E102FF" w:rsidRPr="000903DF" w:rsidRDefault="00E102FF" w:rsidP="00F9695C">
      <w:pPr>
        <w:jc w:val="both"/>
        <w:rPr>
          <w:sz w:val="28"/>
          <w:szCs w:val="28"/>
        </w:rPr>
      </w:pPr>
    </w:p>
    <w:p w:rsidR="00E102FF" w:rsidRDefault="00E102FF" w:rsidP="00F9695C">
      <w:pPr>
        <w:jc w:val="both"/>
        <w:rPr>
          <w:sz w:val="28"/>
        </w:rPr>
      </w:pPr>
    </w:p>
    <w:p w:rsidR="00E102FF" w:rsidRDefault="00E102FF" w:rsidP="00F9695C">
      <w:pPr>
        <w:jc w:val="both"/>
        <w:rPr>
          <w:sz w:val="28"/>
        </w:rPr>
      </w:pPr>
    </w:p>
    <w:p w:rsidR="00093AC8" w:rsidRDefault="00093AC8" w:rsidP="00F9695C">
      <w:pPr>
        <w:pStyle w:val="3"/>
      </w:pPr>
      <w:r>
        <w:t>Председатель</w:t>
      </w:r>
    </w:p>
    <w:p w:rsidR="00E102FF" w:rsidRDefault="00093AC8" w:rsidP="009F12F5">
      <w:pPr>
        <w:jc w:val="both"/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="009F12F5">
        <w:rPr>
          <w:sz w:val="28"/>
          <w:szCs w:val="28"/>
        </w:rPr>
        <w:t>М.В. Боровицкий</w:t>
      </w:r>
    </w:p>
    <w:sectPr w:rsidR="00E102FF" w:rsidSect="009D13BE">
      <w:pgSz w:w="11906" w:h="16838"/>
      <w:pgMar w:top="4820" w:right="851" w:bottom="709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DC1" w:rsidRDefault="00BB1DC1">
      <w:r>
        <w:separator/>
      </w:r>
    </w:p>
  </w:endnote>
  <w:endnote w:type="continuationSeparator" w:id="0">
    <w:p w:rsidR="00BB1DC1" w:rsidRDefault="00BB1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DC1" w:rsidRDefault="00BB1DC1">
      <w:r>
        <w:separator/>
      </w:r>
    </w:p>
  </w:footnote>
  <w:footnote w:type="continuationSeparator" w:id="0">
    <w:p w:rsidR="00BB1DC1" w:rsidRDefault="00BB1D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3C0A"/>
    <w:rsid w:val="000B4629"/>
    <w:rsid w:val="00115679"/>
    <w:rsid w:val="0011582D"/>
    <w:rsid w:val="00116929"/>
    <w:rsid w:val="00131CAC"/>
    <w:rsid w:val="0014195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1F707B"/>
    <w:rsid w:val="00202A29"/>
    <w:rsid w:val="00203892"/>
    <w:rsid w:val="00214A41"/>
    <w:rsid w:val="00230264"/>
    <w:rsid w:val="00246829"/>
    <w:rsid w:val="00257324"/>
    <w:rsid w:val="00266F5E"/>
    <w:rsid w:val="00282558"/>
    <w:rsid w:val="00284F62"/>
    <w:rsid w:val="00292EA5"/>
    <w:rsid w:val="002C03C2"/>
    <w:rsid w:val="002C1CA3"/>
    <w:rsid w:val="002F1954"/>
    <w:rsid w:val="002F200A"/>
    <w:rsid w:val="002F3D61"/>
    <w:rsid w:val="002F7439"/>
    <w:rsid w:val="00301FDD"/>
    <w:rsid w:val="0034091E"/>
    <w:rsid w:val="003440D7"/>
    <w:rsid w:val="0034458E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4612F"/>
    <w:rsid w:val="0044770E"/>
    <w:rsid w:val="00481FEC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01DCE"/>
    <w:rsid w:val="0050705B"/>
    <w:rsid w:val="00512A09"/>
    <w:rsid w:val="00514D2D"/>
    <w:rsid w:val="0051638F"/>
    <w:rsid w:val="005314D4"/>
    <w:rsid w:val="0055501C"/>
    <w:rsid w:val="00564588"/>
    <w:rsid w:val="00566394"/>
    <w:rsid w:val="00584345"/>
    <w:rsid w:val="00597EBA"/>
    <w:rsid w:val="005A4454"/>
    <w:rsid w:val="005B25DE"/>
    <w:rsid w:val="005B3946"/>
    <w:rsid w:val="005C0900"/>
    <w:rsid w:val="005D033B"/>
    <w:rsid w:val="00663C19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1C25"/>
    <w:rsid w:val="007B78A7"/>
    <w:rsid w:val="007C4BF0"/>
    <w:rsid w:val="007C7C8D"/>
    <w:rsid w:val="007F7785"/>
    <w:rsid w:val="00804752"/>
    <w:rsid w:val="00812780"/>
    <w:rsid w:val="00813A72"/>
    <w:rsid w:val="008142B4"/>
    <w:rsid w:val="0082312E"/>
    <w:rsid w:val="0084513C"/>
    <w:rsid w:val="0084771E"/>
    <w:rsid w:val="008617EB"/>
    <w:rsid w:val="00871037"/>
    <w:rsid w:val="00881F9D"/>
    <w:rsid w:val="008829E5"/>
    <w:rsid w:val="00884C99"/>
    <w:rsid w:val="008907DD"/>
    <w:rsid w:val="00897256"/>
    <w:rsid w:val="008D1296"/>
    <w:rsid w:val="008E6CB0"/>
    <w:rsid w:val="008F54E2"/>
    <w:rsid w:val="00903EBE"/>
    <w:rsid w:val="00936997"/>
    <w:rsid w:val="00942B4C"/>
    <w:rsid w:val="00980547"/>
    <w:rsid w:val="00985985"/>
    <w:rsid w:val="00993DD8"/>
    <w:rsid w:val="0099732B"/>
    <w:rsid w:val="009A70BA"/>
    <w:rsid w:val="009C18F5"/>
    <w:rsid w:val="009C296A"/>
    <w:rsid w:val="009C389A"/>
    <w:rsid w:val="009D13BE"/>
    <w:rsid w:val="009D4FB9"/>
    <w:rsid w:val="009F12F5"/>
    <w:rsid w:val="009F4729"/>
    <w:rsid w:val="00A04B61"/>
    <w:rsid w:val="00A05E22"/>
    <w:rsid w:val="00A165D9"/>
    <w:rsid w:val="00A2365B"/>
    <w:rsid w:val="00A23D93"/>
    <w:rsid w:val="00A245AA"/>
    <w:rsid w:val="00A250E8"/>
    <w:rsid w:val="00A269B9"/>
    <w:rsid w:val="00A36822"/>
    <w:rsid w:val="00A4428C"/>
    <w:rsid w:val="00A46930"/>
    <w:rsid w:val="00A56FC1"/>
    <w:rsid w:val="00A61518"/>
    <w:rsid w:val="00A754C3"/>
    <w:rsid w:val="00A7637E"/>
    <w:rsid w:val="00A97A21"/>
    <w:rsid w:val="00AB0954"/>
    <w:rsid w:val="00AB585B"/>
    <w:rsid w:val="00AB78D5"/>
    <w:rsid w:val="00AC6BEE"/>
    <w:rsid w:val="00AE62E2"/>
    <w:rsid w:val="00AE75D6"/>
    <w:rsid w:val="00AF1E34"/>
    <w:rsid w:val="00AF4205"/>
    <w:rsid w:val="00B0356F"/>
    <w:rsid w:val="00B253A5"/>
    <w:rsid w:val="00B42317"/>
    <w:rsid w:val="00B51717"/>
    <w:rsid w:val="00B51DE7"/>
    <w:rsid w:val="00B73FBD"/>
    <w:rsid w:val="00B7507A"/>
    <w:rsid w:val="00B77D5B"/>
    <w:rsid w:val="00B827E8"/>
    <w:rsid w:val="00B8479B"/>
    <w:rsid w:val="00B97378"/>
    <w:rsid w:val="00BB1DC1"/>
    <w:rsid w:val="00BC7288"/>
    <w:rsid w:val="00BD7251"/>
    <w:rsid w:val="00BD7F1B"/>
    <w:rsid w:val="00BE3C4B"/>
    <w:rsid w:val="00BF13FD"/>
    <w:rsid w:val="00BF5B74"/>
    <w:rsid w:val="00C14300"/>
    <w:rsid w:val="00C14F0B"/>
    <w:rsid w:val="00C278F0"/>
    <w:rsid w:val="00C315CC"/>
    <w:rsid w:val="00C40E45"/>
    <w:rsid w:val="00C50A52"/>
    <w:rsid w:val="00C50EDF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E59FB"/>
    <w:rsid w:val="00CE7C91"/>
    <w:rsid w:val="00CF09CD"/>
    <w:rsid w:val="00D265E9"/>
    <w:rsid w:val="00D85A0A"/>
    <w:rsid w:val="00D959EB"/>
    <w:rsid w:val="00DC18DF"/>
    <w:rsid w:val="00DF3EBA"/>
    <w:rsid w:val="00E102FF"/>
    <w:rsid w:val="00E164A3"/>
    <w:rsid w:val="00E20539"/>
    <w:rsid w:val="00E25E63"/>
    <w:rsid w:val="00E26DC8"/>
    <w:rsid w:val="00E27492"/>
    <w:rsid w:val="00E53A2D"/>
    <w:rsid w:val="00E663FD"/>
    <w:rsid w:val="00E868BF"/>
    <w:rsid w:val="00EF2A6C"/>
    <w:rsid w:val="00F17842"/>
    <w:rsid w:val="00F233B6"/>
    <w:rsid w:val="00F2406D"/>
    <w:rsid w:val="00F24528"/>
    <w:rsid w:val="00F32960"/>
    <w:rsid w:val="00F5361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9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AA12F-D0FC-4ADD-BA46-B07A8CB88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71</cp:revision>
  <cp:lastPrinted>2015-10-26T05:53:00Z</cp:lastPrinted>
  <dcterms:created xsi:type="dcterms:W3CDTF">2011-05-25T04:39:00Z</dcterms:created>
  <dcterms:modified xsi:type="dcterms:W3CDTF">2015-10-30T07:05:00Z</dcterms:modified>
</cp:coreProperties>
</file>