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9533F7" w:rsidRPr="00361AB9" w:rsidTr="00687CD8">
        <w:tc>
          <w:tcPr>
            <w:tcW w:w="709" w:type="dxa"/>
          </w:tcPr>
          <w:p w:rsidR="009533F7" w:rsidRPr="00361AB9" w:rsidRDefault="009533F7" w:rsidP="00687C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361AB9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33F7" w:rsidRPr="00361AB9" w:rsidRDefault="009533F7" w:rsidP="00687C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61AB9">
              <w:rPr>
                <w:rFonts w:ascii="Times New Roman" w:hAnsi="Times New Roman"/>
                <w:sz w:val="28"/>
              </w:rPr>
              <w:t>18.12.2012</w:t>
            </w:r>
          </w:p>
        </w:tc>
        <w:tc>
          <w:tcPr>
            <w:tcW w:w="3260" w:type="dxa"/>
          </w:tcPr>
          <w:p w:rsidR="009533F7" w:rsidRPr="00361AB9" w:rsidRDefault="009533F7" w:rsidP="00687C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9533F7" w:rsidRPr="00361AB9" w:rsidRDefault="009533F7" w:rsidP="00687C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361AB9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33F7" w:rsidRPr="00361AB9" w:rsidRDefault="009533F7" w:rsidP="00687C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361AB9"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71</w:t>
            </w:r>
          </w:p>
        </w:tc>
      </w:tr>
    </w:tbl>
    <w:p w:rsidR="009533F7" w:rsidRDefault="009533F7" w:rsidP="00853A6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533F7" w:rsidRDefault="009533F7" w:rsidP="00853A6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533F7" w:rsidRDefault="009533F7" w:rsidP="00853A6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533F7" w:rsidRDefault="009533F7" w:rsidP="00853A6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2A0D">
        <w:rPr>
          <w:rFonts w:ascii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632A0D">
        <w:rPr>
          <w:rFonts w:ascii="Times New Roman" w:hAnsi="Times New Roman"/>
          <w:sz w:val="28"/>
          <w:szCs w:val="28"/>
          <w:lang w:eastAsia="ru-RU"/>
        </w:rPr>
        <w:t>акон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632A0D">
        <w:rPr>
          <w:rFonts w:ascii="Times New Roman" w:hAnsi="Times New Roman"/>
          <w:sz w:val="28"/>
          <w:szCs w:val="28"/>
          <w:lang w:eastAsia="ru-RU"/>
        </w:rPr>
        <w:t xml:space="preserve"> Ярославской области </w:t>
      </w:r>
      <w:r w:rsidRPr="00853A67">
        <w:rPr>
          <w:rFonts w:ascii="Times New Roman" w:hAnsi="Times New Roman"/>
          <w:sz w:val="28"/>
          <w:szCs w:val="28"/>
          <w:lang w:eastAsia="ru-RU"/>
        </w:rPr>
        <w:t>«</w:t>
      </w:r>
      <w:r w:rsidRPr="00853A67">
        <w:rPr>
          <w:rFonts w:ascii="Times New Roman" w:hAnsi="Times New Roman"/>
          <w:sz w:val="28"/>
          <w:szCs w:val="28"/>
        </w:rPr>
        <w:t xml:space="preserve">О внесении </w:t>
      </w:r>
    </w:p>
    <w:p w:rsidR="009533F7" w:rsidRDefault="009533F7" w:rsidP="00853A6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3A67">
        <w:rPr>
          <w:rFonts w:ascii="Times New Roman" w:hAnsi="Times New Roman"/>
          <w:sz w:val="28"/>
          <w:szCs w:val="28"/>
        </w:rPr>
        <w:t xml:space="preserve">изменений в Закон Ярославской области </w:t>
      </w:r>
    </w:p>
    <w:p w:rsidR="009533F7" w:rsidRDefault="009533F7" w:rsidP="00853A6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3A67">
        <w:rPr>
          <w:rFonts w:ascii="Times New Roman" w:hAnsi="Times New Roman"/>
          <w:sz w:val="28"/>
          <w:szCs w:val="28"/>
        </w:rPr>
        <w:t>«О государствен</w:t>
      </w:r>
      <w:r w:rsidRPr="00853A67">
        <w:rPr>
          <w:rFonts w:ascii="Times New Roman" w:hAnsi="Times New Roman"/>
          <w:sz w:val="28"/>
          <w:szCs w:val="28"/>
        </w:rPr>
        <w:softHyphen/>
        <w:t xml:space="preserve">ном регулировании </w:t>
      </w:r>
    </w:p>
    <w:p w:rsidR="009533F7" w:rsidRDefault="009533F7" w:rsidP="00853A6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3A67">
        <w:rPr>
          <w:rFonts w:ascii="Times New Roman" w:hAnsi="Times New Roman"/>
          <w:sz w:val="28"/>
          <w:szCs w:val="28"/>
        </w:rPr>
        <w:t xml:space="preserve">инвестиционной деятельности </w:t>
      </w:r>
    </w:p>
    <w:p w:rsidR="009533F7" w:rsidRPr="00853A67" w:rsidRDefault="009533F7" w:rsidP="00853A6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853A67">
        <w:rPr>
          <w:rFonts w:ascii="Times New Roman" w:hAnsi="Times New Roman"/>
          <w:sz w:val="28"/>
          <w:szCs w:val="28"/>
        </w:rPr>
        <w:t>на территории Яро</w:t>
      </w:r>
      <w:r w:rsidRPr="00853A67">
        <w:rPr>
          <w:rFonts w:ascii="Times New Roman" w:hAnsi="Times New Roman"/>
          <w:sz w:val="28"/>
          <w:szCs w:val="28"/>
        </w:rPr>
        <w:softHyphen/>
        <w:t>слав</w:t>
      </w:r>
      <w:r w:rsidRPr="00853A67">
        <w:rPr>
          <w:rFonts w:ascii="Times New Roman" w:hAnsi="Times New Roman"/>
          <w:sz w:val="28"/>
          <w:szCs w:val="28"/>
        </w:rPr>
        <w:softHyphen/>
        <w:t>ской области»</w:t>
      </w:r>
    </w:p>
    <w:p w:rsidR="009533F7" w:rsidRDefault="009533F7" w:rsidP="008E5AD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533F7" w:rsidRPr="00B93A84" w:rsidRDefault="009533F7" w:rsidP="008E5AD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bookmarkStart w:id="0" w:name="_GoBack"/>
      <w:bookmarkEnd w:id="0"/>
    </w:p>
    <w:p w:rsidR="009533F7" w:rsidRPr="00B93A84" w:rsidRDefault="009533F7" w:rsidP="008E5AD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9533F7" w:rsidRPr="00B93A84" w:rsidRDefault="009533F7" w:rsidP="008E5AD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533F7" w:rsidRPr="00B93A84" w:rsidRDefault="009533F7" w:rsidP="008E5ADC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9533F7" w:rsidRPr="00B93A84" w:rsidRDefault="009533F7" w:rsidP="008E5ADC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9533F7" w:rsidRDefault="009533F7" w:rsidP="008E5ADC">
      <w:pPr>
        <w:pStyle w:val="21"/>
        <w:ind w:firstLine="720"/>
      </w:pPr>
      <w:r>
        <w:rPr>
          <w:szCs w:val="28"/>
        </w:rPr>
        <w:t xml:space="preserve">1. </w:t>
      </w:r>
      <w:r w:rsidRPr="00F612B3">
        <w:rPr>
          <w:szCs w:val="28"/>
        </w:rPr>
        <w:t xml:space="preserve">Принять </w:t>
      </w:r>
      <w:r>
        <w:rPr>
          <w:szCs w:val="28"/>
        </w:rPr>
        <w:t>Закон</w:t>
      </w:r>
      <w:r w:rsidRPr="00F612B3">
        <w:rPr>
          <w:szCs w:val="28"/>
        </w:rPr>
        <w:t xml:space="preserve"> Ярославской области </w:t>
      </w:r>
      <w:r>
        <w:rPr>
          <w:szCs w:val="28"/>
        </w:rPr>
        <w:t>«О внесении изменений в Закон Ярославской области «О государственном регулировании ин</w:t>
      </w:r>
      <w:r>
        <w:rPr>
          <w:szCs w:val="28"/>
        </w:rPr>
        <w:softHyphen/>
        <w:t>ве</w:t>
      </w:r>
      <w:r>
        <w:rPr>
          <w:szCs w:val="28"/>
        </w:rPr>
        <w:softHyphen/>
        <w:t>стицион</w:t>
      </w:r>
      <w:r>
        <w:rPr>
          <w:szCs w:val="28"/>
        </w:rPr>
        <w:softHyphen/>
        <w:t>ной деятельности на территории Ярославской области».</w:t>
      </w:r>
    </w:p>
    <w:p w:rsidR="009533F7" w:rsidRPr="006B1649" w:rsidRDefault="009533F7" w:rsidP="008E5ADC">
      <w:pPr>
        <w:pStyle w:val="21"/>
        <w:rPr>
          <w:szCs w:val="28"/>
        </w:rPr>
      </w:pPr>
      <w:r w:rsidRPr="006B1649">
        <w:rPr>
          <w:szCs w:val="28"/>
        </w:rPr>
        <w:t>2. Направить указанный Закон Ярославской области Губернатору Яро</w:t>
      </w:r>
      <w:r>
        <w:rPr>
          <w:szCs w:val="28"/>
        </w:rPr>
        <w:softHyphen/>
      </w:r>
      <w:r w:rsidRPr="006B1649">
        <w:rPr>
          <w:szCs w:val="28"/>
        </w:rPr>
        <w:t>славской области для подписания и официального опубликования.</w:t>
      </w:r>
      <w:r>
        <w:rPr>
          <w:szCs w:val="28"/>
        </w:rPr>
        <w:t xml:space="preserve"> </w:t>
      </w:r>
    </w:p>
    <w:p w:rsidR="009533F7" w:rsidRDefault="009533F7" w:rsidP="008E5ADC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33F7" w:rsidRDefault="009533F7" w:rsidP="008E5AD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533F7" w:rsidRPr="00B93A84" w:rsidRDefault="009533F7" w:rsidP="008E5AD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533F7" w:rsidRPr="00B93A84" w:rsidRDefault="009533F7" w:rsidP="008E5AD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9533F7" w:rsidRPr="00B93A84" w:rsidRDefault="009533F7" w:rsidP="008E5ADC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sectPr w:rsidR="009533F7" w:rsidRPr="00B93A84" w:rsidSect="00A54FF2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5F53"/>
    <w:rsid w:val="00001BE1"/>
    <w:rsid w:val="00005820"/>
    <w:rsid w:val="0001457F"/>
    <w:rsid w:val="00020E35"/>
    <w:rsid w:val="00030CED"/>
    <w:rsid w:val="00033972"/>
    <w:rsid w:val="00047209"/>
    <w:rsid w:val="00061466"/>
    <w:rsid w:val="0006525E"/>
    <w:rsid w:val="00071E29"/>
    <w:rsid w:val="000774BB"/>
    <w:rsid w:val="00081D52"/>
    <w:rsid w:val="000821C8"/>
    <w:rsid w:val="000934F8"/>
    <w:rsid w:val="00095B77"/>
    <w:rsid w:val="00096576"/>
    <w:rsid w:val="000A07C1"/>
    <w:rsid w:val="000C6DBC"/>
    <w:rsid w:val="000D284D"/>
    <w:rsid w:val="000E21D3"/>
    <w:rsid w:val="000F56B8"/>
    <w:rsid w:val="00106E88"/>
    <w:rsid w:val="0011131C"/>
    <w:rsid w:val="00116B9F"/>
    <w:rsid w:val="00121AD7"/>
    <w:rsid w:val="0012595E"/>
    <w:rsid w:val="00134D4C"/>
    <w:rsid w:val="00140ED8"/>
    <w:rsid w:val="001475CD"/>
    <w:rsid w:val="00152FEB"/>
    <w:rsid w:val="00166CF3"/>
    <w:rsid w:val="001818C8"/>
    <w:rsid w:val="00185AA2"/>
    <w:rsid w:val="001945ED"/>
    <w:rsid w:val="001A0731"/>
    <w:rsid w:val="001C2203"/>
    <w:rsid w:val="001D2D2F"/>
    <w:rsid w:val="001E66E7"/>
    <w:rsid w:val="002017C9"/>
    <w:rsid w:val="00204613"/>
    <w:rsid w:val="00213982"/>
    <w:rsid w:val="002179D8"/>
    <w:rsid w:val="002204CD"/>
    <w:rsid w:val="002276DF"/>
    <w:rsid w:val="00235A69"/>
    <w:rsid w:val="002366C4"/>
    <w:rsid w:val="0026317B"/>
    <w:rsid w:val="00263CDA"/>
    <w:rsid w:val="00266AFD"/>
    <w:rsid w:val="00274D88"/>
    <w:rsid w:val="00275931"/>
    <w:rsid w:val="002764E3"/>
    <w:rsid w:val="00284ED1"/>
    <w:rsid w:val="00295970"/>
    <w:rsid w:val="002A19CA"/>
    <w:rsid w:val="002B23AA"/>
    <w:rsid w:val="002C22F7"/>
    <w:rsid w:val="002D22AF"/>
    <w:rsid w:val="003109D0"/>
    <w:rsid w:val="00312AB2"/>
    <w:rsid w:val="00323D7F"/>
    <w:rsid w:val="00330265"/>
    <w:rsid w:val="00331904"/>
    <w:rsid w:val="00342C5F"/>
    <w:rsid w:val="0034771E"/>
    <w:rsid w:val="00361AB9"/>
    <w:rsid w:val="00363F4F"/>
    <w:rsid w:val="00376D21"/>
    <w:rsid w:val="003810EA"/>
    <w:rsid w:val="00385F64"/>
    <w:rsid w:val="003B08B9"/>
    <w:rsid w:val="003C5F53"/>
    <w:rsid w:val="003D4889"/>
    <w:rsid w:val="003E5A83"/>
    <w:rsid w:val="003F04ED"/>
    <w:rsid w:val="003F120E"/>
    <w:rsid w:val="003F1A87"/>
    <w:rsid w:val="003F4713"/>
    <w:rsid w:val="0040284F"/>
    <w:rsid w:val="00411A74"/>
    <w:rsid w:val="00412275"/>
    <w:rsid w:val="004130EB"/>
    <w:rsid w:val="00413FB9"/>
    <w:rsid w:val="004175C9"/>
    <w:rsid w:val="004260B9"/>
    <w:rsid w:val="00431C90"/>
    <w:rsid w:val="00436456"/>
    <w:rsid w:val="00444634"/>
    <w:rsid w:val="00454A8F"/>
    <w:rsid w:val="0046410E"/>
    <w:rsid w:val="00472296"/>
    <w:rsid w:val="00477A93"/>
    <w:rsid w:val="0048519E"/>
    <w:rsid w:val="00485DAE"/>
    <w:rsid w:val="00486A8D"/>
    <w:rsid w:val="00496D97"/>
    <w:rsid w:val="004B152D"/>
    <w:rsid w:val="004B1EC5"/>
    <w:rsid w:val="004C3DC4"/>
    <w:rsid w:val="004D20B5"/>
    <w:rsid w:val="004D46AD"/>
    <w:rsid w:val="004D6830"/>
    <w:rsid w:val="004E3177"/>
    <w:rsid w:val="004F010B"/>
    <w:rsid w:val="004F3CB7"/>
    <w:rsid w:val="00511831"/>
    <w:rsid w:val="00514B57"/>
    <w:rsid w:val="00515C4A"/>
    <w:rsid w:val="005208B4"/>
    <w:rsid w:val="00525078"/>
    <w:rsid w:val="0053673F"/>
    <w:rsid w:val="005373E3"/>
    <w:rsid w:val="00546227"/>
    <w:rsid w:val="00551ACA"/>
    <w:rsid w:val="00555936"/>
    <w:rsid w:val="005837D5"/>
    <w:rsid w:val="00585E96"/>
    <w:rsid w:val="0058713F"/>
    <w:rsid w:val="00591D7A"/>
    <w:rsid w:val="00594F17"/>
    <w:rsid w:val="005B690F"/>
    <w:rsid w:val="005B6FB0"/>
    <w:rsid w:val="005D2E3D"/>
    <w:rsid w:val="005F5611"/>
    <w:rsid w:val="005F60F7"/>
    <w:rsid w:val="005F6EE0"/>
    <w:rsid w:val="006002E5"/>
    <w:rsid w:val="00614062"/>
    <w:rsid w:val="00624B8D"/>
    <w:rsid w:val="006256D3"/>
    <w:rsid w:val="00632A0D"/>
    <w:rsid w:val="0063587E"/>
    <w:rsid w:val="00635D94"/>
    <w:rsid w:val="0063665A"/>
    <w:rsid w:val="00637C5B"/>
    <w:rsid w:val="00645730"/>
    <w:rsid w:val="0065355B"/>
    <w:rsid w:val="006718FF"/>
    <w:rsid w:val="00687CD8"/>
    <w:rsid w:val="00687CE4"/>
    <w:rsid w:val="006A1A58"/>
    <w:rsid w:val="006B1649"/>
    <w:rsid w:val="006B5E07"/>
    <w:rsid w:val="006C2064"/>
    <w:rsid w:val="006C7D65"/>
    <w:rsid w:val="006D3639"/>
    <w:rsid w:val="006E00B9"/>
    <w:rsid w:val="006E4B54"/>
    <w:rsid w:val="006F0059"/>
    <w:rsid w:val="006F62F3"/>
    <w:rsid w:val="007279C8"/>
    <w:rsid w:val="00727FC4"/>
    <w:rsid w:val="007369D7"/>
    <w:rsid w:val="00755335"/>
    <w:rsid w:val="00755994"/>
    <w:rsid w:val="00760EB6"/>
    <w:rsid w:val="007655A7"/>
    <w:rsid w:val="007871CE"/>
    <w:rsid w:val="0079736B"/>
    <w:rsid w:val="00797FE3"/>
    <w:rsid w:val="007A1155"/>
    <w:rsid w:val="007B32CA"/>
    <w:rsid w:val="007C535B"/>
    <w:rsid w:val="007C69F9"/>
    <w:rsid w:val="007D73E3"/>
    <w:rsid w:val="007E06BC"/>
    <w:rsid w:val="007F22E7"/>
    <w:rsid w:val="007F3DF3"/>
    <w:rsid w:val="00826789"/>
    <w:rsid w:val="00826EC3"/>
    <w:rsid w:val="00841FB4"/>
    <w:rsid w:val="00853A67"/>
    <w:rsid w:val="00861A4D"/>
    <w:rsid w:val="0086444A"/>
    <w:rsid w:val="00872D17"/>
    <w:rsid w:val="00873967"/>
    <w:rsid w:val="008753F1"/>
    <w:rsid w:val="008922FD"/>
    <w:rsid w:val="00893A73"/>
    <w:rsid w:val="00896A21"/>
    <w:rsid w:val="008D036D"/>
    <w:rsid w:val="008E24E3"/>
    <w:rsid w:val="008E5A09"/>
    <w:rsid w:val="008E5ADC"/>
    <w:rsid w:val="008F3DC7"/>
    <w:rsid w:val="00906AA7"/>
    <w:rsid w:val="009135E2"/>
    <w:rsid w:val="009200A0"/>
    <w:rsid w:val="00923F34"/>
    <w:rsid w:val="009256DD"/>
    <w:rsid w:val="00925F1E"/>
    <w:rsid w:val="00947094"/>
    <w:rsid w:val="009533F7"/>
    <w:rsid w:val="00973342"/>
    <w:rsid w:val="00987F3C"/>
    <w:rsid w:val="009931B9"/>
    <w:rsid w:val="009A3EBF"/>
    <w:rsid w:val="009A7802"/>
    <w:rsid w:val="009D0FA6"/>
    <w:rsid w:val="009D2754"/>
    <w:rsid w:val="009D5608"/>
    <w:rsid w:val="009D7C16"/>
    <w:rsid w:val="009F0A30"/>
    <w:rsid w:val="009F305F"/>
    <w:rsid w:val="009F40D8"/>
    <w:rsid w:val="009F5E4A"/>
    <w:rsid w:val="00A10082"/>
    <w:rsid w:val="00A1074F"/>
    <w:rsid w:val="00A1501B"/>
    <w:rsid w:val="00A172DD"/>
    <w:rsid w:val="00A22956"/>
    <w:rsid w:val="00A34528"/>
    <w:rsid w:val="00A35B92"/>
    <w:rsid w:val="00A549AE"/>
    <w:rsid w:val="00A54FF2"/>
    <w:rsid w:val="00A5542F"/>
    <w:rsid w:val="00A572D3"/>
    <w:rsid w:val="00A65B40"/>
    <w:rsid w:val="00A72DD6"/>
    <w:rsid w:val="00A77120"/>
    <w:rsid w:val="00A853D3"/>
    <w:rsid w:val="00A960A4"/>
    <w:rsid w:val="00AA047A"/>
    <w:rsid w:val="00AA1E29"/>
    <w:rsid w:val="00AC3B99"/>
    <w:rsid w:val="00AC5802"/>
    <w:rsid w:val="00AD746D"/>
    <w:rsid w:val="00AE2B9A"/>
    <w:rsid w:val="00AF2806"/>
    <w:rsid w:val="00AF5395"/>
    <w:rsid w:val="00B20299"/>
    <w:rsid w:val="00B35256"/>
    <w:rsid w:val="00B4614D"/>
    <w:rsid w:val="00B73093"/>
    <w:rsid w:val="00B87C44"/>
    <w:rsid w:val="00B93A84"/>
    <w:rsid w:val="00BA1707"/>
    <w:rsid w:val="00BA5509"/>
    <w:rsid w:val="00BA6112"/>
    <w:rsid w:val="00BB2712"/>
    <w:rsid w:val="00BD7CEA"/>
    <w:rsid w:val="00BE0603"/>
    <w:rsid w:val="00BE26E0"/>
    <w:rsid w:val="00BF27A8"/>
    <w:rsid w:val="00C00437"/>
    <w:rsid w:val="00C05A00"/>
    <w:rsid w:val="00C242B5"/>
    <w:rsid w:val="00C32D1A"/>
    <w:rsid w:val="00C52E98"/>
    <w:rsid w:val="00C62702"/>
    <w:rsid w:val="00C92644"/>
    <w:rsid w:val="00C97BA9"/>
    <w:rsid w:val="00CB071A"/>
    <w:rsid w:val="00CB39EB"/>
    <w:rsid w:val="00CC4749"/>
    <w:rsid w:val="00CC579D"/>
    <w:rsid w:val="00CC6357"/>
    <w:rsid w:val="00CC7F2A"/>
    <w:rsid w:val="00CD1A10"/>
    <w:rsid w:val="00CD444E"/>
    <w:rsid w:val="00CE3CF7"/>
    <w:rsid w:val="00CF36E3"/>
    <w:rsid w:val="00D13407"/>
    <w:rsid w:val="00D14FBA"/>
    <w:rsid w:val="00D16155"/>
    <w:rsid w:val="00D22AC6"/>
    <w:rsid w:val="00D277F3"/>
    <w:rsid w:val="00D30B14"/>
    <w:rsid w:val="00D451EC"/>
    <w:rsid w:val="00D47EF2"/>
    <w:rsid w:val="00D56CDE"/>
    <w:rsid w:val="00D609F2"/>
    <w:rsid w:val="00D819A6"/>
    <w:rsid w:val="00D83422"/>
    <w:rsid w:val="00D85615"/>
    <w:rsid w:val="00DA0C67"/>
    <w:rsid w:val="00DA3B58"/>
    <w:rsid w:val="00DA3EAE"/>
    <w:rsid w:val="00DB2298"/>
    <w:rsid w:val="00DC54C3"/>
    <w:rsid w:val="00DE26A7"/>
    <w:rsid w:val="00DE6C43"/>
    <w:rsid w:val="00E013C1"/>
    <w:rsid w:val="00E05993"/>
    <w:rsid w:val="00E06360"/>
    <w:rsid w:val="00E0747C"/>
    <w:rsid w:val="00E150A1"/>
    <w:rsid w:val="00E154B6"/>
    <w:rsid w:val="00E321E8"/>
    <w:rsid w:val="00E36B9C"/>
    <w:rsid w:val="00E36D8A"/>
    <w:rsid w:val="00E37CBD"/>
    <w:rsid w:val="00E47F19"/>
    <w:rsid w:val="00E6439C"/>
    <w:rsid w:val="00E65097"/>
    <w:rsid w:val="00E70705"/>
    <w:rsid w:val="00E725EF"/>
    <w:rsid w:val="00E80F5B"/>
    <w:rsid w:val="00E87713"/>
    <w:rsid w:val="00E87DF9"/>
    <w:rsid w:val="00EA21EB"/>
    <w:rsid w:val="00EB3B7C"/>
    <w:rsid w:val="00EC25C4"/>
    <w:rsid w:val="00EC57D3"/>
    <w:rsid w:val="00EF106F"/>
    <w:rsid w:val="00EF6055"/>
    <w:rsid w:val="00F053F2"/>
    <w:rsid w:val="00F06233"/>
    <w:rsid w:val="00F12E9E"/>
    <w:rsid w:val="00F17602"/>
    <w:rsid w:val="00F21171"/>
    <w:rsid w:val="00F3495B"/>
    <w:rsid w:val="00F35683"/>
    <w:rsid w:val="00F4123D"/>
    <w:rsid w:val="00F44535"/>
    <w:rsid w:val="00F5443E"/>
    <w:rsid w:val="00F60DCF"/>
    <w:rsid w:val="00F612B3"/>
    <w:rsid w:val="00F7013D"/>
    <w:rsid w:val="00F81DB5"/>
    <w:rsid w:val="00F8550D"/>
    <w:rsid w:val="00F90FDC"/>
    <w:rsid w:val="00F92C6A"/>
    <w:rsid w:val="00F94A2A"/>
    <w:rsid w:val="00FA3DBA"/>
    <w:rsid w:val="00FB3EF5"/>
    <w:rsid w:val="00FC2DA9"/>
    <w:rsid w:val="00FC72ED"/>
    <w:rsid w:val="00FD3750"/>
    <w:rsid w:val="00FE1D2E"/>
    <w:rsid w:val="00FE6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AD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8E5AD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851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90</Words>
  <Characters>599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11</cp:revision>
  <cp:lastPrinted>2012-12-19T09:04:00Z</cp:lastPrinted>
  <dcterms:created xsi:type="dcterms:W3CDTF">2012-11-30T13:02:00Z</dcterms:created>
  <dcterms:modified xsi:type="dcterms:W3CDTF">2012-12-20T09:17:00Z</dcterms:modified>
</cp:coreProperties>
</file>