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63069" w:rsidRPr="00263069" w:rsidTr="00263069">
        <w:tc>
          <w:tcPr>
            <w:tcW w:w="426" w:type="dxa"/>
            <w:vAlign w:val="bottom"/>
            <w:hideMark/>
          </w:tcPr>
          <w:p w:rsidR="00263069" w:rsidRPr="00263069" w:rsidRDefault="00263069" w:rsidP="00263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6306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63069" w:rsidRPr="00263069" w:rsidRDefault="00263069" w:rsidP="00263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63069">
              <w:rPr>
                <w:rFonts w:ascii="Times New Roman" w:hAnsi="Times New Roman" w:cs="Times New Roman"/>
                <w:sz w:val="28"/>
                <w:szCs w:val="28"/>
              </w:rPr>
              <w:t xml:space="preserve">  21.11.2017</w:t>
            </w:r>
          </w:p>
        </w:tc>
        <w:tc>
          <w:tcPr>
            <w:tcW w:w="4111" w:type="dxa"/>
            <w:vAlign w:val="bottom"/>
          </w:tcPr>
          <w:p w:rsidR="00263069" w:rsidRPr="00263069" w:rsidRDefault="00263069" w:rsidP="00263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63069" w:rsidRPr="00263069" w:rsidRDefault="00263069" w:rsidP="00263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6306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63069" w:rsidRPr="00263069" w:rsidRDefault="00263069" w:rsidP="00263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263069">
              <w:rPr>
                <w:rFonts w:ascii="Times New Roman" w:hAnsi="Times New Roman" w:cs="Times New Roman"/>
                <w:sz w:val="28"/>
              </w:rPr>
              <w:t>27</w:t>
            </w:r>
            <w:r>
              <w:rPr>
                <w:rFonts w:ascii="Times New Roman" w:hAnsi="Times New Roman" w:cs="Times New Roman"/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D05874" w:rsidRPr="00D05874" w:rsidRDefault="00D05874" w:rsidP="00D0587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05874" w:rsidRPr="00D05874" w:rsidRDefault="00D05874" w:rsidP="00D0587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0771C" w:rsidRPr="00D05874" w:rsidRDefault="0000771C" w:rsidP="00D0587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874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E518B9" w:rsidRPr="00D05874" w:rsidRDefault="00E518B9" w:rsidP="00D0587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874">
        <w:rPr>
          <w:rFonts w:ascii="Times New Roman" w:hAnsi="Times New Roman" w:cs="Times New Roman"/>
          <w:bCs/>
          <w:sz w:val="28"/>
          <w:szCs w:val="28"/>
        </w:rPr>
        <w:t>«</w:t>
      </w:r>
      <w:r w:rsidRPr="00D05874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О </w:t>
      </w:r>
      <w:r w:rsidRPr="00D05874">
        <w:rPr>
          <w:rFonts w:ascii="Times New Roman" w:hAnsi="Times New Roman" w:cs="Times New Roman"/>
          <w:bCs/>
          <w:sz w:val="28"/>
          <w:szCs w:val="28"/>
        </w:rPr>
        <w:t xml:space="preserve">прогнозном плане (программе) приватизации </w:t>
      </w:r>
    </w:p>
    <w:p w:rsidR="00E518B9" w:rsidRPr="00D05874" w:rsidRDefault="00E518B9" w:rsidP="00D0587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874">
        <w:rPr>
          <w:rFonts w:ascii="Times New Roman" w:hAnsi="Times New Roman" w:cs="Times New Roman"/>
          <w:bCs/>
          <w:sz w:val="28"/>
          <w:szCs w:val="28"/>
        </w:rPr>
        <w:t xml:space="preserve">имущества, находящегося в собственности </w:t>
      </w:r>
    </w:p>
    <w:p w:rsidR="0000771C" w:rsidRPr="00D05874" w:rsidRDefault="00E518B9" w:rsidP="00D058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874">
        <w:rPr>
          <w:rFonts w:ascii="Times New Roman" w:hAnsi="Times New Roman" w:cs="Times New Roman"/>
          <w:bCs/>
          <w:sz w:val="28"/>
          <w:szCs w:val="28"/>
        </w:rPr>
        <w:t>Ярославской области, на 2018 год»</w:t>
      </w:r>
    </w:p>
    <w:p w:rsidR="0000771C" w:rsidRPr="00D05874" w:rsidRDefault="0000771C" w:rsidP="00D058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8B9" w:rsidRPr="00D05874" w:rsidRDefault="00E518B9" w:rsidP="00D058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71C" w:rsidRPr="00D05874" w:rsidRDefault="0000771C" w:rsidP="00D05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87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0771C" w:rsidRPr="00D05874" w:rsidRDefault="0000771C" w:rsidP="00D05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71C" w:rsidRPr="00D05874" w:rsidRDefault="0000771C" w:rsidP="00D058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05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05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0771C" w:rsidRPr="00D05874" w:rsidRDefault="0000771C" w:rsidP="00D058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18B9" w:rsidRPr="00D05874" w:rsidRDefault="0000771C" w:rsidP="00D0587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874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E518B9" w:rsidRPr="00D05874">
        <w:rPr>
          <w:rFonts w:ascii="Times New Roman" w:hAnsi="Times New Roman" w:cs="Times New Roman"/>
          <w:bCs/>
          <w:sz w:val="28"/>
          <w:szCs w:val="28"/>
        </w:rPr>
        <w:t>«</w:t>
      </w:r>
      <w:r w:rsidR="00E518B9" w:rsidRPr="00D05874">
        <w:rPr>
          <w:rFonts w:ascii="Times New Roman" w:hAnsi="Times New Roman" w:cs="Times New Roman"/>
          <w:bCs/>
          <w:sz w:val="28"/>
          <w:szCs w:val="28"/>
          <w:lang w:val="x-none"/>
        </w:rPr>
        <w:t>О</w:t>
      </w:r>
      <w:r w:rsidR="00E518B9" w:rsidRPr="00D05874">
        <w:rPr>
          <w:rFonts w:ascii="Times New Roman" w:hAnsi="Times New Roman" w:cs="Times New Roman"/>
          <w:bCs/>
          <w:sz w:val="28"/>
          <w:szCs w:val="28"/>
        </w:rPr>
        <w:t> прогнозном плане (программе) приватизации имущества, находящегося в собственности Ярославской области, на 2018 год», внесенный Губернатором Ярославской области</w:t>
      </w:r>
      <w:r w:rsidR="00D05874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0771C" w:rsidRPr="00D05874" w:rsidRDefault="0000771C" w:rsidP="00D058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71C" w:rsidRPr="00D05874" w:rsidRDefault="0000771C" w:rsidP="00D0587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71C" w:rsidRPr="00D05874" w:rsidRDefault="0000771C" w:rsidP="00D0587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71C" w:rsidRPr="00D05874" w:rsidRDefault="0000771C" w:rsidP="00D0587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8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05874" w:rsidRPr="00D05874" w:rsidRDefault="0000771C" w:rsidP="00D0587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0587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05874" w:rsidRPr="00D05874" w:rsidSect="00D0587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B91"/>
    <w:rsid w:val="0000771C"/>
    <w:rsid w:val="00263069"/>
    <w:rsid w:val="002B70E1"/>
    <w:rsid w:val="00C06B91"/>
    <w:rsid w:val="00D05874"/>
    <w:rsid w:val="00E518B9"/>
    <w:rsid w:val="00F9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7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2017-05-15T11:56:00Z</dcterms:created>
  <dcterms:modified xsi:type="dcterms:W3CDTF">2017-11-22T10:56:00Z</dcterms:modified>
</cp:coreProperties>
</file>