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052CB" w:rsidRPr="003052CB" w:rsidTr="004F5E02">
        <w:tc>
          <w:tcPr>
            <w:tcW w:w="426" w:type="dxa"/>
            <w:vAlign w:val="bottom"/>
            <w:hideMark/>
          </w:tcPr>
          <w:p w:rsidR="003052CB" w:rsidRPr="003052CB" w:rsidRDefault="003052CB" w:rsidP="003052CB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052C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052CB" w:rsidRPr="003052CB" w:rsidRDefault="003052CB" w:rsidP="003052CB">
            <w:pPr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052CB">
              <w:rPr>
                <w:rFonts w:ascii="Times New Roman" w:hAnsi="Times New Roman" w:cs="Times New Roman"/>
                <w:sz w:val="28"/>
                <w:szCs w:val="28"/>
              </w:rPr>
              <w:t xml:space="preserve">  04.04.2017</w:t>
            </w:r>
          </w:p>
        </w:tc>
        <w:tc>
          <w:tcPr>
            <w:tcW w:w="4111" w:type="dxa"/>
            <w:vAlign w:val="bottom"/>
          </w:tcPr>
          <w:p w:rsidR="003052CB" w:rsidRPr="003052CB" w:rsidRDefault="003052CB" w:rsidP="003052CB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052CB" w:rsidRPr="003052CB" w:rsidRDefault="003052CB" w:rsidP="003052CB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052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052CB" w:rsidRPr="003052CB" w:rsidRDefault="003052CB" w:rsidP="003052C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61</w:t>
            </w:r>
            <w:bookmarkStart w:id="0" w:name="_GoBack"/>
            <w:bookmarkEnd w:id="0"/>
          </w:p>
        </w:tc>
      </w:tr>
    </w:tbl>
    <w:p w:rsidR="00FC20E2" w:rsidRPr="00FC20E2" w:rsidRDefault="00FC20E2" w:rsidP="00FC20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20E2" w:rsidRPr="00FC20E2" w:rsidRDefault="00FC20E2" w:rsidP="00FC20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527FA" w:rsidRPr="00FC20E2" w:rsidRDefault="009527FA" w:rsidP="00FC20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0E2">
        <w:rPr>
          <w:rFonts w:ascii="Times New Roman" w:hAnsi="Times New Roman" w:cs="Times New Roman"/>
          <w:bCs/>
          <w:sz w:val="28"/>
          <w:szCs w:val="28"/>
        </w:rPr>
        <w:t xml:space="preserve">Об обращении Орловского областного </w:t>
      </w:r>
    </w:p>
    <w:p w:rsidR="009527FA" w:rsidRPr="00FC20E2" w:rsidRDefault="009527FA" w:rsidP="00FC20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0E2">
        <w:rPr>
          <w:rFonts w:ascii="Times New Roman" w:hAnsi="Times New Roman" w:cs="Times New Roman"/>
          <w:bCs/>
          <w:sz w:val="28"/>
          <w:szCs w:val="28"/>
        </w:rPr>
        <w:t xml:space="preserve">Совета народных депутатов к Председателю </w:t>
      </w:r>
    </w:p>
    <w:p w:rsidR="009527FA" w:rsidRPr="00FC20E2" w:rsidRDefault="009527FA" w:rsidP="00FC20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0E2">
        <w:rPr>
          <w:rFonts w:ascii="Times New Roman" w:hAnsi="Times New Roman" w:cs="Times New Roman"/>
          <w:bCs/>
          <w:sz w:val="28"/>
          <w:szCs w:val="28"/>
        </w:rPr>
        <w:t xml:space="preserve">Правительства Российской Федерации </w:t>
      </w:r>
    </w:p>
    <w:p w:rsidR="009527FA" w:rsidRPr="00FC20E2" w:rsidRDefault="009527FA" w:rsidP="00FC20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0E2">
        <w:rPr>
          <w:rFonts w:ascii="Times New Roman" w:hAnsi="Times New Roman" w:cs="Times New Roman"/>
          <w:bCs/>
          <w:sz w:val="28"/>
          <w:szCs w:val="28"/>
        </w:rPr>
        <w:t xml:space="preserve">Д.А. Медведеву по вопросу расширения </w:t>
      </w:r>
    </w:p>
    <w:p w:rsidR="009527FA" w:rsidRPr="00FC20E2" w:rsidRDefault="009527FA" w:rsidP="00FC20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0E2">
        <w:rPr>
          <w:rFonts w:ascii="Times New Roman" w:hAnsi="Times New Roman" w:cs="Times New Roman"/>
          <w:bCs/>
          <w:sz w:val="28"/>
          <w:szCs w:val="28"/>
        </w:rPr>
        <w:t xml:space="preserve">направлений и увеличения сроков </w:t>
      </w:r>
    </w:p>
    <w:p w:rsidR="009527FA" w:rsidRPr="00FC20E2" w:rsidRDefault="009527FA" w:rsidP="00FC20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0E2">
        <w:rPr>
          <w:rFonts w:ascii="Times New Roman" w:hAnsi="Times New Roman" w:cs="Times New Roman"/>
          <w:bCs/>
          <w:sz w:val="28"/>
          <w:szCs w:val="28"/>
        </w:rPr>
        <w:t xml:space="preserve">использования </w:t>
      </w:r>
      <w:proofErr w:type="spellStart"/>
      <w:r w:rsidRPr="00FC20E2">
        <w:rPr>
          <w:rFonts w:ascii="Times New Roman" w:hAnsi="Times New Roman" w:cs="Times New Roman"/>
          <w:bCs/>
          <w:sz w:val="28"/>
          <w:szCs w:val="28"/>
        </w:rPr>
        <w:t>грантовой</w:t>
      </w:r>
      <w:proofErr w:type="spellEnd"/>
      <w:r w:rsidRPr="00FC20E2">
        <w:rPr>
          <w:rFonts w:ascii="Times New Roman" w:hAnsi="Times New Roman" w:cs="Times New Roman"/>
          <w:bCs/>
          <w:sz w:val="28"/>
          <w:szCs w:val="28"/>
        </w:rPr>
        <w:t xml:space="preserve"> поддержки </w:t>
      </w:r>
    </w:p>
    <w:p w:rsidR="009527FA" w:rsidRPr="00FC20E2" w:rsidRDefault="009527FA" w:rsidP="00FC20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0E2">
        <w:rPr>
          <w:rFonts w:ascii="Times New Roman" w:hAnsi="Times New Roman" w:cs="Times New Roman"/>
          <w:bCs/>
          <w:sz w:val="28"/>
          <w:szCs w:val="28"/>
        </w:rPr>
        <w:t>сельскохозяйственными кооперативами</w:t>
      </w:r>
    </w:p>
    <w:p w:rsidR="009527FA" w:rsidRPr="00FC20E2" w:rsidRDefault="009527FA" w:rsidP="00FC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FC20E2" w:rsidRDefault="009527FA" w:rsidP="00FC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FC20E2" w:rsidRDefault="009527FA" w:rsidP="00FC2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0E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527FA" w:rsidRPr="00FC20E2" w:rsidRDefault="009527FA" w:rsidP="00FC2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FC20E2" w:rsidRDefault="009527FA" w:rsidP="00FC20E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C2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C2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527FA" w:rsidRPr="00FC20E2" w:rsidRDefault="009527FA" w:rsidP="00FC2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7FA" w:rsidRPr="00FC20E2" w:rsidRDefault="009527FA" w:rsidP="00FC2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Поддержать </w:t>
      </w:r>
      <w:r w:rsidRPr="00FC20E2">
        <w:rPr>
          <w:rFonts w:ascii="Times New Roman" w:hAnsi="Times New Roman" w:cs="Times New Roman"/>
          <w:bCs/>
          <w:sz w:val="28"/>
          <w:szCs w:val="28"/>
        </w:rPr>
        <w:t>обращение Орловского областного Совета народных д</w:t>
      </w:r>
      <w:r w:rsidRPr="00FC20E2">
        <w:rPr>
          <w:rFonts w:ascii="Times New Roman" w:hAnsi="Times New Roman" w:cs="Times New Roman"/>
          <w:bCs/>
          <w:sz w:val="28"/>
          <w:szCs w:val="28"/>
        </w:rPr>
        <w:t>е</w:t>
      </w:r>
      <w:r w:rsidRPr="00FC20E2">
        <w:rPr>
          <w:rFonts w:ascii="Times New Roman" w:hAnsi="Times New Roman" w:cs="Times New Roman"/>
          <w:bCs/>
          <w:sz w:val="28"/>
          <w:szCs w:val="28"/>
        </w:rPr>
        <w:t>путатов к Председателю Правительства Российской Федерации Д.А. Медв</w:t>
      </w:r>
      <w:r w:rsidRPr="00FC20E2">
        <w:rPr>
          <w:rFonts w:ascii="Times New Roman" w:hAnsi="Times New Roman" w:cs="Times New Roman"/>
          <w:bCs/>
          <w:sz w:val="28"/>
          <w:szCs w:val="28"/>
        </w:rPr>
        <w:t>е</w:t>
      </w:r>
      <w:r w:rsidRPr="00FC20E2">
        <w:rPr>
          <w:rFonts w:ascii="Times New Roman" w:hAnsi="Times New Roman" w:cs="Times New Roman"/>
          <w:bCs/>
          <w:sz w:val="28"/>
          <w:szCs w:val="28"/>
        </w:rPr>
        <w:t>деву по вопросу расширения направлений и увеличения сроков использов</w:t>
      </w:r>
      <w:r w:rsidRPr="00FC20E2">
        <w:rPr>
          <w:rFonts w:ascii="Times New Roman" w:hAnsi="Times New Roman" w:cs="Times New Roman"/>
          <w:bCs/>
          <w:sz w:val="28"/>
          <w:szCs w:val="28"/>
        </w:rPr>
        <w:t>а</w:t>
      </w:r>
      <w:r w:rsidRPr="00FC20E2">
        <w:rPr>
          <w:rFonts w:ascii="Times New Roman" w:hAnsi="Times New Roman" w:cs="Times New Roman"/>
          <w:bCs/>
          <w:sz w:val="28"/>
          <w:szCs w:val="28"/>
        </w:rPr>
        <w:t xml:space="preserve">ния </w:t>
      </w:r>
      <w:proofErr w:type="spellStart"/>
      <w:r w:rsidRPr="00FC20E2">
        <w:rPr>
          <w:rFonts w:ascii="Times New Roman" w:hAnsi="Times New Roman" w:cs="Times New Roman"/>
          <w:bCs/>
          <w:sz w:val="28"/>
          <w:szCs w:val="28"/>
        </w:rPr>
        <w:t>грантовой</w:t>
      </w:r>
      <w:proofErr w:type="spellEnd"/>
      <w:r w:rsidRPr="00FC20E2">
        <w:rPr>
          <w:rFonts w:ascii="Times New Roman" w:hAnsi="Times New Roman" w:cs="Times New Roman"/>
          <w:bCs/>
          <w:sz w:val="28"/>
          <w:szCs w:val="28"/>
        </w:rPr>
        <w:t xml:space="preserve"> поддержки сельскохозяйственными кооперативами. </w:t>
      </w:r>
    </w:p>
    <w:p w:rsidR="009527FA" w:rsidRPr="00FC20E2" w:rsidRDefault="009527FA" w:rsidP="00FC20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Pr="00FC20E2">
        <w:rPr>
          <w:rFonts w:ascii="Times New Roman" w:hAnsi="Times New Roman" w:cs="Times New Roman"/>
          <w:bCs/>
          <w:sz w:val="28"/>
          <w:szCs w:val="28"/>
        </w:rPr>
        <w:t>Орловский областной Совет народных депутатов.</w:t>
      </w:r>
    </w:p>
    <w:p w:rsidR="009527FA" w:rsidRPr="00FC20E2" w:rsidRDefault="009527FA" w:rsidP="00FC2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0E2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9527FA" w:rsidRPr="00FC20E2" w:rsidRDefault="009527FA" w:rsidP="00FC20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Default="009527FA" w:rsidP="00FC20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C20E2" w:rsidRPr="00FC20E2" w:rsidRDefault="00FC20E2" w:rsidP="00FC20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27FA" w:rsidRPr="00FC20E2" w:rsidRDefault="009527FA" w:rsidP="00FC20E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2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FC20E2" w:rsidRDefault="009527FA" w:rsidP="00FC20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FC20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20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20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20E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1851A9" w:rsidRPr="00FC20E2" w:rsidSect="00FC20E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7FA"/>
    <w:rsid w:val="0025040D"/>
    <w:rsid w:val="003052CB"/>
    <w:rsid w:val="00357378"/>
    <w:rsid w:val="004715D4"/>
    <w:rsid w:val="006873A7"/>
    <w:rsid w:val="008E202D"/>
    <w:rsid w:val="009527FA"/>
    <w:rsid w:val="00B87190"/>
    <w:rsid w:val="00BB0509"/>
    <w:rsid w:val="00FC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2017-03-10T10:09:00Z</cp:lastPrinted>
  <dcterms:created xsi:type="dcterms:W3CDTF">2017-03-10T08:21:00Z</dcterms:created>
  <dcterms:modified xsi:type="dcterms:W3CDTF">2017-04-06T09:11:00Z</dcterms:modified>
</cp:coreProperties>
</file>