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249DC" w:rsidRPr="00E249DC" w:rsidTr="00E249DC">
        <w:tc>
          <w:tcPr>
            <w:tcW w:w="426" w:type="dxa"/>
            <w:vAlign w:val="bottom"/>
            <w:hideMark/>
          </w:tcPr>
          <w:p w:rsidR="00E249DC" w:rsidRPr="00E249DC" w:rsidRDefault="00E249DC" w:rsidP="00E249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249D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249DC" w:rsidRPr="00E249DC" w:rsidRDefault="00E249DC" w:rsidP="00E249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249DC">
              <w:rPr>
                <w:rFonts w:ascii="Times New Roman" w:hAnsi="Times New Roman" w:cs="Times New Roman"/>
                <w:sz w:val="28"/>
                <w:szCs w:val="28"/>
              </w:rPr>
              <w:t>15.02.2022</w:t>
            </w:r>
          </w:p>
        </w:tc>
        <w:tc>
          <w:tcPr>
            <w:tcW w:w="4111" w:type="dxa"/>
            <w:vAlign w:val="bottom"/>
          </w:tcPr>
          <w:p w:rsidR="00E249DC" w:rsidRPr="00E249DC" w:rsidRDefault="00E249DC" w:rsidP="00E249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249DC" w:rsidRPr="00E249DC" w:rsidRDefault="00E249DC" w:rsidP="00E249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249D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249DC" w:rsidRPr="00E249DC" w:rsidRDefault="00E249DC" w:rsidP="00E249D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A47E20" w:rsidRPr="007B730F" w:rsidRDefault="00A47E20" w:rsidP="007B73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30F" w:rsidRDefault="007B730F" w:rsidP="007B73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7B730F" w:rsidRDefault="00BC1A62" w:rsidP="007B73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730F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7C7A52" w:rsidRPr="007B730F" w:rsidRDefault="007C7A52" w:rsidP="007B730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730F">
        <w:rPr>
          <w:rFonts w:ascii="Times New Roman" w:hAnsi="Times New Roman" w:cs="Times New Roman"/>
          <w:bCs/>
          <w:sz w:val="28"/>
          <w:szCs w:val="28"/>
        </w:rPr>
        <w:t>«</w:t>
      </w:r>
      <w:r w:rsidRPr="007B730F">
        <w:rPr>
          <w:rFonts w:ascii="Times New Roman" w:hAnsi="Times New Roman" w:cs="Times New Roman"/>
          <w:bCs/>
          <w:iCs/>
          <w:sz w:val="28"/>
          <w:szCs w:val="28"/>
        </w:rPr>
        <w:t xml:space="preserve">О составе мероприятий, направленных </w:t>
      </w:r>
    </w:p>
    <w:p w:rsidR="007C7A52" w:rsidRPr="007B730F" w:rsidRDefault="007C7A52" w:rsidP="007B730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730F">
        <w:rPr>
          <w:rFonts w:ascii="Times New Roman" w:hAnsi="Times New Roman" w:cs="Times New Roman"/>
          <w:bCs/>
          <w:iCs/>
          <w:sz w:val="28"/>
          <w:szCs w:val="28"/>
        </w:rPr>
        <w:t>на выявление л</w:t>
      </w:r>
      <w:r w:rsidR="007B730F">
        <w:rPr>
          <w:rFonts w:ascii="Times New Roman" w:hAnsi="Times New Roman" w:cs="Times New Roman"/>
          <w:bCs/>
          <w:iCs/>
          <w:sz w:val="28"/>
          <w:szCs w:val="28"/>
        </w:rPr>
        <w:t xml:space="preserve">иц, использующих </w:t>
      </w:r>
      <w:proofErr w:type="gramStart"/>
      <w:r w:rsidR="007B730F">
        <w:rPr>
          <w:rFonts w:ascii="Times New Roman" w:hAnsi="Times New Roman" w:cs="Times New Roman"/>
          <w:bCs/>
          <w:iCs/>
          <w:sz w:val="28"/>
          <w:szCs w:val="28"/>
        </w:rPr>
        <w:t>расположенные</w:t>
      </w:r>
      <w:proofErr w:type="gramEnd"/>
      <w:r w:rsidR="007B730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7C7A52" w:rsidRPr="007B730F" w:rsidRDefault="007C7A52" w:rsidP="007B730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730F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="007B730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B730F">
        <w:rPr>
          <w:rFonts w:ascii="Times New Roman" w:hAnsi="Times New Roman" w:cs="Times New Roman"/>
          <w:bCs/>
          <w:iCs/>
          <w:sz w:val="28"/>
          <w:szCs w:val="28"/>
        </w:rPr>
        <w:t xml:space="preserve">границах муниципальных образований </w:t>
      </w:r>
    </w:p>
    <w:p w:rsidR="007C7A52" w:rsidRPr="007B730F" w:rsidRDefault="007C7A52" w:rsidP="007B730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730F">
        <w:rPr>
          <w:rFonts w:ascii="Times New Roman" w:hAnsi="Times New Roman" w:cs="Times New Roman"/>
          <w:bCs/>
          <w:iCs/>
          <w:sz w:val="28"/>
          <w:szCs w:val="28"/>
        </w:rPr>
        <w:t xml:space="preserve">Ярославской области гаражи, права на которые </w:t>
      </w:r>
    </w:p>
    <w:p w:rsidR="007C7A52" w:rsidRPr="007B730F" w:rsidRDefault="007C7A52" w:rsidP="007B730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730F">
        <w:rPr>
          <w:rFonts w:ascii="Times New Roman" w:hAnsi="Times New Roman" w:cs="Times New Roman"/>
          <w:bCs/>
          <w:iCs/>
          <w:sz w:val="28"/>
          <w:szCs w:val="28"/>
        </w:rPr>
        <w:t xml:space="preserve">не зарегистрированы в Едином государственном </w:t>
      </w:r>
    </w:p>
    <w:p w:rsidR="003368B8" w:rsidRPr="007B730F" w:rsidRDefault="007C7A52" w:rsidP="007B73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730F">
        <w:rPr>
          <w:rFonts w:ascii="Times New Roman" w:hAnsi="Times New Roman" w:cs="Times New Roman"/>
          <w:bCs/>
          <w:iCs/>
          <w:sz w:val="28"/>
          <w:szCs w:val="28"/>
        </w:rPr>
        <w:t>реестре</w:t>
      </w:r>
      <w:proofErr w:type="gramEnd"/>
      <w:r w:rsidRPr="007B730F">
        <w:rPr>
          <w:rFonts w:ascii="Times New Roman" w:hAnsi="Times New Roman" w:cs="Times New Roman"/>
          <w:bCs/>
          <w:iCs/>
          <w:sz w:val="28"/>
          <w:szCs w:val="28"/>
        </w:rPr>
        <w:t xml:space="preserve"> недвижимости, и порядке их осуществления</w:t>
      </w:r>
      <w:r w:rsidRPr="007B730F">
        <w:rPr>
          <w:rFonts w:ascii="Times New Roman" w:hAnsi="Times New Roman" w:cs="Times New Roman"/>
          <w:bCs/>
          <w:sz w:val="28"/>
          <w:szCs w:val="28"/>
        </w:rPr>
        <w:t>»</w:t>
      </w:r>
    </w:p>
    <w:p w:rsidR="000E1C29" w:rsidRPr="007B730F" w:rsidRDefault="000E1C29" w:rsidP="007B73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52" w:rsidRPr="007B730F" w:rsidRDefault="007C7A52" w:rsidP="007B73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7B730F" w:rsidRDefault="00BC1A62" w:rsidP="007B7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30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7B730F" w:rsidRDefault="00BC1A62" w:rsidP="007B73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7B730F" w:rsidRDefault="00BC1A62" w:rsidP="007B7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B7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B7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7B730F" w:rsidRDefault="00BC1A62" w:rsidP="007B7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7B730F" w:rsidRDefault="00944ABF" w:rsidP="007B73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730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C1A62" w:rsidRPr="007B730F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7C7A52" w:rsidRPr="007B730F">
        <w:rPr>
          <w:rFonts w:ascii="Times New Roman" w:hAnsi="Times New Roman" w:cs="Times New Roman"/>
          <w:bCs/>
          <w:sz w:val="28"/>
          <w:szCs w:val="28"/>
        </w:rPr>
        <w:t>«О с</w:t>
      </w:r>
      <w:r w:rsidR="007C7A52" w:rsidRPr="007B730F">
        <w:rPr>
          <w:rFonts w:ascii="Times New Roman" w:hAnsi="Times New Roman" w:cs="Times New Roman"/>
          <w:bCs/>
          <w:sz w:val="28"/>
          <w:szCs w:val="28"/>
        </w:rPr>
        <w:t>о</w:t>
      </w:r>
      <w:r w:rsidR="007C7A52" w:rsidRPr="007B730F">
        <w:rPr>
          <w:rFonts w:ascii="Times New Roman" w:hAnsi="Times New Roman" w:cs="Times New Roman"/>
          <w:bCs/>
          <w:sz w:val="28"/>
          <w:szCs w:val="28"/>
        </w:rPr>
        <w:t>ставе мероприятий, направленных на выявление лиц, использующих расп</w:t>
      </w:r>
      <w:r w:rsidR="007C7A52" w:rsidRPr="007B730F">
        <w:rPr>
          <w:rFonts w:ascii="Times New Roman" w:hAnsi="Times New Roman" w:cs="Times New Roman"/>
          <w:bCs/>
          <w:sz w:val="28"/>
          <w:szCs w:val="28"/>
        </w:rPr>
        <w:t>о</w:t>
      </w:r>
      <w:r w:rsidR="007C7A52" w:rsidRPr="007B730F">
        <w:rPr>
          <w:rFonts w:ascii="Times New Roman" w:hAnsi="Times New Roman" w:cs="Times New Roman"/>
          <w:bCs/>
          <w:sz w:val="28"/>
          <w:szCs w:val="28"/>
        </w:rPr>
        <w:t>ложенные в</w:t>
      </w:r>
      <w:r w:rsidR="007B73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7A52" w:rsidRPr="007B730F">
        <w:rPr>
          <w:rFonts w:ascii="Times New Roman" w:hAnsi="Times New Roman" w:cs="Times New Roman"/>
          <w:bCs/>
          <w:sz w:val="28"/>
          <w:szCs w:val="28"/>
        </w:rPr>
        <w:t>границах муниципальных образований Ярославской области г</w:t>
      </w:r>
      <w:r w:rsidR="007C7A52" w:rsidRPr="007B730F">
        <w:rPr>
          <w:rFonts w:ascii="Times New Roman" w:hAnsi="Times New Roman" w:cs="Times New Roman"/>
          <w:bCs/>
          <w:sz w:val="28"/>
          <w:szCs w:val="28"/>
        </w:rPr>
        <w:t>а</w:t>
      </w:r>
      <w:r w:rsidR="007C7A52" w:rsidRPr="007B730F">
        <w:rPr>
          <w:rFonts w:ascii="Times New Roman" w:hAnsi="Times New Roman" w:cs="Times New Roman"/>
          <w:bCs/>
          <w:sz w:val="28"/>
          <w:szCs w:val="28"/>
        </w:rPr>
        <w:t>ражи, права на которые не зарегистрированы в Едином государственном р</w:t>
      </w:r>
      <w:r w:rsidR="007C7A52" w:rsidRPr="007B730F">
        <w:rPr>
          <w:rFonts w:ascii="Times New Roman" w:hAnsi="Times New Roman" w:cs="Times New Roman"/>
          <w:bCs/>
          <w:sz w:val="28"/>
          <w:szCs w:val="28"/>
        </w:rPr>
        <w:t>е</w:t>
      </w:r>
      <w:r w:rsidR="007C7A52" w:rsidRPr="007B730F">
        <w:rPr>
          <w:rFonts w:ascii="Times New Roman" w:hAnsi="Times New Roman" w:cs="Times New Roman"/>
          <w:bCs/>
          <w:sz w:val="28"/>
          <w:szCs w:val="28"/>
        </w:rPr>
        <w:t>естре недвижимости, и порядке их осуществления», внесенный исполня</w:t>
      </w:r>
      <w:r w:rsidR="007C7A52" w:rsidRPr="007B730F">
        <w:rPr>
          <w:rFonts w:ascii="Times New Roman" w:hAnsi="Times New Roman" w:cs="Times New Roman"/>
          <w:bCs/>
          <w:sz w:val="28"/>
          <w:szCs w:val="28"/>
        </w:rPr>
        <w:t>ю</w:t>
      </w:r>
      <w:r w:rsidR="007C7A52" w:rsidRPr="007B730F">
        <w:rPr>
          <w:rFonts w:ascii="Times New Roman" w:hAnsi="Times New Roman" w:cs="Times New Roman"/>
          <w:bCs/>
          <w:sz w:val="28"/>
          <w:szCs w:val="28"/>
        </w:rPr>
        <w:t>щим обязанности Губернатора Ярославской области Шабалиным А.Ю.</w:t>
      </w:r>
      <w:proofErr w:type="gramEnd"/>
    </w:p>
    <w:p w:rsidR="00944ABF" w:rsidRPr="007B730F" w:rsidRDefault="00944ABF" w:rsidP="007B730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30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7B730F" w:rsidRDefault="00BC1A62" w:rsidP="007B730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7B730F" w:rsidRDefault="00BC1A62" w:rsidP="007B730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7B730F" w:rsidRDefault="00BC1A62" w:rsidP="007B730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1A62" w:rsidRPr="007B730F" w:rsidRDefault="00BC1A62" w:rsidP="007B730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3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7B730F" w:rsidRPr="007B730F" w:rsidRDefault="00BC1A62" w:rsidP="007B730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B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7B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B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A0800" w:rsidRPr="007B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A52" w:rsidRPr="007B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7B730F" w:rsidRPr="007B730F" w:rsidSect="007B730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C066F"/>
    <w:rsid w:val="000E1C29"/>
    <w:rsid w:val="00153340"/>
    <w:rsid w:val="001C76E8"/>
    <w:rsid w:val="002538AE"/>
    <w:rsid w:val="003368B8"/>
    <w:rsid w:val="003C4BC6"/>
    <w:rsid w:val="004023E6"/>
    <w:rsid w:val="00507CA0"/>
    <w:rsid w:val="005105EC"/>
    <w:rsid w:val="0053318F"/>
    <w:rsid w:val="005A0800"/>
    <w:rsid w:val="005C24CF"/>
    <w:rsid w:val="007B730F"/>
    <w:rsid w:val="007C7A52"/>
    <w:rsid w:val="007E2B9C"/>
    <w:rsid w:val="00944ABF"/>
    <w:rsid w:val="00A47E20"/>
    <w:rsid w:val="00BA1EE4"/>
    <w:rsid w:val="00BC1A62"/>
    <w:rsid w:val="00E249DC"/>
    <w:rsid w:val="00F4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8</cp:revision>
  <dcterms:created xsi:type="dcterms:W3CDTF">2021-02-01T12:37:00Z</dcterms:created>
  <dcterms:modified xsi:type="dcterms:W3CDTF">2022-02-16T14:10:00Z</dcterms:modified>
</cp:coreProperties>
</file>