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2C" w:rsidRDefault="008E042C">
      <w:pPr>
        <w:jc w:val="center"/>
        <w:rPr>
          <w:b/>
          <w:bCs/>
          <w:sz w:val="28"/>
        </w:rPr>
      </w:pPr>
    </w:p>
    <w:p w:rsidR="008E042C" w:rsidRDefault="008E042C">
      <w:pPr>
        <w:jc w:val="center"/>
        <w:rPr>
          <w:b/>
          <w:bCs/>
          <w:sz w:val="28"/>
        </w:rPr>
      </w:pPr>
    </w:p>
    <w:p w:rsidR="008E042C" w:rsidRDefault="008E042C">
      <w:pPr>
        <w:jc w:val="center"/>
        <w:rPr>
          <w:b/>
          <w:bCs/>
          <w:sz w:val="28"/>
        </w:rPr>
      </w:pPr>
    </w:p>
    <w:p w:rsidR="008E042C" w:rsidRDefault="008E042C">
      <w:pPr>
        <w:jc w:val="center"/>
        <w:rPr>
          <w:b/>
          <w:bCs/>
          <w:sz w:val="28"/>
        </w:rPr>
      </w:pPr>
    </w:p>
    <w:p w:rsidR="008E042C" w:rsidRDefault="008E042C">
      <w:pPr>
        <w:jc w:val="center"/>
        <w:rPr>
          <w:b/>
          <w:bCs/>
          <w:sz w:val="28"/>
        </w:rPr>
      </w:pPr>
    </w:p>
    <w:p w:rsidR="008E042C" w:rsidRDefault="008E042C">
      <w:pPr>
        <w:jc w:val="center"/>
        <w:rPr>
          <w:b/>
          <w:bCs/>
          <w:sz w:val="28"/>
        </w:rPr>
      </w:pPr>
    </w:p>
    <w:p w:rsidR="008E042C" w:rsidRDefault="008E042C">
      <w:pPr>
        <w:jc w:val="center"/>
        <w:rPr>
          <w:b/>
          <w:bCs/>
          <w:sz w:val="28"/>
        </w:rPr>
      </w:pPr>
    </w:p>
    <w:p w:rsidR="008E042C" w:rsidRDefault="008E042C">
      <w:pPr>
        <w:jc w:val="center"/>
        <w:rPr>
          <w:b/>
          <w:bCs/>
          <w:sz w:val="28"/>
        </w:rPr>
      </w:pPr>
    </w:p>
    <w:p w:rsidR="008E042C" w:rsidRDefault="008E042C">
      <w:pPr>
        <w:jc w:val="center"/>
        <w:rPr>
          <w:b/>
          <w:bCs/>
          <w:sz w:val="28"/>
        </w:rPr>
      </w:pPr>
    </w:p>
    <w:p w:rsidR="008E042C" w:rsidRPr="00937623" w:rsidRDefault="008E042C">
      <w:pPr>
        <w:jc w:val="center"/>
        <w:rPr>
          <w:b/>
          <w:bCs/>
          <w:sz w:val="28"/>
        </w:rPr>
      </w:pPr>
      <w:r w:rsidRPr="00937623">
        <w:rPr>
          <w:b/>
          <w:bCs/>
          <w:sz w:val="28"/>
        </w:rPr>
        <w:t>О внесении изменений в Закон Ярославской области</w:t>
      </w:r>
    </w:p>
    <w:p w:rsidR="008E042C" w:rsidRPr="00937623" w:rsidRDefault="008E042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937623">
        <w:rPr>
          <w:rFonts w:ascii="Times New Roman" w:hAnsi="Times New Roman"/>
          <w:sz w:val="28"/>
          <w:szCs w:val="28"/>
        </w:rPr>
        <w:t xml:space="preserve">«Об областном бюджете на 2010 год и на плановый </w:t>
      </w:r>
    </w:p>
    <w:p w:rsidR="008E042C" w:rsidRPr="00937623" w:rsidRDefault="008E042C">
      <w:pPr>
        <w:pStyle w:val="Heading5"/>
      </w:pPr>
      <w:r w:rsidRPr="00937623">
        <w:rPr>
          <w:szCs w:val="28"/>
        </w:rPr>
        <w:t>период 2011 и 2012 годов</w:t>
      </w:r>
      <w:r w:rsidRPr="00937623">
        <w:t>»</w:t>
      </w:r>
    </w:p>
    <w:p w:rsidR="008E042C" w:rsidRPr="00937623" w:rsidRDefault="008E042C">
      <w:pPr>
        <w:jc w:val="both"/>
        <w:rPr>
          <w:smallCaps/>
          <w:sz w:val="23"/>
          <w:szCs w:val="23"/>
        </w:rPr>
      </w:pPr>
    </w:p>
    <w:p w:rsidR="008E042C" w:rsidRPr="00937623" w:rsidRDefault="008E042C">
      <w:pPr>
        <w:jc w:val="both"/>
        <w:rPr>
          <w:smallCaps/>
          <w:sz w:val="23"/>
          <w:szCs w:val="23"/>
        </w:rPr>
      </w:pPr>
    </w:p>
    <w:p w:rsidR="008E042C" w:rsidRPr="00937623" w:rsidRDefault="008E042C">
      <w:pPr>
        <w:jc w:val="both"/>
        <w:rPr>
          <w:szCs w:val="22"/>
        </w:rPr>
      </w:pPr>
      <w:r w:rsidRPr="00937623">
        <w:rPr>
          <w:szCs w:val="22"/>
        </w:rPr>
        <w:t>Принят Ярославской областной Думой</w:t>
      </w:r>
    </w:p>
    <w:p w:rsidR="008E042C" w:rsidRPr="00937623" w:rsidRDefault="008E042C">
      <w:pPr>
        <w:tabs>
          <w:tab w:val="left" w:pos="7230"/>
        </w:tabs>
        <w:jc w:val="both"/>
        <w:rPr>
          <w:szCs w:val="22"/>
        </w:rPr>
      </w:pPr>
      <w:r>
        <w:rPr>
          <w:szCs w:val="22"/>
        </w:rPr>
        <w:t>17 декабря</w:t>
      </w:r>
      <w:r w:rsidRPr="00937623">
        <w:rPr>
          <w:szCs w:val="22"/>
        </w:rPr>
        <w:t xml:space="preserve"> 2010 года</w:t>
      </w:r>
    </w:p>
    <w:p w:rsidR="008E042C" w:rsidRDefault="008E042C">
      <w:pPr>
        <w:rPr>
          <w:sz w:val="25"/>
          <w:szCs w:val="25"/>
        </w:rPr>
      </w:pPr>
    </w:p>
    <w:p w:rsidR="008E042C" w:rsidRPr="00937623" w:rsidRDefault="008E042C">
      <w:pPr>
        <w:rPr>
          <w:sz w:val="25"/>
          <w:szCs w:val="25"/>
        </w:rPr>
      </w:pPr>
    </w:p>
    <w:p w:rsidR="008E042C" w:rsidRPr="00F934B4" w:rsidRDefault="008E042C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934B4">
        <w:rPr>
          <w:rFonts w:ascii="Times New Roman" w:hAnsi="Times New Roman"/>
          <w:sz w:val="28"/>
          <w:szCs w:val="28"/>
        </w:rPr>
        <w:t>Внести в Закон Ярославской области от 16.12.2009 № 71-з «Об облас</w:t>
      </w:r>
      <w:r w:rsidRPr="00F934B4">
        <w:rPr>
          <w:rFonts w:ascii="Times New Roman" w:hAnsi="Times New Roman"/>
          <w:sz w:val="28"/>
          <w:szCs w:val="28"/>
        </w:rPr>
        <w:t>т</w:t>
      </w:r>
      <w:r w:rsidRPr="00F934B4">
        <w:rPr>
          <w:rFonts w:ascii="Times New Roman" w:hAnsi="Times New Roman"/>
          <w:sz w:val="28"/>
          <w:szCs w:val="28"/>
        </w:rPr>
        <w:t>ном бюджете на 2010 год и на плановый период 2011 и 2012 годов» (Док</w:t>
      </w:r>
      <w:r w:rsidRPr="00F934B4">
        <w:rPr>
          <w:rFonts w:ascii="Times New Roman" w:hAnsi="Times New Roman"/>
          <w:sz w:val="28"/>
          <w:szCs w:val="28"/>
        </w:rPr>
        <w:t>у</w:t>
      </w:r>
      <w:r w:rsidRPr="00F934B4">
        <w:rPr>
          <w:rFonts w:ascii="Times New Roman" w:hAnsi="Times New Roman"/>
          <w:sz w:val="28"/>
          <w:szCs w:val="28"/>
        </w:rPr>
        <w:t>мент – Регион, 2009, 23 декабря, № 37; 2010, 19 февраля, № 9-а; 2 июня, № 37; 9 июля, № 50; 8 октября, № 77; 3 декабря, № 93) следующие измен</w:t>
      </w:r>
      <w:r w:rsidRPr="00F934B4">
        <w:rPr>
          <w:rFonts w:ascii="Times New Roman" w:hAnsi="Times New Roman"/>
          <w:sz w:val="28"/>
          <w:szCs w:val="28"/>
        </w:rPr>
        <w:t>е</w:t>
      </w:r>
      <w:r w:rsidRPr="00F934B4">
        <w:rPr>
          <w:rFonts w:ascii="Times New Roman" w:hAnsi="Times New Roman"/>
          <w:sz w:val="28"/>
          <w:szCs w:val="28"/>
        </w:rPr>
        <w:t>ния:</w:t>
      </w:r>
    </w:p>
    <w:p w:rsidR="008E042C" w:rsidRPr="00F934B4" w:rsidRDefault="008E042C" w:rsidP="00D17B2D">
      <w:pPr>
        <w:pStyle w:val="21"/>
        <w:ind w:firstLine="720"/>
        <w:jc w:val="both"/>
        <w:rPr>
          <w:szCs w:val="28"/>
        </w:rPr>
      </w:pPr>
      <w:r w:rsidRPr="00F934B4">
        <w:rPr>
          <w:szCs w:val="28"/>
        </w:rPr>
        <w:t>1) часть 1 статьи 1 изложить в следующей редакции:</w:t>
      </w:r>
    </w:p>
    <w:p w:rsidR="008E042C" w:rsidRPr="00F934B4" w:rsidRDefault="008E042C" w:rsidP="00D17B2D">
      <w:pPr>
        <w:pStyle w:val="BodyTextIndent"/>
        <w:ind w:firstLine="709"/>
        <w:rPr>
          <w:szCs w:val="28"/>
        </w:rPr>
      </w:pPr>
      <w:r w:rsidRPr="00F934B4">
        <w:rPr>
          <w:szCs w:val="28"/>
        </w:rPr>
        <w:t>«1. Утвердить основные характеристики областного бюджета на 2010</w:t>
      </w:r>
      <w:r w:rsidRPr="00F934B4">
        <w:rPr>
          <w:szCs w:val="28"/>
          <w:lang w:val="en-US"/>
        </w:rPr>
        <w:t> </w:t>
      </w:r>
      <w:r w:rsidRPr="00F934B4">
        <w:rPr>
          <w:szCs w:val="28"/>
        </w:rPr>
        <w:t>год:</w:t>
      </w:r>
    </w:p>
    <w:p w:rsidR="008E042C" w:rsidRPr="00F934B4" w:rsidRDefault="008E042C" w:rsidP="007A32F8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1) прогнозируемый общий объем доходов областного бюджета в сумме 41213927 тыс. рублей;</w:t>
      </w:r>
    </w:p>
    <w:p w:rsidR="008E042C" w:rsidRPr="00F934B4" w:rsidRDefault="008E042C" w:rsidP="00D17B2D">
      <w:pPr>
        <w:ind w:firstLine="708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2) общий объем расходов областного бюджета в сумме 45504330 тыс.</w:t>
      </w:r>
      <w:r w:rsidRPr="00F934B4">
        <w:rPr>
          <w:sz w:val="28"/>
          <w:szCs w:val="28"/>
          <w:lang w:val="en-US"/>
        </w:rPr>
        <w:t> </w:t>
      </w:r>
      <w:r w:rsidRPr="00F934B4">
        <w:rPr>
          <w:sz w:val="28"/>
          <w:szCs w:val="28"/>
        </w:rPr>
        <w:t>рублей;</w:t>
      </w:r>
    </w:p>
    <w:p w:rsidR="008E042C" w:rsidRPr="00F934B4" w:rsidRDefault="008E042C" w:rsidP="00391A16">
      <w:pPr>
        <w:ind w:firstLine="708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3) дефицит областного бюджета в сумме 4290403 тыс. рублей.»;</w:t>
      </w:r>
    </w:p>
    <w:p w:rsidR="008E042C" w:rsidRPr="00F934B4" w:rsidRDefault="008E042C" w:rsidP="00D4453B">
      <w:pPr>
        <w:ind w:firstLine="709"/>
        <w:jc w:val="both"/>
        <w:rPr>
          <w:rFonts w:ascii="Times New Roman CYR" w:hAnsi="Times New Roman CYR" w:cs="Times New Roman CYR"/>
        </w:rPr>
      </w:pPr>
      <w:r w:rsidRPr="00F934B4">
        <w:rPr>
          <w:sz w:val="28"/>
          <w:szCs w:val="28"/>
        </w:rPr>
        <w:t>2) в статье 12 цифры «3445034» заменить цифрами «3487565»;</w:t>
      </w:r>
    </w:p>
    <w:p w:rsidR="008E042C" w:rsidRPr="00F934B4" w:rsidRDefault="008E042C" w:rsidP="007F24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934B4">
        <w:rPr>
          <w:sz w:val="28"/>
          <w:szCs w:val="28"/>
        </w:rPr>
        <w:t>3) в части 1 статьи 24 цифры «6553200» заменить цифрами «6398549»;</w:t>
      </w:r>
    </w:p>
    <w:p w:rsidR="008E042C" w:rsidRPr="00F934B4" w:rsidRDefault="008E042C" w:rsidP="007F24B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934B4">
        <w:rPr>
          <w:sz w:val="28"/>
          <w:szCs w:val="28"/>
        </w:rPr>
        <w:t>4) в части 1 статьи 25 цифры «8973222» заменить цифрами «8973355»;</w:t>
      </w:r>
    </w:p>
    <w:p w:rsidR="008E042C" w:rsidRPr="00F934B4" w:rsidRDefault="008E042C" w:rsidP="007F24B9">
      <w:pPr>
        <w:pStyle w:val="21"/>
        <w:ind w:firstLine="709"/>
        <w:jc w:val="both"/>
        <w:rPr>
          <w:szCs w:val="28"/>
        </w:rPr>
      </w:pPr>
      <w:r w:rsidRPr="00F934B4">
        <w:rPr>
          <w:szCs w:val="28"/>
        </w:rPr>
        <w:t>5) в части 1 статьи 26 цифры «1043735» заменить цифрами «1043819»;</w:t>
      </w:r>
    </w:p>
    <w:p w:rsidR="008E042C" w:rsidRPr="00F934B4" w:rsidRDefault="008E042C" w:rsidP="007F24B9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6) в приложении 3:</w:t>
      </w:r>
    </w:p>
    <w:p w:rsidR="008E042C" w:rsidRPr="00F934B4" w:rsidRDefault="008E042C" w:rsidP="00712C85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000 2 00 00000 00 0000 000 цифры «</w:t>
      </w:r>
      <w:r w:rsidRPr="00F934B4">
        <w:rPr>
          <w:sz w:val="28"/>
          <w:szCs w:val="20"/>
        </w:rPr>
        <w:t>13023466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13106911</w:t>
      </w:r>
      <w:r w:rsidRPr="00F934B4">
        <w:rPr>
          <w:sz w:val="28"/>
          <w:szCs w:val="28"/>
        </w:rPr>
        <w:t>»;</w:t>
      </w:r>
    </w:p>
    <w:p w:rsidR="008E042C" w:rsidRPr="00F934B4" w:rsidRDefault="008E042C" w:rsidP="00712C85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000 2 02 00000 00 0000 000 цифры «</w:t>
      </w:r>
      <w:r w:rsidRPr="00F934B4">
        <w:rPr>
          <w:sz w:val="28"/>
          <w:szCs w:val="20"/>
        </w:rPr>
        <w:t>12301668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12385113</w:t>
      </w:r>
      <w:r w:rsidRPr="00F934B4">
        <w:rPr>
          <w:sz w:val="28"/>
          <w:szCs w:val="28"/>
        </w:rPr>
        <w:t>»;</w:t>
      </w:r>
    </w:p>
    <w:p w:rsidR="008E042C" w:rsidRPr="00F934B4" w:rsidRDefault="008E042C" w:rsidP="00712C85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000 2 02 01000 00 0000 151 цифры «1717928» заменить цифрами «1726792»;</w:t>
      </w:r>
    </w:p>
    <w:p w:rsidR="008E042C" w:rsidRPr="00F934B4" w:rsidRDefault="008E042C" w:rsidP="004D08B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906 2 02 01003 02 0000 151 цифры «</w:t>
      </w:r>
      <w:r w:rsidRPr="00F934B4">
        <w:rPr>
          <w:sz w:val="28"/>
          <w:szCs w:val="20"/>
        </w:rPr>
        <w:t>1206639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1215503</w:t>
      </w:r>
      <w:r w:rsidRPr="00F934B4">
        <w:rPr>
          <w:sz w:val="28"/>
          <w:szCs w:val="28"/>
        </w:rPr>
        <w:t>»;</w:t>
      </w:r>
    </w:p>
    <w:p w:rsidR="008E042C" w:rsidRPr="00F934B4" w:rsidRDefault="008E042C" w:rsidP="004D08B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000 2 02 02000 00 0000 151 цифры «</w:t>
      </w:r>
      <w:r w:rsidRPr="00F934B4">
        <w:rPr>
          <w:sz w:val="28"/>
          <w:szCs w:val="20"/>
        </w:rPr>
        <w:t>5832861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5838172</w:t>
      </w:r>
      <w:r w:rsidRPr="00F934B4">
        <w:rPr>
          <w:sz w:val="28"/>
          <w:szCs w:val="28"/>
        </w:rPr>
        <w:t>»;</w:t>
      </w:r>
    </w:p>
    <w:p w:rsidR="008E042C" w:rsidRPr="00F934B4" w:rsidRDefault="008E042C" w:rsidP="004D08B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906 2 02 02017 02 0000 151 код гла</w:t>
      </w:r>
      <w:r w:rsidRPr="00F934B4">
        <w:rPr>
          <w:sz w:val="28"/>
          <w:szCs w:val="28"/>
        </w:rPr>
        <w:t>в</w:t>
      </w:r>
      <w:r w:rsidRPr="00F934B4">
        <w:rPr>
          <w:sz w:val="28"/>
          <w:szCs w:val="28"/>
        </w:rPr>
        <w:t>ного администратора доходов 906 заменить на 905, цифры «1000» заменить цифрами «2225»;</w:t>
      </w:r>
    </w:p>
    <w:p w:rsidR="008E042C" w:rsidRPr="00F934B4" w:rsidRDefault="008E042C" w:rsidP="004D08B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905 2 02 02082 02 0000 151 цифры «1153» заменить цифрами «5239»;</w:t>
      </w:r>
    </w:p>
    <w:p w:rsidR="008E042C" w:rsidRPr="00F934B4" w:rsidRDefault="008E042C" w:rsidP="004D08B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000 2 02 03000 00 0000 151 цифры «</w:t>
      </w:r>
      <w:r w:rsidRPr="00F934B4">
        <w:rPr>
          <w:sz w:val="28"/>
          <w:szCs w:val="20"/>
        </w:rPr>
        <w:t>4377367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4446733</w:t>
      </w:r>
      <w:r w:rsidRPr="00F934B4">
        <w:rPr>
          <w:sz w:val="28"/>
          <w:szCs w:val="28"/>
        </w:rPr>
        <w:t>»;</w:t>
      </w:r>
    </w:p>
    <w:p w:rsidR="008E042C" w:rsidRPr="00F934B4" w:rsidRDefault="008E042C" w:rsidP="004D08B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909 2 02 03053 02 0000 151 цифры «12895» заменить цифрами «13028»;</w:t>
      </w:r>
    </w:p>
    <w:p w:rsidR="008E042C" w:rsidRPr="00F934B4" w:rsidRDefault="008E042C" w:rsidP="004D08B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901 2 02 03068 02 0000 151 цифры «198131» заменить цифрами «216278»;</w:t>
      </w:r>
    </w:p>
    <w:p w:rsidR="008E042C" w:rsidRPr="00F934B4" w:rsidRDefault="008E042C" w:rsidP="00B41499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924 2 02 03069 02 0000 151 цифры «1891377» заменить цифрами «1942463»;</w:t>
      </w:r>
    </w:p>
    <w:p w:rsidR="008E042C" w:rsidRPr="00F934B4" w:rsidRDefault="008E042C" w:rsidP="004D08B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000 2 02 09000 02 0000 151 цифры «5798» заменить цифрами «5702»;</w:t>
      </w:r>
    </w:p>
    <w:p w:rsidR="008E042C" w:rsidRPr="00F934B4" w:rsidRDefault="008E042C" w:rsidP="00B41499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909 2 02 09071 02 0000 151 цифры «5798» заменить цифрами «5702»;</w:t>
      </w:r>
    </w:p>
    <w:p w:rsidR="008E042C" w:rsidRPr="00F934B4" w:rsidRDefault="008E042C" w:rsidP="004D08B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«Итого доходов» цифры «40223228» заменить цифрами «40306673»;</w:t>
      </w:r>
    </w:p>
    <w:p w:rsidR="008E042C" w:rsidRPr="00F934B4" w:rsidRDefault="008E042C" w:rsidP="004D08B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«Всего доходов» цифры «</w:t>
      </w:r>
      <w:r w:rsidRPr="00F934B4">
        <w:rPr>
          <w:sz w:val="28"/>
          <w:szCs w:val="20"/>
        </w:rPr>
        <w:t>41130482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41213927</w:t>
      </w:r>
      <w:r w:rsidRPr="00F934B4">
        <w:rPr>
          <w:sz w:val="28"/>
          <w:szCs w:val="28"/>
        </w:rPr>
        <w:t>»;</w:t>
      </w:r>
    </w:p>
    <w:p w:rsidR="008E042C" w:rsidRPr="00F934B4" w:rsidRDefault="008E042C" w:rsidP="00776C51">
      <w:pPr>
        <w:spacing w:before="30" w:after="30"/>
        <w:ind w:firstLine="708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7) в приложении 7:</w:t>
      </w:r>
    </w:p>
    <w:p w:rsidR="008E042C" w:rsidRPr="00F934B4" w:rsidRDefault="008E042C" w:rsidP="00776C5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0400 цифры «</w:t>
      </w:r>
      <w:r w:rsidRPr="00F934B4">
        <w:rPr>
          <w:sz w:val="28"/>
          <w:szCs w:val="20"/>
        </w:rPr>
        <w:t>5758674</w:t>
      </w:r>
      <w:r w:rsidRPr="00F934B4">
        <w:rPr>
          <w:sz w:val="28"/>
          <w:szCs w:val="28"/>
        </w:rPr>
        <w:t>» заменить ци</w:t>
      </w:r>
      <w:r w:rsidRPr="00F934B4">
        <w:rPr>
          <w:sz w:val="28"/>
          <w:szCs w:val="28"/>
        </w:rPr>
        <w:t>ф</w:t>
      </w:r>
      <w:r w:rsidRPr="00F934B4">
        <w:rPr>
          <w:sz w:val="28"/>
          <w:szCs w:val="28"/>
        </w:rPr>
        <w:t>рами «</w:t>
      </w:r>
      <w:r w:rsidRPr="00F934B4">
        <w:rPr>
          <w:sz w:val="28"/>
          <w:szCs w:val="20"/>
        </w:rPr>
        <w:t>5939752</w:t>
      </w:r>
      <w:r w:rsidRPr="00F934B4">
        <w:rPr>
          <w:sz w:val="28"/>
          <w:szCs w:val="28"/>
        </w:rPr>
        <w:t>»;</w:t>
      </w:r>
    </w:p>
    <w:p w:rsidR="008E042C" w:rsidRPr="00F934B4" w:rsidRDefault="008E042C" w:rsidP="007F7824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0401 цифры «890343» заменить ци</w:t>
      </w:r>
      <w:r w:rsidRPr="00F934B4">
        <w:rPr>
          <w:sz w:val="28"/>
          <w:szCs w:val="28"/>
        </w:rPr>
        <w:t>ф</w:t>
      </w:r>
      <w:r w:rsidRPr="00F934B4">
        <w:rPr>
          <w:sz w:val="28"/>
          <w:szCs w:val="28"/>
        </w:rPr>
        <w:t>рами «</w:t>
      </w:r>
      <w:r w:rsidRPr="00F934B4">
        <w:rPr>
          <w:sz w:val="28"/>
          <w:szCs w:val="20"/>
        </w:rPr>
        <w:t>902595</w:t>
      </w:r>
      <w:r w:rsidRPr="00F934B4">
        <w:rPr>
          <w:sz w:val="28"/>
          <w:szCs w:val="28"/>
        </w:rPr>
        <w:t>»;</w:t>
      </w:r>
    </w:p>
    <w:p w:rsidR="008E042C" w:rsidRPr="00F934B4" w:rsidRDefault="008E042C" w:rsidP="00776C5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0405 цифры «</w:t>
      </w:r>
      <w:r w:rsidRPr="00F934B4">
        <w:rPr>
          <w:sz w:val="28"/>
          <w:szCs w:val="20"/>
        </w:rPr>
        <w:t>1321926</w:t>
      </w:r>
      <w:r w:rsidRPr="00F934B4">
        <w:rPr>
          <w:sz w:val="28"/>
          <w:szCs w:val="28"/>
        </w:rPr>
        <w:t>» заменить ци</w:t>
      </w:r>
      <w:r w:rsidRPr="00F934B4">
        <w:rPr>
          <w:sz w:val="28"/>
          <w:szCs w:val="28"/>
        </w:rPr>
        <w:t>ф</w:t>
      </w:r>
      <w:r w:rsidRPr="00F934B4">
        <w:rPr>
          <w:sz w:val="28"/>
          <w:szCs w:val="28"/>
        </w:rPr>
        <w:t>рами «</w:t>
      </w:r>
      <w:r w:rsidRPr="00F934B4">
        <w:rPr>
          <w:sz w:val="28"/>
          <w:szCs w:val="20"/>
        </w:rPr>
        <w:t>1336101</w:t>
      </w:r>
      <w:r w:rsidRPr="00F934B4">
        <w:rPr>
          <w:sz w:val="28"/>
          <w:szCs w:val="28"/>
        </w:rPr>
        <w:t>»;</w:t>
      </w:r>
    </w:p>
    <w:p w:rsidR="008E042C" w:rsidRPr="00F934B4" w:rsidRDefault="008E042C" w:rsidP="00B27384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0409 цифры «</w:t>
      </w:r>
      <w:r w:rsidRPr="00F934B4">
        <w:rPr>
          <w:sz w:val="28"/>
          <w:szCs w:val="20"/>
        </w:rPr>
        <w:t>2456131</w:t>
      </w:r>
      <w:r w:rsidRPr="00F934B4">
        <w:rPr>
          <w:sz w:val="28"/>
          <w:szCs w:val="28"/>
        </w:rPr>
        <w:t>» заменить ци</w:t>
      </w:r>
      <w:r w:rsidRPr="00F934B4">
        <w:rPr>
          <w:sz w:val="28"/>
          <w:szCs w:val="28"/>
        </w:rPr>
        <w:t>ф</w:t>
      </w:r>
      <w:r w:rsidRPr="00F934B4">
        <w:rPr>
          <w:sz w:val="28"/>
          <w:szCs w:val="28"/>
        </w:rPr>
        <w:t>рами «</w:t>
      </w:r>
      <w:r w:rsidRPr="00F934B4">
        <w:rPr>
          <w:sz w:val="28"/>
          <w:szCs w:val="20"/>
        </w:rPr>
        <w:t>2610782</w:t>
      </w:r>
      <w:r w:rsidRPr="00F934B4">
        <w:rPr>
          <w:sz w:val="28"/>
          <w:szCs w:val="28"/>
        </w:rPr>
        <w:t>»;</w:t>
      </w:r>
    </w:p>
    <w:p w:rsidR="008E042C" w:rsidRPr="00F934B4" w:rsidRDefault="008E042C" w:rsidP="00776C5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0500 цифры «62431» заменить цифр</w:t>
      </w:r>
      <w:r w:rsidRPr="00F934B4">
        <w:rPr>
          <w:sz w:val="28"/>
          <w:szCs w:val="28"/>
        </w:rPr>
        <w:t>а</w:t>
      </w:r>
      <w:r w:rsidRPr="00F934B4">
        <w:rPr>
          <w:sz w:val="28"/>
          <w:szCs w:val="28"/>
        </w:rPr>
        <w:t>ми «62347»;</w:t>
      </w:r>
    </w:p>
    <w:p w:rsidR="008E042C" w:rsidRPr="00F934B4" w:rsidRDefault="008E042C" w:rsidP="00776C5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0505 цифры «</w:t>
      </w:r>
      <w:r w:rsidRPr="00F934B4">
        <w:rPr>
          <w:sz w:val="28"/>
          <w:szCs w:val="20"/>
        </w:rPr>
        <w:t>42431</w:t>
      </w:r>
      <w:r w:rsidRPr="00F934B4">
        <w:rPr>
          <w:sz w:val="28"/>
          <w:szCs w:val="28"/>
        </w:rPr>
        <w:t>» заменить цифр</w:t>
      </w:r>
      <w:r w:rsidRPr="00F934B4">
        <w:rPr>
          <w:sz w:val="28"/>
          <w:szCs w:val="28"/>
        </w:rPr>
        <w:t>а</w:t>
      </w:r>
      <w:r w:rsidRPr="00F934B4">
        <w:rPr>
          <w:sz w:val="28"/>
          <w:szCs w:val="28"/>
        </w:rPr>
        <w:t>ми «</w:t>
      </w:r>
      <w:r w:rsidRPr="00F934B4">
        <w:rPr>
          <w:sz w:val="28"/>
          <w:szCs w:val="20"/>
        </w:rPr>
        <w:t>42347</w:t>
      </w:r>
      <w:r w:rsidRPr="00F934B4">
        <w:rPr>
          <w:sz w:val="28"/>
          <w:szCs w:val="28"/>
        </w:rPr>
        <w:t>»;</w:t>
      </w:r>
    </w:p>
    <w:p w:rsidR="008E042C" w:rsidRPr="00F934B4" w:rsidRDefault="008E042C" w:rsidP="00B85347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1000 цифры «</w:t>
      </w:r>
      <w:r w:rsidRPr="00F934B4">
        <w:rPr>
          <w:sz w:val="28"/>
          <w:szCs w:val="20"/>
        </w:rPr>
        <w:t>4656413</w:t>
      </w:r>
      <w:r w:rsidRPr="00F934B4">
        <w:rPr>
          <w:sz w:val="28"/>
          <w:szCs w:val="28"/>
        </w:rPr>
        <w:t>» заменить ци</w:t>
      </w:r>
      <w:r w:rsidRPr="00F934B4">
        <w:rPr>
          <w:sz w:val="28"/>
          <w:szCs w:val="28"/>
        </w:rPr>
        <w:t>ф</w:t>
      </w:r>
      <w:r w:rsidRPr="00F934B4">
        <w:rPr>
          <w:sz w:val="28"/>
          <w:szCs w:val="28"/>
        </w:rPr>
        <w:t>рами «</w:t>
      </w:r>
      <w:r w:rsidRPr="00F934B4">
        <w:rPr>
          <w:sz w:val="28"/>
          <w:szCs w:val="20"/>
        </w:rPr>
        <w:t>4713298</w:t>
      </w:r>
      <w:r w:rsidRPr="00F934B4">
        <w:rPr>
          <w:sz w:val="28"/>
          <w:szCs w:val="28"/>
        </w:rPr>
        <w:t>»;</w:t>
      </w:r>
    </w:p>
    <w:p w:rsidR="008E042C" w:rsidRPr="00F934B4" w:rsidRDefault="008E042C" w:rsidP="00B85347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1003 цифры «</w:t>
      </w:r>
      <w:r w:rsidRPr="00F934B4">
        <w:rPr>
          <w:sz w:val="28"/>
          <w:szCs w:val="20"/>
        </w:rPr>
        <w:t>3690786</w:t>
      </w:r>
      <w:r w:rsidRPr="00F934B4">
        <w:rPr>
          <w:sz w:val="28"/>
          <w:szCs w:val="28"/>
        </w:rPr>
        <w:t>» заменить ци</w:t>
      </w:r>
      <w:r w:rsidRPr="00F934B4">
        <w:rPr>
          <w:sz w:val="28"/>
          <w:szCs w:val="28"/>
        </w:rPr>
        <w:t>ф</w:t>
      </w:r>
      <w:r w:rsidRPr="00F934B4">
        <w:rPr>
          <w:sz w:val="28"/>
          <w:szCs w:val="28"/>
        </w:rPr>
        <w:t>рами «</w:t>
      </w:r>
      <w:r w:rsidRPr="00F934B4">
        <w:rPr>
          <w:sz w:val="28"/>
          <w:szCs w:val="20"/>
        </w:rPr>
        <w:t>3747671</w:t>
      </w:r>
      <w:r w:rsidRPr="00F934B4">
        <w:rPr>
          <w:sz w:val="28"/>
          <w:szCs w:val="28"/>
        </w:rPr>
        <w:t>»;</w:t>
      </w:r>
    </w:p>
    <w:p w:rsidR="008E042C" w:rsidRPr="00F934B4" w:rsidRDefault="008E042C" w:rsidP="00776C5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1100 цифры «</w:t>
      </w:r>
      <w:r w:rsidRPr="00F934B4">
        <w:rPr>
          <w:sz w:val="28"/>
          <w:szCs w:val="20"/>
        </w:rPr>
        <w:t>22020804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21866370</w:t>
      </w:r>
      <w:r w:rsidRPr="00F934B4">
        <w:rPr>
          <w:sz w:val="28"/>
          <w:szCs w:val="28"/>
        </w:rPr>
        <w:t>»;</w:t>
      </w:r>
    </w:p>
    <w:p w:rsidR="008E042C" w:rsidRPr="00F934B4" w:rsidRDefault="008E042C" w:rsidP="00A30CC7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1102 цифры «6553200» заменить ци</w:t>
      </w:r>
      <w:r w:rsidRPr="00F934B4">
        <w:rPr>
          <w:sz w:val="28"/>
          <w:szCs w:val="28"/>
        </w:rPr>
        <w:t>ф</w:t>
      </w:r>
      <w:r w:rsidRPr="00F934B4">
        <w:rPr>
          <w:sz w:val="28"/>
          <w:szCs w:val="28"/>
        </w:rPr>
        <w:t>рами «6398549»;</w:t>
      </w:r>
    </w:p>
    <w:p w:rsidR="008E042C" w:rsidRPr="00F934B4" w:rsidRDefault="008E042C" w:rsidP="00776C5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1103 цифры «</w:t>
      </w:r>
      <w:r w:rsidRPr="00F934B4">
        <w:rPr>
          <w:sz w:val="28"/>
          <w:szCs w:val="20"/>
        </w:rPr>
        <w:t>8973222</w:t>
      </w:r>
      <w:r w:rsidRPr="00F934B4">
        <w:rPr>
          <w:sz w:val="28"/>
          <w:szCs w:val="28"/>
        </w:rPr>
        <w:t>» заменить ци</w:t>
      </w:r>
      <w:r w:rsidRPr="00F934B4">
        <w:rPr>
          <w:sz w:val="28"/>
          <w:szCs w:val="28"/>
        </w:rPr>
        <w:t>ф</w:t>
      </w:r>
      <w:r w:rsidRPr="00F934B4">
        <w:rPr>
          <w:sz w:val="28"/>
          <w:szCs w:val="28"/>
        </w:rPr>
        <w:t>рами «</w:t>
      </w:r>
      <w:r w:rsidRPr="00F934B4">
        <w:rPr>
          <w:sz w:val="28"/>
          <w:szCs w:val="20"/>
        </w:rPr>
        <w:t>8973355</w:t>
      </w:r>
      <w:r w:rsidRPr="00F934B4">
        <w:rPr>
          <w:sz w:val="28"/>
          <w:szCs w:val="28"/>
        </w:rPr>
        <w:t>»;</w:t>
      </w:r>
    </w:p>
    <w:p w:rsidR="008E042C" w:rsidRPr="00F934B4" w:rsidRDefault="008E042C" w:rsidP="00776C5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1104 цифры «1043735» заменить ци</w:t>
      </w:r>
      <w:r w:rsidRPr="00F934B4">
        <w:rPr>
          <w:sz w:val="28"/>
          <w:szCs w:val="28"/>
        </w:rPr>
        <w:t>ф</w:t>
      </w:r>
      <w:r w:rsidRPr="00F934B4">
        <w:rPr>
          <w:sz w:val="28"/>
          <w:szCs w:val="28"/>
        </w:rPr>
        <w:t>рами «1043819»;</w:t>
      </w:r>
    </w:p>
    <w:p w:rsidR="008E042C" w:rsidRPr="00F934B4" w:rsidRDefault="008E042C" w:rsidP="00776C5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«ИТОГО» цифры «</w:t>
      </w:r>
      <w:r w:rsidRPr="00F934B4">
        <w:rPr>
          <w:sz w:val="28"/>
          <w:szCs w:val="20"/>
        </w:rPr>
        <w:t>44440468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44523913</w:t>
      </w:r>
      <w:r w:rsidRPr="00F934B4">
        <w:rPr>
          <w:sz w:val="28"/>
          <w:szCs w:val="28"/>
        </w:rPr>
        <w:t>»;</w:t>
      </w:r>
    </w:p>
    <w:p w:rsidR="008E042C" w:rsidRPr="00F934B4" w:rsidRDefault="008E042C" w:rsidP="00776C5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«ВСЕГО» цифры «</w:t>
      </w:r>
      <w:r w:rsidRPr="00F934B4">
        <w:rPr>
          <w:sz w:val="28"/>
          <w:szCs w:val="20"/>
        </w:rPr>
        <w:t>45420885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45504330</w:t>
      </w:r>
      <w:r w:rsidRPr="00F934B4">
        <w:rPr>
          <w:sz w:val="28"/>
          <w:szCs w:val="28"/>
        </w:rPr>
        <w:t>»;</w:t>
      </w:r>
    </w:p>
    <w:p w:rsidR="008E042C" w:rsidRPr="00F934B4" w:rsidRDefault="008E042C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8) в приложении 9:</w:t>
      </w:r>
    </w:p>
    <w:p w:rsidR="008E042C" w:rsidRPr="00F934B4" w:rsidRDefault="008E042C" w:rsidP="002420DB">
      <w:pPr>
        <w:pStyle w:val="22"/>
        <w:ind w:firstLine="709"/>
        <w:jc w:val="both"/>
        <w:rPr>
          <w:szCs w:val="28"/>
        </w:rPr>
      </w:pPr>
      <w:r w:rsidRPr="00F934B4">
        <w:rPr>
          <w:snapToGrid w:val="0"/>
          <w:szCs w:val="28"/>
        </w:rPr>
        <w:t>а)</w:t>
      </w:r>
      <w:r w:rsidRPr="00F934B4">
        <w:rPr>
          <w:szCs w:val="28"/>
        </w:rPr>
        <w:t xml:space="preserve"> в расходах департамента здравоохранения и фармации Ярославской области как главного распорядителя средств областного бюджета:</w:t>
      </w:r>
    </w:p>
    <w:p w:rsidR="008E042C" w:rsidRPr="00F934B4" w:rsidRDefault="008E042C" w:rsidP="00A769D6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строке «Департамент здравоохранения и фармации Ярославской области» цифры «5499516» заменить цифрами «5517663»;</w:t>
      </w:r>
    </w:p>
    <w:p w:rsidR="008E042C" w:rsidRPr="00F934B4" w:rsidRDefault="008E042C" w:rsidP="00A769D6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подразделе с кодом 1003:</w:t>
      </w:r>
    </w:p>
    <w:p w:rsidR="008E042C" w:rsidRPr="00F934B4" w:rsidRDefault="008E042C" w:rsidP="00A769D6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строке «Социальное обеспечение населения» цифры «285310» зам</w:t>
      </w:r>
      <w:r w:rsidRPr="00F934B4">
        <w:rPr>
          <w:szCs w:val="28"/>
        </w:rPr>
        <w:t>е</w:t>
      </w:r>
      <w:r w:rsidRPr="00F934B4">
        <w:rPr>
          <w:szCs w:val="28"/>
        </w:rPr>
        <w:t>нить «303457»;</w:t>
      </w:r>
    </w:p>
    <w:p w:rsidR="008E042C" w:rsidRPr="00F934B4" w:rsidRDefault="008E042C" w:rsidP="002420DB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строке с кодом 505 00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«202671» заменить цифрами «220818»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2420DB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505 03 02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«198867» заменить цифрами «217014»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2420DB">
      <w:pPr>
        <w:pStyle w:val="22"/>
        <w:ind w:firstLine="709"/>
        <w:jc w:val="both"/>
        <w:rPr>
          <w:szCs w:val="28"/>
        </w:rPr>
      </w:pPr>
      <w:r w:rsidRPr="00F934B4">
        <w:rPr>
          <w:rFonts w:ascii="Times New Roman CYR" w:hAnsi="Times New Roman CYR" w:cs="Times New Roman CYR"/>
          <w:iCs/>
        </w:rPr>
        <w:t xml:space="preserve">б) </w:t>
      </w:r>
      <w:r w:rsidRPr="00F934B4">
        <w:rPr>
          <w:szCs w:val="28"/>
        </w:rPr>
        <w:t>в расходах департамента агропромышленного комплекса и потреб</w:t>
      </w:r>
      <w:r w:rsidRPr="00F934B4">
        <w:rPr>
          <w:szCs w:val="28"/>
        </w:rPr>
        <w:t>и</w:t>
      </w:r>
      <w:r w:rsidRPr="00F934B4">
        <w:rPr>
          <w:szCs w:val="28"/>
        </w:rPr>
        <w:t>тельского рынка Ярославской области как главного распорядителя средств областного бюджета:</w:t>
      </w:r>
    </w:p>
    <w:p w:rsidR="008E042C" w:rsidRPr="00F934B4" w:rsidRDefault="008E042C" w:rsidP="002420DB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строке «Департамент агропромышленного комплекса и потреб</w:t>
      </w:r>
      <w:r w:rsidRPr="00F934B4">
        <w:rPr>
          <w:szCs w:val="28"/>
        </w:rPr>
        <w:t>и</w:t>
      </w:r>
      <w:r w:rsidRPr="00F934B4">
        <w:rPr>
          <w:szCs w:val="28"/>
        </w:rPr>
        <w:t>тельского рынка Ярославской области» цифры «1415337» заменить цифрами «1429512»;</w:t>
      </w:r>
    </w:p>
    <w:p w:rsidR="008E042C" w:rsidRPr="00F934B4" w:rsidRDefault="008E042C" w:rsidP="002420DB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подразделе с кодом 0405:</w:t>
      </w:r>
    </w:p>
    <w:p w:rsidR="008E042C" w:rsidRPr="00F934B4" w:rsidRDefault="008E042C" w:rsidP="002420DB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строке «Сельское хозяйство и рыболовство» цифры «1270352» зам</w:t>
      </w:r>
      <w:r w:rsidRPr="00F934B4">
        <w:rPr>
          <w:szCs w:val="28"/>
        </w:rPr>
        <w:t>е</w:t>
      </w:r>
      <w:r w:rsidRPr="00F934B4">
        <w:rPr>
          <w:szCs w:val="28"/>
        </w:rPr>
        <w:t>нить цифрами «1284527»;</w:t>
      </w:r>
    </w:p>
    <w:p w:rsidR="008E042C" w:rsidRPr="00F934B4" w:rsidRDefault="008E042C" w:rsidP="002420DB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100 00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«1153» заменить цифрами «5239»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312785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100 60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«1153» заменить цифрами «5239»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1F6886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267 00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«538283» заменить цифрами «539508»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1F6886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267 05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«538283» заменить цифрами «539508»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1F6886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267 05 07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«1000» заменить цифрами «2225»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7961C2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522 00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«579030» заменить цифрами «587894»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7961C2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522 57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«509662» заменить цифрами «518526»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7961C2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строках в целевой статье с кодом 522 57 01:</w:t>
      </w:r>
    </w:p>
    <w:p w:rsidR="008E042C" w:rsidRPr="00F934B4" w:rsidRDefault="008E042C" w:rsidP="007961C2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 xml:space="preserve">в строке с кодом 522 57 01 </w:t>
      </w:r>
      <w:r w:rsidRPr="00F934B4">
        <w:rPr>
          <w:rFonts w:ascii="Times New Roman CYR" w:hAnsi="Times New Roman CYR" w:cs="Times New Roman CYR"/>
          <w:iCs/>
        </w:rPr>
        <w:t xml:space="preserve">цифры </w:t>
      </w:r>
      <w:r w:rsidRPr="00F934B4">
        <w:rPr>
          <w:szCs w:val="28"/>
        </w:rPr>
        <w:t>«508733» заменить цифрами «517597»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7961C2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 xml:space="preserve">в строке с кодом 342 </w:t>
      </w:r>
      <w:r w:rsidRPr="00F934B4">
        <w:rPr>
          <w:rFonts w:ascii="Times New Roman CYR" w:hAnsi="Times New Roman CYR" w:cs="Times New Roman CYR"/>
          <w:iCs/>
        </w:rPr>
        <w:t xml:space="preserve">цифры </w:t>
      </w:r>
      <w:r w:rsidRPr="00F934B4">
        <w:rPr>
          <w:szCs w:val="28"/>
        </w:rPr>
        <w:t>«39579» заменить цифрами «48443»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7961C2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подразделе с кодом 1102:</w:t>
      </w:r>
    </w:p>
    <w:p w:rsidR="008E042C" w:rsidRDefault="008E042C" w:rsidP="007961C2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522 02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«12978» заменить цифрами «12817»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7961C2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</w:p>
    <w:p w:rsidR="008E042C" w:rsidRPr="00F934B4" w:rsidRDefault="008E042C" w:rsidP="007961C2">
      <w:pPr>
        <w:pStyle w:val="22"/>
        <w:ind w:firstLine="709"/>
        <w:jc w:val="both"/>
        <w:rPr>
          <w:rFonts w:ascii="Times New Roman CYR" w:hAnsi="Times New Roman CYR" w:cs="Times New Roman CYR"/>
          <w:iCs/>
          <w:highlight w:val="cyan"/>
        </w:rPr>
      </w:pPr>
      <w:r w:rsidRPr="00F934B4">
        <w:rPr>
          <w:szCs w:val="28"/>
        </w:rPr>
        <w:t>в строках в целевой статье с кодом 522 02 01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«1041» заменить цифрами «880»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7961C2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522 57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«76124» заменить цифрами «76285»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7961C2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522 57 04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«31561» заменить цифрами «31722»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ED1275">
      <w:pPr>
        <w:pStyle w:val="22"/>
        <w:ind w:firstLine="709"/>
        <w:jc w:val="both"/>
        <w:rPr>
          <w:szCs w:val="28"/>
        </w:rPr>
      </w:pPr>
      <w:r w:rsidRPr="00F934B4">
        <w:rPr>
          <w:snapToGrid w:val="0"/>
          <w:szCs w:val="28"/>
        </w:rPr>
        <w:t>в)</w:t>
      </w:r>
      <w:r w:rsidRPr="00F934B4">
        <w:rPr>
          <w:szCs w:val="28"/>
        </w:rPr>
        <w:t xml:space="preserve"> в расходах департамента жилищно-коммунального хозяйства и и</w:t>
      </w:r>
      <w:r w:rsidRPr="00F934B4">
        <w:rPr>
          <w:szCs w:val="28"/>
        </w:rPr>
        <w:t>н</w:t>
      </w:r>
      <w:r w:rsidRPr="00F934B4">
        <w:rPr>
          <w:szCs w:val="28"/>
        </w:rPr>
        <w:t>фраструктуры Ярославской области как главного распорядителя средств о</w:t>
      </w:r>
      <w:r w:rsidRPr="00F934B4">
        <w:rPr>
          <w:szCs w:val="28"/>
        </w:rPr>
        <w:t>б</w:t>
      </w:r>
      <w:r w:rsidRPr="00F934B4">
        <w:rPr>
          <w:szCs w:val="28"/>
        </w:rPr>
        <w:t>ластного бюджета:</w:t>
      </w:r>
    </w:p>
    <w:p w:rsidR="008E042C" w:rsidRPr="00F934B4" w:rsidRDefault="008E042C" w:rsidP="00ED1275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подразделе с кодом 0505:</w:t>
      </w:r>
    </w:p>
    <w:p w:rsidR="008E042C" w:rsidRPr="00F934B4" w:rsidRDefault="008E042C" w:rsidP="00ED1275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строке «Другие вопросы в области жилищно-коммунального хозяйс</w:t>
      </w:r>
      <w:r w:rsidRPr="00F934B4">
        <w:rPr>
          <w:szCs w:val="28"/>
        </w:rPr>
        <w:t>т</w:t>
      </w:r>
      <w:r w:rsidRPr="00F934B4">
        <w:rPr>
          <w:szCs w:val="28"/>
        </w:rPr>
        <w:t>ва» цифры «33642» заменить цифрами «33558»;</w:t>
      </w:r>
    </w:p>
    <w:p w:rsidR="008E042C" w:rsidRPr="00F934B4" w:rsidRDefault="008E042C" w:rsidP="00ED1275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002 00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«33342» заменить цифрами «33246»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ED1275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002 04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«33342» заменить цифрами «33246»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ED1275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540 00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«300» заменить цифрами «312»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ED1275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строках в целевой статье с кодом 540 05 00 цифры «300» заменить цифрами «312»;</w:t>
      </w:r>
    </w:p>
    <w:p w:rsidR="008E042C" w:rsidRPr="00F934B4" w:rsidRDefault="008E042C" w:rsidP="00ED1275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подразделе с кодом 1104:</w:t>
      </w:r>
    </w:p>
    <w:p w:rsidR="008E042C" w:rsidRPr="00F934B4" w:rsidRDefault="008E042C" w:rsidP="00ED1275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строке «Иные межбюджетные трансферты» цифры «690059» зам</w:t>
      </w:r>
      <w:r w:rsidRPr="00F934B4">
        <w:rPr>
          <w:szCs w:val="28"/>
        </w:rPr>
        <w:t>е</w:t>
      </w:r>
      <w:r w:rsidRPr="00F934B4">
        <w:rPr>
          <w:szCs w:val="28"/>
        </w:rPr>
        <w:t>нить цифрами «690143»;</w:t>
      </w:r>
    </w:p>
    <w:p w:rsidR="008E042C" w:rsidRPr="00F934B4" w:rsidRDefault="008E042C" w:rsidP="00ED1275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строке с кодом 521 00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«690059» заменить цифрами «690143»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1C6250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дополнить строками следующего содержания:</w:t>
      </w:r>
    </w:p>
    <w:tbl>
      <w:tblPr>
        <w:tblW w:w="9375" w:type="dxa"/>
        <w:tblInd w:w="93" w:type="dxa"/>
        <w:tblLook w:val="0000"/>
      </w:tblPr>
      <w:tblGrid>
        <w:gridCol w:w="3859"/>
        <w:gridCol w:w="964"/>
        <w:gridCol w:w="729"/>
        <w:gridCol w:w="1260"/>
        <w:gridCol w:w="720"/>
        <w:gridCol w:w="1123"/>
        <w:gridCol w:w="720"/>
      </w:tblGrid>
      <w:tr w:rsidR="008E042C" w:rsidRPr="00F934B4" w:rsidTr="001C6250">
        <w:trPr>
          <w:trHeight w:val="615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Cs/>
              </w:rPr>
            </w:pPr>
            <w:r w:rsidRPr="00F934B4">
              <w:rPr>
                <w:rFonts w:ascii="Times New Roman CYR" w:hAnsi="Times New Roman CYR" w:cs="Times New Roman CYR"/>
                <w:iCs/>
              </w:rPr>
              <w:t>«Наименование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F934B4">
              <w:rPr>
                <w:rFonts w:ascii="Times New Roman CYR" w:hAnsi="Times New Roman CYR" w:cs="Times New Roman CYR"/>
                <w:iCs/>
                <w:sz w:val="20"/>
                <w:szCs w:val="20"/>
              </w:rPr>
              <w:t>Главный расп., расп.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F934B4">
              <w:rPr>
                <w:rFonts w:ascii="Times New Roman CYR" w:hAnsi="Times New Roman CYR" w:cs="Times New Roman CYR"/>
                <w:iCs/>
                <w:sz w:val="20"/>
                <w:szCs w:val="20"/>
              </w:rPr>
              <w:t>Функ. кл.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F934B4">
              <w:rPr>
                <w:rFonts w:ascii="Times New Roman CYR" w:hAnsi="Times New Roman CYR" w:cs="Times New Roman CYR"/>
                <w:iCs/>
                <w:sz w:val="20"/>
                <w:szCs w:val="20"/>
              </w:rPr>
              <w:t>Целев. ст.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F934B4">
              <w:rPr>
                <w:rFonts w:ascii="Times New Roman CYR" w:hAnsi="Times New Roman CYR" w:cs="Times New Roman CYR"/>
                <w:iCs/>
                <w:sz w:val="20"/>
                <w:szCs w:val="20"/>
              </w:rPr>
              <w:t>Вид расх.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F934B4">
              <w:rPr>
                <w:rFonts w:ascii="Times New Roman CYR" w:hAnsi="Times New Roman CYR" w:cs="Times New Roman CYR"/>
                <w:iCs/>
                <w:sz w:val="20"/>
                <w:szCs w:val="20"/>
              </w:rPr>
              <w:t>2010 год</w:t>
            </w:r>
          </w:p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F934B4">
              <w:rPr>
                <w:rFonts w:ascii="Times New Roman CYR" w:hAnsi="Times New Roman CYR" w:cs="Times New Roman CYR"/>
                <w:iCs/>
                <w:sz w:val="20"/>
                <w:szCs w:val="20"/>
              </w:rPr>
              <w:t>(тыс. руб.)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Cs/>
                <w:sz w:val="20"/>
                <w:szCs w:val="20"/>
              </w:rPr>
            </w:pPr>
            <w:r w:rsidRPr="00F934B4">
              <w:rPr>
                <w:rFonts w:ascii="Times New Roman CYR" w:hAnsi="Times New Roman CYR" w:cs="Times New Roman CYR"/>
                <w:iCs/>
                <w:sz w:val="20"/>
                <w:szCs w:val="20"/>
              </w:rPr>
              <w:t>В том числе ВЦП</w:t>
            </w:r>
          </w:p>
        </w:tc>
      </w:tr>
      <w:tr w:rsidR="008E042C" w:rsidRPr="00F934B4" w:rsidTr="001C6250">
        <w:trPr>
          <w:trHeight w:val="615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42C" w:rsidRPr="00F934B4" w:rsidRDefault="008E042C" w:rsidP="001C6250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F934B4">
              <w:rPr>
                <w:rFonts w:ascii="Times New Roman CYR" w:hAnsi="Times New Roman CYR" w:cs="Times New Roman CYR"/>
                <w:i/>
                <w:iCs/>
              </w:rPr>
              <w:t>Межбюджетные трансферты на премирование победителей ко</w:t>
            </w:r>
            <w:r w:rsidRPr="00F934B4">
              <w:rPr>
                <w:rFonts w:ascii="Times New Roman CYR" w:hAnsi="Times New Roman CYR" w:cs="Times New Roman CYR"/>
                <w:i/>
                <w:iCs/>
              </w:rPr>
              <w:t>н</w:t>
            </w:r>
            <w:r w:rsidRPr="00F934B4">
              <w:rPr>
                <w:rFonts w:ascii="Times New Roman CYR" w:hAnsi="Times New Roman CYR" w:cs="Times New Roman CYR"/>
                <w:i/>
                <w:iCs/>
              </w:rPr>
              <w:t>курса на лучший проект в средс</w:t>
            </w:r>
            <w:r w:rsidRPr="00F934B4">
              <w:rPr>
                <w:rFonts w:ascii="Times New Roman CYR" w:hAnsi="Times New Roman CYR" w:cs="Times New Roman CYR"/>
                <w:i/>
                <w:iCs/>
              </w:rPr>
              <w:t>т</w:t>
            </w:r>
            <w:r w:rsidRPr="00F934B4">
              <w:rPr>
                <w:rFonts w:ascii="Times New Roman CYR" w:hAnsi="Times New Roman CYR" w:cs="Times New Roman CYR"/>
                <w:i/>
                <w:iCs/>
              </w:rPr>
              <w:t>вах массовой информации Яр</w:t>
            </w:r>
            <w:r w:rsidRPr="00F934B4">
              <w:rPr>
                <w:rFonts w:ascii="Times New Roman CYR" w:hAnsi="Times New Roman CYR" w:cs="Times New Roman CYR"/>
                <w:i/>
                <w:iCs/>
              </w:rPr>
              <w:t>о</w:t>
            </w:r>
            <w:r w:rsidRPr="00F934B4">
              <w:rPr>
                <w:rFonts w:ascii="Times New Roman CYR" w:hAnsi="Times New Roman CYR" w:cs="Times New Roman CYR"/>
                <w:i/>
                <w:iCs/>
              </w:rPr>
              <w:t>славской области по информац</w:t>
            </w:r>
            <w:r w:rsidRPr="00F934B4">
              <w:rPr>
                <w:rFonts w:ascii="Times New Roman CYR" w:hAnsi="Times New Roman CYR" w:cs="Times New Roman CYR"/>
                <w:i/>
                <w:iCs/>
              </w:rPr>
              <w:t>и</w:t>
            </w:r>
            <w:r w:rsidRPr="00F934B4">
              <w:rPr>
                <w:rFonts w:ascii="Times New Roman CYR" w:hAnsi="Times New Roman CYR" w:cs="Times New Roman CYR"/>
                <w:i/>
                <w:iCs/>
              </w:rPr>
              <w:t>онно-пропагандистскому сопр</w:t>
            </w:r>
            <w:r w:rsidRPr="00F934B4">
              <w:rPr>
                <w:rFonts w:ascii="Times New Roman CYR" w:hAnsi="Times New Roman CYR" w:cs="Times New Roman CYR"/>
                <w:i/>
                <w:iCs/>
              </w:rPr>
              <w:t>о</w:t>
            </w:r>
            <w:r w:rsidRPr="00F934B4">
              <w:rPr>
                <w:rFonts w:ascii="Times New Roman CYR" w:hAnsi="Times New Roman CYR" w:cs="Times New Roman CYR"/>
                <w:i/>
                <w:iCs/>
              </w:rPr>
              <w:t>вождению реформы жилищно-коммунального хозяйства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F934B4">
              <w:rPr>
                <w:rFonts w:ascii="Times New Roman CYR" w:hAnsi="Times New Roman CYR" w:cs="Times New Roman CYR"/>
                <w:i/>
                <w:iCs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F934B4">
              <w:rPr>
                <w:rFonts w:ascii="Times New Roman CYR" w:hAnsi="Times New Roman CYR" w:cs="Times New Roman CYR"/>
                <w:i/>
                <w:iCs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F934B4">
              <w:rPr>
                <w:rFonts w:ascii="Times New Roman CYR" w:hAnsi="Times New Roman CYR" w:cs="Times New Roman CYR"/>
                <w:i/>
                <w:iCs/>
              </w:rPr>
              <w:t>521 03 12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F934B4">
              <w:rPr>
                <w:rFonts w:ascii="Times New Roman CYR" w:hAnsi="Times New Roman CYR" w:cs="Times New Roman CYR"/>
                <w:i/>
                <w:iCs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jc w:val="right"/>
              <w:rPr>
                <w:rFonts w:ascii="Times New Roman CYR" w:hAnsi="Times New Roman CYR" w:cs="Times New Roman CYR"/>
                <w:i/>
                <w:iCs/>
              </w:rPr>
            </w:pPr>
            <w:r w:rsidRPr="00F934B4">
              <w:rPr>
                <w:rFonts w:ascii="Times New Roman CYR" w:hAnsi="Times New Roman CYR" w:cs="Times New Roman CYR"/>
                <w:i/>
                <w:iCs/>
              </w:rPr>
              <w:t>84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F934B4">
              <w:rPr>
                <w:rFonts w:ascii="Times New Roman CYR" w:hAnsi="Times New Roman CYR" w:cs="Times New Roman CYR"/>
                <w:i/>
                <w:iCs/>
              </w:rPr>
              <w:t> </w:t>
            </w:r>
          </w:p>
        </w:tc>
      </w:tr>
      <w:tr w:rsidR="008E042C" w:rsidRPr="00F934B4" w:rsidTr="001C6250">
        <w:trPr>
          <w:trHeight w:val="383"/>
        </w:trPr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42C" w:rsidRPr="00F934B4" w:rsidRDefault="008E042C" w:rsidP="001C6250">
            <w:pPr>
              <w:rPr>
                <w:rFonts w:ascii="Times New Roman CYR" w:hAnsi="Times New Roman CYR" w:cs="Times New Roman CYR"/>
                <w:iCs/>
              </w:rPr>
            </w:pPr>
            <w:r w:rsidRPr="00F934B4">
              <w:rPr>
                <w:rFonts w:ascii="Times New Roman CYR" w:hAnsi="Times New Roman CYR" w:cs="Times New Roman CYR"/>
                <w:iCs/>
              </w:rPr>
              <w:t>Иные межбюджетные трансферты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F934B4">
              <w:rPr>
                <w:rFonts w:ascii="Times New Roman CYR" w:hAnsi="Times New Roman CYR" w:cs="Times New Roman CYR"/>
                <w:i/>
                <w:iCs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F934B4">
              <w:rPr>
                <w:rFonts w:ascii="Times New Roman CYR" w:hAnsi="Times New Roman CYR" w:cs="Times New Roman CYR"/>
                <w:i/>
                <w:i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jc w:val="center"/>
              <w:rPr>
                <w:rFonts w:ascii="Times New Roman CYR" w:hAnsi="Times New Roman CYR" w:cs="Times New Roman CYR"/>
                <w:iCs/>
              </w:rPr>
            </w:pPr>
            <w:r w:rsidRPr="00F934B4">
              <w:rPr>
                <w:rFonts w:ascii="Times New Roman CYR" w:hAnsi="Times New Roman CYR" w:cs="Times New Roman CYR"/>
                <w:iCs/>
              </w:rPr>
              <w:t>017 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914A42">
            <w:pPr>
              <w:jc w:val="right"/>
              <w:rPr>
                <w:rFonts w:ascii="Times New Roman CYR" w:hAnsi="Times New Roman CYR" w:cs="Times New Roman CYR"/>
                <w:iCs/>
              </w:rPr>
            </w:pPr>
            <w:r w:rsidRPr="00F934B4">
              <w:rPr>
                <w:rFonts w:ascii="Times New Roman CYR" w:hAnsi="Times New Roman CYR" w:cs="Times New Roman CYR"/>
                <w:iCs/>
              </w:rPr>
              <w:t>84»;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42C" w:rsidRPr="00F934B4" w:rsidRDefault="008E042C" w:rsidP="001C6250">
            <w:pPr>
              <w:rPr>
                <w:rFonts w:ascii="Times New Roman CYR" w:hAnsi="Times New Roman CYR" w:cs="Times New Roman CYR"/>
                <w:i/>
                <w:iCs/>
              </w:rPr>
            </w:pPr>
            <w:r w:rsidRPr="00F934B4">
              <w:rPr>
                <w:rFonts w:ascii="Times New Roman CYR" w:hAnsi="Times New Roman CYR" w:cs="Times New Roman CYR"/>
                <w:i/>
                <w:iCs/>
              </w:rPr>
              <w:t> </w:t>
            </w:r>
          </w:p>
        </w:tc>
      </w:tr>
    </w:tbl>
    <w:p w:rsidR="008E042C" w:rsidRPr="00F934B4" w:rsidRDefault="008E042C" w:rsidP="001C6250">
      <w:pPr>
        <w:pStyle w:val="22"/>
        <w:ind w:firstLine="709"/>
        <w:jc w:val="both"/>
        <w:rPr>
          <w:snapToGrid w:val="0"/>
          <w:szCs w:val="28"/>
        </w:rPr>
      </w:pPr>
    </w:p>
    <w:p w:rsidR="008E042C" w:rsidRPr="00F934B4" w:rsidRDefault="008E042C" w:rsidP="001C6250">
      <w:pPr>
        <w:pStyle w:val="22"/>
        <w:ind w:firstLine="709"/>
        <w:jc w:val="both"/>
        <w:rPr>
          <w:szCs w:val="28"/>
        </w:rPr>
      </w:pPr>
      <w:r w:rsidRPr="00F934B4">
        <w:rPr>
          <w:snapToGrid w:val="0"/>
          <w:szCs w:val="28"/>
        </w:rPr>
        <w:t>г)</w:t>
      </w:r>
      <w:r w:rsidRPr="00F934B4">
        <w:rPr>
          <w:szCs w:val="28"/>
        </w:rPr>
        <w:t xml:space="preserve"> в расходах департамента труда и социальной поддержки населения Ярославской области как главного распорядителя средств областного бю</w:t>
      </w:r>
      <w:r w:rsidRPr="00F934B4">
        <w:rPr>
          <w:szCs w:val="28"/>
        </w:rPr>
        <w:t>д</w:t>
      </w:r>
      <w:r w:rsidRPr="00F934B4">
        <w:rPr>
          <w:szCs w:val="28"/>
        </w:rPr>
        <w:t>жета:</w:t>
      </w:r>
    </w:p>
    <w:p w:rsidR="008E042C" w:rsidRPr="00F934B4" w:rsidRDefault="008E042C" w:rsidP="001C6250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строке «Департамент труда и социальной поддержки населения Ярославской области» цифры «5404334» и «1506587» заменить соответс</w:t>
      </w:r>
      <w:r w:rsidRPr="00F934B4">
        <w:rPr>
          <w:szCs w:val="28"/>
        </w:rPr>
        <w:t>т</w:t>
      </w:r>
      <w:r w:rsidRPr="00F934B4">
        <w:rPr>
          <w:szCs w:val="28"/>
        </w:rPr>
        <w:t>венно цифрами «5404371» и «1504317»;</w:t>
      </w:r>
    </w:p>
    <w:p w:rsidR="008E042C" w:rsidRPr="00F934B4" w:rsidRDefault="008E042C" w:rsidP="001C6250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подразделе с кодом 1002:</w:t>
      </w:r>
    </w:p>
    <w:p w:rsidR="008E042C" w:rsidRPr="00F934B4" w:rsidRDefault="008E042C" w:rsidP="001C6250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строках в целевой статье с кодом 508 99 00:</w:t>
      </w:r>
    </w:p>
    <w:p w:rsidR="008E042C" w:rsidRPr="00F934B4" w:rsidRDefault="008E042C" w:rsidP="001C6250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 xml:space="preserve">в строке с кодом 001 </w:t>
      </w:r>
      <w:r w:rsidRPr="00F934B4">
        <w:rPr>
          <w:rFonts w:ascii="Times New Roman CYR" w:hAnsi="Times New Roman CYR" w:cs="Times New Roman CYR"/>
          <w:iCs/>
        </w:rPr>
        <w:t xml:space="preserve">цифры </w:t>
      </w:r>
      <w:r w:rsidRPr="00F934B4">
        <w:rPr>
          <w:szCs w:val="28"/>
        </w:rPr>
        <w:t>«242449» заменить цифрами «241759»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Default="008E042C" w:rsidP="00043EC6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 xml:space="preserve">в строке с кодом 019 </w:t>
      </w:r>
      <w:r w:rsidRPr="00F934B4">
        <w:rPr>
          <w:rFonts w:ascii="Times New Roman CYR" w:hAnsi="Times New Roman CYR" w:cs="Times New Roman CYR"/>
          <w:iCs/>
        </w:rPr>
        <w:t xml:space="preserve">цифры </w:t>
      </w:r>
      <w:r w:rsidRPr="00F934B4">
        <w:rPr>
          <w:szCs w:val="28"/>
        </w:rPr>
        <w:t>«3393» заменить цифрами «4083»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043EC6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</w:p>
    <w:p w:rsidR="008E042C" w:rsidRPr="00F934B4" w:rsidRDefault="008E042C" w:rsidP="00043EC6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подразделе с кодом 1003:</w:t>
      </w:r>
    </w:p>
    <w:p w:rsidR="008E042C" w:rsidRPr="00F934B4" w:rsidRDefault="008E042C" w:rsidP="00043EC6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строке «Социальное обеспечение населения» цифры «39139» зам</w:t>
      </w:r>
      <w:r w:rsidRPr="00F934B4">
        <w:rPr>
          <w:szCs w:val="28"/>
        </w:rPr>
        <w:t>е</w:t>
      </w:r>
      <w:r w:rsidRPr="00F934B4">
        <w:rPr>
          <w:szCs w:val="28"/>
        </w:rPr>
        <w:t>нить цифрами «39043»;</w:t>
      </w:r>
    </w:p>
    <w:p w:rsidR="008E042C" w:rsidRPr="00F934B4" w:rsidRDefault="008E042C" w:rsidP="00043EC6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строке с кодом 505 00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«7673» заменить цифрами «7577»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850B48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505 08 02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«112» заменить цифрами «72»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850B48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строках в целевой статье с кодом 505 09 02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«70» заменить цифрами «14»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043EC6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подразделе с кодом 1103:</w:t>
      </w:r>
    </w:p>
    <w:p w:rsidR="008E042C" w:rsidRPr="00F934B4" w:rsidRDefault="008E042C" w:rsidP="00043EC6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строке «Субвенции бюджетам субъектов Российской Федерации и муниципальных образований» цифры «4424163» и «650180» заменить соо</w:t>
      </w:r>
      <w:r w:rsidRPr="00F934B4">
        <w:rPr>
          <w:szCs w:val="28"/>
        </w:rPr>
        <w:t>т</w:t>
      </w:r>
      <w:r w:rsidRPr="00F934B4">
        <w:rPr>
          <w:szCs w:val="28"/>
        </w:rPr>
        <w:t>ветственно цифрами «4424296» и «647910»;</w:t>
      </w:r>
    </w:p>
    <w:p w:rsidR="008E042C" w:rsidRPr="00F934B4" w:rsidRDefault="008E042C" w:rsidP="001C6250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505 00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«2162080» заменить цифрами «2167413»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B16F4F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505 19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«12895» заменить цифрами «13028»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B16F4F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505 48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«489200» заменить цифрами «494400»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B16F4F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505 55 10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«234637» заменить цифрами «243264»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B16F4F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505 55 20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«558661» заменить цифрами «550214»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B16F4F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505 55 30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«10675» заменить цифрами «10495»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B16F4F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rFonts w:ascii="Times New Roman CYR" w:hAnsi="Times New Roman CYR" w:cs="Times New Roman CYR"/>
          <w:iCs/>
        </w:rPr>
        <w:t xml:space="preserve">в строке с кодом 521 00 00 цифры «2262083» </w:t>
      </w:r>
      <w:r w:rsidRPr="00F934B4">
        <w:rPr>
          <w:szCs w:val="28"/>
        </w:rPr>
        <w:t xml:space="preserve">и «650180» </w:t>
      </w:r>
      <w:r w:rsidRPr="00F934B4">
        <w:rPr>
          <w:rFonts w:ascii="Times New Roman CYR" w:hAnsi="Times New Roman CYR" w:cs="Times New Roman CYR"/>
          <w:iCs/>
        </w:rPr>
        <w:t>заменить с</w:t>
      </w:r>
      <w:r w:rsidRPr="00F934B4">
        <w:rPr>
          <w:rFonts w:ascii="Times New Roman CYR" w:hAnsi="Times New Roman CYR" w:cs="Times New Roman CYR"/>
          <w:iCs/>
        </w:rPr>
        <w:t>о</w:t>
      </w:r>
      <w:r w:rsidRPr="00F934B4">
        <w:rPr>
          <w:rFonts w:ascii="Times New Roman CYR" w:hAnsi="Times New Roman CYR" w:cs="Times New Roman CYR"/>
          <w:iCs/>
        </w:rPr>
        <w:t>ответственно цифрами «2256883»</w:t>
      </w:r>
      <w:r w:rsidRPr="00F934B4">
        <w:rPr>
          <w:szCs w:val="28"/>
        </w:rPr>
        <w:t xml:space="preserve"> и «647910»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5742C6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rFonts w:ascii="Times New Roman CYR" w:hAnsi="Times New Roman CYR" w:cs="Times New Roman CYR"/>
          <w:iCs/>
        </w:rPr>
        <w:t xml:space="preserve">в строке с кодом 521 02 00 цифры «2262083» </w:t>
      </w:r>
      <w:r w:rsidRPr="00F934B4">
        <w:rPr>
          <w:szCs w:val="28"/>
        </w:rPr>
        <w:t xml:space="preserve">и «650180» </w:t>
      </w:r>
      <w:r w:rsidRPr="00F934B4">
        <w:rPr>
          <w:rFonts w:ascii="Times New Roman CYR" w:hAnsi="Times New Roman CYR" w:cs="Times New Roman CYR"/>
          <w:iCs/>
        </w:rPr>
        <w:t>заменить с</w:t>
      </w:r>
      <w:r w:rsidRPr="00F934B4">
        <w:rPr>
          <w:rFonts w:ascii="Times New Roman CYR" w:hAnsi="Times New Roman CYR" w:cs="Times New Roman CYR"/>
          <w:iCs/>
        </w:rPr>
        <w:t>о</w:t>
      </w:r>
      <w:r w:rsidRPr="00F934B4">
        <w:rPr>
          <w:rFonts w:ascii="Times New Roman CYR" w:hAnsi="Times New Roman CYR" w:cs="Times New Roman CYR"/>
          <w:iCs/>
        </w:rPr>
        <w:t>ответственно цифрами «2256883»</w:t>
      </w:r>
      <w:r w:rsidRPr="00F934B4">
        <w:rPr>
          <w:szCs w:val="28"/>
        </w:rPr>
        <w:t xml:space="preserve"> и «647910»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5742C6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521 02 02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«974862» заменить цифрами «971932»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B16F4F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521 02 07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«474700» и «24078» заменить соответственно цифрами «472430» и «21808»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B67BD1">
      <w:pPr>
        <w:pStyle w:val="22"/>
        <w:ind w:firstLine="709"/>
        <w:jc w:val="both"/>
        <w:rPr>
          <w:szCs w:val="28"/>
        </w:rPr>
      </w:pPr>
      <w:r w:rsidRPr="00F934B4">
        <w:rPr>
          <w:snapToGrid w:val="0"/>
          <w:szCs w:val="28"/>
        </w:rPr>
        <w:t>д)</w:t>
      </w:r>
      <w:r w:rsidRPr="00F934B4">
        <w:rPr>
          <w:szCs w:val="28"/>
        </w:rPr>
        <w:t xml:space="preserve"> в расходах Управления внутренних дел по Ярославской области как главного распорядителя средств областного бюджета в подразделе с к</w:t>
      </w:r>
      <w:r w:rsidRPr="00F934B4">
        <w:rPr>
          <w:szCs w:val="28"/>
        </w:rPr>
        <w:t>о</w:t>
      </w:r>
      <w:r w:rsidRPr="00F934B4">
        <w:rPr>
          <w:szCs w:val="28"/>
        </w:rPr>
        <w:t>дом 0302:</w:t>
      </w:r>
    </w:p>
    <w:p w:rsidR="008E042C" w:rsidRPr="00F934B4" w:rsidRDefault="008E042C" w:rsidP="00B67BD1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в строках в целевой статье с кодом 202 58 00:</w:t>
      </w:r>
    </w:p>
    <w:p w:rsidR="008E042C" w:rsidRPr="00F934B4" w:rsidRDefault="008E042C" w:rsidP="00B67BD1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строке с кодом 202 58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«502930» заменить цифрами «500154»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B67BD1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 xml:space="preserve">в строке с кодом 012 </w:t>
      </w:r>
      <w:r w:rsidRPr="00F934B4">
        <w:rPr>
          <w:rFonts w:ascii="Times New Roman CYR" w:hAnsi="Times New Roman CYR" w:cs="Times New Roman CYR"/>
          <w:iCs/>
        </w:rPr>
        <w:t xml:space="preserve">цифры </w:t>
      </w:r>
      <w:r w:rsidRPr="00F934B4">
        <w:rPr>
          <w:szCs w:val="28"/>
        </w:rPr>
        <w:t>«25190» заменить цифрами «24274»;</w:t>
      </w:r>
    </w:p>
    <w:p w:rsidR="008E042C" w:rsidRPr="00F934B4" w:rsidRDefault="008E042C" w:rsidP="00B67BD1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 xml:space="preserve">в строке с кодом 014 </w:t>
      </w:r>
      <w:r w:rsidRPr="00F934B4">
        <w:rPr>
          <w:rFonts w:ascii="Times New Roman CYR" w:hAnsi="Times New Roman CYR" w:cs="Times New Roman CYR"/>
          <w:iCs/>
        </w:rPr>
        <w:t xml:space="preserve">цифры </w:t>
      </w:r>
      <w:r w:rsidRPr="00F934B4">
        <w:rPr>
          <w:szCs w:val="28"/>
        </w:rPr>
        <w:t>«477740» заменить цифрами «475880»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ED1275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202 67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«62655» заменить цифрами «60972»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Default="008E042C" w:rsidP="007F0E59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202 72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«8505» заменить цифрами «9171»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7F0E59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</w:p>
    <w:p w:rsidR="008E042C" w:rsidRPr="00F934B4" w:rsidRDefault="008E042C" w:rsidP="007F0E59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>в строках в целевой статье с кодом 202 76 00</w:t>
      </w:r>
      <w:r w:rsidRPr="00F934B4">
        <w:rPr>
          <w:rFonts w:ascii="Times New Roman CYR" w:hAnsi="Times New Roman CYR" w:cs="Times New Roman CYR"/>
          <w:iCs/>
        </w:rPr>
        <w:t xml:space="preserve"> цифры </w:t>
      </w:r>
      <w:r w:rsidRPr="00F934B4">
        <w:rPr>
          <w:szCs w:val="28"/>
        </w:rPr>
        <w:t>«23030» заменить цифрами «26823»</w:t>
      </w:r>
      <w:r w:rsidRPr="00F934B4">
        <w:rPr>
          <w:rFonts w:ascii="Times New Roman CYR" w:hAnsi="Times New Roman CYR" w:cs="Times New Roman CYR"/>
          <w:iCs/>
        </w:rPr>
        <w:t xml:space="preserve">; </w:t>
      </w:r>
    </w:p>
    <w:p w:rsidR="008E042C" w:rsidRPr="00F934B4" w:rsidRDefault="008E042C" w:rsidP="005742C6">
      <w:pPr>
        <w:pStyle w:val="22"/>
        <w:ind w:firstLine="709"/>
        <w:jc w:val="both"/>
        <w:rPr>
          <w:szCs w:val="28"/>
        </w:rPr>
      </w:pPr>
      <w:r w:rsidRPr="00F934B4">
        <w:rPr>
          <w:rFonts w:ascii="Times New Roman CYR" w:hAnsi="Times New Roman CYR" w:cs="Times New Roman CYR"/>
          <w:iCs/>
        </w:rPr>
        <w:t xml:space="preserve">е) </w:t>
      </w:r>
      <w:r w:rsidRPr="00F934B4">
        <w:rPr>
          <w:szCs w:val="28"/>
        </w:rPr>
        <w:t>в расходах департамента строительства Ярославской области как главного распорядителя средств областного бюджета:</w:t>
      </w:r>
    </w:p>
    <w:p w:rsidR="008E042C" w:rsidRPr="00F934B4" w:rsidRDefault="008E042C" w:rsidP="005742C6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rFonts w:ascii="Times New Roman CYR" w:hAnsi="Times New Roman CYR" w:cs="Times New Roman CYR"/>
          <w:iCs/>
        </w:rPr>
        <w:t>– в строке «</w:t>
      </w:r>
      <w:r w:rsidRPr="00F934B4">
        <w:rPr>
          <w:szCs w:val="28"/>
        </w:rPr>
        <w:t>Департамент строительства Ярославской области» цифры «5251203» заменить цифрами «5302289»;</w:t>
      </w:r>
    </w:p>
    <w:p w:rsidR="008E042C" w:rsidRPr="00F934B4" w:rsidRDefault="008E042C" w:rsidP="008B0DB4">
      <w:pPr>
        <w:pStyle w:val="22"/>
        <w:ind w:firstLine="709"/>
        <w:jc w:val="both"/>
        <w:rPr>
          <w:szCs w:val="28"/>
        </w:rPr>
      </w:pPr>
      <w:r w:rsidRPr="00F934B4">
        <w:rPr>
          <w:szCs w:val="28"/>
        </w:rPr>
        <w:t>– в подразделе с кодом 0114 в строках в целевой статье 092 03 00:</w:t>
      </w:r>
    </w:p>
    <w:p w:rsidR="008E042C" w:rsidRPr="00F934B4" w:rsidRDefault="008E042C" w:rsidP="00BD0799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 xml:space="preserve">строку с кодом 006 </w:t>
      </w:r>
      <w:r w:rsidRPr="00F934B4">
        <w:rPr>
          <w:rFonts w:ascii="Times New Roman CYR" w:hAnsi="Times New Roman CYR" w:cs="Times New Roman CYR"/>
          <w:iCs/>
        </w:rPr>
        <w:t>исключить;</w:t>
      </w:r>
    </w:p>
    <w:p w:rsidR="008E042C" w:rsidRPr="00F934B4" w:rsidRDefault="008E042C" w:rsidP="00BD0799">
      <w:pPr>
        <w:pStyle w:val="22"/>
        <w:ind w:firstLine="709"/>
        <w:jc w:val="both"/>
        <w:rPr>
          <w:rFonts w:ascii="Times New Roman CYR" w:hAnsi="Times New Roman CYR" w:cs="Times New Roman CYR"/>
          <w:iCs/>
        </w:rPr>
      </w:pPr>
      <w:r w:rsidRPr="00F934B4">
        <w:rPr>
          <w:szCs w:val="28"/>
        </w:rPr>
        <w:t xml:space="preserve">в строке с кодом 012 </w:t>
      </w:r>
      <w:r w:rsidRPr="00F934B4">
        <w:rPr>
          <w:rFonts w:ascii="Times New Roman CYR" w:hAnsi="Times New Roman CYR" w:cs="Times New Roman CYR"/>
          <w:iCs/>
        </w:rPr>
        <w:t xml:space="preserve">цифры </w:t>
      </w:r>
      <w:r w:rsidRPr="00F934B4">
        <w:rPr>
          <w:szCs w:val="28"/>
        </w:rPr>
        <w:t>«2601» заменить цифрами «2804»</w:t>
      </w:r>
      <w:r w:rsidRPr="00F934B4">
        <w:rPr>
          <w:rFonts w:ascii="Times New Roman CYR" w:hAnsi="Times New Roman CYR" w:cs="Times New Roman CYR"/>
          <w:iCs/>
        </w:rPr>
        <w:t>;</w:t>
      </w:r>
    </w:p>
    <w:p w:rsidR="008E042C" w:rsidRPr="00F934B4" w:rsidRDefault="008E042C" w:rsidP="007F0E59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– в подразделе с кодом 1003:</w:t>
      </w:r>
    </w:p>
    <w:p w:rsidR="008E042C" w:rsidRPr="00F934B4" w:rsidRDefault="008E042C" w:rsidP="007F0E59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«Социальное обеспечение населения» цифры «2176339» зам</w:t>
      </w:r>
      <w:r w:rsidRPr="00F934B4">
        <w:rPr>
          <w:sz w:val="28"/>
          <w:szCs w:val="28"/>
        </w:rPr>
        <w:t>е</w:t>
      </w:r>
      <w:r w:rsidRPr="00F934B4">
        <w:rPr>
          <w:sz w:val="28"/>
          <w:szCs w:val="28"/>
        </w:rPr>
        <w:t>нить цифрами «2227425»;</w:t>
      </w:r>
    </w:p>
    <w:p w:rsidR="008E042C" w:rsidRPr="00F934B4" w:rsidRDefault="008E042C" w:rsidP="007F0E59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505 34 00</w:t>
      </w:r>
      <w:r w:rsidRPr="00F934B4">
        <w:rPr>
          <w:iCs/>
          <w:sz w:val="28"/>
          <w:szCs w:val="28"/>
        </w:rPr>
        <w:t xml:space="preserve"> цифры </w:t>
      </w:r>
      <w:r w:rsidRPr="00F934B4">
        <w:rPr>
          <w:sz w:val="28"/>
          <w:szCs w:val="28"/>
        </w:rPr>
        <w:t>«2127339» заменить цифрами «2178425»;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sz w:val="28"/>
          <w:szCs w:val="28"/>
        </w:rPr>
        <w:t>в строках в целевой статье с кодом 505 34 01</w:t>
      </w:r>
      <w:r w:rsidRPr="00F934B4">
        <w:rPr>
          <w:iCs/>
          <w:sz w:val="28"/>
          <w:szCs w:val="28"/>
        </w:rPr>
        <w:t xml:space="preserve"> цифры </w:t>
      </w:r>
      <w:r w:rsidRPr="00F934B4">
        <w:rPr>
          <w:sz w:val="28"/>
          <w:szCs w:val="28"/>
        </w:rPr>
        <w:t>«2085945» зам</w:t>
      </w:r>
      <w:r w:rsidRPr="00F934B4">
        <w:rPr>
          <w:sz w:val="28"/>
          <w:szCs w:val="28"/>
        </w:rPr>
        <w:t>е</w:t>
      </w:r>
      <w:r w:rsidRPr="00F934B4">
        <w:rPr>
          <w:sz w:val="28"/>
          <w:szCs w:val="28"/>
        </w:rPr>
        <w:t>нить цифрами «2137031»</w:t>
      </w:r>
      <w:r w:rsidRPr="00F934B4">
        <w:rPr>
          <w:iCs/>
          <w:sz w:val="28"/>
          <w:szCs w:val="28"/>
        </w:rPr>
        <w:t>;</w:t>
      </w:r>
    </w:p>
    <w:p w:rsidR="008E042C" w:rsidRPr="00F934B4" w:rsidRDefault="008E042C" w:rsidP="009970AB">
      <w:pPr>
        <w:pStyle w:val="22"/>
        <w:ind w:firstLine="709"/>
        <w:jc w:val="both"/>
        <w:rPr>
          <w:szCs w:val="28"/>
        </w:rPr>
      </w:pPr>
      <w:r w:rsidRPr="00F934B4">
        <w:rPr>
          <w:iCs/>
          <w:szCs w:val="28"/>
        </w:rPr>
        <w:t xml:space="preserve">ж) </w:t>
      </w:r>
      <w:r w:rsidRPr="00F934B4">
        <w:rPr>
          <w:szCs w:val="28"/>
        </w:rPr>
        <w:t>в расходах департамента дорожного хозяйства и транспорта Яр</w:t>
      </w:r>
      <w:r w:rsidRPr="00F934B4">
        <w:rPr>
          <w:szCs w:val="28"/>
        </w:rPr>
        <w:t>о</w:t>
      </w:r>
      <w:r w:rsidRPr="00F934B4">
        <w:rPr>
          <w:szCs w:val="28"/>
        </w:rPr>
        <w:t>славской области как главного распорядителя средств областного бюджета: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 xml:space="preserve">– в строке «Департамент </w:t>
      </w:r>
      <w:r w:rsidRPr="00F934B4">
        <w:rPr>
          <w:sz w:val="28"/>
          <w:szCs w:val="28"/>
        </w:rPr>
        <w:t>дорожного хозяйства и транспорта Яросла</w:t>
      </w:r>
      <w:r w:rsidRPr="00F934B4">
        <w:rPr>
          <w:sz w:val="28"/>
          <w:szCs w:val="28"/>
        </w:rPr>
        <w:t>в</w:t>
      </w:r>
      <w:r w:rsidRPr="00F934B4">
        <w:rPr>
          <w:sz w:val="28"/>
          <w:szCs w:val="28"/>
        </w:rPr>
        <w:t>ской области» цифры «1049110» заменить цифрами «1039265»;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– в подразделе с кодом 0409: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«Дорожное хозяйство» цифры «2456131» и «</w:t>
      </w:r>
      <w:r w:rsidRPr="00F934B4">
        <w:rPr>
          <w:sz w:val="28"/>
          <w:szCs w:val="28"/>
        </w:rPr>
        <w:t>1049110» зам</w:t>
      </w:r>
      <w:r w:rsidRPr="00F934B4">
        <w:rPr>
          <w:sz w:val="28"/>
          <w:szCs w:val="28"/>
        </w:rPr>
        <w:t>е</w:t>
      </w:r>
      <w:r w:rsidRPr="00F934B4">
        <w:rPr>
          <w:sz w:val="28"/>
          <w:szCs w:val="28"/>
        </w:rPr>
        <w:t>нить соответственно цифрами «2610782» и «1039265»;</w:t>
      </w:r>
    </w:p>
    <w:p w:rsidR="008E042C" w:rsidRPr="00F934B4" w:rsidRDefault="008E042C" w:rsidP="007F0E59">
      <w:pPr>
        <w:ind w:firstLine="709"/>
        <w:jc w:val="both"/>
        <w:rPr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100 81 00 цифры «964500» заменить цифрами «1157814»;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строках в целевой статье с кодом 100 81 03: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100 81 03 цифры «964500» заменить цифрами «1157814»;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003 цифры «823500» заменить цифрами «1052841»;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006 цифры «141000» заменить цифрами «104973»;</w:t>
      </w:r>
    </w:p>
    <w:p w:rsidR="008E042C" w:rsidRPr="00F934B4" w:rsidRDefault="008E042C" w:rsidP="00A57C10">
      <w:pPr>
        <w:ind w:firstLine="709"/>
        <w:jc w:val="both"/>
        <w:rPr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315 00 00 цифры «1152362» и «</w:t>
      </w:r>
      <w:r w:rsidRPr="00F934B4">
        <w:rPr>
          <w:sz w:val="28"/>
          <w:szCs w:val="28"/>
        </w:rPr>
        <w:t xml:space="preserve">1049110» </w:t>
      </w:r>
      <w:r w:rsidRPr="00F934B4">
        <w:rPr>
          <w:iCs/>
          <w:sz w:val="28"/>
          <w:szCs w:val="28"/>
        </w:rPr>
        <w:t>заменить с</w:t>
      </w:r>
      <w:r w:rsidRPr="00F934B4">
        <w:rPr>
          <w:iCs/>
          <w:sz w:val="28"/>
          <w:szCs w:val="28"/>
        </w:rPr>
        <w:t>о</w:t>
      </w:r>
      <w:r w:rsidRPr="00F934B4">
        <w:rPr>
          <w:iCs/>
          <w:sz w:val="28"/>
          <w:szCs w:val="28"/>
        </w:rPr>
        <w:t>ответственно цифрами «1120853»</w:t>
      </w:r>
      <w:r w:rsidRPr="00F934B4">
        <w:rPr>
          <w:sz w:val="28"/>
          <w:szCs w:val="28"/>
        </w:rPr>
        <w:t xml:space="preserve"> и «1039265»</w:t>
      </w:r>
      <w:r w:rsidRPr="00F934B4">
        <w:rPr>
          <w:iCs/>
          <w:sz w:val="28"/>
          <w:szCs w:val="28"/>
        </w:rPr>
        <w:t>;</w:t>
      </w:r>
    </w:p>
    <w:p w:rsidR="008E042C" w:rsidRPr="00F934B4" w:rsidRDefault="008E042C" w:rsidP="00593A89">
      <w:pPr>
        <w:ind w:firstLine="709"/>
        <w:jc w:val="both"/>
        <w:rPr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315 02 00 цифры «1105223» и «</w:t>
      </w:r>
      <w:r w:rsidRPr="00F934B4">
        <w:rPr>
          <w:sz w:val="28"/>
          <w:szCs w:val="28"/>
        </w:rPr>
        <w:t xml:space="preserve">1049110» </w:t>
      </w:r>
      <w:r w:rsidRPr="00F934B4">
        <w:rPr>
          <w:iCs/>
          <w:sz w:val="28"/>
          <w:szCs w:val="28"/>
        </w:rPr>
        <w:t>заменить с</w:t>
      </w:r>
      <w:r w:rsidRPr="00F934B4">
        <w:rPr>
          <w:iCs/>
          <w:sz w:val="28"/>
          <w:szCs w:val="28"/>
        </w:rPr>
        <w:t>о</w:t>
      </w:r>
      <w:r w:rsidRPr="00F934B4">
        <w:rPr>
          <w:iCs/>
          <w:sz w:val="28"/>
          <w:szCs w:val="28"/>
        </w:rPr>
        <w:t>ответственно цифрами «1073714»</w:t>
      </w:r>
      <w:r w:rsidRPr="00F934B4">
        <w:rPr>
          <w:sz w:val="28"/>
          <w:szCs w:val="28"/>
        </w:rPr>
        <w:t xml:space="preserve"> и «1039265»</w:t>
      </w:r>
      <w:r w:rsidRPr="00F934B4">
        <w:rPr>
          <w:iCs/>
          <w:sz w:val="28"/>
          <w:szCs w:val="28"/>
        </w:rPr>
        <w:t>;</w:t>
      </w:r>
    </w:p>
    <w:p w:rsidR="008E042C" w:rsidRPr="00F934B4" w:rsidRDefault="008E042C" w:rsidP="00593A8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строках в целевой статье с кодом 315 02 01:</w:t>
      </w:r>
    </w:p>
    <w:p w:rsidR="008E042C" w:rsidRPr="00F934B4" w:rsidRDefault="008E042C" w:rsidP="00593A8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315 02 01 цифры «1105223» и «</w:t>
      </w:r>
      <w:r w:rsidRPr="00F934B4">
        <w:rPr>
          <w:sz w:val="28"/>
          <w:szCs w:val="28"/>
        </w:rPr>
        <w:t xml:space="preserve">1049110» </w:t>
      </w:r>
      <w:r w:rsidRPr="00F934B4">
        <w:rPr>
          <w:iCs/>
          <w:sz w:val="28"/>
          <w:szCs w:val="28"/>
        </w:rPr>
        <w:t>заменить с</w:t>
      </w:r>
      <w:r w:rsidRPr="00F934B4">
        <w:rPr>
          <w:iCs/>
          <w:sz w:val="28"/>
          <w:szCs w:val="28"/>
        </w:rPr>
        <w:t>о</w:t>
      </w:r>
      <w:r w:rsidRPr="00F934B4">
        <w:rPr>
          <w:iCs/>
          <w:sz w:val="28"/>
          <w:szCs w:val="28"/>
        </w:rPr>
        <w:t>ответственно цифрами «1073714»</w:t>
      </w:r>
      <w:r w:rsidRPr="00F934B4">
        <w:rPr>
          <w:sz w:val="28"/>
          <w:szCs w:val="28"/>
        </w:rPr>
        <w:t xml:space="preserve"> и «1039265»</w:t>
      </w:r>
      <w:r w:rsidRPr="00F934B4">
        <w:rPr>
          <w:iCs/>
          <w:sz w:val="28"/>
          <w:szCs w:val="28"/>
        </w:rPr>
        <w:t>;</w:t>
      </w:r>
    </w:p>
    <w:p w:rsidR="008E042C" w:rsidRPr="00F934B4" w:rsidRDefault="008E042C" w:rsidP="00593A8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006 цифры «1049110» и «</w:t>
      </w:r>
      <w:r w:rsidRPr="00F934B4">
        <w:rPr>
          <w:sz w:val="28"/>
          <w:szCs w:val="28"/>
        </w:rPr>
        <w:t xml:space="preserve">1049010» </w:t>
      </w:r>
      <w:r w:rsidRPr="00F934B4">
        <w:rPr>
          <w:iCs/>
          <w:sz w:val="28"/>
          <w:szCs w:val="28"/>
        </w:rPr>
        <w:t>заменить цифрами «1039265»;</w:t>
      </w:r>
    </w:p>
    <w:p w:rsidR="008E042C" w:rsidRPr="00F934B4" w:rsidRDefault="008E042C" w:rsidP="00593A8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003 цифры «56113» заменить цифрами «34449», ци</w:t>
      </w:r>
      <w:r w:rsidRPr="00F934B4">
        <w:rPr>
          <w:iCs/>
          <w:sz w:val="28"/>
          <w:szCs w:val="28"/>
        </w:rPr>
        <w:t>ф</w:t>
      </w:r>
      <w:r w:rsidRPr="00F934B4">
        <w:rPr>
          <w:iCs/>
          <w:sz w:val="28"/>
          <w:szCs w:val="28"/>
        </w:rPr>
        <w:t>ры «100» исключить;</w:t>
      </w:r>
    </w:p>
    <w:p w:rsidR="008E042C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522 00 00 цифры «142078» заменить цифрами «134924»;</w:t>
      </w:r>
    </w:p>
    <w:p w:rsidR="008E042C" w:rsidRDefault="008E042C" w:rsidP="007F0E59">
      <w:pPr>
        <w:ind w:firstLine="709"/>
        <w:jc w:val="both"/>
        <w:rPr>
          <w:iCs/>
          <w:sz w:val="28"/>
          <w:szCs w:val="28"/>
        </w:rPr>
      </w:pP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строках в целевой статье с кодом 522 37 00: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522 37 00 цифры «136778» заменить цифрами «129624»;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003 цифры «133133» заменить цифрами «125979»;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– в подразделе с кодом 1102: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«Субсидии бюджетам субъектов Российской Федерации и м</w:t>
      </w:r>
      <w:r w:rsidRPr="00F934B4">
        <w:rPr>
          <w:iCs/>
          <w:sz w:val="28"/>
          <w:szCs w:val="28"/>
        </w:rPr>
        <w:t>у</w:t>
      </w:r>
      <w:r w:rsidRPr="00F934B4">
        <w:rPr>
          <w:iCs/>
          <w:sz w:val="28"/>
          <w:szCs w:val="28"/>
        </w:rPr>
        <w:t>ниципальных образований (межбюджетные субсидии)» цифры «3091839» заменить цифрами «2937188»;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100 81 00 цифры «2269824» заменить цифрами «2115173»;</w:t>
      </w:r>
    </w:p>
    <w:p w:rsidR="008E042C" w:rsidRPr="00F934B4" w:rsidRDefault="008E042C" w:rsidP="00681BF1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строках в целевой статье с кодом 100 81 03 цифры «2269824» зам</w:t>
      </w:r>
      <w:r w:rsidRPr="00F934B4">
        <w:rPr>
          <w:iCs/>
          <w:sz w:val="28"/>
          <w:szCs w:val="28"/>
        </w:rPr>
        <w:t>е</w:t>
      </w:r>
      <w:r w:rsidRPr="00F934B4">
        <w:rPr>
          <w:iCs/>
          <w:sz w:val="28"/>
          <w:szCs w:val="28"/>
        </w:rPr>
        <w:t>нить цифрами «2115173»;</w:t>
      </w:r>
    </w:p>
    <w:p w:rsidR="008E042C" w:rsidRPr="00F934B4" w:rsidRDefault="008E042C" w:rsidP="009970AB">
      <w:pPr>
        <w:pStyle w:val="22"/>
        <w:ind w:firstLine="709"/>
        <w:jc w:val="both"/>
        <w:rPr>
          <w:szCs w:val="28"/>
        </w:rPr>
      </w:pPr>
      <w:r w:rsidRPr="00F934B4">
        <w:rPr>
          <w:iCs/>
          <w:szCs w:val="28"/>
        </w:rPr>
        <w:t xml:space="preserve">з) </w:t>
      </w:r>
      <w:r w:rsidRPr="00F934B4">
        <w:rPr>
          <w:szCs w:val="28"/>
        </w:rPr>
        <w:t>в расходах департамента государственной службы занятости насел</w:t>
      </w:r>
      <w:r w:rsidRPr="00F934B4">
        <w:rPr>
          <w:szCs w:val="28"/>
        </w:rPr>
        <w:t>е</w:t>
      </w:r>
      <w:r w:rsidRPr="00F934B4">
        <w:rPr>
          <w:szCs w:val="28"/>
        </w:rPr>
        <w:t>ния Ярославской области как главного распорядителя средств областного бюджета: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– в подразделе с кодом 0401: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«Общеэкономические вопросы» цифры «859973» заменить цифрами «872225»;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510 00 00 цифры «849977» заменить цифрами «862229»;</w:t>
      </w:r>
    </w:p>
    <w:p w:rsidR="008E042C" w:rsidRPr="00F934B4" w:rsidRDefault="008E042C" w:rsidP="007F0E59">
      <w:pPr>
        <w:ind w:firstLine="709"/>
        <w:jc w:val="both"/>
        <w:rPr>
          <w:sz w:val="28"/>
          <w:szCs w:val="28"/>
        </w:rPr>
      </w:pPr>
      <w:r w:rsidRPr="00F934B4">
        <w:rPr>
          <w:iCs/>
          <w:sz w:val="28"/>
          <w:szCs w:val="28"/>
        </w:rPr>
        <w:t xml:space="preserve">в строках </w:t>
      </w:r>
      <w:r w:rsidRPr="00F934B4">
        <w:rPr>
          <w:sz w:val="28"/>
          <w:szCs w:val="28"/>
        </w:rPr>
        <w:t>в целевой статье с кодом 510 03 00:</w:t>
      </w:r>
    </w:p>
    <w:p w:rsidR="008E042C" w:rsidRPr="00F934B4" w:rsidRDefault="008E042C" w:rsidP="007F0E59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510 03 00 цифры «580425» заменить цифрами «592677»;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sz w:val="28"/>
          <w:szCs w:val="28"/>
        </w:rPr>
        <w:t>в строке с кодом 001 цифры «580025» заменить цифрами «592277»;</w:t>
      </w:r>
    </w:p>
    <w:p w:rsidR="008E042C" w:rsidRPr="00F934B4" w:rsidRDefault="008E042C" w:rsidP="00484ACB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– в подразделе с кодом 1003:</w:t>
      </w:r>
    </w:p>
    <w:p w:rsidR="008E042C" w:rsidRPr="00F934B4" w:rsidRDefault="008E042C" w:rsidP="00484ACB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«Социальное обеспечение населения» цифры «916341» зам</w:t>
      </w:r>
      <w:r w:rsidRPr="00F934B4">
        <w:rPr>
          <w:iCs/>
          <w:sz w:val="28"/>
          <w:szCs w:val="28"/>
        </w:rPr>
        <w:t>е</w:t>
      </w:r>
      <w:r w:rsidRPr="00F934B4">
        <w:rPr>
          <w:iCs/>
          <w:sz w:val="28"/>
          <w:szCs w:val="28"/>
        </w:rPr>
        <w:t>нить цифрами «904089»;</w:t>
      </w:r>
    </w:p>
    <w:p w:rsidR="008E042C" w:rsidRPr="00F934B4" w:rsidRDefault="008E042C" w:rsidP="00484ACB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510 00 00 цифры «915823» заменить цифрами «903571»;</w:t>
      </w:r>
    </w:p>
    <w:p w:rsidR="008E042C" w:rsidRPr="00F934B4" w:rsidRDefault="008E042C" w:rsidP="00484ACB">
      <w:pPr>
        <w:ind w:firstLine="709"/>
        <w:jc w:val="both"/>
        <w:rPr>
          <w:sz w:val="28"/>
          <w:szCs w:val="28"/>
        </w:rPr>
      </w:pPr>
      <w:r w:rsidRPr="00F934B4">
        <w:rPr>
          <w:iCs/>
          <w:sz w:val="28"/>
          <w:szCs w:val="28"/>
        </w:rPr>
        <w:t xml:space="preserve">в строках </w:t>
      </w:r>
      <w:r w:rsidRPr="00F934B4">
        <w:rPr>
          <w:sz w:val="28"/>
          <w:szCs w:val="28"/>
        </w:rPr>
        <w:t>в целевой статье с кодом 510 03 00 цифры «27570» заменить цифрами «15318»;</w:t>
      </w:r>
    </w:p>
    <w:p w:rsidR="008E042C" w:rsidRPr="00F934B4" w:rsidRDefault="008E042C" w:rsidP="007F0E59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 xml:space="preserve">и) </w:t>
      </w:r>
      <w:r w:rsidRPr="00F934B4">
        <w:rPr>
          <w:sz w:val="28"/>
          <w:szCs w:val="28"/>
        </w:rPr>
        <w:t>в расходах департамента по охране и использованию животного м</w:t>
      </w:r>
      <w:r w:rsidRPr="00F934B4">
        <w:rPr>
          <w:sz w:val="28"/>
          <w:szCs w:val="28"/>
        </w:rPr>
        <w:t>и</w:t>
      </w:r>
      <w:r w:rsidRPr="00F934B4">
        <w:rPr>
          <w:sz w:val="28"/>
          <w:szCs w:val="28"/>
        </w:rPr>
        <w:t>ра Ярославской области как главного распорядителя средств областного бюджета:</w:t>
      </w:r>
    </w:p>
    <w:p w:rsidR="008E042C" w:rsidRPr="00F934B4" w:rsidRDefault="008E042C" w:rsidP="00484ACB">
      <w:pPr>
        <w:ind w:firstLine="709"/>
        <w:jc w:val="both"/>
        <w:rPr>
          <w:iCs/>
          <w:sz w:val="28"/>
          <w:szCs w:val="28"/>
        </w:rPr>
      </w:pPr>
      <w:r w:rsidRPr="00F934B4">
        <w:rPr>
          <w:iCs/>
          <w:sz w:val="28"/>
          <w:szCs w:val="28"/>
        </w:rPr>
        <w:t>в строке с кодом 001 00 00 цифры «5440» заменить цифрами «4080»;</w:t>
      </w:r>
    </w:p>
    <w:p w:rsidR="008E042C" w:rsidRPr="00F934B4" w:rsidRDefault="008E042C" w:rsidP="00484ACB">
      <w:pPr>
        <w:ind w:firstLine="709"/>
        <w:jc w:val="both"/>
        <w:rPr>
          <w:sz w:val="28"/>
          <w:szCs w:val="28"/>
        </w:rPr>
      </w:pPr>
      <w:r w:rsidRPr="00F934B4">
        <w:rPr>
          <w:iCs/>
          <w:sz w:val="28"/>
          <w:szCs w:val="28"/>
        </w:rPr>
        <w:t xml:space="preserve">в строках </w:t>
      </w:r>
      <w:r w:rsidRPr="00F934B4">
        <w:rPr>
          <w:sz w:val="28"/>
          <w:szCs w:val="28"/>
        </w:rPr>
        <w:t xml:space="preserve">в целевой статье с кодом 001 51 00 цифры </w:t>
      </w:r>
      <w:r w:rsidRPr="00F934B4">
        <w:rPr>
          <w:iCs/>
          <w:sz w:val="28"/>
          <w:szCs w:val="28"/>
        </w:rPr>
        <w:t>«5440» заменить цифрами «4080»</w:t>
      </w:r>
      <w:r w:rsidRPr="00F934B4">
        <w:rPr>
          <w:sz w:val="28"/>
          <w:szCs w:val="28"/>
        </w:rPr>
        <w:t>;</w:t>
      </w:r>
    </w:p>
    <w:p w:rsidR="008E042C" w:rsidRPr="00F934B4" w:rsidRDefault="008E042C" w:rsidP="002339E3">
      <w:pPr>
        <w:ind w:firstLine="709"/>
        <w:jc w:val="both"/>
        <w:rPr>
          <w:iCs/>
          <w:sz w:val="28"/>
          <w:szCs w:val="28"/>
        </w:rPr>
      </w:pPr>
      <w:r w:rsidRPr="00F934B4">
        <w:rPr>
          <w:sz w:val="28"/>
          <w:szCs w:val="28"/>
        </w:rPr>
        <w:t xml:space="preserve">в строке </w:t>
      </w:r>
      <w:r w:rsidRPr="00F934B4">
        <w:rPr>
          <w:iCs/>
          <w:sz w:val="28"/>
          <w:szCs w:val="28"/>
        </w:rPr>
        <w:t>с кодом 002 00 00 цифры «13023» заменить цифрами «14383»;</w:t>
      </w:r>
    </w:p>
    <w:p w:rsidR="008E042C" w:rsidRPr="00F934B4" w:rsidRDefault="008E042C" w:rsidP="002339E3">
      <w:pPr>
        <w:ind w:firstLine="709"/>
        <w:jc w:val="both"/>
        <w:rPr>
          <w:sz w:val="28"/>
          <w:szCs w:val="28"/>
        </w:rPr>
      </w:pPr>
      <w:r w:rsidRPr="00F934B4">
        <w:rPr>
          <w:iCs/>
          <w:sz w:val="28"/>
          <w:szCs w:val="28"/>
        </w:rPr>
        <w:t xml:space="preserve">в строках </w:t>
      </w:r>
      <w:r w:rsidRPr="00F934B4">
        <w:rPr>
          <w:sz w:val="28"/>
          <w:szCs w:val="28"/>
        </w:rPr>
        <w:t xml:space="preserve">в целевой статье с кодом 002 04 00 </w:t>
      </w:r>
      <w:r w:rsidRPr="00F934B4">
        <w:rPr>
          <w:iCs/>
          <w:sz w:val="28"/>
          <w:szCs w:val="28"/>
        </w:rPr>
        <w:t>цифры «13023» заменить цифрами «14383»</w:t>
      </w:r>
      <w:r w:rsidRPr="00F934B4">
        <w:rPr>
          <w:sz w:val="28"/>
          <w:szCs w:val="28"/>
        </w:rPr>
        <w:t>;</w:t>
      </w:r>
    </w:p>
    <w:p w:rsidR="008E042C" w:rsidRPr="00F934B4" w:rsidRDefault="008E042C" w:rsidP="007F0E59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к) в строке «ИТОГО» цифры «</w:t>
      </w:r>
      <w:r w:rsidRPr="00F934B4">
        <w:rPr>
          <w:sz w:val="28"/>
          <w:szCs w:val="20"/>
        </w:rPr>
        <w:t>44440468</w:t>
      </w:r>
      <w:r w:rsidRPr="00F934B4">
        <w:rPr>
          <w:sz w:val="28"/>
          <w:szCs w:val="28"/>
        </w:rPr>
        <w:t>» и «17405383» заменить соо</w:t>
      </w:r>
      <w:r w:rsidRPr="00F934B4">
        <w:rPr>
          <w:sz w:val="28"/>
          <w:szCs w:val="28"/>
        </w:rPr>
        <w:t>т</w:t>
      </w:r>
      <w:r w:rsidRPr="00F934B4">
        <w:rPr>
          <w:sz w:val="28"/>
          <w:szCs w:val="28"/>
        </w:rPr>
        <w:t>ветственно цифрами «</w:t>
      </w:r>
      <w:r w:rsidRPr="00F934B4">
        <w:rPr>
          <w:sz w:val="28"/>
          <w:szCs w:val="20"/>
        </w:rPr>
        <w:t>44523913</w:t>
      </w:r>
      <w:r w:rsidRPr="00F934B4">
        <w:rPr>
          <w:sz w:val="28"/>
          <w:szCs w:val="28"/>
        </w:rPr>
        <w:t>» и «17393268»;</w:t>
      </w:r>
    </w:p>
    <w:p w:rsidR="008E042C" w:rsidRPr="00F934B4" w:rsidRDefault="008E042C" w:rsidP="007F0E59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л) в строке «ВСЕГО» цифры «</w:t>
      </w:r>
      <w:r w:rsidRPr="00F934B4">
        <w:rPr>
          <w:sz w:val="28"/>
          <w:szCs w:val="20"/>
        </w:rPr>
        <w:t>45420885</w:t>
      </w:r>
      <w:r w:rsidRPr="00F934B4">
        <w:rPr>
          <w:sz w:val="28"/>
          <w:szCs w:val="28"/>
        </w:rPr>
        <w:t>» и «17405383» заменить соо</w:t>
      </w:r>
      <w:r w:rsidRPr="00F934B4">
        <w:rPr>
          <w:sz w:val="28"/>
          <w:szCs w:val="28"/>
        </w:rPr>
        <w:t>т</w:t>
      </w:r>
      <w:r w:rsidRPr="00F934B4">
        <w:rPr>
          <w:sz w:val="28"/>
          <w:szCs w:val="28"/>
        </w:rPr>
        <w:t>ветственно цифрами «</w:t>
      </w:r>
      <w:r w:rsidRPr="00F934B4">
        <w:rPr>
          <w:sz w:val="28"/>
          <w:szCs w:val="20"/>
        </w:rPr>
        <w:t>45504330</w:t>
      </w:r>
      <w:r w:rsidRPr="00F934B4">
        <w:rPr>
          <w:sz w:val="28"/>
          <w:szCs w:val="28"/>
        </w:rPr>
        <w:t>» и «17393268»;</w:t>
      </w:r>
    </w:p>
    <w:p w:rsidR="008E042C" w:rsidRPr="00F934B4" w:rsidRDefault="008E042C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9) в приложении 23 пункты 1, 20 и 21 изложить в редакции прилож</w:t>
      </w:r>
      <w:r w:rsidRPr="00F934B4">
        <w:rPr>
          <w:sz w:val="28"/>
          <w:szCs w:val="28"/>
        </w:rPr>
        <w:t>е</w:t>
      </w:r>
      <w:r w:rsidRPr="00F934B4">
        <w:rPr>
          <w:sz w:val="28"/>
          <w:szCs w:val="28"/>
        </w:rPr>
        <w:t>ния 1 к настоящему Закону;</w:t>
      </w:r>
    </w:p>
    <w:p w:rsidR="008E042C" w:rsidRPr="00F934B4" w:rsidRDefault="008E042C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10) в приложении 25:</w:t>
      </w:r>
    </w:p>
    <w:p w:rsidR="008E042C" w:rsidRPr="00F934B4" w:rsidRDefault="008E042C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а) пункты 1, 7 и 9 изложить в редакции приложения 2 к настоящему З</w:t>
      </w:r>
      <w:r w:rsidRPr="00F934B4">
        <w:rPr>
          <w:sz w:val="28"/>
          <w:szCs w:val="28"/>
        </w:rPr>
        <w:t>а</w:t>
      </w:r>
      <w:r w:rsidRPr="00F934B4">
        <w:rPr>
          <w:sz w:val="28"/>
          <w:szCs w:val="28"/>
        </w:rPr>
        <w:t>кону;</w:t>
      </w:r>
    </w:p>
    <w:p w:rsidR="008E042C" w:rsidRPr="00F934B4" w:rsidRDefault="008E042C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б) в строке «Всего» цифры «4114492» заменить цифрами «3959841»;</w:t>
      </w:r>
    </w:p>
    <w:p w:rsidR="008E042C" w:rsidRPr="00F934B4" w:rsidRDefault="008E042C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11) в приложении 26 пункты 2 - 4, 7, 10 и 12 изложить в редакции пр</w:t>
      </w:r>
      <w:r w:rsidRPr="00F934B4">
        <w:rPr>
          <w:sz w:val="28"/>
          <w:szCs w:val="28"/>
        </w:rPr>
        <w:t>и</w:t>
      </w:r>
      <w:r w:rsidRPr="00F934B4">
        <w:rPr>
          <w:sz w:val="28"/>
          <w:szCs w:val="28"/>
        </w:rPr>
        <w:t>ложения 3 к настоящему Закону;</w:t>
      </w:r>
    </w:p>
    <w:p w:rsidR="008E042C" w:rsidRPr="00F934B4" w:rsidRDefault="008E042C" w:rsidP="00C638E4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12) в приложении 28:</w:t>
      </w:r>
    </w:p>
    <w:p w:rsidR="008E042C" w:rsidRPr="00F934B4" w:rsidRDefault="008E042C" w:rsidP="00C638E4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а) пункты 4 и 11 - 13 изложить в редакции приложения 4 к настоящему Закону;</w:t>
      </w:r>
    </w:p>
    <w:p w:rsidR="008E042C" w:rsidRPr="00F934B4" w:rsidRDefault="008E042C" w:rsidP="00C638E4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б) в строке «Всего» цифры «2408455» заменить цифрами «2408588»;</w:t>
      </w:r>
    </w:p>
    <w:p w:rsidR="008E042C" w:rsidRPr="00F934B4" w:rsidRDefault="008E042C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13) в приложении 29:</w:t>
      </w:r>
    </w:p>
    <w:p w:rsidR="008E042C" w:rsidRPr="00F934B4" w:rsidRDefault="008E042C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а) вновь вводимый пункт 19 изложить в редакции приложения 5 к н</w:t>
      </w:r>
      <w:r w:rsidRPr="00F934B4">
        <w:rPr>
          <w:sz w:val="28"/>
          <w:szCs w:val="28"/>
        </w:rPr>
        <w:t>а</w:t>
      </w:r>
      <w:r w:rsidRPr="00F934B4">
        <w:rPr>
          <w:sz w:val="28"/>
          <w:szCs w:val="28"/>
        </w:rPr>
        <w:t>стоящему Закону;</w:t>
      </w:r>
    </w:p>
    <w:p w:rsidR="008E042C" w:rsidRPr="00F934B4" w:rsidRDefault="008E042C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б) в строке «Всего» цифры «1043735» заменить цифрами «1043819»;</w:t>
      </w:r>
    </w:p>
    <w:p w:rsidR="008E042C" w:rsidRPr="00F934B4" w:rsidRDefault="008E042C" w:rsidP="00CE6BC1">
      <w:pPr>
        <w:spacing w:before="30" w:after="30"/>
        <w:ind w:firstLine="708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14) в приложении 31:</w:t>
      </w:r>
    </w:p>
    <w:p w:rsidR="008E042C" w:rsidRPr="00F934B4" w:rsidRDefault="008E042C" w:rsidP="00CE6BC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906 01 06 05 00 00 0000 000 цифры «</w:t>
      </w:r>
      <w:r w:rsidRPr="00F934B4">
        <w:rPr>
          <w:sz w:val="28"/>
          <w:szCs w:val="20"/>
        </w:rPr>
        <w:t>119664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121564</w:t>
      </w:r>
      <w:r w:rsidRPr="00F934B4">
        <w:rPr>
          <w:sz w:val="28"/>
          <w:szCs w:val="28"/>
        </w:rPr>
        <w:t>»;</w:t>
      </w:r>
    </w:p>
    <w:p w:rsidR="008E042C" w:rsidRPr="00F934B4" w:rsidRDefault="008E042C" w:rsidP="00CE6BC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906 01 06 05 00 00 0000 600 цифры «</w:t>
      </w:r>
      <w:r w:rsidRPr="00F934B4">
        <w:rPr>
          <w:sz w:val="28"/>
          <w:szCs w:val="20"/>
        </w:rPr>
        <w:t>664664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666564</w:t>
      </w:r>
      <w:r w:rsidRPr="00F934B4">
        <w:rPr>
          <w:sz w:val="28"/>
          <w:szCs w:val="28"/>
        </w:rPr>
        <w:t>»;</w:t>
      </w:r>
    </w:p>
    <w:p w:rsidR="008E042C" w:rsidRPr="00F934B4" w:rsidRDefault="008E042C" w:rsidP="00CE6BC1">
      <w:pPr>
        <w:ind w:firstLine="709"/>
        <w:jc w:val="both"/>
        <w:rPr>
          <w:sz w:val="28"/>
          <w:szCs w:val="28"/>
        </w:rPr>
      </w:pPr>
      <w:bookmarkStart w:id="0" w:name="OLE_LINK1"/>
      <w:bookmarkStart w:id="1" w:name="OLE_LINK2"/>
      <w:r w:rsidRPr="00F934B4">
        <w:rPr>
          <w:sz w:val="28"/>
          <w:szCs w:val="28"/>
        </w:rPr>
        <w:t>в строке с кодом классификации 906 01 06 05 01 02 0800 640 цифры «</w:t>
      </w:r>
      <w:r w:rsidRPr="00F934B4">
        <w:rPr>
          <w:sz w:val="28"/>
          <w:szCs w:val="20"/>
        </w:rPr>
        <w:t>353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526</w:t>
      </w:r>
      <w:r w:rsidRPr="00F934B4">
        <w:rPr>
          <w:sz w:val="28"/>
          <w:szCs w:val="28"/>
        </w:rPr>
        <w:t>»;</w:t>
      </w:r>
    </w:p>
    <w:p w:rsidR="008E042C" w:rsidRPr="00F934B4" w:rsidRDefault="008E042C" w:rsidP="00CE6BC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906 01 06 05 02 02 0800 640 цифры «</w:t>
      </w:r>
      <w:r w:rsidRPr="00F934B4">
        <w:rPr>
          <w:sz w:val="28"/>
          <w:szCs w:val="20"/>
        </w:rPr>
        <w:t>47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1774</w:t>
      </w:r>
      <w:r w:rsidRPr="00F934B4">
        <w:rPr>
          <w:sz w:val="28"/>
          <w:szCs w:val="28"/>
        </w:rPr>
        <w:t>»;</w:t>
      </w:r>
    </w:p>
    <w:p w:rsidR="008E042C" w:rsidRPr="00F934B4" w:rsidRDefault="008E042C" w:rsidP="00B27E3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906 01 05 00 00 00 0000 000 цифры «</w:t>
      </w:r>
      <w:r w:rsidRPr="00F934B4">
        <w:rPr>
          <w:sz w:val="28"/>
          <w:szCs w:val="20"/>
        </w:rPr>
        <w:t>1862215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1860315</w:t>
      </w:r>
      <w:r w:rsidRPr="00F934B4">
        <w:rPr>
          <w:sz w:val="28"/>
          <w:szCs w:val="28"/>
        </w:rPr>
        <w:t>»;</w:t>
      </w:r>
    </w:p>
    <w:p w:rsidR="008E042C" w:rsidRPr="00F934B4" w:rsidRDefault="008E042C" w:rsidP="00B27E3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906 01 05 02 01 02 0000 510 цифры «</w:t>
      </w:r>
      <w:r w:rsidRPr="00F934B4">
        <w:rPr>
          <w:sz w:val="28"/>
          <w:szCs w:val="20"/>
        </w:rPr>
        <w:t>52471670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52557015</w:t>
      </w:r>
      <w:r w:rsidRPr="00F934B4">
        <w:rPr>
          <w:sz w:val="28"/>
          <w:szCs w:val="28"/>
        </w:rPr>
        <w:t>»;</w:t>
      </w:r>
    </w:p>
    <w:p w:rsidR="008E042C" w:rsidRPr="00F934B4" w:rsidRDefault="008E042C" w:rsidP="00B27E31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с кодом классификации 906 01 05 02 01 02 0000 610 цифры «</w:t>
      </w:r>
      <w:r w:rsidRPr="00F934B4">
        <w:rPr>
          <w:sz w:val="28"/>
          <w:szCs w:val="20"/>
        </w:rPr>
        <w:t>54333885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54417330</w:t>
      </w:r>
      <w:r w:rsidRPr="00F934B4">
        <w:rPr>
          <w:sz w:val="28"/>
          <w:szCs w:val="28"/>
        </w:rPr>
        <w:t>»;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15) в приложении 35: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а) в разделе «Объекты областной собственности»: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«Объекты областной собственности» цифры «2171816» зам</w:t>
      </w:r>
      <w:r w:rsidRPr="00F934B4">
        <w:rPr>
          <w:sz w:val="28"/>
          <w:szCs w:val="28"/>
        </w:rPr>
        <w:t>е</w:t>
      </w:r>
      <w:r w:rsidRPr="00F934B4">
        <w:rPr>
          <w:sz w:val="28"/>
          <w:szCs w:val="28"/>
        </w:rPr>
        <w:t>нить цифрами «2203325»;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«Национальная экономика» цифры «571101» заменить цифр</w:t>
      </w:r>
      <w:r w:rsidRPr="00F934B4">
        <w:rPr>
          <w:sz w:val="28"/>
          <w:szCs w:val="28"/>
        </w:rPr>
        <w:t>а</w:t>
      </w:r>
      <w:r w:rsidRPr="00F934B4">
        <w:rPr>
          <w:sz w:val="28"/>
          <w:szCs w:val="28"/>
        </w:rPr>
        <w:t>ми «602610»;</w:t>
      </w:r>
    </w:p>
    <w:p w:rsidR="008E042C" w:rsidRPr="00F934B4" w:rsidRDefault="008E042C" w:rsidP="00A43518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«Федеральная целевая программа «Развитие транспортной системы России (2010-2015 годы)», подпрограмма «Автомобильные дороги» цифры «234323» заменить цифрами «272986»;</w:t>
      </w:r>
    </w:p>
    <w:p w:rsidR="008E042C" w:rsidRPr="00F934B4" w:rsidRDefault="008E042C" w:rsidP="00A43518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 xml:space="preserve">в строке «Строительство </w:t>
      </w:r>
      <w:r w:rsidRPr="00F934B4">
        <w:rPr>
          <w:sz w:val="28"/>
          <w:szCs w:val="28"/>
          <w:lang w:val="en-US"/>
        </w:rPr>
        <w:t>I</w:t>
      </w:r>
      <w:r w:rsidRPr="00F934B4">
        <w:rPr>
          <w:sz w:val="28"/>
          <w:szCs w:val="28"/>
        </w:rPr>
        <w:t xml:space="preserve"> очереди обхода г. Ярославля с мостом через реку Волгу» цифры «234323» заменить цифрами «272986»;</w:t>
      </w:r>
    </w:p>
    <w:p w:rsidR="008E042C" w:rsidRPr="00F934B4" w:rsidRDefault="008E042C" w:rsidP="00A30552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«Областная целевая программа развития сети автомобильных дорог Ярославской области на 2010-2015 годы» цифры «</w:t>
      </w:r>
      <w:r w:rsidRPr="00F934B4">
        <w:rPr>
          <w:sz w:val="28"/>
          <w:szCs w:val="20"/>
        </w:rPr>
        <w:t>136778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129624</w:t>
      </w:r>
      <w:r w:rsidRPr="00F934B4">
        <w:rPr>
          <w:sz w:val="28"/>
          <w:szCs w:val="28"/>
        </w:rPr>
        <w:t>»;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«Реконструкция автомобильной дороги Нагорье - Кубринск - граница Московской области, Переславский муниципальный район» цифры «34676» заменить цифрами «31921»;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«Реконструкция автомобильной дороги Нагорье - Кубринск - граница Московской области на участке км 10+714 - км 12+950, Пересла</w:t>
      </w:r>
      <w:r w:rsidRPr="00F934B4">
        <w:rPr>
          <w:sz w:val="28"/>
          <w:szCs w:val="28"/>
        </w:rPr>
        <w:t>в</w:t>
      </w:r>
      <w:r w:rsidRPr="00F934B4">
        <w:rPr>
          <w:sz w:val="28"/>
          <w:szCs w:val="28"/>
        </w:rPr>
        <w:t>ский муниципальный район» цифры «62231» заменить цифрами «57832»;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б) в разделе «Софинансирование объектов муниципальной собственн</w:t>
      </w:r>
      <w:r w:rsidRPr="00F934B4">
        <w:rPr>
          <w:sz w:val="28"/>
          <w:szCs w:val="28"/>
        </w:rPr>
        <w:t>о</w:t>
      </w:r>
      <w:r w:rsidRPr="00F934B4">
        <w:rPr>
          <w:sz w:val="28"/>
          <w:szCs w:val="28"/>
        </w:rPr>
        <w:t>сти»: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«Областная целевая программа «Социальное развитие села до 2012 года» цифры «</w:t>
      </w:r>
      <w:r w:rsidRPr="00F934B4">
        <w:rPr>
          <w:sz w:val="28"/>
          <w:szCs w:val="20"/>
        </w:rPr>
        <w:t>1041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880</w:t>
      </w:r>
      <w:r w:rsidRPr="00F934B4">
        <w:rPr>
          <w:sz w:val="28"/>
          <w:szCs w:val="28"/>
        </w:rPr>
        <w:t>»;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«Строительство распределительных газовых сетей в сельской местности» цифры «</w:t>
      </w:r>
      <w:r w:rsidRPr="00F934B4">
        <w:rPr>
          <w:sz w:val="28"/>
          <w:szCs w:val="20"/>
        </w:rPr>
        <w:t>1041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880</w:t>
      </w:r>
      <w:r w:rsidRPr="00F934B4">
        <w:rPr>
          <w:sz w:val="28"/>
          <w:szCs w:val="28"/>
        </w:rPr>
        <w:t>»;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«Строительство газопровода низкого давления пос. Искра О</w:t>
      </w:r>
      <w:r w:rsidRPr="00F934B4">
        <w:rPr>
          <w:sz w:val="28"/>
          <w:szCs w:val="28"/>
        </w:rPr>
        <w:t>к</w:t>
      </w:r>
      <w:r w:rsidRPr="00F934B4">
        <w:rPr>
          <w:sz w:val="28"/>
          <w:szCs w:val="28"/>
        </w:rPr>
        <w:t>тября, Рыбинский муниципальный район» цифры «</w:t>
      </w:r>
      <w:r w:rsidRPr="00F934B4">
        <w:rPr>
          <w:sz w:val="28"/>
          <w:szCs w:val="20"/>
        </w:rPr>
        <w:t>1041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880</w:t>
      </w:r>
      <w:r w:rsidRPr="00F934B4">
        <w:rPr>
          <w:sz w:val="28"/>
          <w:szCs w:val="28"/>
        </w:rPr>
        <w:t>»;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«Областная целевая программа «Развитие агропромышленн</w:t>
      </w:r>
      <w:r w:rsidRPr="00F934B4">
        <w:rPr>
          <w:sz w:val="28"/>
          <w:szCs w:val="28"/>
        </w:rPr>
        <w:t>о</w:t>
      </w:r>
      <w:r w:rsidRPr="00F934B4">
        <w:rPr>
          <w:sz w:val="28"/>
          <w:szCs w:val="28"/>
        </w:rPr>
        <w:t>го комплекса и сельских территорий  Ярославской области» на 2010-2014 г</w:t>
      </w:r>
      <w:r w:rsidRPr="00F934B4">
        <w:rPr>
          <w:sz w:val="28"/>
          <w:szCs w:val="28"/>
        </w:rPr>
        <w:t>о</w:t>
      </w:r>
      <w:r w:rsidRPr="00F934B4">
        <w:rPr>
          <w:sz w:val="28"/>
          <w:szCs w:val="28"/>
        </w:rPr>
        <w:t>ды» цифры «</w:t>
      </w:r>
      <w:r w:rsidRPr="00F934B4">
        <w:rPr>
          <w:sz w:val="28"/>
          <w:szCs w:val="20"/>
        </w:rPr>
        <w:t>39561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39722</w:t>
      </w:r>
      <w:r w:rsidRPr="00F934B4">
        <w:rPr>
          <w:sz w:val="28"/>
          <w:szCs w:val="28"/>
        </w:rPr>
        <w:t>»;</w:t>
      </w:r>
    </w:p>
    <w:p w:rsidR="008E042C" w:rsidRPr="00F934B4" w:rsidRDefault="008E042C" w:rsidP="008D09D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«Строительство распределительных газовых сетей в сельской местности» цифры «28311» заменить цифрами «28472»;</w:t>
      </w:r>
    </w:p>
    <w:p w:rsidR="008E042C" w:rsidRPr="00F934B4" w:rsidRDefault="008E042C" w:rsidP="00AE13ED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наименование строки «Строительство разводящих сетей дер. Кост</w:t>
      </w:r>
      <w:r w:rsidRPr="00F934B4">
        <w:rPr>
          <w:sz w:val="28"/>
          <w:szCs w:val="28"/>
        </w:rPr>
        <w:t>ю</w:t>
      </w:r>
      <w:r w:rsidRPr="00F934B4">
        <w:rPr>
          <w:sz w:val="28"/>
          <w:szCs w:val="28"/>
        </w:rPr>
        <w:t>шино, Даниловский муниципальный район» после слов «дер. Костюшино» дополнить словами «и дер. Захарцево»;</w:t>
      </w:r>
    </w:p>
    <w:p w:rsidR="008E042C" w:rsidRPr="00F934B4" w:rsidRDefault="008E042C" w:rsidP="00224140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«Газоснабжение жилых домов деревень Настасьино и Тимино, Любимский муниципальный район» цифры «</w:t>
      </w:r>
      <w:r w:rsidRPr="00F934B4">
        <w:rPr>
          <w:sz w:val="28"/>
          <w:szCs w:val="20"/>
        </w:rPr>
        <w:t>1162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1323</w:t>
      </w:r>
      <w:r w:rsidRPr="00F934B4">
        <w:rPr>
          <w:sz w:val="28"/>
          <w:szCs w:val="28"/>
        </w:rPr>
        <w:t>»;</w:t>
      </w:r>
    </w:p>
    <w:p w:rsidR="008E042C" w:rsidRPr="00F934B4" w:rsidRDefault="008E042C" w:rsidP="00224140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в) в строке «ВСЕГО» цифры «3364737» заменить цифрами «3396246»;</w:t>
      </w:r>
    </w:p>
    <w:p w:rsidR="008E042C" w:rsidRPr="00F934B4" w:rsidRDefault="008E042C" w:rsidP="00224140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16) в приложении 36:</w:t>
      </w:r>
    </w:p>
    <w:p w:rsidR="008E042C" w:rsidRPr="00F934B4" w:rsidRDefault="008E042C" w:rsidP="00224140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а) в разделе «Объекты, финансируемые через главных распорядителей областного бюджета за счет средств, не передаваемых в местные бюджеты»:</w:t>
      </w:r>
    </w:p>
    <w:p w:rsidR="008E042C" w:rsidRPr="00F934B4" w:rsidRDefault="008E042C" w:rsidP="00224140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«Объекты, финансируемые через главных распорядителей о</w:t>
      </w:r>
      <w:r w:rsidRPr="00F934B4">
        <w:rPr>
          <w:sz w:val="28"/>
          <w:szCs w:val="28"/>
        </w:rPr>
        <w:t>б</w:t>
      </w:r>
      <w:r w:rsidRPr="00F934B4">
        <w:rPr>
          <w:sz w:val="28"/>
          <w:szCs w:val="28"/>
        </w:rPr>
        <w:t>ластного бюджета за счет средств, не передаваемых в местные бюджеты» цифры «1650518» заменить цифрами «1805169»;</w:t>
      </w:r>
    </w:p>
    <w:p w:rsidR="008E042C" w:rsidRPr="00F934B4" w:rsidRDefault="008E042C" w:rsidP="00224140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«Программная часть» цифры «1566918» заменить цифрами «1721569»;</w:t>
      </w:r>
    </w:p>
    <w:p w:rsidR="008E042C" w:rsidRPr="00F934B4" w:rsidRDefault="008E042C" w:rsidP="00224140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«Федеральная целевая программа «Развитие транспортной системы России (2010-2015 годы)». Подпрограмма «Автомобильные дороги» цифры «730177» заменить цифрами «884828»;</w:t>
      </w:r>
    </w:p>
    <w:p w:rsidR="008E042C" w:rsidRPr="00F934B4" w:rsidRDefault="008E042C" w:rsidP="00224140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 xml:space="preserve">в строке «Строительство </w:t>
      </w:r>
      <w:r w:rsidRPr="00F934B4">
        <w:rPr>
          <w:sz w:val="28"/>
          <w:szCs w:val="28"/>
          <w:lang w:val="en-US"/>
        </w:rPr>
        <w:t>I</w:t>
      </w:r>
      <w:r w:rsidRPr="00F934B4">
        <w:rPr>
          <w:sz w:val="28"/>
          <w:szCs w:val="28"/>
        </w:rPr>
        <w:t xml:space="preserve"> очереди обхода г. Ярославля с мостом через реку Волгу» цифры «730177» заменить цифрами «884828»;</w:t>
      </w:r>
    </w:p>
    <w:p w:rsidR="008E042C" w:rsidRPr="00F934B4" w:rsidRDefault="008E042C" w:rsidP="00224140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б) в разделе «Объекты, финансируемые за счет средств, передаваемых в местные бюджеты по межбюджетным отношениям»:</w:t>
      </w:r>
    </w:p>
    <w:p w:rsidR="008E042C" w:rsidRPr="00F934B4" w:rsidRDefault="008E042C" w:rsidP="00224140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«Объекты, финансируемые за счет средств, передаваемых в местные бюджеты по межбюджетным отношениям» цифры «3169507» зам</w:t>
      </w:r>
      <w:r w:rsidRPr="00F934B4">
        <w:rPr>
          <w:sz w:val="28"/>
          <w:szCs w:val="28"/>
        </w:rPr>
        <w:t>е</w:t>
      </w:r>
      <w:r w:rsidRPr="00F934B4">
        <w:rPr>
          <w:sz w:val="28"/>
          <w:szCs w:val="28"/>
        </w:rPr>
        <w:t>нить цифрами «3014856»;</w:t>
      </w:r>
    </w:p>
    <w:p w:rsidR="008E042C" w:rsidRPr="00F934B4" w:rsidRDefault="008E042C" w:rsidP="00C76CE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«Программная часть» цифры «3169507» заменить цифрами «3014856»;</w:t>
      </w:r>
    </w:p>
    <w:p w:rsidR="008E042C" w:rsidRPr="00F934B4" w:rsidRDefault="008E042C" w:rsidP="00C76CE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«Федеральная целевая программа «Развитие транспортной системы России (2010-2015 годы)». Подпрограмма «Автомобильные дороги» цифры «2269824» заменить цифрами «2115173»;</w:t>
      </w:r>
    </w:p>
    <w:p w:rsidR="008E042C" w:rsidRPr="00F934B4" w:rsidRDefault="008E042C" w:rsidP="00C76CEE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«Реконструкция объектов Московского проспекта и улично-дорожной сети г. Ярославля» цифры «2269824» заменить цифрами «2115173»;</w:t>
      </w:r>
    </w:p>
    <w:p w:rsidR="008E042C" w:rsidRPr="00F934B4" w:rsidRDefault="008E042C" w:rsidP="007E754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наименование строки «Строительство разводящих сетей д. Костюшино, Даниловский муниципальный район» после слов «д. Костюшино» дополнить словами «и д. Захарцево»;</w:t>
      </w:r>
    </w:p>
    <w:p w:rsidR="008E042C" w:rsidRPr="00F934B4" w:rsidRDefault="008E042C" w:rsidP="007E754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«Газификация жилых домов дер. Свингино, Рыбинский мун</w:t>
      </w:r>
      <w:r w:rsidRPr="00F934B4">
        <w:rPr>
          <w:sz w:val="28"/>
          <w:szCs w:val="28"/>
        </w:rPr>
        <w:t>и</w:t>
      </w:r>
      <w:r w:rsidRPr="00F934B4">
        <w:rPr>
          <w:sz w:val="28"/>
          <w:szCs w:val="28"/>
        </w:rPr>
        <w:t>ципальный район» цифры «3194» заменить цифрами «3244»;</w:t>
      </w:r>
    </w:p>
    <w:p w:rsidR="008E042C" w:rsidRPr="00F934B4" w:rsidRDefault="008E042C" w:rsidP="007E7546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«Наружное газоснабжение дер. Гаврилово, Рыбинский мун</w:t>
      </w:r>
      <w:r w:rsidRPr="00F934B4">
        <w:rPr>
          <w:sz w:val="28"/>
          <w:szCs w:val="28"/>
        </w:rPr>
        <w:t>и</w:t>
      </w:r>
      <w:r w:rsidRPr="00F934B4">
        <w:rPr>
          <w:sz w:val="28"/>
          <w:szCs w:val="28"/>
        </w:rPr>
        <w:t>ципальный район» цифры «863» заменить цифрами «813»;</w:t>
      </w:r>
    </w:p>
    <w:bookmarkEnd w:id="0"/>
    <w:bookmarkEnd w:id="1"/>
    <w:p w:rsidR="008E042C" w:rsidRPr="00F934B4" w:rsidRDefault="008E042C" w:rsidP="00C21933">
      <w:pPr>
        <w:spacing w:before="30" w:after="30"/>
        <w:ind w:firstLine="708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17) в приложении 37:</w:t>
      </w:r>
    </w:p>
    <w:p w:rsidR="008E042C" w:rsidRPr="00F934B4" w:rsidRDefault="008E042C" w:rsidP="00C21933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«Областная целевая программа «Социальное развитие села до 2012 года» цифры «</w:t>
      </w:r>
      <w:r w:rsidRPr="00F934B4">
        <w:rPr>
          <w:sz w:val="28"/>
          <w:szCs w:val="20"/>
        </w:rPr>
        <w:t>15978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15817</w:t>
      </w:r>
      <w:r w:rsidRPr="00F934B4">
        <w:rPr>
          <w:sz w:val="28"/>
          <w:szCs w:val="28"/>
        </w:rPr>
        <w:t>»;</w:t>
      </w:r>
    </w:p>
    <w:p w:rsidR="008E042C" w:rsidRPr="00F934B4" w:rsidRDefault="008E042C" w:rsidP="00C21933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«Областная целевая программа развития сети автомобильных дорог Ярославской области на 2010-2015 годы» цифры «</w:t>
      </w:r>
      <w:r w:rsidRPr="00F934B4">
        <w:rPr>
          <w:sz w:val="28"/>
          <w:szCs w:val="20"/>
        </w:rPr>
        <w:t>136778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129624</w:t>
      </w:r>
      <w:r w:rsidRPr="00F934B4">
        <w:rPr>
          <w:sz w:val="28"/>
          <w:szCs w:val="28"/>
        </w:rPr>
        <w:t>»;</w:t>
      </w:r>
    </w:p>
    <w:p w:rsidR="008E042C" w:rsidRPr="00F934B4" w:rsidRDefault="008E042C" w:rsidP="00C21933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 строке «Областная целевая программа «Развитие агропромышленн</w:t>
      </w:r>
      <w:r w:rsidRPr="00F934B4">
        <w:rPr>
          <w:sz w:val="28"/>
          <w:szCs w:val="28"/>
        </w:rPr>
        <w:t>о</w:t>
      </w:r>
      <w:r w:rsidRPr="00F934B4">
        <w:rPr>
          <w:sz w:val="28"/>
          <w:szCs w:val="28"/>
        </w:rPr>
        <w:t>го комплекса и сельских территорий Ярославской области» на 2010-2014 г</w:t>
      </w:r>
      <w:r w:rsidRPr="00F934B4">
        <w:rPr>
          <w:sz w:val="28"/>
          <w:szCs w:val="28"/>
        </w:rPr>
        <w:t>о</w:t>
      </w:r>
      <w:r w:rsidRPr="00F934B4">
        <w:rPr>
          <w:sz w:val="28"/>
          <w:szCs w:val="28"/>
        </w:rPr>
        <w:t>ды» цифры «</w:t>
      </w:r>
      <w:r w:rsidRPr="00F934B4">
        <w:rPr>
          <w:sz w:val="28"/>
          <w:szCs w:val="20"/>
        </w:rPr>
        <w:t>610886</w:t>
      </w:r>
      <w:r w:rsidRPr="00F934B4">
        <w:rPr>
          <w:sz w:val="28"/>
          <w:szCs w:val="28"/>
        </w:rPr>
        <w:t>» заменить цифрами «</w:t>
      </w:r>
      <w:r w:rsidRPr="00F934B4">
        <w:rPr>
          <w:sz w:val="28"/>
          <w:szCs w:val="20"/>
        </w:rPr>
        <w:t>619911</w:t>
      </w:r>
      <w:r w:rsidRPr="00F934B4">
        <w:rPr>
          <w:sz w:val="28"/>
          <w:szCs w:val="28"/>
        </w:rPr>
        <w:t>»;</w:t>
      </w:r>
    </w:p>
    <w:p w:rsidR="008E042C" w:rsidRPr="00F934B4" w:rsidRDefault="008E042C" w:rsidP="00C21933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18) в приложении 39:</w:t>
      </w:r>
    </w:p>
    <w:p w:rsidR="008E042C" w:rsidRPr="00F934B4" w:rsidRDefault="008E042C" w:rsidP="00C21933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а) в разделе с кодом классификации 909 цифры «1506587» заменить цифрами «1504317»;</w:t>
      </w:r>
    </w:p>
    <w:p w:rsidR="008E042C" w:rsidRPr="00F934B4" w:rsidRDefault="008E042C" w:rsidP="0013245C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б) в разделе с кодом классификации 927 цифры «1049110» заменить цифрами «1039265»;</w:t>
      </w:r>
    </w:p>
    <w:p w:rsidR="008E042C" w:rsidRPr="00F934B4" w:rsidRDefault="008E042C" w:rsidP="000B2358">
      <w:pPr>
        <w:ind w:firstLine="709"/>
        <w:jc w:val="both"/>
        <w:rPr>
          <w:sz w:val="28"/>
          <w:szCs w:val="28"/>
        </w:rPr>
      </w:pPr>
      <w:r w:rsidRPr="00F934B4">
        <w:rPr>
          <w:sz w:val="28"/>
          <w:szCs w:val="28"/>
        </w:rPr>
        <w:t>в) в строке «</w:t>
      </w:r>
      <w:r>
        <w:rPr>
          <w:sz w:val="28"/>
          <w:szCs w:val="28"/>
        </w:rPr>
        <w:t>ИТОГО</w:t>
      </w:r>
      <w:r w:rsidRPr="00F934B4">
        <w:rPr>
          <w:sz w:val="28"/>
          <w:szCs w:val="28"/>
        </w:rPr>
        <w:t>» цифры «17405383» заменить цифрами «17393268».</w:t>
      </w:r>
    </w:p>
    <w:p w:rsidR="008E042C" w:rsidRPr="00F934B4" w:rsidRDefault="008E042C">
      <w:pPr>
        <w:pStyle w:val="Heading4"/>
        <w:rPr>
          <w:b w:val="0"/>
          <w:szCs w:val="28"/>
        </w:rPr>
      </w:pPr>
    </w:p>
    <w:p w:rsidR="008E042C" w:rsidRDefault="008E042C">
      <w:pPr>
        <w:pStyle w:val="Heading4"/>
        <w:rPr>
          <w:b w:val="0"/>
          <w:szCs w:val="28"/>
        </w:rPr>
      </w:pPr>
    </w:p>
    <w:p w:rsidR="008E042C" w:rsidRPr="00C30EAE" w:rsidRDefault="008E042C" w:rsidP="00C30EAE"/>
    <w:p w:rsidR="008E042C" w:rsidRPr="00F934B4" w:rsidRDefault="008E042C">
      <w:pPr>
        <w:rPr>
          <w:sz w:val="28"/>
          <w:szCs w:val="28"/>
        </w:rPr>
      </w:pPr>
    </w:p>
    <w:p w:rsidR="008E042C" w:rsidRPr="00F934B4" w:rsidRDefault="008E042C">
      <w:pPr>
        <w:pStyle w:val="Heading4"/>
        <w:rPr>
          <w:b w:val="0"/>
        </w:rPr>
      </w:pPr>
      <w:r w:rsidRPr="00F934B4">
        <w:rPr>
          <w:b w:val="0"/>
        </w:rPr>
        <w:t>Губернатор</w:t>
      </w:r>
    </w:p>
    <w:p w:rsidR="008E042C" w:rsidRPr="00F934B4" w:rsidRDefault="008E042C">
      <w:pPr>
        <w:pStyle w:val="Heading2"/>
        <w:tabs>
          <w:tab w:val="left" w:pos="7200"/>
        </w:tabs>
        <w:rPr>
          <w:b w:val="0"/>
        </w:rPr>
      </w:pPr>
      <w:r w:rsidRPr="00F934B4">
        <w:rPr>
          <w:b w:val="0"/>
        </w:rPr>
        <w:t>Ярославской области</w:t>
      </w:r>
      <w:r w:rsidRPr="00F934B4">
        <w:rPr>
          <w:b w:val="0"/>
        </w:rPr>
        <w:tab/>
        <w:t xml:space="preserve">     С.А. Вахруков</w:t>
      </w:r>
    </w:p>
    <w:p w:rsidR="008E042C" w:rsidRPr="00C30EAE" w:rsidRDefault="008E042C">
      <w:pPr>
        <w:jc w:val="both"/>
        <w:rPr>
          <w:sz w:val="32"/>
          <w:szCs w:val="32"/>
        </w:rPr>
      </w:pPr>
    </w:p>
    <w:p w:rsidR="008E042C" w:rsidRPr="00F934B4" w:rsidRDefault="008E042C">
      <w:pPr>
        <w:jc w:val="both"/>
        <w:rPr>
          <w:sz w:val="28"/>
          <w:szCs w:val="28"/>
        </w:rPr>
      </w:pPr>
      <w:r w:rsidRPr="00F934B4">
        <w:rPr>
          <w:sz w:val="28"/>
          <w:szCs w:val="28"/>
        </w:rPr>
        <w:t>«</w:t>
      </w:r>
      <w:r>
        <w:rPr>
          <w:sz w:val="28"/>
          <w:szCs w:val="28"/>
        </w:rPr>
        <w:t xml:space="preserve"> 21 </w:t>
      </w:r>
      <w:r w:rsidRPr="00F934B4">
        <w:rPr>
          <w:sz w:val="28"/>
          <w:szCs w:val="28"/>
        </w:rPr>
        <w:t>»</w:t>
      </w:r>
      <w:r>
        <w:rPr>
          <w:sz w:val="28"/>
          <w:szCs w:val="28"/>
        </w:rPr>
        <w:t xml:space="preserve"> декабря</w:t>
      </w:r>
      <w:r w:rsidRPr="00F934B4">
        <w:rPr>
          <w:sz w:val="28"/>
          <w:szCs w:val="28"/>
        </w:rPr>
        <w:t xml:space="preserve"> 2010 г.</w:t>
      </w:r>
    </w:p>
    <w:p w:rsidR="008E042C" w:rsidRPr="00C30EAE" w:rsidRDefault="008E042C">
      <w:pPr>
        <w:jc w:val="both"/>
        <w:rPr>
          <w:sz w:val="32"/>
          <w:szCs w:val="32"/>
        </w:rPr>
      </w:pPr>
    </w:p>
    <w:p w:rsidR="008E042C" w:rsidRPr="00F934B4" w:rsidRDefault="008E042C">
      <w:pPr>
        <w:jc w:val="both"/>
        <w:rPr>
          <w:sz w:val="28"/>
          <w:szCs w:val="28"/>
        </w:rPr>
      </w:pPr>
      <w:r>
        <w:rPr>
          <w:sz w:val="28"/>
          <w:szCs w:val="28"/>
        </w:rPr>
        <w:t>№ 52-з</w:t>
      </w:r>
    </w:p>
    <w:p w:rsidR="008E042C" w:rsidRPr="00F934B4" w:rsidRDefault="008E042C">
      <w:pPr>
        <w:jc w:val="both"/>
        <w:rPr>
          <w:sz w:val="28"/>
          <w:szCs w:val="28"/>
        </w:rPr>
      </w:pPr>
    </w:p>
    <w:sectPr w:rsidR="008E042C" w:rsidRPr="00F934B4" w:rsidSect="00C30EAE">
      <w:headerReference w:type="even" r:id="rId7"/>
      <w:headerReference w:type="default" r:id="rId8"/>
      <w:pgSz w:w="11906" w:h="16838" w:code="9"/>
      <w:pgMar w:top="851" w:right="851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42C" w:rsidRDefault="008E042C">
      <w:r>
        <w:separator/>
      </w:r>
    </w:p>
  </w:endnote>
  <w:endnote w:type="continuationSeparator" w:id="0">
    <w:p w:rsidR="008E042C" w:rsidRDefault="008E0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42C" w:rsidRDefault="008E042C">
      <w:r>
        <w:separator/>
      </w:r>
    </w:p>
  </w:footnote>
  <w:footnote w:type="continuationSeparator" w:id="0">
    <w:p w:rsidR="008E042C" w:rsidRDefault="008E0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42C" w:rsidRDefault="008E04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042C" w:rsidRDefault="008E04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42C" w:rsidRDefault="008E04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8E042C" w:rsidRDefault="008E042C">
    <w:pPr>
      <w:pStyle w:val="Header"/>
    </w:pPr>
  </w:p>
  <w:p w:rsidR="008E042C" w:rsidRDefault="008E04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0E5455E1"/>
    <w:multiLevelType w:val="hybridMultilevel"/>
    <w:tmpl w:val="2D9E5EA8"/>
    <w:lvl w:ilvl="0" w:tplc="304A01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color w:val="1F497D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5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7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01"/>
    <w:rsid w:val="0000090B"/>
    <w:rsid w:val="0002238D"/>
    <w:rsid w:val="000249B0"/>
    <w:rsid w:val="00032501"/>
    <w:rsid w:val="00043EC6"/>
    <w:rsid w:val="00045B66"/>
    <w:rsid w:val="000707D7"/>
    <w:rsid w:val="00077EDB"/>
    <w:rsid w:val="00083676"/>
    <w:rsid w:val="000850E7"/>
    <w:rsid w:val="00086F82"/>
    <w:rsid w:val="00097580"/>
    <w:rsid w:val="000A0BBE"/>
    <w:rsid w:val="000A333C"/>
    <w:rsid w:val="000A47BE"/>
    <w:rsid w:val="000A643E"/>
    <w:rsid w:val="000A6B6C"/>
    <w:rsid w:val="000B0A99"/>
    <w:rsid w:val="000B2358"/>
    <w:rsid w:val="000B5FA5"/>
    <w:rsid w:val="000C380E"/>
    <w:rsid w:val="000D46DD"/>
    <w:rsid w:val="000F1D10"/>
    <w:rsid w:val="0013245C"/>
    <w:rsid w:val="00155B59"/>
    <w:rsid w:val="00156D54"/>
    <w:rsid w:val="00161DFB"/>
    <w:rsid w:val="0017249A"/>
    <w:rsid w:val="0017537B"/>
    <w:rsid w:val="0018413E"/>
    <w:rsid w:val="001947F5"/>
    <w:rsid w:val="001B1BAA"/>
    <w:rsid w:val="001B1CBC"/>
    <w:rsid w:val="001C4219"/>
    <w:rsid w:val="001C6250"/>
    <w:rsid w:val="001E03C5"/>
    <w:rsid w:val="001E67ED"/>
    <w:rsid w:val="001F253A"/>
    <w:rsid w:val="001F6886"/>
    <w:rsid w:val="001F71BA"/>
    <w:rsid w:val="0021273C"/>
    <w:rsid w:val="00214EBB"/>
    <w:rsid w:val="0021581D"/>
    <w:rsid w:val="002172AD"/>
    <w:rsid w:val="00224140"/>
    <w:rsid w:val="00225FD9"/>
    <w:rsid w:val="002339E3"/>
    <w:rsid w:val="00236B46"/>
    <w:rsid w:val="002420DB"/>
    <w:rsid w:val="00250886"/>
    <w:rsid w:val="0025406A"/>
    <w:rsid w:val="00254991"/>
    <w:rsid w:val="002667F4"/>
    <w:rsid w:val="0026781B"/>
    <w:rsid w:val="002802AD"/>
    <w:rsid w:val="00280731"/>
    <w:rsid w:val="00286C61"/>
    <w:rsid w:val="002955C3"/>
    <w:rsid w:val="002C2305"/>
    <w:rsid w:val="002C510D"/>
    <w:rsid w:val="002D7029"/>
    <w:rsid w:val="002D7357"/>
    <w:rsid w:val="002F2F8A"/>
    <w:rsid w:val="00300D82"/>
    <w:rsid w:val="00305F9F"/>
    <w:rsid w:val="00307036"/>
    <w:rsid w:val="0030726E"/>
    <w:rsid w:val="00312785"/>
    <w:rsid w:val="0031651A"/>
    <w:rsid w:val="003331ED"/>
    <w:rsid w:val="00341299"/>
    <w:rsid w:val="00347105"/>
    <w:rsid w:val="00353B41"/>
    <w:rsid w:val="00366621"/>
    <w:rsid w:val="00373056"/>
    <w:rsid w:val="003817CC"/>
    <w:rsid w:val="00391286"/>
    <w:rsid w:val="00391A16"/>
    <w:rsid w:val="00393EF2"/>
    <w:rsid w:val="003B71C1"/>
    <w:rsid w:val="003C14FE"/>
    <w:rsid w:val="003C2D3B"/>
    <w:rsid w:val="003C4750"/>
    <w:rsid w:val="003C4FBA"/>
    <w:rsid w:val="003D40D7"/>
    <w:rsid w:val="003E090F"/>
    <w:rsid w:val="003E1415"/>
    <w:rsid w:val="003E1563"/>
    <w:rsid w:val="003E191C"/>
    <w:rsid w:val="003E254E"/>
    <w:rsid w:val="00406992"/>
    <w:rsid w:val="004304E1"/>
    <w:rsid w:val="00436E49"/>
    <w:rsid w:val="00452BEC"/>
    <w:rsid w:val="00471EC5"/>
    <w:rsid w:val="00471F2F"/>
    <w:rsid w:val="004808AE"/>
    <w:rsid w:val="00484ACB"/>
    <w:rsid w:val="00496A37"/>
    <w:rsid w:val="004A4D01"/>
    <w:rsid w:val="004B381F"/>
    <w:rsid w:val="004C40EC"/>
    <w:rsid w:val="004D08B6"/>
    <w:rsid w:val="004D3A2A"/>
    <w:rsid w:val="004E4C66"/>
    <w:rsid w:val="004F17DC"/>
    <w:rsid w:val="004F1C2A"/>
    <w:rsid w:val="00507D41"/>
    <w:rsid w:val="00514353"/>
    <w:rsid w:val="00534780"/>
    <w:rsid w:val="00543D62"/>
    <w:rsid w:val="00553F7B"/>
    <w:rsid w:val="005646E8"/>
    <w:rsid w:val="005742C6"/>
    <w:rsid w:val="005813F0"/>
    <w:rsid w:val="005846DB"/>
    <w:rsid w:val="00591EEA"/>
    <w:rsid w:val="00593A89"/>
    <w:rsid w:val="00593E95"/>
    <w:rsid w:val="005A397C"/>
    <w:rsid w:val="005B08F6"/>
    <w:rsid w:val="005B46FD"/>
    <w:rsid w:val="005C3BEF"/>
    <w:rsid w:val="005F2358"/>
    <w:rsid w:val="006013FE"/>
    <w:rsid w:val="00616BFD"/>
    <w:rsid w:val="006250B5"/>
    <w:rsid w:val="00634A34"/>
    <w:rsid w:val="006518A7"/>
    <w:rsid w:val="00666152"/>
    <w:rsid w:val="00667B7D"/>
    <w:rsid w:val="00673F2B"/>
    <w:rsid w:val="00680BAC"/>
    <w:rsid w:val="00681BF1"/>
    <w:rsid w:val="00686C24"/>
    <w:rsid w:val="006A7528"/>
    <w:rsid w:val="006B389E"/>
    <w:rsid w:val="006C2EF3"/>
    <w:rsid w:val="006D368B"/>
    <w:rsid w:val="006D3DD2"/>
    <w:rsid w:val="006D423F"/>
    <w:rsid w:val="006F0630"/>
    <w:rsid w:val="00705474"/>
    <w:rsid w:val="00712C85"/>
    <w:rsid w:val="00716CCE"/>
    <w:rsid w:val="007218AF"/>
    <w:rsid w:val="00722177"/>
    <w:rsid w:val="00723331"/>
    <w:rsid w:val="007261EB"/>
    <w:rsid w:val="00726F8D"/>
    <w:rsid w:val="00731B49"/>
    <w:rsid w:val="00747990"/>
    <w:rsid w:val="007524EB"/>
    <w:rsid w:val="0075737A"/>
    <w:rsid w:val="00762A71"/>
    <w:rsid w:val="00772587"/>
    <w:rsid w:val="00776C51"/>
    <w:rsid w:val="00782FBA"/>
    <w:rsid w:val="00784440"/>
    <w:rsid w:val="007844C2"/>
    <w:rsid w:val="007961C2"/>
    <w:rsid w:val="007A1ABA"/>
    <w:rsid w:val="007A32F8"/>
    <w:rsid w:val="007D4F0C"/>
    <w:rsid w:val="007E0F4B"/>
    <w:rsid w:val="007E7546"/>
    <w:rsid w:val="007F0E59"/>
    <w:rsid w:val="007F24B9"/>
    <w:rsid w:val="007F7824"/>
    <w:rsid w:val="008058A9"/>
    <w:rsid w:val="008130AA"/>
    <w:rsid w:val="0081392F"/>
    <w:rsid w:val="008235EB"/>
    <w:rsid w:val="008378D4"/>
    <w:rsid w:val="008401F8"/>
    <w:rsid w:val="008504F0"/>
    <w:rsid w:val="00850B48"/>
    <w:rsid w:val="00863653"/>
    <w:rsid w:val="00864F9C"/>
    <w:rsid w:val="008705C8"/>
    <w:rsid w:val="00870C2F"/>
    <w:rsid w:val="008A1209"/>
    <w:rsid w:val="008A1667"/>
    <w:rsid w:val="008A4778"/>
    <w:rsid w:val="008A7556"/>
    <w:rsid w:val="008B0DB4"/>
    <w:rsid w:val="008B70D4"/>
    <w:rsid w:val="008D09DE"/>
    <w:rsid w:val="008D746F"/>
    <w:rsid w:val="008E042C"/>
    <w:rsid w:val="008F7043"/>
    <w:rsid w:val="00906EC1"/>
    <w:rsid w:val="00912236"/>
    <w:rsid w:val="00914A42"/>
    <w:rsid w:val="00937623"/>
    <w:rsid w:val="00941081"/>
    <w:rsid w:val="009416B1"/>
    <w:rsid w:val="009466EC"/>
    <w:rsid w:val="00951CAE"/>
    <w:rsid w:val="0095351C"/>
    <w:rsid w:val="00964807"/>
    <w:rsid w:val="0096640F"/>
    <w:rsid w:val="00966918"/>
    <w:rsid w:val="00973FD0"/>
    <w:rsid w:val="00985B2D"/>
    <w:rsid w:val="00986771"/>
    <w:rsid w:val="00990BEF"/>
    <w:rsid w:val="0099207B"/>
    <w:rsid w:val="009970AB"/>
    <w:rsid w:val="009A23AE"/>
    <w:rsid w:val="009A32DC"/>
    <w:rsid w:val="009A64AB"/>
    <w:rsid w:val="009B5963"/>
    <w:rsid w:val="009B7ADC"/>
    <w:rsid w:val="009C3913"/>
    <w:rsid w:val="009E2D30"/>
    <w:rsid w:val="009E59CC"/>
    <w:rsid w:val="00A11728"/>
    <w:rsid w:val="00A21907"/>
    <w:rsid w:val="00A251DA"/>
    <w:rsid w:val="00A30552"/>
    <w:rsid w:val="00A30CC7"/>
    <w:rsid w:val="00A326B9"/>
    <w:rsid w:val="00A43518"/>
    <w:rsid w:val="00A50266"/>
    <w:rsid w:val="00A57C10"/>
    <w:rsid w:val="00A61544"/>
    <w:rsid w:val="00A713FB"/>
    <w:rsid w:val="00A769D6"/>
    <w:rsid w:val="00A77A7B"/>
    <w:rsid w:val="00AA4080"/>
    <w:rsid w:val="00AB2067"/>
    <w:rsid w:val="00AC6A72"/>
    <w:rsid w:val="00AE13ED"/>
    <w:rsid w:val="00AE1F3E"/>
    <w:rsid w:val="00AE2B06"/>
    <w:rsid w:val="00B140F3"/>
    <w:rsid w:val="00B16F4F"/>
    <w:rsid w:val="00B27384"/>
    <w:rsid w:val="00B27E31"/>
    <w:rsid w:val="00B30016"/>
    <w:rsid w:val="00B41499"/>
    <w:rsid w:val="00B50B66"/>
    <w:rsid w:val="00B54D83"/>
    <w:rsid w:val="00B61984"/>
    <w:rsid w:val="00B630A3"/>
    <w:rsid w:val="00B64429"/>
    <w:rsid w:val="00B67BD1"/>
    <w:rsid w:val="00B73017"/>
    <w:rsid w:val="00B85347"/>
    <w:rsid w:val="00BA2490"/>
    <w:rsid w:val="00BA558B"/>
    <w:rsid w:val="00BB0BA4"/>
    <w:rsid w:val="00BD0799"/>
    <w:rsid w:val="00BD3002"/>
    <w:rsid w:val="00BE7A54"/>
    <w:rsid w:val="00BF11B3"/>
    <w:rsid w:val="00BF68D0"/>
    <w:rsid w:val="00C03D9C"/>
    <w:rsid w:val="00C043D9"/>
    <w:rsid w:val="00C1188F"/>
    <w:rsid w:val="00C15FCB"/>
    <w:rsid w:val="00C21933"/>
    <w:rsid w:val="00C26C56"/>
    <w:rsid w:val="00C30EAE"/>
    <w:rsid w:val="00C31A65"/>
    <w:rsid w:val="00C37343"/>
    <w:rsid w:val="00C503BF"/>
    <w:rsid w:val="00C5097E"/>
    <w:rsid w:val="00C56ADA"/>
    <w:rsid w:val="00C614DB"/>
    <w:rsid w:val="00C638E4"/>
    <w:rsid w:val="00C76CEE"/>
    <w:rsid w:val="00C771B2"/>
    <w:rsid w:val="00C813E9"/>
    <w:rsid w:val="00C81F85"/>
    <w:rsid w:val="00C8677B"/>
    <w:rsid w:val="00C87192"/>
    <w:rsid w:val="00C9571F"/>
    <w:rsid w:val="00CC29BD"/>
    <w:rsid w:val="00CD1E1F"/>
    <w:rsid w:val="00CD478F"/>
    <w:rsid w:val="00CE6BC1"/>
    <w:rsid w:val="00CF385E"/>
    <w:rsid w:val="00D001AC"/>
    <w:rsid w:val="00D03CFB"/>
    <w:rsid w:val="00D068A4"/>
    <w:rsid w:val="00D17B2D"/>
    <w:rsid w:val="00D2143D"/>
    <w:rsid w:val="00D247F8"/>
    <w:rsid w:val="00D25A0F"/>
    <w:rsid w:val="00D27C1C"/>
    <w:rsid w:val="00D33B03"/>
    <w:rsid w:val="00D4046E"/>
    <w:rsid w:val="00D43748"/>
    <w:rsid w:val="00D4453B"/>
    <w:rsid w:val="00D53755"/>
    <w:rsid w:val="00D6517A"/>
    <w:rsid w:val="00D65B5B"/>
    <w:rsid w:val="00D83AC8"/>
    <w:rsid w:val="00DB10C8"/>
    <w:rsid w:val="00DB18D0"/>
    <w:rsid w:val="00DB2732"/>
    <w:rsid w:val="00DC2DF9"/>
    <w:rsid w:val="00DC73F6"/>
    <w:rsid w:val="00DD13FA"/>
    <w:rsid w:val="00DD7130"/>
    <w:rsid w:val="00DE1398"/>
    <w:rsid w:val="00DE2FFC"/>
    <w:rsid w:val="00E07F64"/>
    <w:rsid w:val="00E63635"/>
    <w:rsid w:val="00E65216"/>
    <w:rsid w:val="00E71CF1"/>
    <w:rsid w:val="00E73929"/>
    <w:rsid w:val="00E779EA"/>
    <w:rsid w:val="00E91A75"/>
    <w:rsid w:val="00EA20E0"/>
    <w:rsid w:val="00EA63E4"/>
    <w:rsid w:val="00EB011E"/>
    <w:rsid w:val="00EB7DAA"/>
    <w:rsid w:val="00EC0A4B"/>
    <w:rsid w:val="00ED1275"/>
    <w:rsid w:val="00F03C16"/>
    <w:rsid w:val="00F53EC8"/>
    <w:rsid w:val="00F54FF4"/>
    <w:rsid w:val="00F71E64"/>
    <w:rsid w:val="00F83FEF"/>
    <w:rsid w:val="00F875DB"/>
    <w:rsid w:val="00F90A69"/>
    <w:rsid w:val="00F91F0A"/>
    <w:rsid w:val="00F92AAD"/>
    <w:rsid w:val="00F934B4"/>
    <w:rsid w:val="00F95C40"/>
    <w:rsid w:val="00F97371"/>
    <w:rsid w:val="00FA07C6"/>
    <w:rsid w:val="00FA15B1"/>
    <w:rsid w:val="00FA27CE"/>
    <w:rsid w:val="00FB34AD"/>
    <w:rsid w:val="00FC187F"/>
    <w:rsid w:val="00FD7523"/>
    <w:rsid w:val="00FE1441"/>
    <w:rsid w:val="00FF2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E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0A4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C0A4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C0A4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C0A4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C0A4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C0A4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C0A4B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C0A4B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Normal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CD1E1F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C0A4B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C0A4B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Normal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C0A4B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CD1E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C0A4B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C0A4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D1E1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C0A4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0A4B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Normal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DefaultParagraphFont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Normal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CommentReference">
    <w:name w:val="annotation reference"/>
    <w:basedOn w:val="DefaultParagraphFont"/>
    <w:uiPriority w:val="99"/>
    <w:semiHidden/>
    <w:rsid w:val="00CD1E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1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C0A4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1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C0A4B"/>
    <w:rPr>
      <w:b/>
      <w:bCs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CD1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C0A4B"/>
    <w:rPr>
      <w:rFonts w:cs="Times New Roman"/>
      <w:sz w:val="24"/>
      <w:szCs w:val="24"/>
    </w:rPr>
  </w:style>
  <w:style w:type="paragraph" w:customStyle="1" w:styleId="CharChar">
    <w:name w:val="Char Char"/>
    <w:basedOn w:val="Normal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CD1E1F"/>
    <w:pPr>
      <w:jc w:val="center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C0A4B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">
    <w:name w:val="Основной текст с отступом 22"/>
    <w:basedOn w:val="Normal"/>
    <w:uiPriority w:val="99"/>
    <w:rsid w:val="002420DB"/>
    <w:pPr>
      <w:widowControl w:val="0"/>
      <w:ind w:firstLine="851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53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10</Pages>
  <Words>2913</Words>
  <Characters>16608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 </dc:title>
  <dc:subject/>
  <dc:creator>Гужов Максим Владимирович</dc:creator>
  <cp:keywords/>
  <dc:description/>
  <cp:lastModifiedBy> </cp:lastModifiedBy>
  <cp:revision>8</cp:revision>
  <cp:lastPrinted>2010-12-21T11:28:00Z</cp:lastPrinted>
  <dcterms:created xsi:type="dcterms:W3CDTF">2010-12-21T08:18:00Z</dcterms:created>
  <dcterms:modified xsi:type="dcterms:W3CDTF">2010-12-22T06:45:00Z</dcterms:modified>
</cp:coreProperties>
</file>