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22BE0" w:rsidTr="00E1011A">
        <w:tc>
          <w:tcPr>
            <w:tcW w:w="709" w:type="dxa"/>
          </w:tcPr>
          <w:p w:rsidR="00C22BE0" w:rsidRDefault="00C22BE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2BE0" w:rsidRDefault="00C22BE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C22BE0" w:rsidRDefault="00C22BE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22BE0" w:rsidRDefault="00C22BE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2BE0" w:rsidRDefault="00C22BE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</w:tbl>
    <w:p w:rsidR="00C22BE0" w:rsidRDefault="00C22BE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22BE0" w:rsidRDefault="00C22BE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22BE0" w:rsidRDefault="00C22BE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22BE0" w:rsidRPr="00C74147" w:rsidRDefault="00C22BE0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C22BE0" w:rsidRDefault="00C22BE0" w:rsidP="00961D7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«О внесении изменений в статьи 9 и 18 </w:t>
      </w:r>
    </w:p>
    <w:p w:rsidR="00C22BE0" w:rsidRDefault="00C22BE0" w:rsidP="00961D7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Закона Ярославской области </w:t>
      </w:r>
    </w:p>
    <w:p w:rsidR="00C22BE0" w:rsidRDefault="00C22BE0" w:rsidP="00726A6C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«О государственных должностях </w:t>
      </w:r>
    </w:p>
    <w:p w:rsidR="00C22BE0" w:rsidRPr="000903DF" w:rsidRDefault="00C22BE0" w:rsidP="00726A6C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bCs/>
          <w:szCs w:val="28"/>
        </w:rPr>
        <w:t>Ярославской области»</w:t>
      </w:r>
    </w:p>
    <w:p w:rsidR="00C22BE0" w:rsidRDefault="00C22BE0" w:rsidP="009C296A">
      <w:pPr>
        <w:ind w:firstLine="709"/>
        <w:jc w:val="both"/>
        <w:rPr>
          <w:sz w:val="28"/>
          <w:szCs w:val="28"/>
        </w:rPr>
      </w:pPr>
    </w:p>
    <w:p w:rsidR="00C22BE0" w:rsidRDefault="00C22BE0" w:rsidP="009C296A">
      <w:pPr>
        <w:ind w:firstLine="709"/>
        <w:jc w:val="both"/>
        <w:rPr>
          <w:sz w:val="28"/>
          <w:szCs w:val="28"/>
        </w:rPr>
      </w:pPr>
    </w:p>
    <w:p w:rsidR="00C22BE0" w:rsidRPr="009C296A" w:rsidRDefault="00C22BE0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C22BE0" w:rsidRDefault="00C22BE0" w:rsidP="00F9695C">
      <w:pPr>
        <w:ind w:firstLine="709"/>
        <w:jc w:val="center"/>
        <w:rPr>
          <w:b/>
          <w:sz w:val="28"/>
          <w:szCs w:val="28"/>
        </w:rPr>
      </w:pPr>
    </w:p>
    <w:p w:rsidR="00C22BE0" w:rsidRPr="000903DF" w:rsidRDefault="00C22BE0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22BE0" w:rsidRPr="009A70BA" w:rsidRDefault="00C22BE0" w:rsidP="00F9695C">
      <w:pPr>
        <w:ind w:firstLine="709"/>
        <w:jc w:val="center"/>
        <w:rPr>
          <w:b/>
          <w:sz w:val="28"/>
          <w:szCs w:val="28"/>
        </w:rPr>
      </w:pPr>
    </w:p>
    <w:p w:rsidR="00C22BE0" w:rsidRPr="00961D76" w:rsidRDefault="00C22BE0" w:rsidP="00AD5EE3">
      <w:pPr>
        <w:ind w:firstLine="709"/>
        <w:jc w:val="both"/>
        <w:rPr>
          <w:sz w:val="28"/>
          <w:szCs w:val="28"/>
        </w:rPr>
      </w:pPr>
      <w:r w:rsidRPr="00AD5EE3">
        <w:rPr>
          <w:sz w:val="28"/>
          <w:szCs w:val="28"/>
        </w:rPr>
        <w:t xml:space="preserve">1. </w:t>
      </w:r>
      <w:r w:rsidRPr="00961D76">
        <w:rPr>
          <w:sz w:val="28"/>
          <w:szCs w:val="28"/>
        </w:rPr>
        <w:t xml:space="preserve">Принять в первом чтении проект закона Ярославской области         </w:t>
      </w:r>
      <w:r w:rsidRPr="00961D76">
        <w:rPr>
          <w:bCs/>
          <w:sz w:val="28"/>
          <w:szCs w:val="28"/>
        </w:rPr>
        <w:t>«О внесении изменений в статьи 9 и 18 Закона Ярославской области «О госу</w:t>
      </w:r>
      <w:r>
        <w:rPr>
          <w:bCs/>
          <w:sz w:val="28"/>
          <w:szCs w:val="28"/>
        </w:rPr>
        <w:softHyphen/>
      </w:r>
      <w:r w:rsidRPr="00961D76">
        <w:rPr>
          <w:bCs/>
          <w:sz w:val="28"/>
          <w:szCs w:val="28"/>
        </w:rPr>
        <w:t>дарственных должностях Ярославской области»</w:t>
      </w:r>
      <w:r w:rsidRPr="00961D76">
        <w:rPr>
          <w:sz w:val="28"/>
          <w:szCs w:val="28"/>
        </w:rPr>
        <w:t>, внесенный депутатами Яро</w:t>
      </w:r>
      <w:r>
        <w:rPr>
          <w:sz w:val="28"/>
          <w:szCs w:val="28"/>
        </w:rPr>
        <w:softHyphen/>
      </w:r>
      <w:r w:rsidRPr="00961D76">
        <w:rPr>
          <w:sz w:val="28"/>
          <w:szCs w:val="28"/>
        </w:rPr>
        <w:t>славской областной Думы А.К.</w:t>
      </w:r>
      <w:r>
        <w:rPr>
          <w:sz w:val="28"/>
          <w:szCs w:val="28"/>
        </w:rPr>
        <w:t> </w:t>
      </w:r>
      <w:r w:rsidRPr="00961D76">
        <w:rPr>
          <w:sz w:val="28"/>
          <w:szCs w:val="28"/>
        </w:rPr>
        <w:t>Антроповым, В.В.</w:t>
      </w:r>
      <w:r>
        <w:rPr>
          <w:sz w:val="28"/>
          <w:szCs w:val="28"/>
        </w:rPr>
        <w:t> </w:t>
      </w:r>
      <w:r w:rsidRPr="00961D76">
        <w:rPr>
          <w:sz w:val="28"/>
          <w:szCs w:val="28"/>
        </w:rPr>
        <w:t>Денисовым, В.М</w:t>
      </w:r>
      <w:r>
        <w:rPr>
          <w:sz w:val="28"/>
          <w:szCs w:val="28"/>
        </w:rPr>
        <w:t>. </w:t>
      </w:r>
      <w:r w:rsidRPr="00961D76">
        <w:rPr>
          <w:sz w:val="28"/>
          <w:szCs w:val="28"/>
        </w:rPr>
        <w:t>Молод</w:t>
      </w:r>
      <w:r>
        <w:rPr>
          <w:sz w:val="28"/>
          <w:szCs w:val="28"/>
        </w:rPr>
        <w:t>-</w:t>
      </w:r>
      <w:r w:rsidRPr="00961D76">
        <w:rPr>
          <w:sz w:val="28"/>
          <w:szCs w:val="28"/>
        </w:rPr>
        <w:t>киным, А.А.</w:t>
      </w:r>
      <w:r>
        <w:rPr>
          <w:sz w:val="28"/>
          <w:szCs w:val="28"/>
        </w:rPr>
        <w:t> </w:t>
      </w:r>
      <w:r w:rsidRPr="00961D76">
        <w:rPr>
          <w:sz w:val="28"/>
          <w:szCs w:val="28"/>
        </w:rPr>
        <w:t>Сизовым, Л.Ю.</w:t>
      </w:r>
      <w:r>
        <w:rPr>
          <w:sz w:val="28"/>
          <w:szCs w:val="28"/>
        </w:rPr>
        <w:t> </w:t>
      </w:r>
      <w:r w:rsidRPr="00961D76">
        <w:rPr>
          <w:sz w:val="28"/>
          <w:szCs w:val="28"/>
        </w:rPr>
        <w:t>Ушаковой.</w:t>
      </w:r>
    </w:p>
    <w:p w:rsidR="00C22BE0" w:rsidRPr="00AD5EE3" w:rsidRDefault="00C22BE0" w:rsidP="00AD5EE3">
      <w:pPr>
        <w:ind w:firstLine="709"/>
        <w:jc w:val="both"/>
        <w:rPr>
          <w:sz w:val="28"/>
          <w:szCs w:val="28"/>
        </w:rPr>
      </w:pPr>
      <w:r w:rsidRPr="00961D76">
        <w:rPr>
          <w:sz w:val="28"/>
          <w:szCs w:val="28"/>
        </w:rPr>
        <w:t>2. Направить указанный</w:t>
      </w:r>
      <w:r w:rsidRPr="00AD5EE3">
        <w:rPr>
          <w:sz w:val="28"/>
          <w:szCs w:val="28"/>
        </w:rPr>
        <w:t xml:space="preserve"> законопроект в комитет Ярославской облас</w:t>
      </w:r>
      <w:r w:rsidRPr="00AD5EE3">
        <w:rPr>
          <w:sz w:val="28"/>
          <w:szCs w:val="28"/>
        </w:rPr>
        <w:t>т</w:t>
      </w:r>
      <w:r w:rsidRPr="00AD5EE3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2BE0" w:rsidRPr="000903DF" w:rsidRDefault="00C22BE0" w:rsidP="00F9695C">
      <w:pPr>
        <w:pStyle w:val="BodyTextIndent3"/>
        <w:jc w:val="both"/>
        <w:rPr>
          <w:szCs w:val="28"/>
        </w:rPr>
      </w:pPr>
      <w:r w:rsidRPr="00AD5EE3">
        <w:rPr>
          <w:szCs w:val="28"/>
        </w:rPr>
        <w:t>3. Установить, что поправки</w:t>
      </w:r>
      <w:r w:rsidRPr="000903DF">
        <w:rPr>
          <w:szCs w:val="28"/>
        </w:rPr>
        <w:t xml:space="preserve"> к указанному законопроекту направляются в Ярославскую областную Думу до </w:t>
      </w:r>
      <w:r>
        <w:rPr>
          <w:szCs w:val="28"/>
        </w:rPr>
        <w:t>10 апреля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C22BE0" w:rsidRPr="000903DF" w:rsidRDefault="00C22BE0" w:rsidP="00F9695C">
      <w:pPr>
        <w:jc w:val="both"/>
        <w:rPr>
          <w:sz w:val="28"/>
          <w:szCs w:val="28"/>
        </w:rPr>
      </w:pPr>
    </w:p>
    <w:p w:rsidR="00C22BE0" w:rsidRDefault="00C22BE0" w:rsidP="00F9695C">
      <w:pPr>
        <w:jc w:val="both"/>
        <w:rPr>
          <w:sz w:val="28"/>
        </w:rPr>
      </w:pPr>
    </w:p>
    <w:p w:rsidR="00C22BE0" w:rsidRDefault="00C22BE0" w:rsidP="00F9695C">
      <w:pPr>
        <w:jc w:val="both"/>
        <w:rPr>
          <w:sz w:val="28"/>
        </w:rPr>
      </w:pPr>
    </w:p>
    <w:p w:rsidR="00C22BE0" w:rsidRDefault="00C22BE0" w:rsidP="00F9695C">
      <w:pPr>
        <w:pStyle w:val="Heading3"/>
      </w:pPr>
      <w:r>
        <w:t>Председатель</w:t>
      </w:r>
    </w:p>
    <w:p w:rsidR="00C22BE0" w:rsidRPr="002C1105" w:rsidRDefault="00C22BE0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C22BE0" w:rsidRDefault="00C22BE0" w:rsidP="00F9695C">
      <w:pPr>
        <w:pStyle w:val="Heading3"/>
      </w:pPr>
    </w:p>
    <w:sectPr w:rsidR="00C22BE0" w:rsidSect="00755F60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BE0" w:rsidRDefault="00C22BE0">
      <w:r>
        <w:separator/>
      </w:r>
    </w:p>
  </w:endnote>
  <w:endnote w:type="continuationSeparator" w:id="0">
    <w:p w:rsidR="00C22BE0" w:rsidRDefault="00C22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BE0" w:rsidRDefault="00C22BE0">
      <w:r>
        <w:separator/>
      </w:r>
    </w:p>
  </w:footnote>
  <w:footnote w:type="continuationSeparator" w:id="0">
    <w:p w:rsidR="00C22BE0" w:rsidRDefault="00C22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73020"/>
    <w:rsid w:val="000903DF"/>
    <w:rsid w:val="00093AC8"/>
    <w:rsid w:val="0009582E"/>
    <w:rsid w:val="000A32D4"/>
    <w:rsid w:val="000B4629"/>
    <w:rsid w:val="000E178A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A6C"/>
    <w:rsid w:val="00726E6A"/>
    <w:rsid w:val="00732B4C"/>
    <w:rsid w:val="0073576C"/>
    <w:rsid w:val="00735D20"/>
    <w:rsid w:val="007432F9"/>
    <w:rsid w:val="00755F60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14874"/>
    <w:rsid w:val="0082312E"/>
    <w:rsid w:val="0084771E"/>
    <w:rsid w:val="008617EB"/>
    <w:rsid w:val="00881F9D"/>
    <w:rsid w:val="00884C99"/>
    <w:rsid w:val="008907DD"/>
    <w:rsid w:val="00897256"/>
    <w:rsid w:val="008C6EE3"/>
    <w:rsid w:val="008D1296"/>
    <w:rsid w:val="008E6CB0"/>
    <w:rsid w:val="008F54E2"/>
    <w:rsid w:val="00936997"/>
    <w:rsid w:val="00942B4C"/>
    <w:rsid w:val="00961D76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10E8E"/>
    <w:rsid w:val="00A165D9"/>
    <w:rsid w:val="00A23D93"/>
    <w:rsid w:val="00A245AA"/>
    <w:rsid w:val="00A250E8"/>
    <w:rsid w:val="00A269B9"/>
    <w:rsid w:val="00A4428C"/>
    <w:rsid w:val="00A51EC0"/>
    <w:rsid w:val="00A56FC1"/>
    <w:rsid w:val="00A754C3"/>
    <w:rsid w:val="00A7637E"/>
    <w:rsid w:val="00AB0954"/>
    <w:rsid w:val="00AD5EE3"/>
    <w:rsid w:val="00AE75D6"/>
    <w:rsid w:val="00AF1E34"/>
    <w:rsid w:val="00B0356F"/>
    <w:rsid w:val="00B42317"/>
    <w:rsid w:val="00B51DE7"/>
    <w:rsid w:val="00B6037A"/>
    <w:rsid w:val="00B77D5B"/>
    <w:rsid w:val="00B97378"/>
    <w:rsid w:val="00BD7F1B"/>
    <w:rsid w:val="00BE3C4B"/>
    <w:rsid w:val="00BF5B74"/>
    <w:rsid w:val="00C02D95"/>
    <w:rsid w:val="00C14300"/>
    <w:rsid w:val="00C14F0B"/>
    <w:rsid w:val="00C22BE0"/>
    <w:rsid w:val="00C278F0"/>
    <w:rsid w:val="00C34F89"/>
    <w:rsid w:val="00C40E45"/>
    <w:rsid w:val="00C54C50"/>
    <w:rsid w:val="00C57B7E"/>
    <w:rsid w:val="00C66C8E"/>
    <w:rsid w:val="00C74147"/>
    <w:rsid w:val="00C80E46"/>
    <w:rsid w:val="00C9521F"/>
    <w:rsid w:val="00C97255"/>
    <w:rsid w:val="00CA6684"/>
    <w:rsid w:val="00CB2CE6"/>
    <w:rsid w:val="00CC6928"/>
    <w:rsid w:val="00CD3BB4"/>
    <w:rsid w:val="00CE7C91"/>
    <w:rsid w:val="00CF09CD"/>
    <w:rsid w:val="00D265E9"/>
    <w:rsid w:val="00D67962"/>
    <w:rsid w:val="00D959EB"/>
    <w:rsid w:val="00DC18DF"/>
    <w:rsid w:val="00DF3EBA"/>
    <w:rsid w:val="00E1011A"/>
    <w:rsid w:val="00E102FF"/>
    <w:rsid w:val="00E20539"/>
    <w:rsid w:val="00E25E63"/>
    <w:rsid w:val="00E26DC8"/>
    <w:rsid w:val="00E27492"/>
    <w:rsid w:val="00E663FD"/>
    <w:rsid w:val="00E77201"/>
    <w:rsid w:val="00E868BF"/>
    <w:rsid w:val="00EF2A6C"/>
    <w:rsid w:val="00F146B4"/>
    <w:rsid w:val="00F17842"/>
    <w:rsid w:val="00F2406D"/>
    <w:rsid w:val="00F32960"/>
    <w:rsid w:val="00F53615"/>
    <w:rsid w:val="00F5641B"/>
    <w:rsid w:val="00F7403D"/>
    <w:rsid w:val="00F81F8D"/>
    <w:rsid w:val="00F9695C"/>
    <w:rsid w:val="00FD2066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21F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521F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C9521F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521F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521F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521F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0E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0E8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0E8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10E8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10E8E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C9521F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10E8E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9521F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521F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10E8E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C9521F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10E8E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C9521F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C952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0E8E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C9521F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10E8E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E8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148</Words>
  <Characters>844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34</cp:revision>
  <cp:lastPrinted>2012-03-27T08:20:00Z</cp:lastPrinted>
  <dcterms:created xsi:type="dcterms:W3CDTF">2011-05-25T04:39:00Z</dcterms:created>
  <dcterms:modified xsi:type="dcterms:W3CDTF">2012-04-02T07:46:00Z</dcterms:modified>
</cp:coreProperties>
</file>