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5A0DFB" w:rsidRDefault="008D0C23" w:rsidP="00FC2EF5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5A0DFB">
        <w:rPr>
          <w:snapToGrid w:val="0"/>
          <w:sz w:val="24"/>
          <w:szCs w:val="24"/>
        </w:rPr>
        <w:t xml:space="preserve">Приложение </w:t>
      </w:r>
      <w:r w:rsidR="009139AE">
        <w:rPr>
          <w:snapToGrid w:val="0"/>
          <w:sz w:val="24"/>
          <w:szCs w:val="24"/>
        </w:rPr>
        <w:t>2</w:t>
      </w:r>
    </w:p>
    <w:p w:rsidR="00052626" w:rsidRPr="005A0DFB" w:rsidRDefault="008D0C23" w:rsidP="00FC2EF5">
      <w:pPr>
        <w:pStyle w:val="a3"/>
        <w:ind w:left="4395"/>
        <w:jc w:val="right"/>
        <w:rPr>
          <w:sz w:val="24"/>
          <w:szCs w:val="24"/>
        </w:rPr>
      </w:pPr>
      <w:r w:rsidRPr="005A0DFB">
        <w:rPr>
          <w:sz w:val="24"/>
          <w:szCs w:val="24"/>
        </w:rPr>
        <w:t>к Закону Ярославской области</w:t>
      </w:r>
    </w:p>
    <w:p w:rsidR="00052626" w:rsidRDefault="007B5F01" w:rsidP="007B5F01">
      <w:pPr>
        <w:jc w:val="right"/>
        <w:rPr>
          <w:sz w:val="24"/>
          <w:szCs w:val="24"/>
        </w:rPr>
      </w:pPr>
      <w:r w:rsidRPr="007B5F01">
        <w:rPr>
          <w:sz w:val="24"/>
          <w:szCs w:val="24"/>
        </w:rPr>
        <w:t>от 25.12.2014 № 8</w:t>
      </w:r>
      <w:r>
        <w:rPr>
          <w:sz w:val="24"/>
          <w:szCs w:val="24"/>
        </w:rPr>
        <w:t>5</w:t>
      </w:r>
      <w:r w:rsidRPr="007B5F01">
        <w:rPr>
          <w:sz w:val="24"/>
          <w:szCs w:val="24"/>
        </w:rPr>
        <w:t>-з</w:t>
      </w:r>
    </w:p>
    <w:p w:rsidR="007B5F01" w:rsidRPr="005A0DFB" w:rsidRDefault="007B5F01"/>
    <w:p w:rsidR="00035A00" w:rsidRPr="005A0DFB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0DFB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5A0DFB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0DFB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052626" w:rsidRPr="005A0DFB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0DFB">
        <w:rPr>
          <w:rFonts w:ascii="Times New Roman" w:hAnsi="Times New Roman" w:cs="Times New Roman"/>
          <w:sz w:val="28"/>
          <w:szCs w:val="28"/>
        </w:rPr>
        <w:t>и доходов местных бюджетов</w:t>
      </w:r>
    </w:p>
    <w:p w:rsidR="00052626" w:rsidRPr="005A0DFB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5A0DFB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52"/>
        <w:gridCol w:w="14"/>
        <w:gridCol w:w="2910"/>
        <w:gridCol w:w="52"/>
        <w:gridCol w:w="21"/>
        <w:gridCol w:w="5881"/>
      </w:tblGrid>
      <w:tr w:rsidR="00052626" w:rsidRPr="005A0DFB" w:rsidTr="00110DBC">
        <w:trPr>
          <w:trHeight w:val="50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Pr="005A0DFB">
              <w:rPr>
                <w:b/>
                <w:szCs w:val="28"/>
              </w:rPr>
              <w:t>–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CF2F2F" w:rsidRPr="005A0DFB" w:rsidTr="00110DBC">
        <w:trPr>
          <w:trHeight w:val="13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6C0EF4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6C0EF4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2 02 02054 02 0000 151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6D4915">
            <w:pPr>
              <w:pStyle w:val="ac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Субсидии бюджетам субъектов Российской Федерации на оказание высокотехнологичной медицинской помощи гражданам Российской Федерации</w:t>
            </w:r>
          </w:p>
        </w:tc>
      </w:tr>
      <w:tr w:rsidR="00B371EE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5A0DFB" w:rsidRDefault="00B371EE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5A0DFB" w:rsidRDefault="00B371EE" w:rsidP="009B6C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2 02 02208 02 0000 15</w:t>
            </w:r>
            <w:bookmarkStart w:id="0" w:name="_GoBack"/>
            <w:bookmarkEnd w:id="0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5A0DFB" w:rsidRDefault="00B371EE" w:rsidP="006D4915">
            <w:pPr>
              <w:spacing w:line="240" w:lineRule="auto"/>
              <w:ind w:hanging="9"/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4F2754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EA422A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br w:type="page"/>
            </w:r>
            <w:r w:rsidR="004F2754"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5A0DFB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5A0DFB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5A0DFB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052626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A0DFB" w:rsidRDefault="008A004D" w:rsidP="008A00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чебного питания</w:t>
            </w:r>
          </w:p>
        </w:tc>
      </w:tr>
      <w:tr w:rsidR="004F2754" w:rsidRPr="005A0DFB" w:rsidTr="00110DB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5261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2 02 04043 02 0000 151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5A0DFB" w:rsidRDefault="004F2754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</w:tr>
      <w:tr w:rsidR="00CF2F2F" w:rsidRPr="005A0DFB" w:rsidTr="00110DBC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717C6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2 02 04055 02 0000 151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5A0DFB" w:rsidRDefault="00CF2F2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цита человека и гепатитов B и C</w:t>
            </w:r>
          </w:p>
        </w:tc>
      </w:tr>
      <w:tr w:rsidR="003723BC" w:rsidRPr="005A0DFB" w:rsidTr="00110DBC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BE0728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5A0DFB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5A0DFB" w:rsidTr="00110DBC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5A0DFB" w:rsidTr="00110DBC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5A0DFB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0C149F" w:rsidRPr="005A0DFB" w:rsidTr="00110DBC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C149F" w:rsidRPr="005A0DFB" w:rsidTr="00110DBC">
        <w:trPr>
          <w:trHeight w:val="27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Pr="005A0DFB">
              <w:rPr>
                <w:b/>
                <w:szCs w:val="28"/>
              </w:rPr>
              <w:t>–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 xml:space="preserve">2 02 02051 02 0000 151 </w:t>
            </w:r>
          </w:p>
          <w:p w:rsidR="000C149F" w:rsidRPr="005A0DFB" w:rsidRDefault="000C149F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вых программ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a6"/>
              <w:widowControl/>
              <w:ind w:firstLine="0"/>
              <w:jc w:val="left"/>
            </w:pPr>
            <w:r w:rsidRPr="005A0DFB"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2 02 04023 02 0000 151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 xml:space="preserve">2 02 04025 02 0000 151 </w:t>
            </w:r>
          </w:p>
          <w:p w:rsidR="000C149F" w:rsidRPr="005A0DFB" w:rsidRDefault="000C149F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 xml:space="preserve">Межбюджетные трансферты, передаваемые бюджетам субъектов Российской Федерации на </w:t>
            </w:r>
            <w:r w:rsidRPr="005A0DFB">
              <w:rPr>
                <w:szCs w:val="28"/>
              </w:rPr>
              <w:lastRenderedPageBreak/>
              <w:t>комплектование книжных фондов библиотек муниципальных образований и государстве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lastRenderedPageBreak/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2 02 04041 02 0000 151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Федерации, на подключение общедоступных библиотек Российской Федерации к сети Интернет и ра</w:t>
            </w:r>
            <w:r w:rsidRPr="005A0DFB">
              <w:rPr>
                <w:szCs w:val="28"/>
              </w:rPr>
              <w:t>з</w:t>
            </w:r>
            <w:r w:rsidRPr="005A0DFB">
              <w:rPr>
                <w:szCs w:val="28"/>
              </w:rPr>
              <w:t>витие системы библиотечного дела с учетом задачи расширения информационных технол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гий и оцифровки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pStyle w:val="a6"/>
              <w:widowControl/>
              <w:ind w:firstLine="0"/>
              <w:jc w:val="left"/>
            </w:pPr>
            <w:r w:rsidRPr="005A0DFB"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2 02 04050 02 0000 151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C037D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2 02 04052 02 0000 151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ториях сельских поселений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2 02 04053 02 0000 151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ков муниципальных учреждений культуры, находящихся на территориях сельских посел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ний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343E0B">
            <w:pPr>
              <w:pStyle w:val="a6"/>
              <w:widowControl/>
              <w:ind w:firstLine="0"/>
              <w:jc w:val="left"/>
            </w:pPr>
            <w:r w:rsidRPr="005A0DFB">
              <w:t>902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343E0B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0DFB">
              <w:rPr>
                <w:szCs w:val="28"/>
              </w:rPr>
              <w:t>2 02 04090 02 0000 151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343E0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дящимся в ведении субъектов Российской Ф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A0DFB">
              <w:rPr>
                <w:b/>
                <w:szCs w:val="28"/>
              </w:rPr>
              <w:t xml:space="preserve">903 - Департамент образования Ярославской области 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1 08 07380 01 0000 110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5A0DFB">
              <w:rPr>
                <w:szCs w:val="28"/>
              </w:rPr>
              <w:t>к</w:t>
            </w:r>
            <w:r w:rsidRPr="005A0DFB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5A0DFB">
              <w:rPr>
                <w:szCs w:val="28"/>
              </w:rPr>
              <w:t>л</w:t>
            </w:r>
            <w:r w:rsidRPr="005A0DFB">
              <w:rPr>
                <w:szCs w:val="28"/>
              </w:rPr>
              <w:t>номочий Российской Федерации в области о</w:t>
            </w:r>
            <w:r w:rsidRPr="005A0DFB">
              <w:rPr>
                <w:szCs w:val="28"/>
              </w:rPr>
              <w:t>б</w:t>
            </w:r>
            <w:r w:rsidRPr="005A0DFB">
              <w:rPr>
                <w:szCs w:val="28"/>
              </w:rPr>
              <w:t>разования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t>1 08 07390 01 0000 110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97774D">
            <w:pPr>
              <w:pStyle w:val="a6"/>
              <w:widowControl/>
              <w:spacing w:line="240" w:lineRule="auto"/>
              <w:ind w:firstLine="0"/>
            </w:pPr>
            <w:r w:rsidRPr="005A0DFB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5A0DFB">
              <w:t>апостиля</w:t>
            </w:r>
            <w:proofErr w:type="spellEnd"/>
            <w:r w:rsidRPr="005A0DFB">
              <w:t xml:space="preserve"> на док</w:t>
            </w:r>
            <w:r w:rsidRPr="005A0DFB">
              <w:t>у</w:t>
            </w:r>
            <w:r w:rsidRPr="005A0DFB">
              <w:t>ментах государственного образца об образов</w:t>
            </w:r>
            <w:r w:rsidRPr="005A0DFB">
              <w:t>а</w:t>
            </w:r>
            <w:r w:rsidRPr="005A0DFB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2A302C">
            <w:pPr>
              <w:ind w:firstLine="0"/>
              <w:jc w:val="left"/>
              <w:rPr>
                <w:iCs/>
              </w:rPr>
            </w:pPr>
            <w:r w:rsidRPr="005A0DFB">
              <w:rPr>
                <w:iCs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t>Субсидии бюджетам субъектов Российской Федерации на реализацию федеральных цел</w:t>
            </w:r>
            <w:r w:rsidRPr="005A0DFB">
              <w:t>е</w:t>
            </w:r>
            <w:r w:rsidRPr="005A0DFB">
              <w:t>вых программ</w:t>
            </w:r>
          </w:p>
        </w:tc>
      </w:tr>
      <w:tr w:rsidR="000C149F" w:rsidRPr="005A0DFB" w:rsidTr="00110DBC">
        <w:trPr>
          <w:trHeight w:val="62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903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spacing w:line="240" w:lineRule="auto"/>
              <w:ind w:firstLine="0"/>
              <w:rPr>
                <w:iCs/>
              </w:rPr>
            </w:pPr>
            <w:r w:rsidRPr="005A0DFB">
              <w:t>Субсидии бюджетам субъектов Российской Федерации на поощрение лучших учителей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2 02 02204 02 0000 151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Федерации на модернизацию региональных с</w:t>
            </w:r>
            <w:r w:rsidRPr="005A0DFB">
              <w:rPr>
                <w:iCs/>
              </w:rPr>
              <w:t>и</w:t>
            </w:r>
            <w:r w:rsidRPr="005A0DFB">
              <w:rPr>
                <w:iCs/>
              </w:rPr>
              <w:t>стем дошкольного образования</w:t>
            </w:r>
          </w:p>
        </w:tc>
      </w:tr>
      <w:tr w:rsidR="000C149F" w:rsidRPr="005A0DFB" w:rsidTr="00110DB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2 02 03020 02 0000 151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t>Субвенции бюджетам субъектов Российской Федерации на выплату единовременного пос</w:t>
            </w:r>
            <w:r w:rsidRPr="005A0DFB">
              <w:t>о</w:t>
            </w:r>
            <w:r w:rsidRPr="005A0DFB">
              <w:t>бия при всех формах устройства детей, лише</w:t>
            </w:r>
            <w:r w:rsidRPr="005A0DFB">
              <w:t>н</w:t>
            </w:r>
            <w:r w:rsidRPr="005A0DFB">
              <w:t>ных родительского попечения, в семью</w:t>
            </w:r>
          </w:p>
        </w:tc>
      </w:tr>
      <w:tr w:rsidR="000C149F" w:rsidRPr="005A0DFB" w:rsidTr="00110DBC">
        <w:trPr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br w:type="page"/>
            </w:r>
            <w:r w:rsidRPr="005A0DFB">
              <w:rPr>
                <w:szCs w:val="28"/>
                <w:lang w:val="en-US"/>
              </w:rPr>
              <w:t>903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рации для обучающихся по направлениям по</w:t>
            </w:r>
            <w:r w:rsidRPr="005A0DFB">
              <w:rPr>
                <w:szCs w:val="28"/>
              </w:rPr>
              <w:t>д</w:t>
            </w:r>
            <w:r w:rsidRPr="005A0DFB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ской Федерации</w:t>
            </w:r>
            <w:proofErr w:type="gramEnd"/>
          </w:p>
        </w:tc>
      </w:tr>
      <w:tr w:rsidR="000C149F" w:rsidRPr="005A0DFB" w:rsidTr="00110DBC">
        <w:trPr>
          <w:trHeight w:val="438"/>
          <w:jc w:val="center"/>
        </w:trPr>
        <w:tc>
          <w:tcPr>
            <w:tcW w:w="959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0C149F" w:rsidRPr="005A0DFB" w:rsidTr="00110DBC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149F" w:rsidRPr="005A0DFB" w:rsidRDefault="000C149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149F" w:rsidRPr="005A0DFB" w:rsidRDefault="000C149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iCs/>
              </w:rPr>
              <w:t>е</w:t>
            </w:r>
            <w:r w:rsidRPr="005A0DFB">
              <w:rPr>
                <w:iCs/>
              </w:rPr>
              <w:t>вых программ</w:t>
            </w:r>
          </w:p>
        </w:tc>
      </w:tr>
      <w:tr w:rsidR="000C149F" w:rsidRPr="005A0DFB" w:rsidTr="00110DBC">
        <w:trPr>
          <w:trHeight w:val="462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A04219">
            <w:pPr>
              <w:pStyle w:val="ConsCell"/>
              <w:widowControl/>
              <w:spacing w:after="120"/>
              <w:ind w:left="652" w:hanging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BC1F79">
            <w:pPr>
              <w:ind w:firstLine="0"/>
              <w:jc w:val="left"/>
            </w:pPr>
            <w:r w:rsidRPr="005A0DFB">
              <w:rPr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BC1F79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F751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лого и среднего предпринимательства, включая крестьянские (фермерские) хозяйства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F751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2 02 02012 02 0000 151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элитного семеново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</w:tr>
      <w:tr w:rsidR="000C149F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F751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2 02 02014 02 0000 151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производства льна и конопли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2 02 02017 02 0000 151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компенсацию части затрат по страхованию урожая сельскохозяйственных культур, урожая многолетних насаждений и посадок многолетних насаждений 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2 02 02027 02 0000 151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сельскохозяйстве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потребительских кооперативах в 2009 - 2012 годах на срок до 1</w:t>
            </w:r>
            <w:proofErr w:type="gramEnd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2 02 02039 02 0000 151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spacing w:line="240" w:lineRule="auto"/>
              <w:ind w:firstLine="0"/>
            </w:pPr>
            <w:r w:rsidRPr="005A0DFB">
              <w:t>Субсидии бюджетам субъектов Российской Федерации на поддержку племенного животн</w:t>
            </w:r>
            <w:r w:rsidRPr="005A0DFB">
              <w:t>о</w:t>
            </w:r>
            <w:r w:rsidRPr="005A0DFB">
              <w:t>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2 02 02040 02 0000 151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Default="000C149F" w:rsidP="006D4915">
            <w:pPr>
              <w:spacing w:line="240" w:lineRule="auto"/>
              <w:ind w:firstLine="0"/>
              <w:rPr>
                <w:color w:val="000000"/>
              </w:rPr>
            </w:pPr>
            <w:proofErr w:type="gramStart"/>
            <w:r w:rsidRPr="005A0DFB">
              <w:rPr>
                <w:color w:val="000000"/>
              </w:rPr>
              <w:t>Субсидии бюджетам субъектов Российской Федерации на возмещение части затрат на уплату процентов организациям независимо от их организационно-правовых форм по инв</w:t>
            </w:r>
            <w:r w:rsidRPr="005A0DFB">
              <w:rPr>
                <w:color w:val="000000"/>
              </w:rPr>
              <w:t>е</w:t>
            </w:r>
            <w:r w:rsidRPr="005A0DFB">
              <w:rPr>
                <w:color w:val="000000"/>
              </w:rPr>
              <w:t>стиционным кредитам, полученным в росси</w:t>
            </w:r>
            <w:r w:rsidRPr="005A0DFB">
              <w:rPr>
                <w:color w:val="000000"/>
              </w:rPr>
              <w:t>й</w:t>
            </w:r>
            <w:r w:rsidRPr="005A0DFB">
              <w:rPr>
                <w:color w:val="000000"/>
              </w:rPr>
              <w:t>ских кредитных организациях на приобретение племенного материала рыб, техники и обор</w:t>
            </w:r>
            <w:r w:rsidRPr="005A0DFB">
              <w:rPr>
                <w:color w:val="000000"/>
              </w:rPr>
              <w:t>у</w:t>
            </w:r>
            <w:r w:rsidRPr="005A0DFB">
              <w:rPr>
                <w:color w:val="000000"/>
              </w:rPr>
              <w:t>дования на срок до пяти лет, на строительство, реконструкцию и модернизацию комплексов (ферм) на срок до восьми лет, в 2007 - 201</w:t>
            </w:r>
            <w:r w:rsidRPr="005A0DFB">
              <w:t>1</w:t>
            </w:r>
            <w:r w:rsidRPr="005A0DFB">
              <w:rPr>
                <w:color w:val="000000"/>
              </w:rPr>
              <w:t xml:space="preserve"> г</w:t>
            </w:r>
            <w:r w:rsidRPr="005A0DFB">
              <w:rPr>
                <w:color w:val="000000"/>
              </w:rPr>
              <w:t>о</w:t>
            </w:r>
            <w:r w:rsidRPr="005A0DFB">
              <w:rPr>
                <w:color w:val="000000"/>
              </w:rPr>
              <w:t>дах для осуществления промышленного рыб</w:t>
            </w:r>
            <w:r w:rsidRPr="005A0DFB">
              <w:rPr>
                <w:color w:val="000000"/>
              </w:rPr>
              <w:t>о</w:t>
            </w:r>
            <w:r w:rsidRPr="005A0DFB">
              <w:rPr>
                <w:color w:val="000000"/>
              </w:rPr>
              <w:t>водства, в</w:t>
            </w:r>
            <w:proofErr w:type="gramEnd"/>
            <w:r w:rsidRPr="005A0DFB">
              <w:rPr>
                <w:color w:val="000000"/>
              </w:rPr>
              <w:t xml:space="preserve"> 2012 году для разведения одома</w:t>
            </w:r>
            <w:r w:rsidRPr="005A0DFB">
              <w:rPr>
                <w:color w:val="000000"/>
              </w:rPr>
              <w:t>ш</w:t>
            </w:r>
            <w:r w:rsidRPr="005A0DFB">
              <w:rPr>
                <w:color w:val="000000"/>
              </w:rPr>
              <w:t>ненных видов и пород рыб</w:t>
            </w:r>
          </w:p>
          <w:p w:rsidR="00110DBC" w:rsidRPr="005A0DFB" w:rsidRDefault="00110DBC" w:rsidP="006D4915">
            <w:pPr>
              <w:spacing w:line="240" w:lineRule="auto"/>
              <w:ind w:firstLine="0"/>
            </w:pPr>
          </w:p>
        </w:tc>
      </w:tr>
      <w:tr w:rsidR="000C149F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spacing w:line="240" w:lineRule="auto"/>
              <w:ind w:firstLine="0"/>
            </w:pPr>
            <w:r w:rsidRPr="005A0DFB">
              <w:t>Субсидии бюджетам субъектов Российской Федерации на реализацию федеральных цел</w:t>
            </w:r>
            <w:r w:rsidRPr="005A0DFB">
              <w:t>е</w:t>
            </w:r>
            <w:r w:rsidRPr="005A0DFB">
              <w:t>вых программ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2 02 02064 02 0000 151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spacing w:line="240" w:lineRule="auto"/>
              <w:ind w:firstLine="0"/>
            </w:pPr>
            <w:proofErr w:type="gramStart"/>
            <w:r w:rsidRPr="005A0DFB">
              <w:rPr>
                <w:color w:val="000000"/>
              </w:rPr>
              <w:t>Субсидии бюджетам субъектов Российской Федерации на возмещение сельскохозяйстве</w:t>
            </w:r>
            <w:r w:rsidRPr="005A0DFB">
              <w:rPr>
                <w:color w:val="000000"/>
              </w:rPr>
              <w:t>н</w:t>
            </w:r>
            <w:r w:rsidRPr="005A0DFB">
              <w:rPr>
                <w:color w:val="000000"/>
              </w:rPr>
              <w:t>ным товаропроизводителям, организациям а</w:t>
            </w:r>
            <w:r w:rsidRPr="005A0DFB">
              <w:rPr>
                <w:color w:val="000000"/>
              </w:rPr>
              <w:t>г</w:t>
            </w:r>
            <w:r w:rsidRPr="005A0DFB">
              <w:rPr>
                <w:color w:val="000000"/>
              </w:rPr>
              <w:t>ропромышленного комплекса независимо от их организационно-правовых форм и крестья</w:t>
            </w:r>
            <w:r w:rsidRPr="005A0DFB">
              <w:rPr>
                <w:color w:val="000000"/>
              </w:rPr>
              <w:t>н</w:t>
            </w:r>
            <w:r w:rsidRPr="005A0DFB">
              <w:rPr>
                <w:color w:val="000000"/>
              </w:rPr>
              <w:t>ским (фермерским) хозяйствам, сельскохозя</w:t>
            </w:r>
            <w:r w:rsidRPr="005A0DFB">
              <w:rPr>
                <w:color w:val="000000"/>
              </w:rPr>
              <w:t>й</w:t>
            </w:r>
            <w:r w:rsidRPr="005A0DFB">
              <w:rPr>
                <w:color w:val="000000"/>
              </w:rPr>
              <w:t>ственным потребительским кооперативам ч</w:t>
            </w:r>
            <w:r w:rsidRPr="005A0DFB">
              <w:rPr>
                <w:color w:val="000000"/>
              </w:rPr>
              <w:t>а</w:t>
            </w:r>
            <w:r w:rsidRPr="005A0DFB">
              <w:rPr>
                <w:color w:val="000000"/>
              </w:rPr>
              <w:t>сти затрат на уплату процентов по инвестиц</w:t>
            </w:r>
            <w:r w:rsidRPr="005A0DFB">
              <w:rPr>
                <w:color w:val="000000"/>
              </w:rPr>
              <w:t>и</w:t>
            </w:r>
            <w:r w:rsidRPr="005A0DFB">
              <w:rPr>
                <w:color w:val="000000"/>
              </w:rPr>
              <w:t>онным кредитам, полученным в российских кредитных организациях, и займам, получе</w:t>
            </w:r>
            <w:r w:rsidRPr="005A0DFB">
              <w:rPr>
                <w:color w:val="000000"/>
              </w:rPr>
              <w:t>н</w:t>
            </w:r>
            <w:r w:rsidRPr="005A0DFB">
              <w:rPr>
                <w:color w:val="000000"/>
              </w:rPr>
              <w:t>ным в сельскохозяйственных кредитных потр</w:t>
            </w:r>
            <w:r w:rsidRPr="005A0DFB">
              <w:rPr>
                <w:color w:val="000000"/>
              </w:rPr>
              <w:t>е</w:t>
            </w:r>
            <w:r w:rsidRPr="005A0DFB">
              <w:rPr>
                <w:color w:val="000000"/>
              </w:rPr>
              <w:t>бительских кооперативах в 2004 - 2012 годах на срок от 2 до 10 лет</w:t>
            </w:r>
            <w:proofErr w:type="gramEnd"/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2 02 02065 02 0000 151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spacing w:line="240" w:lineRule="auto"/>
              <w:ind w:firstLine="0"/>
            </w:pPr>
            <w:r w:rsidRPr="005A0DFB">
              <w:rPr>
                <w:color w:val="000000"/>
              </w:rPr>
              <w:t>Субсидии бюджетам субъектов Российской Федерации на возмещение гражданам, вед</w:t>
            </w:r>
            <w:r w:rsidRPr="005A0DFB">
              <w:rPr>
                <w:color w:val="000000"/>
              </w:rPr>
              <w:t>у</w:t>
            </w:r>
            <w:r w:rsidRPr="005A0DFB">
              <w:rPr>
                <w:color w:val="000000"/>
              </w:rPr>
              <w:t>щим личное подсобное хозяйство, сельскох</w:t>
            </w:r>
            <w:r w:rsidRPr="005A0DFB">
              <w:rPr>
                <w:color w:val="000000"/>
              </w:rPr>
              <w:t>о</w:t>
            </w:r>
            <w:r w:rsidRPr="005A0DFB">
              <w:rPr>
                <w:color w:val="000000"/>
              </w:rPr>
              <w:t>зяйственным потребительским кооперативам, крестьянским (фермерским) хозяйствам части затрат на уплату процентов по кредитам, пол</w:t>
            </w:r>
            <w:r w:rsidRPr="005A0DFB">
              <w:rPr>
                <w:color w:val="000000"/>
              </w:rPr>
              <w:t>у</w:t>
            </w:r>
            <w:r w:rsidRPr="005A0DFB">
              <w:rPr>
                <w:color w:val="000000"/>
              </w:rPr>
              <w:t>ченным в российских кредитных организациях, и займам, полученным в сельскохозяйственных кредитных потребительских кооперативах в 2005 - 2012 годах на срок до 8 лет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2 02 02082 02 0000 151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компенсацию части затрат на приобретение средств химизации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spacing w:line="240" w:lineRule="auto"/>
              <w:ind w:firstLine="0"/>
            </w:pPr>
            <w:r w:rsidRPr="005A0DFB"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5A0DFB">
              <w:t>е</w:t>
            </w:r>
            <w:r w:rsidRPr="005A0DFB">
              <w:t>дерации, проживающих в сельской местности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мых региональных программ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02146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развития консульт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ционной помощи сельхозтоваропроизводит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лям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2 02 02150 02 0000 151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программы энерг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сбережения и повышения энергетической э</w:t>
            </w:r>
            <w:r w:rsidRPr="005A0DFB">
              <w:rPr>
                <w:rFonts w:ascii="Times New Roman" w:hAnsi="Times New Roman" w:cs="Times New Roman"/>
                <w:sz w:val="28"/>
              </w:rPr>
              <w:t>ф</w:t>
            </w:r>
            <w:r w:rsidRPr="005A0DFB">
              <w:rPr>
                <w:rFonts w:ascii="Times New Roman" w:hAnsi="Times New Roman" w:cs="Times New Roman"/>
                <w:sz w:val="28"/>
              </w:rPr>
              <w:t>фективности на период до 2020 года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153 02 0000 151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</w:t>
            </w:r>
            <w:r w:rsidRPr="005A0DFB">
              <w:rPr>
                <w:rFonts w:ascii="Times New Roman" w:hAnsi="Times New Roman" w:cs="Times New Roman"/>
                <w:sz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183 02 0000 151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5A0DFB">
              <w:rPr>
                <w:rFonts w:ascii="Times New Roman" w:hAnsi="Times New Roman" w:cs="Times New Roman"/>
                <w:sz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af2"/>
              <w:jc w:val="both"/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5A0DFB">
              <w:rPr>
                <w:rFonts w:ascii="Times New Roman" w:hAnsi="Times New Roman" w:cs="Times New Roman"/>
                <w:sz w:val="28"/>
              </w:rPr>
              <w:t>т</w:t>
            </w:r>
            <w:r w:rsidRPr="005A0DFB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5A0DFB">
              <w:rPr>
                <w:rFonts w:ascii="Times New Roman" w:hAnsi="Times New Roman" w:cs="Times New Roman"/>
                <w:sz w:val="28"/>
              </w:rPr>
              <w:t>т</w:t>
            </w:r>
            <w:r w:rsidRPr="005A0DFB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0C149F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</w:t>
            </w:r>
            <w:r w:rsidRPr="005A0DFB">
              <w:rPr>
                <w:rFonts w:ascii="Times New Roman" w:hAnsi="Times New Roman" w:cs="Times New Roman"/>
                <w:sz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5A0DFB">
              <w:rPr>
                <w:rFonts w:ascii="Times New Roman" w:hAnsi="Times New Roman" w:cs="Times New Roman"/>
                <w:sz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</w:t>
            </w:r>
            <w:r w:rsidRPr="005A0DFB">
              <w:rPr>
                <w:sz w:val="28"/>
                <w:szCs w:val="28"/>
              </w:rPr>
              <w:t xml:space="preserve"> </w:t>
            </w:r>
            <w:r w:rsidRPr="005A0DFB">
              <w:rPr>
                <w:rFonts w:ascii="Times New Roman" w:hAnsi="Times New Roman" w:cs="Times New Roman"/>
                <w:sz w:val="28"/>
              </w:rPr>
              <w:t>поддержку начинающих ферм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5A0DFB">
              <w:rPr>
                <w:rFonts w:ascii="Times New Roman" w:hAnsi="Times New Roman" w:cs="Times New Roman"/>
                <w:sz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 w:rsidRPr="005A0DFB">
              <w:rPr>
                <w:sz w:val="28"/>
                <w:szCs w:val="28"/>
              </w:rPr>
              <w:t xml:space="preserve"> 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199 02 0000 151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кр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стьянских (фермерских) хозяйств, включая и</w:t>
            </w:r>
            <w:r w:rsidRPr="005A0DFB">
              <w:rPr>
                <w:rFonts w:ascii="Times New Roman" w:hAnsi="Times New Roman" w:cs="Times New Roman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</w:rPr>
              <w:t>дивидуальных предпринимателей, при офор</w:t>
            </w:r>
            <w:r w:rsidRPr="005A0DFB">
              <w:rPr>
                <w:rFonts w:ascii="Times New Roman" w:hAnsi="Times New Roman" w:cs="Times New Roman"/>
                <w:sz w:val="28"/>
              </w:rPr>
              <w:t>м</w:t>
            </w:r>
            <w:r w:rsidRPr="005A0DFB">
              <w:rPr>
                <w:rFonts w:ascii="Times New Roman" w:hAnsi="Times New Roman" w:cs="Times New Roman"/>
                <w:sz w:val="28"/>
              </w:rPr>
              <w:t>лении в собственность используемых ими з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мельных участков из земель сельскохозя</w:t>
            </w:r>
            <w:r w:rsidRPr="005A0DFB">
              <w:rPr>
                <w:rFonts w:ascii="Times New Roman" w:hAnsi="Times New Roman" w:cs="Times New Roman"/>
                <w:sz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</w:rPr>
              <w:t>ственного назначения</w:t>
            </w:r>
          </w:p>
        </w:tc>
      </w:tr>
      <w:tr w:rsidR="000C149F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2 02 02203 02 0000 151 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затрат, связанных с оказанием поддержки сельскохозяйственных товаропроизводителей, осуществляющих пр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изводство свинины, мяса птицы и яиц, в связи с удорожанием приобретенных кормов</w:t>
            </w:r>
          </w:p>
        </w:tc>
      </w:tr>
      <w:tr w:rsidR="000C149F" w:rsidRPr="005A0DFB" w:rsidTr="00110DBC">
        <w:trPr>
          <w:trHeight w:val="30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149F" w:rsidRPr="005A0DFB" w:rsidRDefault="000C149F" w:rsidP="00A04219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906 – Департамент финансов Ярославской области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A133C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</w:rPr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тов субъектов Российской Федерации)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го в период с 1 марта 2007 года и до 1 января 2008 года при упрощенном декларировании доходов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рантом государственных гарантий субъекта Российской Федерации ведет к возникновению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права регрессного требования гаранта к при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C037DA" w:rsidRPr="00302A0A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02A0A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C037DA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02A0A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037DA" w:rsidRPr="00302A0A" w:rsidRDefault="00C037DA" w:rsidP="009B60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="00110DBC"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1992</w:t>
            </w:r>
            <w:r w:rsidR="00110DBC"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110DBC"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1994 годов, предоставленных юридич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крытие временных кассовых разрывов, возн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0C149F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49F" w:rsidRPr="005A0DFB" w:rsidRDefault="000C149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ликв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дацией последствий стихийных бедствий и техногенных аварий другим бюджетам бю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C037DA" w:rsidRPr="00302A0A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302A0A" w:rsidRDefault="00603E37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302A0A" w:rsidRDefault="00603E37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8E7711" w:rsidRDefault="00603E37" w:rsidP="00C037DA">
            <w:pPr>
              <w:spacing w:line="240" w:lineRule="auto"/>
              <w:ind w:hanging="20"/>
              <w:rPr>
                <w:szCs w:val="28"/>
              </w:rPr>
            </w:pPr>
            <w:r w:rsidRPr="00302A0A">
              <w:t xml:space="preserve">Возврат централизованных кредитов АПК </w:t>
            </w:r>
            <w:r w:rsidR="00110DBC" w:rsidRPr="00302A0A">
              <w:br/>
            </w:r>
            <w:r w:rsidRPr="00302A0A">
              <w:t>1992</w:t>
            </w:r>
            <w:r w:rsidR="00110DBC" w:rsidRPr="00302A0A">
              <w:t xml:space="preserve"> </w:t>
            </w:r>
            <w:r w:rsidRPr="00302A0A">
              <w:t>-</w:t>
            </w:r>
            <w:r w:rsidR="00110DBC" w:rsidRPr="00302A0A">
              <w:t xml:space="preserve"> </w:t>
            </w:r>
            <w:r w:rsidRPr="00302A0A">
              <w:t xml:space="preserve">1994 годов, предоставленных другим </w:t>
            </w:r>
            <w:r w:rsidRPr="00302A0A">
              <w:lastRenderedPageBreak/>
              <w:t>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F4E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01 06 05 02 02 4610 640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финансиров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целевых расходов, предоставленных др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C037DA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7DA" w:rsidRPr="00302A0A" w:rsidRDefault="00C037DA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A32C52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spacing w:line="240" w:lineRule="auto"/>
              <w:ind w:firstLine="20"/>
              <w:rPr>
                <w:szCs w:val="28"/>
              </w:rPr>
            </w:pPr>
            <w:r w:rsidRPr="005A0DFB">
              <w:rPr>
                <w:szCs w:val="28"/>
              </w:rPr>
              <w:t>Увеличение финансовых активов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 xml:space="preserve">рации, размещенных на депозитах в валюте </w:t>
            </w:r>
            <w:r w:rsidRPr="005A0DFB">
              <w:rPr>
                <w:szCs w:val="28"/>
              </w:rPr>
              <w:lastRenderedPageBreak/>
              <w:t>Российской Федерации и в иностранной валюте в кредитных организациях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A32C52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Уменьшение финансовых активов в собстве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9D10A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Увеличение финансовых активов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5A0DFB">
              <w:rPr>
                <w:szCs w:val="28"/>
              </w:rPr>
              <w:t>Федерации</w:t>
            </w:r>
            <w:proofErr w:type="gramEnd"/>
            <w:r w:rsidRPr="005A0DFB">
              <w:rPr>
                <w:szCs w:val="28"/>
              </w:rPr>
              <w:t xml:space="preserve"> и лицевые счета которым открыты в территор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ской Федерации в соответствии с законод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тельством Российской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2 02 03998 02 0000 151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Единая субвенция бюджетам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603E37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37" w:rsidRPr="005A0DFB" w:rsidRDefault="00603E37" w:rsidP="002A1EA0">
            <w:pPr>
              <w:spacing w:line="240" w:lineRule="auto"/>
              <w:ind w:firstLine="0"/>
            </w:pPr>
            <w:r w:rsidRPr="005A0DFB">
              <w:t>Перечисления из бюджетов субъектов Росси</w:t>
            </w:r>
            <w:r w:rsidRPr="005A0DFB">
              <w:t>й</w:t>
            </w:r>
            <w:r w:rsidRPr="005A0DFB">
              <w:t>ской Федерации (в бюджеты субъектов Росси</w:t>
            </w:r>
            <w:r w:rsidRPr="005A0DFB">
              <w:t>й</w:t>
            </w:r>
            <w:r w:rsidRPr="005A0DFB">
              <w:t>ской Федерации) для осуществления возврата (зачета) излишне уплаченных или излишне взыс</w:t>
            </w:r>
            <w:r w:rsidRPr="005A0DFB">
              <w:softHyphen/>
              <w:t>канных сумм налогов, сборов и иных пл</w:t>
            </w:r>
            <w:r w:rsidRPr="005A0DFB">
              <w:t>а</w:t>
            </w:r>
            <w:r w:rsidRPr="005A0DFB">
              <w:t>тежей, а также сумм процентов за несвоевр</w:t>
            </w:r>
            <w:r w:rsidRPr="005A0DFB">
              <w:t>е</w:t>
            </w:r>
            <w:r w:rsidRPr="005A0DFB">
              <w:t>менное осуществление такого возврата и пр</w:t>
            </w:r>
            <w:r w:rsidRPr="005A0DFB">
              <w:t>о</w:t>
            </w:r>
            <w:r w:rsidRPr="005A0DFB">
              <w:t>центов, начисленных на излишне взысканные суммы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908 – Департамент жилищно-коммунального комплекса Ярославской о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5A0DFB">
              <w:t>Субсидии бюджетам субъектов Российской Федерации на реализацию федеральных цел</w:t>
            </w:r>
            <w:r w:rsidRPr="005A0DFB">
              <w:t>е</w:t>
            </w:r>
            <w:r w:rsidRPr="005A0DFB">
              <w:t>вых программ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BC" w:rsidRDefault="00063183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5A0DFB"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5A0DFB">
              <w:t>и</w:t>
            </w:r>
            <w:r w:rsidRPr="005A0DFB">
              <w:t>ципальной) собственности</w:t>
            </w:r>
          </w:p>
          <w:p w:rsidR="00110DBC" w:rsidRPr="005A0DFB" w:rsidRDefault="00110DBC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5A0DFB">
              <w:t>Безвозмездные поступления в бюджеты суб</w:t>
            </w:r>
            <w:r w:rsidRPr="005A0DFB">
              <w:t>ъ</w:t>
            </w:r>
            <w:r w:rsidRPr="005A0DFB">
              <w:t>ектов Российской Федерации от государстве</w:t>
            </w:r>
            <w:r w:rsidRPr="005A0DFB">
              <w:t>н</w:t>
            </w:r>
            <w:r w:rsidRPr="005A0DFB">
              <w:t>ной корпорации - Фонда содействия реформ</w:t>
            </w:r>
            <w:r w:rsidRPr="005A0DFB">
              <w:t>и</w:t>
            </w:r>
            <w:r w:rsidRPr="005A0DFB">
              <w:t>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</w:p>
          <w:p w:rsidR="00063183" w:rsidRPr="005A0DFB" w:rsidRDefault="00063183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26519D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519D" w:rsidRPr="005A0DFB" w:rsidRDefault="0026519D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519D" w:rsidRPr="005A0DFB" w:rsidRDefault="0026519D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519D" w:rsidRPr="005A0DFB" w:rsidRDefault="0026519D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2 02 02118 02 0000 151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рам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C168B5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2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ции и полных кавалеров ордена Славы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C168B5">
            <w:pPr>
              <w:pStyle w:val="ConsCell"/>
              <w:widowControl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ществлению ежегодной денежной выплаты л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цам, награжденным нагрудным знаком "Поче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ный донор России"</w:t>
            </w:r>
          </w:p>
          <w:p w:rsidR="00110DBC" w:rsidRDefault="00110DBC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</w:p>
          <w:p w:rsidR="00110DBC" w:rsidRPr="005A0DFB" w:rsidRDefault="00110DBC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государственные единовреме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ные пособия и ежемесячные денежные компе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сации гражданам при возникновении поства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цинальных осложнений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выплаты инвалидам компенс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063183" w:rsidRPr="005A0DFB" w:rsidTr="00110DBC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единовременного пос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бия беременной жене военнослужащего, пр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ходящего военную службу по призыву, а также ежемесячного пособия на ребенка военносл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жащего, проходящего военную службу по пр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зыву</w:t>
            </w:r>
          </w:p>
        </w:tc>
      </w:tr>
      <w:tr w:rsidR="00063183" w:rsidRPr="005A0DFB" w:rsidTr="00110DBC">
        <w:trPr>
          <w:trHeight w:val="6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502800" w:rsidRPr="005A0DFB" w:rsidTr="00110DBC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800" w:rsidRPr="005A0DFB" w:rsidRDefault="00502800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800" w:rsidRPr="005A0DFB" w:rsidRDefault="00502800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800" w:rsidRPr="005A0DFB" w:rsidRDefault="00502800" w:rsidP="00343E0B">
            <w:pPr>
              <w:spacing w:after="240" w:line="240" w:lineRule="auto"/>
              <w:ind w:firstLine="0"/>
              <w:rPr>
                <w:i/>
                <w:snapToGrid w:val="0"/>
              </w:rPr>
            </w:pPr>
            <w:r w:rsidRPr="005A0DFB">
              <w:rPr>
                <w:iCs/>
              </w:rPr>
              <w:t>Субвенции бюджетам субъектов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063183" w:rsidRPr="005A0DFB" w:rsidTr="00110DBC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911 – Департамент имущественных и земельных отношений Ярославской области</w:t>
            </w:r>
          </w:p>
        </w:tc>
      </w:tr>
      <w:tr w:rsidR="00063183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063183" w:rsidRPr="005A0DFB" w:rsidTr="00110DBC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5A0DFB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>ственных товариществ и обществ, или див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lastRenderedPageBreak/>
              <w:t>дендов по акциям, принадлежащим субъектам Российской Федерации</w:t>
            </w:r>
          </w:p>
        </w:tc>
      </w:tr>
      <w:tr w:rsidR="00063183" w:rsidRPr="005A0DFB" w:rsidTr="00110DBC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063183" w:rsidRPr="005A0DFB" w:rsidTr="00110DBC">
        <w:trPr>
          <w:trHeight w:val="300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0"/>
              <w:jc w:val="left"/>
            </w:pPr>
            <w:r w:rsidRPr="005A0DFB"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2947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proofErr w:type="gramStart"/>
            <w:r w:rsidRPr="005A0DFB">
              <w:t xml:space="preserve">Доходы, получаемые в виде арендной платы за земельные участки, которые расположены в границах </w:t>
            </w:r>
            <w:r w:rsidR="00BC3A5D">
              <w:t xml:space="preserve">сельских </w:t>
            </w:r>
            <w:r w:rsidRPr="005A0DFB">
              <w:t>поселений, находятся в ф</w:t>
            </w:r>
            <w:r w:rsidRPr="005A0DFB">
              <w:t>е</w:t>
            </w:r>
            <w:r w:rsidRPr="005A0DFB"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</w:t>
            </w:r>
            <w:r w:rsidRPr="005A0DFB">
              <w:t>е</w:t>
            </w:r>
            <w:r w:rsidRPr="005A0DFB">
              <w:t>ние договоров аренды указанных земельных участков</w:t>
            </w:r>
            <w:proofErr w:type="gramEnd"/>
          </w:p>
        </w:tc>
      </w:tr>
      <w:tr w:rsidR="00063183" w:rsidRPr="005A0DFB" w:rsidTr="00110DBC">
        <w:trPr>
          <w:trHeight w:val="2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1 11 05032 02 0000 120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сдачи в аренду имущества, наход</w:t>
            </w:r>
            <w:r w:rsidRPr="005A0DFB">
              <w:rPr>
                <w:snapToGrid w:val="0"/>
              </w:rPr>
              <w:t>я</w:t>
            </w:r>
            <w:r w:rsidRPr="005A0DFB">
              <w:rPr>
                <w:snapToGrid w:val="0"/>
              </w:rPr>
              <w:t>щегося в оперативном управлении органов го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5A0DFB">
              <w:t xml:space="preserve">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t>авт</w:t>
            </w:r>
            <w:r w:rsidRPr="005A0DFB">
              <w:t>о</w:t>
            </w:r>
            <w:r w:rsidRPr="005A0DFB">
              <w:t>номных учреждений субъектов Российской Федерации)</w:t>
            </w:r>
          </w:p>
        </w:tc>
      </w:tr>
      <w:tr w:rsidR="00063183" w:rsidRPr="005A0DFB" w:rsidTr="00110DBC">
        <w:trPr>
          <w:trHeight w:val="14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063183" w:rsidRPr="005A0DFB" w:rsidTr="00110DB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1 11 08020 02 0000 120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r w:rsidRPr="005A0DFB">
              <w:t>Средства, получаемые от передачи имущества, находящегося в собственности субъектов Ро</w:t>
            </w:r>
            <w:r w:rsidRPr="005A0DFB">
              <w:t>с</w:t>
            </w:r>
            <w:r w:rsidRPr="005A0DFB">
              <w:t>сийской Федерации (за исключением имущ</w:t>
            </w:r>
            <w:r w:rsidRPr="005A0DFB">
              <w:t>е</w:t>
            </w:r>
            <w:r w:rsidRPr="005A0DFB">
              <w:t xml:space="preserve">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t>автономных учреждений субъектов Российской Федерации, а также имущества государственных унитарных пре</w:t>
            </w:r>
            <w:r w:rsidRPr="005A0DFB">
              <w:t>д</w:t>
            </w:r>
            <w:r w:rsidRPr="005A0DFB">
              <w:t>приятий субъектов Российской Федерации, в том числе казенных), в залог, в доверительное управление</w:t>
            </w:r>
          </w:p>
        </w:tc>
      </w:tr>
      <w:tr w:rsidR="00063183" w:rsidRPr="005A0DFB" w:rsidTr="00110DBC">
        <w:trPr>
          <w:trHeight w:val="11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1 11 09042 02 0000 120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Прочие поступления от использования имущ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5A0DFB">
              <w:t>(за исключением им</w:t>
            </w:r>
            <w:r w:rsidRPr="005A0DFB">
              <w:t>у</w:t>
            </w:r>
            <w:r w:rsidRPr="005A0DFB">
              <w:t xml:space="preserve">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t xml:space="preserve">автономных учреждений субъектов Российской Федерации, а также </w:t>
            </w:r>
            <w:r w:rsidRPr="005A0DFB">
              <w:lastRenderedPageBreak/>
              <w:t>имущества государственных унитарных пре</w:t>
            </w:r>
            <w:r w:rsidRPr="005A0DFB">
              <w:t>д</w:t>
            </w:r>
            <w:r w:rsidRPr="005A0DFB">
              <w:t>приятий субъектов Российской Федерации, в том числе казенных)</w:t>
            </w:r>
          </w:p>
        </w:tc>
      </w:tr>
      <w:tr w:rsidR="00063183" w:rsidRPr="005A0DFB" w:rsidTr="00110DBC">
        <w:trPr>
          <w:trHeight w:val="26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lastRenderedPageBreak/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063183" w:rsidRPr="005A0DFB" w:rsidTr="00110DBC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 xml:space="preserve">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9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 xml:space="preserve">ской Федерации (за исключением имущества </w:t>
            </w:r>
            <w:r w:rsidRPr="005A0DFB">
              <w:rPr>
                <w:szCs w:val="28"/>
              </w:rPr>
              <w:t xml:space="preserve">бюджетных и </w:t>
            </w:r>
            <w:r w:rsidRPr="005A0DFB">
              <w:rPr>
                <w:snapToGrid w:val="0"/>
              </w:rPr>
              <w:t>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063183" w:rsidRPr="005A0DFB" w:rsidTr="00110DBC">
        <w:trPr>
          <w:trHeight w:val="44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063183" w:rsidRPr="005A0DFB" w:rsidTr="00110DB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(за исключением земельных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 бюджетных и автономных учрежд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063183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063183" w:rsidRPr="005A0DFB" w:rsidTr="00110DB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009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911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009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3183" w:rsidRPr="005A0DFB" w:rsidRDefault="00063183" w:rsidP="00302A0A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предоставлени</w:t>
            </w:r>
            <w:r w:rsidR="008202D1"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 xml:space="preserve"> жилых помещ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063183" w:rsidRPr="005A0DFB" w:rsidTr="00110DBC">
        <w:trPr>
          <w:trHeight w:val="33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282618" w:rsidP="00110DBC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 области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4913E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343E0B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грамм в области энергосбережения и повыш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ния энергетической эффективности </w:t>
            </w:r>
          </w:p>
        </w:tc>
      </w:tr>
      <w:tr w:rsidR="00343E0B" w:rsidRPr="005A0DFB" w:rsidTr="00110DBC">
        <w:trPr>
          <w:trHeight w:val="34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343E0B" w:rsidRPr="005A0DFB" w:rsidTr="00110DBC">
        <w:trPr>
          <w:trHeight w:val="35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343E0B" w:rsidRPr="005A0DFB" w:rsidTr="00110DBC">
        <w:trPr>
          <w:trHeight w:val="35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FF226D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343E0B" w:rsidRPr="005A0DFB" w:rsidTr="00110DBC">
        <w:trPr>
          <w:trHeight w:val="2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FF226D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5A0DFB">
              <w:rPr>
                <w:szCs w:val="28"/>
              </w:rPr>
              <w:t>ь</w:t>
            </w:r>
            <w:r w:rsidRPr="005A0DFB">
              <w:rPr>
                <w:szCs w:val="28"/>
              </w:rPr>
              <w:t>ных районов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FF226D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Pr="005A0DFB">
              <w:rPr>
                <w:szCs w:val="28"/>
              </w:rPr>
              <w:lastRenderedPageBreak/>
              <w:t xml:space="preserve">и муниципальных нужд для нужд </w:t>
            </w:r>
            <w:r w:rsidR="00BC3A5D">
              <w:rPr>
                <w:szCs w:val="28"/>
              </w:rPr>
              <w:t xml:space="preserve">сельских </w:t>
            </w:r>
            <w:r w:rsidRPr="005A0DFB">
              <w:rPr>
                <w:szCs w:val="28"/>
              </w:rPr>
              <w:t>п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селений</w:t>
            </w:r>
          </w:p>
        </w:tc>
      </w:tr>
      <w:tr w:rsidR="004F5B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B0B" w:rsidRPr="00302A0A" w:rsidRDefault="004F5B0B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B0B" w:rsidRPr="00302A0A" w:rsidRDefault="004F5B0B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B0B" w:rsidRPr="00302A0A" w:rsidRDefault="004F5B0B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42319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5A0DFB">
              <w:rPr>
                <w:szCs w:val="28"/>
              </w:rPr>
              <w:t>у</w:t>
            </w:r>
            <w:r w:rsidRPr="005A0DFB">
              <w:rPr>
                <w:szCs w:val="28"/>
              </w:rPr>
              <w:t>дарственного плана подготовки управленч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ских кадров для организаций народного хозя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ства</w:t>
            </w:r>
            <w:r w:rsidR="0042319C" w:rsidRPr="005A0DFB">
              <w:rPr>
                <w:szCs w:val="28"/>
              </w:rPr>
              <w:t xml:space="preserve"> Российской Федерации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2 02 04012 02 0000 151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0933D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ных с отдыхом и оздоровлением детей в орг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низациях отдыха детей и их оздоровления, ра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положенных в Республике Крым и г. Севаст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поле</w:t>
            </w:r>
          </w:p>
        </w:tc>
      </w:tr>
      <w:tr w:rsidR="00343E0B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0902F4">
            <w:pPr>
              <w:widowControl/>
              <w:spacing w:line="240" w:lineRule="auto"/>
              <w:ind w:firstLine="0"/>
              <w:rPr>
                <w:iCs/>
              </w:rPr>
            </w:pPr>
            <w:proofErr w:type="gramStart"/>
            <w:r w:rsidRPr="005A0DFB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тории Российской Федерации и проживающим в жилых помещениях граждан Российской Ф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дерации</w:t>
            </w:r>
            <w:proofErr w:type="gramEnd"/>
          </w:p>
        </w:tc>
      </w:tr>
      <w:tr w:rsidR="00343E0B" w:rsidRPr="005A0DFB" w:rsidTr="00302A0A">
        <w:trPr>
          <w:trHeight w:val="13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7774D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343E0B" w:rsidRPr="005A0DFB" w:rsidTr="00110DBC">
        <w:trPr>
          <w:trHeight w:val="281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5A1411">
            <w:pPr>
              <w:spacing w:line="240" w:lineRule="auto"/>
              <w:ind w:firstLine="0"/>
              <w:jc w:val="left"/>
            </w:pPr>
            <w:r w:rsidRPr="005A0DFB">
              <w:rPr>
                <w:b/>
                <w:szCs w:val="28"/>
              </w:rPr>
              <w:t>923 – Агентство по физической культуре и спорту Ярославской области</w:t>
            </w:r>
          </w:p>
        </w:tc>
      </w:tr>
      <w:tr w:rsidR="00343E0B" w:rsidRPr="005A0DFB" w:rsidTr="00110DBC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Nonformat"/>
              <w:jc w:val="both"/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343E0B" w:rsidRPr="005A0DFB" w:rsidTr="00110DBC">
        <w:trPr>
          <w:trHeight w:val="281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f"/>
              <w:rPr>
                <w:sz w:val="28"/>
                <w:szCs w:val="28"/>
              </w:rPr>
            </w:pPr>
            <w:r w:rsidRPr="005A0DFB">
              <w:rPr>
                <w:sz w:val="28"/>
                <w:szCs w:val="28"/>
              </w:rPr>
              <w:t xml:space="preserve">924 </w:t>
            </w:r>
            <w:r w:rsidRPr="005A0DFB">
              <w:rPr>
                <w:b w:val="0"/>
                <w:sz w:val="28"/>
                <w:szCs w:val="28"/>
              </w:rPr>
              <w:t>–</w:t>
            </w:r>
            <w:r w:rsidRPr="005A0DFB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343E0B" w:rsidRPr="005A0DFB" w:rsidTr="00110DB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343E0B" w:rsidRPr="005A0DFB" w:rsidTr="00110DB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Nonformat"/>
              <w:jc w:val="both"/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343E0B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10D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="00110DBC">
              <w:rPr>
                <w:rFonts w:ascii="Times New Roman" w:hAnsi="Times New Roman" w:cs="Times New Roman"/>
                <w:sz w:val="28"/>
              </w:rPr>
              <w:softHyphen/>
            </w:r>
            <w:r w:rsidRPr="005A0DFB">
              <w:rPr>
                <w:rFonts w:ascii="Times New Roman" w:hAnsi="Times New Roman" w:cs="Times New Roman"/>
                <w:sz w:val="28"/>
              </w:rPr>
              <w:t>тель</w:t>
            </w:r>
            <w:r w:rsidR="00110DBC">
              <w:rPr>
                <w:rFonts w:ascii="Times New Roman" w:hAnsi="Times New Roman" w:cs="Times New Roman"/>
                <w:sz w:val="28"/>
              </w:rPr>
              <w:softHyphen/>
            </w:r>
            <w:r w:rsidRPr="005A0DFB">
              <w:rPr>
                <w:rFonts w:ascii="Times New Roman" w:hAnsi="Times New Roman" w:cs="Times New Roman"/>
                <w:sz w:val="28"/>
              </w:rPr>
              <w:t>ных комплексов, включая металлоко</w:t>
            </w:r>
            <w:r w:rsidRPr="005A0DFB">
              <w:rPr>
                <w:rFonts w:ascii="Times New Roman" w:hAnsi="Times New Roman" w:cs="Times New Roman"/>
                <w:sz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</w:rPr>
              <w:t>струкции и металлоизделия</w:t>
            </w:r>
          </w:p>
        </w:tc>
      </w:tr>
      <w:tr w:rsidR="00343E0B" w:rsidRPr="005A0DFB" w:rsidTr="00302A0A">
        <w:trPr>
          <w:trHeight w:val="291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2 02 0</w:t>
            </w:r>
            <w:r w:rsidRPr="005A0DFB">
              <w:rPr>
                <w:szCs w:val="28"/>
              </w:rPr>
              <w:t>3</w:t>
            </w:r>
            <w:r w:rsidRPr="005A0DFB">
              <w:rPr>
                <w:szCs w:val="28"/>
                <w:lang w:val="en-US"/>
              </w:rPr>
              <w:t>069 02 0000 151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10DBC">
            <w:pPr>
              <w:spacing w:line="240" w:lineRule="auto"/>
              <w:ind w:firstLine="0"/>
            </w:pPr>
            <w:r w:rsidRPr="005A0DFB">
              <w:rPr>
                <w:snapToGrid w:val="0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5A0DFB">
              <w:rPr>
                <w:snapToGrid w:val="0"/>
              </w:rPr>
              <w:t>ь</w:t>
            </w:r>
            <w:r w:rsidRPr="005A0DFB">
              <w:rPr>
                <w:snapToGrid w:val="0"/>
              </w:rPr>
              <w:t>ным законом от 12 января 1995 года № 5-</w:t>
            </w:r>
            <w:r w:rsidR="00110DBC">
              <w:rPr>
                <w:snapToGrid w:val="0"/>
              </w:rPr>
              <w:t>Ф</w:t>
            </w:r>
            <w:r w:rsidRPr="005A0DFB">
              <w:rPr>
                <w:snapToGrid w:val="0"/>
              </w:rPr>
              <w:t xml:space="preserve">З </w:t>
            </w:r>
            <w:r w:rsidR="00110DBC">
              <w:rPr>
                <w:snapToGrid w:val="0"/>
              </w:rPr>
              <w:br/>
            </w:r>
            <w:r w:rsidRPr="005A0DFB">
              <w:rPr>
                <w:snapToGrid w:val="0"/>
              </w:rPr>
              <w:t>"О ветеранах", в соответствии с Указом През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t>дента Российской Федерации от 7 мая 2008 г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да № 714 "Об обеспечении жильем ветеранов Великой Отечественной войны 1941 - 1945 г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дов"</w:t>
            </w:r>
          </w:p>
        </w:tc>
      </w:tr>
      <w:tr w:rsidR="00343E0B" w:rsidRPr="005A0DFB" w:rsidTr="00110DBC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110DBC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10DBC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110DBC" w:rsidRDefault="00343E0B" w:rsidP="00E969BB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</w:t>
            </w:r>
            <w:r w:rsidRPr="00110DBC">
              <w:rPr>
                <w:szCs w:val="28"/>
              </w:rPr>
              <w:t>3</w:t>
            </w:r>
            <w:r w:rsidRPr="005A0DFB">
              <w:rPr>
                <w:szCs w:val="28"/>
              </w:rPr>
              <w:t>07</w:t>
            </w:r>
            <w:r w:rsidRPr="00110DBC">
              <w:rPr>
                <w:szCs w:val="28"/>
              </w:rPr>
              <w:t>0</w:t>
            </w:r>
            <w:r w:rsidRPr="005A0DFB">
              <w:rPr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C729E4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C729E4">
              <w:rPr>
                <w:szCs w:val="28"/>
              </w:rPr>
              <w:t>ф</w:t>
            </w:r>
            <w:r w:rsidRPr="005A0DFB">
              <w:rPr>
                <w:szCs w:val="28"/>
              </w:rPr>
              <w:t>едерал</w:t>
            </w:r>
            <w:r w:rsidRPr="005A0DFB">
              <w:rPr>
                <w:szCs w:val="28"/>
              </w:rPr>
              <w:t>ь</w:t>
            </w:r>
            <w:r w:rsidRPr="005A0DFB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="00110DBC">
              <w:rPr>
                <w:szCs w:val="28"/>
              </w:rPr>
              <w:br/>
            </w:r>
            <w:r w:rsidRPr="005A0DFB">
              <w:rPr>
                <w:szCs w:val="28"/>
              </w:rPr>
              <w:t>№ 181-ФЗ "О социальной защите инвалидов в Российской Федерации"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  <w:lang w:val="en-US"/>
              </w:rPr>
              <w:t xml:space="preserve">2 03 </w:t>
            </w:r>
            <w:r w:rsidRPr="005A0DFB">
              <w:rPr>
                <w:szCs w:val="28"/>
              </w:rPr>
              <w:t>02040</w:t>
            </w:r>
            <w:r w:rsidRPr="005A0DFB">
              <w:rPr>
                <w:szCs w:val="28"/>
                <w:lang w:val="en-US"/>
              </w:rPr>
              <w:t xml:space="preserve"> 02 000</w:t>
            </w:r>
            <w:r w:rsidRPr="005A0DFB">
              <w:rPr>
                <w:szCs w:val="28"/>
              </w:rPr>
              <w:t>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Безвозмездные поступления в бюджеты суб</w:t>
            </w:r>
            <w:r w:rsidRPr="005A0DFB">
              <w:t>ъ</w:t>
            </w:r>
            <w:r w:rsidRPr="005A0DFB">
              <w:t>ектов Российской Федерации от государстве</w:t>
            </w:r>
            <w:r w:rsidRPr="005A0DFB">
              <w:t>н</w:t>
            </w:r>
            <w:r w:rsidRPr="005A0DFB">
              <w:lastRenderedPageBreak/>
              <w:t>ной корпорации - Фонда содействия реформ</w:t>
            </w:r>
            <w:r w:rsidRPr="005A0DFB">
              <w:t>и</w:t>
            </w:r>
            <w:r w:rsidRPr="005A0DFB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343E0B" w:rsidRPr="005A0DFB" w:rsidTr="00110DB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 xml:space="preserve">2 03 </w:t>
            </w:r>
            <w:r w:rsidRPr="005A0DFB">
              <w:rPr>
                <w:szCs w:val="28"/>
              </w:rPr>
              <w:t>02060</w:t>
            </w:r>
            <w:r w:rsidRPr="005A0DFB">
              <w:rPr>
                <w:szCs w:val="28"/>
                <w:lang w:val="en-US"/>
              </w:rPr>
              <w:t xml:space="preserve"> 02 000</w:t>
            </w:r>
            <w:r w:rsidRPr="005A0DFB">
              <w:rPr>
                <w:szCs w:val="28"/>
              </w:rPr>
              <w:t>0</w:t>
            </w:r>
            <w:r w:rsidRPr="005A0DFB">
              <w:rPr>
                <w:szCs w:val="28"/>
                <w:lang w:val="en-US"/>
              </w:rPr>
              <w:t xml:space="preserve"> </w:t>
            </w:r>
            <w:r w:rsidRPr="005A0DFB">
              <w:rPr>
                <w:szCs w:val="28"/>
              </w:rPr>
              <w:t>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Безвозмездные поступления в бюджеты суб</w:t>
            </w:r>
            <w:r w:rsidRPr="005A0DFB">
              <w:t>ъ</w:t>
            </w:r>
            <w:r w:rsidRPr="005A0DFB">
              <w:t>ектов Российской Федерации от государстве</w:t>
            </w:r>
            <w:r w:rsidRPr="005A0DFB">
              <w:t>н</w:t>
            </w:r>
            <w:r w:rsidRPr="005A0DFB">
              <w:t>ной корпорации - Фонда содействия реформ</w:t>
            </w:r>
            <w:r w:rsidRPr="005A0DFB">
              <w:t>и</w:t>
            </w:r>
            <w:r w:rsidRPr="005A0DFB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D328C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дорожного хозяйства Ярославской области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425D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napToGrid w:val="0"/>
              </w:rPr>
              <w:t>1 08 07172 01 0000 110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425D7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t>жение по автомобильным дорогам транспор</w:t>
            </w:r>
            <w:r w:rsidRPr="005A0DFB">
              <w:rPr>
                <w:snapToGrid w:val="0"/>
              </w:rPr>
              <w:t>т</w:t>
            </w:r>
            <w:r w:rsidRPr="005A0DFB">
              <w:rPr>
                <w:snapToGrid w:val="0"/>
              </w:rPr>
              <w:t>ных средств, осуществляющих перевозки опа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ных, тяжеловесных и (или) крупногабаритных грузов, зачисляемая в бюджеты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1 11 05027 02 0000 120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5A0DFB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5A0DFB">
              <w:rPr>
                <w:szCs w:val="28"/>
              </w:rPr>
              <w:t>ъ</w:t>
            </w:r>
            <w:r w:rsidRPr="005A0DFB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249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249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1 11 05100 02 0000 120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AF66A6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Плата от реализации соглашений об установл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нии сервитутов в отношении земельных учас</w:t>
            </w:r>
            <w:r w:rsidRPr="005A0DFB">
              <w:rPr>
                <w:szCs w:val="28"/>
              </w:rPr>
              <w:t>т</w:t>
            </w:r>
            <w:r w:rsidRPr="005A0DFB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5A0DFB">
              <w:rPr>
                <w:szCs w:val="28"/>
              </w:rPr>
              <w:softHyphen/>
              <w:t>ниципального значения в целях стро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тельства (реконструкции), капитального ремо</w:t>
            </w:r>
            <w:r w:rsidRPr="005A0DFB">
              <w:rPr>
                <w:szCs w:val="28"/>
              </w:rPr>
              <w:t>н</w:t>
            </w:r>
            <w:r w:rsidRPr="005A0DFB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5A0DFB">
              <w:rPr>
                <w:szCs w:val="28"/>
              </w:rPr>
              <w:t>у</w:t>
            </w:r>
            <w:r w:rsidRPr="005A0DFB">
              <w:rPr>
                <w:szCs w:val="28"/>
              </w:rPr>
              <w:t>атации инже</w:t>
            </w:r>
            <w:r w:rsidRPr="005A0DFB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1 11 09032 02 0000 120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щества</w:t>
            </w:r>
            <w:proofErr w:type="gramEnd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343E0B" w:rsidRPr="005A0DFB" w:rsidTr="00110DB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1 13 01520 02 0000 130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регионального </w:t>
            </w:r>
            <w:r w:rsidRPr="005A0DFB">
              <w:rPr>
                <w:szCs w:val="28"/>
              </w:rPr>
              <w:lastRenderedPageBreak/>
              <w:t>или межмуниципального значения, зачисляемая в бюджеты субъектов Российской Федерации</w:t>
            </w:r>
          </w:p>
        </w:tc>
      </w:tr>
      <w:tr w:rsidR="00343E0B" w:rsidRPr="005A0DFB" w:rsidTr="00110DBC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тяжеловесных и (или) крупногабаритных гр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зов, зачисляемые в бюджеты субъектов Росси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642534" w:rsidRPr="005A0DFB" w:rsidTr="00110DBC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642534" w:rsidRPr="005A0DFB" w:rsidTr="00110DBC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343E0B" w:rsidRPr="005A0DFB" w:rsidTr="00110DBC">
        <w:trPr>
          <w:trHeight w:val="1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43E0B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2 02 04056 02 0000 151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477B1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</w:t>
            </w:r>
            <w:r w:rsidR="00477B1E" w:rsidRPr="005A0DF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на финансовое обеспечение дорожной деятельн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сти в отношении автомобильных дорог общего пользования регионального или межмуниц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пального значения</w:t>
            </w:r>
          </w:p>
        </w:tc>
      </w:tr>
      <w:tr w:rsidR="00BC3A5D" w:rsidRPr="005A0DFB" w:rsidTr="00110DBC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0F44EF" w:rsidRDefault="00BC3A5D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0F44EF" w:rsidRDefault="00BC3A5D" w:rsidP="00BC3A5D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0F44EF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0F44EF" w:rsidRDefault="00BC3A5D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оссийской Федерации на финансовое обеспечение дорожной деятельн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0F44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343E0B" w:rsidRPr="005A0DFB" w:rsidTr="00110DBC">
        <w:trPr>
          <w:trHeight w:val="49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7F5" w:rsidRDefault="00343E0B" w:rsidP="00AF37F5">
            <w:pPr>
              <w:pStyle w:val="ConsCell"/>
              <w:widowControl/>
              <w:spacing w:line="228" w:lineRule="auto"/>
              <w:ind w:left="592" w:hanging="5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</w:t>
            </w:r>
            <w:r w:rsidR="00AF37F5" w:rsidRPr="00AF3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государственного жилищного надзора </w:t>
            </w:r>
            <w:proofErr w:type="gramStart"/>
            <w:r w:rsidR="00AF37F5" w:rsidRPr="00AF37F5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</w:t>
            </w:r>
            <w:proofErr w:type="gramEnd"/>
            <w:r w:rsidR="00AF37F5" w:rsidRPr="00AF37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43E0B" w:rsidRPr="005A0DFB" w:rsidRDefault="00AF37F5" w:rsidP="00110DBC">
            <w:pPr>
              <w:pStyle w:val="ConsCell"/>
              <w:widowControl/>
              <w:spacing w:line="228" w:lineRule="auto"/>
              <w:ind w:left="63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7F5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642534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принимательской деятельности по управлению многоквартирными домами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3E0B" w:rsidRPr="005A0DFB" w:rsidTr="00110DBC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BC3A5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сельских 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поселений</w:t>
            </w:r>
          </w:p>
        </w:tc>
      </w:tr>
      <w:tr w:rsidR="00BC3A5D" w:rsidRPr="005A0DFB" w:rsidTr="00110DBC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343E0B" w:rsidRPr="005A0DFB" w:rsidTr="00302A0A">
        <w:trPr>
          <w:trHeight w:val="34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343E0B" w:rsidRPr="005A0DFB" w:rsidTr="00110DBC">
        <w:trPr>
          <w:trHeight w:val="65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</w:p>
          <w:p w:rsidR="00343E0B" w:rsidRPr="005A0DFB" w:rsidRDefault="00343E0B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A0DFB">
              <w:rPr>
                <w:b/>
                <w:szCs w:val="28"/>
              </w:rPr>
              <w:t>Ярославской области</w:t>
            </w:r>
          </w:p>
        </w:tc>
      </w:tr>
      <w:tr w:rsidR="00343E0B" w:rsidRPr="005A0DFB" w:rsidTr="00110DBC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934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2 02 02101 02 0000 151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роприятий в сфере занятости населения</w:t>
            </w:r>
          </w:p>
        </w:tc>
      </w:tr>
      <w:tr w:rsidR="00343E0B" w:rsidRPr="005A0DFB" w:rsidTr="00110DBC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>934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AF66A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A0DFB">
              <w:rPr>
                <w:szCs w:val="28"/>
                <w:lang w:val="en-US"/>
              </w:rPr>
              <w:t xml:space="preserve">2 02 03025 </w:t>
            </w:r>
            <w:r w:rsidRPr="005A0DFB">
              <w:rPr>
                <w:szCs w:val="28"/>
              </w:rPr>
              <w:t xml:space="preserve">02 </w:t>
            </w:r>
            <w:r w:rsidRPr="005A0DFB">
              <w:rPr>
                <w:szCs w:val="28"/>
                <w:lang w:val="en-US"/>
              </w:rPr>
              <w:t>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color w:val="000000"/>
              </w:rPr>
              <w:t xml:space="preserve">Субвенции бюджетам </w:t>
            </w:r>
            <w:r w:rsidRPr="005A0DFB">
              <w:rPr>
                <w:szCs w:val="28"/>
              </w:rPr>
              <w:t xml:space="preserve">субъектов Российской Федерации </w:t>
            </w:r>
            <w:r w:rsidRPr="005A0DFB">
              <w:rPr>
                <w:color w:val="000000"/>
              </w:rPr>
              <w:t>на реализацию полномочий Росси</w:t>
            </w:r>
            <w:r w:rsidRPr="005A0DFB">
              <w:rPr>
                <w:color w:val="000000"/>
              </w:rPr>
              <w:t>й</w:t>
            </w:r>
            <w:r w:rsidRPr="005A0DFB">
              <w:rPr>
                <w:color w:val="000000"/>
              </w:rPr>
              <w:t>ской Федерации по осуществлению социал</w:t>
            </w:r>
            <w:r w:rsidRPr="005A0DFB">
              <w:rPr>
                <w:color w:val="000000"/>
              </w:rPr>
              <w:t>ь</w:t>
            </w:r>
            <w:r w:rsidRPr="005A0DFB">
              <w:rPr>
                <w:color w:val="000000"/>
              </w:rPr>
              <w:t>ных выплат безработным гражданам</w:t>
            </w:r>
          </w:p>
        </w:tc>
      </w:tr>
      <w:tr w:rsidR="00343E0B" w:rsidRPr="005A0DFB" w:rsidTr="00302A0A">
        <w:trPr>
          <w:trHeight w:val="39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302A0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1 12 04013 02 0000 120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1 12 04014 02 0000 120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1 12 04015 02 0000 120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1 12 04080 02 0000 120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642534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</w:t>
            </w:r>
            <w:r w:rsidRPr="005A0DFB">
              <w:rPr>
                <w:szCs w:val="28"/>
                <w:lang w:val="en-US"/>
              </w:rPr>
              <w:t>3</w:t>
            </w:r>
            <w:r w:rsidRPr="005A0DFB">
              <w:rPr>
                <w:szCs w:val="28"/>
              </w:rPr>
              <w:t xml:space="preserve"> 0</w:t>
            </w:r>
            <w:r w:rsidRPr="005A0DFB">
              <w:rPr>
                <w:szCs w:val="28"/>
                <w:lang w:val="en-US"/>
              </w:rPr>
              <w:t>141</w:t>
            </w:r>
            <w:r w:rsidRPr="005A0DFB">
              <w:rPr>
                <w:szCs w:val="28"/>
              </w:rPr>
              <w:t>0 0</w:t>
            </w:r>
            <w:r w:rsidRPr="005A0DFB">
              <w:rPr>
                <w:szCs w:val="28"/>
                <w:lang w:val="en-US"/>
              </w:rPr>
              <w:t>1</w:t>
            </w:r>
            <w:r w:rsidRPr="005A0DFB">
              <w:rPr>
                <w:szCs w:val="28"/>
              </w:rPr>
              <w:t xml:space="preserve"> 0000 1</w:t>
            </w:r>
            <w:r w:rsidRPr="005A0DFB">
              <w:rPr>
                <w:szCs w:val="28"/>
                <w:lang w:val="en-US"/>
              </w:rPr>
              <w:t>3</w:t>
            </w:r>
            <w:r w:rsidRPr="005A0DFB">
              <w:rPr>
                <w:szCs w:val="28"/>
              </w:rPr>
              <w:t>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534" w:rsidRPr="005A0DFB" w:rsidRDefault="00642534" w:rsidP="00C037D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зенными учреждениями субъектов Российской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сведений, документов, содерж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lastRenderedPageBreak/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1 16 25072 02 0000 140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5A0DFB">
              <w:br w:type="page"/>
            </w:r>
            <w:r w:rsidRPr="005A0DFB">
              <w:rPr>
                <w:szCs w:val="28"/>
                <w:lang w:val="en-US"/>
              </w:rPr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</w:t>
            </w:r>
            <w:r w:rsidRPr="005A0DFB">
              <w:rPr>
                <w:snapToGrid w:val="0"/>
                <w:lang w:val="en-US"/>
              </w:rPr>
              <w:t>2124</w:t>
            </w:r>
            <w:r w:rsidRPr="005A0DFB">
              <w:rPr>
                <w:snapToGrid w:val="0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 xml:space="preserve">ной </w:t>
            </w:r>
            <w:proofErr w:type="spellStart"/>
            <w:r w:rsidRPr="005A0DFB">
              <w:rPr>
                <w:snapToGrid w:val="0"/>
              </w:rPr>
              <w:t>лесопожарной</w:t>
            </w:r>
            <w:proofErr w:type="spellEnd"/>
            <w:r w:rsidRPr="005A0DFB">
              <w:rPr>
                <w:snapToGrid w:val="0"/>
              </w:rPr>
              <w:t xml:space="preserve"> техники и оборудования</w:t>
            </w:r>
          </w:p>
        </w:tc>
      </w:tr>
      <w:tr w:rsidR="00343E0B" w:rsidRPr="005A0DFB" w:rsidTr="00110DBC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2 02 03018 02 0000 151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5A0DFB">
              <w:rPr>
                <w:snapToGrid w:val="0"/>
              </w:rPr>
              <w:t>л</w:t>
            </w:r>
            <w:r w:rsidRPr="005A0DFB">
              <w:rPr>
                <w:snapToGrid w:val="0"/>
              </w:rPr>
              <w:t>номочий в области лесных отношений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343E0B" w:rsidRPr="005A0DFB" w:rsidRDefault="00343E0B" w:rsidP="00E969BB">
            <w:pPr>
              <w:pStyle w:val="ConsCell"/>
              <w:widowControl/>
              <w:ind w:firstLine="652"/>
              <w:rPr>
                <w:snapToGrid w:val="0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617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343E0B" w:rsidRPr="005A0DFB" w:rsidRDefault="00343E0B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43E0B" w:rsidRPr="005A0DFB" w:rsidTr="00110DB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 государственному экологич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Плата за проведение государственной экспе</w:t>
            </w:r>
            <w:r w:rsidRPr="005A0DFB">
              <w:rPr>
                <w:szCs w:val="28"/>
              </w:rPr>
              <w:t>р</w:t>
            </w:r>
            <w:r w:rsidRPr="005A0DFB">
              <w:rPr>
                <w:szCs w:val="28"/>
              </w:rPr>
              <w:t>тизы запасов полезных ископаемых, геологич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ской, экономической и экологической инфо</w:t>
            </w:r>
            <w:r w:rsidRPr="005A0DFB">
              <w:rPr>
                <w:szCs w:val="28"/>
              </w:rPr>
              <w:t>р</w:t>
            </w:r>
            <w:r w:rsidRPr="005A0DFB">
              <w:rPr>
                <w:szCs w:val="28"/>
              </w:rPr>
              <w:t>мации о предоставляемых в пользование учас</w:t>
            </w:r>
            <w:r w:rsidRPr="005A0DFB">
              <w:rPr>
                <w:szCs w:val="28"/>
              </w:rPr>
              <w:t>т</w:t>
            </w:r>
            <w:r w:rsidRPr="005A0DFB">
              <w:rPr>
                <w:szCs w:val="28"/>
              </w:rPr>
              <w:t>ках недр местного значения</w:t>
            </w:r>
          </w:p>
        </w:tc>
      </w:tr>
      <w:tr w:rsidR="00343E0B" w:rsidRPr="005A0DFB" w:rsidTr="00110DBC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1 12 05020 02 0000 120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5A0DFB">
              <w:rPr>
                <w:snapToGrid w:val="0"/>
              </w:rPr>
              <w:t>с</w:t>
            </w:r>
            <w:r w:rsidRPr="005A0DFB">
              <w:rPr>
                <w:snapToGrid w:val="0"/>
              </w:rPr>
              <w:t>сийской Федерации</w:t>
            </w:r>
          </w:p>
        </w:tc>
      </w:tr>
      <w:tr w:rsidR="00343E0B" w:rsidRPr="005A0DFB" w:rsidTr="00110DBC">
        <w:trPr>
          <w:trHeight w:val="5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90FA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napToGrid w:val="0"/>
              </w:rPr>
              <w:t>1 16 25020 01 0000 140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5A0DFB">
              <w:rPr>
                <w:szCs w:val="28"/>
              </w:rPr>
              <w:t xml:space="preserve">Российской Федерации </w:t>
            </w:r>
            <w:r w:rsidRPr="005A0DFB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343E0B" w:rsidRPr="005A0DFB" w:rsidTr="00110DBC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1 16 25082 02 0000 140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субъектов Российской Федерации</w:t>
            </w:r>
          </w:p>
        </w:tc>
      </w:tr>
      <w:tr w:rsidR="00343E0B" w:rsidRPr="005A0DFB" w:rsidTr="00110DBC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1 16 25084</w:t>
            </w:r>
            <w:r w:rsidRPr="005A0DFB">
              <w:rPr>
                <w:snapToGrid w:val="0"/>
                <w:color w:val="FF0000"/>
              </w:rPr>
              <w:t xml:space="preserve"> </w:t>
            </w:r>
            <w:r w:rsidRPr="005A0DFB">
              <w:rPr>
                <w:snapToGrid w:val="0"/>
              </w:rPr>
              <w:t>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14A6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городских округов</w:t>
            </w:r>
          </w:p>
        </w:tc>
      </w:tr>
      <w:tr w:rsidR="00343E0B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1 16 25085</w:t>
            </w:r>
            <w:r w:rsidRPr="005A0DFB">
              <w:rPr>
                <w:snapToGrid w:val="0"/>
                <w:color w:val="FF0000"/>
              </w:rPr>
              <w:t xml:space="preserve"> </w:t>
            </w:r>
            <w:r w:rsidRPr="005A0DFB">
              <w:rPr>
                <w:snapToGrid w:val="0"/>
              </w:rPr>
              <w:t>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сти муниципальных районов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A0DFB">
              <w:rPr>
                <w:snapToGrid w:val="0"/>
              </w:rPr>
              <w:t>1 16 2508</w:t>
            </w:r>
            <w:r w:rsidRPr="005A0DFB">
              <w:rPr>
                <w:snapToGrid w:val="0"/>
                <w:lang w:val="en-US"/>
              </w:rPr>
              <w:t>5</w:t>
            </w:r>
            <w:r w:rsidRPr="005A0DFB">
              <w:rPr>
                <w:snapToGrid w:val="0"/>
              </w:rPr>
              <w:t xml:space="preserve"> 10 0000 140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 xml:space="preserve">сти </w:t>
            </w:r>
            <w:r w:rsidR="00BC3A5D">
              <w:rPr>
                <w:szCs w:val="28"/>
              </w:rPr>
              <w:t xml:space="preserve">сельских </w:t>
            </w:r>
            <w:r w:rsidRPr="005A0DFB">
              <w:rPr>
                <w:szCs w:val="28"/>
              </w:rPr>
              <w:t>поселений</w:t>
            </w:r>
          </w:p>
        </w:tc>
      </w:tr>
      <w:tr w:rsidR="00BC3A5D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A5D" w:rsidRPr="00302A0A" w:rsidRDefault="00BC3A5D" w:rsidP="00B015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02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1 16 25086 02 0000 140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3E0B" w:rsidRPr="005A0DFB" w:rsidTr="00110DB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926FF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2 02 020</w:t>
            </w:r>
            <w:r w:rsidRPr="005A0DFB">
              <w:rPr>
                <w:snapToGrid w:val="0"/>
                <w:lang w:val="en-US"/>
              </w:rPr>
              <w:t>5</w:t>
            </w:r>
            <w:r w:rsidRPr="005A0DFB">
              <w:rPr>
                <w:snapToGrid w:val="0"/>
              </w:rPr>
              <w:t>1 02 0000 151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вых программ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2 02 02077 02 0000 151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contextualSpacing/>
              <w:rPr>
                <w:sz w:val="26"/>
                <w:szCs w:val="26"/>
              </w:rPr>
            </w:pPr>
            <w:r w:rsidRPr="005A0DFB">
              <w:rPr>
                <w:snapToGrid w:val="0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5A0DFB">
              <w:rPr>
                <w:snapToGrid w:val="0"/>
              </w:rPr>
              <w:t>и</w:t>
            </w:r>
            <w:r w:rsidRPr="005A0DFB">
              <w:rPr>
                <w:snapToGrid w:val="0"/>
              </w:rPr>
              <w:t>ципальной) собственности</w:t>
            </w:r>
          </w:p>
        </w:tc>
      </w:tr>
      <w:tr w:rsidR="00343E0B" w:rsidRPr="005A0DFB" w:rsidTr="00110DBC">
        <w:trPr>
          <w:trHeight w:val="8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2 02 03019 02 0000 151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5A0DFB">
              <w:rPr>
                <w:snapToGrid w:val="0"/>
              </w:rPr>
              <w:t>л</w:t>
            </w:r>
            <w:r w:rsidRPr="005A0DFB">
              <w:rPr>
                <w:snapToGrid w:val="0"/>
              </w:rPr>
              <w:t>номочий в области водных отношений</w:t>
            </w:r>
          </w:p>
        </w:tc>
      </w:tr>
      <w:tr w:rsidR="00343E0B" w:rsidRPr="005A0DFB" w:rsidTr="00110DBC">
        <w:trPr>
          <w:trHeight w:val="724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A0DFB">
              <w:rPr>
                <w:b/>
                <w:szCs w:val="28"/>
              </w:rPr>
              <w:t xml:space="preserve">940 – Департамент по охране и использованию животного мира </w:t>
            </w:r>
          </w:p>
          <w:p w:rsidR="00343E0B" w:rsidRPr="005A0DFB" w:rsidRDefault="00343E0B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A0DFB">
              <w:rPr>
                <w:b/>
                <w:szCs w:val="28"/>
              </w:rPr>
              <w:t>Ярославской области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940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1 16 25030 01 0000 140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5A0DFB">
              <w:rPr>
                <w:szCs w:val="28"/>
              </w:rPr>
              <w:t xml:space="preserve">Российской Федерации </w:t>
            </w:r>
            <w:r w:rsidRPr="005A0DFB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3E0B" w:rsidRPr="005A0DFB" w:rsidTr="00110DB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3E0B" w:rsidRPr="005A0DFB" w:rsidTr="00302A0A">
        <w:trPr>
          <w:trHeight w:val="34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b/>
                <w:szCs w:val="28"/>
              </w:rPr>
              <w:t>941 – Департамент промышленной политики Ярославской области</w:t>
            </w:r>
          </w:p>
        </w:tc>
      </w:tr>
      <w:tr w:rsidR="00343E0B" w:rsidRPr="005A0DFB" w:rsidTr="00110DBC">
        <w:trPr>
          <w:trHeight w:val="35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Доходы от сдачи в аренду имущества, наход</w:t>
            </w:r>
            <w:r w:rsidRPr="005A0DFB">
              <w:t>я</w:t>
            </w:r>
            <w:r w:rsidRPr="005A0DFB">
              <w:t>щегося в оперативном управлении органов го</w:t>
            </w:r>
            <w:r w:rsidRPr="005A0DFB">
              <w:t>с</w:t>
            </w:r>
            <w:r w:rsidRPr="005A0DFB">
              <w:t>ударственной власти субъектов Российской Ф</w:t>
            </w:r>
            <w:r w:rsidRPr="005A0DFB">
              <w:t>е</w:t>
            </w:r>
            <w:r w:rsidRPr="005A0DFB">
              <w:t>дерации и созданных ими учреждений (за и</w:t>
            </w:r>
            <w:r w:rsidRPr="005A0DFB">
              <w:t>с</w:t>
            </w:r>
            <w:r w:rsidRPr="005A0DFB">
              <w:t>ключением имущества бюджетных и автоно</w:t>
            </w:r>
            <w:r w:rsidRPr="005A0DFB">
              <w:t>м</w:t>
            </w:r>
            <w:r w:rsidRPr="005A0DFB">
              <w:t>ных учреждений субъектов Российской Фед</w:t>
            </w:r>
            <w:r w:rsidRPr="005A0DFB">
              <w:t>е</w:t>
            </w:r>
            <w:r w:rsidRPr="005A0DFB">
              <w:t>рации)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A0DFB">
              <w:rPr>
                <w:szCs w:val="28"/>
              </w:rPr>
              <w:t>2 02 02009 02 0000 151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Субсидии бюджетам субъектов Российской Ф</w:t>
            </w:r>
            <w:r w:rsidRPr="005A0DFB">
              <w:t>е</w:t>
            </w:r>
            <w:r w:rsidRPr="005A0DFB">
              <w:t>дерации на государственную поддержку малого и среднего предпринимательства, включая кр</w:t>
            </w:r>
            <w:r w:rsidRPr="005A0DFB">
              <w:t>е</w:t>
            </w:r>
            <w:r w:rsidRPr="005A0DFB">
              <w:t>стьянские (фермерские) хозяйства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2 02 02077 02 0000 151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t>Субсидии бюджетам субъектов Российской Ф</w:t>
            </w:r>
            <w:r w:rsidRPr="005A0DFB">
              <w:t>е</w:t>
            </w:r>
            <w:r w:rsidRPr="005A0DFB">
              <w:t>дерации на софинансирование капитальных вложений в объекты государственной (муниц</w:t>
            </w:r>
            <w:r w:rsidRPr="005A0DFB">
              <w:t>и</w:t>
            </w:r>
            <w:r w:rsidRPr="005A0DFB">
              <w:t>пальной) собственности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BB54C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C0EF4">
            <w:pPr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2 02 02019 02 0000 151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Субсидии бюджетам субъектов Российской Ф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343E0B" w:rsidRPr="005A0DFB" w:rsidTr="00110DB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946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E0B" w:rsidRPr="005A0DFB" w:rsidRDefault="00343E0B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</w:t>
            </w:r>
            <w:r w:rsidRPr="005A0DFB">
              <w:rPr>
                <w:iCs/>
              </w:rPr>
              <w:t>е</w:t>
            </w:r>
            <w:r w:rsidRPr="005A0DFB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063183" w:rsidRPr="005A0DFB" w:rsidTr="00110DBC">
        <w:trPr>
          <w:trHeight w:val="24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195ED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063183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063183" w:rsidRPr="005A0DFB" w:rsidTr="00110DB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инского учета на территориях, где отсутствуют военные комиссариаты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BD1D4A" w:rsidP="006C54F6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самоходных машин и других видов техники Ярославской области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ind w:firstLine="0"/>
              <w:jc w:val="left"/>
              <w:rPr>
                <w:lang w:val="en-US"/>
              </w:rPr>
            </w:pPr>
            <w:r w:rsidRPr="005A0DFB">
              <w:t>1 08 07142 01 0000 110</w:t>
            </w:r>
          </w:p>
          <w:p w:rsidR="00063183" w:rsidRPr="005A0DFB" w:rsidRDefault="00063183" w:rsidP="00D26C79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widowControl/>
              <w:spacing w:line="240" w:lineRule="auto"/>
              <w:ind w:firstLine="0"/>
            </w:pPr>
            <w:proofErr w:type="gramStart"/>
            <w:r w:rsidRPr="005A0DFB">
              <w:rPr>
                <w:szCs w:val="28"/>
              </w:rPr>
              <w:t>Государственная пошлина за совершение де</w:t>
            </w:r>
            <w:r w:rsidRPr="005A0DFB">
              <w:rPr>
                <w:szCs w:val="28"/>
              </w:rPr>
              <w:t>й</w:t>
            </w:r>
            <w:r w:rsidRPr="005A0DFB">
              <w:rPr>
                <w:szCs w:val="28"/>
              </w:rPr>
              <w:t>ствий уполномоченными органами исполн</w:t>
            </w:r>
            <w:r w:rsidRPr="005A0DFB">
              <w:rPr>
                <w:szCs w:val="28"/>
              </w:rPr>
              <w:t>и</w:t>
            </w:r>
            <w:r w:rsidRPr="005A0DFB">
              <w:rPr>
                <w:szCs w:val="28"/>
              </w:rPr>
              <w:t>тельной власти субъектов Российской Федер</w:t>
            </w:r>
            <w:r w:rsidRPr="005A0DFB">
              <w:rPr>
                <w:szCs w:val="28"/>
              </w:rPr>
              <w:t>а</w:t>
            </w:r>
            <w:r w:rsidRPr="005A0DFB">
              <w:rPr>
                <w:szCs w:val="28"/>
              </w:rPr>
              <w:t>ции, связанных с выдачей документов о пров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5A0DFB">
              <w:rPr>
                <w:szCs w:val="28"/>
              </w:rPr>
              <w:t>мототранспор</w:t>
            </w:r>
            <w:r w:rsidRPr="005A0DFB">
              <w:rPr>
                <w:szCs w:val="28"/>
              </w:rPr>
              <w:t>т</w:t>
            </w:r>
            <w:r w:rsidRPr="005A0DFB">
              <w:rPr>
                <w:szCs w:val="28"/>
              </w:rPr>
              <w:t>ных</w:t>
            </w:r>
            <w:proofErr w:type="spellEnd"/>
            <w:r w:rsidRPr="005A0DFB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5A0DFB">
              <w:rPr>
                <w:szCs w:val="28"/>
              </w:rPr>
              <w:t xml:space="preserve"> или пришедших в негодность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73B8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ind w:firstLine="0"/>
              <w:jc w:val="left"/>
            </w:pPr>
            <w:r w:rsidRPr="005A0DFB">
              <w:t>1 08 07160 01 0000 110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проса об аккредитации и выдаче указанным учреждениям лицензии на право подготовки трактористов и машинистов самоходных м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063183" w:rsidRPr="005A0DFB" w:rsidTr="00302A0A">
        <w:trPr>
          <w:trHeight w:val="41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</w:pPr>
            <w:r w:rsidRPr="005A0DFB">
              <w:rPr>
                <w:szCs w:val="28"/>
              </w:rPr>
              <w:t>1 16 90040 04 0000 140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949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1 16 90050 05 0000 140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195ED3" w:rsidP="00B31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045AE8" w:rsidRPr="005A0DFB" w:rsidTr="00110DBC">
        <w:trPr>
          <w:trHeight w:val="40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AE8" w:rsidRPr="005A0DFB" w:rsidRDefault="00045AE8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AE8" w:rsidRPr="005A0DFB" w:rsidRDefault="00045AE8" w:rsidP="00573B8A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2 02 04071 02 0000 151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AE8" w:rsidRPr="005A0DFB" w:rsidRDefault="00045AE8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</w:tc>
      </w:tr>
      <w:tr w:rsidR="008E3DA4" w:rsidRPr="005A0DFB" w:rsidTr="00110DBC">
        <w:trPr>
          <w:trHeight w:val="40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DA4" w:rsidRPr="005A0DFB" w:rsidRDefault="008E3DA4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DA4" w:rsidRPr="005A0DFB" w:rsidRDefault="008E3DA4" w:rsidP="0097774D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2 02 04072 02 0000 151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DA4" w:rsidRPr="005A0DFB" w:rsidRDefault="008E3DA4" w:rsidP="0097774D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реализации лучших событийных региональных и межрег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ональных проектов в рамках развития культу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но-познавательного туризма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A1396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</w:pPr>
            <w:r w:rsidRPr="005A0DFB">
              <w:rPr>
                <w:szCs w:val="28"/>
              </w:rPr>
              <w:t>1 16 90040 04 0000 140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63183" w:rsidRPr="005A0DFB" w:rsidTr="00110DBC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73B8A">
            <w:pPr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1 16 90050 05 0000 140</w:t>
            </w:r>
          </w:p>
        </w:tc>
        <w:tc>
          <w:tcPr>
            <w:tcW w:w="5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063183" w:rsidRPr="005A0DFB" w:rsidTr="00110DBC">
        <w:trPr>
          <w:trHeight w:val="42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063183" w:rsidRPr="005A0DFB" w:rsidTr="00110DB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5A0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r w:rsidRPr="005A0DFB">
              <w:t>Субсидии бюджетам субъектов Российской                Федерации на реализацию федеральных цел</w:t>
            </w:r>
            <w:r w:rsidRPr="005A0DFB">
              <w:t>е</w:t>
            </w:r>
            <w:r w:rsidRPr="005A0DFB">
              <w:t xml:space="preserve">вых программ </w:t>
            </w:r>
          </w:p>
        </w:tc>
      </w:tr>
      <w:tr w:rsidR="00063183" w:rsidRPr="005A0DFB" w:rsidTr="00110DBC">
        <w:trPr>
          <w:trHeight w:val="432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28261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953 – Агентство транспорта Ярославской области</w:t>
            </w:r>
          </w:p>
        </w:tc>
      </w:tr>
      <w:tr w:rsidR="00063183" w:rsidRPr="005A0DFB" w:rsidTr="00110DBC">
        <w:trPr>
          <w:trHeight w:val="50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063183" w:rsidRPr="005A0DFB" w:rsidTr="00110DBC">
        <w:trPr>
          <w:trHeight w:val="50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110DBC">
            <w:pPr>
              <w:pStyle w:val="ConsCell"/>
              <w:widowControl/>
              <w:ind w:left="651" w:hanging="6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2A7371" w:rsidRPr="005A0DFB" w:rsidTr="00110DBC">
        <w:trPr>
          <w:trHeight w:val="50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Pr="005A0DFB" w:rsidRDefault="002A7371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1E1323" w:rsidRPr="005A0DFB" w:rsidTr="00110DBC">
        <w:trPr>
          <w:trHeight w:val="5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23" w:rsidRPr="005A0DFB" w:rsidRDefault="001E1323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23" w:rsidRPr="005A0DFB" w:rsidRDefault="001E1323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23" w:rsidRPr="005A0DFB" w:rsidRDefault="001E1323" w:rsidP="0097774D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5A0DFB">
              <w:rPr>
                <w:iCs/>
              </w:rPr>
              <w:t>Субсидии бюджетам субъектов Российской Ф</w:t>
            </w:r>
            <w:r w:rsidRPr="005A0DFB">
              <w:rPr>
                <w:iCs/>
              </w:rPr>
              <w:t>е</w:t>
            </w:r>
            <w:r w:rsidRPr="005A0DFB">
              <w:rPr>
                <w:iCs/>
              </w:rPr>
              <w:t xml:space="preserve">дерации на поддержку региональных проектов в сфере информационных технологий </w:t>
            </w:r>
          </w:p>
        </w:tc>
      </w:tr>
      <w:tr w:rsidR="002A7371" w:rsidRPr="005A0DFB" w:rsidTr="00110DBC">
        <w:trPr>
          <w:trHeight w:val="5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Pr="005A0DFB" w:rsidRDefault="002A7371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Pr="005A0DFB" w:rsidRDefault="002A7371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371" w:rsidRDefault="002A7371" w:rsidP="002201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  <w:p w:rsidR="00302A0A" w:rsidRPr="005A0DFB" w:rsidRDefault="00302A0A" w:rsidP="002201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183" w:rsidRPr="005A0DFB" w:rsidTr="00110DBC">
        <w:trPr>
          <w:trHeight w:val="26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195ED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lastRenderedPageBreak/>
              <w:br w:type="page"/>
            </w:r>
            <w:r w:rsidR="00063183"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5A0DFB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063183" w:rsidRPr="005A0DFB" w:rsidTr="00110DBC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573B8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A0DFB">
              <w:rPr>
                <w:szCs w:val="28"/>
              </w:rPr>
              <w:t>1 08 07082 01 0000 110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063183" w:rsidRPr="005A0DFB" w:rsidTr="00110DBC">
        <w:trPr>
          <w:trHeight w:val="6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63183" w:rsidRPr="005A0DFB" w:rsidRDefault="00063183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1 08 07300 01 0000 110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063183" w:rsidRPr="005A0DFB" w:rsidTr="00110DBC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A0DFB">
              <w:rPr>
                <w:szCs w:val="28"/>
              </w:rPr>
              <w:t>1 13 01992 02 0000 130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Прочие доходы от оказания платных услуг (р</w:t>
            </w:r>
            <w:r w:rsidRPr="005A0DFB">
              <w:t>а</w:t>
            </w:r>
            <w:r w:rsidRPr="005A0DFB">
              <w:t>бот) получателями средств бюджетов субъе</w:t>
            </w:r>
            <w:r w:rsidRPr="005A0DFB">
              <w:t>к</w:t>
            </w:r>
            <w:r w:rsidRPr="005A0DFB">
              <w:t>тов Российской Федерации</w:t>
            </w:r>
          </w:p>
        </w:tc>
      </w:tr>
      <w:tr w:rsidR="00063183" w:rsidRPr="005A0DFB" w:rsidTr="00110DBC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1 13 02062 02 0000 130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1 13 02992 02 0000 130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t>Прочие доходы от компенсации затрат бюдж</w:t>
            </w:r>
            <w:r w:rsidRPr="005A0DFB">
              <w:t>е</w:t>
            </w:r>
            <w:r w:rsidRPr="005A0DFB">
              <w:t>тов субъектов Российской Федерации</w:t>
            </w:r>
          </w:p>
        </w:tc>
      </w:tr>
      <w:tr w:rsidR="00063183" w:rsidRPr="005A0DFB" w:rsidTr="00110DBC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1 14 02022 02 0000 440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имущества, находящ</w:t>
            </w:r>
            <w:r w:rsidRPr="005A0DFB">
              <w:rPr>
                <w:snapToGrid w:val="0"/>
              </w:rPr>
              <w:t>е</w:t>
            </w:r>
            <w:r w:rsidRPr="005A0DFB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5A0DFB">
              <w:rPr>
                <w:snapToGrid w:val="0"/>
              </w:rPr>
              <w:t>н</w:t>
            </w:r>
            <w:r w:rsidRPr="005A0DFB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5A0DFB">
              <w:rPr>
                <w:snapToGrid w:val="0"/>
              </w:rPr>
              <w:t>в</w:t>
            </w:r>
            <w:r w:rsidRPr="005A0DFB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063183" w:rsidRPr="005A0DFB" w:rsidTr="00110DB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35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 xml:space="preserve">тов Российской Федерации, а также имущества государственных унитарных предприятий </w:t>
            </w:r>
            <w:r w:rsidRPr="005A0DFB">
              <w:rPr>
                <w:snapToGrid w:val="0"/>
              </w:rPr>
              <w:lastRenderedPageBreak/>
              <w:t>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063183" w:rsidRPr="005A0DFB" w:rsidTr="00110DBC">
        <w:trPr>
          <w:trHeight w:val="24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napToGrid w:val="0"/>
              </w:rPr>
              <w:t>1 14 02023 02 0000 440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35" w:lineRule="auto"/>
              <w:ind w:firstLine="0"/>
              <w:rPr>
                <w:snapToGrid w:val="0"/>
              </w:rPr>
            </w:pPr>
            <w:r w:rsidRPr="005A0DFB">
              <w:rPr>
                <w:snapToGrid w:val="0"/>
              </w:rPr>
              <w:t>Доходы от реализации иного имущества, нах</w:t>
            </w:r>
            <w:r w:rsidRPr="005A0DFB">
              <w:rPr>
                <w:snapToGrid w:val="0"/>
              </w:rPr>
              <w:t>о</w:t>
            </w:r>
            <w:r w:rsidRPr="005A0DFB">
              <w:rPr>
                <w:snapToGrid w:val="0"/>
              </w:rPr>
              <w:t>дящегося в собственности субъектов Росси</w:t>
            </w:r>
            <w:r w:rsidRPr="005A0DFB">
              <w:rPr>
                <w:snapToGrid w:val="0"/>
              </w:rPr>
              <w:t>й</w:t>
            </w:r>
            <w:r w:rsidRPr="005A0DFB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5A0DFB">
              <w:rPr>
                <w:snapToGrid w:val="0"/>
              </w:rPr>
              <w:t>к</w:t>
            </w:r>
            <w:r w:rsidRPr="005A0DFB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91754B" w:rsidRPr="005A0DFB" w:rsidTr="00110DBC">
        <w:trPr>
          <w:trHeight w:val="12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54B" w:rsidRPr="005A0DFB" w:rsidRDefault="0091754B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54B" w:rsidRPr="005A0DFB" w:rsidRDefault="0091754B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rPr>
                <w:szCs w:val="28"/>
              </w:rPr>
              <w:t>1 14 02028 02 0000 410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54B" w:rsidRPr="005A0DFB" w:rsidRDefault="0091754B" w:rsidP="00717C69">
            <w:pPr>
              <w:spacing w:line="235" w:lineRule="auto"/>
              <w:ind w:firstLine="0"/>
              <w:rPr>
                <w:snapToGrid w:val="0"/>
              </w:rPr>
            </w:pPr>
            <w:r w:rsidRPr="005A0DFB">
              <w:rPr>
                <w:szCs w:val="28"/>
              </w:rPr>
              <w:t>Доходы от реализации недвижимого имущ</w:t>
            </w:r>
            <w:r w:rsidRPr="005A0DFB">
              <w:rPr>
                <w:szCs w:val="28"/>
              </w:rPr>
              <w:t>е</w:t>
            </w:r>
            <w:r w:rsidRPr="005A0DFB">
              <w:rPr>
                <w:szCs w:val="28"/>
              </w:rPr>
              <w:t xml:space="preserve">ства бюджетных, автономных учреждений, находящегося в собственности субъекта </w:t>
            </w:r>
            <w:r w:rsidR="00717C69" w:rsidRPr="005A0DFB">
              <w:rPr>
                <w:szCs w:val="28"/>
              </w:rPr>
              <w:t>Р</w:t>
            </w:r>
            <w:r w:rsidRPr="005A0DFB">
              <w:rPr>
                <w:szCs w:val="28"/>
              </w:rPr>
              <w:t>о</w:t>
            </w:r>
            <w:r w:rsidRPr="005A0DFB">
              <w:rPr>
                <w:szCs w:val="28"/>
              </w:rPr>
              <w:t>с</w:t>
            </w:r>
            <w:r w:rsidRPr="005A0DFB">
              <w:rPr>
                <w:szCs w:val="28"/>
              </w:rPr>
              <w:t>сийской Федерации, в части реализации осно</w:t>
            </w:r>
            <w:r w:rsidRPr="005A0DFB">
              <w:rPr>
                <w:szCs w:val="28"/>
              </w:rPr>
              <w:t>в</w:t>
            </w:r>
            <w:r w:rsidRPr="005A0DFB">
              <w:rPr>
                <w:szCs w:val="28"/>
              </w:rPr>
              <w:t>ных средств</w:t>
            </w:r>
          </w:p>
        </w:tc>
      </w:tr>
      <w:tr w:rsidR="00063183" w:rsidRPr="005A0DFB" w:rsidTr="00110DBC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A0DFB">
              <w:t>1 15 02020 02 0000 140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35" w:lineRule="auto"/>
              <w:ind w:firstLine="0"/>
              <w:rPr>
                <w:snapToGrid w:val="0"/>
              </w:rPr>
            </w:pPr>
            <w:r w:rsidRPr="005A0DFB">
              <w:t>Платежи, взимаемые государственными орг</w:t>
            </w:r>
            <w:r w:rsidRPr="005A0DFB">
              <w:t>а</w:t>
            </w:r>
            <w:r w:rsidRPr="005A0DFB">
              <w:t>нами (организациями) субъектов Российской Федерации за выполнение определенных фун</w:t>
            </w:r>
            <w:r w:rsidRPr="005A0DFB">
              <w:t>к</w:t>
            </w:r>
            <w:r w:rsidRPr="005A0DFB">
              <w:t>ций</w:t>
            </w:r>
          </w:p>
        </w:tc>
      </w:tr>
      <w:tr w:rsidR="00063183" w:rsidRPr="005A0DFB" w:rsidTr="00110DB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5A0DFB">
              <w:rPr>
                <w:rFonts w:ascii="Times New Roman" w:hAnsi="Times New Roman" w:cs="Times New Roman"/>
                <w:sz w:val="28"/>
              </w:rPr>
              <w:t>й</w:t>
            </w:r>
            <w:r w:rsidRPr="005A0DFB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063183" w:rsidRPr="005A0DFB" w:rsidTr="00110DBC">
        <w:trPr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5A0DFB">
              <w:rPr>
                <w:rFonts w:ascii="Times New Roman" w:hAnsi="Times New Roman" w:cs="Times New Roman"/>
                <w:sz w:val="28"/>
              </w:rPr>
              <w:t>о</w:t>
            </w:r>
            <w:r w:rsidRPr="005A0DFB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5A0DFB">
              <w:rPr>
                <w:rFonts w:ascii="Times New Roman" w:hAnsi="Times New Roman" w:cs="Times New Roman"/>
                <w:sz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063183" w:rsidRPr="005A0DFB" w:rsidTr="00110DBC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256AE4" w:rsidP="00256AE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0DFB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063183" w:rsidRPr="005A0DFB" w:rsidTr="00110DBC">
        <w:trPr>
          <w:trHeight w:val="6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5A0DFB">
              <w:rPr>
                <w:rFonts w:ascii="Times New Roman" w:hAnsi="Times New Roman" w:cs="Times New Roman"/>
                <w:sz w:val="28"/>
              </w:rPr>
              <w:t>и</w:t>
            </w:r>
            <w:r w:rsidRPr="005A0DFB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5A0DFB">
              <w:rPr>
                <w:rFonts w:ascii="Times New Roman" w:hAnsi="Times New Roman" w:cs="Times New Roman"/>
                <w:sz w:val="28"/>
              </w:rPr>
              <w:t>ъ</w:t>
            </w:r>
            <w:r w:rsidRPr="005A0DFB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5A0DFB">
              <w:rPr>
                <w:rFonts w:ascii="Times New Roman" w:hAnsi="Times New Roman" w:cs="Times New Roman"/>
                <w:sz w:val="28"/>
              </w:rPr>
              <w:t>у</w:t>
            </w:r>
            <w:r w:rsidRPr="005A0DFB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5A0DFB">
              <w:rPr>
                <w:rFonts w:ascii="Times New Roman" w:hAnsi="Times New Roman" w:cs="Times New Roman"/>
                <w:sz w:val="28"/>
              </w:rPr>
              <w:t>к</w:t>
            </w:r>
            <w:r w:rsidRPr="005A0DFB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5A0DFB">
              <w:rPr>
                <w:rFonts w:ascii="Times New Roman" w:hAnsi="Times New Roman" w:cs="Times New Roman"/>
                <w:sz w:val="28"/>
              </w:rPr>
              <w:t>а</w:t>
            </w:r>
            <w:r w:rsidRPr="005A0DFB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widowControl/>
              <w:spacing w:line="240" w:lineRule="auto"/>
              <w:ind w:firstLine="0"/>
            </w:pPr>
            <w:r w:rsidRPr="005A0DFB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5A0DFB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5A0DFB">
              <w:rPr>
                <w:rFonts w:ascii="TimesNewRomanPSMT" w:hAnsi="TimesNewRomanPSMT"/>
                <w:sz w:val="28"/>
              </w:rPr>
              <w:t>е</w:t>
            </w:r>
            <w:r w:rsidRPr="005A0DFB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5A0DFB">
              <w:rPr>
                <w:rFonts w:ascii="TimesNewRomanPSMT" w:hAnsi="TimesNewRomanPSMT"/>
                <w:sz w:val="28"/>
              </w:rPr>
              <w:t>я</w:t>
            </w:r>
            <w:r w:rsidRPr="005A0DFB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  <w:p w:rsidR="00302A0A" w:rsidRPr="005A0DFB" w:rsidRDefault="00302A0A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5A0DFB">
              <w:rPr>
                <w:rFonts w:ascii="TimesNewRomanPSMT" w:hAnsi="TimesNewRomanPSMT"/>
                <w:sz w:val="28"/>
              </w:rPr>
              <w:t>е</w:t>
            </w:r>
            <w:r w:rsidRPr="005A0DFB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5A0DFB">
              <w:rPr>
                <w:rFonts w:ascii="TimesNewRomanPSMT" w:hAnsi="TimesNewRomanPSMT"/>
                <w:sz w:val="28"/>
              </w:rPr>
              <w:t>и</w:t>
            </w:r>
            <w:r w:rsidRPr="005A0DFB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063183" w:rsidRPr="005A0DFB" w:rsidTr="00110DB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2 18 0</w:t>
            </w:r>
            <w:r w:rsidRPr="005A0DFB">
              <w:rPr>
                <w:szCs w:val="28"/>
                <w:lang w:val="en-US"/>
              </w:rPr>
              <w:t>2</w:t>
            </w:r>
            <w:r w:rsidRPr="005A0DFB">
              <w:rPr>
                <w:szCs w:val="28"/>
              </w:rPr>
              <w:t>030 02 0000 180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6D4915">
            <w:pPr>
              <w:spacing w:line="240" w:lineRule="auto"/>
              <w:ind w:firstLine="0"/>
            </w:pPr>
            <w:r w:rsidRPr="005A0DFB">
              <w:t>Доходы бюджетов субъектов Российской Ф</w:t>
            </w:r>
            <w:r w:rsidRPr="005A0DFB">
              <w:t>е</w:t>
            </w:r>
            <w:r w:rsidRPr="005A0DFB">
              <w:t>дерации от возврата иными организациями остатков субсидий прошлых лет</w:t>
            </w:r>
          </w:p>
        </w:tc>
      </w:tr>
      <w:tr w:rsidR="00063183" w:rsidRPr="0069617A" w:rsidTr="00110DBC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5A0DFB" w:rsidRDefault="00063183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A0DFB">
              <w:rPr>
                <w:szCs w:val="28"/>
              </w:rPr>
              <w:t>2 19 02000 02 0000 151</w:t>
            </w:r>
          </w:p>
        </w:tc>
        <w:tc>
          <w:tcPr>
            <w:tcW w:w="5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183" w:rsidRPr="002A1410" w:rsidRDefault="00063183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DFB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CA7B25">
      <w:pPr>
        <w:ind w:firstLine="0"/>
        <w:jc w:val="left"/>
      </w:pPr>
    </w:p>
    <w:sectPr w:rsidR="00052626" w:rsidRPr="00E90876" w:rsidSect="00302A0A">
      <w:headerReference w:type="even" r:id="rId8"/>
      <w:headerReference w:type="defaul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08C" w:rsidRDefault="0025408C">
      <w:r>
        <w:separator/>
      </w:r>
    </w:p>
  </w:endnote>
  <w:endnote w:type="continuationSeparator" w:id="0">
    <w:p w:rsidR="0025408C" w:rsidRDefault="0025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08C" w:rsidRDefault="0025408C">
      <w:r>
        <w:separator/>
      </w:r>
    </w:p>
  </w:footnote>
  <w:footnote w:type="continuationSeparator" w:id="0">
    <w:p w:rsidR="0025408C" w:rsidRDefault="00254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13B" w:rsidRDefault="0050413B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413B" w:rsidRDefault="005041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13B" w:rsidRPr="00A04219" w:rsidRDefault="0050413B" w:rsidP="004B6BFD">
    <w:pPr>
      <w:pStyle w:val="a6"/>
      <w:framePr w:wrap="around" w:vAnchor="text" w:hAnchor="margin" w:xAlign="center" w:y="1"/>
      <w:rPr>
        <w:rStyle w:val="a8"/>
        <w:szCs w:val="24"/>
      </w:rPr>
    </w:pPr>
    <w:r w:rsidRPr="00A04219">
      <w:rPr>
        <w:rStyle w:val="a8"/>
        <w:szCs w:val="24"/>
      </w:rPr>
      <w:fldChar w:fldCharType="begin"/>
    </w:r>
    <w:r w:rsidRPr="00A04219">
      <w:rPr>
        <w:rStyle w:val="a8"/>
        <w:szCs w:val="24"/>
      </w:rPr>
      <w:instrText xml:space="preserve">PAGE  </w:instrText>
    </w:r>
    <w:r w:rsidRPr="00A04219">
      <w:rPr>
        <w:rStyle w:val="a8"/>
        <w:szCs w:val="24"/>
      </w:rPr>
      <w:fldChar w:fldCharType="separate"/>
    </w:r>
    <w:r w:rsidR="007B5F01">
      <w:rPr>
        <w:rStyle w:val="a8"/>
        <w:noProof/>
        <w:szCs w:val="24"/>
      </w:rPr>
      <w:t>2</w:t>
    </w:r>
    <w:r w:rsidRPr="00A04219">
      <w:rPr>
        <w:rStyle w:val="a8"/>
        <w:szCs w:val="24"/>
      </w:rPr>
      <w:fldChar w:fldCharType="end"/>
    </w:r>
  </w:p>
  <w:p w:rsidR="0050413B" w:rsidRDefault="005041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645E"/>
    <w:rsid w:val="00007985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2626"/>
    <w:rsid w:val="00052DE3"/>
    <w:rsid w:val="00053298"/>
    <w:rsid w:val="00061626"/>
    <w:rsid w:val="00062ABD"/>
    <w:rsid w:val="00063183"/>
    <w:rsid w:val="0006396C"/>
    <w:rsid w:val="00064E34"/>
    <w:rsid w:val="00067992"/>
    <w:rsid w:val="000679BC"/>
    <w:rsid w:val="00067D70"/>
    <w:rsid w:val="00070170"/>
    <w:rsid w:val="000718B1"/>
    <w:rsid w:val="00071A51"/>
    <w:rsid w:val="000736C9"/>
    <w:rsid w:val="00073A86"/>
    <w:rsid w:val="00073ADC"/>
    <w:rsid w:val="00073E25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44EA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215C"/>
    <w:rsid w:val="001828CA"/>
    <w:rsid w:val="00182C73"/>
    <w:rsid w:val="00184EA5"/>
    <w:rsid w:val="00185319"/>
    <w:rsid w:val="001856ED"/>
    <w:rsid w:val="001864EB"/>
    <w:rsid w:val="001878E0"/>
    <w:rsid w:val="0018791E"/>
    <w:rsid w:val="00187A6F"/>
    <w:rsid w:val="0019079E"/>
    <w:rsid w:val="00192297"/>
    <w:rsid w:val="00195ED3"/>
    <w:rsid w:val="00196AF0"/>
    <w:rsid w:val="00197748"/>
    <w:rsid w:val="00197CF7"/>
    <w:rsid w:val="001A0E99"/>
    <w:rsid w:val="001A4ABD"/>
    <w:rsid w:val="001A55BA"/>
    <w:rsid w:val="001A65F3"/>
    <w:rsid w:val="001A6676"/>
    <w:rsid w:val="001A7997"/>
    <w:rsid w:val="001B04C4"/>
    <w:rsid w:val="001B0ADE"/>
    <w:rsid w:val="001B10BA"/>
    <w:rsid w:val="001B2D4E"/>
    <w:rsid w:val="001B3F73"/>
    <w:rsid w:val="001B48D8"/>
    <w:rsid w:val="001B55C4"/>
    <w:rsid w:val="001B6BE1"/>
    <w:rsid w:val="001B6CC2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1323"/>
    <w:rsid w:val="001E2288"/>
    <w:rsid w:val="001E34C3"/>
    <w:rsid w:val="001E6AA5"/>
    <w:rsid w:val="001F0CB6"/>
    <w:rsid w:val="001F162B"/>
    <w:rsid w:val="001F3635"/>
    <w:rsid w:val="001F3FC8"/>
    <w:rsid w:val="001F5250"/>
    <w:rsid w:val="002011A5"/>
    <w:rsid w:val="002014E7"/>
    <w:rsid w:val="00202B51"/>
    <w:rsid w:val="00203E4A"/>
    <w:rsid w:val="00210DE7"/>
    <w:rsid w:val="00211D01"/>
    <w:rsid w:val="00212D74"/>
    <w:rsid w:val="002139F2"/>
    <w:rsid w:val="00213B88"/>
    <w:rsid w:val="002201CF"/>
    <w:rsid w:val="00220367"/>
    <w:rsid w:val="002234C4"/>
    <w:rsid w:val="002244AF"/>
    <w:rsid w:val="00224F1F"/>
    <w:rsid w:val="00225B56"/>
    <w:rsid w:val="00225FDE"/>
    <w:rsid w:val="00226659"/>
    <w:rsid w:val="00227646"/>
    <w:rsid w:val="00231BD2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08C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58C5"/>
    <w:rsid w:val="00290FA6"/>
    <w:rsid w:val="00291376"/>
    <w:rsid w:val="0029187B"/>
    <w:rsid w:val="00293D04"/>
    <w:rsid w:val="002941D3"/>
    <w:rsid w:val="00294344"/>
    <w:rsid w:val="0029474E"/>
    <w:rsid w:val="00294C36"/>
    <w:rsid w:val="002A1410"/>
    <w:rsid w:val="002A1EA0"/>
    <w:rsid w:val="002A302C"/>
    <w:rsid w:val="002A30C9"/>
    <w:rsid w:val="002A359D"/>
    <w:rsid w:val="002A4274"/>
    <w:rsid w:val="002A45F3"/>
    <w:rsid w:val="002A5AF8"/>
    <w:rsid w:val="002A7371"/>
    <w:rsid w:val="002A760C"/>
    <w:rsid w:val="002B254A"/>
    <w:rsid w:val="002C186F"/>
    <w:rsid w:val="002C339C"/>
    <w:rsid w:val="002C3B38"/>
    <w:rsid w:val="002C3C4C"/>
    <w:rsid w:val="002C41E0"/>
    <w:rsid w:val="002C5D0D"/>
    <w:rsid w:val="002C6602"/>
    <w:rsid w:val="002C7F7F"/>
    <w:rsid w:val="002D04AD"/>
    <w:rsid w:val="002D6939"/>
    <w:rsid w:val="002D72B6"/>
    <w:rsid w:val="002E1420"/>
    <w:rsid w:val="002E2356"/>
    <w:rsid w:val="002E3931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12EA"/>
    <w:rsid w:val="00302A0A"/>
    <w:rsid w:val="0030646C"/>
    <w:rsid w:val="00306FBF"/>
    <w:rsid w:val="00307ABE"/>
    <w:rsid w:val="00307C2A"/>
    <w:rsid w:val="00315BE1"/>
    <w:rsid w:val="003165FD"/>
    <w:rsid w:val="00316660"/>
    <w:rsid w:val="00316B06"/>
    <w:rsid w:val="00323BD5"/>
    <w:rsid w:val="00324ABD"/>
    <w:rsid w:val="00325F7E"/>
    <w:rsid w:val="00327970"/>
    <w:rsid w:val="003319AB"/>
    <w:rsid w:val="003324CE"/>
    <w:rsid w:val="0033279B"/>
    <w:rsid w:val="003329D9"/>
    <w:rsid w:val="00333437"/>
    <w:rsid w:val="00334306"/>
    <w:rsid w:val="00335154"/>
    <w:rsid w:val="003369AA"/>
    <w:rsid w:val="003426C1"/>
    <w:rsid w:val="00342EBD"/>
    <w:rsid w:val="00343E0B"/>
    <w:rsid w:val="00344110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5FFA"/>
    <w:rsid w:val="0036781A"/>
    <w:rsid w:val="00370C73"/>
    <w:rsid w:val="00371B0F"/>
    <w:rsid w:val="00372388"/>
    <w:rsid w:val="003723BC"/>
    <w:rsid w:val="00372A85"/>
    <w:rsid w:val="00373F03"/>
    <w:rsid w:val="003778F9"/>
    <w:rsid w:val="00381297"/>
    <w:rsid w:val="00381361"/>
    <w:rsid w:val="00381777"/>
    <w:rsid w:val="00381EEC"/>
    <w:rsid w:val="00382ECD"/>
    <w:rsid w:val="00383777"/>
    <w:rsid w:val="0038468C"/>
    <w:rsid w:val="003854EF"/>
    <w:rsid w:val="003876C7"/>
    <w:rsid w:val="00392C99"/>
    <w:rsid w:val="00392E31"/>
    <w:rsid w:val="00393F5F"/>
    <w:rsid w:val="00394448"/>
    <w:rsid w:val="00395271"/>
    <w:rsid w:val="00396C72"/>
    <w:rsid w:val="003A1D23"/>
    <w:rsid w:val="003A2F5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C73"/>
    <w:rsid w:val="003D032E"/>
    <w:rsid w:val="003D387F"/>
    <w:rsid w:val="003D3C42"/>
    <w:rsid w:val="003D411C"/>
    <w:rsid w:val="003D4264"/>
    <w:rsid w:val="003D475E"/>
    <w:rsid w:val="003D6C3B"/>
    <w:rsid w:val="003E1315"/>
    <w:rsid w:val="003E1439"/>
    <w:rsid w:val="003E144C"/>
    <w:rsid w:val="003E2F9D"/>
    <w:rsid w:val="003E33FE"/>
    <w:rsid w:val="003F03F7"/>
    <w:rsid w:val="003F0ACF"/>
    <w:rsid w:val="003F0EA9"/>
    <w:rsid w:val="003F11EC"/>
    <w:rsid w:val="003F1516"/>
    <w:rsid w:val="004005A8"/>
    <w:rsid w:val="004007E1"/>
    <w:rsid w:val="004011D3"/>
    <w:rsid w:val="004014E4"/>
    <w:rsid w:val="004028E9"/>
    <w:rsid w:val="00402A6D"/>
    <w:rsid w:val="00406290"/>
    <w:rsid w:val="00406DE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2702"/>
    <w:rsid w:val="004C35CB"/>
    <w:rsid w:val="004C3888"/>
    <w:rsid w:val="004C4C17"/>
    <w:rsid w:val="004C505B"/>
    <w:rsid w:val="004C6572"/>
    <w:rsid w:val="004D18E1"/>
    <w:rsid w:val="004D4990"/>
    <w:rsid w:val="004D53D6"/>
    <w:rsid w:val="004D6F05"/>
    <w:rsid w:val="004D7C8E"/>
    <w:rsid w:val="004E2572"/>
    <w:rsid w:val="004E70BE"/>
    <w:rsid w:val="004F047E"/>
    <w:rsid w:val="004F22D7"/>
    <w:rsid w:val="004F2754"/>
    <w:rsid w:val="004F3B67"/>
    <w:rsid w:val="004F416C"/>
    <w:rsid w:val="004F4D7F"/>
    <w:rsid w:val="004F5B0B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E0E"/>
    <w:rsid w:val="00506405"/>
    <w:rsid w:val="00506535"/>
    <w:rsid w:val="00506E0F"/>
    <w:rsid w:val="00514754"/>
    <w:rsid w:val="00516EE2"/>
    <w:rsid w:val="00520863"/>
    <w:rsid w:val="00521922"/>
    <w:rsid w:val="005227D5"/>
    <w:rsid w:val="00522E47"/>
    <w:rsid w:val="005235E0"/>
    <w:rsid w:val="00523F96"/>
    <w:rsid w:val="0052612F"/>
    <w:rsid w:val="00530119"/>
    <w:rsid w:val="00530222"/>
    <w:rsid w:val="00534B53"/>
    <w:rsid w:val="00536644"/>
    <w:rsid w:val="00537A91"/>
    <w:rsid w:val="00537FBC"/>
    <w:rsid w:val="00540CDE"/>
    <w:rsid w:val="0054320B"/>
    <w:rsid w:val="00543374"/>
    <w:rsid w:val="00551725"/>
    <w:rsid w:val="00554538"/>
    <w:rsid w:val="005546A6"/>
    <w:rsid w:val="005618DE"/>
    <w:rsid w:val="00561CE3"/>
    <w:rsid w:val="00562080"/>
    <w:rsid w:val="0056217D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72CB"/>
    <w:rsid w:val="0059089A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2366"/>
    <w:rsid w:val="005B36CA"/>
    <w:rsid w:val="005B4A5A"/>
    <w:rsid w:val="005B50D2"/>
    <w:rsid w:val="005B6495"/>
    <w:rsid w:val="005C09B9"/>
    <w:rsid w:val="005C0A76"/>
    <w:rsid w:val="005C26B9"/>
    <w:rsid w:val="005C4678"/>
    <w:rsid w:val="005C5899"/>
    <w:rsid w:val="005C5E08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55C0"/>
    <w:rsid w:val="0063655C"/>
    <w:rsid w:val="00636962"/>
    <w:rsid w:val="00636F25"/>
    <w:rsid w:val="006421E5"/>
    <w:rsid w:val="00642534"/>
    <w:rsid w:val="00645C9C"/>
    <w:rsid w:val="00647037"/>
    <w:rsid w:val="00652B3F"/>
    <w:rsid w:val="00653769"/>
    <w:rsid w:val="00653D69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70B"/>
    <w:rsid w:val="006C44AA"/>
    <w:rsid w:val="006C54F6"/>
    <w:rsid w:val="006C561A"/>
    <w:rsid w:val="006C5FC7"/>
    <w:rsid w:val="006C6C04"/>
    <w:rsid w:val="006C7C6F"/>
    <w:rsid w:val="006D1F02"/>
    <w:rsid w:val="006D27C1"/>
    <w:rsid w:val="006D4525"/>
    <w:rsid w:val="006D45F4"/>
    <w:rsid w:val="006D465D"/>
    <w:rsid w:val="006D4915"/>
    <w:rsid w:val="006D53EB"/>
    <w:rsid w:val="006E26B8"/>
    <w:rsid w:val="006E3B09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579F"/>
    <w:rsid w:val="00706636"/>
    <w:rsid w:val="00706E53"/>
    <w:rsid w:val="007072DB"/>
    <w:rsid w:val="007101F6"/>
    <w:rsid w:val="00711324"/>
    <w:rsid w:val="00711412"/>
    <w:rsid w:val="00711BED"/>
    <w:rsid w:val="00711FAD"/>
    <w:rsid w:val="0071354D"/>
    <w:rsid w:val="00716124"/>
    <w:rsid w:val="0071620E"/>
    <w:rsid w:val="00717294"/>
    <w:rsid w:val="00717C69"/>
    <w:rsid w:val="00723A4D"/>
    <w:rsid w:val="00731663"/>
    <w:rsid w:val="007333B5"/>
    <w:rsid w:val="00734852"/>
    <w:rsid w:val="0073617C"/>
    <w:rsid w:val="00736389"/>
    <w:rsid w:val="00737806"/>
    <w:rsid w:val="00737FB8"/>
    <w:rsid w:val="00737FDC"/>
    <w:rsid w:val="007404A1"/>
    <w:rsid w:val="0074374B"/>
    <w:rsid w:val="00744BD1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449B"/>
    <w:rsid w:val="007B50E7"/>
    <w:rsid w:val="007B5E20"/>
    <w:rsid w:val="007B5F01"/>
    <w:rsid w:val="007B60E0"/>
    <w:rsid w:val="007B76AA"/>
    <w:rsid w:val="007C0CAF"/>
    <w:rsid w:val="007C20D4"/>
    <w:rsid w:val="007C3F02"/>
    <w:rsid w:val="007C3F55"/>
    <w:rsid w:val="007C406F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33E5"/>
    <w:rsid w:val="008B3846"/>
    <w:rsid w:val="008C093F"/>
    <w:rsid w:val="008C1244"/>
    <w:rsid w:val="008C1769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6574"/>
    <w:rsid w:val="0090012C"/>
    <w:rsid w:val="00900142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650A"/>
    <w:rsid w:val="00947A94"/>
    <w:rsid w:val="00950732"/>
    <w:rsid w:val="0095142E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93E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B0397"/>
    <w:rsid w:val="009B0F12"/>
    <w:rsid w:val="009B1006"/>
    <w:rsid w:val="009B2595"/>
    <w:rsid w:val="009B34DE"/>
    <w:rsid w:val="009B3D9A"/>
    <w:rsid w:val="009B48D0"/>
    <w:rsid w:val="009B57D4"/>
    <w:rsid w:val="009B5934"/>
    <w:rsid w:val="009B6020"/>
    <w:rsid w:val="009B6C06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4AA5"/>
    <w:rsid w:val="00A24C06"/>
    <w:rsid w:val="00A25D1A"/>
    <w:rsid w:val="00A272B6"/>
    <w:rsid w:val="00A309D0"/>
    <w:rsid w:val="00A31FB1"/>
    <w:rsid w:val="00A32C52"/>
    <w:rsid w:val="00A33DA1"/>
    <w:rsid w:val="00A3531D"/>
    <w:rsid w:val="00A357E5"/>
    <w:rsid w:val="00A365AA"/>
    <w:rsid w:val="00A37F79"/>
    <w:rsid w:val="00A41ABE"/>
    <w:rsid w:val="00A4228B"/>
    <w:rsid w:val="00A4432D"/>
    <w:rsid w:val="00A44D0E"/>
    <w:rsid w:val="00A46399"/>
    <w:rsid w:val="00A470D6"/>
    <w:rsid w:val="00A50F70"/>
    <w:rsid w:val="00A541B9"/>
    <w:rsid w:val="00A553FE"/>
    <w:rsid w:val="00A55B1F"/>
    <w:rsid w:val="00A56584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3CF"/>
    <w:rsid w:val="00A939B0"/>
    <w:rsid w:val="00A9487C"/>
    <w:rsid w:val="00A956CD"/>
    <w:rsid w:val="00A966AF"/>
    <w:rsid w:val="00AA2A74"/>
    <w:rsid w:val="00AA2C7F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6C9C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2630"/>
    <w:rsid w:val="00B43199"/>
    <w:rsid w:val="00B431F1"/>
    <w:rsid w:val="00B44DBB"/>
    <w:rsid w:val="00B45656"/>
    <w:rsid w:val="00B47D28"/>
    <w:rsid w:val="00B505CF"/>
    <w:rsid w:val="00B63CF3"/>
    <w:rsid w:val="00B65DF5"/>
    <w:rsid w:val="00B7204E"/>
    <w:rsid w:val="00B7222F"/>
    <w:rsid w:val="00B73F49"/>
    <w:rsid w:val="00B74CC5"/>
    <w:rsid w:val="00B77A91"/>
    <w:rsid w:val="00B77B09"/>
    <w:rsid w:val="00B77CA4"/>
    <w:rsid w:val="00B848CB"/>
    <w:rsid w:val="00B8674B"/>
    <w:rsid w:val="00B87139"/>
    <w:rsid w:val="00B872CF"/>
    <w:rsid w:val="00B92D22"/>
    <w:rsid w:val="00B95651"/>
    <w:rsid w:val="00B95A85"/>
    <w:rsid w:val="00B95C6C"/>
    <w:rsid w:val="00B95F95"/>
    <w:rsid w:val="00B97B2A"/>
    <w:rsid w:val="00B97EA3"/>
    <w:rsid w:val="00B97F98"/>
    <w:rsid w:val="00BA0A0F"/>
    <w:rsid w:val="00BA11F4"/>
    <w:rsid w:val="00BA386C"/>
    <w:rsid w:val="00BA62F9"/>
    <w:rsid w:val="00BA7DC5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A5D"/>
    <w:rsid w:val="00BC3B0B"/>
    <w:rsid w:val="00BC5023"/>
    <w:rsid w:val="00BC7B82"/>
    <w:rsid w:val="00BD1D4A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AD6"/>
    <w:rsid w:val="00C123FE"/>
    <w:rsid w:val="00C13C0C"/>
    <w:rsid w:val="00C168B5"/>
    <w:rsid w:val="00C170A6"/>
    <w:rsid w:val="00C20757"/>
    <w:rsid w:val="00C226F4"/>
    <w:rsid w:val="00C2382A"/>
    <w:rsid w:val="00C24502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725E"/>
    <w:rsid w:val="00CA7B25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C79"/>
    <w:rsid w:val="00CE4655"/>
    <w:rsid w:val="00CE4A67"/>
    <w:rsid w:val="00CE7C67"/>
    <w:rsid w:val="00CF01B4"/>
    <w:rsid w:val="00CF18E5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FBA"/>
    <w:rsid w:val="00D3527D"/>
    <w:rsid w:val="00D40319"/>
    <w:rsid w:val="00D40AB0"/>
    <w:rsid w:val="00D40BF1"/>
    <w:rsid w:val="00D41493"/>
    <w:rsid w:val="00D418A0"/>
    <w:rsid w:val="00D464C1"/>
    <w:rsid w:val="00D502CE"/>
    <w:rsid w:val="00D57405"/>
    <w:rsid w:val="00D60612"/>
    <w:rsid w:val="00D63117"/>
    <w:rsid w:val="00D64A9F"/>
    <w:rsid w:val="00D6511D"/>
    <w:rsid w:val="00D67EFB"/>
    <w:rsid w:val="00D70646"/>
    <w:rsid w:val="00D724F1"/>
    <w:rsid w:val="00D72C61"/>
    <w:rsid w:val="00D75076"/>
    <w:rsid w:val="00D7775F"/>
    <w:rsid w:val="00D779FB"/>
    <w:rsid w:val="00D82388"/>
    <w:rsid w:val="00D84F63"/>
    <w:rsid w:val="00D85527"/>
    <w:rsid w:val="00D864AF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52BC"/>
    <w:rsid w:val="00DC6FE1"/>
    <w:rsid w:val="00DD1E56"/>
    <w:rsid w:val="00DD2100"/>
    <w:rsid w:val="00DD24A6"/>
    <w:rsid w:val="00DD3F3E"/>
    <w:rsid w:val="00DD5260"/>
    <w:rsid w:val="00DD692F"/>
    <w:rsid w:val="00DE0A0A"/>
    <w:rsid w:val="00DE4044"/>
    <w:rsid w:val="00DE654D"/>
    <w:rsid w:val="00DF0FEF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528F"/>
    <w:rsid w:val="00E365C4"/>
    <w:rsid w:val="00E43D01"/>
    <w:rsid w:val="00E4531E"/>
    <w:rsid w:val="00E45E22"/>
    <w:rsid w:val="00E46045"/>
    <w:rsid w:val="00E479CC"/>
    <w:rsid w:val="00E50069"/>
    <w:rsid w:val="00E500D0"/>
    <w:rsid w:val="00E50E26"/>
    <w:rsid w:val="00E521C6"/>
    <w:rsid w:val="00E539CA"/>
    <w:rsid w:val="00E541C4"/>
    <w:rsid w:val="00E54588"/>
    <w:rsid w:val="00E54AC9"/>
    <w:rsid w:val="00E553A4"/>
    <w:rsid w:val="00E55717"/>
    <w:rsid w:val="00E6155D"/>
    <w:rsid w:val="00E63C01"/>
    <w:rsid w:val="00E65246"/>
    <w:rsid w:val="00E65D88"/>
    <w:rsid w:val="00E65EB2"/>
    <w:rsid w:val="00E679C0"/>
    <w:rsid w:val="00E71969"/>
    <w:rsid w:val="00E71C4E"/>
    <w:rsid w:val="00E73220"/>
    <w:rsid w:val="00E7660D"/>
    <w:rsid w:val="00E81866"/>
    <w:rsid w:val="00E836DA"/>
    <w:rsid w:val="00E84C3F"/>
    <w:rsid w:val="00E90173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475E"/>
    <w:rsid w:val="00ED4EA7"/>
    <w:rsid w:val="00ED6564"/>
    <w:rsid w:val="00ED7D16"/>
    <w:rsid w:val="00EE03C1"/>
    <w:rsid w:val="00EE0FC2"/>
    <w:rsid w:val="00EE1384"/>
    <w:rsid w:val="00EE1B33"/>
    <w:rsid w:val="00EE1EC7"/>
    <w:rsid w:val="00EE2396"/>
    <w:rsid w:val="00EE46F2"/>
    <w:rsid w:val="00EF1FD9"/>
    <w:rsid w:val="00EF2055"/>
    <w:rsid w:val="00EF4376"/>
    <w:rsid w:val="00EF6873"/>
    <w:rsid w:val="00EF7F35"/>
    <w:rsid w:val="00F00D19"/>
    <w:rsid w:val="00F01D1B"/>
    <w:rsid w:val="00F02597"/>
    <w:rsid w:val="00F041AE"/>
    <w:rsid w:val="00F0526F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60763"/>
    <w:rsid w:val="00F6199C"/>
    <w:rsid w:val="00F65BD5"/>
    <w:rsid w:val="00F66098"/>
    <w:rsid w:val="00F67575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EF5"/>
    <w:rsid w:val="00FC49C9"/>
    <w:rsid w:val="00FC567C"/>
    <w:rsid w:val="00FC5E60"/>
    <w:rsid w:val="00FC7C84"/>
    <w:rsid w:val="00FD087B"/>
    <w:rsid w:val="00FD164E"/>
    <w:rsid w:val="00FD4BDD"/>
    <w:rsid w:val="00FD75C0"/>
    <w:rsid w:val="00FE00D4"/>
    <w:rsid w:val="00FE02AF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E1B"/>
    <w:rsid w:val="00FF4082"/>
    <w:rsid w:val="00FF40A8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854CD-F839-4F43-90A2-882B55F6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31</Pages>
  <Words>8462</Words>
  <Characters>48240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56589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10</cp:revision>
  <cp:lastPrinted>2014-12-24T10:00:00Z</cp:lastPrinted>
  <dcterms:created xsi:type="dcterms:W3CDTF">2014-12-17T07:47:00Z</dcterms:created>
  <dcterms:modified xsi:type="dcterms:W3CDTF">2014-12-25T12:06:00Z</dcterms:modified>
</cp:coreProperties>
</file>