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15FA0" w:rsidTr="00015FA0">
        <w:tc>
          <w:tcPr>
            <w:tcW w:w="426" w:type="dxa"/>
            <w:hideMark/>
          </w:tcPr>
          <w:p w:rsidR="00015FA0" w:rsidRDefault="00015FA0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5FA0" w:rsidRDefault="00015FA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015FA0" w:rsidRDefault="00015FA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15FA0" w:rsidRDefault="00015FA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5FA0" w:rsidRDefault="00015F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148</w:t>
            </w:r>
            <w:bookmarkStart w:id="0" w:name="_GoBack"/>
            <w:bookmarkEnd w:id="0"/>
          </w:p>
        </w:tc>
      </w:tr>
    </w:tbl>
    <w:p w:rsidR="00015FA0" w:rsidRDefault="00015FA0" w:rsidP="00015FA0">
      <w:pPr>
        <w:jc w:val="both"/>
        <w:rPr>
          <w:sz w:val="28"/>
          <w:szCs w:val="28"/>
        </w:rPr>
      </w:pPr>
    </w:p>
    <w:p w:rsidR="00015FA0" w:rsidRDefault="00015FA0" w:rsidP="00015FA0">
      <w:pPr>
        <w:jc w:val="both"/>
        <w:rPr>
          <w:sz w:val="28"/>
          <w:szCs w:val="28"/>
        </w:rPr>
      </w:pPr>
    </w:p>
    <w:p w:rsidR="002321FF" w:rsidRPr="000003B8" w:rsidRDefault="002321FF" w:rsidP="002321FF">
      <w:pPr>
        <w:jc w:val="both"/>
        <w:rPr>
          <w:sz w:val="28"/>
          <w:szCs w:val="28"/>
        </w:rPr>
      </w:pPr>
      <w:r w:rsidRPr="000003B8">
        <w:rPr>
          <w:sz w:val="28"/>
          <w:szCs w:val="28"/>
        </w:rPr>
        <w:t xml:space="preserve">О награждении Почетным знаком </w:t>
      </w:r>
    </w:p>
    <w:p w:rsidR="002321FF" w:rsidRPr="000003B8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0003B8">
        <w:rPr>
          <w:sz w:val="28"/>
          <w:szCs w:val="28"/>
        </w:rPr>
        <w:t xml:space="preserve">Ярославской областной Думы </w:t>
      </w:r>
    </w:p>
    <w:p w:rsidR="00613412" w:rsidRPr="000003B8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0003B8">
        <w:rPr>
          <w:sz w:val="28"/>
          <w:szCs w:val="28"/>
        </w:rPr>
        <w:t>«За</w:t>
      </w:r>
      <w:r w:rsidR="00C1508C" w:rsidRPr="000003B8">
        <w:rPr>
          <w:sz w:val="28"/>
          <w:szCs w:val="28"/>
        </w:rPr>
        <w:t xml:space="preserve"> заслуги в развитии </w:t>
      </w:r>
    </w:p>
    <w:p w:rsidR="002321FF" w:rsidRPr="000003B8" w:rsidRDefault="00613412" w:rsidP="002321FF">
      <w:pPr>
        <w:pStyle w:val="3"/>
        <w:spacing w:after="0"/>
        <w:ind w:left="0"/>
        <w:rPr>
          <w:sz w:val="28"/>
          <w:szCs w:val="28"/>
        </w:rPr>
      </w:pPr>
      <w:r w:rsidRPr="000003B8">
        <w:rPr>
          <w:sz w:val="28"/>
          <w:szCs w:val="28"/>
        </w:rPr>
        <w:t>з</w:t>
      </w:r>
      <w:r w:rsidR="00C1508C" w:rsidRPr="000003B8">
        <w:rPr>
          <w:sz w:val="28"/>
          <w:szCs w:val="28"/>
        </w:rPr>
        <w:t>аконодательства</w:t>
      </w:r>
      <w:r w:rsidRPr="000003B8">
        <w:rPr>
          <w:sz w:val="28"/>
          <w:szCs w:val="28"/>
        </w:rPr>
        <w:t xml:space="preserve"> </w:t>
      </w:r>
      <w:r w:rsidR="00C1508C" w:rsidRPr="000003B8">
        <w:rPr>
          <w:sz w:val="28"/>
          <w:szCs w:val="28"/>
        </w:rPr>
        <w:t>и парламентаризма</w:t>
      </w:r>
      <w:r w:rsidR="002321FF" w:rsidRPr="000003B8">
        <w:rPr>
          <w:sz w:val="28"/>
          <w:szCs w:val="28"/>
        </w:rPr>
        <w:t>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0003B8" w:rsidRPr="000003B8" w:rsidRDefault="000003B8" w:rsidP="002321FF">
      <w:pPr>
        <w:jc w:val="both"/>
        <w:rPr>
          <w:sz w:val="28"/>
          <w:szCs w:val="28"/>
        </w:rPr>
      </w:pPr>
    </w:p>
    <w:p w:rsidR="002321FF" w:rsidRPr="000003B8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0003B8">
        <w:rPr>
          <w:sz w:val="28"/>
          <w:szCs w:val="28"/>
        </w:rPr>
        <w:t>В соответствии с Положением о Почетном знаке Ярославской облас</w:t>
      </w:r>
      <w:r w:rsidRPr="000003B8">
        <w:rPr>
          <w:sz w:val="28"/>
          <w:szCs w:val="28"/>
        </w:rPr>
        <w:t>т</w:t>
      </w:r>
      <w:r w:rsidRPr="000003B8">
        <w:rPr>
          <w:sz w:val="28"/>
          <w:szCs w:val="28"/>
        </w:rPr>
        <w:t xml:space="preserve">ной Думы «За </w:t>
      </w:r>
      <w:r w:rsidR="00C1508C" w:rsidRPr="000003B8">
        <w:rPr>
          <w:sz w:val="28"/>
          <w:szCs w:val="28"/>
        </w:rPr>
        <w:t>заслуги в развитии законодательства и парламентаризма</w:t>
      </w:r>
      <w:r w:rsidRPr="000003B8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0003B8">
        <w:rPr>
          <w:sz w:val="28"/>
          <w:szCs w:val="28"/>
        </w:rPr>
        <w:t>5</w:t>
      </w:r>
      <w:r w:rsidRPr="000003B8">
        <w:rPr>
          <w:sz w:val="28"/>
          <w:szCs w:val="28"/>
        </w:rPr>
        <w:t>, Ярославская областная Дума</w:t>
      </w:r>
    </w:p>
    <w:p w:rsidR="002321FF" w:rsidRPr="000003B8" w:rsidRDefault="002321FF" w:rsidP="002321FF">
      <w:pPr>
        <w:jc w:val="both"/>
        <w:rPr>
          <w:sz w:val="28"/>
          <w:szCs w:val="28"/>
        </w:rPr>
      </w:pPr>
    </w:p>
    <w:p w:rsidR="002321FF" w:rsidRPr="000003B8" w:rsidRDefault="002321FF" w:rsidP="000003B8">
      <w:pPr>
        <w:jc w:val="center"/>
        <w:rPr>
          <w:sz w:val="28"/>
          <w:szCs w:val="28"/>
        </w:rPr>
      </w:pPr>
      <w:proofErr w:type="gramStart"/>
      <w:r w:rsidRPr="000003B8">
        <w:rPr>
          <w:b/>
          <w:sz w:val="28"/>
          <w:szCs w:val="28"/>
        </w:rPr>
        <w:t>П</w:t>
      </w:r>
      <w:proofErr w:type="gramEnd"/>
      <w:r w:rsidRPr="000003B8">
        <w:rPr>
          <w:b/>
          <w:sz w:val="28"/>
          <w:szCs w:val="28"/>
        </w:rPr>
        <w:t xml:space="preserve"> О С Т А Н О В И Л А:</w:t>
      </w:r>
    </w:p>
    <w:p w:rsidR="002321FF" w:rsidRPr="000003B8" w:rsidRDefault="002321FF" w:rsidP="00494280">
      <w:pPr>
        <w:pStyle w:val="2"/>
        <w:ind w:firstLine="0"/>
        <w:rPr>
          <w:szCs w:val="28"/>
        </w:rPr>
      </w:pPr>
    </w:p>
    <w:p w:rsidR="002D43B4" w:rsidRPr="000003B8" w:rsidRDefault="0082761B" w:rsidP="008276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3B8">
        <w:rPr>
          <w:sz w:val="28"/>
          <w:szCs w:val="28"/>
        </w:rPr>
        <w:t xml:space="preserve"> </w:t>
      </w:r>
      <w:r w:rsidR="002321FF" w:rsidRPr="000003B8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0003B8">
        <w:rPr>
          <w:sz w:val="28"/>
          <w:szCs w:val="28"/>
        </w:rPr>
        <w:t>засл</w:t>
      </w:r>
      <w:r w:rsidR="00C1508C" w:rsidRPr="000003B8">
        <w:rPr>
          <w:sz w:val="28"/>
          <w:szCs w:val="28"/>
        </w:rPr>
        <w:t>у</w:t>
      </w:r>
      <w:r w:rsidR="00C1508C" w:rsidRPr="000003B8">
        <w:rPr>
          <w:sz w:val="28"/>
          <w:szCs w:val="28"/>
        </w:rPr>
        <w:t xml:space="preserve">ги в </w:t>
      </w:r>
      <w:r w:rsidR="002321FF" w:rsidRPr="000003B8">
        <w:rPr>
          <w:sz w:val="28"/>
          <w:szCs w:val="28"/>
        </w:rPr>
        <w:t>р</w:t>
      </w:r>
      <w:r w:rsidR="00F17FE5" w:rsidRPr="000003B8">
        <w:rPr>
          <w:sz w:val="28"/>
          <w:szCs w:val="28"/>
        </w:rPr>
        <w:t>азвити</w:t>
      </w:r>
      <w:r w:rsidR="00232FD0" w:rsidRPr="000003B8">
        <w:rPr>
          <w:sz w:val="28"/>
          <w:szCs w:val="28"/>
        </w:rPr>
        <w:t>и</w:t>
      </w:r>
      <w:r w:rsidR="00F17FE5" w:rsidRPr="000003B8">
        <w:rPr>
          <w:sz w:val="28"/>
          <w:szCs w:val="28"/>
        </w:rPr>
        <w:t xml:space="preserve"> </w:t>
      </w:r>
      <w:r w:rsidR="00C1508C" w:rsidRPr="000003B8">
        <w:rPr>
          <w:sz w:val="28"/>
          <w:szCs w:val="28"/>
        </w:rPr>
        <w:t>законодательства и парламентаризма</w:t>
      </w:r>
      <w:r w:rsidR="00F17FE5" w:rsidRPr="000003B8">
        <w:rPr>
          <w:sz w:val="28"/>
          <w:szCs w:val="28"/>
        </w:rPr>
        <w:t>»</w:t>
      </w:r>
      <w:r w:rsidR="002D43B4" w:rsidRPr="000003B8">
        <w:rPr>
          <w:sz w:val="28"/>
          <w:szCs w:val="28"/>
        </w:rPr>
        <w:t xml:space="preserve"> </w:t>
      </w:r>
      <w:r w:rsidR="00C1508C" w:rsidRPr="000003B8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0003B8">
        <w:rPr>
          <w:sz w:val="28"/>
          <w:szCs w:val="28"/>
        </w:rPr>
        <w:t xml:space="preserve"> </w:t>
      </w:r>
      <w:r w:rsidR="00836A98" w:rsidRPr="000003B8">
        <w:rPr>
          <w:sz w:val="28"/>
          <w:szCs w:val="28"/>
        </w:rPr>
        <w:t>Сергея Александровича Бур</w:t>
      </w:r>
      <w:r w:rsidR="00836A98" w:rsidRPr="000003B8">
        <w:rPr>
          <w:sz w:val="28"/>
          <w:szCs w:val="28"/>
        </w:rPr>
        <w:t>о</w:t>
      </w:r>
      <w:r w:rsidR="00836A98" w:rsidRPr="000003B8">
        <w:rPr>
          <w:sz w:val="28"/>
          <w:szCs w:val="28"/>
        </w:rPr>
        <w:t>ва</w:t>
      </w:r>
      <w:r w:rsidR="002D43B4" w:rsidRPr="000003B8">
        <w:rPr>
          <w:sz w:val="28"/>
          <w:szCs w:val="28"/>
        </w:rPr>
        <w:t xml:space="preserve">. </w:t>
      </w:r>
    </w:p>
    <w:p w:rsidR="00E059BB" w:rsidRPr="000003B8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7327" w:rsidRPr="000003B8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0003B8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0003B8" w:rsidRDefault="002D43B4" w:rsidP="00AD580E">
      <w:pPr>
        <w:jc w:val="both"/>
        <w:rPr>
          <w:sz w:val="28"/>
          <w:szCs w:val="28"/>
        </w:rPr>
      </w:pPr>
      <w:r w:rsidRPr="000003B8">
        <w:rPr>
          <w:sz w:val="28"/>
          <w:szCs w:val="28"/>
        </w:rPr>
        <w:t>Председатель</w:t>
      </w:r>
    </w:p>
    <w:p w:rsidR="00AD580E" w:rsidRPr="000003B8" w:rsidRDefault="00AD580E" w:rsidP="00AD580E">
      <w:pPr>
        <w:jc w:val="both"/>
        <w:rPr>
          <w:b/>
          <w:sz w:val="28"/>
          <w:szCs w:val="28"/>
        </w:rPr>
      </w:pPr>
      <w:r w:rsidRPr="000003B8">
        <w:rPr>
          <w:sz w:val="28"/>
          <w:szCs w:val="28"/>
        </w:rPr>
        <w:t xml:space="preserve">Ярославской областной Думы </w:t>
      </w:r>
      <w:r w:rsidRPr="000003B8">
        <w:rPr>
          <w:sz w:val="28"/>
          <w:szCs w:val="28"/>
        </w:rPr>
        <w:tab/>
      </w:r>
      <w:r w:rsidRPr="000003B8">
        <w:rPr>
          <w:sz w:val="28"/>
          <w:szCs w:val="28"/>
        </w:rPr>
        <w:tab/>
      </w:r>
      <w:r w:rsidR="000003B8" w:rsidRPr="000003B8">
        <w:rPr>
          <w:sz w:val="28"/>
          <w:szCs w:val="28"/>
        </w:rPr>
        <w:tab/>
      </w:r>
      <w:r w:rsidR="000003B8" w:rsidRPr="000003B8">
        <w:rPr>
          <w:sz w:val="28"/>
          <w:szCs w:val="28"/>
        </w:rPr>
        <w:tab/>
      </w:r>
      <w:r w:rsidR="000003B8" w:rsidRPr="000003B8">
        <w:rPr>
          <w:sz w:val="28"/>
          <w:szCs w:val="28"/>
        </w:rPr>
        <w:tab/>
        <w:t xml:space="preserve">  </w:t>
      </w:r>
      <w:r w:rsidR="002D43B4" w:rsidRPr="000003B8">
        <w:rPr>
          <w:sz w:val="28"/>
          <w:szCs w:val="28"/>
        </w:rPr>
        <w:t>М.В. Боровицкий</w:t>
      </w:r>
    </w:p>
    <w:p w:rsidR="00720051" w:rsidRPr="000003B8" w:rsidRDefault="00720051">
      <w:pPr>
        <w:rPr>
          <w:sz w:val="28"/>
          <w:szCs w:val="28"/>
        </w:rPr>
      </w:pPr>
    </w:p>
    <w:sectPr w:rsidR="00720051" w:rsidRPr="000003B8" w:rsidSect="000003B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003B8"/>
    <w:rsid w:val="00015FA0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357009"/>
    <w:rsid w:val="003B74F9"/>
    <w:rsid w:val="004425AD"/>
    <w:rsid w:val="00494280"/>
    <w:rsid w:val="004A571E"/>
    <w:rsid w:val="00530774"/>
    <w:rsid w:val="005565EB"/>
    <w:rsid w:val="0057210F"/>
    <w:rsid w:val="005F2024"/>
    <w:rsid w:val="00613412"/>
    <w:rsid w:val="00645911"/>
    <w:rsid w:val="006A4B69"/>
    <w:rsid w:val="006D6DE8"/>
    <w:rsid w:val="006D7832"/>
    <w:rsid w:val="006E57AD"/>
    <w:rsid w:val="00720051"/>
    <w:rsid w:val="007517D4"/>
    <w:rsid w:val="007606B7"/>
    <w:rsid w:val="007B1695"/>
    <w:rsid w:val="00807BA0"/>
    <w:rsid w:val="0082761B"/>
    <w:rsid w:val="00836A98"/>
    <w:rsid w:val="00975B0A"/>
    <w:rsid w:val="0098590F"/>
    <w:rsid w:val="009C72C7"/>
    <w:rsid w:val="00A44C07"/>
    <w:rsid w:val="00AC1A12"/>
    <w:rsid w:val="00AD580E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37</cp:revision>
  <cp:lastPrinted>2015-11-18T07:28:00Z</cp:lastPrinted>
  <dcterms:created xsi:type="dcterms:W3CDTF">2015-04-10T11:38:00Z</dcterms:created>
  <dcterms:modified xsi:type="dcterms:W3CDTF">2016-06-06T08:32:00Z</dcterms:modified>
</cp:coreProperties>
</file>