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016DA" w:rsidTr="002016DA">
        <w:tc>
          <w:tcPr>
            <w:tcW w:w="426" w:type="dxa"/>
            <w:vAlign w:val="bottom"/>
            <w:hideMark/>
          </w:tcPr>
          <w:p w:rsidR="002016DA" w:rsidRDefault="002016DA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016DA" w:rsidRDefault="002016D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19.11.2021</w:t>
            </w:r>
          </w:p>
        </w:tc>
        <w:tc>
          <w:tcPr>
            <w:tcW w:w="4111" w:type="dxa"/>
            <w:vAlign w:val="bottom"/>
          </w:tcPr>
          <w:p w:rsidR="002016DA" w:rsidRDefault="002016D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2016DA" w:rsidRDefault="002016D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016DA" w:rsidRDefault="002016DA">
            <w:pPr>
              <w:widowControl w:val="0"/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pacing w:val="-6"/>
                <w:sz w:val="28"/>
                <w:szCs w:val="28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31</w:t>
            </w:r>
            <w:r>
              <w:rPr>
                <w:bCs/>
                <w:color w:val="000000"/>
                <w:spacing w:val="-6"/>
                <w:sz w:val="28"/>
                <w:szCs w:val="28"/>
              </w:rPr>
              <w:t>7</w:t>
            </w:r>
            <w:bookmarkStart w:id="0" w:name="_GoBack"/>
            <w:bookmarkEnd w:id="0"/>
          </w:p>
        </w:tc>
      </w:tr>
    </w:tbl>
    <w:p w:rsidR="006B163A" w:rsidRPr="006B163A" w:rsidRDefault="006B163A" w:rsidP="006B163A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6B163A" w:rsidRPr="006B163A" w:rsidRDefault="006B163A" w:rsidP="006B163A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CB3225" w:rsidRPr="006B163A" w:rsidRDefault="00CB3225" w:rsidP="006B163A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B163A">
        <w:rPr>
          <w:sz w:val="28"/>
          <w:szCs w:val="28"/>
        </w:rPr>
        <w:t xml:space="preserve">О </w:t>
      </w:r>
      <w:r w:rsidRPr="006B163A">
        <w:rPr>
          <w:color w:val="000000"/>
          <w:sz w:val="28"/>
          <w:szCs w:val="28"/>
        </w:rPr>
        <w:t xml:space="preserve">проекте </w:t>
      </w:r>
      <w:r w:rsidRPr="006B163A">
        <w:rPr>
          <w:sz w:val="28"/>
          <w:szCs w:val="28"/>
        </w:rPr>
        <w:t xml:space="preserve">закона Ярославской области </w:t>
      </w:r>
    </w:p>
    <w:p w:rsidR="00CB3225" w:rsidRPr="006B163A" w:rsidRDefault="00CB3225" w:rsidP="006B163A">
      <w:pPr>
        <w:contextualSpacing/>
        <w:jc w:val="both"/>
        <w:rPr>
          <w:sz w:val="28"/>
          <w:szCs w:val="28"/>
        </w:rPr>
      </w:pPr>
      <w:r w:rsidRPr="006B163A">
        <w:rPr>
          <w:sz w:val="28"/>
          <w:szCs w:val="28"/>
        </w:rPr>
        <w:t xml:space="preserve">«О внесении изменений в приложение </w:t>
      </w:r>
    </w:p>
    <w:p w:rsidR="00CB3225" w:rsidRPr="006B163A" w:rsidRDefault="00CB3225" w:rsidP="006B163A">
      <w:pPr>
        <w:contextualSpacing/>
        <w:jc w:val="both"/>
        <w:rPr>
          <w:bCs/>
          <w:sz w:val="28"/>
          <w:szCs w:val="28"/>
        </w:rPr>
      </w:pPr>
      <w:r w:rsidRPr="006B163A">
        <w:rPr>
          <w:sz w:val="28"/>
          <w:szCs w:val="28"/>
        </w:rPr>
        <w:t xml:space="preserve">к </w:t>
      </w:r>
      <w:r w:rsidRPr="006B163A">
        <w:rPr>
          <w:bCs/>
          <w:sz w:val="28"/>
          <w:szCs w:val="28"/>
        </w:rPr>
        <w:t>Закону Ярославской области</w:t>
      </w:r>
    </w:p>
    <w:p w:rsidR="00CB3225" w:rsidRPr="006B163A" w:rsidRDefault="00CB3225" w:rsidP="006B163A">
      <w:pPr>
        <w:contextualSpacing/>
        <w:jc w:val="both"/>
        <w:rPr>
          <w:bCs/>
          <w:sz w:val="28"/>
          <w:szCs w:val="28"/>
        </w:rPr>
      </w:pPr>
      <w:r w:rsidRPr="006B163A">
        <w:rPr>
          <w:bCs/>
          <w:sz w:val="28"/>
          <w:szCs w:val="28"/>
        </w:rPr>
        <w:t xml:space="preserve">«Об образовании судебных участков </w:t>
      </w:r>
    </w:p>
    <w:p w:rsidR="00CB3225" w:rsidRPr="006B163A" w:rsidRDefault="00CB3225" w:rsidP="006B163A">
      <w:pPr>
        <w:contextualSpacing/>
        <w:jc w:val="both"/>
        <w:rPr>
          <w:bCs/>
          <w:sz w:val="28"/>
          <w:szCs w:val="28"/>
        </w:rPr>
      </w:pPr>
      <w:r w:rsidRPr="006B163A">
        <w:rPr>
          <w:bCs/>
          <w:sz w:val="28"/>
          <w:szCs w:val="28"/>
        </w:rPr>
        <w:t xml:space="preserve">и </w:t>
      </w:r>
      <w:proofErr w:type="gramStart"/>
      <w:r w:rsidRPr="006B163A">
        <w:rPr>
          <w:bCs/>
          <w:sz w:val="28"/>
          <w:szCs w:val="28"/>
        </w:rPr>
        <w:t>учреждении</w:t>
      </w:r>
      <w:proofErr w:type="gramEnd"/>
      <w:r w:rsidRPr="006B163A">
        <w:rPr>
          <w:bCs/>
          <w:sz w:val="28"/>
          <w:szCs w:val="28"/>
        </w:rPr>
        <w:t xml:space="preserve"> должностей мировых судей </w:t>
      </w:r>
    </w:p>
    <w:p w:rsidR="00CB3225" w:rsidRPr="006B163A" w:rsidRDefault="00CB3225" w:rsidP="006B163A">
      <w:pPr>
        <w:contextualSpacing/>
        <w:jc w:val="both"/>
        <w:rPr>
          <w:sz w:val="28"/>
          <w:szCs w:val="28"/>
        </w:rPr>
      </w:pPr>
      <w:r w:rsidRPr="006B163A">
        <w:rPr>
          <w:bCs/>
          <w:sz w:val="28"/>
          <w:szCs w:val="28"/>
        </w:rPr>
        <w:t>в Ярославской области»</w:t>
      </w:r>
    </w:p>
    <w:p w:rsidR="00BC0735" w:rsidRPr="006B163A" w:rsidRDefault="00BC0735" w:rsidP="006B163A">
      <w:pPr>
        <w:contextualSpacing/>
        <w:jc w:val="both"/>
        <w:rPr>
          <w:sz w:val="28"/>
          <w:szCs w:val="28"/>
        </w:rPr>
      </w:pPr>
    </w:p>
    <w:p w:rsidR="003E2A28" w:rsidRPr="006B163A" w:rsidRDefault="003E2A28" w:rsidP="006B163A">
      <w:pPr>
        <w:contextualSpacing/>
        <w:jc w:val="both"/>
        <w:rPr>
          <w:sz w:val="28"/>
          <w:szCs w:val="28"/>
        </w:rPr>
      </w:pPr>
    </w:p>
    <w:p w:rsidR="009C296A" w:rsidRPr="006B163A" w:rsidRDefault="009C296A" w:rsidP="006B163A">
      <w:pPr>
        <w:ind w:firstLine="709"/>
        <w:contextualSpacing/>
        <w:jc w:val="both"/>
        <w:rPr>
          <w:sz w:val="28"/>
          <w:szCs w:val="28"/>
        </w:rPr>
      </w:pPr>
      <w:r w:rsidRPr="006B163A">
        <w:rPr>
          <w:sz w:val="28"/>
          <w:szCs w:val="28"/>
        </w:rPr>
        <w:t>Ярославская областная Дума</w:t>
      </w:r>
    </w:p>
    <w:p w:rsidR="009C296A" w:rsidRPr="006B163A" w:rsidRDefault="009C296A" w:rsidP="006B163A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6B163A" w:rsidRDefault="00E102FF" w:rsidP="006B163A">
      <w:pPr>
        <w:contextualSpacing/>
        <w:jc w:val="center"/>
        <w:rPr>
          <w:b/>
          <w:sz w:val="28"/>
          <w:szCs w:val="28"/>
        </w:rPr>
      </w:pPr>
      <w:proofErr w:type="gramStart"/>
      <w:r w:rsidRPr="006B163A">
        <w:rPr>
          <w:b/>
          <w:sz w:val="28"/>
          <w:szCs w:val="28"/>
        </w:rPr>
        <w:t>П</w:t>
      </w:r>
      <w:proofErr w:type="gramEnd"/>
      <w:r w:rsidRPr="006B163A">
        <w:rPr>
          <w:b/>
          <w:sz w:val="28"/>
          <w:szCs w:val="28"/>
        </w:rPr>
        <w:t xml:space="preserve"> О С Т А Н О В И Л А:</w:t>
      </w:r>
    </w:p>
    <w:p w:rsidR="00E102FF" w:rsidRPr="006B163A" w:rsidRDefault="00E102FF" w:rsidP="006B163A">
      <w:pPr>
        <w:ind w:firstLine="709"/>
        <w:contextualSpacing/>
        <w:jc w:val="center"/>
        <w:rPr>
          <w:b/>
          <w:sz w:val="28"/>
          <w:szCs w:val="28"/>
        </w:rPr>
      </w:pPr>
    </w:p>
    <w:p w:rsidR="006A5F8A" w:rsidRPr="006B163A" w:rsidRDefault="00592174" w:rsidP="006B163A">
      <w:pPr>
        <w:ind w:firstLine="709"/>
        <w:jc w:val="both"/>
        <w:rPr>
          <w:color w:val="000000"/>
          <w:sz w:val="28"/>
          <w:szCs w:val="28"/>
        </w:rPr>
      </w:pPr>
      <w:r w:rsidRPr="006B163A">
        <w:rPr>
          <w:sz w:val="28"/>
          <w:szCs w:val="28"/>
        </w:rPr>
        <w:t xml:space="preserve">1. </w:t>
      </w:r>
      <w:r w:rsidR="00E102FF" w:rsidRPr="006B163A">
        <w:rPr>
          <w:sz w:val="28"/>
          <w:szCs w:val="28"/>
        </w:rPr>
        <w:t xml:space="preserve">Принять </w:t>
      </w:r>
      <w:r w:rsidR="001F59D1" w:rsidRPr="006B163A">
        <w:rPr>
          <w:sz w:val="28"/>
          <w:szCs w:val="28"/>
        </w:rPr>
        <w:t>в первом чтении проект закона</w:t>
      </w:r>
      <w:r w:rsidR="00F32960" w:rsidRPr="006B163A">
        <w:rPr>
          <w:sz w:val="28"/>
          <w:szCs w:val="28"/>
        </w:rPr>
        <w:t xml:space="preserve"> Ярославской области</w:t>
      </w:r>
      <w:r w:rsidR="00032537" w:rsidRPr="006B163A">
        <w:rPr>
          <w:sz w:val="28"/>
          <w:szCs w:val="28"/>
        </w:rPr>
        <w:t xml:space="preserve"> </w:t>
      </w:r>
      <w:r w:rsidR="00CB3225" w:rsidRPr="006B163A">
        <w:rPr>
          <w:rFonts w:eastAsiaTheme="minorEastAsia"/>
          <w:sz w:val="28"/>
          <w:szCs w:val="28"/>
        </w:rPr>
        <w:t>«</w:t>
      </w:r>
      <w:r w:rsidR="00CB3225" w:rsidRPr="006B163A">
        <w:rPr>
          <w:sz w:val="28"/>
          <w:szCs w:val="28"/>
        </w:rPr>
        <w:t>О</w:t>
      </w:r>
      <w:r w:rsidR="006B163A">
        <w:rPr>
          <w:sz w:val="28"/>
          <w:szCs w:val="28"/>
        </w:rPr>
        <w:t> </w:t>
      </w:r>
      <w:r w:rsidR="00CB3225" w:rsidRPr="006B163A">
        <w:rPr>
          <w:sz w:val="28"/>
          <w:szCs w:val="28"/>
        </w:rPr>
        <w:t xml:space="preserve">внесении изменений в приложение к </w:t>
      </w:r>
      <w:r w:rsidR="006B163A">
        <w:rPr>
          <w:bCs/>
          <w:sz w:val="28"/>
          <w:szCs w:val="28"/>
        </w:rPr>
        <w:t>Закону Ярославской области «Об </w:t>
      </w:r>
      <w:r w:rsidR="00CB3225" w:rsidRPr="006B163A">
        <w:rPr>
          <w:bCs/>
          <w:sz w:val="28"/>
          <w:szCs w:val="28"/>
        </w:rPr>
        <w:t>образовании судебных участков и учреждении должностей мировых с</w:t>
      </w:r>
      <w:r w:rsidR="00CB3225" w:rsidRPr="006B163A">
        <w:rPr>
          <w:bCs/>
          <w:sz w:val="28"/>
          <w:szCs w:val="28"/>
        </w:rPr>
        <w:t>у</w:t>
      </w:r>
      <w:r w:rsidR="00CB3225" w:rsidRPr="006B163A">
        <w:rPr>
          <w:bCs/>
          <w:sz w:val="28"/>
          <w:szCs w:val="28"/>
        </w:rPr>
        <w:t>дей в Ярославской области»</w:t>
      </w:r>
      <w:r w:rsidR="00CB3225" w:rsidRPr="006B163A">
        <w:rPr>
          <w:rFonts w:eastAsiaTheme="minorEastAsia"/>
          <w:sz w:val="28"/>
          <w:szCs w:val="28"/>
        </w:rPr>
        <w:t xml:space="preserve">, </w:t>
      </w:r>
      <w:r w:rsidR="00E45E53" w:rsidRPr="006B163A">
        <w:rPr>
          <w:rFonts w:eastAsiaTheme="minorEastAsia"/>
          <w:sz w:val="28"/>
          <w:szCs w:val="28"/>
        </w:rPr>
        <w:t>внесенный временно исполняющим обязанн</w:t>
      </w:r>
      <w:r w:rsidR="00E45E53" w:rsidRPr="006B163A">
        <w:rPr>
          <w:rFonts w:eastAsiaTheme="minorEastAsia"/>
          <w:sz w:val="28"/>
          <w:szCs w:val="28"/>
        </w:rPr>
        <w:t>о</w:t>
      </w:r>
      <w:r w:rsidR="00E45E53" w:rsidRPr="006B163A">
        <w:rPr>
          <w:rFonts w:eastAsiaTheme="minorEastAsia"/>
          <w:sz w:val="28"/>
          <w:szCs w:val="28"/>
        </w:rPr>
        <w:t>сти Губернатора Ярославской области Евраевым М.Я.</w:t>
      </w:r>
    </w:p>
    <w:p w:rsidR="00592174" w:rsidRPr="006B163A" w:rsidRDefault="00592174" w:rsidP="006B16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63A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Регион».</w:t>
      </w:r>
    </w:p>
    <w:p w:rsidR="00D934D6" w:rsidRPr="006B163A" w:rsidRDefault="00D934D6" w:rsidP="006B163A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6B163A" w:rsidRDefault="00D934D6" w:rsidP="006B163A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FC48AC" w:rsidRPr="006B163A" w:rsidRDefault="00FC48AC" w:rsidP="006B163A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6B163A" w:rsidRDefault="00093AC8" w:rsidP="006B163A">
      <w:pPr>
        <w:pStyle w:val="3"/>
        <w:contextualSpacing/>
        <w:rPr>
          <w:szCs w:val="28"/>
        </w:rPr>
      </w:pPr>
      <w:r w:rsidRPr="006B163A">
        <w:rPr>
          <w:szCs w:val="28"/>
        </w:rPr>
        <w:t>Председатель</w:t>
      </w:r>
    </w:p>
    <w:p w:rsidR="00E102FF" w:rsidRPr="006B163A" w:rsidRDefault="00093AC8" w:rsidP="006B163A">
      <w:pPr>
        <w:jc w:val="both"/>
        <w:rPr>
          <w:sz w:val="28"/>
          <w:szCs w:val="28"/>
        </w:rPr>
      </w:pPr>
      <w:r w:rsidRPr="006B163A">
        <w:rPr>
          <w:sz w:val="28"/>
          <w:szCs w:val="28"/>
        </w:rPr>
        <w:t>Ярославской областной Думы</w:t>
      </w:r>
      <w:r w:rsidRPr="006B163A">
        <w:rPr>
          <w:sz w:val="28"/>
          <w:szCs w:val="28"/>
        </w:rPr>
        <w:tab/>
      </w:r>
      <w:r w:rsidRPr="006B163A">
        <w:rPr>
          <w:sz w:val="28"/>
          <w:szCs w:val="28"/>
        </w:rPr>
        <w:tab/>
      </w:r>
      <w:r w:rsidRPr="006B163A">
        <w:rPr>
          <w:sz w:val="28"/>
          <w:szCs w:val="28"/>
        </w:rPr>
        <w:tab/>
      </w:r>
      <w:r w:rsidRPr="006B163A">
        <w:rPr>
          <w:sz w:val="28"/>
          <w:szCs w:val="28"/>
        </w:rPr>
        <w:tab/>
      </w:r>
      <w:r w:rsidR="001A458D" w:rsidRPr="006B163A">
        <w:rPr>
          <w:sz w:val="28"/>
          <w:szCs w:val="28"/>
        </w:rPr>
        <w:t xml:space="preserve">       </w:t>
      </w:r>
      <w:r w:rsidR="006B163A">
        <w:rPr>
          <w:sz w:val="28"/>
          <w:szCs w:val="28"/>
        </w:rPr>
        <w:t xml:space="preserve"> </w:t>
      </w:r>
      <w:r w:rsidR="001A458D" w:rsidRPr="006B163A">
        <w:rPr>
          <w:sz w:val="28"/>
          <w:szCs w:val="28"/>
        </w:rPr>
        <w:t xml:space="preserve">   М.В. Боровицкий</w:t>
      </w:r>
    </w:p>
    <w:sectPr w:rsidR="00E102FF" w:rsidRPr="006B163A" w:rsidSect="006B163A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254" w:rsidRDefault="003E7254">
      <w:r>
        <w:separator/>
      </w:r>
    </w:p>
  </w:endnote>
  <w:endnote w:type="continuationSeparator" w:id="0">
    <w:p w:rsidR="003E7254" w:rsidRDefault="003E7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254" w:rsidRDefault="003E7254">
      <w:r>
        <w:separator/>
      </w:r>
    </w:p>
  </w:footnote>
  <w:footnote w:type="continuationSeparator" w:id="0">
    <w:p w:rsidR="003E7254" w:rsidRDefault="003E72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4DD9"/>
    <w:rsid w:val="00084B25"/>
    <w:rsid w:val="000869F0"/>
    <w:rsid w:val="00087C50"/>
    <w:rsid w:val="000903DF"/>
    <w:rsid w:val="00093AC8"/>
    <w:rsid w:val="00094FF4"/>
    <w:rsid w:val="0009582E"/>
    <w:rsid w:val="000A31C8"/>
    <w:rsid w:val="000A32D4"/>
    <w:rsid w:val="000B11D2"/>
    <w:rsid w:val="000B4629"/>
    <w:rsid w:val="000E4487"/>
    <w:rsid w:val="001014CF"/>
    <w:rsid w:val="0010490E"/>
    <w:rsid w:val="00106499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93AA3"/>
    <w:rsid w:val="001A458D"/>
    <w:rsid w:val="001B1C0F"/>
    <w:rsid w:val="001C205D"/>
    <w:rsid w:val="001C2E7D"/>
    <w:rsid w:val="001C46B3"/>
    <w:rsid w:val="001C48BE"/>
    <w:rsid w:val="001C5686"/>
    <w:rsid w:val="001C6783"/>
    <w:rsid w:val="001E0B2C"/>
    <w:rsid w:val="001E50E6"/>
    <w:rsid w:val="001F03FB"/>
    <w:rsid w:val="001F0F32"/>
    <w:rsid w:val="001F59D1"/>
    <w:rsid w:val="002016DA"/>
    <w:rsid w:val="00202A29"/>
    <w:rsid w:val="00203892"/>
    <w:rsid w:val="00203C7F"/>
    <w:rsid w:val="00203FB3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85C58"/>
    <w:rsid w:val="003917A1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2A28"/>
    <w:rsid w:val="003E552E"/>
    <w:rsid w:val="003E7254"/>
    <w:rsid w:val="003F2453"/>
    <w:rsid w:val="003F622E"/>
    <w:rsid w:val="0040057D"/>
    <w:rsid w:val="00400871"/>
    <w:rsid w:val="00411048"/>
    <w:rsid w:val="00411EBF"/>
    <w:rsid w:val="00422B49"/>
    <w:rsid w:val="0042307E"/>
    <w:rsid w:val="00423F18"/>
    <w:rsid w:val="00434C0A"/>
    <w:rsid w:val="0044612F"/>
    <w:rsid w:val="0044770E"/>
    <w:rsid w:val="004653CD"/>
    <w:rsid w:val="0047288A"/>
    <w:rsid w:val="00477C09"/>
    <w:rsid w:val="00483DC3"/>
    <w:rsid w:val="00485FE5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005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0000"/>
    <w:rsid w:val="00584345"/>
    <w:rsid w:val="00592174"/>
    <w:rsid w:val="00597EBA"/>
    <w:rsid w:val="005B25DE"/>
    <w:rsid w:val="005C0900"/>
    <w:rsid w:val="005D033B"/>
    <w:rsid w:val="005D4226"/>
    <w:rsid w:val="005F2CFE"/>
    <w:rsid w:val="006173D3"/>
    <w:rsid w:val="006336EE"/>
    <w:rsid w:val="00636E0B"/>
    <w:rsid w:val="00641AB2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A5F8A"/>
    <w:rsid w:val="006B0EE6"/>
    <w:rsid w:val="006B163A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66E69"/>
    <w:rsid w:val="0077209C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2F45"/>
    <w:rsid w:val="0084771E"/>
    <w:rsid w:val="008617EB"/>
    <w:rsid w:val="00861E68"/>
    <w:rsid w:val="00865079"/>
    <w:rsid w:val="00871037"/>
    <w:rsid w:val="00880552"/>
    <w:rsid w:val="00881F9D"/>
    <w:rsid w:val="00884C99"/>
    <w:rsid w:val="008907DD"/>
    <w:rsid w:val="00893552"/>
    <w:rsid w:val="00897256"/>
    <w:rsid w:val="008B2C1F"/>
    <w:rsid w:val="008B3A24"/>
    <w:rsid w:val="008D1296"/>
    <w:rsid w:val="008E6CB0"/>
    <w:rsid w:val="008F54E2"/>
    <w:rsid w:val="009123C4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93DD8"/>
    <w:rsid w:val="0099732B"/>
    <w:rsid w:val="009A14D2"/>
    <w:rsid w:val="009A70BA"/>
    <w:rsid w:val="009A7535"/>
    <w:rsid w:val="009C18F5"/>
    <w:rsid w:val="009C296A"/>
    <w:rsid w:val="009C389A"/>
    <w:rsid w:val="009D4FB9"/>
    <w:rsid w:val="009E05F4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641C3"/>
    <w:rsid w:val="00A754C3"/>
    <w:rsid w:val="00A7637E"/>
    <w:rsid w:val="00A84D5E"/>
    <w:rsid w:val="00A8686A"/>
    <w:rsid w:val="00A90D7F"/>
    <w:rsid w:val="00A97A21"/>
    <w:rsid w:val="00AB0954"/>
    <w:rsid w:val="00AB1FF1"/>
    <w:rsid w:val="00AB2353"/>
    <w:rsid w:val="00AB3A3D"/>
    <w:rsid w:val="00AB585B"/>
    <w:rsid w:val="00AC059F"/>
    <w:rsid w:val="00AD71BC"/>
    <w:rsid w:val="00AE416E"/>
    <w:rsid w:val="00AE75D6"/>
    <w:rsid w:val="00AF1E34"/>
    <w:rsid w:val="00B030EA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2ACC"/>
    <w:rsid w:val="00B8479B"/>
    <w:rsid w:val="00B85777"/>
    <w:rsid w:val="00B9349D"/>
    <w:rsid w:val="00B94A5C"/>
    <w:rsid w:val="00B97378"/>
    <w:rsid w:val="00BA2B6B"/>
    <w:rsid w:val="00BB27C5"/>
    <w:rsid w:val="00BB5324"/>
    <w:rsid w:val="00BB5C8A"/>
    <w:rsid w:val="00BC0735"/>
    <w:rsid w:val="00BC38CA"/>
    <w:rsid w:val="00BD7F1B"/>
    <w:rsid w:val="00BE26DB"/>
    <w:rsid w:val="00BE3C4B"/>
    <w:rsid w:val="00BE4F84"/>
    <w:rsid w:val="00BE76B4"/>
    <w:rsid w:val="00BF13FD"/>
    <w:rsid w:val="00BF3909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0BF2"/>
    <w:rsid w:val="00C73338"/>
    <w:rsid w:val="00C74147"/>
    <w:rsid w:val="00C80E46"/>
    <w:rsid w:val="00C81943"/>
    <w:rsid w:val="00C97255"/>
    <w:rsid w:val="00CA6684"/>
    <w:rsid w:val="00CB054A"/>
    <w:rsid w:val="00CB2CE6"/>
    <w:rsid w:val="00CB3225"/>
    <w:rsid w:val="00CC3C7A"/>
    <w:rsid w:val="00CC6928"/>
    <w:rsid w:val="00CD3BB4"/>
    <w:rsid w:val="00CE7C91"/>
    <w:rsid w:val="00CF09CD"/>
    <w:rsid w:val="00D05B69"/>
    <w:rsid w:val="00D06D6C"/>
    <w:rsid w:val="00D23102"/>
    <w:rsid w:val="00D265E9"/>
    <w:rsid w:val="00D32DAC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45E53"/>
    <w:rsid w:val="00E50ECA"/>
    <w:rsid w:val="00E53A2D"/>
    <w:rsid w:val="00E56E80"/>
    <w:rsid w:val="00E57716"/>
    <w:rsid w:val="00E63AD9"/>
    <w:rsid w:val="00E663FD"/>
    <w:rsid w:val="00E8262D"/>
    <w:rsid w:val="00E868BF"/>
    <w:rsid w:val="00EC501F"/>
    <w:rsid w:val="00EC7179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2485C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C48AC"/>
    <w:rsid w:val="00FD6E2E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592174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592174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8D61E-3609-4B24-9343-AE4BE4A28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37</cp:revision>
  <cp:lastPrinted>2021-11-19T06:29:00Z</cp:lastPrinted>
  <dcterms:created xsi:type="dcterms:W3CDTF">2018-05-28T12:22:00Z</dcterms:created>
  <dcterms:modified xsi:type="dcterms:W3CDTF">2021-11-23T07:30:00Z</dcterms:modified>
</cp:coreProperties>
</file>