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61A9" w:rsidTr="000861A9">
        <w:tc>
          <w:tcPr>
            <w:tcW w:w="426" w:type="dxa"/>
            <w:vAlign w:val="bottom"/>
            <w:hideMark/>
          </w:tcPr>
          <w:p w:rsidR="000861A9" w:rsidRDefault="000861A9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61A9" w:rsidRDefault="000861A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25.12.2020</w:t>
            </w:r>
          </w:p>
        </w:tc>
        <w:tc>
          <w:tcPr>
            <w:tcW w:w="4111" w:type="dxa"/>
            <w:vAlign w:val="bottom"/>
          </w:tcPr>
          <w:p w:rsidR="000861A9" w:rsidRDefault="000861A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861A9" w:rsidRDefault="000861A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61A9" w:rsidRDefault="000861A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93F7A" w:rsidRPr="00D4496F" w:rsidRDefault="00893F7A" w:rsidP="00893F7A">
      <w:pPr>
        <w:pStyle w:val="Default"/>
        <w:rPr>
          <w:sz w:val="22"/>
          <w:szCs w:val="28"/>
        </w:rPr>
      </w:pPr>
    </w:p>
    <w:p w:rsidR="00893F7A" w:rsidRPr="00D4496F" w:rsidRDefault="00893F7A" w:rsidP="00893F7A">
      <w:pPr>
        <w:pStyle w:val="Default"/>
        <w:rPr>
          <w:sz w:val="22"/>
          <w:szCs w:val="28"/>
        </w:rPr>
      </w:pPr>
    </w:p>
    <w:p w:rsidR="00445A2A" w:rsidRPr="00893F7A" w:rsidRDefault="00445A2A" w:rsidP="00893F7A">
      <w:pPr>
        <w:pStyle w:val="Default"/>
        <w:rPr>
          <w:sz w:val="28"/>
          <w:szCs w:val="28"/>
        </w:rPr>
      </w:pPr>
      <w:r w:rsidRPr="00893F7A">
        <w:rPr>
          <w:sz w:val="28"/>
          <w:szCs w:val="28"/>
        </w:rPr>
        <w:t xml:space="preserve">О досрочном прекращении </w:t>
      </w:r>
    </w:p>
    <w:p w:rsidR="00445A2A" w:rsidRPr="00893F7A" w:rsidRDefault="00445A2A" w:rsidP="00893F7A">
      <w:pPr>
        <w:pStyle w:val="Default"/>
        <w:rPr>
          <w:sz w:val="28"/>
          <w:szCs w:val="28"/>
        </w:rPr>
      </w:pPr>
      <w:r w:rsidRPr="00893F7A">
        <w:rPr>
          <w:sz w:val="28"/>
          <w:szCs w:val="28"/>
        </w:rPr>
        <w:t xml:space="preserve">полномочий и </w:t>
      </w:r>
      <w:proofErr w:type="gramStart"/>
      <w:r w:rsidRPr="00893F7A">
        <w:rPr>
          <w:sz w:val="28"/>
          <w:szCs w:val="28"/>
        </w:rPr>
        <w:t>назначении</w:t>
      </w:r>
      <w:proofErr w:type="gramEnd"/>
      <w:r w:rsidRPr="00893F7A">
        <w:rPr>
          <w:sz w:val="28"/>
          <w:szCs w:val="28"/>
        </w:rPr>
        <w:t xml:space="preserve"> член</w:t>
      </w:r>
      <w:r w:rsidR="007D240A" w:rsidRPr="00893F7A">
        <w:rPr>
          <w:sz w:val="28"/>
          <w:szCs w:val="28"/>
        </w:rPr>
        <w:t>а</w:t>
      </w:r>
    </w:p>
    <w:p w:rsidR="00445A2A" w:rsidRPr="00893F7A" w:rsidRDefault="00445A2A" w:rsidP="00893F7A">
      <w:pPr>
        <w:pStyle w:val="Default"/>
        <w:rPr>
          <w:sz w:val="28"/>
          <w:szCs w:val="28"/>
        </w:rPr>
      </w:pPr>
      <w:r w:rsidRPr="00893F7A">
        <w:rPr>
          <w:sz w:val="28"/>
          <w:szCs w:val="28"/>
        </w:rPr>
        <w:t xml:space="preserve">Избирательной комиссии </w:t>
      </w:r>
    </w:p>
    <w:p w:rsidR="00445A2A" w:rsidRPr="00893F7A" w:rsidRDefault="00445A2A" w:rsidP="00893F7A">
      <w:pPr>
        <w:pStyle w:val="Default"/>
        <w:rPr>
          <w:sz w:val="28"/>
          <w:szCs w:val="28"/>
        </w:rPr>
      </w:pPr>
      <w:r w:rsidRPr="00893F7A">
        <w:rPr>
          <w:sz w:val="28"/>
          <w:szCs w:val="28"/>
        </w:rPr>
        <w:t xml:space="preserve">Ярославской области </w:t>
      </w:r>
    </w:p>
    <w:p w:rsidR="005D3926" w:rsidRPr="00893F7A" w:rsidRDefault="005D3926" w:rsidP="00893F7A">
      <w:pPr>
        <w:contextualSpacing/>
        <w:jc w:val="both"/>
        <w:rPr>
          <w:sz w:val="22"/>
          <w:szCs w:val="28"/>
        </w:rPr>
      </w:pPr>
    </w:p>
    <w:p w:rsidR="00893F7A" w:rsidRPr="00893F7A" w:rsidRDefault="00893F7A" w:rsidP="00893F7A">
      <w:pPr>
        <w:contextualSpacing/>
        <w:jc w:val="both"/>
        <w:rPr>
          <w:sz w:val="22"/>
          <w:szCs w:val="28"/>
        </w:rPr>
      </w:pPr>
    </w:p>
    <w:p w:rsidR="00E53492" w:rsidRPr="00893F7A" w:rsidRDefault="00445A2A" w:rsidP="00893F7A">
      <w:pPr>
        <w:ind w:firstLine="709"/>
        <w:jc w:val="both"/>
        <w:rPr>
          <w:sz w:val="28"/>
          <w:szCs w:val="28"/>
        </w:rPr>
      </w:pPr>
      <w:r w:rsidRPr="00893F7A">
        <w:rPr>
          <w:sz w:val="28"/>
          <w:szCs w:val="28"/>
        </w:rPr>
        <w:t xml:space="preserve">Рассмотрев представление </w:t>
      </w:r>
      <w:r w:rsidRPr="00893F7A">
        <w:rPr>
          <w:rFonts w:eastAsia="Times-Roman"/>
          <w:sz w:val="28"/>
          <w:szCs w:val="28"/>
        </w:rPr>
        <w:t xml:space="preserve">Высшего Совета Политической партии ЛДПР </w:t>
      </w:r>
      <w:r w:rsidR="00301CA6" w:rsidRPr="00893F7A">
        <w:rPr>
          <w:rFonts w:eastAsia="Times-Roman"/>
          <w:sz w:val="28"/>
          <w:szCs w:val="28"/>
        </w:rPr>
        <w:t>–</w:t>
      </w:r>
      <w:r w:rsidRPr="00893F7A">
        <w:rPr>
          <w:rFonts w:eastAsia="Times-Roman"/>
          <w:sz w:val="28"/>
          <w:szCs w:val="28"/>
        </w:rPr>
        <w:t xml:space="preserve"> Либерально-демократической партии России</w:t>
      </w:r>
      <w:r w:rsidRPr="00893F7A">
        <w:rPr>
          <w:sz w:val="28"/>
          <w:szCs w:val="28"/>
        </w:rPr>
        <w:t xml:space="preserve"> о досрочном прекр</w:t>
      </w:r>
      <w:r w:rsidRPr="00893F7A">
        <w:rPr>
          <w:sz w:val="28"/>
          <w:szCs w:val="28"/>
        </w:rPr>
        <w:t>а</w:t>
      </w:r>
      <w:r w:rsidRPr="00893F7A">
        <w:rPr>
          <w:sz w:val="28"/>
          <w:szCs w:val="28"/>
        </w:rPr>
        <w:t>щении полномочий члена Избирательной комиссии Ярославской области с правом решающего голоса и предложение о кандидатуре нового члена Изб</w:t>
      </w:r>
      <w:r w:rsidRPr="00893F7A">
        <w:rPr>
          <w:sz w:val="28"/>
          <w:szCs w:val="28"/>
        </w:rPr>
        <w:t>и</w:t>
      </w:r>
      <w:proofErr w:type="gramStart"/>
      <w:r w:rsidRPr="00893F7A">
        <w:rPr>
          <w:sz w:val="28"/>
          <w:szCs w:val="28"/>
        </w:rPr>
        <w:t>рательной комиссии Ярославской области с правом решающего голоса, в с</w:t>
      </w:r>
      <w:r w:rsidRPr="00893F7A">
        <w:rPr>
          <w:sz w:val="28"/>
          <w:szCs w:val="28"/>
        </w:rPr>
        <w:t>о</w:t>
      </w:r>
      <w:r w:rsidRPr="00893F7A">
        <w:rPr>
          <w:sz w:val="28"/>
          <w:szCs w:val="28"/>
        </w:rPr>
        <w:t xml:space="preserve">ответствии с </w:t>
      </w:r>
      <w:r w:rsidRPr="00893F7A">
        <w:rPr>
          <w:rFonts w:eastAsia="Times-Roman"/>
          <w:sz w:val="28"/>
          <w:szCs w:val="28"/>
        </w:rPr>
        <w:t>пунктом 3.3 статьи 22, пунктами 5</w:t>
      </w:r>
      <w:r w:rsidR="00453A28" w:rsidRPr="00893F7A">
        <w:rPr>
          <w:rFonts w:eastAsia="Times-Roman"/>
          <w:sz w:val="28"/>
          <w:szCs w:val="28"/>
        </w:rPr>
        <w:t xml:space="preserve"> – </w:t>
      </w:r>
      <w:r w:rsidRPr="00893F7A">
        <w:rPr>
          <w:rFonts w:eastAsia="Times-Roman"/>
          <w:sz w:val="28"/>
          <w:szCs w:val="28"/>
        </w:rPr>
        <w:t>7</w:t>
      </w:r>
      <w:r w:rsidR="00535185" w:rsidRPr="00893F7A">
        <w:rPr>
          <w:rFonts w:eastAsia="Times-Roman"/>
          <w:sz w:val="28"/>
          <w:szCs w:val="28"/>
        </w:rPr>
        <w:t xml:space="preserve"> статьи 23</w:t>
      </w:r>
      <w:r w:rsidRPr="00893F7A">
        <w:rPr>
          <w:rFonts w:eastAsia="Times-Roman"/>
          <w:sz w:val="28"/>
          <w:szCs w:val="28"/>
        </w:rPr>
        <w:t>, пунктом</w:t>
      </w:r>
      <w:r w:rsidRPr="00893F7A">
        <w:rPr>
          <w:sz w:val="28"/>
          <w:szCs w:val="28"/>
        </w:rPr>
        <w:t xml:space="preserve"> 11</w:t>
      </w:r>
      <w:r w:rsidR="00A6758C" w:rsidRPr="00893F7A">
        <w:rPr>
          <w:sz w:val="28"/>
          <w:szCs w:val="28"/>
        </w:rPr>
        <w:t xml:space="preserve">.1 </w:t>
      </w:r>
      <w:r w:rsidRPr="00893F7A">
        <w:rPr>
          <w:sz w:val="28"/>
          <w:szCs w:val="28"/>
        </w:rPr>
        <w:t xml:space="preserve">статьи 29 </w:t>
      </w:r>
      <w:r w:rsidRPr="00893F7A">
        <w:rPr>
          <w:rFonts w:eastAsia="Times-Roman"/>
          <w:sz w:val="28"/>
          <w:szCs w:val="28"/>
        </w:rPr>
        <w:t>Федерального закона от 12 июня 2002 года №</w:t>
      </w:r>
      <w:r w:rsidRPr="00893F7A">
        <w:rPr>
          <w:rFonts w:eastAsia="Times-Roman"/>
          <w:sz w:val="28"/>
          <w:szCs w:val="28"/>
          <w:lang w:val="en-US"/>
        </w:rPr>
        <w:t> </w:t>
      </w:r>
      <w:r w:rsidRPr="00893F7A">
        <w:rPr>
          <w:rFonts w:eastAsia="Times-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 </w:t>
      </w:r>
      <w:r w:rsidRPr="00893F7A">
        <w:rPr>
          <w:sz w:val="28"/>
          <w:szCs w:val="28"/>
        </w:rPr>
        <w:t>и статьями 7 и 8</w:t>
      </w:r>
      <w:r w:rsidR="00893F7A">
        <w:rPr>
          <w:sz w:val="28"/>
          <w:szCs w:val="28"/>
        </w:rPr>
        <w:t xml:space="preserve"> Закона Ярославской области от </w:t>
      </w:r>
      <w:r w:rsidRPr="00893F7A">
        <w:rPr>
          <w:sz w:val="28"/>
          <w:szCs w:val="28"/>
        </w:rPr>
        <w:t>07.11.2014 № 68-з «Об Избирательной комиссии</w:t>
      </w:r>
      <w:proofErr w:type="gramEnd"/>
      <w:r w:rsidRPr="00893F7A">
        <w:rPr>
          <w:sz w:val="28"/>
          <w:szCs w:val="28"/>
        </w:rPr>
        <w:t xml:space="preserve"> Ярославской области»</w:t>
      </w:r>
      <w:r w:rsidR="00E53492" w:rsidRPr="00893F7A">
        <w:rPr>
          <w:sz w:val="28"/>
          <w:szCs w:val="28"/>
        </w:rPr>
        <w:t xml:space="preserve"> Ярославская областная Дума</w:t>
      </w:r>
    </w:p>
    <w:p w:rsidR="009C296A" w:rsidRPr="00893F7A" w:rsidRDefault="009C296A" w:rsidP="00893F7A">
      <w:pPr>
        <w:ind w:firstLine="709"/>
        <w:contextualSpacing/>
        <w:jc w:val="center"/>
        <w:rPr>
          <w:b/>
          <w:sz w:val="16"/>
          <w:szCs w:val="28"/>
        </w:rPr>
      </w:pPr>
    </w:p>
    <w:p w:rsidR="00E102FF" w:rsidRPr="00893F7A" w:rsidRDefault="00E102FF" w:rsidP="00893F7A">
      <w:pPr>
        <w:contextualSpacing/>
        <w:jc w:val="center"/>
        <w:rPr>
          <w:b/>
          <w:sz w:val="28"/>
          <w:szCs w:val="28"/>
        </w:rPr>
      </w:pPr>
      <w:proofErr w:type="gramStart"/>
      <w:r w:rsidRPr="00893F7A">
        <w:rPr>
          <w:b/>
          <w:sz w:val="28"/>
          <w:szCs w:val="28"/>
        </w:rPr>
        <w:t>П</w:t>
      </w:r>
      <w:proofErr w:type="gramEnd"/>
      <w:r w:rsidRPr="00893F7A">
        <w:rPr>
          <w:b/>
          <w:sz w:val="28"/>
          <w:szCs w:val="28"/>
        </w:rPr>
        <w:t xml:space="preserve"> О С Т А Н О В И Л А:</w:t>
      </w:r>
    </w:p>
    <w:p w:rsidR="00784979" w:rsidRPr="00893F7A" w:rsidRDefault="00784979" w:rsidP="00893F7A">
      <w:pPr>
        <w:ind w:firstLine="709"/>
        <w:contextualSpacing/>
        <w:jc w:val="center"/>
        <w:rPr>
          <w:b/>
          <w:sz w:val="14"/>
          <w:szCs w:val="28"/>
        </w:rPr>
      </w:pPr>
    </w:p>
    <w:p w:rsidR="00445A2A" w:rsidRPr="00893F7A" w:rsidRDefault="00740B61" w:rsidP="00893F7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93F7A">
        <w:rPr>
          <w:szCs w:val="28"/>
        </w:rPr>
        <w:t>1</w:t>
      </w:r>
      <w:r w:rsidR="00245668" w:rsidRPr="00893F7A">
        <w:rPr>
          <w:szCs w:val="28"/>
        </w:rPr>
        <w:t>.</w:t>
      </w:r>
      <w:r w:rsidR="00445A2A" w:rsidRPr="00893F7A">
        <w:rPr>
          <w:szCs w:val="28"/>
        </w:rPr>
        <w:t xml:space="preserve"> </w:t>
      </w:r>
      <w:r w:rsidR="00245668" w:rsidRPr="00893F7A">
        <w:rPr>
          <w:szCs w:val="28"/>
        </w:rPr>
        <w:t>Д</w:t>
      </w:r>
      <w:r w:rsidR="00445A2A" w:rsidRPr="00893F7A">
        <w:rPr>
          <w:szCs w:val="28"/>
        </w:rPr>
        <w:t>осрочно прекратить полномочия члена Избирательной комиссии Ярославской области с правом решающего голоса Баранова Михаила Игор</w:t>
      </w:r>
      <w:r w:rsidR="00445A2A" w:rsidRPr="00893F7A">
        <w:rPr>
          <w:szCs w:val="28"/>
        </w:rPr>
        <w:t>е</w:t>
      </w:r>
      <w:r w:rsidR="00445A2A" w:rsidRPr="00893F7A">
        <w:rPr>
          <w:szCs w:val="28"/>
        </w:rPr>
        <w:t>вича.</w:t>
      </w:r>
    </w:p>
    <w:p w:rsidR="00445A2A" w:rsidRPr="00893F7A" w:rsidRDefault="00445A2A" w:rsidP="00893F7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93F7A">
        <w:rPr>
          <w:szCs w:val="28"/>
        </w:rPr>
        <w:t>2</w:t>
      </w:r>
      <w:r w:rsidR="00245668" w:rsidRPr="00893F7A">
        <w:rPr>
          <w:szCs w:val="28"/>
        </w:rPr>
        <w:t>.</w:t>
      </w:r>
      <w:r w:rsidRPr="00893F7A">
        <w:rPr>
          <w:szCs w:val="28"/>
        </w:rPr>
        <w:t xml:space="preserve"> </w:t>
      </w:r>
      <w:r w:rsidR="00245668" w:rsidRPr="00893F7A">
        <w:rPr>
          <w:szCs w:val="28"/>
        </w:rPr>
        <w:t>Н</w:t>
      </w:r>
      <w:r w:rsidRPr="00893F7A">
        <w:rPr>
          <w:szCs w:val="28"/>
        </w:rPr>
        <w:t>азначить член</w:t>
      </w:r>
      <w:r w:rsidR="00AD2E7C" w:rsidRPr="00893F7A">
        <w:rPr>
          <w:szCs w:val="28"/>
        </w:rPr>
        <w:t>ом</w:t>
      </w:r>
      <w:r w:rsidR="00EE6CFD" w:rsidRPr="00893F7A">
        <w:rPr>
          <w:szCs w:val="28"/>
        </w:rPr>
        <w:t xml:space="preserve"> </w:t>
      </w:r>
      <w:r w:rsidRPr="00893F7A">
        <w:rPr>
          <w:szCs w:val="28"/>
        </w:rPr>
        <w:t>Избирательной комиссии Ярославской области с правом решающего голоса Акимова Александра Николаевича.</w:t>
      </w:r>
    </w:p>
    <w:p w:rsidR="00575EA1" w:rsidRPr="00893F7A" w:rsidRDefault="00245668" w:rsidP="00893F7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3F7A">
        <w:rPr>
          <w:rFonts w:ascii="Times New Roman" w:hAnsi="Times New Roman" w:cs="Times New Roman"/>
          <w:b w:val="0"/>
          <w:sz w:val="28"/>
          <w:szCs w:val="28"/>
        </w:rPr>
        <w:t>3</w:t>
      </w:r>
      <w:r w:rsidR="00575EA1" w:rsidRPr="00893F7A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 момента его принятия.</w:t>
      </w:r>
    </w:p>
    <w:p w:rsidR="00575EA1" w:rsidRPr="00893F7A" w:rsidRDefault="00245668" w:rsidP="00893F7A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893F7A">
        <w:rPr>
          <w:sz w:val="28"/>
          <w:szCs w:val="28"/>
        </w:rPr>
        <w:t>4</w:t>
      </w:r>
      <w:r w:rsidR="00575EA1" w:rsidRPr="00893F7A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575EA1" w:rsidRPr="00893F7A">
        <w:rPr>
          <w:sz w:val="28"/>
          <w:szCs w:val="28"/>
        </w:rPr>
        <w:t>Официальном</w:t>
      </w:r>
      <w:proofErr w:type="gramEnd"/>
      <w:r w:rsidR="00575EA1" w:rsidRPr="00893F7A">
        <w:rPr>
          <w:sz w:val="28"/>
          <w:szCs w:val="28"/>
        </w:rPr>
        <w:t xml:space="preserve"> интернет-портале прав</w:t>
      </w:r>
      <w:r w:rsidR="00575EA1" w:rsidRPr="00893F7A">
        <w:rPr>
          <w:sz w:val="28"/>
          <w:szCs w:val="28"/>
        </w:rPr>
        <w:t>о</w:t>
      </w:r>
      <w:r w:rsidR="00575EA1" w:rsidRPr="00893F7A">
        <w:rPr>
          <w:sz w:val="28"/>
          <w:szCs w:val="28"/>
        </w:rPr>
        <w:t>вой информации» (</w:t>
      </w:r>
      <w:r w:rsidR="00575EA1" w:rsidRPr="00893F7A">
        <w:rPr>
          <w:sz w:val="28"/>
          <w:szCs w:val="28"/>
          <w:lang w:val="en-US"/>
        </w:rPr>
        <w:t>www</w:t>
      </w:r>
      <w:r w:rsidR="00575EA1" w:rsidRPr="00893F7A">
        <w:rPr>
          <w:sz w:val="28"/>
          <w:szCs w:val="28"/>
        </w:rPr>
        <w:t>.</w:t>
      </w:r>
      <w:proofErr w:type="spellStart"/>
      <w:r w:rsidR="00575EA1" w:rsidRPr="00893F7A">
        <w:rPr>
          <w:sz w:val="28"/>
          <w:szCs w:val="28"/>
          <w:lang w:val="en-US"/>
        </w:rPr>
        <w:t>pravo</w:t>
      </w:r>
      <w:proofErr w:type="spellEnd"/>
      <w:r w:rsidR="00575EA1" w:rsidRPr="00893F7A">
        <w:rPr>
          <w:sz w:val="28"/>
          <w:szCs w:val="28"/>
        </w:rPr>
        <w:t>.</w:t>
      </w:r>
      <w:proofErr w:type="spellStart"/>
      <w:r w:rsidR="00575EA1" w:rsidRPr="00893F7A">
        <w:rPr>
          <w:sz w:val="28"/>
          <w:szCs w:val="28"/>
          <w:lang w:val="en-US"/>
        </w:rPr>
        <w:t>gov</w:t>
      </w:r>
      <w:proofErr w:type="spellEnd"/>
      <w:r w:rsidR="00575EA1" w:rsidRPr="00893F7A">
        <w:rPr>
          <w:sz w:val="28"/>
          <w:szCs w:val="28"/>
        </w:rPr>
        <w:t>.</w:t>
      </w:r>
      <w:proofErr w:type="spellStart"/>
      <w:r w:rsidR="00575EA1" w:rsidRPr="00893F7A">
        <w:rPr>
          <w:sz w:val="28"/>
          <w:szCs w:val="28"/>
          <w:lang w:val="en-US"/>
        </w:rPr>
        <w:t>ru</w:t>
      </w:r>
      <w:proofErr w:type="spellEnd"/>
      <w:r w:rsidR="00575EA1" w:rsidRPr="00893F7A">
        <w:rPr>
          <w:sz w:val="28"/>
          <w:szCs w:val="28"/>
        </w:rPr>
        <w:t>).</w:t>
      </w:r>
    </w:p>
    <w:p w:rsidR="00D934D6" w:rsidRPr="00893F7A" w:rsidRDefault="00D934D6" w:rsidP="00893F7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893F7A" w:rsidRPr="00893F7A" w:rsidRDefault="00893F7A" w:rsidP="00893F7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FC48AC" w:rsidRPr="00893F7A" w:rsidRDefault="00FC48AC" w:rsidP="00893F7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093AC8" w:rsidRPr="00893F7A" w:rsidRDefault="00093AC8" w:rsidP="00893F7A">
      <w:pPr>
        <w:pStyle w:val="3"/>
        <w:contextualSpacing/>
        <w:rPr>
          <w:szCs w:val="28"/>
        </w:rPr>
      </w:pPr>
      <w:r w:rsidRPr="00893F7A">
        <w:rPr>
          <w:szCs w:val="28"/>
        </w:rPr>
        <w:t>Председатель</w:t>
      </w:r>
    </w:p>
    <w:p w:rsidR="00E102FF" w:rsidRPr="00893F7A" w:rsidRDefault="00093AC8" w:rsidP="00893F7A">
      <w:pPr>
        <w:jc w:val="both"/>
        <w:rPr>
          <w:sz w:val="28"/>
          <w:szCs w:val="28"/>
        </w:rPr>
      </w:pPr>
      <w:r w:rsidRPr="00893F7A">
        <w:rPr>
          <w:sz w:val="28"/>
          <w:szCs w:val="28"/>
        </w:rPr>
        <w:t>Ярославской областной Думы</w:t>
      </w:r>
      <w:r w:rsidRPr="00893F7A">
        <w:rPr>
          <w:sz w:val="28"/>
          <w:szCs w:val="28"/>
        </w:rPr>
        <w:tab/>
      </w:r>
      <w:r w:rsidRPr="00893F7A">
        <w:rPr>
          <w:sz w:val="28"/>
          <w:szCs w:val="28"/>
        </w:rPr>
        <w:tab/>
      </w:r>
      <w:r w:rsidRPr="00893F7A">
        <w:rPr>
          <w:sz w:val="28"/>
          <w:szCs w:val="28"/>
        </w:rPr>
        <w:tab/>
      </w:r>
      <w:r w:rsidRPr="00893F7A">
        <w:rPr>
          <w:sz w:val="28"/>
          <w:szCs w:val="28"/>
        </w:rPr>
        <w:tab/>
        <w:t xml:space="preserve">        </w:t>
      </w:r>
      <w:r w:rsidR="008B2C1F" w:rsidRPr="00893F7A">
        <w:rPr>
          <w:sz w:val="28"/>
          <w:szCs w:val="28"/>
        </w:rPr>
        <w:t>А.Д. Константинов</w:t>
      </w:r>
    </w:p>
    <w:sectPr w:rsidR="00E102FF" w:rsidRPr="00893F7A" w:rsidSect="00893F7A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E9" w:rsidRDefault="00576FE9">
      <w:r>
        <w:separator/>
      </w:r>
    </w:p>
  </w:endnote>
  <w:endnote w:type="continuationSeparator" w:id="0">
    <w:p w:rsidR="00576FE9" w:rsidRDefault="0057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E9" w:rsidRDefault="00576FE9">
      <w:r>
        <w:separator/>
      </w:r>
    </w:p>
  </w:footnote>
  <w:footnote w:type="continuationSeparator" w:id="0">
    <w:p w:rsidR="00576FE9" w:rsidRDefault="00576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F10661B"/>
    <w:multiLevelType w:val="hybridMultilevel"/>
    <w:tmpl w:val="0D7A462A"/>
    <w:lvl w:ilvl="0" w:tplc="517A4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0ADB"/>
    <w:rsid w:val="00071290"/>
    <w:rsid w:val="00074DD9"/>
    <w:rsid w:val="00084B25"/>
    <w:rsid w:val="000861A9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09B6"/>
    <w:rsid w:val="00152566"/>
    <w:rsid w:val="00152671"/>
    <w:rsid w:val="00153595"/>
    <w:rsid w:val="001543E0"/>
    <w:rsid w:val="0016564F"/>
    <w:rsid w:val="0017400B"/>
    <w:rsid w:val="00180968"/>
    <w:rsid w:val="00184A1C"/>
    <w:rsid w:val="001A61AA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36E6B"/>
    <w:rsid w:val="002431E1"/>
    <w:rsid w:val="00245668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CA6"/>
    <w:rsid w:val="00301FDD"/>
    <w:rsid w:val="00316063"/>
    <w:rsid w:val="0032769E"/>
    <w:rsid w:val="003440D7"/>
    <w:rsid w:val="0034786D"/>
    <w:rsid w:val="00347FD1"/>
    <w:rsid w:val="003729DD"/>
    <w:rsid w:val="00383D39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0730"/>
    <w:rsid w:val="00411048"/>
    <w:rsid w:val="00411EBF"/>
    <w:rsid w:val="00422B49"/>
    <w:rsid w:val="0042307E"/>
    <w:rsid w:val="00423F18"/>
    <w:rsid w:val="00445A2A"/>
    <w:rsid w:val="0044612F"/>
    <w:rsid w:val="0044770E"/>
    <w:rsid w:val="00453A28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5185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75EA1"/>
    <w:rsid w:val="00576FE9"/>
    <w:rsid w:val="00580000"/>
    <w:rsid w:val="00584345"/>
    <w:rsid w:val="00585BC9"/>
    <w:rsid w:val="00597EBA"/>
    <w:rsid w:val="005A2B75"/>
    <w:rsid w:val="005B25DE"/>
    <w:rsid w:val="005C0900"/>
    <w:rsid w:val="005D033B"/>
    <w:rsid w:val="005D3926"/>
    <w:rsid w:val="005D4226"/>
    <w:rsid w:val="005F2CFE"/>
    <w:rsid w:val="00612794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0B61"/>
    <w:rsid w:val="007432F9"/>
    <w:rsid w:val="0075775F"/>
    <w:rsid w:val="00760AEC"/>
    <w:rsid w:val="00762612"/>
    <w:rsid w:val="0076488C"/>
    <w:rsid w:val="0077635E"/>
    <w:rsid w:val="00784979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0CA3"/>
    <w:rsid w:val="007D240A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3F7A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164F8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E341F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1724"/>
    <w:rsid w:val="00A5398E"/>
    <w:rsid w:val="00A56FC1"/>
    <w:rsid w:val="00A641C3"/>
    <w:rsid w:val="00A6758C"/>
    <w:rsid w:val="00A754C3"/>
    <w:rsid w:val="00A7637E"/>
    <w:rsid w:val="00A84D5E"/>
    <w:rsid w:val="00A8686A"/>
    <w:rsid w:val="00A90D7F"/>
    <w:rsid w:val="00A97A21"/>
    <w:rsid w:val="00AA582D"/>
    <w:rsid w:val="00AB0954"/>
    <w:rsid w:val="00AB1FF1"/>
    <w:rsid w:val="00AB2353"/>
    <w:rsid w:val="00AB3A3D"/>
    <w:rsid w:val="00AB585B"/>
    <w:rsid w:val="00AC059F"/>
    <w:rsid w:val="00AD2965"/>
    <w:rsid w:val="00AD2E7C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61323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762BB"/>
    <w:rsid w:val="00C80E46"/>
    <w:rsid w:val="00C81943"/>
    <w:rsid w:val="00C97255"/>
    <w:rsid w:val="00CA6684"/>
    <w:rsid w:val="00CB054A"/>
    <w:rsid w:val="00CB2CE6"/>
    <w:rsid w:val="00CC2C0B"/>
    <w:rsid w:val="00CC3C7A"/>
    <w:rsid w:val="00CC6928"/>
    <w:rsid w:val="00CD3BB4"/>
    <w:rsid w:val="00CE7C91"/>
    <w:rsid w:val="00CF09CD"/>
    <w:rsid w:val="00D05B69"/>
    <w:rsid w:val="00D06D6C"/>
    <w:rsid w:val="00D1411D"/>
    <w:rsid w:val="00D23102"/>
    <w:rsid w:val="00D265E9"/>
    <w:rsid w:val="00D32DAC"/>
    <w:rsid w:val="00D4496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63FB"/>
    <w:rsid w:val="00DF3EBA"/>
    <w:rsid w:val="00E102FF"/>
    <w:rsid w:val="00E164A3"/>
    <w:rsid w:val="00E1669D"/>
    <w:rsid w:val="00E17C29"/>
    <w:rsid w:val="00E20539"/>
    <w:rsid w:val="00E25E63"/>
    <w:rsid w:val="00E26DC8"/>
    <w:rsid w:val="00E27492"/>
    <w:rsid w:val="00E30C9E"/>
    <w:rsid w:val="00E323E2"/>
    <w:rsid w:val="00E36EC3"/>
    <w:rsid w:val="00E50ECA"/>
    <w:rsid w:val="00E53492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6CFD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D1C2-9DAE-4F0B-AB01-E37AF845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2020-12-24T10:21:00Z</cp:lastPrinted>
  <dcterms:created xsi:type="dcterms:W3CDTF">2018-05-28T12:22:00Z</dcterms:created>
  <dcterms:modified xsi:type="dcterms:W3CDTF">2020-12-25T07:59:00Z</dcterms:modified>
</cp:coreProperties>
</file>