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D01" w:rsidRPr="006B4F9C" w:rsidRDefault="00FA6D01" w:rsidP="00FA6D01">
      <w:pPr>
        <w:ind w:left="1680" w:firstLine="420"/>
        <w:jc w:val="right"/>
      </w:pPr>
      <w:bookmarkStart w:id="0" w:name="__bookmark_1"/>
      <w:bookmarkEnd w:id="0"/>
      <w:r w:rsidRPr="006B4F9C">
        <w:rPr>
          <w:color w:val="000000"/>
          <w:sz w:val="28"/>
          <w:szCs w:val="28"/>
        </w:rPr>
        <w:t xml:space="preserve">Приложение 2 </w:t>
      </w:r>
    </w:p>
    <w:p w:rsidR="00FA6D01" w:rsidRPr="006B4F9C" w:rsidRDefault="00FA6D01" w:rsidP="00FA6D01">
      <w:pPr>
        <w:ind w:firstLine="420"/>
        <w:jc w:val="right"/>
      </w:pPr>
      <w:r w:rsidRPr="006B4F9C">
        <w:rPr>
          <w:color w:val="000000"/>
          <w:sz w:val="28"/>
          <w:szCs w:val="28"/>
        </w:rPr>
        <w:t>к Закону Ярославской области</w:t>
      </w:r>
    </w:p>
    <w:p w:rsidR="00FA6D01" w:rsidRDefault="005C3700" w:rsidP="00D70F05">
      <w:pPr>
        <w:spacing w:before="120"/>
        <w:ind w:left="1678" w:firstLine="420"/>
        <w:jc w:val="right"/>
        <w:rPr>
          <w:color w:val="000000"/>
          <w:sz w:val="28"/>
          <w:szCs w:val="28"/>
        </w:rPr>
      </w:pPr>
      <w:r w:rsidRPr="005C3700">
        <w:rPr>
          <w:color w:val="000000"/>
          <w:sz w:val="28"/>
          <w:szCs w:val="28"/>
        </w:rPr>
        <w:t>от 28.05.2020 № 36-з</w:t>
      </w:r>
    </w:p>
    <w:p w:rsidR="005C3700" w:rsidRPr="006B4F9C" w:rsidRDefault="005C3700" w:rsidP="00FA6D01">
      <w:pPr>
        <w:ind w:left="1680" w:firstLine="420"/>
        <w:jc w:val="right"/>
        <w:rPr>
          <w:color w:val="000000"/>
          <w:sz w:val="28"/>
          <w:szCs w:val="28"/>
        </w:rPr>
      </w:pPr>
    </w:p>
    <w:p w:rsidR="00FA6D01" w:rsidRPr="006B4F9C" w:rsidRDefault="00FA6D01" w:rsidP="00FA6D01">
      <w:pPr>
        <w:jc w:val="right"/>
      </w:pPr>
      <w:r w:rsidRPr="006B4F9C">
        <w:rPr>
          <w:snapToGrid w:val="0"/>
          <w:sz w:val="28"/>
          <w:szCs w:val="28"/>
        </w:rPr>
        <w:t>"</w:t>
      </w:r>
      <w:r w:rsidRPr="006B4F9C">
        <w:rPr>
          <w:color w:val="000000"/>
          <w:sz w:val="28"/>
          <w:szCs w:val="28"/>
        </w:rPr>
        <w:t>Приложение 7</w:t>
      </w:r>
    </w:p>
    <w:p w:rsidR="00FA6D01" w:rsidRPr="006B4F9C" w:rsidRDefault="00FA6D01" w:rsidP="00FA6D01">
      <w:pPr>
        <w:jc w:val="right"/>
      </w:pPr>
      <w:r w:rsidRPr="006B4F9C">
        <w:rPr>
          <w:color w:val="000000"/>
          <w:sz w:val="28"/>
          <w:szCs w:val="28"/>
        </w:rPr>
        <w:t>к Закону Ярославской области</w:t>
      </w:r>
    </w:p>
    <w:p w:rsidR="00E57BBA" w:rsidRDefault="00FA6D01" w:rsidP="00FA6D01">
      <w:pPr>
        <w:jc w:val="right"/>
        <w:rPr>
          <w:color w:val="000000"/>
          <w:sz w:val="28"/>
          <w:szCs w:val="28"/>
        </w:rPr>
      </w:pPr>
      <w:r w:rsidRPr="006B4F9C">
        <w:rPr>
          <w:color w:val="000000"/>
          <w:sz w:val="28"/>
          <w:szCs w:val="28"/>
        </w:rPr>
        <w:t>от 2</w:t>
      </w:r>
      <w:bookmarkStart w:id="1" w:name="_GoBack"/>
      <w:bookmarkEnd w:id="1"/>
      <w:r w:rsidRPr="006B4F9C">
        <w:rPr>
          <w:color w:val="000000"/>
          <w:sz w:val="28"/>
          <w:szCs w:val="28"/>
        </w:rPr>
        <w:t>0.12.2019 № 80-з</w:t>
      </w:r>
    </w:p>
    <w:p w:rsidR="00FA6D01" w:rsidRDefault="00FA6D01" w:rsidP="00FA6D01">
      <w:pPr>
        <w:rPr>
          <w:color w:val="000000"/>
          <w:sz w:val="28"/>
          <w:szCs w:val="28"/>
        </w:rPr>
      </w:pPr>
    </w:p>
    <w:p w:rsidR="00FA6D01" w:rsidRPr="006B4F9C" w:rsidRDefault="00FA6D01" w:rsidP="00FA6D01">
      <w:pPr>
        <w:ind w:firstLine="420"/>
        <w:jc w:val="center"/>
      </w:pPr>
      <w:proofErr w:type="gramStart"/>
      <w:r w:rsidRPr="006B4F9C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  <w:proofErr w:type="gramEnd"/>
    </w:p>
    <w:p w:rsidR="00FA6D01" w:rsidRPr="006B4F9C" w:rsidRDefault="00FA6D01" w:rsidP="00FA6D01">
      <w:pPr>
        <w:ind w:firstLine="420"/>
        <w:jc w:val="center"/>
      </w:pPr>
      <w:r w:rsidRPr="006B4F9C"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FA6D01" w:rsidRPr="006B4F9C" w:rsidRDefault="00FA6D01" w:rsidP="00FA6D01">
      <w:pPr>
        <w:ind w:firstLine="420"/>
        <w:jc w:val="center"/>
      </w:pPr>
      <w:r w:rsidRPr="006B4F9C">
        <w:rPr>
          <w:b/>
          <w:bCs/>
          <w:color w:val="000000"/>
          <w:sz w:val="28"/>
          <w:szCs w:val="28"/>
        </w:rPr>
        <w:t xml:space="preserve">и группам </w:t>
      </w:r>
      <w:proofErr w:type="gramStart"/>
      <w:r w:rsidRPr="006B4F9C">
        <w:rPr>
          <w:b/>
          <w:bCs/>
          <w:color w:val="000000"/>
          <w:sz w:val="28"/>
          <w:szCs w:val="28"/>
        </w:rPr>
        <w:t>видов расходов классификации расходов бюджетов</w:t>
      </w:r>
      <w:proofErr w:type="gramEnd"/>
    </w:p>
    <w:p w:rsidR="00FA6D01" w:rsidRDefault="00FA6D01" w:rsidP="00FA6D01">
      <w:pPr>
        <w:jc w:val="center"/>
        <w:rPr>
          <w:b/>
          <w:bCs/>
          <w:color w:val="000000"/>
          <w:sz w:val="28"/>
          <w:szCs w:val="28"/>
        </w:rPr>
      </w:pPr>
      <w:r w:rsidRPr="006B4F9C">
        <w:rPr>
          <w:b/>
          <w:bCs/>
          <w:color w:val="000000"/>
          <w:sz w:val="28"/>
          <w:szCs w:val="28"/>
        </w:rPr>
        <w:t>Российской Федерации на 2020 год</w:t>
      </w:r>
    </w:p>
    <w:p w:rsidR="00FA6D01" w:rsidRDefault="00FA6D01" w:rsidP="00FA6D01">
      <w:pPr>
        <w:jc w:val="center"/>
        <w:rPr>
          <w:color w:val="000000"/>
          <w:sz w:val="28"/>
          <w:szCs w:val="28"/>
        </w:rPr>
      </w:pPr>
    </w:p>
    <w:tbl>
      <w:tblPr>
        <w:tblOverlap w:val="never"/>
        <w:tblW w:w="9923" w:type="dxa"/>
        <w:tblLayout w:type="fixed"/>
        <w:tblLook w:val="01E0" w:firstRow="1" w:lastRow="1" w:firstColumn="1" w:lastColumn="1" w:noHBand="0" w:noVBand="0"/>
      </w:tblPr>
      <w:tblGrid>
        <w:gridCol w:w="5183"/>
        <w:gridCol w:w="1701"/>
        <w:gridCol w:w="993"/>
        <w:gridCol w:w="1708"/>
        <w:gridCol w:w="338"/>
      </w:tblGrid>
      <w:tr w:rsidR="00E57BBA" w:rsidTr="00F81D87">
        <w:trPr>
          <w:gridAfter w:val="1"/>
          <w:wAfter w:w="338" w:type="dxa"/>
          <w:trHeight w:val="454"/>
          <w:tblHeader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40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409"/>
            </w:tblGrid>
            <w:tr w:rsidR="00E57BBA">
              <w:trPr>
                <w:jc w:val="center"/>
              </w:trPr>
              <w:tc>
                <w:tcPr>
                  <w:tcW w:w="54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57BBA" w:rsidRDefault="00E221B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57BBA" w:rsidRDefault="00E57BBA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E57BBA" w:rsidTr="003F3BA1"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57BBA" w:rsidRDefault="00E221B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E57BBA" w:rsidRDefault="00E221B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E57BBA" w:rsidRDefault="00E57BBA">
            <w:pPr>
              <w:spacing w:line="1" w:lineRule="auto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1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13"/>
            </w:tblGrid>
            <w:tr w:rsidR="00E57BBA" w:rsidTr="003F3BA1">
              <w:tc>
                <w:tcPr>
                  <w:tcW w:w="81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57BBA" w:rsidRDefault="00E221BD" w:rsidP="00F81D87">
                  <w:pPr>
                    <w:spacing w:line="192" w:lineRule="auto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E57BBA" w:rsidRDefault="00E221BD" w:rsidP="00F81D87">
                  <w:pPr>
                    <w:spacing w:line="192" w:lineRule="auto"/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E57BBA" w:rsidRDefault="00E57BBA">
            <w:pPr>
              <w:spacing w:line="1" w:lineRule="auto"/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57BB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57BBA" w:rsidRDefault="00E221BD" w:rsidP="003F3B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2020 год</w:t>
                  </w:r>
                </w:p>
                <w:p w:rsidR="00E57BBA" w:rsidRDefault="00E221B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57BBA" w:rsidRDefault="00E57BBA">
            <w:pPr>
              <w:spacing w:line="1" w:lineRule="auto"/>
            </w:pP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13 817 189 692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642 146 754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642 146 754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4 026 331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4 026 331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638 120 423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638 120 423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11 939 202 336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6 496 788 313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78 260 600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78 260 600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4 803 400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4 803 400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226 331 100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226 331 100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высокочастотных аппаратов для искусственной вентиляции легких для оснащения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8 039 900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8 039 900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инфекция, и лицам из групп риска заражения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70 256 900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70 256 900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(переоснащение) дополнительно создаваемого или </w:t>
            </w:r>
            <w:proofErr w:type="spellStart"/>
            <w:r>
              <w:rPr>
                <w:color w:val="000000"/>
                <w:sz w:val="24"/>
                <w:szCs w:val="24"/>
              </w:rPr>
              <w:t>перепрофилируемого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коечного фонда медицинских организаций для оказания медицинской помощи больным новой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01.3.01.58320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501 600 000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501 600 000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 стимулирующего характера за выполнение особо важных работ медицинским и иным работникам, непосредственно участвующим в оказании медицинской помощи гражданам, у которых выявлена новая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инфекция,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98 672 200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98 672 200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3 152 636 007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119 961 574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21 637 729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3 008 162 704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1 591 244 516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134 518 773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1 456 725 743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57 566 200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50 566 200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17 765 790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17 765 790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687 461 700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687 461 700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140 158 743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136 002 843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136 002 843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</w:t>
            </w:r>
            <w:r>
              <w:rPr>
                <w:color w:val="000000"/>
                <w:sz w:val="24"/>
                <w:szCs w:val="24"/>
              </w:rPr>
              <w:lastRenderedPageBreak/>
              <w:t>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131 908 879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131 908 879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131 908 879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61 116 131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61 116 131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25 885 404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34 530 127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1 168 735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1 168 735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1 168 735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4 967 969 600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4 967 969 600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4 967 969 600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207 899 042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207 899 042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103 213 000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103 213 000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98 706 042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98 706 042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F81D87" w:rsidRDefault="00F81D8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475 820 900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475 820 900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450 820 900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450 820 900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01.9.01.76830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48 232 400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  <w:p w:rsidR="00F81D87" w:rsidRDefault="00F81D87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48 232 400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112 130 141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112 130 141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материально-технической базы детских поликлиник и детских поликлинических отделений медицинских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01.Д.N4.51700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108 130 141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108 130 141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388 758 119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единого цифрового контура в здравоохранении на основе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единой государственной информационной системы в сфере здравоохранения (ЕГИСЗ)"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01.И.N7.00000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388 758 119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388 758 119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94 112 019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294 646 100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21 138 099 479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19 469 641 278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3 541 737 575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6 562 100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6 562 100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3 363 455 560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51 325 258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6 915 024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3 305 200 241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121 429 800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121 429 800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1 208 000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 w:rsidP="00F81D87">
            <w:pPr>
              <w:ind w:right="-80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</w:t>
            </w:r>
            <w:r w:rsidRPr="00F81D87">
              <w:rPr>
                <w:color w:val="000000"/>
                <w:spacing w:val="-2"/>
                <w:sz w:val="24"/>
                <w:szCs w:val="24"/>
              </w:rPr>
              <w:t>организаций, осуществляющих образовательную</w:t>
            </w:r>
            <w:r>
              <w:rPr>
                <w:color w:val="000000"/>
                <w:sz w:val="24"/>
                <w:szCs w:val="24"/>
              </w:rPr>
              <w:t xml:space="preserve"> деятельность, и обучившимся по основным </w:t>
            </w:r>
            <w:r w:rsidRPr="00F81D87">
              <w:rPr>
                <w:color w:val="000000"/>
                <w:spacing w:val="-6"/>
                <w:sz w:val="24"/>
                <w:szCs w:val="24"/>
              </w:rPr>
              <w:t>образовательным программам, в сфере</w:t>
            </w:r>
            <w:r w:rsidR="00F81D8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F81D87">
              <w:rPr>
                <w:color w:val="000000"/>
                <w:spacing w:val="-6"/>
                <w:sz w:val="24"/>
                <w:szCs w:val="24"/>
              </w:rPr>
              <w:t>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</w:tr>
      <w:tr w:rsidR="00E57BBA" w:rsidTr="00F81D87">
        <w:trPr>
          <w:gridAfter w:val="1"/>
          <w:wAfter w:w="338" w:type="dxa"/>
          <w:trHeight w:val="425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13 739 300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13 739 300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02.1.01.R2550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14 748 029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14 748 029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образование в государственных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02.1.01.R3044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15 497 873 296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10 396 600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10 396 600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160 198 100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160 198 100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263 312 512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263 312 512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96 115 466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96 115 466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8 027 113 932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8 027 113 932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318 805 990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318 805 990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73 441 055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73 441 055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5 730 394 055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5 730 394 055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117 499 000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117 499 000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206 463 386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Pr="00F81D87" w:rsidRDefault="00E221BD" w:rsidP="00F81D87">
            <w:pPr>
              <w:ind w:right="-80"/>
              <w:rPr>
                <w:color w:val="000000"/>
                <w:spacing w:val="-2"/>
                <w:sz w:val="24"/>
                <w:szCs w:val="24"/>
              </w:rPr>
            </w:pPr>
            <w:r w:rsidRPr="00F81D87">
              <w:rPr>
                <w:color w:val="000000"/>
                <w:spacing w:val="-2"/>
                <w:sz w:val="24"/>
                <w:szCs w:val="24"/>
              </w:rPr>
              <w:t xml:space="preserve">Субсидия на повышение </w:t>
            </w:r>
            <w:proofErr w:type="gramStart"/>
            <w:r w:rsidRPr="00F81D87">
              <w:rPr>
                <w:color w:val="000000"/>
                <w:spacing w:val="-2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 w:rsidRPr="00F81D87">
              <w:rPr>
                <w:color w:val="000000"/>
                <w:spacing w:val="-2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195 463 386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195 463 386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223 567 021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167 706 738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163 281 738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02.1.04.R5340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1 865 634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1 865 634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02.1.04.R5380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6 713 803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6 713 803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</w:t>
            </w:r>
            <w:r>
              <w:rPr>
                <w:color w:val="000000"/>
                <w:sz w:val="24"/>
                <w:szCs w:val="24"/>
              </w:rPr>
              <w:lastRenderedPageBreak/>
              <w:t>поддержки сетевых методических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02.1.04.R5390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10 280 846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10 280 846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113 799 637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и органов молодежного самоуправления в реализации государственной молодежной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02.5.02.00000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3 768 814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02.5.02.70630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3 768 814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3 768 814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110 030 823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02.5.04.70640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80 029 823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80 029 823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02.5.04.70650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02.5.04.73390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14 610 371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02.6.01.70680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02.6.01.74880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02.6.03.70680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02.6.04.70680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3 167 835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02.6.05.70680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3 167 835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3 167 835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2 002 536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02.6.06.76420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02.6.06.R2990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402 536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402 536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758 087 126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обязательств по строительству и реконструкции зданий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зданий образовательных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02.7.01.75100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453 960 804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46 916 458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46 916 458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15 630 104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15 630 104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345 325 100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345 325 100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ремонтных работ в помещениях, предназначенных для создания центров образования детей цифрового и гуманитарного профилей "Точка роста"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укрепление материально-технической базы </w:t>
            </w:r>
            <w:r w:rsidRPr="00F81D87">
              <w:rPr>
                <w:color w:val="000000"/>
                <w:spacing w:val="-2"/>
                <w:sz w:val="24"/>
                <w:szCs w:val="24"/>
              </w:rPr>
              <w:t>организаций, осуществляющих образовательную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81D87">
              <w:rPr>
                <w:color w:val="000000"/>
                <w:spacing w:val="-2"/>
                <w:sz w:val="24"/>
                <w:szCs w:val="24"/>
              </w:rPr>
              <w:t>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5 089 142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5 089 142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63 965 490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6 545 800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6 545 800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мобильных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02.7.E2.52470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16 933 960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16 933 960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29 985 730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29 985 730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материально-техническое оснащение мобильного технопарка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02.7.E2.72470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семей, имеющих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538 750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некоммерческих организаций в целях оказания психолого-</w:t>
            </w:r>
            <w:r w:rsidRPr="00F81D87">
              <w:rPr>
                <w:color w:val="000000"/>
                <w:spacing w:val="-4"/>
                <w:sz w:val="24"/>
                <w:szCs w:val="24"/>
              </w:rPr>
              <w:t>педагогической, методической и консультативной</w:t>
            </w:r>
            <w:r>
              <w:rPr>
                <w:color w:val="000000"/>
                <w:sz w:val="24"/>
                <w:szCs w:val="24"/>
              </w:rPr>
              <w:t xml:space="preserve"> помощи гражданам, имеющим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02.7.E3.62292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538 750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538 750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221 590 415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203 325 520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203 325 520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13 264 896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13 264 896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02.7.E4.72190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4 999 999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4 999 999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12 231 667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8 731 667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8 731 667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781 961 067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79 200 874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79 200 874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79 200 874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702 760 193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дополнительных мест путем строительства зданий образовательных организаций для детей в возрасте от 2 месяцев до 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02.8.P2.51590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20 366 902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20 366 902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зданий образовательных организаций для детей в возрасте от 1,5 до 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576 807 294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576 807 294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Переобучение и повышение квалификации женщин </w:t>
            </w:r>
            <w:proofErr w:type="gramStart"/>
            <w:r>
              <w:rPr>
                <w:color w:val="000000"/>
                <w:sz w:val="24"/>
                <w:szCs w:val="24"/>
              </w:rPr>
              <w:t>в период отпуска по уходу за ребенком в возрасте до трех лет</w:t>
            </w:r>
            <w:proofErr w:type="gramEnd"/>
            <w:r>
              <w:rPr>
                <w:color w:val="000000"/>
                <w:sz w:val="24"/>
                <w:szCs w:val="24"/>
              </w:rPr>
              <w:t>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02.8.P2.54610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21 333 438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5 003 129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6 274 110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3 469 025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6 587 174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дошкольных образовательных организаций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02.8.P2.Д1590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46 558 328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46 558 328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зданий образовательных организаций для детей в возрасте от 1,5 до 3 лет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37 694 231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37 694 231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12 950 521 246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10 724 552 903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6 928 058 216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26 047 400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26 047 400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127 610 752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127 610 752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1 016 518 900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1 016 518 900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5 078 300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5 078 300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383 536 700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383 536 700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72 274 014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71 402 014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2 248 860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28 860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социальную поддержку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898 411 662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898 411 662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1 536 976 752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1 536 976 752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417 880 000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417 880 000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220 899 438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220 899 438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88 268 668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88 268 668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</w:t>
            </w:r>
            <w:r>
              <w:rPr>
                <w:color w:val="000000"/>
                <w:sz w:val="24"/>
                <w:szCs w:val="24"/>
              </w:rPr>
              <w:lastRenderedPageBreak/>
              <w:t>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5 778 480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74 160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5 704 320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884 714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873 360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669 739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669 739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106 452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8 188 548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1 051 730 000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1 051 730 000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40 392 800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40 392 800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3 665 680 857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1 270 577 062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95 136 037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27 032 404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570 533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1 147 587 904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250 184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466 611 251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333 517 718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83 008 961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44 960 009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  <w:p w:rsidR="00881346" w:rsidRDefault="0088134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5 124 563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1 915 427 544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1 915 427 544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119 998 148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110 665 983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110 665 983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Кадровое, информационное, научно-методическое и организационное обеспечение отрасли социальной защиты населения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социального обслуживания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10 619 682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10 619 682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10 499 682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139 773 475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28 925 060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28 925 060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9 988 061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13 896 999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110 623 415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25 010 800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25 010 800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11 728 768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11 728 768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15 999 553</w:t>
            </w:r>
          </w:p>
        </w:tc>
      </w:tr>
      <w:tr w:rsidR="00E57BBA" w:rsidTr="00881346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346" w:rsidRDefault="00E221BD" w:rsidP="008813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  <w:p w:rsidR="00881346" w:rsidRDefault="00881346" w:rsidP="0088134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15 999 553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48 054 670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48 054 670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7 334 972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7 334 972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2 494 652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2 494 652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2 086 194 868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1 969 406 247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872 370 147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872 370 147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116 788 621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75 833 350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75 833 350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>
              <w:rPr>
                <w:color w:val="000000"/>
                <w:sz w:val="24"/>
                <w:szCs w:val="24"/>
              </w:rPr>
              <w:t>предпенсионного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03.4.P3.52940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35 529 271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8 217 549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6 858 220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4 259 181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16 194 321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пожилых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03.4.P3.70940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36 547 150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36 547 150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оборудования для государственных учреждений Ярославской области, предоставляющих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4 567 000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9 325 300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4 966 800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в образовательных организациях условий для получения детьми-инвалидами качественного образования и по поддержке учреждений спортивной направленности по адаптивной физической культуре и спорту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04.2.05.R0270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4 966 800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4 966 800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8 719 600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8 968 450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8 968 450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8 968 450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2 011 119 324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711 053 206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65 351 983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65 351 983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65 351 983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132 121 600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государственную поддержку молодых семей Ярославской области в </w:t>
            </w:r>
            <w:r>
              <w:rPr>
                <w:color w:val="000000"/>
                <w:sz w:val="24"/>
                <w:szCs w:val="24"/>
              </w:rPr>
              <w:lastRenderedPageBreak/>
              <w:t>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05.1.03.R4970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132 121 600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132 121 600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434 073 719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355 059 199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355 059 199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79 014 520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79 014 520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11 049 312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описанию границ территориальных зон, установленных правилами землепользования и застройки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05.1.09.71280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8 002 312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8 002 312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3 047 000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3 047 000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27 254 300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 w:rsidP="008A6D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14 828 600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14 828 600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</w:t>
            </w:r>
            <w:r w:rsidR="00D462E7">
              <w:rPr>
                <w:color w:val="000000"/>
                <w:sz w:val="24"/>
                <w:szCs w:val="24"/>
              </w:rPr>
              <w:t>года № 181-ФЗ "О </w:t>
            </w:r>
            <w:r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12 425 700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12 425 700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6 442 646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1 742 646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1 742 646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реабилитированных лиц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Исполнение обязательств по стимулированию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программ развития жилищного строительства муниципальных образований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3 159 646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социальных объектов в рамках мероприятий по стимулированию программ развития жилищного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05.1.14.76440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3 159 646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3 159 646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446 867 600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446 867 600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432 682 015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432 682 015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14 185 585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14 185 585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40 640 805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40 369 725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40 369 725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28 880 743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7 940 837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3 548 145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271 080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271 080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262 080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548 691 518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548 691 518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548 691 518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224 460 000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324 231 518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"Восстановление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прав участников строительства проблемных жилых домов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263 866 195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263 866 195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263 866 195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346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  <w:p w:rsidR="00881346" w:rsidRDefault="0088134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263 866 195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728 374 713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728 374 713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728 374 713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223 562 500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223 562 500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504 812 213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504 812 213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824 098 636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771 833 011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183 925 486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138 230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138 230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170 362 977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104 526 587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53 737 140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10 279 245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1 820 005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13 424 279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13 424 279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581 084 400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581 084 400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11 081 100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539 758 900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30 244 400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6 823 125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6 823 125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6 823 125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адаптации и интеграции участников Программы и членов их семей в принимающее сообщество, 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"Поддержка занятости и повышение эффективности рынка труда для обеспечения роста производительности труда в Ярославской области"</w:t>
            </w:r>
          </w:p>
          <w:p w:rsidR="00881346" w:rsidRDefault="00881346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51 265 625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07.6.L3.00000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51 265 625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07.6.L3.52910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07.6.L3.55690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21 265 625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21 265 625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10 413 480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1 895 400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1 355 400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1 355 400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1 355 400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650 879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400 879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400 879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400 879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7 867 201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3 349 845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881346" w:rsidRDefault="0088134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483 277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483 277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457 478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457 478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4 517 356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4 226 762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4 226 762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color w:val="000000"/>
                <w:sz w:val="24"/>
                <w:szCs w:val="24"/>
              </w:rPr>
              <w:t>ручных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290 594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290 594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595 783 241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326 150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субсидий добровольным пожарным командам за участие в тушении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пожаров и проведении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60 650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"Создание системы обеспечения вызова экстренных оперативных служб по единому номеру "112" на базе единых дежурно-диспетчерских служб муниципальных образований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11 238 837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центров обработки вызовов 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11 238 837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основного центра обработки вызова 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10.3.01.71470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11 238 837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11 238 837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582 368 254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509 491 386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458 226 533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458 226 533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51 219 539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51 219 539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45 314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45 314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10 683 346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10 683 346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10 683 346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8 176 676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8 176 676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8 176 676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5 530 040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5 530 040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5 530 040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47 546 806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47 546 806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35 130 011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12 315 437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2 008 943 627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  <w:p w:rsidR="00881346" w:rsidRDefault="00881346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1 813 918 121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193 270 726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173 439 391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173 439 391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</w:t>
            </w:r>
            <w:r w:rsidRPr="00881346">
              <w:rPr>
                <w:color w:val="000000"/>
                <w:spacing w:val="-4"/>
                <w:sz w:val="24"/>
                <w:szCs w:val="24"/>
              </w:rPr>
              <w:t>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11.1.01.R3060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17 875 916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17 875 916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4 678 733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4 678 733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4 678 733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11.1.03.R5193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389 313 463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389 313 463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389 313 463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129 245 991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129 013 596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129 013 596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подключение общедоступных библиотек к сети "Интернет"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232 395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232 395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482 360 982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459 520 136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459 520 136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11 333 803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11 333 803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11 507 043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11 507 043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93 728 877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93 575 877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93 575 877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399 147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399 147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399 147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520 000 202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520 000 202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520 000 202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туризма и отдыха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68 979 475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организациям, осуществляющим деятельность в области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11.3.01.76200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37 016 197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(реконструкцию)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11.3.02.R3840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37 016 197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37 016 197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приоритетных конкурентоспособных туристских продуктов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1 445 177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для поддержки проектов в области внутреннего и въездного туризма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11.3.03.71770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1 445 177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1 445 177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26 768 101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информационно-коммуникационных технологий в сфере туризма, разработка, изготовление и тиражирование презентационной продукции, организация форумов, конференций, круглых столов, выставок, информационных туров и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11.3.04.71760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26 768 101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26 768 101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11.3.05.71760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123 011 413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122 011 413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35 348 680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35 348 680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49 672 733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49 672 733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 w:rsidRPr="00881346">
              <w:rPr>
                <w:color w:val="000000"/>
                <w:spacing w:val="-4"/>
                <w:sz w:val="24"/>
                <w:szCs w:val="24"/>
              </w:rPr>
              <w:t>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департамента охраны объектов культурного наследия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3 034 618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3 034 618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3 034 618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3 034 618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282 814 500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35 507 464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1 066 852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1 066 852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1 066 852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6 842 800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6 842 800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6 842 800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2 059 874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996 237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996 237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обезвреживание опасных отходов потребления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12.1.04.76260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1 063 637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1 063 637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448 039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448 039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448 039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3 720 159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3 720 159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3 720 159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2 693 203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2 693 203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151 900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881346" w:rsidRDefault="0088134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лесопарковых зеленых поясов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12.1.10.71790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9 000 184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9 000 184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9 000 184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155 038 733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131 238 733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и реконструкции объектов </w:t>
            </w:r>
            <w:proofErr w:type="spellStart"/>
            <w:r>
              <w:rPr>
                <w:color w:val="000000"/>
                <w:sz w:val="24"/>
                <w:szCs w:val="24"/>
              </w:rPr>
              <w:t>берегоукрепления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131 238 733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131 238 733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  <w:p w:rsidR="00881346" w:rsidRDefault="00881346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92 268 303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92 268 303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92 268 303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92 268 303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477 435 839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335 331 194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30 243 186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30 243 186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627 783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29 615 403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81 724 935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81 724 935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5 854 525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75 870 410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18 435 156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18 435 156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18 435 156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164 737 917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164 730 917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164 730 917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отрасли физической культуры и спорта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40 190 000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муниципальных учреждений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13.1.05.75090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13.1.05.R4260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  <w:p w:rsidR="00881346" w:rsidRDefault="0088134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142 104 645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142 104 645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7 524 823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7 524 823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5 144 197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5 144 197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118 063 750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118 063 750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11 371 875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11 371 875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3 463 498 858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1 501 435 806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47 233 534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47 233 534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37 733 533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74 471 562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14.2.G5.52430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74 471 562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74 471 562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1 379 730 710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1 379 730 710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1 379 730 710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1 726 300 935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1 526 932 108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1 526 932 108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1 526 932 108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27 095 137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27 095 137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881346">
              <w:rPr>
                <w:color w:val="000000"/>
                <w:spacing w:val="-4"/>
                <w:sz w:val="24"/>
                <w:szCs w:val="24"/>
              </w:rPr>
              <w:lastRenderedPageBreak/>
              <w:t>государственными (муниципальными) органами</w:t>
            </w:r>
            <w:r>
              <w:rPr>
                <w:color w:val="000000"/>
                <w:sz w:val="24"/>
                <w:szCs w:val="24"/>
              </w:rPr>
              <w:t>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10 081 683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предоставления потребителям Ярославской области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34 426 336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выполнение мероприятий по обеспечению бесперебойного предоставления коммунальных услуг потребителям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14.4.04.75590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34 426 336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34 426 336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126 192 354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126 192 354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126 192 354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11 655 000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215 884 413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66 880 053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66 880 053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66 880 053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149 004 360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149 004 360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149 004 360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19 877 704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сопровождения деятельности департамента государственного жилищного надзора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18 482 704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18 482 704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881346">
              <w:rPr>
                <w:color w:val="000000"/>
                <w:spacing w:val="-4"/>
                <w:sz w:val="24"/>
                <w:szCs w:val="24"/>
              </w:rPr>
              <w:t>государственными (муниципальными) органами</w:t>
            </w:r>
            <w:r>
              <w:rPr>
                <w:color w:val="000000"/>
                <w:sz w:val="24"/>
                <w:szCs w:val="24"/>
              </w:rPr>
              <w:t>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8 255 303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460 020 408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Областная целевая программа "Стимулирование инвестиционной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19 130 680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1 220 885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1 220 885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1 220 885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17 909 795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17 909 795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17 909 795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395 138 637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8 859 821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8 859 821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8 859 821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174 750 174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  <w:p w:rsidR="00881346" w:rsidRDefault="0088134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116 030 224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116 030 224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39 081 850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Pr="00881346" w:rsidRDefault="00E221BD">
            <w:pPr>
              <w:rPr>
                <w:color w:val="000000"/>
                <w:spacing w:val="-4"/>
                <w:sz w:val="24"/>
                <w:szCs w:val="24"/>
              </w:rPr>
            </w:pPr>
            <w:r w:rsidRPr="00881346">
              <w:rPr>
                <w:color w:val="000000"/>
                <w:spacing w:val="-4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39 081 850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инфекции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15.3.03.R8310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19 638 100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19 638 100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7 680 750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7 680 750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7 680 750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192 895 182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 w:rsidRPr="00881346">
              <w:rPr>
                <w:color w:val="000000"/>
                <w:sz w:val="24"/>
                <w:szCs w:val="24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</w:t>
            </w:r>
            <w:r>
              <w:rPr>
                <w:color w:val="000000"/>
                <w:sz w:val="24"/>
                <w:szCs w:val="24"/>
              </w:rPr>
              <w:t xml:space="preserve"> на популяризацию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158 089 919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34 221 459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123 868 460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оказание гарантийной и </w:t>
            </w:r>
            <w:proofErr w:type="spellStart"/>
            <w:r>
              <w:rPr>
                <w:color w:val="000000"/>
                <w:sz w:val="24"/>
                <w:szCs w:val="24"/>
              </w:rPr>
              <w:t>микрофинансовой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поддержки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11 217 400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11 217 400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23 587 863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12 049 841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11 538 022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"Популяризация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10 952 710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15.3.I8.55270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10 952 710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10 952 710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45 751 091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субъектов малого и среднего предпринимательства, осуществляемая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подведомственными учредителю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15.6.01.74110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21 138 162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21 138 162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11 657 573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9 480 589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62 360 800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21 887 500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2 487 500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40 473 300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40 473 300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40 473 300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40 473 300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32 863 766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4 170 406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укреплению гражданского единства, гармонизации межнациональных отношений и этнокультурному многообразию народов России, проживающих на территории Ярославской области, на основе сохранения духовных и нравственных устоев, уважительного отношения к истории, традициям и языкам населения региона и этнических групп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2 859 106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  <w:p w:rsidR="00881346" w:rsidRDefault="0088134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731 356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731 356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22.4.01.R5160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2 127 750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2 127 750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805 800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работы </w:t>
            </w:r>
            <w:proofErr w:type="gramStart"/>
            <w:r>
              <w:rPr>
                <w:color w:val="000000"/>
                <w:sz w:val="24"/>
                <w:szCs w:val="24"/>
              </w:rPr>
              <w:t>кол-центра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мониторингу состояния межнациональных отношений и раннего предупреждения </w:t>
            </w:r>
            <w:proofErr w:type="spellStart"/>
            <w:r>
              <w:rPr>
                <w:color w:val="000000"/>
                <w:sz w:val="24"/>
                <w:szCs w:val="24"/>
              </w:rPr>
              <w:t>этноконфессиональных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конфликтов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комплексной информационной и культурно-просветительской кампании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505 500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22.4.03.75500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22.4.03.98710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601 504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601 504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601 504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601 504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принципов открытого государственного управления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2 554 362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2 554 362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2 554 362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2 554 362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25 537 494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548 000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18 385 852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18 385 852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18 385 852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социально ориентированным некоммерческим организациям имущественной, </w:t>
            </w:r>
            <w:r w:rsidRPr="00881346">
              <w:rPr>
                <w:i/>
                <w:iCs/>
                <w:color w:val="000000"/>
                <w:spacing w:val="-2"/>
                <w:sz w:val="24"/>
                <w:szCs w:val="24"/>
              </w:rPr>
              <w:t>информационной, консультационной поддержки</w:t>
            </w:r>
            <w:r>
              <w:rPr>
                <w:i/>
                <w:iCs/>
                <w:color w:val="000000"/>
                <w:sz w:val="24"/>
                <w:szCs w:val="24"/>
              </w:rPr>
              <w:t>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1 603 642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177 192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177 192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554 478 310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451 509 783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24 426 954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  <w:p w:rsidR="00881346" w:rsidRDefault="0088134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22 492 510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22 492 510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342 454 085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сопровождению работы электронных сервисов ЗАГС для государственной регистрации актов гражданского состояния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207 987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207 987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108 656 810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108 656 810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22 111 121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22 111 121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211 478 167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211 478 167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30 238 801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6D01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функционирования </w:t>
            </w:r>
          </w:p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30 238 801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30 238 801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189 200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50 491 689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30 343 926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30 343 926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 Ярославской области</w:t>
            </w:r>
          </w:p>
          <w:p w:rsidR="00881346" w:rsidRDefault="0088134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20 147 763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20 147 763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безопасности информации органов государственной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3 683 554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3 683 554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3 683 554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59 353 527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 территории Ярославской </w:t>
            </w:r>
            <w:proofErr w:type="gramStart"/>
            <w:r>
              <w:rPr>
                <w:color w:val="000000"/>
                <w:sz w:val="24"/>
                <w:szCs w:val="24"/>
              </w:rPr>
              <w:t>области центров повышения компьютерной грамотности населения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23.5.01.73290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5 994 500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3 694 500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3 694 500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Автоматизация приоритетных видов регионального государственного контроля (надзора) в целях внедрения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риск-ориентированного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подхода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10 749 720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автоматизацию приоритетных видов регионального государственного контроля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23.5.03.R0280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10 749 720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10 749 720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42 279 307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42 279 307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42 279 307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43 615 000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для цифровой экономики"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9 220 000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Содействие в обеспечении подготовки высококвалифицированных кадров для цифровой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23.7.D3.77170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безопасность"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9 854 000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устойчивой и безопасной информационно-телекоммуникационной инфраструктуры передачи, обработки и хранения данных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23.7.D4.77160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9 854 000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7 854 000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24 541 000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развития системы межведомственного электронного взаимодействия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23.7.D6.50080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16 926 000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2 976 000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и транспорта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9 911 046 361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4 035 968 560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2 475 141 150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2 475 141 150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2 475 141 150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 по обеспечению устойчивого функционирования автомобильных дорог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181 859 493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120 700 000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881346">
              <w:rPr>
                <w:color w:val="000000"/>
                <w:spacing w:val="-4"/>
                <w:sz w:val="24"/>
                <w:szCs w:val="24"/>
              </w:rPr>
              <w:t>обеспечения выполнения функций государственными</w:t>
            </w:r>
            <w:r>
              <w:rPr>
                <w:color w:val="000000"/>
                <w:sz w:val="24"/>
                <w:szCs w:val="24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32 630 092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Pr="00881346" w:rsidRDefault="00E221BD">
            <w:pPr>
              <w:rPr>
                <w:color w:val="000000"/>
                <w:sz w:val="24"/>
                <w:szCs w:val="24"/>
              </w:rPr>
            </w:pPr>
            <w:r w:rsidRPr="00881346">
              <w:rPr>
                <w:color w:val="000000"/>
                <w:sz w:val="24"/>
                <w:szCs w:val="24"/>
              </w:rPr>
              <w:t>Денежные взыскания (штрафы) за нарушение условий договоров (соглашений) о предоставлении субсидий бюджетам субъектов Российской Федерации из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24.1.03.99000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6 151 493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6 151 493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293 300 000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1 039 467 917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501 654 066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501 654 066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323 413 851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323 413 851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214 400 000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214 400 000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130 500 000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35 009 400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35 009 400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881346" w:rsidRDefault="0088134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35 009 400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32 490 600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32 490 600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24.4.04.00000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24.4.04.77110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1 745 577 801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643 336 823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</w:t>
            </w:r>
            <w:r>
              <w:rPr>
                <w:color w:val="000000"/>
                <w:sz w:val="24"/>
                <w:szCs w:val="24"/>
              </w:rPr>
              <w:lastRenderedPageBreak/>
              <w:t>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24.5.01.72500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12 747 399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12 747 399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54 943 168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54 943 168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7 497 000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7 497 000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567 977 956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567 977 956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1 074 277 774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организациям транспорта общего пользования на возмещение затрат на оказание </w:t>
            </w:r>
            <w:r>
              <w:rPr>
                <w:color w:val="000000"/>
                <w:sz w:val="24"/>
                <w:szCs w:val="24"/>
              </w:rPr>
              <w:lastRenderedPageBreak/>
              <w:t>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24.5.02.72600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655 477 774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655 477 774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24.5.02.76880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418 800 000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418 800 000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8 608 204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24.5.03.72580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8 608 204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8 608 204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24.5.04.72530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внедрению автоматизированных и роботизированных технологий организации дорожного движения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правил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1 104 673 677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983 752 228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375 212 032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111 321 164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111 321 164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213 890 868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213 890 868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164 302 017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107 686 190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107 686 190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1 751 416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1 751 416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54 864 411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54 864 411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62 851 699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3 011 032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611 032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59 840 667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59 840 667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185 639 015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25 115 962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25 115 962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Фонда развития промышленности и агропромышленного комплекса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62 523 053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62 523 053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21 679 194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14 389 194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14 389 194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возмещение части прямых понесенных затрат на создание и (или) модернизацию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25.1.08.R4720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льноводства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8 698 271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25.1.09.72760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8 698 271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8 698 271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49 570 000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19 466 573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14 636 973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14 636 973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14 636 973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хранению, освежению, использованию и восполнению резерва </w:t>
            </w:r>
            <w:r>
              <w:rPr>
                <w:color w:val="000000"/>
                <w:sz w:val="24"/>
                <w:szCs w:val="24"/>
              </w:rPr>
              <w:lastRenderedPageBreak/>
              <w:t>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25.5.04.73090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1 699 000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1 699 000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81 844 938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22 053 906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22 053 906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22 053 906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47 882 039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47 882 039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47 882 039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38 932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38 932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38 932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5 900 061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отлов, содержание и возврат животных без владельцев на прежние места их обитания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5 900 061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5 900 061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5 760 000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17 910 938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системы поддержки фермеров и развития сельской кооперации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25.Б.I7.00000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17 910 938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25.Б.I7.54800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17 910 938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14 785 938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238 653 020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182 383 820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10 858 000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10 858 000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10 858 000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121 383 736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90 210 000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25 090 000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5 908 236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1 618 477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4 289 759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56 269 200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56 269 200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22 638 700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22 638 700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4 142 600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4 142 600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29 487 900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29 487 900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92 770 010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29 418 299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17 142 299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8 838 662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8 417 729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420 933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4 149 137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4 047 857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101 280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деятельности в сфере недропользования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2 969 500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2 969 500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12 276 000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12 276 000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12 276 000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63 351 711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63 351 711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47 465 190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47 465 190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15 886 521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15 886 521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33 099 626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заказа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33 099 626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обеспечение государственных и муниципальных закупок Ярославской области</w:t>
            </w:r>
          </w:p>
          <w:p w:rsidR="00881346" w:rsidRDefault="00881346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5 106 240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5 106 240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5 106 240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государственных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27 793 386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27 793 386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22 704 494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5 088 892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6 774 272 082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92 851 518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30 940 867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  <w:p w:rsidR="00881346" w:rsidRDefault="0088134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30 940 867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30 940 867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61 910 651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61 910 651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56 382 901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5 507 750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4 566 245 096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4 566 245 096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3 036 402 000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3 036 402 000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665 554 000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665 554 000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518 346 000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518 346 000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на реализацию мероприятий, предусмотренных нормативными правовыми </w:t>
            </w:r>
            <w:r>
              <w:rPr>
                <w:color w:val="000000"/>
                <w:sz w:val="24"/>
                <w:szCs w:val="24"/>
              </w:rPr>
              <w:lastRenderedPageBreak/>
              <w:t>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36.3.01.73260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345 943 096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345 943 096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2 113 037 468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2 105 067 693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2 105 067 693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2 105 067 693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7 969 775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7 969 775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7 969 775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2 138 000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2 138 000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4 377 662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804 720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256 820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256 820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256 820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62 900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институтов гражданского общества к деятельности по противодействию коррупции посредством организации и проведения просветительских мероприятий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441 050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3 022 892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2 572 892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2 572 892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2 572 892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165 474 191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7 209 580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6 088 580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39.2.04.74370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6 054 580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4 988 553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1 066 027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158 021 851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153 021 851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153 021 851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153 021 851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информационного взаимодействия с органами местного самоуправления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242 760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Сопровождение программы для ЭВМ "Система автоматизированного рабочего места муниципального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39.8.01.00000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242 760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информационного взаимодействия с органами местного самоуправления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39.8.01.76940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242 760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242 760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605 527 929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605 527 929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14 769 155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14 769 155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14 769 155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24 760 300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24 760 300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24 760 300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49 096 198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49 096 198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49 096 198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транспортной инфраструктуры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516 902 276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516 902 276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493 570 275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23 222 001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3 240 010 450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16 331 500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4 268 500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  <w:p w:rsidR="00572633" w:rsidRDefault="005726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16 169 200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10 994 900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5 172 200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Совета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6 187 200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4 687 200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96 931 213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5 512 022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5 379 991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86 039 200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5 614 500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4 578 860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1 035 540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10 523 000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6 216 010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4 174 990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1 256 100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1 256 100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9 899 800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1 881 433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3 829 976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3 829 976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1 737 920 599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1 697 248 739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39 209 490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12 833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1 449 537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3 082 266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572633" w:rsidRDefault="005726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3 082 266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94 795 928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94 795 928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5 327 301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5 327 301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120 423 533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83 478 773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36 925 760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278 628 585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278 628 585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41 193 868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36 803 603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4 386 175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556 351 019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223 523 551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232 431 482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83 738 984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16 657 002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49 105 106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49 105 106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3 238 705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3 238 705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2 427 150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2 427 150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80 500 644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13 920 414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43 713 482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16 300 999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6 565 749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№ 11-з </w:t>
            </w:r>
            <w:r w:rsidR="008A6D8F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исполнение судебных решений по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217 600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38 453 271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11 377 840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27 075 431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1 004 286</w:t>
            </w:r>
          </w:p>
        </w:tc>
      </w:tr>
      <w:tr w:rsidR="00E57BBA" w:rsidTr="007428B5">
        <w:trPr>
          <w:gridAfter w:val="1"/>
          <w:wAfter w:w="338" w:type="dxa"/>
        </w:trPr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BBA" w:rsidRDefault="00E221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57B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BBA" w:rsidRDefault="00E221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1 004 286</w:t>
            </w:r>
          </w:p>
        </w:tc>
      </w:tr>
      <w:tr w:rsidR="00046C52" w:rsidTr="007428B5"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C52" w:rsidRDefault="00046C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C52" w:rsidRDefault="00046C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C52" w:rsidRDefault="00046C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C52" w:rsidRDefault="00046C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81 624 468 077</w:t>
            </w:r>
          </w:p>
        </w:tc>
        <w:tc>
          <w:tcPr>
            <w:tcW w:w="338" w:type="dxa"/>
            <w:tcBorders>
              <w:left w:val="single" w:sz="4" w:space="0" w:color="auto"/>
            </w:tcBorders>
          </w:tcPr>
          <w:p w:rsidR="00046C52" w:rsidRDefault="00046C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4F9C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221BD" w:rsidRDefault="00E221BD"/>
    <w:sectPr w:rsidR="00E221BD" w:rsidSect="00F81D87">
      <w:headerReference w:type="default" r:id="rId7"/>
      <w:footerReference w:type="default" r:id="rId8"/>
      <w:pgSz w:w="11905" w:h="16837" w:code="9"/>
      <w:pgMar w:top="1134" w:right="851" w:bottom="1021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071" w:rsidRDefault="00A11071" w:rsidP="00E57BBA">
      <w:r>
        <w:separator/>
      </w:r>
    </w:p>
  </w:endnote>
  <w:endnote w:type="continuationSeparator" w:id="0">
    <w:p w:rsidR="00A11071" w:rsidRDefault="00A11071" w:rsidP="00E57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81D87">
      <w:tc>
        <w:tcPr>
          <w:tcW w:w="10421" w:type="dxa"/>
        </w:tcPr>
        <w:p w:rsidR="00F81D87" w:rsidRDefault="00F81D8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81D87" w:rsidRDefault="00F81D8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071" w:rsidRDefault="00A11071" w:rsidP="00E57BBA">
      <w:r>
        <w:separator/>
      </w:r>
    </w:p>
  </w:footnote>
  <w:footnote w:type="continuationSeparator" w:id="0">
    <w:p w:rsidR="00A11071" w:rsidRDefault="00A11071" w:rsidP="00E57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102685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F81D87" w:rsidRPr="00F81D87" w:rsidRDefault="00F81D87">
        <w:pPr>
          <w:pStyle w:val="a4"/>
          <w:jc w:val="center"/>
          <w:rPr>
            <w:sz w:val="28"/>
          </w:rPr>
        </w:pPr>
        <w:r w:rsidRPr="00F81D87">
          <w:rPr>
            <w:sz w:val="28"/>
          </w:rPr>
          <w:fldChar w:fldCharType="begin"/>
        </w:r>
        <w:r w:rsidRPr="00F81D87">
          <w:rPr>
            <w:sz w:val="28"/>
          </w:rPr>
          <w:instrText>PAGE   \* MERGEFORMAT</w:instrText>
        </w:r>
        <w:r w:rsidRPr="00F81D87">
          <w:rPr>
            <w:sz w:val="28"/>
          </w:rPr>
          <w:fldChar w:fldCharType="separate"/>
        </w:r>
        <w:r w:rsidR="00D70F05">
          <w:rPr>
            <w:noProof/>
            <w:sz w:val="28"/>
          </w:rPr>
          <w:t>2</w:t>
        </w:r>
        <w:r w:rsidRPr="00F81D87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BBA"/>
    <w:rsid w:val="00046C52"/>
    <w:rsid w:val="0014508C"/>
    <w:rsid w:val="002D13E4"/>
    <w:rsid w:val="003524F0"/>
    <w:rsid w:val="003B14E8"/>
    <w:rsid w:val="003F3BA1"/>
    <w:rsid w:val="00524A4A"/>
    <w:rsid w:val="00572633"/>
    <w:rsid w:val="005C3700"/>
    <w:rsid w:val="007428B5"/>
    <w:rsid w:val="00881346"/>
    <w:rsid w:val="008A6D8F"/>
    <w:rsid w:val="009E2C33"/>
    <w:rsid w:val="00A11071"/>
    <w:rsid w:val="00BB1411"/>
    <w:rsid w:val="00BE3402"/>
    <w:rsid w:val="00D462E7"/>
    <w:rsid w:val="00D70F05"/>
    <w:rsid w:val="00E221BD"/>
    <w:rsid w:val="00E57BBA"/>
    <w:rsid w:val="00E851A6"/>
    <w:rsid w:val="00F81D87"/>
    <w:rsid w:val="00FA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E57BBA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F81D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81D87"/>
  </w:style>
  <w:style w:type="paragraph" w:styleId="a6">
    <w:name w:val="footer"/>
    <w:basedOn w:val="a"/>
    <w:link w:val="a7"/>
    <w:rsid w:val="00F81D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81D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E57BBA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F81D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81D87"/>
  </w:style>
  <w:style w:type="paragraph" w:styleId="a6">
    <w:name w:val="footer"/>
    <w:basedOn w:val="a"/>
    <w:link w:val="a7"/>
    <w:rsid w:val="00F81D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81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104</Pages>
  <Words>25819</Words>
  <Characters>147170</Characters>
  <Application>Microsoft Office Word</Application>
  <DocSecurity>0</DocSecurity>
  <Lines>1226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10</cp:revision>
  <dcterms:created xsi:type="dcterms:W3CDTF">2020-05-26T14:16:00Z</dcterms:created>
  <dcterms:modified xsi:type="dcterms:W3CDTF">2020-05-29T07:51:00Z</dcterms:modified>
</cp:coreProperties>
</file>