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76278" w:rsidTr="00776278">
        <w:tc>
          <w:tcPr>
            <w:tcW w:w="426" w:type="dxa"/>
            <w:vAlign w:val="bottom"/>
            <w:hideMark/>
          </w:tcPr>
          <w:p w:rsidR="00776278" w:rsidRDefault="0077627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76278" w:rsidRDefault="0077627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21.12.2021</w:t>
            </w:r>
          </w:p>
        </w:tc>
        <w:tc>
          <w:tcPr>
            <w:tcW w:w="4111" w:type="dxa"/>
            <w:vAlign w:val="bottom"/>
          </w:tcPr>
          <w:p w:rsidR="00776278" w:rsidRDefault="0077627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</w:p>
        </w:tc>
        <w:tc>
          <w:tcPr>
            <w:tcW w:w="425" w:type="dxa"/>
            <w:vAlign w:val="bottom"/>
            <w:hideMark/>
          </w:tcPr>
          <w:p w:rsidR="00776278" w:rsidRDefault="0077627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76278" w:rsidRDefault="0077627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37</w:t>
            </w: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1</w:t>
            </w:r>
            <w:bookmarkStart w:id="0" w:name="_GoBack"/>
            <w:bookmarkEnd w:id="0"/>
          </w:p>
        </w:tc>
      </w:tr>
    </w:tbl>
    <w:p w:rsidR="003533BC" w:rsidRPr="003533BC" w:rsidRDefault="003533BC" w:rsidP="003533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33BC" w:rsidRPr="003533BC" w:rsidRDefault="003533BC" w:rsidP="003533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626F" w:rsidRPr="003533BC" w:rsidRDefault="00D6626F" w:rsidP="003533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33BC">
        <w:rPr>
          <w:rFonts w:ascii="Times New Roman" w:hAnsi="Times New Roman" w:cs="Times New Roman"/>
          <w:sz w:val="28"/>
          <w:szCs w:val="28"/>
        </w:rPr>
        <w:t xml:space="preserve">О Законе Ярославской области </w:t>
      </w:r>
    </w:p>
    <w:p w:rsidR="00D6626F" w:rsidRPr="003533BC" w:rsidRDefault="00D6626F" w:rsidP="003533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33BC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</w:p>
    <w:p w:rsidR="00D6626F" w:rsidRPr="003533BC" w:rsidRDefault="00D6626F" w:rsidP="003533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33BC">
        <w:rPr>
          <w:rFonts w:ascii="Times New Roman" w:hAnsi="Times New Roman" w:cs="Times New Roman"/>
          <w:sz w:val="28"/>
          <w:szCs w:val="28"/>
        </w:rPr>
        <w:t>в Закон Ярославской области</w:t>
      </w:r>
    </w:p>
    <w:p w:rsidR="00D6626F" w:rsidRPr="003533BC" w:rsidRDefault="00D6626F" w:rsidP="003533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33BC">
        <w:rPr>
          <w:rFonts w:ascii="Times New Roman" w:hAnsi="Times New Roman" w:cs="Times New Roman"/>
          <w:sz w:val="28"/>
          <w:szCs w:val="28"/>
        </w:rPr>
        <w:t xml:space="preserve">«О регулировании </w:t>
      </w:r>
      <w:proofErr w:type="gramStart"/>
      <w:r w:rsidRPr="003533BC">
        <w:rPr>
          <w:rFonts w:ascii="Times New Roman" w:hAnsi="Times New Roman" w:cs="Times New Roman"/>
          <w:sz w:val="28"/>
          <w:szCs w:val="28"/>
        </w:rPr>
        <w:t>отдельных</w:t>
      </w:r>
      <w:proofErr w:type="gramEnd"/>
    </w:p>
    <w:p w:rsidR="00D6626F" w:rsidRPr="003533BC" w:rsidRDefault="00D6626F" w:rsidP="003533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33BC">
        <w:rPr>
          <w:rFonts w:ascii="Times New Roman" w:hAnsi="Times New Roman" w:cs="Times New Roman"/>
          <w:sz w:val="28"/>
          <w:szCs w:val="28"/>
        </w:rPr>
        <w:t>отношений в сфере недропользования»</w:t>
      </w:r>
    </w:p>
    <w:p w:rsidR="00D6626F" w:rsidRPr="003533BC" w:rsidRDefault="00D6626F" w:rsidP="003533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03CF" w:rsidRPr="003533BC" w:rsidRDefault="00FE03CF" w:rsidP="003533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3533BC" w:rsidRDefault="00436B44" w:rsidP="003533B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3B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3533BC" w:rsidRDefault="00436B44" w:rsidP="00353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3533BC" w:rsidRDefault="00436B44" w:rsidP="00353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533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533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3533BC" w:rsidRDefault="00436B44" w:rsidP="00353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C80" w:rsidRPr="003533BC" w:rsidRDefault="00523668" w:rsidP="00353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353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="00D6626F" w:rsidRPr="003533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Ярославской области «О внесении изменений в Закон Ярославской области «О регулировании отдельных отношений в сфере недропользования».</w:t>
      </w:r>
    </w:p>
    <w:p w:rsidR="00523668" w:rsidRPr="003533BC" w:rsidRDefault="00523668" w:rsidP="00353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указанный Закон Ярославской области </w:t>
      </w:r>
      <w:r w:rsidR="00D6626F" w:rsidRPr="00353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временно </w:t>
      </w:r>
      <w:proofErr w:type="gramStart"/>
      <w:r w:rsidR="00D6626F" w:rsidRPr="003533B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</w:t>
      </w:r>
      <w:r w:rsidR="00D6626F" w:rsidRPr="003533BC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D6626F" w:rsidRPr="003533BC">
        <w:rPr>
          <w:rFonts w:ascii="Times New Roman" w:eastAsia="Times New Roman" w:hAnsi="Times New Roman" w:cs="Times New Roman"/>
          <w:sz w:val="28"/>
          <w:szCs w:val="28"/>
          <w:lang w:eastAsia="ru-RU"/>
        </w:rPr>
        <w:t>няющему</w:t>
      </w:r>
      <w:proofErr w:type="gramEnd"/>
      <w:r w:rsidR="00D6626F" w:rsidRPr="00353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  <w:r w:rsidRPr="003533BC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</w:t>
      </w:r>
      <w:r w:rsidR="00D6626F" w:rsidRPr="003533B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тора</w:t>
      </w:r>
      <w:r w:rsidRPr="00353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proofErr w:type="spellStart"/>
      <w:r w:rsidR="00D6626F" w:rsidRPr="003533BC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Еврае</w:t>
      </w:r>
      <w:r w:rsidR="00BE3E31" w:rsidRPr="003533BC">
        <w:rPr>
          <w:rFonts w:ascii="Times New Roman" w:eastAsia="Times New Roman" w:hAnsi="Times New Roman" w:cs="Times New Roman"/>
          <w:sz w:val="28"/>
          <w:szCs w:val="28"/>
          <w:lang w:eastAsia="ru-RU"/>
        </w:rPr>
        <w:t>ву</w:t>
      </w:r>
      <w:proofErr w:type="spellEnd"/>
      <w:r w:rsidR="00BE3E31" w:rsidRPr="003533B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6626F" w:rsidRPr="00353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М.Я. </w:t>
      </w:r>
      <w:r w:rsidRPr="003533B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подписания и официального опубликования.</w:t>
      </w:r>
    </w:p>
    <w:p w:rsidR="004B148F" w:rsidRPr="003533BC" w:rsidRDefault="004B148F" w:rsidP="00353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3BC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</w:t>
      </w:r>
      <w:r w:rsidR="00B6323E" w:rsidRPr="00353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3533B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Регион».</w:t>
      </w:r>
    </w:p>
    <w:p w:rsidR="004B148F" w:rsidRPr="003533BC" w:rsidRDefault="004B148F" w:rsidP="00353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49" w:rsidRPr="003533BC" w:rsidRDefault="00FB2749" w:rsidP="00353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5BAE" w:rsidRPr="003533BC" w:rsidRDefault="00CB5BAE" w:rsidP="00353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3533BC" w:rsidRDefault="006378F2" w:rsidP="00353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3B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3533BC" w:rsidRDefault="006378F2" w:rsidP="00353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3BC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3533BC">
        <w:rPr>
          <w:rFonts w:ascii="Times New Roman" w:hAnsi="Times New Roman" w:cs="Times New Roman"/>
          <w:sz w:val="28"/>
          <w:szCs w:val="28"/>
        </w:rPr>
        <w:t xml:space="preserve"> </w:t>
      </w:r>
      <w:r w:rsidRPr="003533BC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3533B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675DF" w:rsidRPr="003533BC">
        <w:rPr>
          <w:rFonts w:ascii="Times New Roman" w:hAnsi="Times New Roman" w:cs="Times New Roman"/>
          <w:sz w:val="28"/>
          <w:szCs w:val="28"/>
        </w:rPr>
        <w:t xml:space="preserve">  </w:t>
      </w:r>
      <w:r w:rsidR="00E82326" w:rsidRPr="003533B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C7455E" w:rsidRPr="003533BC">
        <w:rPr>
          <w:rFonts w:ascii="Times New Roman" w:hAnsi="Times New Roman" w:cs="Times New Roman"/>
          <w:sz w:val="28"/>
          <w:szCs w:val="28"/>
        </w:rPr>
        <w:t xml:space="preserve">   </w:t>
      </w:r>
      <w:r w:rsidR="00E82326" w:rsidRPr="003533BC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3533BC" w:rsidSect="003533B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869F8"/>
    <w:rsid w:val="00092BC1"/>
    <w:rsid w:val="001D2F60"/>
    <w:rsid w:val="00326C80"/>
    <w:rsid w:val="003306F3"/>
    <w:rsid w:val="003533BC"/>
    <w:rsid w:val="00390058"/>
    <w:rsid w:val="003D0D48"/>
    <w:rsid w:val="003D6E36"/>
    <w:rsid w:val="0040465A"/>
    <w:rsid w:val="00404F25"/>
    <w:rsid w:val="00436B44"/>
    <w:rsid w:val="004B148F"/>
    <w:rsid w:val="004C2109"/>
    <w:rsid w:val="00523668"/>
    <w:rsid w:val="005A181B"/>
    <w:rsid w:val="006378F2"/>
    <w:rsid w:val="00712284"/>
    <w:rsid w:val="00776278"/>
    <w:rsid w:val="007E4468"/>
    <w:rsid w:val="00824F3E"/>
    <w:rsid w:val="008321B5"/>
    <w:rsid w:val="008E3473"/>
    <w:rsid w:val="008F5AEB"/>
    <w:rsid w:val="009578E7"/>
    <w:rsid w:val="00987C16"/>
    <w:rsid w:val="00A0092F"/>
    <w:rsid w:val="00A34454"/>
    <w:rsid w:val="00A67B51"/>
    <w:rsid w:val="00AB5EAE"/>
    <w:rsid w:val="00AB7AB6"/>
    <w:rsid w:val="00B151C8"/>
    <w:rsid w:val="00B6323E"/>
    <w:rsid w:val="00B80F54"/>
    <w:rsid w:val="00B83140"/>
    <w:rsid w:val="00B865CD"/>
    <w:rsid w:val="00B94B4F"/>
    <w:rsid w:val="00BE3E31"/>
    <w:rsid w:val="00C008C8"/>
    <w:rsid w:val="00C7455E"/>
    <w:rsid w:val="00C8280E"/>
    <w:rsid w:val="00CB5BAE"/>
    <w:rsid w:val="00D37E5F"/>
    <w:rsid w:val="00D458E4"/>
    <w:rsid w:val="00D50AED"/>
    <w:rsid w:val="00D55A29"/>
    <w:rsid w:val="00D6626F"/>
    <w:rsid w:val="00D675DF"/>
    <w:rsid w:val="00D73478"/>
    <w:rsid w:val="00DA04EB"/>
    <w:rsid w:val="00DD7CAB"/>
    <w:rsid w:val="00E159CE"/>
    <w:rsid w:val="00E376F8"/>
    <w:rsid w:val="00E82326"/>
    <w:rsid w:val="00EB1741"/>
    <w:rsid w:val="00F14F19"/>
    <w:rsid w:val="00FB2749"/>
    <w:rsid w:val="00FD4716"/>
    <w:rsid w:val="00FE03CF"/>
    <w:rsid w:val="00FE4C0E"/>
    <w:rsid w:val="00FE6C62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5</cp:revision>
  <cp:lastPrinted>2021-12-21T06:22:00Z</cp:lastPrinted>
  <dcterms:created xsi:type="dcterms:W3CDTF">2021-12-13T08:24:00Z</dcterms:created>
  <dcterms:modified xsi:type="dcterms:W3CDTF">2021-12-22T13:47:00Z</dcterms:modified>
</cp:coreProperties>
</file>