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EE739F" w:rsidTr="00EE739F">
        <w:tc>
          <w:tcPr>
            <w:tcW w:w="426" w:type="dxa"/>
            <w:vAlign w:val="bottom"/>
            <w:hideMark/>
          </w:tcPr>
          <w:p w:rsidR="00EE739F" w:rsidRDefault="00EE739F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EE739F" w:rsidRDefault="00EE739F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28.05.2019</w:t>
            </w:r>
          </w:p>
        </w:tc>
        <w:tc>
          <w:tcPr>
            <w:tcW w:w="4111" w:type="dxa"/>
            <w:vAlign w:val="bottom"/>
          </w:tcPr>
          <w:p w:rsidR="00EE739F" w:rsidRDefault="00EE739F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EE739F" w:rsidRDefault="00EE739F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EE739F" w:rsidRDefault="00EE739F">
            <w:pPr>
              <w:widowControl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129</w:t>
            </w:r>
            <w:bookmarkStart w:id="0" w:name="_GoBack"/>
            <w:bookmarkEnd w:id="0"/>
          </w:p>
        </w:tc>
      </w:tr>
    </w:tbl>
    <w:p w:rsidR="00D447E7" w:rsidRPr="00D447E7" w:rsidRDefault="00D447E7" w:rsidP="00351F1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447E7" w:rsidRPr="00D447E7" w:rsidRDefault="00D447E7" w:rsidP="00351F1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4606F" w:rsidRPr="00D447E7" w:rsidRDefault="0054606F" w:rsidP="00351F1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447E7">
        <w:rPr>
          <w:sz w:val="28"/>
          <w:szCs w:val="28"/>
        </w:rPr>
        <w:t xml:space="preserve">О внесении изменения </w:t>
      </w:r>
    </w:p>
    <w:p w:rsidR="0054606F" w:rsidRPr="00D447E7" w:rsidRDefault="0054606F" w:rsidP="00351F1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447E7">
        <w:rPr>
          <w:sz w:val="28"/>
          <w:szCs w:val="28"/>
        </w:rPr>
        <w:t xml:space="preserve">в Постановление Ярославской областной Думы </w:t>
      </w:r>
    </w:p>
    <w:p w:rsidR="0054606F" w:rsidRPr="00D447E7" w:rsidRDefault="0054606F" w:rsidP="00351F1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447E7">
        <w:rPr>
          <w:sz w:val="28"/>
          <w:szCs w:val="28"/>
        </w:rPr>
        <w:t xml:space="preserve">«О составах комитетов </w:t>
      </w:r>
      <w:proofErr w:type="gramStart"/>
      <w:r w:rsidRPr="00D447E7">
        <w:rPr>
          <w:sz w:val="28"/>
          <w:szCs w:val="28"/>
        </w:rPr>
        <w:t>Ярославской</w:t>
      </w:r>
      <w:proofErr w:type="gramEnd"/>
    </w:p>
    <w:p w:rsidR="0054606F" w:rsidRPr="00D447E7" w:rsidRDefault="0054606F" w:rsidP="00351F1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447E7">
        <w:rPr>
          <w:sz w:val="28"/>
          <w:szCs w:val="28"/>
        </w:rPr>
        <w:t>областной Думы седьмого созыва»</w:t>
      </w:r>
    </w:p>
    <w:p w:rsidR="0054606F" w:rsidRPr="00D447E7" w:rsidRDefault="0054606F" w:rsidP="00351F11">
      <w:pPr>
        <w:jc w:val="both"/>
        <w:rPr>
          <w:iCs/>
          <w:sz w:val="28"/>
          <w:szCs w:val="28"/>
        </w:rPr>
      </w:pPr>
    </w:p>
    <w:p w:rsidR="0054606F" w:rsidRPr="00D447E7" w:rsidRDefault="0054606F" w:rsidP="00351F11">
      <w:pPr>
        <w:jc w:val="both"/>
        <w:rPr>
          <w:iCs/>
          <w:sz w:val="28"/>
          <w:szCs w:val="28"/>
        </w:rPr>
      </w:pPr>
    </w:p>
    <w:p w:rsidR="0054606F" w:rsidRPr="00D447E7" w:rsidRDefault="0054606F" w:rsidP="00D447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447E7">
        <w:rPr>
          <w:sz w:val="28"/>
          <w:szCs w:val="28"/>
        </w:rPr>
        <w:t xml:space="preserve">Рассмотрев заявление депутата Ярославской областной Думы седьмого созыва Ушаковой Л.Ю., в соответствии со </w:t>
      </w:r>
      <w:hyperlink r:id="rId6" w:history="1">
        <w:r w:rsidRPr="00D447E7">
          <w:rPr>
            <w:sz w:val="28"/>
            <w:szCs w:val="28"/>
          </w:rPr>
          <w:t>статьями 43</w:t>
        </w:r>
      </w:hyperlink>
      <w:r w:rsidRPr="00D447E7">
        <w:rPr>
          <w:sz w:val="28"/>
          <w:szCs w:val="28"/>
        </w:rPr>
        <w:t xml:space="preserve"> и </w:t>
      </w:r>
      <w:hyperlink r:id="rId7" w:history="1">
        <w:r w:rsidRPr="00D447E7">
          <w:rPr>
            <w:sz w:val="28"/>
            <w:szCs w:val="28"/>
          </w:rPr>
          <w:t>45</w:t>
        </w:r>
      </w:hyperlink>
      <w:r w:rsidRPr="00D447E7">
        <w:rPr>
          <w:sz w:val="28"/>
          <w:szCs w:val="28"/>
        </w:rPr>
        <w:t xml:space="preserve"> Регламента </w:t>
      </w:r>
      <w:r w:rsidR="00D447E7">
        <w:rPr>
          <w:sz w:val="28"/>
          <w:szCs w:val="28"/>
        </w:rPr>
        <w:br/>
      </w:r>
      <w:r w:rsidRPr="00D447E7">
        <w:rPr>
          <w:sz w:val="28"/>
          <w:szCs w:val="28"/>
        </w:rPr>
        <w:t>Ярославской областной Думы Ярославская областная Дума</w:t>
      </w:r>
    </w:p>
    <w:p w:rsidR="0054606F" w:rsidRPr="00D447E7" w:rsidRDefault="0054606F" w:rsidP="00351F11">
      <w:pPr>
        <w:ind w:firstLine="720"/>
        <w:jc w:val="both"/>
        <w:rPr>
          <w:sz w:val="28"/>
          <w:szCs w:val="28"/>
        </w:rPr>
      </w:pPr>
    </w:p>
    <w:p w:rsidR="0054606F" w:rsidRPr="00D447E7" w:rsidRDefault="0054606F" w:rsidP="00351F11">
      <w:pPr>
        <w:jc w:val="center"/>
        <w:rPr>
          <w:b/>
          <w:sz w:val="28"/>
          <w:szCs w:val="28"/>
        </w:rPr>
      </w:pPr>
      <w:proofErr w:type="gramStart"/>
      <w:r w:rsidRPr="00D447E7">
        <w:rPr>
          <w:b/>
          <w:sz w:val="28"/>
          <w:szCs w:val="28"/>
        </w:rPr>
        <w:t>П</w:t>
      </w:r>
      <w:proofErr w:type="gramEnd"/>
      <w:r w:rsidRPr="00D447E7">
        <w:rPr>
          <w:b/>
          <w:sz w:val="28"/>
          <w:szCs w:val="28"/>
        </w:rPr>
        <w:t xml:space="preserve"> О С Т А Н О В И Л А:</w:t>
      </w:r>
    </w:p>
    <w:p w:rsidR="0054606F" w:rsidRPr="00D447E7" w:rsidRDefault="0054606F" w:rsidP="00351F11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:rsidR="0054606F" w:rsidRPr="00D447E7" w:rsidRDefault="0054606F" w:rsidP="00D447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447E7">
        <w:rPr>
          <w:sz w:val="28"/>
          <w:szCs w:val="28"/>
        </w:rPr>
        <w:t xml:space="preserve">Внести в </w:t>
      </w:r>
      <w:hyperlink r:id="rId8" w:history="1">
        <w:r w:rsidRPr="00D447E7">
          <w:rPr>
            <w:sz w:val="28"/>
            <w:szCs w:val="28"/>
          </w:rPr>
          <w:t xml:space="preserve">подпункт 1 пункта </w:t>
        </w:r>
      </w:hyperlink>
      <w:r w:rsidRPr="00D447E7">
        <w:rPr>
          <w:sz w:val="28"/>
          <w:szCs w:val="28"/>
        </w:rPr>
        <w:t>1 Постановления Ярославской областной Думы от 25.10.2018 № 200 «О составах комитетов Ярославской областной Думы седьмого со</w:t>
      </w:r>
      <w:r w:rsidR="00EE1AC4" w:rsidRPr="00D447E7">
        <w:rPr>
          <w:sz w:val="28"/>
          <w:szCs w:val="28"/>
        </w:rPr>
        <w:t xml:space="preserve">зыва» (Документ – </w:t>
      </w:r>
      <w:r w:rsidRPr="00D447E7">
        <w:rPr>
          <w:sz w:val="28"/>
          <w:szCs w:val="28"/>
        </w:rPr>
        <w:t xml:space="preserve">Регион, 2018, 5 октября, № 83; </w:t>
      </w:r>
      <w:r w:rsidR="00D447E7">
        <w:rPr>
          <w:sz w:val="28"/>
          <w:szCs w:val="28"/>
        </w:rPr>
        <w:t>12 </w:t>
      </w:r>
      <w:r w:rsidRPr="00D447E7">
        <w:rPr>
          <w:sz w:val="28"/>
          <w:szCs w:val="28"/>
        </w:rPr>
        <w:t>октября, № 85; 6 ноября, № 94) изменение, исключив депутата Яросла</w:t>
      </w:r>
      <w:r w:rsidRPr="00D447E7">
        <w:rPr>
          <w:sz w:val="28"/>
          <w:szCs w:val="28"/>
        </w:rPr>
        <w:t>в</w:t>
      </w:r>
      <w:r w:rsidRPr="00D447E7">
        <w:rPr>
          <w:sz w:val="28"/>
          <w:szCs w:val="28"/>
        </w:rPr>
        <w:t>ской областной Думы Ушакову Ларису Юрьевну из состава комитета Яр</w:t>
      </w:r>
      <w:r w:rsidRPr="00D447E7">
        <w:rPr>
          <w:sz w:val="28"/>
          <w:szCs w:val="28"/>
        </w:rPr>
        <w:t>о</w:t>
      </w:r>
      <w:r w:rsidRPr="00D447E7">
        <w:rPr>
          <w:sz w:val="28"/>
          <w:szCs w:val="28"/>
        </w:rPr>
        <w:t>славской областной Думы по аграрной политике.</w:t>
      </w:r>
    </w:p>
    <w:p w:rsidR="0054606F" w:rsidRPr="00D447E7" w:rsidRDefault="0054606F" w:rsidP="00351F11">
      <w:pPr>
        <w:jc w:val="both"/>
        <w:rPr>
          <w:sz w:val="28"/>
          <w:szCs w:val="28"/>
        </w:rPr>
      </w:pPr>
    </w:p>
    <w:p w:rsidR="0054606F" w:rsidRPr="00D447E7" w:rsidRDefault="0054606F" w:rsidP="00351F11">
      <w:pPr>
        <w:jc w:val="both"/>
        <w:rPr>
          <w:sz w:val="28"/>
          <w:szCs w:val="28"/>
        </w:rPr>
      </w:pPr>
    </w:p>
    <w:p w:rsidR="0054606F" w:rsidRPr="00D447E7" w:rsidRDefault="0054606F" w:rsidP="00351F11">
      <w:pPr>
        <w:jc w:val="both"/>
        <w:rPr>
          <w:sz w:val="28"/>
          <w:szCs w:val="28"/>
        </w:rPr>
      </w:pPr>
    </w:p>
    <w:p w:rsidR="0054606F" w:rsidRPr="00D447E7" w:rsidRDefault="0054606F" w:rsidP="00351F11">
      <w:pPr>
        <w:jc w:val="both"/>
        <w:rPr>
          <w:sz w:val="28"/>
          <w:szCs w:val="28"/>
        </w:rPr>
      </w:pPr>
      <w:r w:rsidRPr="00D447E7">
        <w:rPr>
          <w:sz w:val="28"/>
          <w:szCs w:val="28"/>
        </w:rPr>
        <w:t xml:space="preserve">Председатель </w:t>
      </w:r>
    </w:p>
    <w:p w:rsidR="000C1180" w:rsidRPr="00D447E7" w:rsidRDefault="0054606F" w:rsidP="00D447E7">
      <w:pPr>
        <w:jc w:val="both"/>
        <w:rPr>
          <w:sz w:val="28"/>
          <w:szCs w:val="28"/>
        </w:rPr>
      </w:pPr>
      <w:r w:rsidRPr="00D447E7">
        <w:rPr>
          <w:sz w:val="28"/>
          <w:szCs w:val="28"/>
        </w:rPr>
        <w:t xml:space="preserve">Ярославской областной Думы                                             </w:t>
      </w:r>
      <w:r w:rsidR="00D447E7">
        <w:rPr>
          <w:sz w:val="28"/>
          <w:szCs w:val="28"/>
        </w:rPr>
        <w:t xml:space="preserve"> </w:t>
      </w:r>
      <w:r w:rsidRPr="00D447E7">
        <w:rPr>
          <w:sz w:val="28"/>
          <w:szCs w:val="28"/>
        </w:rPr>
        <w:t xml:space="preserve">   А.Д. Константинов</w:t>
      </w:r>
    </w:p>
    <w:sectPr w:rsidR="000C1180" w:rsidRPr="00D447E7" w:rsidSect="00D447E7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A0F"/>
    <w:rsid w:val="00051F5A"/>
    <w:rsid w:val="0008683E"/>
    <w:rsid w:val="000A37FE"/>
    <w:rsid w:val="000B71C7"/>
    <w:rsid w:val="000C1180"/>
    <w:rsid w:val="00235C4E"/>
    <w:rsid w:val="002479D5"/>
    <w:rsid w:val="002801B0"/>
    <w:rsid w:val="002A02E4"/>
    <w:rsid w:val="00351F11"/>
    <w:rsid w:val="0054606F"/>
    <w:rsid w:val="00660350"/>
    <w:rsid w:val="00770A2D"/>
    <w:rsid w:val="008376AE"/>
    <w:rsid w:val="00837A0F"/>
    <w:rsid w:val="008955AF"/>
    <w:rsid w:val="008B0B32"/>
    <w:rsid w:val="009E5D10"/>
    <w:rsid w:val="00B81902"/>
    <w:rsid w:val="00C65AE4"/>
    <w:rsid w:val="00D447E7"/>
    <w:rsid w:val="00D52EFB"/>
    <w:rsid w:val="00D90766"/>
    <w:rsid w:val="00E21345"/>
    <w:rsid w:val="00EE1AC4"/>
    <w:rsid w:val="00EE7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447E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47E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447E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47E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8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3E2CBE2C70B6E82B65090134C1A30293F2F651EE8828411C5925CCCCF28D3AAF7FE755E0D961EE0D2E345A7A639298D0FA30F46CAFF1C9963A4B664d4F1M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6772A26E14A7812B083FDC31131D3DCBA18C85F5FEFC47E5E04D533ED9FF6C07537ECEE9FD0F82BE91CACCABF1F5B000B51192529167709E65187AFAu4D5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772A26E14A7812B083FDC31131D3DCBA18C85F5FEFC47E5E04D533ED9FF6C07537ECEE9FD0F82BE91CACCA4FDF5B000B51192529167709E65187AFAu4D5M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35A306-E9EE-4F44-805A-3252A1BA5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Литвина Юлия Александровна</dc:creator>
  <cp:lastModifiedBy>user</cp:lastModifiedBy>
  <cp:revision>7</cp:revision>
  <cp:lastPrinted>2019-05-24T12:32:00Z</cp:lastPrinted>
  <dcterms:created xsi:type="dcterms:W3CDTF">2019-04-17T13:53:00Z</dcterms:created>
  <dcterms:modified xsi:type="dcterms:W3CDTF">2019-05-29T14:11:00Z</dcterms:modified>
</cp:coreProperties>
</file>