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D61E9" w:rsidTr="00964183">
        <w:tc>
          <w:tcPr>
            <w:tcW w:w="709" w:type="dxa"/>
          </w:tcPr>
          <w:p w:rsidR="005D61E9" w:rsidRDefault="005D61E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1E9" w:rsidRDefault="005D61E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27.12.2011</w:t>
            </w:r>
          </w:p>
        </w:tc>
        <w:tc>
          <w:tcPr>
            <w:tcW w:w="3260" w:type="dxa"/>
          </w:tcPr>
          <w:p w:rsidR="005D61E9" w:rsidRDefault="005D61E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5D61E9" w:rsidRDefault="005D61E9" w:rsidP="0096418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61E9" w:rsidRDefault="005D61E9" w:rsidP="0096418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226</w:t>
            </w:r>
          </w:p>
        </w:tc>
      </w:tr>
    </w:tbl>
    <w:p w:rsidR="005D61E9" w:rsidRDefault="005D61E9" w:rsidP="00BB1EA7">
      <w:pPr>
        <w:pStyle w:val="Heading1"/>
        <w:rPr>
          <w:sz w:val="28"/>
          <w:szCs w:val="28"/>
        </w:rPr>
      </w:pPr>
    </w:p>
    <w:p w:rsidR="005D61E9" w:rsidRDefault="005D61E9" w:rsidP="00BB1EA7">
      <w:pPr>
        <w:pStyle w:val="Heading1"/>
        <w:rPr>
          <w:sz w:val="28"/>
          <w:szCs w:val="28"/>
        </w:rPr>
      </w:pPr>
    </w:p>
    <w:p w:rsidR="005D61E9" w:rsidRDefault="005D61E9" w:rsidP="00BB1EA7">
      <w:pPr>
        <w:pStyle w:val="Heading1"/>
        <w:rPr>
          <w:sz w:val="28"/>
          <w:szCs w:val="28"/>
        </w:rPr>
      </w:pPr>
    </w:p>
    <w:p w:rsidR="005D61E9" w:rsidRPr="003443A5" w:rsidRDefault="005D61E9" w:rsidP="00BB1EA7">
      <w:pPr>
        <w:pStyle w:val="Heading1"/>
        <w:rPr>
          <w:sz w:val="28"/>
          <w:szCs w:val="28"/>
        </w:rPr>
      </w:pPr>
      <w:r w:rsidRPr="003A1D2D">
        <w:rPr>
          <w:sz w:val="28"/>
          <w:szCs w:val="28"/>
        </w:rPr>
        <w:t>О Законе Ярославской области</w:t>
      </w:r>
    </w:p>
    <w:p w:rsidR="005D61E9" w:rsidRDefault="005D61E9" w:rsidP="00BC4BBA">
      <w:pPr>
        <w:pStyle w:val="Heading5"/>
        <w:ind w:firstLine="0"/>
        <w:jc w:val="left"/>
        <w:rPr>
          <w:b w:val="0"/>
          <w:sz w:val="28"/>
          <w:szCs w:val="28"/>
        </w:rPr>
      </w:pPr>
      <w:r w:rsidRPr="00BC4BBA">
        <w:rPr>
          <w:b w:val="0"/>
          <w:sz w:val="28"/>
          <w:szCs w:val="28"/>
        </w:rPr>
        <w:t>«О государственных долж</w:t>
      </w:r>
      <w:r>
        <w:rPr>
          <w:b w:val="0"/>
          <w:sz w:val="28"/>
          <w:szCs w:val="28"/>
        </w:rPr>
        <w:t xml:space="preserve">ностях </w:t>
      </w:r>
    </w:p>
    <w:p w:rsidR="005D61E9" w:rsidRPr="00BC4BBA" w:rsidRDefault="005D61E9" w:rsidP="00BC4BBA">
      <w:pPr>
        <w:pStyle w:val="Heading5"/>
        <w:ind w:firstLine="0"/>
        <w:jc w:val="left"/>
        <w:rPr>
          <w:b w:val="0"/>
          <w:sz w:val="28"/>
          <w:szCs w:val="28"/>
        </w:rPr>
      </w:pPr>
      <w:r w:rsidRPr="00BC4BBA">
        <w:rPr>
          <w:b w:val="0"/>
          <w:sz w:val="28"/>
          <w:szCs w:val="28"/>
        </w:rPr>
        <w:t>Ярославской области»</w:t>
      </w:r>
    </w:p>
    <w:p w:rsidR="005D61E9" w:rsidRDefault="005D61E9" w:rsidP="00164FBA">
      <w:pPr>
        <w:pStyle w:val="BodyTextIndent"/>
        <w:ind w:left="0" w:firstLine="709"/>
        <w:jc w:val="both"/>
        <w:rPr>
          <w:sz w:val="28"/>
        </w:rPr>
      </w:pPr>
    </w:p>
    <w:p w:rsidR="005D61E9" w:rsidRDefault="005D61E9" w:rsidP="00164FBA">
      <w:pPr>
        <w:pStyle w:val="BodyTextIndent"/>
        <w:ind w:left="0" w:firstLine="709"/>
        <w:jc w:val="both"/>
        <w:rPr>
          <w:sz w:val="28"/>
        </w:rPr>
      </w:pPr>
    </w:p>
    <w:p w:rsidR="005D61E9" w:rsidRDefault="005D61E9" w:rsidP="00164FBA">
      <w:pPr>
        <w:pStyle w:val="BodyTextIndent"/>
        <w:ind w:left="0" w:firstLine="709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5D61E9" w:rsidRDefault="005D61E9" w:rsidP="00164FBA">
      <w:pPr>
        <w:ind w:firstLine="709"/>
        <w:jc w:val="both"/>
        <w:rPr>
          <w:sz w:val="28"/>
        </w:rPr>
      </w:pPr>
    </w:p>
    <w:p w:rsidR="005D61E9" w:rsidRDefault="005D61E9" w:rsidP="00164FB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 О С Т А Н О В И Л А:</w:t>
      </w:r>
    </w:p>
    <w:p w:rsidR="005D61E9" w:rsidRDefault="005D61E9" w:rsidP="00164FBA">
      <w:pPr>
        <w:ind w:firstLine="709"/>
        <w:jc w:val="center"/>
        <w:rPr>
          <w:b/>
          <w:sz w:val="28"/>
        </w:rPr>
      </w:pPr>
    </w:p>
    <w:p w:rsidR="005D61E9" w:rsidRPr="00BB1EA7" w:rsidRDefault="005D61E9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4025F">
        <w:t xml:space="preserve">1. Принять Закон </w:t>
      </w:r>
      <w:r w:rsidRPr="003F4E5E">
        <w:t xml:space="preserve">Ярославской области </w:t>
      </w:r>
      <w:r w:rsidRPr="00456F4C">
        <w:t xml:space="preserve">«О </w:t>
      </w:r>
      <w:r>
        <w:t>государственных должн</w:t>
      </w:r>
      <w:r>
        <w:t>о</w:t>
      </w:r>
      <w:r>
        <w:t xml:space="preserve">стях  </w:t>
      </w:r>
      <w:r w:rsidRPr="00456F4C">
        <w:t>Ярославской облас</w:t>
      </w:r>
      <w:r>
        <w:t>ти</w:t>
      </w:r>
      <w:r w:rsidRPr="00456F4C">
        <w:t>»</w:t>
      </w:r>
      <w:r>
        <w:rPr>
          <w:szCs w:val="28"/>
        </w:rPr>
        <w:t>.</w:t>
      </w:r>
    </w:p>
    <w:p w:rsidR="005D61E9" w:rsidRDefault="005D61E9" w:rsidP="00164FBA">
      <w:pPr>
        <w:pStyle w:val="BodyTextIndent2"/>
        <w:widowControl/>
        <w:tabs>
          <w:tab w:val="clear" w:pos="0"/>
          <w:tab w:val="clear" w:pos="2552"/>
        </w:tabs>
        <w:spacing w:line="240" w:lineRule="auto"/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опубликования.</w:t>
      </w:r>
    </w:p>
    <w:p w:rsidR="005D61E9" w:rsidRDefault="005D61E9" w:rsidP="00164FBA">
      <w:pPr>
        <w:jc w:val="both"/>
        <w:rPr>
          <w:sz w:val="28"/>
        </w:rPr>
      </w:pPr>
    </w:p>
    <w:p w:rsidR="005D61E9" w:rsidRDefault="005D61E9" w:rsidP="00164FBA">
      <w:pPr>
        <w:jc w:val="both"/>
        <w:rPr>
          <w:sz w:val="28"/>
        </w:rPr>
      </w:pPr>
    </w:p>
    <w:p w:rsidR="005D61E9" w:rsidRDefault="005D61E9" w:rsidP="00164FBA">
      <w:pPr>
        <w:jc w:val="both"/>
        <w:rPr>
          <w:sz w:val="28"/>
        </w:rPr>
      </w:pPr>
    </w:p>
    <w:p w:rsidR="005D61E9" w:rsidRDefault="005D61E9" w:rsidP="00164FBA">
      <w:pPr>
        <w:pStyle w:val="Heading3"/>
      </w:pPr>
      <w:r>
        <w:t>Председатель</w:t>
      </w:r>
    </w:p>
    <w:p w:rsidR="005D61E9" w:rsidRPr="002C1105" w:rsidRDefault="005D61E9" w:rsidP="00164FBA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5D61E9" w:rsidRDefault="005D61E9" w:rsidP="00164FBA">
      <w:pPr>
        <w:pStyle w:val="Heading3"/>
      </w:pPr>
    </w:p>
    <w:sectPr w:rsidR="005D61E9" w:rsidSect="003443A5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1E9" w:rsidRDefault="005D61E9">
      <w:r>
        <w:separator/>
      </w:r>
    </w:p>
  </w:endnote>
  <w:endnote w:type="continuationSeparator" w:id="0">
    <w:p w:rsidR="005D61E9" w:rsidRDefault="005D6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1E9" w:rsidRDefault="005D61E9">
      <w:r>
        <w:separator/>
      </w:r>
    </w:p>
  </w:footnote>
  <w:footnote w:type="continuationSeparator" w:id="0">
    <w:p w:rsidR="005D61E9" w:rsidRDefault="005D6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9266E29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C4EAD31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7D22067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46EC4A4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47CD8F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A41666E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6334616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910B72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ED6CDA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729E9C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DF4930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6CA44C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D804A13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7D88D7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4160F4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C7C8C9D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DA6AB19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0801A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E91C655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7EAE49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CB9476C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3FAE5F8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B498B94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7B7E21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9ACAAAD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67A48B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6172C5B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A9080B6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5B9E10B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DA229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2674B60A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E348A2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DEA59F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0FC106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2E4DE8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4762090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6605"/>
    <w:rsid w:val="00040362"/>
    <w:rsid w:val="00051F4D"/>
    <w:rsid w:val="00071BCC"/>
    <w:rsid w:val="000761D5"/>
    <w:rsid w:val="00093AC8"/>
    <w:rsid w:val="000B08E6"/>
    <w:rsid w:val="000B4629"/>
    <w:rsid w:val="00100B19"/>
    <w:rsid w:val="00131CAC"/>
    <w:rsid w:val="001332D3"/>
    <w:rsid w:val="00133F94"/>
    <w:rsid w:val="00164FBA"/>
    <w:rsid w:val="001D0361"/>
    <w:rsid w:val="001D5028"/>
    <w:rsid w:val="002058C2"/>
    <w:rsid w:val="002341F0"/>
    <w:rsid w:val="00246723"/>
    <w:rsid w:val="00246EE1"/>
    <w:rsid w:val="00284F62"/>
    <w:rsid w:val="00292EA5"/>
    <w:rsid w:val="002C1105"/>
    <w:rsid w:val="002D4492"/>
    <w:rsid w:val="002D7DF9"/>
    <w:rsid w:val="002E49ED"/>
    <w:rsid w:val="002F3D61"/>
    <w:rsid w:val="002F6E5D"/>
    <w:rsid w:val="00316D0A"/>
    <w:rsid w:val="003443A5"/>
    <w:rsid w:val="00360F42"/>
    <w:rsid w:val="00366689"/>
    <w:rsid w:val="003746BA"/>
    <w:rsid w:val="00375A8C"/>
    <w:rsid w:val="0038094B"/>
    <w:rsid w:val="003A1D2D"/>
    <w:rsid w:val="003C786E"/>
    <w:rsid w:val="003F4E5E"/>
    <w:rsid w:val="00430CC2"/>
    <w:rsid w:val="00456F4C"/>
    <w:rsid w:val="00464498"/>
    <w:rsid w:val="00491A51"/>
    <w:rsid w:val="00493D06"/>
    <w:rsid w:val="004A4B4D"/>
    <w:rsid w:val="004C1EDE"/>
    <w:rsid w:val="004D1ADD"/>
    <w:rsid w:val="00517E1F"/>
    <w:rsid w:val="005241DC"/>
    <w:rsid w:val="005314D4"/>
    <w:rsid w:val="005564C6"/>
    <w:rsid w:val="00566394"/>
    <w:rsid w:val="00585DE9"/>
    <w:rsid w:val="005A2A27"/>
    <w:rsid w:val="005A68FA"/>
    <w:rsid w:val="005D61E9"/>
    <w:rsid w:val="005E186C"/>
    <w:rsid w:val="005F3860"/>
    <w:rsid w:val="006254C7"/>
    <w:rsid w:val="006305BC"/>
    <w:rsid w:val="00662964"/>
    <w:rsid w:val="006961AD"/>
    <w:rsid w:val="006C0CD5"/>
    <w:rsid w:val="006E0B31"/>
    <w:rsid w:val="006F1AB1"/>
    <w:rsid w:val="006F3DC0"/>
    <w:rsid w:val="006F6BD0"/>
    <w:rsid w:val="0070682C"/>
    <w:rsid w:val="00724E87"/>
    <w:rsid w:val="00756824"/>
    <w:rsid w:val="00764DA9"/>
    <w:rsid w:val="00766AB2"/>
    <w:rsid w:val="007B78A7"/>
    <w:rsid w:val="007C0AEC"/>
    <w:rsid w:val="007C2A78"/>
    <w:rsid w:val="007D1282"/>
    <w:rsid w:val="007F326B"/>
    <w:rsid w:val="0084025F"/>
    <w:rsid w:val="008576A5"/>
    <w:rsid w:val="00885BE2"/>
    <w:rsid w:val="008F50D9"/>
    <w:rsid w:val="00925893"/>
    <w:rsid w:val="00964183"/>
    <w:rsid w:val="00980547"/>
    <w:rsid w:val="00980D69"/>
    <w:rsid w:val="00985985"/>
    <w:rsid w:val="009D4FB9"/>
    <w:rsid w:val="00A165D9"/>
    <w:rsid w:val="00A237DE"/>
    <w:rsid w:val="00A4428C"/>
    <w:rsid w:val="00A53C8F"/>
    <w:rsid w:val="00A64CE9"/>
    <w:rsid w:val="00A7637E"/>
    <w:rsid w:val="00A8085A"/>
    <w:rsid w:val="00A8192F"/>
    <w:rsid w:val="00A8425C"/>
    <w:rsid w:val="00A879A2"/>
    <w:rsid w:val="00AA70B1"/>
    <w:rsid w:val="00B031C2"/>
    <w:rsid w:val="00B0356F"/>
    <w:rsid w:val="00B15409"/>
    <w:rsid w:val="00B51DE7"/>
    <w:rsid w:val="00B97378"/>
    <w:rsid w:val="00BB1EA7"/>
    <w:rsid w:val="00BC4BBA"/>
    <w:rsid w:val="00BE3C4B"/>
    <w:rsid w:val="00BF0FD8"/>
    <w:rsid w:val="00C12021"/>
    <w:rsid w:val="00C200A7"/>
    <w:rsid w:val="00C278F0"/>
    <w:rsid w:val="00C515F3"/>
    <w:rsid w:val="00C80E46"/>
    <w:rsid w:val="00C91C65"/>
    <w:rsid w:val="00CA6684"/>
    <w:rsid w:val="00CB2CE6"/>
    <w:rsid w:val="00D02EFC"/>
    <w:rsid w:val="00D11CBD"/>
    <w:rsid w:val="00D533E2"/>
    <w:rsid w:val="00D67359"/>
    <w:rsid w:val="00D7581E"/>
    <w:rsid w:val="00D83A56"/>
    <w:rsid w:val="00DA2CC7"/>
    <w:rsid w:val="00DB7327"/>
    <w:rsid w:val="00DC18DF"/>
    <w:rsid w:val="00DC3BE9"/>
    <w:rsid w:val="00E102FF"/>
    <w:rsid w:val="00E25E63"/>
    <w:rsid w:val="00E7776C"/>
    <w:rsid w:val="00E868BF"/>
    <w:rsid w:val="00E90AB6"/>
    <w:rsid w:val="00EA04A3"/>
    <w:rsid w:val="00ED6FDC"/>
    <w:rsid w:val="00EF42B0"/>
    <w:rsid w:val="00F17842"/>
    <w:rsid w:val="00F70E38"/>
    <w:rsid w:val="00FB6115"/>
    <w:rsid w:val="00FD66B4"/>
    <w:rsid w:val="00FD7E7F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E1F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E1F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517E1F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E1F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E1F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E1F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517E1F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8085A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517E1F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517E1F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17E1F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517E1F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517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17E1F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0E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7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64</Words>
  <Characters>389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11</cp:revision>
  <cp:lastPrinted>2009-04-13T10:03:00Z</cp:lastPrinted>
  <dcterms:created xsi:type="dcterms:W3CDTF">2011-06-09T06:17:00Z</dcterms:created>
  <dcterms:modified xsi:type="dcterms:W3CDTF">2011-12-28T06:47:00Z</dcterms:modified>
</cp:coreProperties>
</file>