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12E0" w:rsidTr="002512E0">
        <w:tc>
          <w:tcPr>
            <w:tcW w:w="426" w:type="dxa"/>
            <w:vAlign w:val="bottom"/>
            <w:hideMark/>
          </w:tcPr>
          <w:p w:rsidR="002512E0" w:rsidRDefault="002512E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12E0" w:rsidRDefault="002512E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25.06.2019</w:t>
            </w:r>
          </w:p>
        </w:tc>
        <w:tc>
          <w:tcPr>
            <w:tcW w:w="4111" w:type="dxa"/>
            <w:vAlign w:val="bottom"/>
          </w:tcPr>
          <w:p w:rsidR="002512E0" w:rsidRDefault="002512E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12E0" w:rsidRDefault="002512E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12E0" w:rsidRDefault="002512E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150</w:t>
            </w:r>
            <w:bookmarkStart w:id="0" w:name="_GoBack"/>
            <w:bookmarkEnd w:id="0"/>
          </w:p>
        </w:tc>
      </w:tr>
    </w:tbl>
    <w:p w:rsidR="00A37848" w:rsidRPr="00A37848" w:rsidRDefault="00A37848" w:rsidP="002801B0">
      <w:pPr>
        <w:jc w:val="both"/>
        <w:rPr>
          <w:b/>
          <w:sz w:val="28"/>
          <w:szCs w:val="28"/>
        </w:rPr>
      </w:pPr>
    </w:p>
    <w:p w:rsidR="00A37848" w:rsidRPr="00A37848" w:rsidRDefault="00A37848" w:rsidP="002801B0">
      <w:pPr>
        <w:jc w:val="both"/>
        <w:rPr>
          <w:b/>
          <w:sz w:val="28"/>
          <w:szCs w:val="28"/>
        </w:rPr>
      </w:pPr>
    </w:p>
    <w:p w:rsidR="002801B0" w:rsidRPr="00A37848" w:rsidRDefault="002801B0" w:rsidP="002801B0">
      <w:pPr>
        <w:jc w:val="both"/>
        <w:rPr>
          <w:sz w:val="28"/>
          <w:szCs w:val="28"/>
        </w:rPr>
      </w:pPr>
      <w:r w:rsidRPr="00A37848">
        <w:rPr>
          <w:sz w:val="28"/>
          <w:szCs w:val="28"/>
        </w:rPr>
        <w:t xml:space="preserve">О награждении Почетным знаком </w:t>
      </w:r>
    </w:p>
    <w:p w:rsidR="002801B0" w:rsidRPr="00A37848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A37848">
        <w:rPr>
          <w:sz w:val="28"/>
          <w:szCs w:val="28"/>
        </w:rPr>
        <w:t xml:space="preserve">Ярославской областной Думы </w:t>
      </w:r>
    </w:p>
    <w:p w:rsidR="002801B0" w:rsidRPr="00A37848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A37848">
        <w:rPr>
          <w:sz w:val="28"/>
          <w:szCs w:val="28"/>
        </w:rPr>
        <w:t xml:space="preserve">«За вклад в развитие Ярославской области» </w:t>
      </w:r>
    </w:p>
    <w:p w:rsidR="002801B0" w:rsidRPr="00A37848" w:rsidRDefault="002801B0" w:rsidP="002801B0">
      <w:pPr>
        <w:pStyle w:val="2"/>
        <w:rPr>
          <w:szCs w:val="28"/>
        </w:rPr>
      </w:pPr>
    </w:p>
    <w:p w:rsidR="00D52EFB" w:rsidRPr="00A37848" w:rsidRDefault="00D52EFB" w:rsidP="002801B0">
      <w:pPr>
        <w:pStyle w:val="2"/>
        <w:rPr>
          <w:szCs w:val="28"/>
        </w:rPr>
      </w:pPr>
    </w:p>
    <w:p w:rsidR="002801B0" w:rsidRPr="00A37848" w:rsidRDefault="002801B0" w:rsidP="00D97EB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37848">
        <w:rPr>
          <w:sz w:val="28"/>
          <w:szCs w:val="28"/>
        </w:rPr>
        <w:t>В соответствии с Положением о Почетном знаке Ярославской облас</w:t>
      </w:r>
      <w:r w:rsidRPr="00A37848">
        <w:rPr>
          <w:sz w:val="28"/>
          <w:szCs w:val="28"/>
        </w:rPr>
        <w:t>т</w:t>
      </w:r>
      <w:r w:rsidRPr="00A37848">
        <w:rPr>
          <w:sz w:val="28"/>
          <w:szCs w:val="28"/>
        </w:rPr>
        <w:t xml:space="preserve">ной Думы «За вклад в развитие Ярославской области», утвержденным </w:t>
      </w:r>
      <w:r w:rsidR="00A37848">
        <w:rPr>
          <w:sz w:val="28"/>
          <w:szCs w:val="28"/>
        </w:rPr>
        <w:br/>
      </w:r>
      <w:r w:rsidRPr="00A37848">
        <w:rPr>
          <w:sz w:val="28"/>
          <w:szCs w:val="28"/>
        </w:rPr>
        <w:t>Постановлением Ярославской областной Думы от 29.03.2011 № 36, Яросла</w:t>
      </w:r>
      <w:r w:rsidRPr="00A37848">
        <w:rPr>
          <w:sz w:val="28"/>
          <w:szCs w:val="28"/>
        </w:rPr>
        <w:t>в</w:t>
      </w:r>
      <w:r w:rsidRPr="00A37848">
        <w:rPr>
          <w:sz w:val="28"/>
          <w:szCs w:val="28"/>
        </w:rPr>
        <w:t>ская областная Дума</w:t>
      </w:r>
    </w:p>
    <w:p w:rsidR="002801B0" w:rsidRPr="00A37848" w:rsidRDefault="002801B0" w:rsidP="00D97EBA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A37848" w:rsidRDefault="002801B0" w:rsidP="00A37848">
      <w:pPr>
        <w:jc w:val="center"/>
        <w:rPr>
          <w:sz w:val="28"/>
          <w:szCs w:val="28"/>
        </w:rPr>
      </w:pPr>
      <w:proofErr w:type="gramStart"/>
      <w:r w:rsidRPr="00A37848">
        <w:rPr>
          <w:b/>
          <w:sz w:val="28"/>
          <w:szCs w:val="28"/>
        </w:rPr>
        <w:t>П</w:t>
      </w:r>
      <w:proofErr w:type="gramEnd"/>
      <w:r w:rsidRPr="00A37848">
        <w:rPr>
          <w:b/>
          <w:sz w:val="28"/>
          <w:szCs w:val="28"/>
        </w:rPr>
        <w:t xml:space="preserve"> О С Т А Н О В И Л А:</w:t>
      </w:r>
    </w:p>
    <w:p w:rsidR="002801B0" w:rsidRPr="00A37848" w:rsidRDefault="002801B0" w:rsidP="00D97EBA">
      <w:pPr>
        <w:pStyle w:val="2"/>
        <w:rPr>
          <w:szCs w:val="28"/>
        </w:rPr>
      </w:pPr>
    </w:p>
    <w:p w:rsidR="008F4992" w:rsidRPr="00A37848" w:rsidRDefault="009E5D10" w:rsidP="008F4992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37848">
        <w:rPr>
          <w:sz w:val="28"/>
          <w:szCs w:val="28"/>
        </w:rPr>
        <w:t xml:space="preserve">Наградить </w:t>
      </w:r>
      <w:r w:rsidR="008F4992" w:rsidRPr="00A37848">
        <w:rPr>
          <w:sz w:val="28"/>
          <w:szCs w:val="28"/>
        </w:rPr>
        <w:t xml:space="preserve">Почетным знаком Ярославской областной Думы «За вклад в развитие Ярославской области» за высокие достижения в области экономики, </w:t>
      </w:r>
      <w:r w:rsidR="008F4992" w:rsidRPr="00A37848">
        <w:rPr>
          <w:spacing w:val="-2"/>
          <w:sz w:val="28"/>
          <w:szCs w:val="28"/>
        </w:rPr>
        <w:t>культуры, образования, спорта, охраны окружающей среды, за высокое пр</w:t>
      </w:r>
      <w:r w:rsidR="008F4992" w:rsidRPr="00A37848">
        <w:rPr>
          <w:spacing w:val="-2"/>
          <w:sz w:val="28"/>
          <w:szCs w:val="28"/>
        </w:rPr>
        <w:t>о</w:t>
      </w:r>
      <w:r w:rsidR="008F4992" w:rsidRPr="00A37848">
        <w:rPr>
          <w:spacing w:val="-2"/>
          <w:sz w:val="28"/>
          <w:szCs w:val="28"/>
        </w:rPr>
        <w:t>фессиональное мастерство, способствующее развитию Ярославской области</w:t>
      </w:r>
      <w:r w:rsidR="00C93A60" w:rsidRPr="00A37848">
        <w:rPr>
          <w:spacing w:val="-2"/>
          <w:sz w:val="28"/>
          <w:szCs w:val="28"/>
        </w:rPr>
        <w:t>,</w:t>
      </w:r>
      <w:r w:rsidR="0012179E" w:rsidRPr="00A37848">
        <w:rPr>
          <w:spacing w:val="-2"/>
          <w:sz w:val="28"/>
          <w:szCs w:val="28"/>
        </w:rPr>
        <w:t xml:space="preserve"> Юнусова Дмитрия </w:t>
      </w:r>
      <w:proofErr w:type="spellStart"/>
      <w:r w:rsidR="008F4992" w:rsidRPr="00A37848">
        <w:rPr>
          <w:spacing w:val="-2"/>
          <w:sz w:val="28"/>
          <w:szCs w:val="28"/>
        </w:rPr>
        <w:t>Рафаэлевича</w:t>
      </w:r>
      <w:proofErr w:type="spellEnd"/>
      <w:r w:rsidR="008F4992" w:rsidRPr="00A37848">
        <w:rPr>
          <w:spacing w:val="-2"/>
          <w:sz w:val="28"/>
          <w:szCs w:val="28"/>
        </w:rPr>
        <w:t xml:space="preserve"> – Главу</w:t>
      </w:r>
      <w:r w:rsidR="0012179E" w:rsidRPr="00A37848">
        <w:rPr>
          <w:spacing w:val="-2"/>
          <w:sz w:val="28"/>
          <w:szCs w:val="28"/>
        </w:rPr>
        <w:t xml:space="preserve"> </w:t>
      </w:r>
      <w:proofErr w:type="spellStart"/>
      <w:r w:rsidR="0012179E" w:rsidRPr="00A37848">
        <w:rPr>
          <w:spacing w:val="-2"/>
          <w:sz w:val="28"/>
          <w:szCs w:val="28"/>
        </w:rPr>
        <w:t>Тутаевского</w:t>
      </w:r>
      <w:proofErr w:type="spellEnd"/>
      <w:r w:rsidR="0012179E" w:rsidRPr="00A37848">
        <w:rPr>
          <w:spacing w:val="-2"/>
          <w:sz w:val="28"/>
          <w:szCs w:val="28"/>
        </w:rPr>
        <w:t xml:space="preserve"> муниципального </w:t>
      </w:r>
      <w:r w:rsidR="008F4992" w:rsidRPr="00A37848">
        <w:rPr>
          <w:spacing w:val="-2"/>
          <w:sz w:val="28"/>
          <w:szCs w:val="28"/>
        </w:rPr>
        <w:t>района.</w:t>
      </w:r>
    </w:p>
    <w:p w:rsidR="002801B0" w:rsidRPr="00A37848" w:rsidRDefault="002801B0" w:rsidP="00A378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01B0" w:rsidRPr="00A37848" w:rsidRDefault="002801B0" w:rsidP="002801B0">
      <w:pPr>
        <w:pStyle w:val="2"/>
        <w:ind w:firstLine="0"/>
        <w:rPr>
          <w:szCs w:val="28"/>
        </w:rPr>
      </w:pPr>
    </w:p>
    <w:p w:rsidR="00E21345" w:rsidRPr="00A37848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A37848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A37848">
        <w:rPr>
          <w:sz w:val="28"/>
          <w:szCs w:val="28"/>
        </w:rPr>
        <w:t xml:space="preserve">Председатель </w:t>
      </w:r>
    </w:p>
    <w:p w:rsidR="000C1180" w:rsidRPr="00A37848" w:rsidRDefault="00E21345" w:rsidP="00A37848">
      <w:pPr>
        <w:pStyle w:val="a3"/>
        <w:spacing w:before="0" w:beforeAutospacing="0" w:after="0" w:afterAutospacing="0"/>
        <w:rPr>
          <w:sz w:val="28"/>
          <w:szCs w:val="28"/>
        </w:rPr>
      </w:pPr>
      <w:r w:rsidRPr="00A37848">
        <w:rPr>
          <w:sz w:val="28"/>
          <w:szCs w:val="28"/>
        </w:rPr>
        <w:t xml:space="preserve">Ярославской областной Думы                                             </w:t>
      </w:r>
      <w:r w:rsidR="00A37848">
        <w:rPr>
          <w:sz w:val="28"/>
          <w:szCs w:val="28"/>
        </w:rPr>
        <w:t xml:space="preserve"> </w:t>
      </w:r>
      <w:r w:rsidRPr="00A37848">
        <w:rPr>
          <w:sz w:val="28"/>
          <w:szCs w:val="28"/>
        </w:rPr>
        <w:t xml:space="preserve">   А.Д. Константинов</w:t>
      </w:r>
    </w:p>
    <w:sectPr w:rsidR="000C1180" w:rsidRPr="00A37848" w:rsidSect="00A3784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12179E"/>
    <w:rsid w:val="00235C4E"/>
    <w:rsid w:val="002479D5"/>
    <w:rsid w:val="002512E0"/>
    <w:rsid w:val="002801B0"/>
    <w:rsid w:val="002A02E4"/>
    <w:rsid w:val="00660350"/>
    <w:rsid w:val="00770A2D"/>
    <w:rsid w:val="008376AE"/>
    <w:rsid w:val="00837A0F"/>
    <w:rsid w:val="008955AF"/>
    <w:rsid w:val="008B0B32"/>
    <w:rsid w:val="008F4992"/>
    <w:rsid w:val="009E5D10"/>
    <w:rsid w:val="00A37848"/>
    <w:rsid w:val="00B81902"/>
    <w:rsid w:val="00C65AE4"/>
    <w:rsid w:val="00C93A60"/>
    <w:rsid w:val="00D52EFB"/>
    <w:rsid w:val="00D82254"/>
    <w:rsid w:val="00D90766"/>
    <w:rsid w:val="00D97EBA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7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</cp:revision>
  <cp:lastPrinted>2019-06-14T08:01:00Z</cp:lastPrinted>
  <dcterms:created xsi:type="dcterms:W3CDTF">2019-06-18T12:33:00Z</dcterms:created>
  <dcterms:modified xsi:type="dcterms:W3CDTF">2019-06-26T07:00:00Z</dcterms:modified>
</cp:coreProperties>
</file>