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A01A0" w:rsidRPr="00B85718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2A01A0" w:rsidRPr="00B85718" w:rsidRDefault="007462AB" w:rsidP="00FA4FE2">
            <w:pPr>
              <w:ind w:firstLine="6379"/>
              <w:jc w:val="right"/>
            </w:pPr>
            <w:r w:rsidRPr="00B85718">
              <w:rPr>
                <w:color w:val="000000"/>
                <w:sz w:val="28"/>
                <w:szCs w:val="28"/>
              </w:rPr>
              <w:t xml:space="preserve">Приложение </w:t>
            </w:r>
            <w:r w:rsidR="002E7994">
              <w:rPr>
                <w:color w:val="000000"/>
                <w:sz w:val="28"/>
                <w:szCs w:val="28"/>
              </w:rPr>
              <w:t>1</w:t>
            </w:r>
            <w:r w:rsidR="00FA4FE2">
              <w:rPr>
                <w:color w:val="000000"/>
                <w:sz w:val="28"/>
                <w:szCs w:val="28"/>
              </w:rPr>
              <w:t>0</w:t>
            </w:r>
          </w:p>
          <w:p w:rsidR="002A01A0" w:rsidRPr="00B85718" w:rsidRDefault="00B85718" w:rsidP="00FA4FE2">
            <w:pPr>
              <w:ind w:firstLine="6379"/>
              <w:jc w:val="right"/>
            </w:pPr>
            <w:r w:rsidRPr="00B85718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2A01A0" w:rsidRPr="00B85718" w:rsidRDefault="00B85718" w:rsidP="00FA4FE2">
            <w:pPr>
              <w:ind w:firstLine="6379"/>
              <w:jc w:val="right"/>
            </w:pPr>
            <w:r w:rsidRPr="00B85718">
              <w:rPr>
                <w:color w:val="000000"/>
                <w:sz w:val="28"/>
                <w:szCs w:val="28"/>
              </w:rPr>
              <w:t>от ________________ №_____</w:t>
            </w:r>
          </w:p>
        </w:tc>
      </w:tr>
    </w:tbl>
    <w:p w:rsidR="00EA0759" w:rsidRPr="00EA0759" w:rsidRDefault="00EA0759" w:rsidP="00EA0759">
      <w:pPr>
        <w:jc w:val="center"/>
        <w:rPr>
          <w:b/>
          <w:bCs/>
          <w:color w:val="000000"/>
          <w:sz w:val="28"/>
          <w:szCs w:val="28"/>
        </w:rPr>
      </w:pPr>
    </w:p>
    <w:p w:rsidR="00EA0759" w:rsidRDefault="00EA0759" w:rsidP="00EA075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Перечень населенных пунктов, входящих в состав</w:t>
      </w:r>
    </w:p>
    <w:p w:rsidR="005F0668" w:rsidRPr="00B85718" w:rsidRDefault="007F50BC" w:rsidP="00EA0759">
      <w:pPr>
        <w:jc w:val="center"/>
      </w:pPr>
      <w:r>
        <w:rPr>
          <w:b/>
          <w:bCs/>
          <w:color w:val="000000"/>
          <w:sz w:val="28"/>
          <w:szCs w:val="28"/>
        </w:rPr>
        <w:t>Первомайского</w:t>
      </w:r>
      <w:r w:rsidR="00941A7E">
        <w:rPr>
          <w:b/>
          <w:bCs/>
          <w:color w:val="000000"/>
          <w:sz w:val="28"/>
          <w:szCs w:val="28"/>
        </w:rPr>
        <w:t xml:space="preserve"> муниципального округа</w:t>
      </w:r>
      <w:r w:rsidR="002A6CAF">
        <w:rPr>
          <w:b/>
          <w:bCs/>
          <w:color w:val="000000"/>
          <w:sz w:val="28"/>
          <w:szCs w:val="28"/>
        </w:rPr>
        <w:t xml:space="preserve"> Ярославской области</w:t>
      </w:r>
    </w:p>
    <w:p w:rsidR="005F0668" w:rsidRPr="00B85718" w:rsidRDefault="005F0668" w:rsidP="005F0668">
      <w:pPr>
        <w:jc w:val="center"/>
        <w:rPr>
          <w:sz w:val="28"/>
          <w:szCs w:val="28"/>
        </w:rPr>
      </w:pPr>
    </w:p>
    <w:p w:rsidR="00941A7E" w:rsidRDefault="00941A7E" w:rsidP="00941A7E">
      <w:bookmarkStart w:id="0" w:name="__bookmark_1"/>
      <w:bookmarkEnd w:id="0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5386"/>
      </w:tblGrid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26EF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A0759">
              <w:rPr>
                <w:color w:val="000000"/>
                <w:sz w:val="28"/>
                <w:szCs w:val="28"/>
              </w:rPr>
              <w:t>Категория населенного пункта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26EF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A0759">
              <w:rPr>
                <w:sz w:val="28"/>
                <w:szCs w:val="28"/>
              </w:rPr>
              <w:t>Наименование населенного пункта</w:t>
            </w:r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рабочий 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Пречистое</w:t>
            </w:r>
          </w:p>
        </w:tc>
      </w:tr>
      <w:tr w:rsidR="00756117" w:rsidTr="007C17F0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941A7E" w:rsidRDefault="00756117" w:rsidP="007C17F0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56117">
              <w:rPr>
                <w:bCs/>
                <w:sz w:val="28"/>
                <w:szCs w:val="28"/>
              </w:rPr>
              <w:t>Игнатцевский</w:t>
            </w:r>
            <w:proofErr w:type="spellEnd"/>
            <w:r w:rsidRPr="00756117"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Завражье</w:t>
            </w:r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Игнатцево</w:t>
            </w:r>
            <w:proofErr w:type="spellEnd"/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Марьино</w:t>
            </w:r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Новое</w:t>
            </w:r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Пог</w:t>
            </w:r>
            <w:bookmarkStart w:id="1" w:name="_GoBack"/>
            <w:bookmarkEnd w:id="1"/>
            <w:r>
              <w:rPr>
                <w:sz w:val="28"/>
                <w:szCs w:val="28"/>
              </w:rPr>
              <w:t>орелка</w:t>
            </w:r>
            <w:proofErr w:type="spellEnd"/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Поляниново</w:t>
            </w:r>
            <w:proofErr w:type="spellEnd"/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Семенцево</w:t>
            </w:r>
            <w:proofErr w:type="spellEnd"/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Серково</w:t>
            </w:r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Теляшево</w:t>
            </w:r>
            <w:proofErr w:type="spellEnd"/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Турыбарово</w:t>
            </w:r>
            <w:proofErr w:type="spellEnd"/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Тутаново</w:t>
            </w:r>
            <w:proofErr w:type="spellEnd"/>
          </w:p>
        </w:tc>
      </w:tr>
      <w:tr w:rsidR="00756117" w:rsidTr="00C93D12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56117">
              <w:rPr>
                <w:sz w:val="28"/>
                <w:szCs w:val="28"/>
              </w:rPr>
              <w:t>Козский</w:t>
            </w:r>
            <w:proofErr w:type="spellEnd"/>
            <w:r w:rsidRPr="00756117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Борщовка</w:t>
            </w:r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Васюково</w:t>
            </w:r>
            <w:proofErr w:type="spellEnd"/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Высоково</w:t>
            </w:r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Глинково</w:t>
            </w:r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Гусево</w:t>
            </w:r>
            <w:proofErr w:type="spellEnd"/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Дешино</w:t>
            </w:r>
            <w:proofErr w:type="spellEnd"/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Киево</w:t>
            </w:r>
            <w:proofErr w:type="spellEnd"/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Коза</w:t>
            </w:r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Малое </w:t>
            </w:r>
            <w:proofErr w:type="spellStart"/>
            <w:r>
              <w:rPr>
                <w:sz w:val="28"/>
                <w:szCs w:val="28"/>
              </w:rPr>
              <w:t>Кузьминское</w:t>
            </w:r>
            <w:proofErr w:type="spellEnd"/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Митино</w:t>
            </w:r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Обухово</w:t>
            </w:r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Павлигино</w:t>
            </w:r>
            <w:proofErr w:type="spellEnd"/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Портомои</w:t>
            </w:r>
            <w:proofErr w:type="spellEnd"/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Рубеженка</w:t>
            </w:r>
            <w:proofErr w:type="spellEnd"/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Сондолово</w:t>
            </w:r>
            <w:proofErr w:type="spellEnd"/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Сосновка</w:t>
            </w:r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Старое Панино</w:t>
            </w:r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Старое Село</w:t>
            </w:r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Степаниха</w:t>
            </w:r>
            <w:proofErr w:type="spellEnd"/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Холм</w:t>
            </w:r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Черепаново</w:t>
            </w:r>
          </w:p>
        </w:tc>
      </w:tr>
      <w:tr w:rsidR="00756117" w:rsidTr="00BC4E93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56117">
              <w:rPr>
                <w:sz w:val="28"/>
                <w:szCs w:val="28"/>
              </w:rPr>
              <w:t>Колкинский</w:t>
            </w:r>
            <w:proofErr w:type="spellEnd"/>
            <w:r w:rsidRPr="00756117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Безверхово</w:t>
            </w:r>
            <w:proofErr w:type="spellEnd"/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Будилово</w:t>
            </w:r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Заречнево</w:t>
            </w:r>
            <w:proofErr w:type="spellEnd"/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Захарово</w:t>
            </w:r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Иванчино</w:t>
            </w:r>
            <w:proofErr w:type="spellEnd"/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Климово</w:t>
            </w:r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Кобылкино</w:t>
            </w:r>
            <w:proofErr w:type="spellEnd"/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Колкино</w:t>
            </w:r>
            <w:proofErr w:type="spellEnd"/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Легково</w:t>
            </w:r>
            <w:proofErr w:type="spellEnd"/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Мартыново</w:t>
            </w:r>
            <w:proofErr w:type="spellEnd"/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Милково</w:t>
            </w:r>
            <w:proofErr w:type="spellEnd"/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Овинища</w:t>
            </w:r>
            <w:proofErr w:type="spellEnd"/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Плишкино</w:t>
            </w:r>
            <w:proofErr w:type="spellEnd"/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Полхово</w:t>
            </w:r>
            <w:proofErr w:type="spellEnd"/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 железнодорожной станции </w:t>
            </w:r>
            <w:proofErr w:type="spellStart"/>
            <w:r>
              <w:rPr>
                <w:sz w:val="28"/>
                <w:szCs w:val="28"/>
              </w:rPr>
              <w:t>Марфино</w:t>
            </w:r>
            <w:proofErr w:type="spellEnd"/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 </w:t>
            </w:r>
            <w:r w:rsidRPr="00756117">
              <w:rPr>
                <w:sz w:val="28"/>
                <w:szCs w:val="28"/>
              </w:rPr>
              <w:t xml:space="preserve">железнодорожной станции </w:t>
            </w:r>
            <w:proofErr w:type="spellStart"/>
            <w:r>
              <w:rPr>
                <w:sz w:val="28"/>
                <w:szCs w:val="28"/>
              </w:rPr>
              <w:t>Скалино</w:t>
            </w:r>
            <w:proofErr w:type="spellEnd"/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Радикино</w:t>
            </w:r>
            <w:proofErr w:type="spellEnd"/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Радково</w:t>
            </w:r>
            <w:proofErr w:type="spellEnd"/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Самылово</w:t>
            </w:r>
            <w:proofErr w:type="spellEnd"/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Сосновка</w:t>
            </w:r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Спирево</w:t>
            </w:r>
            <w:proofErr w:type="spellEnd"/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Сусолово</w:t>
            </w:r>
            <w:proofErr w:type="spellEnd"/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Халитово</w:t>
            </w:r>
            <w:proofErr w:type="spellEnd"/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Хмелевица</w:t>
            </w:r>
            <w:proofErr w:type="spellEnd"/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Чертово</w:t>
            </w:r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6117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56117">
              <w:rPr>
                <w:sz w:val="28"/>
                <w:szCs w:val="28"/>
              </w:rPr>
              <w:t>Шадрино</w:t>
            </w:r>
            <w:proofErr w:type="spellEnd"/>
          </w:p>
        </w:tc>
      </w:tr>
      <w:tr w:rsidR="00756117" w:rsidTr="0039164E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Pr="00941A7E" w:rsidRDefault="00756117" w:rsidP="0039164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56117">
              <w:rPr>
                <w:bCs/>
                <w:sz w:val="28"/>
                <w:szCs w:val="28"/>
              </w:rPr>
              <w:t>Крутовский</w:t>
            </w:r>
            <w:proofErr w:type="spellEnd"/>
            <w:r w:rsidRPr="00756117"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Алешино</w:t>
            </w:r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Алюнино</w:t>
            </w:r>
            <w:proofErr w:type="spellEnd"/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Беляевское</w:t>
            </w:r>
            <w:proofErr w:type="spellEnd"/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Вараково</w:t>
            </w:r>
            <w:proofErr w:type="spellEnd"/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Грибунино</w:t>
            </w:r>
            <w:proofErr w:type="spellEnd"/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Исаково</w:t>
            </w:r>
            <w:proofErr w:type="spellEnd"/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Малино</w:t>
            </w:r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Мятлево</w:t>
            </w:r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Погорелка</w:t>
            </w:r>
            <w:proofErr w:type="spellEnd"/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Пустынь</w:t>
            </w:r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Сальково</w:t>
            </w:r>
          </w:p>
        </w:tc>
      </w:tr>
      <w:tr w:rsidR="0075611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17" w:rsidRDefault="00756117" w:rsidP="00756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Ченково</w:t>
            </w:r>
            <w:proofErr w:type="spellEnd"/>
          </w:p>
        </w:tc>
      </w:tr>
      <w:tr w:rsidR="008E41F8" w:rsidTr="00CA1822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8E41F8">
              <w:rPr>
                <w:sz w:val="28"/>
                <w:szCs w:val="28"/>
              </w:rPr>
              <w:t>Кукобойский</w:t>
            </w:r>
            <w:proofErr w:type="spellEnd"/>
            <w:r w:rsidRPr="008E41F8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8E41F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Аниково</w:t>
            </w:r>
            <w:proofErr w:type="spellEnd"/>
          </w:p>
        </w:tc>
      </w:tr>
      <w:tr w:rsidR="008E41F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Большое Ивановское</w:t>
            </w:r>
          </w:p>
        </w:tc>
      </w:tr>
      <w:tr w:rsidR="008E41F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Вараково</w:t>
            </w:r>
            <w:proofErr w:type="spellEnd"/>
          </w:p>
        </w:tc>
      </w:tr>
      <w:tr w:rsidR="008E41F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Ватолино</w:t>
            </w:r>
            <w:proofErr w:type="spellEnd"/>
          </w:p>
        </w:tc>
      </w:tr>
      <w:tr w:rsidR="008E41F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Высоково</w:t>
            </w:r>
          </w:p>
        </w:tc>
      </w:tr>
      <w:tr w:rsidR="008E41F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</w:t>
            </w:r>
          </w:p>
        </w:tc>
      </w:tr>
      <w:tr w:rsidR="008E41F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Дресвянка</w:t>
            </w:r>
            <w:proofErr w:type="spellEnd"/>
          </w:p>
        </w:tc>
      </w:tr>
      <w:tr w:rsidR="008E41F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Дубасово</w:t>
            </w:r>
            <w:proofErr w:type="spellEnd"/>
          </w:p>
        </w:tc>
      </w:tr>
      <w:tr w:rsidR="008E41F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Захарьево</w:t>
            </w:r>
            <w:proofErr w:type="spellEnd"/>
          </w:p>
        </w:tc>
      </w:tr>
      <w:tr w:rsidR="008E41F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Кузьминское</w:t>
            </w:r>
            <w:proofErr w:type="spellEnd"/>
          </w:p>
        </w:tc>
      </w:tr>
      <w:tr w:rsidR="008E41F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Кукобой</w:t>
            </w:r>
          </w:p>
        </w:tc>
      </w:tr>
      <w:tr w:rsidR="008E41F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Панкино</w:t>
            </w:r>
            <w:proofErr w:type="spellEnd"/>
          </w:p>
        </w:tc>
      </w:tr>
      <w:tr w:rsidR="008E41F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Починок</w:t>
            </w:r>
          </w:p>
        </w:tc>
      </w:tr>
      <w:tr w:rsidR="008E41F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Рябинки</w:t>
            </w:r>
          </w:p>
        </w:tc>
      </w:tr>
      <w:tr w:rsidR="008E41F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Тетеря</w:t>
            </w:r>
          </w:p>
        </w:tc>
      </w:tr>
      <w:tr w:rsidR="008E41F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Титово</w:t>
            </w:r>
            <w:proofErr w:type="spellEnd"/>
          </w:p>
        </w:tc>
      </w:tr>
      <w:tr w:rsidR="008E41F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Токарево</w:t>
            </w:r>
            <w:proofErr w:type="spellEnd"/>
          </w:p>
        </w:tc>
      </w:tr>
      <w:tr w:rsidR="008E41F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Тютрюмово</w:t>
            </w:r>
            <w:proofErr w:type="spellEnd"/>
          </w:p>
        </w:tc>
      </w:tr>
      <w:tr w:rsidR="008E41F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Фомино</w:t>
            </w:r>
          </w:p>
        </w:tc>
      </w:tr>
      <w:tr w:rsidR="008E41F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Хабарово</w:t>
            </w:r>
            <w:proofErr w:type="spellEnd"/>
          </w:p>
        </w:tc>
      </w:tr>
      <w:tr w:rsidR="008E41F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Юдинка</w:t>
            </w:r>
            <w:proofErr w:type="spellEnd"/>
          </w:p>
        </w:tc>
      </w:tr>
      <w:tr w:rsidR="008E41F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Юшково</w:t>
            </w:r>
            <w:proofErr w:type="spellEnd"/>
          </w:p>
        </w:tc>
      </w:tr>
      <w:tr w:rsidR="008E41F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F8" w:rsidRDefault="008E41F8" w:rsidP="008E4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Яшканово</w:t>
            </w:r>
            <w:proofErr w:type="spellEnd"/>
          </w:p>
        </w:tc>
      </w:tr>
      <w:tr w:rsidR="004E15D9" w:rsidTr="005C6F03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4E15D9">
              <w:rPr>
                <w:sz w:val="28"/>
                <w:szCs w:val="28"/>
              </w:rPr>
              <w:t>Никологорский</w:t>
            </w:r>
            <w:proofErr w:type="spellEnd"/>
            <w:r w:rsidRPr="004E15D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Афанасово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Белкино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Большое </w:t>
            </w:r>
            <w:proofErr w:type="spellStart"/>
            <w:r>
              <w:rPr>
                <w:sz w:val="28"/>
                <w:szCs w:val="28"/>
              </w:rPr>
              <w:t>Кузьминское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Бородинское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Бочкино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Голосово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Горка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Григорьевское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Добраново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Дор-</w:t>
            </w:r>
            <w:proofErr w:type="spellStart"/>
            <w:r>
              <w:rPr>
                <w:sz w:val="28"/>
                <w:szCs w:val="28"/>
              </w:rPr>
              <w:t>Ваганский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Дор-Спасский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Ереминское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Заболотье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Захарино</w:t>
            </w:r>
            <w:proofErr w:type="spellEnd"/>
          </w:p>
        </w:tc>
      </w:tr>
      <w:tr w:rsidR="004E15D9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Ильинское</w:t>
            </w:r>
            <w:proofErr w:type="spellEnd"/>
          </w:p>
        </w:tc>
      </w:tr>
      <w:tr w:rsidR="004E15D9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Кривцово</w:t>
            </w:r>
            <w:proofErr w:type="spellEnd"/>
          </w:p>
        </w:tc>
      </w:tr>
      <w:tr w:rsidR="004E15D9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Николо</w:t>
            </w:r>
            <w:proofErr w:type="spellEnd"/>
            <w:r>
              <w:rPr>
                <w:sz w:val="28"/>
                <w:szCs w:val="28"/>
              </w:rPr>
              <w:t>-Гора</w:t>
            </w:r>
          </w:p>
        </w:tc>
      </w:tr>
      <w:tr w:rsidR="004E15D9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Оленинское</w:t>
            </w:r>
            <w:proofErr w:type="spellEnd"/>
          </w:p>
        </w:tc>
      </w:tr>
      <w:tr w:rsidR="004E15D9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Павлицево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Починок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Пустынь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Савинское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Тюхтедамово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Федяево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Фенево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Филинское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Шильшиново</w:t>
            </w:r>
            <w:proofErr w:type="spellEnd"/>
          </w:p>
        </w:tc>
      </w:tr>
      <w:tr w:rsidR="004E15D9" w:rsidTr="00ED2A82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4E15D9">
              <w:rPr>
                <w:sz w:val="28"/>
                <w:szCs w:val="28"/>
              </w:rPr>
              <w:t>Новинковский</w:t>
            </w:r>
            <w:proofErr w:type="spellEnd"/>
            <w:r w:rsidRPr="004E15D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Алексино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Белое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Большое </w:t>
            </w:r>
            <w:proofErr w:type="spellStart"/>
            <w:r>
              <w:rPr>
                <w:sz w:val="28"/>
                <w:szCs w:val="28"/>
              </w:rPr>
              <w:t>Ескино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Горилец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Данилов Починок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Денисово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Дор-Крюки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Екимовское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Ефимовское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Ивандино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Игумново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Карамышево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Карповское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Кривцово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Кубье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Кульсеево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Надеево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Нестерцево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Новинка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Нофринское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Паршино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Пеньково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Спицино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Старое Село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Тарасово</w:t>
            </w:r>
          </w:p>
        </w:tc>
      </w:tr>
      <w:tr w:rsidR="004E15D9" w:rsidTr="00920415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5D9">
              <w:rPr>
                <w:sz w:val="28"/>
                <w:szCs w:val="28"/>
              </w:rPr>
              <w:t>Пречистенский сельский округ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Азарино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Амелькино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Ананьино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Аристово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Бабицино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Багряники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Богданово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Васильевское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Васиха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Волосово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Гордеево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Горка-Пречистенская</w:t>
            </w:r>
            <w:proofErr w:type="gram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Гридино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Гуреево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Дор-</w:t>
            </w:r>
            <w:proofErr w:type="spellStart"/>
            <w:r>
              <w:rPr>
                <w:sz w:val="28"/>
                <w:szCs w:val="28"/>
              </w:rPr>
              <w:t>Луконино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Дор-Пречистенский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Ефимьево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Змеево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Ивановское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Ильдомское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Ильинское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Инюшино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Качалка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Княщина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Корхово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Крупухино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Кудрино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Кузнецово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Кузнечиково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Лапшино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Левинское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Лихобритка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Лучинское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Малачугово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Марфино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Миндюкино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Михалево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Мулинское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Наквасино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Незнайка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Нестерово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Новенькое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Павловское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Панино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Погорелка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Праунино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Пуршево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Путятино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Ракульское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Скоморохово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Слобода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Соколово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Стародворское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Тимонино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Федино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Ферезево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Холм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Шильпухово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Шолошево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Щеколдино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Юрьевское</w:t>
            </w:r>
          </w:p>
        </w:tc>
      </w:tr>
      <w:tr w:rsidR="004E15D9" w:rsidTr="005E10C4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5D9">
              <w:rPr>
                <w:sz w:val="28"/>
                <w:szCs w:val="28"/>
              </w:rPr>
              <w:t>Семеновский сельский округ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Анкудиново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Большое </w:t>
            </w:r>
            <w:proofErr w:type="spellStart"/>
            <w:r>
              <w:rPr>
                <w:sz w:val="28"/>
                <w:szCs w:val="28"/>
              </w:rPr>
              <w:t>Фоминское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Васьянка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Великое Село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Вертково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Воронцово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Всехсвятское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Демидково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Дмитриевка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Душилово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Дыланово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Евлашево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Коровино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Красново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Летнево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Малое </w:t>
            </w:r>
            <w:proofErr w:type="spellStart"/>
            <w:r>
              <w:rPr>
                <w:sz w:val="28"/>
                <w:szCs w:val="28"/>
              </w:rPr>
              <w:t>Фоминское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Меленка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Никитино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Новинка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Плосково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Решетники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Семеновское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Трофимовское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Ухтомский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Ушаково</w:t>
            </w:r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Хлестово</w:t>
            </w:r>
            <w:proofErr w:type="spellEnd"/>
          </w:p>
        </w:tc>
      </w:tr>
      <w:tr w:rsidR="004E15D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D9" w:rsidRDefault="004E15D9" w:rsidP="004E15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Шульгино</w:t>
            </w:r>
          </w:p>
        </w:tc>
      </w:tr>
      <w:tr w:rsidR="008043E2" w:rsidTr="00C5419D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43E2">
              <w:rPr>
                <w:sz w:val="28"/>
                <w:szCs w:val="28"/>
              </w:rPr>
              <w:t>Урицкий сельский округ</w:t>
            </w:r>
          </w:p>
        </w:tc>
      </w:tr>
      <w:tr w:rsidR="008043E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Балуйки</w:t>
            </w:r>
            <w:proofErr w:type="spellEnd"/>
          </w:p>
        </w:tc>
      </w:tr>
      <w:tr w:rsidR="008043E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Барышка</w:t>
            </w:r>
            <w:proofErr w:type="spellEnd"/>
          </w:p>
        </w:tc>
      </w:tr>
      <w:tr w:rsidR="008043E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Вязовка</w:t>
            </w:r>
          </w:p>
        </w:tc>
      </w:tr>
      <w:tr w:rsidR="008043E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Глядинец</w:t>
            </w:r>
            <w:proofErr w:type="spellEnd"/>
          </w:p>
        </w:tc>
      </w:tr>
      <w:tr w:rsidR="008043E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Долгоруково</w:t>
            </w:r>
          </w:p>
        </w:tc>
      </w:tr>
      <w:tr w:rsidR="008043E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Ескино</w:t>
            </w:r>
            <w:proofErr w:type="spellEnd"/>
          </w:p>
        </w:tc>
      </w:tr>
      <w:tr w:rsidR="008043E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Заемье</w:t>
            </w:r>
            <w:proofErr w:type="spellEnd"/>
          </w:p>
        </w:tc>
      </w:tr>
      <w:tr w:rsidR="008043E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Займа</w:t>
            </w:r>
          </w:p>
        </w:tc>
      </w:tr>
      <w:tr w:rsidR="008043E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Заречное</w:t>
            </w:r>
          </w:p>
        </w:tc>
      </w:tr>
      <w:tr w:rsidR="008043E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Звягино</w:t>
            </w:r>
            <w:proofErr w:type="spellEnd"/>
          </w:p>
        </w:tc>
      </w:tr>
      <w:tr w:rsidR="008043E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Зогзино</w:t>
            </w:r>
            <w:proofErr w:type="spellEnd"/>
          </w:p>
        </w:tc>
      </w:tr>
      <w:tr w:rsidR="008043E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Ивановское</w:t>
            </w:r>
          </w:p>
        </w:tc>
      </w:tr>
      <w:tr w:rsidR="008043E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Княжий Починок</w:t>
            </w:r>
          </w:p>
        </w:tc>
      </w:tr>
      <w:tr w:rsidR="008043E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Кобылино</w:t>
            </w:r>
            <w:proofErr w:type="spellEnd"/>
          </w:p>
        </w:tc>
      </w:tr>
      <w:tr w:rsidR="008043E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Костромка</w:t>
            </w:r>
            <w:proofErr w:type="spellEnd"/>
          </w:p>
        </w:tc>
      </w:tr>
      <w:tr w:rsidR="008043E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Красный Холм</w:t>
            </w:r>
          </w:p>
        </w:tc>
      </w:tr>
      <w:tr w:rsidR="008043E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Кузьмищево</w:t>
            </w:r>
            <w:proofErr w:type="spellEnd"/>
          </w:p>
        </w:tc>
      </w:tr>
      <w:tr w:rsidR="008043E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Матвейцево</w:t>
            </w:r>
            <w:proofErr w:type="spellEnd"/>
          </w:p>
        </w:tc>
      </w:tr>
      <w:tr w:rsidR="008043E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Медведково</w:t>
            </w:r>
          </w:p>
        </w:tc>
      </w:tr>
      <w:tr w:rsidR="008043E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Менчаково</w:t>
            </w:r>
            <w:proofErr w:type="spellEnd"/>
          </w:p>
        </w:tc>
      </w:tr>
      <w:tr w:rsidR="008043E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Николо-Ухтома</w:t>
            </w:r>
            <w:proofErr w:type="spellEnd"/>
          </w:p>
        </w:tc>
      </w:tr>
      <w:tr w:rsidR="008043E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Оносово</w:t>
            </w:r>
            <w:proofErr w:type="spellEnd"/>
          </w:p>
        </w:tc>
      </w:tr>
      <w:tr w:rsidR="008043E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Ошомово</w:t>
            </w:r>
            <w:proofErr w:type="spellEnd"/>
          </w:p>
        </w:tc>
      </w:tr>
      <w:tr w:rsidR="008043E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Павликово</w:t>
            </w:r>
            <w:proofErr w:type="spellEnd"/>
          </w:p>
        </w:tc>
      </w:tr>
      <w:tr w:rsidR="008043E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Парфеньево</w:t>
            </w:r>
            <w:proofErr w:type="spellEnd"/>
          </w:p>
        </w:tc>
      </w:tr>
      <w:tr w:rsidR="008043E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Погорелово</w:t>
            </w:r>
          </w:p>
        </w:tc>
      </w:tr>
      <w:tr w:rsidR="008043E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Савкино</w:t>
            </w:r>
          </w:p>
        </w:tc>
      </w:tr>
      <w:tr w:rsidR="008043E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Терехово</w:t>
            </w:r>
            <w:proofErr w:type="spellEnd"/>
          </w:p>
        </w:tc>
      </w:tr>
      <w:tr w:rsidR="008043E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Тимово</w:t>
            </w:r>
            <w:proofErr w:type="spellEnd"/>
          </w:p>
        </w:tc>
      </w:tr>
      <w:tr w:rsidR="008043E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Ухтомский Починок</w:t>
            </w:r>
          </w:p>
        </w:tc>
      </w:tr>
      <w:tr w:rsidR="008043E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Федорино</w:t>
            </w:r>
            <w:proofErr w:type="spellEnd"/>
          </w:p>
        </w:tc>
      </w:tr>
      <w:tr w:rsidR="008043E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Хохраково</w:t>
            </w:r>
            <w:proofErr w:type="spellEnd"/>
          </w:p>
        </w:tc>
      </w:tr>
      <w:tr w:rsidR="008043E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3E2" w:rsidRDefault="008043E2" w:rsidP="008043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Юрьевское</w:t>
            </w:r>
          </w:p>
        </w:tc>
      </w:tr>
    </w:tbl>
    <w:p w:rsidR="00941A7E" w:rsidRDefault="00941A7E"/>
    <w:sectPr w:rsidR="00941A7E" w:rsidSect="002A01A0">
      <w:headerReference w:type="default" r:id="rId8"/>
      <w:footerReference w:type="default" r:id="rId9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1A0" w:rsidRDefault="002A01A0" w:rsidP="002A01A0">
      <w:r>
        <w:separator/>
      </w:r>
    </w:p>
  </w:endnote>
  <w:endnote w:type="continuationSeparator" w:id="0">
    <w:p w:rsidR="002A01A0" w:rsidRDefault="002A01A0" w:rsidP="002A0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A01A0">
      <w:tc>
        <w:tcPr>
          <w:tcW w:w="10421" w:type="dxa"/>
        </w:tcPr>
        <w:p w:rsidR="002A01A0" w:rsidRDefault="00B8571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A01A0" w:rsidRDefault="002A01A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1A0" w:rsidRDefault="002A01A0" w:rsidP="002A01A0">
      <w:r>
        <w:separator/>
      </w:r>
    </w:p>
  </w:footnote>
  <w:footnote w:type="continuationSeparator" w:id="0">
    <w:p w:rsidR="002A01A0" w:rsidRDefault="002A01A0" w:rsidP="002A0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A01A0">
      <w:tc>
        <w:tcPr>
          <w:tcW w:w="10421" w:type="dxa"/>
        </w:tcPr>
        <w:p w:rsidR="002A01A0" w:rsidRDefault="002A01A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B85718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FA4FE2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2A01A0" w:rsidRDefault="002A01A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A0"/>
    <w:rsid w:val="000A37DD"/>
    <w:rsid w:val="002A01A0"/>
    <w:rsid w:val="002A6CAF"/>
    <w:rsid w:val="002E7994"/>
    <w:rsid w:val="00371654"/>
    <w:rsid w:val="003F331B"/>
    <w:rsid w:val="004E15D9"/>
    <w:rsid w:val="005169DD"/>
    <w:rsid w:val="005F0668"/>
    <w:rsid w:val="006777A1"/>
    <w:rsid w:val="007462AB"/>
    <w:rsid w:val="00756117"/>
    <w:rsid w:val="007F50BC"/>
    <w:rsid w:val="008043E2"/>
    <w:rsid w:val="008E41F8"/>
    <w:rsid w:val="00926EF5"/>
    <w:rsid w:val="00941A7E"/>
    <w:rsid w:val="00A94524"/>
    <w:rsid w:val="00B85718"/>
    <w:rsid w:val="00BC3302"/>
    <w:rsid w:val="00D046A7"/>
    <w:rsid w:val="00DC717E"/>
    <w:rsid w:val="00DF7145"/>
    <w:rsid w:val="00EA0759"/>
    <w:rsid w:val="00EA5743"/>
    <w:rsid w:val="00EB375A"/>
    <w:rsid w:val="00FA4FE2"/>
    <w:rsid w:val="00FB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90BE3-A852-4815-B900-85C6023BA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11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Вошатко Антон Владимирович</cp:lastModifiedBy>
  <cp:revision>11</cp:revision>
  <dcterms:created xsi:type="dcterms:W3CDTF">2024-08-27T12:00:00Z</dcterms:created>
  <dcterms:modified xsi:type="dcterms:W3CDTF">2024-09-20T12:35:00Z</dcterms:modified>
</cp:coreProperties>
</file>