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576928">
      <w:pPr>
        <w:pStyle w:val="af3"/>
        <w:spacing w:after="0"/>
        <w:ind w:left="709"/>
        <w:jc w:val="center"/>
        <w:rPr>
          <w:b/>
          <w:sz w:val="28"/>
          <w:szCs w:val="28"/>
        </w:rPr>
      </w:pPr>
    </w:p>
    <w:p w:rsidR="00576928" w:rsidRPr="007F742C" w:rsidRDefault="00576928" w:rsidP="001A3426">
      <w:pPr>
        <w:pStyle w:val="af3"/>
        <w:spacing w:after="0"/>
        <w:jc w:val="center"/>
        <w:rPr>
          <w:b/>
          <w:sz w:val="28"/>
          <w:szCs w:val="28"/>
        </w:rPr>
      </w:pPr>
      <w:r w:rsidRPr="007F742C">
        <w:rPr>
          <w:b/>
          <w:sz w:val="28"/>
          <w:szCs w:val="28"/>
        </w:rPr>
        <w:t xml:space="preserve">О внесении изменений в Закон Ярославской области </w:t>
      </w:r>
    </w:p>
    <w:p w:rsidR="00576928" w:rsidRPr="007F742C" w:rsidRDefault="00576928" w:rsidP="001A3426">
      <w:pPr>
        <w:pStyle w:val="af3"/>
        <w:spacing w:after="0"/>
        <w:jc w:val="center"/>
        <w:rPr>
          <w:b/>
          <w:sz w:val="28"/>
          <w:szCs w:val="28"/>
        </w:rPr>
      </w:pPr>
      <w:r w:rsidRPr="007F742C">
        <w:rPr>
          <w:b/>
          <w:sz w:val="28"/>
          <w:szCs w:val="28"/>
        </w:rPr>
        <w:t>«Социальный кодекс Ярославской области»</w:t>
      </w:r>
    </w:p>
    <w:p w:rsidR="006F38AA" w:rsidRPr="007F742C" w:rsidRDefault="006F38AA" w:rsidP="009A2AF3"/>
    <w:p w:rsidR="00A916E5" w:rsidRPr="007F742C" w:rsidRDefault="00A916E5" w:rsidP="009A2AF3"/>
    <w:p w:rsidR="009A2AF3" w:rsidRPr="007F742C" w:rsidRDefault="009A2AF3" w:rsidP="009A2AF3">
      <w:pPr>
        <w:pStyle w:val="a5"/>
      </w:pPr>
      <w:proofErr w:type="gramStart"/>
      <w:r w:rsidRPr="007F742C">
        <w:t>Принят</w:t>
      </w:r>
      <w:proofErr w:type="gramEnd"/>
      <w:r w:rsidRPr="007F742C">
        <w:t xml:space="preserve"> Ярославской областной Думой</w:t>
      </w:r>
    </w:p>
    <w:p w:rsidR="009A2AF3" w:rsidRPr="007F742C" w:rsidRDefault="00576928" w:rsidP="009A2AF3">
      <w:pPr>
        <w:pStyle w:val="a5"/>
      </w:pPr>
      <w:r w:rsidRPr="007F742C">
        <w:t>11 декабря</w:t>
      </w:r>
      <w:r w:rsidR="009A2AF3" w:rsidRPr="007F742C">
        <w:t xml:space="preserve"> 201</w:t>
      </w:r>
      <w:r w:rsidR="00103E6C" w:rsidRPr="007F742C">
        <w:t>3</w:t>
      </w:r>
      <w:r w:rsidR="009A2AF3" w:rsidRPr="007F742C">
        <w:t xml:space="preserve"> года</w:t>
      </w:r>
    </w:p>
    <w:p w:rsidR="00970C91" w:rsidRPr="007F742C" w:rsidRDefault="00970C91" w:rsidP="00727B25"/>
    <w:p w:rsidR="00A916E5" w:rsidRPr="007F742C" w:rsidRDefault="00A916E5" w:rsidP="00727B25"/>
    <w:p w:rsidR="003F6B09" w:rsidRPr="007F742C" w:rsidRDefault="003F6B09" w:rsidP="003F6B09">
      <w:pPr>
        <w:rPr>
          <w:b/>
          <w:bCs/>
          <w:szCs w:val="28"/>
        </w:rPr>
      </w:pPr>
      <w:bookmarkStart w:id="0" w:name="sub_11"/>
      <w:r w:rsidRPr="007F742C">
        <w:rPr>
          <w:b/>
          <w:bCs/>
          <w:szCs w:val="28"/>
        </w:rPr>
        <w:t>Статья 1</w:t>
      </w:r>
    </w:p>
    <w:p w:rsidR="003F6B09" w:rsidRPr="007F742C" w:rsidRDefault="003F6B09" w:rsidP="003F6B09">
      <w:pPr>
        <w:rPr>
          <w:bCs/>
          <w:szCs w:val="28"/>
        </w:rPr>
      </w:pPr>
      <w:proofErr w:type="gramStart"/>
      <w:r w:rsidRPr="007F742C">
        <w:rPr>
          <w:bCs/>
          <w:szCs w:val="28"/>
        </w:rPr>
        <w:t>Внести в Закон Ярославской области от 19.12.2008 № 65-з «Социал</w:t>
      </w:r>
      <w:r w:rsidRPr="007F742C">
        <w:rPr>
          <w:bCs/>
          <w:szCs w:val="28"/>
        </w:rPr>
        <w:t>ь</w:t>
      </w:r>
      <w:r w:rsidRPr="007F742C">
        <w:rPr>
          <w:bCs/>
          <w:szCs w:val="28"/>
        </w:rPr>
        <w:t>ный кодекс Ярославской области» (Губернские вести, 2008, 20 декабря, № 116; Документ – Регион, 2009, 18 декабря, № 35-а; 2010, 9 апреля, № 22; 12 ноября, № 87; 2011</w:t>
      </w:r>
      <w:r w:rsidRPr="007F742C">
        <w:rPr>
          <w:b/>
          <w:bCs/>
          <w:i/>
          <w:szCs w:val="28"/>
        </w:rPr>
        <w:t>,</w:t>
      </w:r>
      <w:r w:rsidR="00545AED" w:rsidRPr="007F742C">
        <w:rPr>
          <w:bCs/>
          <w:szCs w:val="28"/>
        </w:rPr>
        <w:t xml:space="preserve"> 8 апреля, № 26</w:t>
      </w:r>
      <w:r w:rsidR="00D941A5" w:rsidRPr="007F742C">
        <w:rPr>
          <w:bCs/>
          <w:szCs w:val="28"/>
        </w:rPr>
        <w:t>;</w:t>
      </w:r>
      <w:r w:rsidRPr="007F742C">
        <w:rPr>
          <w:bCs/>
          <w:szCs w:val="28"/>
        </w:rPr>
        <w:t xml:space="preserve"> 14 июня, № 45; 11 октября, № 83; 14</w:t>
      </w:r>
      <w:r w:rsidR="00576928" w:rsidRPr="007F742C">
        <w:rPr>
          <w:bCs/>
          <w:szCs w:val="28"/>
        </w:rPr>
        <w:t> </w:t>
      </w:r>
      <w:r w:rsidRPr="007F742C">
        <w:rPr>
          <w:bCs/>
          <w:szCs w:val="28"/>
        </w:rPr>
        <w:t>декабря, № 104; 2012, 29 июня, № 51-а; 2012, 13 ноября, № 93</w:t>
      </w:r>
      <w:r w:rsidR="008873CF" w:rsidRPr="007F742C">
        <w:rPr>
          <w:bCs/>
          <w:szCs w:val="28"/>
        </w:rPr>
        <w:t>;</w:t>
      </w:r>
      <w:proofErr w:type="gramEnd"/>
      <w:r w:rsidR="008873CF" w:rsidRPr="007F742C">
        <w:rPr>
          <w:bCs/>
          <w:szCs w:val="28"/>
        </w:rPr>
        <w:t xml:space="preserve"> </w:t>
      </w:r>
      <w:proofErr w:type="gramStart"/>
      <w:r w:rsidR="008873CF" w:rsidRPr="007F742C">
        <w:rPr>
          <w:bCs/>
          <w:szCs w:val="28"/>
        </w:rPr>
        <w:t>2013, 12 ноября, № 90</w:t>
      </w:r>
      <w:r w:rsidRPr="007F742C">
        <w:rPr>
          <w:bCs/>
          <w:szCs w:val="28"/>
        </w:rPr>
        <w:t>) следующие изменения:</w:t>
      </w:r>
      <w:proofErr w:type="gramEnd"/>
    </w:p>
    <w:p w:rsidR="003F6B09" w:rsidRPr="007F742C" w:rsidRDefault="003F6B09" w:rsidP="00AD4251">
      <w:pPr>
        <w:rPr>
          <w:szCs w:val="28"/>
        </w:rPr>
      </w:pPr>
      <w:r w:rsidRPr="007F742C">
        <w:rPr>
          <w:szCs w:val="28"/>
        </w:rPr>
        <w:t xml:space="preserve">1) </w:t>
      </w:r>
      <w:bookmarkEnd w:id="0"/>
      <w:r w:rsidRPr="007F742C">
        <w:rPr>
          <w:szCs w:val="28"/>
        </w:rPr>
        <w:t>в статье 5: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абзаце третьем слова «государственного образовательного учр</w:t>
      </w:r>
      <w:r w:rsidRPr="007F742C">
        <w:rPr>
          <w:szCs w:val="28"/>
        </w:rPr>
        <w:t>е</w:t>
      </w:r>
      <w:r w:rsidRPr="007F742C">
        <w:rPr>
          <w:szCs w:val="28"/>
        </w:rPr>
        <w:t>ждения» заменить словами «государственной образовательной организации»;</w:t>
      </w:r>
    </w:p>
    <w:p w:rsidR="00AD4251" w:rsidRPr="007F742C" w:rsidRDefault="00AD4251" w:rsidP="009A46AF">
      <w:pPr>
        <w:widowControl w:val="0"/>
        <w:autoSpaceDE w:val="0"/>
        <w:autoSpaceDN w:val="0"/>
        <w:adjustRightInd w:val="0"/>
        <w:rPr>
          <w:szCs w:val="28"/>
        </w:rPr>
      </w:pPr>
      <w:r w:rsidRPr="007F742C">
        <w:rPr>
          <w:szCs w:val="28"/>
        </w:rPr>
        <w:t>б) в абзаце седьмом слова «федеральных образовательных учрежден</w:t>
      </w:r>
      <w:r w:rsidRPr="007F742C">
        <w:rPr>
          <w:szCs w:val="28"/>
        </w:rPr>
        <w:t>и</w:t>
      </w:r>
      <w:r w:rsidRPr="007F742C">
        <w:rPr>
          <w:szCs w:val="28"/>
        </w:rPr>
        <w:t>ях» заменить словами «федеральных образовательных организациях»;</w:t>
      </w:r>
    </w:p>
    <w:p w:rsidR="003F6B09" w:rsidRPr="007F742C" w:rsidRDefault="00AD4251" w:rsidP="003F6B09">
      <w:pPr>
        <w:rPr>
          <w:szCs w:val="28"/>
        </w:rPr>
      </w:pPr>
      <w:r w:rsidRPr="007F742C">
        <w:rPr>
          <w:szCs w:val="28"/>
        </w:rPr>
        <w:t>в</w:t>
      </w:r>
      <w:r w:rsidR="003F6B09" w:rsidRPr="007F742C">
        <w:rPr>
          <w:szCs w:val="28"/>
        </w:rPr>
        <w:t>) абзац восьмой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«дошкольная образовательная организация – дошкольная образов</w:t>
      </w:r>
      <w:r w:rsidRPr="007F742C">
        <w:rPr>
          <w:szCs w:val="28"/>
        </w:rPr>
        <w:t>а</w:t>
      </w:r>
      <w:r w:rsidRPr="007F742C">
        <w:rPr>
          <w:szCs w:val="28"/>
        </w:rPr>
        <w:t>тельная организация, а также организация, осуществляющая обучение по о</w:t>
      </w:r>
      <w:r w:rsidRPr="007F742C">
        <w:rPr>
          <w:szCs w:val="28"/>
        </w:rPr>
        <w:t>б</w:t>
      </w:r>
      <w:r w:rsidRPr="007F742C">
        <w:rPr>
          <w:szCs w:val="28"/>
        </w:rPr>
        <w:t>разовательным программам дошкольного образования</w:t>
      </w:r>
      <w:r w:rsidR="00AD4251" w:rsidRPr="007F742C">
        <w:rPr>
          <w:szCs w:val="28"/>
        </w:rPr>
        <w:t>,</w:t>
      </w:r>
      <w:r w:rsidRPr="007F742C">
        <w:rPr>
          <w:szCs w:val="28"/>
        </w:rPr>
        <w:t xml:space="preserve"> </w:t>
      </w:r>
      <w:r w:rsidR="00AD4251" w:rsidRPr="007F742C">
        <w:rPr>
          <w:szCs w:val="28"/>
        </w:rPr>
        <w:t xml:space="preserve">присмотр и уход за детьми </w:t>
      </w:r>
      <w:r w:rsidRPr="007F742C">
        <w:rPr>
          <w:szCs w:val="28"/>
        </w:rPr>
        <w:t>в соответствии с Федеральным законом «Об образовании в Росси</w:t>
      </w:r>
      <w:r w:rsidRPr="007F742C">
        <w:rPr>
          <w:szCs w:val="28"/>
        </w:rPr>
        <w:t>й</w:t>
      </w:r>
      <w:r w:rsidRPr="007F742C">
        <w:rPr>
          <w:szCs w:val="28"/>
        </w:rPr>
        <w:t>ской Федерации»</w:t>
      </w:r>
      <w:proofErr w:type="gramStart"/>
      <w:r w:rsidRPr="007F742C">
        <w:rPr>
          <w:szCs w:val="28"/>
        </w:rPr>
        <w:t>;»</w:t>
      </w:r>
      <w:proofErr w:type="gramEnd"/>
      <w:r w:rsidRPr="007F742C">
        <w:rPr>
          <w:szCs w:val="28"/>
        </w:rPr>
        <w:t>;</w:t>
      </w:r>
    </w:p>
    <w:p w:rsidR="003F6B09" w:rsidRPr="007F742C" w:rsidRDefault="00AD4251" w:rsidP="003F6B09">
      <w:pPr>
        <w:rPr>
          <w:szCs w:val="28"/>
        </w:rPr>
      </w:pPr>
      <w:r w:rsidRPr="007F742C">
        <w:rPr>
          <w:szCs w:val="28"/>
        </w:rPr>
        <w:t>г</w:t>
      </w:r>
      <w:r w:rsidR="003F6B09" w:rsidRPr="007F742C">
        <w:rPr>
          <w:szCs w:val="28"/>
        </w:rPr>
        <w:t>) дополнить абзацами двенадцатым – тринадцатым следующего с</w:t>
      </w:r>
      <w:r w:rsidR="003F6B09" w:rsidRPr="007F742C">
        <w:rPr>
          <w:szCs w:val="28"/>
        </w:rPr>
        <w:t>о</w:t>
      </w:r>
      <w:r w:rsidR="003F6B09" w:rsidRPr="007F742C">
        <w:rPr>
          <w:szCs w:val="28"/>
        </w:rPr>
        <w:t>держания: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«программа социальной адаптации – разработанные органом социал</w:t>
      </w:r>
      <w:r w:rsidRPr="007F742C">
        <w:rPr>
          <w:szCs w:val="28"/>
        </w:rPr>
        <w:t>ь</w:t>
      </w:r>
      <w:r w:rsidRPr="007F742C">
        <w:rPr>
          <w:szCs w:val="28"/>
        </w:rPr>
        <w:t>ной защиты населения совместно с гражданином мероприятия, которые направлены на преодоление им трудной жизненной ситуации, и включают в себя виды, объем и порядок реализации этих мероприятий;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социальный контракт – соглашение, которое заключено между гражд</w:t>
      </w:r>
      <w:r w:rsidRPr="007F742C">
        <w:rPr>
          <w:szCs w:val="28"/>
        </w:rPr>
        <w:t>а</w:t>
      </w:r>
      <w:r w:rsidRPr="007F742C">
        <w:rPr>
          <w:szCs w:val="28"/>
        </w:rPr>
        <w:t>нином и органом социальной защиты населения по месту жительства или м</w:t>
      </w:r>
      <w:r w:rsidRPr="007F742C">
        <w:rPr>
          <w:szCs w:val="28"/>
        </w:rPr>
        <w:t>е</w:t>
      </w:r>
      <w:r w:rsidRPr="007F742C">
        <w:rPr>
          <w:szCs w:val="28"/>
        </w:rPr>
        <w:t xml:space="preserve">сту пребывания гражданина и в </w:t>
      </w:r>
      <w:proofErr w:type="gramStart"/>
      <w:r w:rsidRPr="007F742C">
        <w:rPr>
          <w:szCs w:val="28"/>
        </w:rPr>
        <w:t>соответствии</w:t>
      </w:r>
      <w:proofErr w:type="gramEnd"/>
      <w:r w:rsidRPr="007F742C">
        <w:rPr>
          <w:szCs w:val="28"/>
        </w:rPr>
        <w:t xml:space="preserve"> с которым орган социальной защиты населения обязуется оказать гражданину </w:t>
      </w:r>
      <w:r w:rsidR="00AD4251" w:rsidRPr="007F742C">
        <w:rPr>
          <w:szCs w:val="28"/>
        </w:rPr>
        <w:t xml:space="preserve">государственную </w:t>
      </w:r>
      <w:r w:rsidRPr="007F742C">
        <w:rPr>
          <w:szCs w:val="28"/>
        </w:rPr>
        <w:t>социал</w:t>
      </w:r>
      <w:r w:rsidRPr="007F742C">
        <w:rPr>
          <w:szCs w:val="28"/>
        </w:rPr>
        <w:t>ь</w:t>
      </w:r>
      <w:r w:rsidRPr="007F742C">
        <w:rPr>
          <w:szCs w:val="28"/>
        </w:rPr>
        <w:lastRenderedPageBreak/>
        <w:t>ную помощь, гражданин – реализовать мероприятия, предусмотренные пр</w:t>
      </w:r>
      <w:r w:rsidRPr="007F742C">
        <w:rPr>
          <w:szCs w:val="28"/>
        </w:rPr>
        <w:t>о</w:t>
      </w:r>
      <w:r w:rsidRPr="007F742C">
        <w:rPr>
          <w:szCs w:val="28"/>
        </w:rPr>
        <w:t>граммой социальной адаптации;»;</w:t>
      </w:r>
    </w:p>
    <w:p w:rsidR="003F6B09" w:rsidRPr="007F742C" w:rsidRDefault="00AD4251" w:rsidP="003F6B09">
      <w:pPr>
        <w:rPr>
          <w:szCs w:val="28"/>
        </w:rPr>
      </w:pPr>
      <w:r w:rsidRPr="007F742C">
        <w:rPr>
          <w:szCs w:val="28"/>
        </w:rPr>
        <w:t>д</w:t>
      </w:r>
      <w:r w:rsidR="003F6B09" w:rsidRPr="007F742C">
        <w:rPr>
          <w:szCs w:val="28"/>
        </w:rPr>
        <w:t>) абзацы двенадцатый – семнадцатый считать абзацами четырнадц</w:t>
      </w:r>
      <w:r w:rsidR="003F6B09" w:rsidRPr="007F742C">
        <w:rPr>
          <w:szCs w:val="28"/>
        </w:rPr>
        <w:t>а</w:t>
      </w:r>
      <w:r w:rsidR="003F6B09" w:rsidRPr="007F742C">
        <w:rPr>
          <w:szCs w:val="28"/>
        </w:rPr>
        <w:t>тым – девятнадцатым соответственно;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2) в статье 21:</w:t>
      </w:r>
    </w:p>
    <w:p w:rsidR="00AD4251" w:rsidRPr="007F742C" w:rsidRDefault="00AD4251" w:rsidP="00AD4251">
      <w:pPr>
        <w:rPr>
          <w:szCs w:val="28"/>
        </w:rPr>
      </w:pPr>
      <w:r w:rsidRPr="007F742C">
        <w:rPr>
          <w:szCs w:val="28"/>
        </w:rPr>
        <w:t>а) в части 1 слова «федеральных образовательных учреждениях» зам</w:t>
      </w:r>
      <w:r w:rsidRPr="007F742C">
        <w:rPr>
          <w:szCs w:val="28"/>
        </w:rPr>
        <w:t>е</w:t>
      </w:r>
      <w:r w:rsidRPr="007F742C">
        <w:rPr>
          <w:szCs w:val="28"/>
        </w:rPr>
        <w:t>нить словами «федеральных образовательных организациях»;</w:t>
      </w:r>
    </w:p>
    <w:p w:rsidR="003F6B09" w:rsidRPr="007F742C" w:rsidRDefault="00AD4251" w:rsidP="003F6B09">
      <w:pPr>
        <w:rPr>
          <w:szCs w:val="28"/>
        </w:rPr>
      </w:pPr>
      <w:r w:rsidRPr="007F742C">
        <w:rPr>
          <w:szCs w:val="28"/>
        </w:rPr>
        <w:t>б</w:t>
      </w:r>
      <w:r w:rsidR="003F6B09" w:rsidRPr="007F742C">
        <w:rPr>
          <w:szCs w:val="28"/>
        </w:rPr>
        <w:t>) в части 2: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3 слова «образовательного учреждения» заменить словами «образовательной 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4 слова «по подготовке к поступлению в образовательное учреждение» заменить словами «</w:t>
      </w:r>
      <w:r w:rsidR="004D1ADF" w:rsidRPr="007F742C">
        <w:rPr>
          <w:szCs w:val="28"/>
        </w:rPr>
        <w:t>по обучению</w:t>
      </w:r>
      <w:r w:rsidRPr="007F742C">
        <w:rPr>
          <w:szCs w:val="28"/>
        </w:rPr>
        <w:t xml:space="preserve"> на подготовительных отдел</w:t>
      </w:r>
      <w:r w:rsidRPr="007F742C">
        <w:rPr>
          <w:szCs w:val="28"/>
        </w:rPr>
        <w:t>е</w:t>
      </w:r>
      <w:r w:rsidRPr="007F742C">
        <w:rPr>
          <w:szCs w:val="28"/>
        </w:rPr>
        <w:t>ниях образовательных организаций высшего образования»;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пункт 4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«4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>) социальной услуги по профессиональному обучению и получению второго среднего профессионального образования по программам подгото</w:t>
      </w:r>
      <w:r w:rsidRPr="007F742C">
        <w:rPr>
          <w:szCs w:val="28"/>
        </w:rPr>
        <w:t>в</w:t>
      </w:r>
      <w:r w:rsidRPr="007F742C">
        <w:rPr>
          <w:szCs w:val="28"/>
        </w:rPr>
        <w:t>ки квалифицированных рабочих</w:t>
      </w:r>
      <w:r w:rsidR="00AD4251" w:rsidRPr="007F742C">
        <w:rPr>
          <w:szCs w:val="28"/>
        </w:rPr>
        <w:t>,</w:t>
      </w:r>
      <w:r w:rsidRPr="007F742C">
        <w:rPr>
          <w:szCs w:val="28"/>
        </w:rPr>
        <w:t xml:space="preserve"> </w:t>
      </w:r>
      <w:r w:rsidR="00AD4251" w:rsidRPr="007F742C">
        <w:rPr>
          <w:szCs w:val="28"/>
        </w:rPr>
        <w:t xml:space="preserve">служащих </w:t>
      </w:r>
      <w:r w:rsidRPr="007F742C">
        <w:rPr>
          <w:szCs w:val="28"/>
        </w:rPr>
        <w:t>без взимания платы в соотве</w:t>
      </w:r>
      <w:r w:rsidRPr="007F742C">
        <w:rPr>
          <w:szCs w:val="28"/>
        </w:rPr>
        <w:t>т</w:t>
      </w:r>
      <w:r w:rsidRPr="007F742C">
        <w:rPr>
          <w:szCs w:val="28"/>
        </w:rPr>
        <w:t>ствии со статьей 66 настоящего Кодекса</w:t>
      </w:r>
      <w:proofErr w:type="gramStart"/>
      <w:r w:rsidRPr="007F742C">
        <w:rPr>
          <w:szCs w:val="28"/>
        </w:rPr>
        <w:t>;»</w:t>
      </w:r>
      <w:proofErr w:type="gramEnd"/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4</w:t>
      </w:r>
      <w:r w:rsidRPr="007F742C">
        <w:rPr>
          <w:szCs w:val="28"/>
          <w:vertAlign w:val="superscript"/>
        </w:rPr>
        <w:t>2</w:t>
      </w:r>
      <w:r w:rsidRPr="007F742C">
        <w:rPr>
          <w:szCs w:val="28"/>
        </w:rPr>
        <w:t xml:space="preserve"> слово «учреждения» заменить словом «организации»;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6 слова «образовательного учреждения» заменить словами «образовательной организации»;</w:t>
      </w:r>
    </w:p>
    <w:p w:rsidR="00AD4251" w:rsidRPr="007F742C" w:rsidRDefault="00AD4251" w:rsidP="00AD4251">
      <w:pPr>
        <w:rPr>
          <w:szCs w:val="28"/>
        </w:rPr>
      </w:pPr>
      <w:r w:rsidRPr="007F742C">
        <w:rPr>
          <w:szCs w:val="28"/>
        </w:rPr>
        <w:t>в) в части 3 слова «федеральных образовательных учреждениях» зам</w:t>
      </w:r>
      <w:r w:rsidRPr="007F742C">
        <w:rPr>
          <w:szCs w:val="28"/>
        </w:rPr>
        <w:t>е</w:t>
      </w:r>
      <w:r w:rsidRPr="007F742C">
        <w:rPr>
          <w:szCs w:val="28"/>
        </w:rPr>
        <w:t>нить словами «федеральных образовательных организациях»;</w:t>
      </w:r>
    </w:p>
    <w:p w:rsidR="003F6B09" w:rsidRPr="007F742C" w:rsidRDefault="00AD4251" w:rsidP="003F6B09">
      <w:pPr>
        <w:rPr>
          <w:szCs w:val="28"/>
        </w:rPr>
      </w:pPr>
      <w:r w:rsidRPr="007F742C">
        <w:rPr>
          <w:szCs w:val="28"/>
        </w:rPr>
        <w:t>г</w:t>
      </w:r>
      <w:r w:rsidR="003F6B09" w:rsidRPr="007F742C">
        <w:rPr>
          <w:szCs w:val="28"/>
        </w:rPr>
        <w:t>) в части 4: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3 слова «образовательного учреждения» заменить словами «образовательной 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3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 слова «по подготовке к поступлению в образовательное учреждение» заменить словами «</w:t>
      </w:r>
      <w:r w:rsidR="004D1ADF" w:rsidRPr="007F742C">
        <w:rPr>
          <w:szCs w:val="28"/>
        </w:rPr>
        <w:t>по обучению</w:t>
      </w:r>
      <w:r w:rsidRPr="007F742C">
        <w:rPr>
          <w:szCs w:val="28"/>
        </w:rPr>
        <w:t xml:space="preserve"> на подготовительных отдел</w:t>
      </w:r>
      <w:r w:rsidRPr="007F742C">
        <w:rPr>
          <w:szCs w:val="28"/>
        </w:rPr>
        <w:t>е</w:t>
      </w:r>
      <w:r w:rsidRPr="007F742C">
        <w:rPr>
          <w:szCs w:val="28"/>
        </w:rPr>
        <w:t>ниях образовательных организаций высшего образования»;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пункт 4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«4) социальной услуги по профессиональному обучению и получению второго среднего профессионального образования по программам подгото</w:t>
      </w:r>
      <w:r w:rsidRPr="007F742C">
        <w:rPr>
          <w:szCs w:val="28"/>
        </w:rPr>
        <w:t>в</w:t>
      </w:r>
      <w:r w:rsidRPr="007F742C">
        <w:rPr>
          <w:szCs w:val="28"/>
        </w:rPr>
        <w:t>ки квалифицированных рабочих, служащих без взимания платы в соотве</w:t>
      </w:r>
      <w:r w:rsidRPr="007F742C">
        <w:rPr>
          <w:szCs w:val="28"/>
        </w:rPr>
        <w:t>т</w:t>
      </w:r>
      <w:r w:rsidRPr="007F742C">
        <w:rPr>
          <w:szCs w:val="28"/>
        </w:rPr>
        <w:t>ствии со статьей 66 настоящего Кодекса</w:t>
      </w:r>
      <w:proofErr w:type="gramStart"/>
      <w:r w:rsidRPr="007F742C">
        <w:rPr>
          <w:szCs w:val="28"/>
        </w:rPr>
        <w:t>;»</w:t>
      </w:r>
      <w:proofErr w:type="gramEnd"/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6 слова «образовательного учреждения» заменить словами «образовательной организации»;</w:t>
      </w:r>
    </w:p>
    <w:p w:rsidR="003F6B09" w:rsidRPr="007F742C" w:rsidRDefault="00AD4251" w:rsidP="003F6B09">
      <w:pPr>
        <w:rPr>
          <w:szCs w:val="28"/>
        </w:rPr>
      </w:pPr>
      <w:r w:rsidRPr="007F742C">
        <w:rPr>
          <w:szCs w:val="28"/>
        </w:rPr>
        <w:t>д</w:t>
      </w:r>
      <w:r w:rsidR="003F6B09" w:rsidRPr="007F742C">
        <w:rPr>
          <w:szCs w:val="28"/>
        </w:rPr>
        <w:t>) абзац второй части 5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proofErr w:type="gramStart"/>
      <w:r w:rsidRPr="007F742C">
        <w:rPr>
          <w:szCs w:val="28"/>
        </w:rPr>
        <w:t xml:space="preserve">«Право на получение социальной поддержки в соответствии с </w:t>
      </w:r>
      <w:hyperlink w:anchor="sub_2141" w:history="1">
        <w:r w:rsidRPr="007F742C">
          <w:rPr>
            <w:rStyle w:val="ad"/>
            <w:color w:val="auto"/>
            <w:szCs w:val="28"/>
            <w:u w:val="none"/>
          </w:rPr>
          <w:t>частью 4</w:t>
        </w:r>
      </w:hyperlink>
      <w:r w:rsidRPr="007F742C">
        <w:rPr>
          <w:szCs w:val="28"/>
        </w:rPr>
        <w:t xml:space="preserve"> настоящей статьи сохраняется до окончания обучения по очной форме по имеющим государственную аккредитацию образовательным программам среднего профессионального образования и высшего образования за лицами из числа детей, оставшихся без попечения родителей, и иными обучающим</w:t>
      </w:r>
      <w:r w:rsidRPr="007F742C">
        <w:rPr>
          <w:szCs w:val="28"/>
        </w:rPr>
        <w:t>и</w:t>
      </w:r>
      <w:r w:rsidRPr="007F742C">
        <w:rPr>
          <w:szCs w:val="28"/>
        </w:rPr>
        <w:t>ся, потерявшими в период обучения обоих или единственного родителя, при достижении ими возраста 23 лет.»;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lastRenderedPageBreak/>
        <w:t>3) в пункте 3 части 2 статьи 23 слово «учреждения» заменить словом «организации»;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4) в части 5 статьи 24: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пункт 2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«2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>) компенсации расходов на присмотр и уход за детьми, осваива</w:t>
      </w:r>
      <w:r w:rsidRPr="007F742C">
        <w:rPr>
          <w:szCs w:val="28"/>
        </w:rPr>
        <w:t>ю</w:t>
      </w:r>
      <w:r w:rsidRPr="007F742C">
        <w:rPr>
          <w:szCs w:val="28"/>
        </w:rPr>
        <w:t>щими образовательные программы дошкольного образования в дошкольных образовательных организациях, в соответствии со статьей 74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 настоящего Кодекса</w:t>
      </w:r>
      <w:proofErr w:type="gramStart"/>
      <w:r w:rsidRPr="007F742C">
        <w:rPr>
          <w:szCs w:val="28"/>
        </w:rPr>
        <w:t>;»</w:t>
      </w:r>
      <w:proofErr w:type="gramEnd"/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пункте 5 слова «дошкольные образовательные учреждения» зам</w:t>
      </w:r>
      <w:r w:rsidRPr="007F742C">
        <w:rPr>
          <w:szCs w:val="28"/>
        </w:rPr>
        <w:t>е</w:t>
      </w:r>
      <w:r w:rsidRPr="007F742C">
        <w:rPr>
          <w:szCs w:val="28"/>
        </w:rPr>
        <w:t>нить словами «государственные или муниципальные дошкольные образов</w:t>
      </w:r>
      <w:r w:rsidRPr="007F742C">
        <w:rPr>
          <w:szCs w:val="28"/>
        </w:rPr>
        <w:t>а</w:t>
      </w:r>
      <w:r w:rsidRPr="007F742C">
        <w:rPr>
          <w:szCs w:val="28"/>
        </w:rPr>
        <w:t>тельные 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5) в части 2 статьи 25: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пункте 1 слово «учреждениях» заменить словом «организациях»;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пункте 3 слово «учреждения» заменить словом «организации»;</w:t>
      </w:r>
    </w:p>
    <w:p w:rsidR="00AD4251" w:rsidRPr="007F742C" w:rsidRDefault="00AD4251" w:rsidP="00AD4251">
      <w:pPr>
        <w:rPr>
          <w:szCs w:val="28"/>
        </w:rPr>
      </w:pPr>
      <w:r w:rsidRPr="007F742C">
        <w:rPr>
          <w:szCs w:val="28"/>
        </w:rPr>
        <w:t>6) в наименовании главы 7 слова «и ассистент</w:t>
      </w:r>
      <w:r w:rsidR="00C90FFC" w:rsidRPr="007F742C">
        <w:rPr>
          <w:szCs w:val="28"/>
        </w:rPr>
        <w:t>ы</w:t>
      </w:r>
      <w:r w:rsidRPr="007F742C">
        <w:rPr>
          <w:szCs w:val="28"/>
        </w:rPr>
        <w:t>» исключить;</w:t>
      </w:r>
    </w:p>
    <w:p w:rsidR="003F6B09" w:rsidRPr="007F742C" w:rsidRDefault="00AD4251" w:rsidP="003F6B09">
      <w:pPr>
        <w:rPr>
          <w:szCs w:val="28"/>
        </w:rPr>
      </w:pPr>
      <w:r w:rsidRPr="007F742C">
        <w:rPr>
          <w:szCs w:val="28"/>
        </w:rPr>
        <w:t>7</w:t>
      </w:r>
      <w:r w:rsidR="003F6B09" w:rsidRPr="007F742C">
        <w:rPr>
          <w:szCs w:val="28"/>
        </w:rPr>
        <w:t>) в статье 28: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наименование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«Статья 28. </w:t>
      </w:r>
      <w:r w:rsidRPr="007F742C">
        <w:rPr>
          <w:b/>
          <w:szCs w:val="28"/>
        </w:rPr>
        <w:t>Учащиеся</w:t>
      </w:r>
      <w:r w:rsidRPr="007F742C">
        <w:rPr>
          <w:szCs w:val="28"/>
        </w:rPr>
        <w:t>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1 статьи 28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«1. Учащиеся – лица, обучающиеся в расположенных на территории Ярославской области образовательных организациях по программам начал</w:t>
      </w:r>
      <w:r w:rsidRPr="007F742C">
        <w:rPr>
          <w:szCs w:val="28"/>
        </w:rPr>
        <w:t>ь</w:t>
      </w:r>
      <w:r w:rsidRPr="007F742C">
        <w:rPr>
          <w:szCs w:val="28"/>
        </w:rPr>
        <w:t>ного общего, основного общего или среднего общего образования по очной форме обучения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в части 2 слова «Обучающиеся в общеобразовательных учрежден</w:t>
      </w:r>
      <w:r w:rsidRPr="007F742C">
        <w:rPr>
          <w:szCs w:val="28"/>
        </w:rPr>
        <w:t>и</w:t>
      </w:r>
      <w:r w:rsidRPr="007F742C">
        <w:rPr>
          <w:szCs w:val="28"/>
        </w:rPr>
        <w:t>ях» заменить словом «Учащиеся»;</w:t>
      </w:r>
    </w:p>
    <w:p w:rsidR="003F6B09" w:rsidRPr="007F742C" w:rsidRDefault="00AD4251" w:rsidP="003F6B09">
      <w:pPr>
        <w:rPr>
          <w:szCs w:val="28"/>
        </w:rPr>
      </w:pPr>
      <w:r w:rsidRPr="007F742C">
        <w:rPr>
          <w:szCs w:val="28"/>
        </w:rPr>
        <w:t>8</w:t>
      </w:r>
      <w:r w:rsidR="003F6B09" w:rsidRPr="007F742C">
        <w:rPr>
          <w:szCs w:val="28"/>
        </w:rPr>
        <w:t>) в статье 29: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наименование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«Статья 29. </w:t>
      </w:r>
      <w:r w:rsidRPr="007F742C">
        <w:rPr>
          <w:b/>
          <w:szCs w:val="28"/>
        </w:rPr>
        <w:t>Студенты среднего профессионального образования</w:t>
      </w:r>
      <w:r w:rsidRPr="007F742C">
        <w:rPr>
          <w:szCs w:val="28"/>
        </w:rPr>
        <w:t>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1 статьи 29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«1. </w:t>
      </w:r>
      <w:proofErr w:type="gramStart"/>
      <w:r w:rsidRPr="007F742C">
        <w:rPr>
          <w:szCs w:val="28"/>
        </w:rPr>
        <w:t>Студенты среднего профессионального образования – лица, обуч</w:t>
      </w:r>
      <w:r w:rsidRPr="007F742C">
        <w:rPr>
          <w:szCs w:val="28"/>
        </w:rPr>
        <w:t>а</w:t>
      </w:r>
      <w:r w:rsidRPr="007F742C">
        <w:rPr>
          <w:szCs w:val="28"/>
        </w:rPr>
        <w:t>ющиеся в расположенных на территории Ярославской области образовател</w:t>
      </w:r>
      <w:r w:rsidRPr="007F742C">
        <w:rPr>
          <w:szCs w:val="28"/>
        </w:rPr>
        <w:t>ь</w:t>
      </w:r>
      <w:r w:rsidRPr="007F742C">
        <w:rPr>
          <w:szCs w:val="28"/>
        </w:rPr>
        <w:t>ных организациях по программам подготовки квалифицированных рабочих, служащих и программам подготовки специалистов среднего звена по очной форме обучения.»;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в части 2: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абзац первый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«2. Студенты среднего профессионального образования, осваивающие программы подготовки квалифицированных рабочих, служащих, имеют пр</w:t>
      </w:r>
      <w:r w:rsidRPr="007F742C">
        <w:rPr>
          <w:szCs w:val="28"/>
        </w:rPr>
        <w:t>а</w:t>
      </w:r>
      <w:r w:rsidRPr="007F742C">
        <w:rPr>
          <w:szCs w:val="28"/>
        </w:rPr>
        <w:t>во на получение</w:t>
      </w:r>
      <w:proofErr w:type="gramStart"/>
      <w:r w:rsidRPr="007F742C">
        <w:rPr>
          <w:szCs w:val="28"/>
        </w:rPr>
        <w:t>:»</w:t>
      </w:r>
      <w:proofErr w:type="gramEnd"/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3 слова «(для обучающихся в образовательных учреждениях Ярославской области)» заменить словами «(для студентов, обучающихся за счет бюджетных ассигнований областного бюджета)»;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г) часть 3 признать утратившей силу;</w:t>
      </w:r>
    </w:p>
    <w:p w:rsidR="00975847" w:rsidRPr="007F742C" w:rsidRDefault="00975847">
      <w:pPr>
        <w:ind w:firstLine="0"/>
        <w:jc w:val="left"/>
        <w:rPr>
          <w:szCs w:val="28"/>
        </w:rPr>
      </w:pPr>
      <w:r w:rsidRPr="007F742C">
        <w:rPr>
          <w:szCs w:val="28"/>
        </w:rPr>
        <w:br w:type="page"/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lastRenderedPageBreak/>
        <w:t>д) в части 4: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абзац первый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«4. Студенты среднего профессионального образования, осваивающие программы подготовки специалистов среднего звена, имеют право на пол</w:t>
      </w:r>
      <w:r w:rsidRPr="007F742C">
        <w:rPr>
          <w:szCs w:val="28"/>
        </w:rPr>
        <w:t>у</w:t>
      </w:r>
      <w:r w:rsidRPr="007F742C">
        <w:rPr>
          <w:szCs w:val="28"/>
        </w:rPr>
        <w:t>чение</w:t>
      </w:r>
      <w:proofErr w:type="gramStart"/>
      <w:r w:rsidRPr="007F742C">
        <w:rPr>
          <w:szCs w:val="28"/>
        </w:rPr>
        <w:t>:»</w:t>
      </w:r>
      <w:proofErr w:type="gramEnd"/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2 слова «(для обучающихся в образовательных учреждениях Ярославской области)» заменить словами «(для студентов, обучающихся за счет бюджетных ассигнований областного бюджета)»;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9</w:t>
      </w:r>
      <w:r w:rsidR="003F6B09" w:rsidRPr="007F742C">
        <w:rPr>
          <w:szCs w:val="28"/>
        </w:rPr>
        <w:t>) в статье 30: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наименование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«Статья 30. </w:t>
      </w:r>
      <w:r w:rsidRPr="007F742C">
        <w:rPr>
          <w:b/>
          <w:szCs w:val="28"/>
        </w:rPr>
        <w:t>Студенты высшего образования</w:t>
      </w:r>
      <w:r w:rsidRPr="007F742C">
        <w:rPr>
          <w:szCs w:val="28"/>
        </w:rPr>
        <w:t>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1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«1. </w:t>
      </w:r>
      <w:proofErr w:type="gramStart"/>
      <w:r w:rsidRPr="007F742C">
        <w:rPr>
          <w:szCs w:val="28"/>
        </w:rPr>
        <w:t>Студенты высшего образования – лица, обучающиеся по очной форме в расположенных на территории Ярославской области образовател</w:t>
      </w:r>
      <w:r w:rsidRPr="007F742C">
        <w:rPr>
          <w:szCs w:val="28"/>
        </w:rPr>
        <w:t>ь</w:t>
      </w:r>
      <w:r w:rsidRPr="007F742C">
        <w:rPr>
          <w:szCs w:val="28"/>
        </w:rPr>
        <w:t>ных организациях высшего образования и научных организациях по име</w:t>
      </w:r>
      <w:r w:rsidRPr="007F742C">
        <w:rPr>
          <w:szCs w:val="28"/>
        </w:rPr>
        <w:t>ю</w:t>
      </w:r>
      <w:r w:rsidRPr="007F742C">
        <w:rPr>
          <w:szCs w:val="28"/>
        </w:rPr>
        <w:t xml:space="preserve">щим государственную аккредитацию программам </w:t>
      </w:r>
      <w:proofErr w:type="spellStart"/>
      <w:r w:rsidRPr="007F742C">
        <w:rPr>
          <w:szCs w:val="28"/>
        </w:rPr>
        <w:t>бакалавриата</w:t>
      </w:r>
      <w:proofErr w:type="spellEnd"/>
      <w:r w:rsidRPr="007F742C">
        <w:rPr>
          <w:szCs w:val="28"/>
        </w:rPr>
        <w:t xml:space="preserve">, </w:t>
      </w:r>
      <w:proofErr w:type="spellStart"/>
      <w:r w:rsidRPr="007F742C">
        <w:rPr>
          <w:szCs w:val="28"/>
        </w:rPr>
        <w:t>специалит</w:t>
      </w:r>
      <w:r w:rsidRPr="007F742C">
        <w:rPr>
          <w:szCs w:val="28"/>
        </w:rPr>
        <w:t>е</w:t>
      </w:r>
      <w:r w:rsidRPr="007F742C">
        <w:rPr>
          <w:szCs w:val="28"/>
        </w:rPr>
        <w:t>та</w:t>
      </w:r>
      <w:proofErr w:type="spellEnd"/>
      <w:r w:rsidRPr="007F742C">
        <w:rPr>
          <w:szCs w:val="28"/>
        </w:rPr>
        <w:t>, магистратуры.»;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в части 2 слова «учреждений высшего профессионального образов</w:t>
      </w:r>
      <w:r w:rsidRPr="007F742C">
        <w:rPr>
          <w:szCs w:val="28"/>
        </w:rPr>
        <w:t>а</w:t>
      </w:r>
      <w:r w:rsidRPr="007F742C">
        <w:rPr>
          <w:szCs w:val="28"/>
        </w:rPr>
        <w:t>ния» заменить словами «высшего образования»;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10</w:t>
      </w:r>
      <w:r w:rsidR="003F6B09" w:rsidRPr="007F742C">
        <w:rPr>
          <w:szCs w:val="28"/>
        </w:rPr>
        <w:t>) в статье 31: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наименование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«Статья 31. </w:t>
      </w:r>
      <w:r w:rsidRPr="007F742C">
        <w:rPr>
          <w:b/>
          <w:szCs w:val="28"/>
        </w:rPr>
        <w:t>Аспиранты, ординаторы</w:t>
      </w:r>
      <w:r w:rsidRPr="007F742C">
        <w:rPr>
          <w:szCs w:val="28"/>
        </w:rPr>
        <w:t>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1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«1. Аспиранты – лица, обучающиеся по очной форме по имеющим го</w:t>
      </w:r>
      <w:r w:rsidRPr="007F742C">
        <w:rPr>
          <w:szCs w:val="28"/>
        </w:rPr>
        <w:t>с</w:t>
      </w:r>
      <w:r w:rsidRPr="007F742C">
        <w:rPr>
          <w:szCs w:val="28"/>
        </w:rPr>
        <w:t>ударственную аккредитацию программам подготовки научно-педагогических кадров в аспирантуре в организациях, осуществляющих образовательную д</w:t>
      </w:r>
      <w:r w:rsidRPr="007F742C">
        <w:rPr>
          <w:szCs w:val="28"/>
        </w:rPr>
        <w:t>е</w:t>
      </w:r>
      <w:r w:rsidRPr="007F742C">
        <w:rPr>
          <w:szCs w:val="28"/>
        </w:rPr>
        <w:t>ятельность и расположенных на территории Ярославской области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дополнить частью 1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 следующего содержания: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«1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. </w:t>
      </w:r>
      <w:proofErr w:type="gramStart"/>
      <w:r w:rsidRPr="007F742C">
        <w:rPr>
          <w:szCs w:val="28"/>
        </w:rPr>
        <w:t>Ординаторы – лица, обучающиеся по целевому направлению орг</w:t>
      </w:r>
      <w:r w:rsidRPr="007F742C">
        <w:rPr>
          <w:szCs w:val="28"/>
        </w:rPr>
        <w:t>а</w:t>
      </w:r>
      <w:r w:rsidRPr="007F742C">
        <w:rPr>
          <w:szCs w:val="28"/>
        </w:rPr>
        <w:t>нов исполнительной власти Ярославской области по очной форме по име</w:t>
      </w:r>
      <w:r w:rsidRPr="007F742C">
        <w:rPr>
          <w:szCs w:val="28"/>
        </w:rPr>
        <w:t>ю</w:t>
      </w:r>
      <w:r w:rsidRPr="007F742C">
        <w:rPr>
          <w:szCs w:val="28"/>
        </w:rPr>
        <w:t>щим государственную аккредитацию программам ординатуры в организац</w:t>
      </w:r>
      <w:r w:rsidRPr="007F742C">
        <w:rPr>
          <w:szCs w:val="28"/>
        </w:rPr>
        <w:t>и</w:t>
      </w:r>
      <w:r w:rsidRPr="007F742C">
        <w:rPr>
          <w:szCs w:val="28"/>
        </w:rPr>
        <w:t>ях, осуществляющих образовательную деятельность и расположенных на территории Ярославской области.»;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г) часть 2 признать утратившей силу;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д) в части 3 слова «и ассистенты» исключить;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11</w:t>
      </w:r>
      <w:r w:rsidR="003F6B09" w:rsidRPr="007F742C">
        <w:rPr>
          <w:szCs w:val="28"/>
        </w:rPr>
        <w:t>) в части 2 статьи 39: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пункт 3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«3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>) социальной услуги по профессиональному обучению и получению второго среднего профессионального образования по программам подгото</w:t>
      </w:r>
      <w:r w:rsidRPr="007F742C">
        <w:rPr>
          <w:szCs w:val="28"/>
        </w:rPr>
        <w:t>в</w:t>
      </w:r>
      <w:r w:rsidRPr="007F742C">
        <w:rPr>
          <w:szCs w:val="28"/>
        </w:rPr>
        <w:t>ки квалифицированных рабочих, служащих без взимания платы в соотве</w:t>
      </w:r>
      <w:r w:rsidRPr="007F742C">
        <w:rPr>
          <w:szCs w:val="28"/>
        </w:rPr>
        <w:t>т</w:t>
      </w:r>
      <w:r w:rsidRPr="007F742C">
        <w:rPr>
          <w:szCs w:val="28"/>
        </w:rPr>
        <w:t>ствии со статьей 66 настоящего Кодекса</w:t>
      </w:r>
      <w:proofErr w:type="gramStart"/>
      <w:r w:rsidRPr="007F742C">
        <w:rPr>
          <w:szCs w:val="28"/>
        </w:rPr>
        <w:t>;»</w:t>
      </w:r>
      <w:proofErr w:type="gramEnd"/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пункте 3</w:t>
      </w:r>
      <w:r w:rsidRPr="007F742C">
        <w:rPr>
          <w:szCs w:val="28"/>
          <w:vertAlign w:val="superscript"/>
        </w:rPr>
        <w:t>2</w:t>
      </w:r>
      <w:r w:rsidRPr="007F742C">
        <w:rPr>
          <w:szCs w:val="28"/>
        </w:rPr>
        <w:t xml:space="preserve"> слово «учреждения» заменить словом «организации»;</w:t>
      </w:r>
    </w:p>
    <w:p w:rsidR="00071732" w:rsidRPr="007F742C" w:rsidRDefault="00071732" w:rsidP="00071732">
      <w:pPr>
        <w:rPr>
          <w:szCs w:val="28"/>
        </w:rPr>
      </w:pPr>
      <w:r w:rsidRPr="007F742C">
        <w:rPr>
          <w:szCs w:val="28"/>
        </w:rPr>
        <w:t>1</w:t>
      </w:r>
      <w:r w:rsidR="005353C8" w:rsidRPr="007F742C">
        <w:rPr>
          <w:szCs w:val="28"/>
        </w:rPr>
        <w:t>2</w:t>
      </w:r>
      <w:r w:rsidRPr="007F742C">
        <w:rPr>
          <w:szCs w:val="28"/>
        </w:rPr>
        <w:t>) в пункте 4 части 3 статьи 41 слова «общеобразовательных учрежд</w:t>
      </w:r>
      <w:r w:rsidRPr="007F742C">
        <w:rPr>
          <w:szCs w:val="28"/>
        </w:rPr>
        <w:t>е</w:t>
      </w:r>
      <w:r w:rsidRPr="007F742C">
        <w:rPr>
          <w:szCs w:val="28"/>
        </w:rPr>
        <w:t>ниях» заменить словами «общеобразовательных организациях»;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lastRenderedPageBreak/>
        <w:t>13</w:t>
      </w:r>
      <w:r w:rsidR="003F6B09" w:rsidRPr="007F742C">
        <w:rPr>
          <w:szCs w:val="28"/>
        </w:rPr>
        <w:t>) в статье 43: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а) в </w:t>
      </w:r>
      <w:r w:rsidR="00071732" w:rsidRPr="007F742C">
        <w:rPr>
          <w:szCs w:val="28"/>
        </w:rPr>
        <w:t>части</w:t>
      </w:r>
      <w:r w:rsidRPr="007F742C">
        <w:rPr>
          <w:szCs w:val="28"/>
        </w:rPr>
        <w:t xml:space="preserve"> 2 слова «государственными образовательными учреждени</w:t>
      </w:r>
      <w:r w:rsidRPr="007F742C">
        <w:rPr>
          <w:szCs w:val="28"/>
        </w:rPr>
        <w:t>я</w:t>
      </w:r>
      <w:r w:rsidRPr="007F742C">
        <w:rPr>
          <w:szCs w:val="28"/>
        </w:rPr>
        <w:t>ми» заменить словами «государственными образовательными организаци</w:t>
      </w:r>
      <w:r w:rsidRPr="007F742C">
        <w:rPr>
          <w:szCs w:val="28"/>
        </w:rPr>
        <w:t>я</w:t>
      </w:r>
      <w:r w:rsidRPr="007F742C">
        <w:rPr>
          <w:szCs w:val="28"/>
        </w:rPr>
        <w:t>ми», слова «муниципальными образовательными учреждениями» заменить словами «муниципальными образовательными организациями»;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б) </w:t>
      </w:r>
      <w:r w:rsidR="00071732" w:rsidRPr="007F742C">
        <w:rPr>
          <w:szCs w:val="28"/>
        </w:rPr>
        <w:t>част</w:t>
      </w:r>
      <w:r w:rsidR="00595F82">
        <w:rPr>
          <w:szCs w:val="28"/>
        </w:rPr>
        <w:t>ь</w:t>
      </w:r>
      <w:r w:rsidRPr="007F742C">
        <w:rPr>
          <w:szCs w:val="28"/>
        </w:rPr>
        <w:t xml:space="preserve"> 3 после слов «рабочих поселках» дополнить словами «Яр</w:t>
      </w:r>
      <w:r w:rsidRPr="007F742C">
        <w:rPr>
          <w:szCs w:val="28"/>
        </w:rPr>
        <w:t>о</w:t>
      </w:r>
      <w:r w:rsidRPr="007F742C">
        <w:rPr>
          <w:szCs w:val="28"/>
        </w:rPr>
        <w:t>славской области»;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14</w:t>
      </w:r>
      <w:r w:rsidR="003F6B09" w:rsidRPr="007F742C">
        <w:rPr>
          <w:szCs w:val="28"/>
        </w:rPr>
        <w:t>) в статье 46: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часть 1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«1. Д</w:t>
      </w:r>
      <w:r w:rsidRPr="007F742C">
        <w:rPr>
          <w:bCs/>
          <w:szCs w:val="28"/>
        </w:rPr>
        <w:t xml:space="preserve">онор крови и (или) ее компонентов </w:t>
      </w:r>
      <w:r w:rsidRPr="007F742C">
        <w:rPr>
          <w:szCs w:val="28"/>
        </w:rPr>
        <w:t>– лицо, добровольно проше</w:t>
      </w:r>
      <w:r w:rsidRPr="007F742C">
        <w:rPr>
          <w:szCs w:val="28"/>
        </w:rPr>
        <w:t>д</w:t>
      </w:r>
      <w:r w:rsidRPr="007F742C">
        <w:rPr>
          <w:szCs w:val="28"/>
        </w:rPr>
        <w:t>шее медицинское обследование и добровольно сдающее кровь и (или) ее компоненты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2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«2. Доноры крови и ее компонентов, сдавшие кровь и (или) ее комп</w:t>
      </w:r>
      <w:r w:rsidRPr="007F742C">
        <w:rPr>
          <w:szCs w:val="28"/>
        </w:rPr>
        <w:t>о</w:t>
      </w:r>
      <w:r w:rsidRPr="007F742C">
        <w:rPr>
          <w:szCs w:val="28"/>
        </w:rPr>
        <w:t>ненты безвозмездно, имеют право на получение единовременной выплаты в соответствии со статьей 78 настоящего Кодекса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15</w:t>
      </w:r>
      <w:r w:rsidR="003F6B09" w:rsidRPr="007F742C">
        <w:rPr>
          <w:szCs w:val="28"/>
        </w:rPr>
        <w:t>) в части 1 статьи 54: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пункте 7 слова «образовательного учреждения» заменить словами «образовательной 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пункте 8 слова «по подготовке к поступлению в образовательное учреждение» заменить словами «на обучение на подготовительных отдел</w:t>
      </w:r>
      <w:r w:rsidRPr="007F742C">
        <w:rPr>
          <w:szCs w:val="28"/>
        </w:rPr>
        <w:t>е</w:t>
      </w:r>
      <w:r w:rsidRPr="007F742C">
        <w:rPr>
          <w:szCs w:val="28"/>
        </w:rPr>
        <w:t>ниях образовательных организаций высшего образования»;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пункт 9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«9) социальной услуги по профессиональному обучению и получению второго среднего профессионального образования по программам подгото</w:t>
      </w:r>
      <w:r w:rsidRPr="007F742C">
        <w:rPr>
          <w:szCs w:val="28"/>
        </w:rPr>
        <w:t>в</w:t>
      </w:r>
      <w:r w:rsidRPr="007F742C">
        <w:rPr>
          <w:szCs w:val="28"/>
        </w:rPr>
        <w:t>ки квалифицированных рабочих, служащих без взимания платы</w:t>
      </w:r>
      <w:proofErr w:type="gramStart"/>
      <w:r w:rsidRPr="007F742C">
        <w:rPr>
          <w:szCs w:val="28"/>
        </w:rPr>
        <w:t>;»</w:t>
      </w:r>
      <w:proofErr w:type="gramEnd"/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г) в пункте 14 слово «учреждения» заменить словом «организации»;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16</w:t>
      </w:r>
      <w:r w:rsidR="003F6B09" w:rsidRPr="007F742C">
        <w:rPr>
          <w:szCs w:val="28"/>
        </w:rPr>
        <w:t>) в статье 58: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части 3: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пункт 1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«1) студентам среднего профессионального образования</w:t>
      </w:r>
      <w:proofErr w:type="gramStart"/>
      <w:r w:rsidRPr="007F742C">
        <w:rPr>
          <w:szCs w:val="28"/>
        </w:rPr>
        <w:t>;»</w:t>
      </w:r>
      <w:proofErr w:type="gramEnd"/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пункт 2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«2) студентам высшего образования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4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«4. Социальная услуга по освобождению от оплаты 50 процентов сто</w:t>
      </w:r>
      <w:r w:rsidRPr="007F742C">
        <w:rPr>
          <w:szCs w:val="28"/>
        </w:rPr>
        <w:t>и</w:t>
      </w:r>
      <w:r w:rsidRPr="007F742C">
        <w:rPr>
          <w:szCs w:val="28"/>
        </w:rPr>
        <w:t>мости проезда в городском, пригородном и междугородном сообщении предоставляется постоянно на всей территории Ярославской области след</w:t>
      </w:r>
      <w:r w:rsidRPr="007F742C">
        <w:rPr>
          <w:szCs w:val="28"/>
        </w:rPr>
        <w:t>у</w:t>
      </w:r>
      <w:r w:rsidRPr="007F742C">
        <w:rPr>
          <w:szCs w:val="28"/>
        </w:rPr>
        <w:t>ющим категориям граждан: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1) ветеранам труда;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2) ветеранам военной службы;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3) труженикам тыла;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4) ветеранам труда Ярославской области;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5) реабилитированным лицам;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6) гражданам пожилого возраста;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lastRenderedPageBreak/>
        <w:t>7) инвалидам;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8) лицам, сопровождающим в поездке инвалида, которому установлена I группа инвалидности, или ребенка-инвалида;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9) почетным донорам;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10) </w:t>
      </w:r>
      <w:hyperlink r:id="rId9" w:history="1">
        <w:r w:rsidRPr="007F742C">
          <w:rPr>
            <w:rStyle w:val="ad"/>
            <w:color w:val="auto"/>
            <w:szCs w:val="28"/>
            <w:u w:val="none"/>
          </w:rPr>
          <w:t>гражданам</w:t>
        </w:r>
      </w:hyperlink>
      <w:r w:rsidRPr="007F742C">
        <w:rPr>
          <w:szCs w:val="28"/>
        </w:rPr>
        <w:t>, имеющим право на дополнительную социальную по</w:t>
      </w:r>
      <w:r w:rsidRPr="007F742C">
        <w:rPr>
          <w:szCs w:val="28"/>
        </w:rPr>
        <w:t>д</w:t>
      </w:r>
      <w:r w:rsidRPr="007F742C">
        <w:rPr>
          <w:szCs w:val="28"/>
        </w:rPr>
        <w:t>держку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в пункте 4 части 5 слово «учреждениях» заменить словом «организ</w:t>
      </w:r>
      <w:r w:rsidRPr="007F742C">
        <w:rPr>
          <w:szCs w:val="28"/>
        </w:rPr>
        <w:t>а</w:t>
      </w:r>
      <w:r w:rsidRPr="007F742C">
        <w:rPr>
          <w:szCs w:val="28"/>
        </w:rPr>
        <w:t>циях»;</w:t>
      </w:r>
    </w:p>
    <w:p w:rsidR="003F6B09" w:rsidRPr="007F742C" w:rsidRDefault="005353C8" w:rsidP="002C1E37">
      <w:pPr>
        <w:rPr>
          <w:szCs w:val="28"/>
        </w:rPr>
      </w:pPr>
      <w:r w:rsidRPr="007F742C">
        <w:rPr>
          <w:szCs w:val="28"/>
        </w:rPr>
        <w:t>17</w:t>
      </w:r>
      <w:r w:rsidR="003F6B09" w:rsidRPr="007F742C">
        <w:rPr>
          <w:szCs w:val="28"/>
        </w:rPr>
        <w:t>) статью 63 изложить в следующей редакции:</w:t>
      </w:r>
    </w:p>
    <w:p w:rsidR="003F6B09" w:rsidRPr="007F742C" w:rsidRDefault="003F6B09" w:rsidP="002C1E37">
      <w:pPr>
        <w:rPr>
          <w:szCs w:val="28"/>
        </w:rPr>
      </w:pPr>
      <w:r w:rsidRPr="007F742C">
        <w:rPr>
          <w:szCs w:val="28"/>
        </w:rPr>
        <w:t xml:space="preserve">«Статья 63. </w:t>
      </w:r>
      <w:r w:rsidRPr="007F742C">
        <w:rPr>
          <w:b/>
          <w:szCs w:val="28"/>
        </w:rPr>
        <w:t>Обеспечение бесплатным питанием</w:t>
      </w:r>
    </w:p>
    <w:p w:rsidR="003F6B09" w:rsidRPr="007F742C" w:rsidRDefault="003F6B09" w:rsidP="002C1E37">
      <w:pPr>
        <w:rPr>
          <w:szCs w:val="28"/>
        </w:rPr>
      </w:pPr>
      <w:r w:rsidRPr="007F742C">
        <w:rPr>
          <w:szCs w:val="28"/>
        </w:rPr>
        <w:t>1. Социальная услуга по обеспечению бесплатным одноразовым пит</w:t>
      </w:r>
      <w:r w:rsidRPr="007F742C">
        <w:rPr>
          <w:szCs w:val="28"/>
        </w:rPr>
        <w:t>а</w:t>
      </w:r>
      <w:r w:rsidRPr="007F742C">
        <w:rPr>
          <w:szCs w:val="28"/>
        </w:rPr>
        <w:t>нием в дни учебных занятий предоставляется:</w:t>
      </w:r>
    </w:p>
    <w:p w:rsidR="003F6B09" w:rsidRPr="007F742C" w:rsidRDefault="003F6B09" w:rsidP="002C1E37">
      <w:pPr>
        <w:rPr>
          <w:szCs w:val="28"/>
        </w:rPr>
      </w:pPr>
      <w:r w:rsidRPr="007F742C">
        <w:rPr>
          <w:szCs w:val="28"/>
        </w:rPr>
        <w:t>1) учащимся:</w:t>
      </w:r>
    </w:p>
    <w:p w:rsidR="00071732" w:rsidRPr="007F742C" w:rsidRDefault="00071732" w:rsidP="002C1E37">
      <w:pPr>
        <w:rPr>
          <w:bCs/>
          <w:szCs w:val="28"/>
        </w:rPr>
      </w:pPr>
      <w:r w:rsidRPr="007F742C">
        <w:rPr>
          <w:szCs w:val="28"/>
        </w:rPr>
        <w:t xml:space="preserve">а) </w:t>
      </w:r>
      <w:r w:rsidRPr="007F742C">
        <w:rPr>
          <w:bCs/>
          <w:szCs w:val="28"/>
        </w:rPr>
        <w:t>детям, обучающимся по программам начального общего образов</w:t>
      </w:r>
      <w:r w:rsidRPr="007F742C">
        <w:rPr>
          <w:bCs/>
          <w:szCs w:val="28"/>
        </w:rPr>
        <w:t>а</w:t>
      </w:r>
      <w:r w:rsidRPr="007F742C">
        <w:rPr>
          <w:bCs/>
          <w:szCs w:val="28"/>
        </w:rPr>
        <w:t>ния;</w:t>
      </w:r>
    </w:p>
    <w:p w:rsidR="003F6B09" w:rsidRPr="007F742C" w:rsidRDefault="00071732" w:rsidP="002C1E37">
      <w:pPr>
        <w:rPr>
          <w:szCs w:val="28"/>
        </w:rPr>
      </w:pPr>
      <w:r w:rsidRPr="007F742C">
        <w:rPr>
          <w:szCs w:val="28"/>
        </w:rPr>
        <w:t>б</w:t>
      </w:r>
      <w:r w:rsidR="003F6B09" w:rsidRPr="007F742C">
        <w:rPr>
          <w:szCs w:val="28"/>
        </w:rPr>
        <w:t>) детям из малоимущих семей;</w:t>
      </w:r>
    </w:p>
    <w:p w:rsidR="003F6B09" w:rsidRPr="007F742C" w:rsidRDefault="00071732" w:rsidP="002C1E37">
      <w:pPr>
        <w:rPr>
          <w:szCs w:val="28"/>
        </w:rPr>
      </w:pPr>
      <w:r w:rsidRPr="007F742C">
        <w:rPr>
          <w:szCs w:val="28"/>
        </w:rPr>
        <w:t>в</w:t>
      </w:r>
      <w:r w:rsidR="003F6B09" w:rsidRPr="007F742C">
        <w:rPr>
          <w:szCs w:val="28"/>
        </w:rPr>
        <w:t>) детям-инвалидам;</w:t>
      </w:r>
    </w:p>
    <w:p w:rsidR="003F6B09" w:rsidRPr="007F742C" w:rsidRDefault="00071732" w:rsidP="002C1E37">
      <w:pPr>
        <w:rPr>
          <w:szCs w:val="28"/>
        </w:rPr>
      </w:pPr>
      <w:r w:rsidRPr="007F742C">
        <w:rPr>
          <w:szCs w:val="28"/>
        </w:rPr>
        <w:t>г</w:t>
      </w:r>
      <w:r w:rsidR="003F6B09" w:rsidRPr="007F742C">
        <w:rPr>
          <w:szCs w:val="28"/>
        </w:rPr>
        <w:t>) детям, находящимся под опекой (попечительством), опекуны (поп</w:t>
      </w:r>
      <w:r w:rsidR="003F6B09" w:rsidRPr="007F742C">
        <w:rPr>
          <w:szCs w:val="28"/>
        </w:rPr>
        <w:t>е</w:t>
      </w:r>
      <w:r w:rsidR="003F6B09" w:rsidRPr="007F742C">
        <w:rPr>
          <w:szCs w:val="28"/>
        </w:rPr>
        <w:t>чители) которых не получают ежемесячную выплату на содержание ребенка, находящегося под опекой (попечительством), в соответствии со статьей 81 настоящего Кодекса;</w:t>
      </w:r>
    </w:p>
    <w:p w:rsidR="003F6B09" w:rsidRPr="007F742C" w:rsidRDefault="00071732" w:rsidP="002C1E37">
      <w:pPr>
        <w:rPr>
          <w:szCs w:val="28"/>
        </w:rPr>
      </w:pPr>
      <w:r w:rsidRPr="007F742C">
        <w:rPr>
          <w:szCs w:val="28"/>
        </w:rPr>
        <w:t>д</w:t>
      </w:r>
      <w:r w:rsidR="003F6B09" w:rsidRPr="007F742C">
        <w:rPr>
          <w:szCs w:val="28"/>
        </w:rPr>
        <w:t>) детям, состоящим на учете в противотуберкулезном диспансере;</w:t>
      </w:r>
    </w:p>
    <w:p w:rsidR="003F6B09" w:rsidRPr="007F742C" w:rsidRDefault="003F6B09" w:rsidP="002C1E37">
      <w:pPr>
        <w:rPr>
          <w:szCs w:val="28"/>
        </w:rPr>
      </w:pPr>
      <w:r w:rsidRPr="007F742C">
        <w:rPr>
          <w:szCs w:val="28"/>
        </w:rPr>
        <w:t>2) студентам среднего профессионального образования, осваивающим программы подготовки квалифицированных рабочих, служащих.</w:t>
      </w:r>
    </w:p>
    <w:p w:rsidR="00071732" w:rsidRPr="007F742C" w:rsidRDefault="003F6B09" w:rsidP="002C1E37">
      <w:pPr>
        <w:rPr>
          <w:szCs w:val="28"/>
        </w:rPr>
      </w:pPr>
      <w:r w:rsidRPr="007F742C">
        <w:rPr>
          <w:szCs w:val="28"/>
        </w:rPr>
        <w:t>2. Социальная услуга по обеспечению бесплатным двухразовым пит</w:t>
      </w:r>
      <w:r w:rsidRPr="007F742C">
        <w:rPr>
          <w:szCs w:val="28"/>
        </w:rPr>
        <w:t>а</w:t>
      </w:r>
      <w:r w:rsidRPr="007F742C">
        <w:rPr>
          <w:szCs w:val="28"/>
        </w:rPr>
        <w:t>нием в дни учебных занятий предоставляется детям с ограниченными во</w:t>
      </w:r>
      <w:r w:rsidRPr="007F742C">
        <w:rPr>
          <w:szCs w:val="28"/>
        </w:rPr>
        <w:t>з</w:t>
      </w:r>
      <w:r w:rsidRPr="007F742C">
        <w:rPr>
          <w:szCs w:val="28"/>
        </w:rPr>
        <w:t>можностями здоровья, обучающимся по основным общеобразовательным программам начального общего, основного общего, среднего общего образ</w:t>
      </w:r>
      <w:r w:rsidRPr="007F742C">
        <w:rPr>
          <w:szCs w:val="28"/>
        </w:rPr>
        <w:t>о</w:t>
      </w:r>
      <w:r w:rsidRPr="007F742C">
        <w:rPr>
          <w:szCs w:val="28"/>
        </w:rPr>
        <w:t>вания</w:t>
      </w:r>
      <w:r w:rsidR="00071732" w:rsidRPr="007F742C">
        <w:rPr>
          <w:szCs w:val="28"/>
        </w:rPr>
        <w:t>, а также детям из многодетных семей.</w:t>
      </w:r>
    </w:p>
    <w:p w:rsidR="003F6B09" w:rsidRPr="007F742C" w:rsidRDefault="003F6B09" w:rsidP="002C1E37">
      <w:pPr>
        <w:rPr>
          <w:szCs w:val="28"/>
        </w:rPr>
      </w:pPr>
      <w:r w:rsidRPr="007F742C">
        <w:rPr>
          <w:szCs w:val="28"/>
        </w:rPr>
        <w:t>3. Право на получение социальной услуги по обеспечению бесплатным питанием сохраняется за лицами, указанными в пункте 1 части 1 и части 2 настоящей статьи, достигшими возраста 18 лет и продолжающими обучение в образовательной организации, до окончания обучения.</w:t>
      </w:r>
    </w:p>
    <w:p w:rsidR="003F6B09" w:rsidRPr="007F742C" w:rsidRDefault="003F6B09" w:rsidP="002C1E37">
      <w:pPr>
        <w:rPr>
          <w:szCs w:val="28"/>
        </w:rPr>
      </w:pPr>
      <w:r w:rsidRPr="007F742C">
        <w:rPr>
          <w:szCs w:val="28"/>
        </w:rPr>
        <w:t>4. Социальная услуга по обеспечению бесплатным питанием пред</w:t>
      </w:r>
      <w:r w:rsidRPr="007F742C">
        <w:rPr>
          <w:szCs w:val="28"/>
        </w:rPr>
        <w:t>о</w:t>
      </w:r>
      <w:r w:rsidRPr="007F742C">
        <w:rPr>
          <w:szCs w:val="28"/>
        </w:rPr>
        <w:t>ставляется на основании заявления.</w:t>
      </w:r>
    </w:p>
    <w:p w:rsidR="003F6B09" w:rsidRPr="007F742C" w:rsidRDefault="003F6B09" w:rsidP="002C1E37">
      <w:pPr>
        <w:rPr>
          <w:szCs w:val="28"/>
        </w:rPr>
      </w:pPr>
      <w:r w:rsidRPr="007F742C">
        <w:rPr>
          <w:szCs w:val="28"/>
        </w:rPr>
        <w:t>Социальная услуга по обеспечению бесплатным питанием лиц, указа</w:t>
      </w:r>
      <w:r w:rsidRPr="007F742C">
        <w:rPr>
          <w:szCs w:val="28"/>
        </w:rPr>
        <w:t>н</w:t>
      </w:r>
      <w:r w:rsidRPr="007F742C">
        <w:rPr>
          <w:szCs w:val="28"/>
        </w:rPr>
        <w:t>ных в пункте 1 части 1 и части 2 настоящей статьи, предоставляется на осн</w:t>
      </w:r>
      <w:r w:rsidRPr="007F742C">
        <w:rPr>
          <w:szCs w:val="28"/>
        </w:rPr>
        <w:t>о</w:t>
      </w:r>
      <w:r w:rsidRPr="007F742C">
        <w:rPr>
          <w:szCs w:val="28"/>
        </w:rPr>
        <w:t>вании заявления и документов, подтверждающих право на получение бе</w:t>
      </w:r>
      <w:r w:rsidRPr="007F742C">
        <w:rPr>
          <w:szCs w:val="28"/>
        </w:rPr>
        <w:t>с</w:t>
      </w:r>
      <w:r w:rsidRPr="007F742C">
        <w:rPr>
          <w:szCs w:val="28"/>
        </w:rPr>
        <w:t xml:space="preserve">платного питания. 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Заявление о предоставлении бесплатного питания и документы, по</w:t>
      </w:r>
      <w:r w:rsidRPr="007F742C">
        <w:rPr>
          <w:szCs w:val="28"/>
        </w:rPr>
        <w:t>д</w:t>
      </w:r>
      <w:r w:rsidRPr="007F742C">
        <w:rPr>
          <w:szCs w:val="28"/>
        </w:rPr>
        <w:t>тверждающие право на получение бесплатного питания, предоставляются в образовательную организацию ежегодно с момента возникновения права на получение бесплатного питания.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lastRenderedPageBreak/>
        <w:t>5. Бесплатное питание предоставляется на указанный в заявлении п</w:t>
      </w:r>
      <w:r w:rsidRPr="007F742C">
        <w:rPr>
          <w:szCs w:val="28"/>
        </w:rPr>
        <w:t>е</w:t>
      </w:r>
      <w:r w:rsidRPr="007F742C">
        <w:rPr>
          <w:szCs w:val="28"/>
        </w:rPr>
        <w:t>риод, но не ранее, чем с 1 сентября, и не более чем до конца учебного года.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6. Право на получение бесплатного питания возникает с учебного дня, следующего за днем издания приказа руководителя образовательной орган</w:t>
      </w:r>
      <w:r w:rsidRPr="007F742C">
        <w:rPr>
          <w:szCs w:val="28"/>
        </w:rPr>
        <w:t>и</w:t>
      </w:r>
      <w:r w:rsidRPr="007F742C">
        <w:rPr>
          <w:szCs w:val="28"/>
        </w:rPr>
        <w:t xml:space="preserve">зации о предоставлении бесплатного питания. 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7. Бесплатное питание предоставляется в дни учебных занятий в обр</w:t>
      </w:r>
      <w:r w:rsidRPr="007F742C">
        <w:rPr>
          <w:szCs w:val="28"/>
        </w:rPr>
        <w:t>а</w:t>
      </w:r>
      <w:r w:rsidRPr="007F742C">
        <w:rPr>
          <w:szCs w:val="28"/>
        </w:rPr>
        <w:t>зовательной организации, а также во время проведения мероприятий за пр</w:t>
      </w:r>
      <w:r w:rsidRPr="007F742C">
        <w:rPr>
          <w:szCs w:val="28"/>
        </w:rPr>
        <w:t>е</w:t>
      </w:r>
      <w:r w:rsidRPr="007F742C">
        <w:rPr>
          <w:szCs w:val="28"/>
        </w:rPr>
        <w:t>делами образовательной организации в рамках образовательного процесса. Неиспользованное право на получение бесплатного питания не может быть реализовано в другой день.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8. Стоимость предоставления бесплатного питания и нормы обеспеч</w:t>
      </w:r>
      <w:r w:rsidRPr="007F742C">
        <w:rPr>
          <w:szCs w:val="28"/>
        </w:rPr>
        <w:t>е</w:t>
      </w:r>
      <w:r w:rsidRPr="007F742C">
        <w:rPr>
          <w:szCs w:val="28"/>
        </w:rPr>
        <w:t>ния бесплатным питанием на одного обучающегося в день устанавливаются Правительством Ярославской области.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9. Порядок организации предоставления социальной услуги по обесп</w:t>
      </w:r>
      <w:r w:rsidRPr="007F742C">
        <w:rPr>
          <w:szCs w:val="28"/>
        </w:rPr>
        <w:t>е</w:t>
      </w:r>
      <w:r w:rsidRPr="007F742C">
        <w:rPr>
          <w:szCs w:val="28"/>
        </w:rPr>
        <w:t>чению бесплатным питанием устанавливается уполномоченным органом и</w:t>
      </w:r>
      <w:r w:rsidRPr="007F742C">
        <w:rPr>
          <w:szCs w:val="28"/>
        </w:rPr>
        <w:t>с</w:t>
      </w:r>
      <w:r w:rsidRPr="007F742C">
        <w:rPr>
          <w:szCs w:val="28"/>
        </w:rPr>
        <w:t>полнительной власти Ярославской области в сфере образования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18</w:t>
      </w:r>
      <w:r w:rsidR="003F6B09" w:rsidRPr="007F742C">
        <w:rPr>
          <w:szCs w:val="28"/>
        </w:rPr>
        <w:t>) в статье 64: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наименовании слова «образовательного учреждения» заменить словами «образовательной 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1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«1. </w:t>
      </w:r>
      <w:proofErr w:type="gramStart"/>
      <w:r w:rsidRPr="007F742C">
        <w:rPr>
          <w:szCs w:val="28"/>
        </w:rPr>
        <w:t>Выпускники организаций, осуществляющих образовательную де</w:t>
      </w:r>
      <w:r w:rsidRPr="007F742C">
        <w:rPr>
          <w:szCs w:val="28"/>
        </w:rPr>
        <w:t>я</w:t>
      </w:r>
      <w:r w:rsidRPr="007F742C">
        <w:rPr>
          <w:szCs w:val="28"/>
        </w:rPr>
        <w:t>тельность, обучавшиеся по имеющим государственную аккредитацию обр</w:t>
      </w:r>
      <w:r w:rsidRPr="007F742C">
        <w:rPr>
          <w:szCs w:val="28"/>
        </w:rPr>
        <w:t>а</w:t>
      </w:r>
      <w:r w:rsidRPr="007F742C">
        <w:rPr>
          <w:szCs w:val="28"/>
        </w:rPr>
        <w:t>зовательным программам за счет средств областного бюджета или местных бюджетов, – дети-сироты и дети, оставшиеся без попечения родителей, лица из числа детей-сирот и детей, оставшихся без попечения родителей, за и</w:t>
      </w:r>
      <w:r w:rsidRPr="007F742C">
        <w:rPr>
          <w:szCs w:val="28"/>
        </w:rPr>
        <w:t>с</w:t>
      </w:r>
      <w:r w:rsidRPr="007F742C">
        <w:rPr>
          <w:szCs w:val="28"/>
        </w:rPr>
        <w:t>ключением лиц, продолжающих обучение по имеющим государственную а</w:t>
      </w:r>
      <w:r w:rsidRPr="007F742C">
        <w:rPr>
          <w:szCs w:val="28"/>
        </w:rPr>
        <w:t>к</w:t>
      </w:r>
      <w:r w:rsidRPr="007F742C">
        <w:rPr>
          <w:szCs w:val="28"/>
        </w:rPr>
        <w:t>кредитацию образовательным программам по очной форме за счет средств областного бюджета или местных бюджетов, обеспечиваются</w:t>
      </w:r>
      <w:proofErr w:type="gramEnd"/>
      <w:r w:rsidRPr="007F742C">
        <w:rPr>
          <w:szCs w:val="28"/>
        </w:rPr>
        <w:t xml:space="preserve"> одеждой, об</w:t>
      </w:r>
      <w:r w:rsidRPr="007F742C">
        <w:rPr>
          <w:szCs w:val="28"/>
        </w:rPr>
        <w:t>у</w:t>
      </w:r>
      <w:r w:rsidRPr="007F742C">
        <w:rPr>
          <w:szCs w:val="28"/>
        </w:rPr>
        <w:t>вью, мягким инвентарем, оборудованием и единовременным денежным п</w:t>
      </w:r>
      <w:r w:rsidRPr="007F742C">
        <w:rPr>
          <w:szCs w:val="28"/>
        </w:rPr>
        <w:t>о</w:t>
      </w:r>
      <w:r w:rsidRPr="007F742C">
        <w:rPr>
          <w:szCs w:val="28"/>
        </w:rPr>
        <w:t>собием по нормам, установленным Правительством Ярославской области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часть 2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«2. Лица, имеющие право на получение социальной услуги в соотве</w:t>
      </w:r>
      <w:r w:rsidRPr="007F742C">
        <w:rPr>
          <w:szCs w:val="28"/>
        </w:rPr>
        <w:t>т</w:t>
      </w:r>
      <w:r w:rsidRPr="007F742C">
        <w:rPr>
          <w:szCs w:val="28"/>
        </w:rPr>
        <w:t>ствии с частями 1 и 3 настоящей статьи, могут отказаться от ее получения, подав соответствующее заявление в организацию, осуществляющую образ</w:t>
      </w:r>
      <w:r w:rsidRPr="007F742C">
        <w:rPr>
          <w:szCs w:val="28"/>
        </w:rPr>
        <w:t>о</w:t>
      </w:r>
      <w:r w:rsidRPr="007F742C">
        <w:rPr>
          <w:szCs w:val="28"/>
        </w:rPr>
        <w:t>вательную деятельность. В этом случае организацией, осуществляющей о</w:t>
      </w:r>
      <w:r w:rsidRPr="007F742C">
        <w:rPr>
          <w:szCs w:val="28"/>
        </w:rPr>
        <w:t>б</w:t>
      </w:r>
      <w:r w:rsidRPr="007F742C">
        <w:rPr>
          <w:szCs w:val="28"/>
        </w:rPr>
        <w:t>разовательную деятельность, предоставляется денежная компенсация на обеспечение имуществом при выпуске в размерах, необходимых для прио</w:t>
      </w:r>
      <w:r w:rsidRPr="007F742C">
        <w:rPr>
          <w:szCs w:val="28"/>
        </w:rPr>
        <w:t>б</w:t>
      </w:r>
      <w:r w:rsidRPr="007F742C">
        <w:rPr>
          <w:szCs w:val="28"/>
        </w:rPr>
        <w:t>ретения соответствующего имущества, определяемых уполномоченным о</w:t>
      </w:r>
      <w:r w:rsidRPr="007F742C">
        <w:rPr>
          <w:szCs w:val="28"/>
        </w:rPr>
        <w:t>р</w:t>
      </w:r>
      <w:r w:rsidRPr="007F742C">
        <w:rPr>
          <w:szCs w:val="28"/>
        </w:rPr>
        <w:t>ганом исполнительной власти Ярославской области в сфере образования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г) часть 3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«3. </w:t>
      </w:r>
      <w:proofErr w:type="gramStart"/>
      <w:r w:rsidRPr="007F742C">
        <w:rPr>
          <w:szCs w:val="28"/>
        </w:rPr>
        <w:t>Дети, оставшиеся без попечения родителей, и лица из их числа, я</w:t>
      </w:r>
      <w:r w:rsidRPr="007F742C">
        <w:rPr>
          <w:szCs w:val="28"/>
        </w:rPr>
        <w:t>в</w:t>
      </w:r>
      <w:r w:rsidRPr="007F742C">
        <w:rPr>
          <w:szCs w:val="28"/>
        </w:rPr>
        <w:t>ляющиеся выпускниками организаций, осуществляющих образовательную деятельность, обучавшиеся по имеющим государственную аккредитацию о</w:t>
      </w:r>
      <w:r w:rsidRPr="007F742C">
        <w:rPr>
          <w:szCs w:val="28"/>
        </w:rPr>
        <w:t>б</w:t>
      </w:r>
      <w:r w:rsidRPr="007F742C">
        <w:rPr>
          <w:szCs w:val="28"/>
        </w:rPr>
        <w:t xml:space="preserve">разовательным программам за счет средств областного бюджета или местных </w:t>
      </w:r>
      <w:r w:rsidRPr="007F742C">
        <w:rPr>
          <w:szCs w:val="28"/>
        </w:rPr>
        <w:lastRenderedPageBreak/>
        <w:t>бюджетов и продолжающие обучение по очной форме по имеющим госуда</w:t>
      </w:r>
      <w:r w:rsidRPr="007F742C">
        <w:rPr>
          <w:szCs w:val="28"/>
        </w:rPr>
        <w:t>р</w:t>
      </w:r>
      <w:r w:rsidRPr="007F742C">
        <w:rPr>
          <w:szCs w:val="28"/>
        </w:rPr>
        <w:t>ственную аккредитацию образовательным программам, однократно обесп</w:t>
      </w:r>
      <w:r w:rsidRPr="007F742C">
        <w:rPr>
          <w:szCs w:val="28"/>
        </w:rPr>
        <w:t>е</w:t>
      </w:r>
      <w:r w:rsidRPr="007F742C">
        <w:rPr>
          <w:szCs w:val="28"/>
        </w:rPr>
        <w:t>чиваются одеждой и обувью по нормам, установленным Правительством Ярославской области.»;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д) часть 4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«4. Социальная услуга по обеспечению имуществом предоставляется организацией, осуществляющей образовательную деятельность, выпускн</w:t>
      </w:r>
      <w:r w:rsidRPr="007F742C">
        <w:rPr>
          <w:szCs w:val="28"/>
        </w:rPr>
        <w:t>и</w:t>
      </w:r>
      <w:r w:rsidRPr="007F742C">
        <w:rPr>
          <w:szCs w:val="28"/>
        </w:rPr>
        <w:t>ком которой является учащийся, воспитанник из числа детей, оставшихся без попечения родителей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19</w:t>
      </w:r>
      <w:r w:rsidR="003F6B09" w:rsidRPr="007F742C">
        <w:rPr>
          <w:szCs w:val="28"/>
        </w:rPr>
        <w:t>) в статье 65:</w:t>
      </w:r>
    </w:p>
    <w:p w:rsidR="007E2515" w:rsidRPr="007F742C" w:rsidRDefault="003F6B09" w:rsidP="003F6B09">
      <w:pPr>
        <w:rPr>
          <w:szCs w:val="28"/>
        </w:rPr>
      </w:pPr>
      <w:r w:rsidRPr="007F742C">
        <w:rPr>
          <w:szCs w:val="28"/>
        </w:rPr>
        <w:t>а) наименовани</w:t>
      </w:r>
      <w:r w:rsidR="007E2515" w:rsidRPr="007F742C">
        <w:rPr>
          <w:szCs w:val="28"/>
        </w:rPr>
        <w:t>е</w:t>
      </w:r>
      <w:r w:rsidRPr="007F742C">
        <w:rPr>
          <w:szCs w:val="28"/>
        </w:rPr>
        <w:t xml:space="preserve"> </w:t>
      </w:r>
      <w:r w:rsidR="007E2515" w:rsidRPr="007F742C">
        <w:rPr>
          <w:szCs w:val="28"/>
        </w:rPr>
        <w:t>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</w:t>
      </w:r>
      <w:r w:rsidR="007E2515" w:rsidRPr="007F742C">
        <w:rPr>
          <w:szCs w:val="28"/>
        </w:rPr>
        <w:t xml:space="preserve">Статья 65. </w:t>
      </w:r>
      <w:r w:rsidR="007E2515" w:rsidRPr="007F742C">
        <w:rPr>
          <w:b/>
          <w:szCs w:val="28"/>
        </w:rPr>
        <w:t>Обучение на подготовительных отделениях образов</w:t>
      </w:r>
      <w:r w:rsidR="007E2515" w:rsidRPr="007F742C">
        <w:rPr>
          <w:b/>
          <w:szCs w:val="28"/>
        </w:rPr>
        <w:t>а</w:t>
      </w:r>
      <w:r w:rsidR="007E2515" w:rsidRPr="007F742C">
        <w:rPr>
          <w:b/>
          <w:szCs w:val="28"/>
        </w:rPr>
        <w:t>тельных организаций высшего образования без взимания платы</w:t>
      </w:r>
      <w:r w:rsidR="007E2515" w:rsidRPr="007F742C">
        <w:rPr>
          <w:szCs w:val="28"/>
        </w:rPr>
        <w:t>»</w:t>
      </w:r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1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«1. Дети, оставшиеся без попечения родителей и лица из их числа, п</w:t>
      </w:r>
      <w:r w:rsidRPr="007F742C">
        <w:rPr>
          <w:szCs w:val="28"/>
        </w:rPr>
        <w:t>о</w:t>
      </w:r>
      <w:r w:rsidRPr="007F742C">
        <w:rPr>
          <w:szCs w:val="28"/>
        </w:rPr>
        <w:t>лучившие основное общее или среднее общее образование, имеют право на обучение на подготовительных отделениях образовательных организаций высшего образования без взимания платы в одной образовательной орган</w:t>
      </w:r>
      <w:r w:rsidRPr="007F742C">
        <w:rPr>
          <w:szCs w:val="28"/>
        </w:rPr>
        <w:t>и</w:t>
      </w:r>
      <w:r w:rsidRPr="007F742C">
        <w:rPr>
          <w:szCs w:val="28"/>
        </w:rPr>
        <w:t>зации по своему выбору один раз в течение календарного года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20</w:t>
      </w:r>
      <w:r w:rsidR="003F6B09" w:rsidRPr="007F742C">
        <w:rPr>
          <w:szCs w:val="28"/>
        </w:rPr>
        <w:t>) в статье 66: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наименование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«Статья 66. </w:t>
      </w:r>
      <w:r w:rsidRPr="007F742C">
        <w:rPr>
          <w:b/>
          <w:szCs w:val="28"/>
        </w:rPr>
        <w:t>Профессиональное обучение и получение второго сре</w:t>
      </w:r>
      <w:r w:rsidRPr="007F742C">
        <w:rPr>
          <w:b/>
          <w:szCs w:val="28"/>
        </w:rPr>
        <w:t>д</w:t>
      </w:r>
      <w:r w:rsidRPr="007F742C">
        <w:rPr>
          <w:b/>
          <w:szCs w:val="28"/>
        </w:rPr>
        <w:t>него профессионального образования по программам подготовки кв</w:t>
      </w:r>
      <w:r w:rsidRPr="007F742C">
        <w:rPr>
          <w:b/>
          <w:szCs w:val="28"/>
        </w:rPr>
        <w:t>а</w:t>
      </w:r>
      <w:r w:rsidRPr="007F742C">
        <w:rPr>
          <w:b/>
          <w:szCs w:val="28"/>
        </w:rPr>
        <w:t>лифицированных рабочих, служащих без взимания платы</w:t>
      </w:r>
      <w:r w:rsidRPr="007F742C">
        <w:rPr>
          <w:szCs w:val="28"/>
        </w:rPr>
        <w:t>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абзац первый части 1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«1. Право на профессиональное обучение и получение второго средн</w:t>
      </w:r>
      <w:r w:rsidRPr="007F742C">
        <w:rPr>
          <w:szCs w:val="28"/>
        </w:rPr>
        <w:t>е</w:t>
      </w:r>
      <w:r w:rsidRPr="007F742C">
        <w:rPr>
          <w:szCs w:val="28"/>
        </w:rPr>
        <w:t>го профессионального образования по программам подготовки квалифиц</w:t>
      </w:r>
      <w:r w:rsidRPr="007F742C">
        <w:rPr>
          <w:szCs w:val="28"/>
        </w:rPr>
        <w:t>и</w:t>
      </w:r>
      <w:r w:rsidRPr="007F742C">
        <w:rPr>
          <w:szCs w:val="28"/>
        </w:rPr>
        <w:t>рованных рабочих, служащих без взимания платы имеют</w:t>
      </w:r>
      <w:proofErr w:type="gramStart"/>
      <w:r w:rsidRPr="007F742C">
        <w:rPr>
          <w:szCs w:val="28"/>
        </w:rPr>
        <w:t>:»</w:t>
      </w:r>
      <w:proofErr w:type="gramEnd"/>
      <w:r w:rsidRPr="007F742C">
        <w:rPr>
          <w:szCs w:val="28"/>
        </w:rPr>
        <w:t>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21</w:t>
      </w:r>
      <w:r w:rsidR="003F6B09" w:rsidRPr="007F742C">
        <w:rPr>
          <w:szCs w:val="28"/>
        </w:rPr>
        <w:t>) статью 71 изложить в новой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</w:t>
      </w:r>
      <w:r w:rsidRPr="007F742C">
        <w:rPr>
          <w:bCs/>
          <w:szCs w:val="28"/>
        </w:rPr>
        <w:t>Статья 71.</w:t>
      </w:r>
      <w:r w:rsidRPr="007F742C">
        <w:rPr>
          <w:szCs w:val="28"/>
        </w:rPr>
        <w:t xml:space="preserve"> </w:t>
      </w:r>
      <w:r w:rsidRPr="007F742C">
        <w:rPr>
          <w:b/>
          <w:szCs w:val="28"/>
        </w:rPr>
        <w:t>Первоочередной прием в дошкольные образовательные организации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Первоочередной прием детей из многодетных семей, детей, оставшихся без попечения родителей, детей-инвалидов и детей, один из родителей кот</w:t>
      </w:r>
      <w:r w:rsidRPr="007F742C">
        <w:rPr>
          <w:szCs w:val="28"/>
        </w:rPr>
        <w:t>о</w:t>
      </w:r>
      <w:r w:rsidRPr="007F742C">
        <w:rPr>
          <w:szCs w:val="28"/>
        </w:rPr>
        <w:t>рых является инвалидом, в дошкольные образовательные организации прои</w:t>
      </w:r>
      <w:r w:rsidRPr="007F742C">
        <w:rPr>
          <w:szCs w:val="28"/>
        </w:rPr>
        <w:t>з</w:t>
      </w:r>
      <w:r w:rsidRPr="007F742C">
        <w:rPr>
          <w:szCs w:val="28"/>
        </w:rPr>
        <w:t>водится дошкольной образовательной организацией по заявлению их родит</w:t>
      </w:r>
      <w:r w:rsidRPr="007F742C">
        <w:rPr>
          <w:szCs w:val="28"/>
        </w:rPr>
        <w:t>е</w:t>
      </w:r>
      <w:r w:rsidRPr="007F742C">
        <w:rPr>
          <w:szCs w:val="28"/>
        </w:rPr>
        <w:t>лей (иных законных представителей)</w:t>
      </w:r>
      <w:proofErr w:type="gramStart"/>
      <w:r w:rsidRPr="007F742C">
        <w:rPr>
          <w:szCs w:val="28"/>
        </w:rPr>
        <w:t>.»</w:t>
      </w:r>
      <w:proofErr w:type="gramEnd"/>
      <w:r w:rsidRPr="007F742C">
        <w:rPr>
          <w:szCs w:val="28"/>
        </w:rPr>
        <w:t>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22</w:t>
      </w:r>
      <w:r w:rsidR="003F6B09" w:rsidRPr="007F742C">
        <w:rPr>
          <w:szCs w:val="28"/>
        </w:rPr>
        <w:t>) в части 2 статьи 73 слова «в образовательных учреждениях, име</w:t>
      </w:r>
      <w:r w:rsidR="003F6B09" w:rsidRPr="007F742C">
        <w:rPr>
          <w:szCs w:val="28"/>
        </w:rPr>
        <w:t>ю</w:t>
      </w:r>
      <w:r w:rsidR="003F6B09" w:rsidRPr="007F742C">
        <w:rPr>
          <w:szCs w:val="28"/>
        </w:rPr>
        <w:t>щих государственную аккредитацию» заменить словами «по имеющим гос</w:t>
      </w:r>
      <w:r w:rsidR="003F6B09" w:rsidRPr="007F742C">
        <w:rPr>
          <w:szCs w:val="28"/>
        </w:rPr>
        <w:t>у</w:t>
      </w:r>
      <w:r w:rsidR="003F6B09" w:rsidRPr="007F742C">
        <w:rPr>
          <w:szCs w:val="28"/>
        </w:rPr>
        <w:t>дарственную аккредитацию образовательным программам»;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23</w:t>
      </w:r>
      <w:r w:rsidR="003F6B09" w:rsidRPr="007F742C">
        <w:rPr>
          <w:szCs w:val="28"/>
        </w:rPr>
        <w:t>) статью 74</w:t>
      </w:r>
      <w:r w:rsidR="003F6B09" w:rsidRPr="007F742C">
        <w:rPr>
          <w:szCs w:val="28"/>
          <w:vertAlign w:val="superscript"/>
        </w:rPr>
        <w:t xml:space="preserve">1 </w:t>
      </w:r>
      <w:r w:rsidR="003F6B09" w:rsidRPr="007F742C">
        <w:rPr>
          <w:szCs w:val="28"/>
        </w:rPr>
        <w:t>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«Статья 74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. </w:t>
      </w:r>
      <w:r w:rsidRPr="007F742C">
        <w:rPr>
          <w:b/>
          <w:szCs w:val="28"/>
        </w:rPr>
        <w:t>Компенсация расходов на присмотр и уход за детьми, осваивающими образовательные программы дошкольного образования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1. Родители (законные представители) ребенка, внесшие плату за пр</w:t>
      </w:r>
      <w:r w:rsidRPr="007F742C">
        <w:rPr>
          <w:szCs w:val="28"/>
        </w:rPr>
        <w:t>и</w:t>
      </w:r>
      <w:r w:rsidRPr="007F742C">
        <w:rPr>
          <w:szCs w:val="28"/>
        </w:rPr>
        <w:t>смотр и уход за детьми, осваивающими образовательные программы д</w:t>
      </w:r>
      <w:r w:rsidRPr="007F742C">
        <w:rPr>
          <w:szCs w:val="28"/>
        </w:rPr>
        <w:t>о</w:t>
      </w:r>
      <w:r w:rsidRPr="007F742C">
        <w:rPr>
          <w:szCs w:val="28"/>
        </w:rPr>
        <w:lastRenderedPageBreak/>
        <w:t>школьного образования в организациях, осуществляющих образовательную деятельность, имеют право на компенсацию части указанной платы.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2. Размер компенсации части родительской платы определяется исходя из среднего размера родительской платы за присмотр и уход за детьми, осв</w:t>
      </w:r>
      <w:r w:rsidRPr="007F742C">
        <w:rPr>
          <w:szCs w:val="28"/>
        </w:rPr>
        <w:t>а</w:t>
      </w:r>
      <w:r w:rsidRPr="007F742C">
        <w:rPr>
          <w:szCs w:val="28"/>
        </w:rPr>
        <w:t>ивающими образовательные программы дошкольного образования в гос</w:t>
      </w:r>
      <w:r w:rsidRPr="007F742C">
        <w:rPr>
          <w:szCs w:val="28"/>
        </w:rPr>
        <w:t>у</w:t>
      </w:r>
      <w:r w:rsidRPr="007F742C">
        <w:rPr>
          <w:szCs w:val="28"/>
        </w:rPr>
        <w:t>дарственных и муниципальных организациях, осуществляющих образов</w:t>
      </w:r>
      <w:r w:rsidRPr="007F742C">
        <w:rPr>
          <w:szCs w:val="28"/>
        </w:rPr>
        <w:t>а</w:t>
      </w:r>
      <w:r w:rsidRPr="007F742C">
        <w:rPr>
          <w:szCs w:val="28"/>
        </w:rPr>
        <w:t>тельную деятельность на территории Ярославской области, и составляет: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1) 20 процентов на первого ребенка;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2) 50 процентов на второго ребенка; 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3) 70 процентов на третьего и последующих детей. 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3. Право на получение компенсации части родительской платы в д</w:t>
      </w:r>
      <w:r w:rsidRPr="007F742C">
        <w:rPr>
          <w:szCs w:val="28"/>
        </w:rPr>
        <w:t>о</w:t>
      </w:r>
      <w:r w:rsidRPr="007F742C">
        <w:rPr>
          <w:szCs w:val="28"/>
        </w:rPr>
        <w:t xml:space="preserve">школьной образовательной организации имеет один из родителей (законных представителей), </w:t>
      </w:r>
      <w:r w:rsidR="00147966" w:rsidRPr="007F742C">
        <w:rPr>
          <w:szCs w:val="28"/>
        </w:rPr>
        <w:t>внесши</w:t>
      </w:r>
      <w:r w:rsidR="00791160" w:rsidRPr="007F742C">
        <w:rPr>
          <w:szCs w:val="28"/>
        </w:rPr>
        <w:t>й</w:t>
      </w:r>
      <w:r w:rsidRPr="007F742C">
        <w:rPr>
          <w:szCs w:val="28"/>
        </w:rPr>
        <w:t xml:space="preserve"> плату за присмотр и уход за ребенком в соотве</w:t>
      </w:r>
      <w:r w:rsidRPr="007F742C">
        <w:rPr>
          <w:szCs w:val="28"/>
        </w:rPr>
        <w:t>т</w:t>
      </w:r>
      <w:r w:rsidRPr="007F742C">
        <w:rPr>
          <w:szCs w:val="28"/>
        </w:rPr>
        <w:t>ствующей образовательной организации.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4. Средний размер родительской платы за присмотр и уход за детьми, осваивающими образовательные программы дошкольного образования в го</w:t>
      </w:r>
      <w:r w:rsidRPr="007F742C">
        <w:rPr>
          <w:szCs w:val="28"/>
        </w:rPr>
        <w:t>с</w:t>
      </w:r>
      <w:r w:rsidRPr="007F742C">
        <w:rPr>
          <w:szCs w:val="28"/>
        </w:rPr>
        <w:t>ударственных и муниципальных организациях, осуществляющих образов</w:t>
      </w:r>
      <w:r w:rsidRPr="007F742C">
        <w:rPr>
          <w:szCs w:val="28"/>
        </w:rPr>
        <w:t>а</w:t>
      </w:r>
      <w:r w:rsidRPr="007F742C">
        <w:rPr>
          <w:szCs w:val="28"/>
        </w:rPr>
        <w:t>тельную деятельность, устанавливается Правительством Ярославской обл</w:t>
      </w:r>
      <w:r w:rsidRPr="007F742C">
        <w:rPr>
          <w:szCs w:val="28"/>
        </w:rPr>
        <w:t>а</w:t>
      </w:r>
      <w:r w:rsidRPr="007F742C">
        <w:rPr>
          <w:szCs w:val="28"/>
        </w:rPr>
        <w:t>сти по муниципальным районам и городским округам Ярославской области на основании сведений, представляемых органами местного самоуправления.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5. Порядок назначения и выплаты компенсации в соответствии с наст</w:t>
      </w:r>
      <w:r w:rsidRPr="007F742C">
        <w:rPr>
          <w:szCs w:val="28"/>
        </w:rPr>
        <w:t>о</w:t>
      </w:r>
      <w:r w:rsidRPr="007F742C">
        <w:rPr>
          <w:szCs w:val="28"/>
        </w:rPr>
        <w:t>ящей статьей устанавливается уполномоченным органом исполнительной власти Ярославской области в сфере образования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24</w:t>
      </w:r>
      <w:r w:rsidR="003F6B09" w:rsidRPr="007F742C">
        <w:rPr>
          <w:szCs w:val="28"/>
        </w:rPr>
        <w:t>) в статье 75: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наименовании слова «образовательного учреждения» заменить словами «образовательной 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части 1: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первом слова «образовательного учреждения» заменить сл</w:t>
      </w:r>
      <w:r w:rsidRPr="007F742C">
        <w:rPr>
          <w:szCs w:val="28"/>
        </w:rPr>
        <w:t>о</w:t>
      </w:r>
      <w:r w:rsidRPr="007F742C">
        <w:rPr>
          <w:szCs w:val="28"/>
        </w:rPr>
        <w:t>вами «образовательной организации»;</w:t>
      </w:r>
    </w:p>
    <w:p w:rsidR="003F6B09" w:rsidRPr="007F742C" w:rsidRDefault="003F6B09" w:rsidP="003F6B09">
      <w:pPr>
        <w:rPr>
          <w:szCs w:val="28"/>
        </w:rPr>
      </w:pPr>
      <w:proofErr w:type="gramStart"/>
      <w:r w:rsidRPr="007F742C">
        <w:rPr>
          <w:szCs w:val="28"/>
        </w:rPr>
        <w:t>в пункте 1 слова «образовательных учреждений, имеющих госуда</w:t>
      </w:r>
      <w:r w:rsidRPr="007F742C">
        <w:rPr>
          <w:szCs w:val="28"/>
        </w:rPr>
        <w:t>р</w:t>
      </w:r>
      <w:r w:rsidRPr="007F742C">
        <w:rPr>
          <w:szCs w:val="28"/>
        </w:rPr>
        <w:t>ственную аккредитацию и обучавшихся» заменить словами «организаций, осуществляющих образовательную деятельность, и обучавшихся по име</w:t>
      </w:r>
      <w:r w:rsidRPr="007F742C">
        <w:rPr>
          <w:szCs w:val="28"/>
        </w:rPr>
        <w:t>ю</w:t>
      </w:r>
      <w:r w:rsidRPr="007F742C">
        <w:rPr>
          <w:szCs w:val="28"/>
        </w:rPr>
        <w:t>щим государственную аккредитацию образовательным программам», слова «1234 рубля» заменить словами «1308 рублей»;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пункт 2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proofErr w:type="gramStart"/>
      <w:r w:rsidRPr="007F742C">
        <w:rPr>
          <w:szCs w:val="28"/>
        </w:rPr>
        <w:t>«2) для детей, оставшихся без попечения родителей, и лиц из их числа, являющихся выпускниками организаций, осуществляющих образовательную деятельность, обучавшихся по имеющим государственную аккредитацию о</w:t>
      </w:r>
      <w:r w:rsidRPr="007F742C">
        <w:rPr>
          <w:szCs w:val="28"/>
        </w:rPr>
        <w:t>б</w:t>
      </w:r>
      <w:r w:rsidRPr="007F742C">
        <w:rPr>
          <w:szCs w:val="28"/>
        </w:rPr>
        <w:t>разовательным программам за счет средств областного бюджета или местных бюджетов и продолжающих обучение по очной форме по имеющим госуда</w:t>
      </w:r>
      <w:r w:rsidRPr="007F742C">
        <w:rPr>
          <w:szCs w:val="28"/>
        </w:rPr>
        <w:t>р</w:t>
      </w:r>
      <w:r w:rsidRPr="007F742C">
        <w:rPr>
          <w:szCs w:val="28"/>
        </w:rPr>
        <w:t>ственную аккредитацию образовательным программам за счет средств о</w:t>
      </w:r>
      <w:r w:rsidRPr="007F742C">
        <w:rPr>
          <w:szCs w:val="28"/>
        </w:rPr>
        <w:t>б</w:t>
      </w:r>
      <w:r w:rsidRPr="007F742C">
        <w:rPr>
          <w:szCs w:val="28"/>
        </w:rPr>
        <w:t>ластного бюджета или местных бюджетов, – 523 рубля.»;</w:t>
      </w:r>
      <w:proofErr w:type="gramEnd"/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25</w:t>
      </w:r>
      <w:r w:rsidR="003F6B09" w:rsidRPr="007F742C">
        <w:rPr>
          <w:szCs w:val="28"/>
        </w:rPr>
        <w:t>) в части 1 статьи 76 цифры «25» заменить цифрами «27»;</w:t>
      </w:r>
    </w:p>
    <w:p w:rsidR="00975847" w:rsidRPr="007F742C" w:rsidRDefault="00975847">
      <w:pPr>
        <w:ind w:firstLine="0"/>
        <w:jc w:val="left"/>
        <w:rPr>
          <w:szCs w:val="28"/>
        </w:rPr>
      </w:pPr>
      <w:r w:rsidRPr="007F742C">
        <w:rPr>
          <w:szCs w:val="28"/>
        </w:rPr>
        <w:br w:type="page"/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lastRenderedPageBreak/>
        <w:t>26</w:t>
      </w:r>
      <w:r w:rsidR="003F6B09" w:rsidRPr="007F742C">
        <w:rPr>
          <w:szCs w:val="28"/>
        </w:rPr>
        <w:t>) в части 1 статьи 77: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пункте 1 цифры «4017» заменить цифрами «4258»;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пункте 2 цифры «5356» заменить цифрами «5677»;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в пункте 3 слова «6694 рубля» заменить словами «7096 рублей»;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27</w:t>
      </w:r>
      <w:r w:rsidR="003F6B09" w:rsidRPr="007F742C">
        <w:rPr>
          <w:szCs w:val="28"/>
        </w:rPr>
        <w:t>) в части 1 статьи 77</w:t>
      </w:r>
      <w:r w:rsidR="003F6B09" w:rsidRPr="007F742C">
        <w:rPr>
          <w:szCs w:val="28"/>
          <w:vertAlign w:val="superscript"/>
        </w:rPr>
        <w:t>1</w:t>
      </w:r>
      <w:r w:rsidR="003F6B09" w:rsidRPr="007F742C">
        <w:rPr>
          <w:szCs w:val="28"/>
        </w:rPr>
        <w:t xml:space="preserve"> цифры «53400» заменить цифрами «56606»;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28</w:t>
      </w:r>
      <w:r w:rsidR="003F6B09" w:rsidRPr="007F742C">
        <w:rPr>
          <w:szCs w:val="28"/>
        </w:rPr>
        <w:t>) в статье 78: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наименование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«Статья 78. </w:t>
      </w:r>
      <w:r w:rsidRPr="007F742C">
        <w:rPr>
          <w:b/>
          <w:szCs w:val="28"/>
        </w:rPr>
        <w:t>Единовременная выплата донорам крови и ее комп</w:t>
      </w:r>
      <w:r w:rsidRPr="007F742C">
        <w:rPr>
          <w:b/>
          <w:szCs w:val="28"/>
        </w:rPr>
        <w:t>о</w:t>
      </w:r>
      <w:r w:rsidRPr="007F742C">
        <w:rPr>
          <w:b/>
          <w:szCs w:val="28"/>
        </w:rPr>
        <w:t>нентов, сдавшим кровь и (или) ее компоненты безвозмездно</w:t>
      </w:r>
      <w:r w:rsidRPr="007F742C">
        <w:rPr>
          <w:szCs w:val="28"/>
        </w:rPr>
        <w:t>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часть 1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«1. Размер единовременной выплаты донорам крови и ее компонентов, сдавшим кровь и (или) ее компоненты безвозмездно, определяется Прав</w:t>
      </w:r>
      <w:r w:rsidRPr="007F742C">
        <w:rPr>
          <w:szCs w:val="28"/>
        </w:rPr>
        <w:t>и</w:t>
      </w:r>
      <w:r w:rsidRPr="007F742C">
        <w:rPr>
          <w:szCs w:val="28"/>
        </w:rPr>
        <w:t>тельством Ярославской области.</w:t>
      </w:r>
    </w:p>
    <w:p w:rsidR="003F6B09" w:rsidRPr="007F742C" w:rsidRDefault="003F6B09" w:rsidP="003F6B09">
      <w:pPr>
        <w:numPr>
          <w:ilvl w:val="2"/>
          <w:numId w:val="2"/>
        </w:numPr>
        <w:tabs>
          <w:tab w:val="clear" w:pos="720"/>
          <w:tab w:val="num" w:pos="0"/>
        </w:tabs>
        <w:ind w:left="0" w:firstLine="709"/>
        <w:rPr>
          <w:szCs w:val="28"/>
        </w:rPr>
      </w:pPr>
      <w:r w:rsidRPr="007F742C">
        <w:rPr>
          <w:szCs w:val="28"/>
        </w:rPr>
        <w:t>в) часть 2 изложить в следующей редакции:</w:t>
      </w:r>
    </w:p>
    <w:p w:rsidR="003F6B09" w:rsidRPr="007F742C" w:rsidRDefault="003F6B09" w:rsidP="003F6B09">
      <w:pPr>
        <w:numPr>
          <w:ilvl w:val="2"/>
          <w:numId w:val="2"/>
        </w:numPr>
        <w:tabs>
          <w:tab w:val="clear" w:pos="720"/>
          <w:tab w:val="num" w:pos="0"/>
        </w:tabs>
        <w:ind w:left="0" w:firstLine="709"/>
        <w:rPr>
          <w:szCs w:val="28"/>
        </w:rPr>
      </w:pPr>
      <w:r w:rsidRPr="007F742C">
        <w:rPr>
          <w:szCs w:val="28"/>
        </w:rPr>
        <w:t>«2. Единовременная выплата назначается и выплачивается донорам крови и (или) ее компонентов, сдавшим кровь и (или) ее компоненты безво</w:t>
      </w:r>
      <w:r w:rsidRPr="007F742C">
        <w:rPr>
          <w:szCs w:val="28"/>
        </w:rPr>
        <w:t>з</w:t>
      </w:r>
      <w:r w:rsidRPr="007F742C">
        <w:rPr>
          <w:szCs w:val="28"/>
        </w:rPr>
        <w:t>мездно, медицинскими организациями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5353C8" w:rsidP="003F6B09">
      <w:pPr>
        <w:numPr>
          <w:ilvl w:val="2"/>
          <w:numId w:val="2"/>
        </w:numPr>
        <w:tabs>
          <w:tab w:val="clear" w:pos="720"/>
          <w:tab w:val="num" w:pos="0"/>
        </w:tabs>
        <w:ind w:left="0" w:firstLine="709"/>
        <w:rPr>
          <w:szCs w:val="28"/>
        </w:rPr>
      </w:pPr>
      <w:r w:rsidRPr="007F742C">
        <w:rPr>
          <w:szCs w:val="28"/>
        </w:rPr>
        <w:t>29</w:t>
      </w:r>
      <w:r w:rsidR="003F6B09" w:rsidRPr="007F742C">
        <w:rPr>
          <w:szCs w:val="28"/>
        </w:rPr>
        <w:t>) в части 1 статьи 79 цифры «2410» заменить цифрами «2555»;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30</w:t>
      </w:r>
      <w:r w:rsidR="003F6B09" w:rsidRPr="007F742C">
        <w:rPr>
          <w:szCs w:val="28"/>
        </w:rPr>
        <w:t>) в статье 80: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части 1 цифры «1205» заменить цифрами «1277»;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части 2 слово «учреждениях» заменить словом «организациях»;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31</w:t>
      </w:r>
      <w:r w:rsidR="003F6B09" w:rsidRPr="007F742C">
        <w:rPr>
          <w:szCs w:val="28"/>
        </w:rPr>
        <w:t>) в статье 81: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части 1: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1 цифры «6639» заменить цифрами «7037»;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2 слова «7927 рублей» заменить словами «8403 рубля»;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3 цифры «8726» заменить цифрами «9250»;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части 5 слова «общеобразовательном учреждении» заменить сл</w:t>
      </w:r>
      <w:r w:rsidRPr="007F742C">
        <w:rPr>
          <w:szCs w:val="28"/>
        </w:rPr>
        <w:t>о</w:t>
      </w:r>
      <w:r w:rsidRPr="007F742C">
        <w:rPr>
          <w:szCs w:val="28"/>
        </w:rPr>
        <w:t>вами «общеобразовательной организации»;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32</w:t>
      </w:r>
      <w:r w:rsidR="003F6B09" w:rsidRPr="007F742C">
        <w:rPr>
          <w:szCs w:val="28"/>
        </w:rPr>
        <w:t>) в статье 82: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а) в части 1 цифры </w:t>
      </w:r>
      <w:r w:rsidR="00071732" w:rsidRPr="007F742C">
        <w:rPr>
          <w:szCs w:val="28"/>
        </w:rPr>
        <w:t>«2677»</w:t>
      </w:r>
      <w:r w:rsidRPr="007F742C">
        <w:rPr>
          <w:szCs w:val="28"/>
        </w:rPr>
        <w:t xml:space="preserve"> заменить цифрами </w:t>
      </w:r>
      <w:r w:rsidR="00071732" w:rsidRPr="007F742C">
        <w:rPr>
          <w:szCs w:val="28"/>
        </w:rPr>
        <w:t>«2838»</w:t>
      </w:r>
      <w:r w:rsidRPr="007F742C">
        <w:rPr>
          <w:szCs w:val="28"/>
        </w:rPr>
        <w:t>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части 2: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пункт 1 дополнить словами «или до окончания ими обучения в общ</w:t>
      </w:r>
      <w:r w:rsidRPr="007F742C">
        <w:rPr>
          <w:szCs w:val="28"/>
        </w:rPr>
        <w:t>е</w:t>
      </w:r>
      <w:r w:rsidRPr="007F742C">
        <w:rPr>
          <w:szCs w:val="28"/>
        </w:rPr>
        <w:t>образовательной 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2 слова «в учебных заведениях высшего и среднего професс</w:t>
      </w:r>
      <w:r w:rsidRPr="007F742C">
        <w:rPr>
          <w:szCs w:val="28"/>
        </w:rPr>
        <w:t>и</w:t>
      </w:r>
      <w:r w:rsidRPr="007F742C">
        <w:rPr>
          <w:szCs w:val="28"/>
        </w:rPr>
        <w:t>онального образования» заменить словами «по программам среднего профе</w:t>
      </w:r>
      <w:r w:rsidRPr="007F742C">
        <w:rPr>
          <w:szCs w:val="28"/>
        </w:rPr>
        <w:t>с</w:t>
      </w:r>
      <w:r w:rsidRPr="007F742C">
        <w:rPr>
          <w:szCs w:val="28"/>
        </w:rPr>
        <w:t>сионального и высшего образования»;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33</w:t>
      </w:r>
      <w:r w:rsidR="003F6B09" w:rsidRPr="007F742C">
        <w:rPr>
          <w:szCs w:val="28"/>
        </w:rPr>
        <w:t>) в части 1 статьи 83 слова «268 рублей» заменить словами «284 ру</w:t>
      </w:r>
      <w:r w:rsidR="003F6B09" w:rsidRPr="007F742C">
        <w:rPr>
          <w:szCs w:val="28"/>
        </w:rPr>
        <w:t>б</w:t>
      </w:r>
      <w:r w:rsidR="003F6B09" w:rsidRPr="007F742C">
        <w:rPr>
          <w:szCs w:val="28"/>
        </w:rPr>
        <w:t>ля»;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34</w:t>
      </w:r>
      <w:r w:rsidR="003F6B09" w:rsidRPr="007F742C">
        <w:rPr>
          <w:szCs w:val="28"/>
        </w:rPr>
        <w:t>) в статье 84: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наименовании слова «дошкольные образовательные учреждения» заменить словами «государственные или муниципальные дошкольные обр</w:t>
      </w:r>
      <w:r w:rsidRPr="007F742C">
        <w:rPr>
          <w:szCs w:val="28"/>
        </w:rPr>
        <w:t>а</w:t>
      </w:r>
      <w:r w:rsidRPr="007F742C">
        <w:rPr>
          <w:szCs w:val="28"/>
        </w:rPr>
        <w:t>зовательные организации»;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lastRenderedPageBreak/>
        <w:t>б) в части 1 слова «дошкольные образовательные учреждения» зам</w:t>
      </w:r>
      <w:r w:rsidRPr="007F742C">
        <w:rPr>
          <w:szCs w:val="28"/>
        </w:rPr>
        <w:t>е</w:t>
      </w:r>
      <w:r w:rsidRPr="007F742C">
        <w:rPr>
          <w:szCs w:val="28"/>
        </w:rPr>
        <w:t>нить словами «государственные или муниципальные дошкольные образов</w:t>
      </w:r>
      <w:r w:rsidRPr="007F742C">
        <w:rPr>
          <w:szCs w:val="28"/>
        </w:rPr>
        <w:t>а</w:t>
      </w:r>
      <w:r w:rsidRPr="007F742C">
        <w:rPr>
          <w:szCs w:val="28"/>
        </w:rPr>
        <w:t>тельные организации», цифры «669» заменить цифрами «709»;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часть 2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«2. </w:t>
      </w:r>
      <w:proofErr w:type="gramStart"/>
      <w:r w:rsidRPr="007F742C">
        <w:rPr>
          <w:szCs w:val="28"/>
        </w:rPr>
        <w:t>Ежемесячная выплата на детей, не посещающих дошкольные обр</w:t>
      </w:r>
      <w:r w:rsidRPr="007F742C">
        <w:rPr>
          <w:szCs w:val="28"/>
        </w:rPr>
        <w:t>а</w:t>
      </w:r>
      <w:r w:rsidRPr="007F742C">
        <w:rPr>
          <w:szCs w:val="28"/>
        </w:rPr>
        <w:t>зовательные организации, назначается на детей в возрасте от полутора до трех лет, не посещающих государственные или муниципальные дошкольные образовательные организации или принятых в государственные или муниц</w:t>
      </w:r>
      <w:r w:rsidRPr="007F742C">
        <w:rPr>
          <w:szCs w:val="28"/>
        </w:rPr>
        <w:t>и</w:t>
      </w:r>
      <w:r w:rsidRPr="007F742C">
        <w:rPr>
          <w:szCs w:val="28"/>
        </w:rPr>
        <w:t>пальные дошкольные образовательные организации в группы кратковреме</w:t>
      </w:r>
      <w:r w:rsidRPr="007F742C">
        <w:rPr>
          <w:szCs w:val="28"/>
        </w:rPr>
        <w:t>н</w:t>
      </w:r>
      <w:r w:rsidRPr="007F742C">
        <w:rPr>
          <w:szCs w:val="28"/>
        </w:rPr>
        <w:t>ного пребывания (от трех до пяти часов в день) в связи с отсутствием св</w:t>
      </w:r>
      <w:r w:rsidRPr="007F742C">
        <w:rPr>
          <w:szCs w:val="28"/>
        </w:rPr>
        <w:t>о</w:t>
      </w:r>
      <w:r w:rsidRPr="007F742C">
        <w:rPr>
          <w:szCs w:val="28"/>
        </w:rPr>
        <w:t>бодных мест в таких организациях, отсутствием в населенном пункте</w:t>
      </w:r>
      <w:proofErr w:type="gramEnd"/>
      <w:r w:rsidRPr="007F742C">
        <w:rPr>
          <w:szCs w:val="28"/>
        </w:rPr>
        <w:t xml:space="preserve"> гос</w:t>
      </w:r>
      <w:r w:rsidRPr="007F742C">
        <w:rPr>
          <w:szCs w:val="28"/>
        </w:rPr>
        <w:t>у</w:t>
      </w:r>
      <w:r w:rsidRPr="007F742C">
        <w:rPr>
          <w:szCs w:val="28"/>
        </w:rPr>
        <w:t>дарственных или муниципальных дошкольных образовательных организ</w:t>
      </w:r>
      <w:r w:rsidRPr="007F742C">
        <w:rPr>
          <w:szCs w:val="28"/>
        </w:rPr>
        <w:t>а</w:t>
      </w:r>
      <w:r w:rsidRPr="007F742C">
        <w:rPr>
          <w:szCs w:val="28"/>
        </w:rPr>
        <w:t>ций, либо по медицинским показаниям, и выплачивается одному из родит</w:t>
      </w:r>
      <w:r w:rsidRPr="007F742C">
        <w:rPr>
          <w:szCs w:val="28"/>
        </w:rPr>
        <w:t>е</w:t>
      </w:r>
      <w:r w:rsidRPr="007F742C">
        <w:rPr>
          <w:szCs w:val="28"/>
        </w:rPr>
        <w:t>лей (усыновителей) ребенка</w:t>
      </w:r>
      <w:proofErr w:type="gramStart"/>
      <w:r w:rsidRPr="007F742C">
        <w:rPr>
          <w:szCs w:val="28"/>
        </w:rPr>
        <w:t>.»;</w:t>
      </w:r>
      <w:proofErr w:type="gramEnd"/>
    </w:p>
    <w:p w:rsidR="00382279" w:rsidRPr="007F742C" w:rsidRDefault="00382279" w:rsidP="003F6B09">
      <w:pPr>
        <w:rPr>
          <w:szCs w:val="28"/>
        </w:rPr>
      </w:pPr>
      <w:r w:rsidRPr="007F742C">
        <w:rPr>
          <w:szCs w:val="28"/>
        </w:rPr>
        <w:t xml:space="preserve">г) </w:t>
      </w:r>
      <w:r w:rsidR="003714AB" w:rsidRPr="007F742C">
        <w:rPr>
          <w:szCs w:val="28"/>
        </w:rPr>
        <w:t>в абзаце первом части 3 слово «учреждения» заменить словом «орг</w:t>
      </w:r>
      <w:r w:rsidR="003714AB" w:rsidRPr="007F742C">
        <w:rPr>
          <w:szCs w:val="28"/>
        </w:rPr>
        <w:t>а</w:t>
      </w:r>
      <w:r w:rsidR="003714AB" w:rsidRPr="007F742C">
        <w:rPr>
          <w:szCs w:val="28"/>
        </w:rPr>
        <w:t>низации»;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35</w:t>
      </w:r>
      <w:r w:rsidR="003F6B09" w:rsidRPr="007F742C">
        <w:rPr>
          <w:szCs w:val="28"/>
        </w:rPr>
        <w:t>) в части 1 статьи 86: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пункте 1 слова «763 рубля» заменить словами «809 рублей»;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пункте 2 слова «596 рублей» заменить словами «632 рубля»;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в пункте 3 слова «421 рубль» заменить словами «446 рублей»;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г) в пункте 4 цифры «308» заменить цифрами «326»;</w:t>
      </w:r>
    </w:p>
    <w:p w:rsidR="003F6B09" w:rsidRPr="007F742C" w:rsidRDefault="005353C8" w:rsidP="003F6B09">
      <w:pPr>
        <w:rPr>
          <w:szCs w:val="28"/>
          <w:vertAlign w:val="superscript"/>
        </w:rPr>
      </w:pPr>
      <w:r w:rsidRPr="007F742C">
        <w:rPr>
          <w:szCs w:val="28"/>
        </w:rPr>
        <w:t>36</w:t>
      </w:r>
      <w:r w:rsidR="003F6B09" w:rsidRPr="007F742C">
        <w:rPr>
          <w:szCs w:val="28"/>
        </w:rPr>
        <w:t>) в статьи 86</w:t>
      </w:r>
      <w:r w:rsidR="003F6B09" w:rsidRPr="007F742C">
        <w:rPr>
          <w:szCs w:val="28"/>
          <w:vertAlign w:val="superscript"/>
        </w:rPr>
        <w:t>1</w:t>
      </w:r>
      <w:r w:rsidR="003F6B09" w:rsidRPr="007F742C">
        <w:rPr>
          <w:szCs w:val="28"/>
        </w:rPr>
        <w:t>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части 1 цифры «13515» заменить цифрами «14326»;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части 5 слова «вне зависимости от даты подачи соответствующего заявления» заменить словами «но не более чем за шесть месяцев до месяца, предшествующего подаче соответствующего заявления»;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37</w:t>
      </w:r>
      <w:r w:rsidR="003F6B09" w:rsidRPr="007F742C">
        <w:rPr>
          <w:szCs w:val="28"/>
        </w:rPr>
        <w:t>) в пункте 1 части 1 статьи 87 цифры «669» заменить цифрами «709»;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38</w:t>
      </w:r>
      <w:r w:rsidR="003F6B09" w:rsidRPr="007F742C">
        <w:rPr>
          <w:szCs w:val="28"/>
        </w:rPr>
        <w:t>) пункт 2 части 3 статьи 89 дополнить словами «(за исключением групп дневного пребывания (пятидневного) в стационарном учреждении с</w:t>
      </w:r>
      <w:r w:rsidR="003F6B09" w:rsidRPr="007F742C">
        <w:rPr>
          <w:szCs w:val="28"/>
        </w:rPr>
        <w:t>о</w:t>
      </w:r>
      <w:r w:rsidR="003F6B09" w:rsidRPr="007F742C">
        <w:rPr>
          <w:szCs w:val="28"/>
        </w:rPr>
        <w:t>циального обслуживания)»;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39</w:t>
      </w:r>
      <w:r w:rsidR="003F6B09" w:rsidRPr="007F742C">
        <w:rPr>
          <w:szCs w:val="28"/>
        </w:rPr>
        <w:t>) в статье 90: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части 1 слова «124 рубля» заменить словами «131 рубль»;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части 2 слова «имеющих государственную аккредитацию образ</w:t>
      </w:r>
      <w:r w:rsidRPr="007F742C">
        <w:rPr>
          <w:szCs w:val="28"/>
        </w:rPr>
        <w:t>о</w:t>
      </w:r>
      <w:r w:rsidRPr="007F742C">
        <w:rPr>
          <w:szCs w:val="28"/>
        </w:rPr>
        <w:t>вательных учреждений» заменить словами «образовательных организаций и обучающимся по имеющим государственную аккредитацию образовател</w:t>
      </w:r>
      <w:r w:rsidRPr="007F742C">
        <w:rPr>
          <w:szCs w:val="28"/>
        </w:rPr>
        <w:t>ь</w:t>
      </w:r>
      <w:r w:rsidRPr="007F742C">
        <w:rPr>
          <w:szCs w:val="28"/>
        </w:rPr>
        <w:t>ным программам»;</w:t>
      </w:r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40</w:t>
      </w:r>
      <w:r w:rsidR="003F6B09" w:rsidRPr="007F742C">
        <w:rPr>
          <w:szCs w:val="28"/>
        </w:rPr>
        <w:t>) в статье 91: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а) в части 1: 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1: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втором цифры «726» заменить цифрами «770»;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третьем слова «491 рубль» заменить словами «520 рублей»;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2: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втором цифры «619» заменить цифрами «656»;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третьем цифры «395» заменить цифрами «419»;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lastRenderedPageBreak/>
        <w:t>в пункте 3: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втором цифры «886» заменить цифрами «939»;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третьем цифры «619» заменить цифрами «656»;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4: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втором слова «593 рубля» заменить цифрами «629 рублей»;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третьем цифры «395» заменить цифрами «419»;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5: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втором слова «539 рублей» заменить цифрами «571 рубль»;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третьем слова «384 рубля» заменить словами «407 рублей»;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пункт 5 части 1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 изложить в следующей редакции: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«5) дети обучающихся по очной форме учащихся и студентов, осва</w:t>
      </w:r>
      <w:r w:rsidRPr="007F742C">
        <w:rPr>
          <w:szCs w:val="28"/>
        </w:rPr>
        <w:t>и</w:t>
      </w:r>
      <w:r w:rsidRPr="007F742C">
        <w:rPr>
          <w:szCs w:val="28"/>
        </w:rPr>
        <w:t xml:space="preserve">вающих впервые образовательные программы среднего профессионального образования, программы </w:t>
      </w:r>
      <w:proofErr w:type="spellStart"/>
      <w:r w:rsidRPr="007F742C">
        <w:rPr>
          <w:szCs w:val="28"/>
        </w:rPr>
        <w:t>бакалавриата</w:t>
      </w:r>
      <w:proofErr w:type="spellEnd"/>
      <w:r w:rsidRPr="007F742C">
        <w:rPr>
          <w:szCs w:val="28"/>
        </w:rPr>
        <w:t xml:space="preserve">, программы </w:t>
      </w:r>
      <w:proofErr w:type="spellStart"/>
      <w:r w:rsidRPr="007F742C">
        <w:rPr>
          <w:szCs w:val="28"/>
        </w:rPr>
        <w:t>специалитета</w:t>
      </w:r>
      <w:proofErr w:type="spellEnd"/>
      <w:r w:rsidRPr="007F742C">
        <w:rPr>
          <w:szCs w:val="28"/>
        </w:rPr>
        <w:t xml:space="preserve"> и програ</w:t>
      </w:r>
      <w:r w:rsidRPr="007F742C">
        <w:rPr>
          <w:szCs w:val="28"/>
        </w:rPr>
        <w:t>м</w:t>
      </w:r>
      <w:r w:rsidRPr="007F742C">
        <w:rPr>
          <w:szCs w:val="28"/>
        </w:rPr>
        <w:t>мы магистратуры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5353C8" w:rsidP="003F6B09">
      <w:pPr>
        <w:rPr>
          <w:szCs w:val="28"/>
        </w:rPr>
      </w:pPr>
      <w:r w:rsidRPr="007F742C">
        <w:rPr>
          <w:szCs w:val="28"/>
        </w:rPr>
        <w:t>41</w:t>
      </w:r>
      <w:r w:rsidR="003F6B09" w:rsidRPr="007F742C">
        <w:rPr>
          <w:szCs w:val="28"/>
        </w:rPr>
        <w:t>) в статье 92: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части 1: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абзаце первом слова «Студентам и обучающимся государственных образовательных учреждений Ярославской области» заменить словами «Ст</w:t>
      </w:r>
      <w:r w:rsidRPr="007F742C">
        <w:rPr>
          <w:szCs w:val="28"/>
        </w:rPr>
        <w:t>у</w:t>
      </w:r>
      <w:r w:rsidRPr="007F742C">
        <w:rPr>
          <w:szCs w:val="28"/>
        </w:rPr>
        <w:t>дентам, обучающимся по образовательным программам среднего професси</w:t>
      </w:r>
      <w:r w:rsidRPr="007F742C">
        <w:rPr>
          <w:szCs w:val="28"/>
        </w:rPr>
        <w:t>о</w:t>
      </w:r>
      <w:r w:rsidRPr="007F742C">
        <w:rPr>
          <w:szCs w:val="28"/>
        </w:rPr>
        <w:t>нального образования за счет бюджетных ассигнований областного бюдж</w:t>
      </w:r>
      <w:r w:rsidRPr="007F742C">
        <w:rPr>
          <w:szCs w:val="28"/>
        </w:rPr>
        <w:t>е</w:t>
      </w:r>
      <w:r w:rsidRPr="007F742C">
        <w:rPr>
          <w:szCs w:val="28"/>
        </w:rPr>
        <w:t>та»;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1 слова «начального и среднего профессионального образов</w:t>
      </w:r>
      <w:r w:rsidRPr="007F742C">
        <w:rPr>
          <w:szCs w:val="28"/>
        </w:rPr>
        <w:t>а</w:t>
      </w:r>
      <w:r w:rsidRPr="007F742C">
        <w:rPr>
          <w:szCs w:val="28"/>
        </w:rPr>
        <w:t>ния» заменить словами «подготовки квалифицированных рабочих, служ</w:t>
      </w:r>
      <w:r w:rsidRPr="007F742C">
        <w:rPr>
          <w:szCs w:val="28"/>
        </w:rPr>
        <w:t>а</w:t>
      </w:r>
      <w:r w:rsidRPr="007F742C">
        <w:rPr>
          <w:szCs w:val="28"/>
        </w:rPr>
        <w:t>щих, программам подготовки специалистов среднего звена», слова «513 ру</w:t>
      </w:r>
      <w:r w:rsidRPr="007F742C">
        <w:rPr>
          <w:szCs w:val="28"/>
        </w:rPr>
        <w:t>б</w:t>
      </w:r>
      <w:r w:rsidRPr="007F742C">
        <w:rPr>
          <w:szCs w:val="28"/>
        </w:rPr>
        <w:t>лей» заменить словами «544 рубля»;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2 слова «начального и среднего профессионального образов</w:t>
      </w:r>
      <w:r w:rsidRPr="007F742C">
        <w:rPr>
          <w:szCs w:val="28"/>
        </w:rPr>
        <w:t>а</w:t>
      </w:r>
      <w:r w:rsidRPr="007F742C">
        <w:rPr>
          <w:szCs w:val="28"/>
        </w:rPr>
        <w:t>ния» заменить словами «подготовки квалифицированных рабочих, служ</w:t>
      </w:r>
      <w:r w:rsidRPr="007F742C">
        <w:rPr>
          <w:szCs w:val="28"/>
        </w:rPr>
        <w:t>а</w:t>
      </w:r>
      <w:r w:rsidRPr="007F742C">
        <w:rPr>
          <w:szCs w:val="28"/>
        </w:rPr>
        <w:t>щих, программам подготовки специалистов среднего звена», слова «513 ру</w:t>
      </w:r>
      <w:r w:rsidRPr="007F742C">
        <w:rPr>
          <w:szCs w:val="28"/>
        </w:rPr>
        <w:t>б</w:t>
      </w:r>
      <w:r w:rsidRPr="007F742C">
        <w:rPr>
          <w:szCs w:val="28"/>
        </w:rPr>
        <w:t>лей» заменить словами «544 рубля»;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абзац девятый признать утратившим силу;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в части 1</w:t>
      </w:r>
      <w:r w:rsidRPr="007F742C">
        <w:rPr>
          <w:szCs w:val="28"/>
          <w:vertAlign w:val="superscript"/>
        </w:rPr>
        <w:t>1</w:t>
      </w:r>
      <w:r w:rsidR="00A458DA" w:rsidRPr="007F742C">
        <w:rPr>
          <w:szCs w:val="28"/>
        </w:rPr>
        <w:t>:</w:t>
      </w:r>
    </w:p>
    <w:p w:rsidR="003F6B09" w:rsidRPr="007F742C" w:rsidRDefault="003F6B09" w:rsidP="003F6B09">
      <w:pPr>
        <w:rPr>
          <w:szCs w:val="28"/>
        </w:rPr>
      </w:pPr>
      <w:proofErr w:type="gramStart"/>
      <w:r w:rsidRPr="007F742C">
        <w:rPr>
          <w:szCs w:val="28"/>
        </w:rPr>
        <w:t>в абзаце первом слова «в образовательных учреждениях, имеющих го</w:t>
      </w:r>
      <w:r w:rsidRPr="007F742C">
        <w:rPr>
          <w:szCs w:val="28"/>
        </w:rPr>
        <w:t>с</w:t>
      </w:r>
      <w:r w:rsidRPr="007F742C">
        <w:rPr>
          <w:szCs w:val="28"/>
        </w:rPr>
        <w:t>ударственную аккредитацию, по программам начального и среднего профе</w:t>
      </w:r>
      <w:r w:rsidRPr="007F742C">
        <w:rPr>
          <w:szCs w:val="28"/>
        </w:rPr>
        <w:t>с</w:t>
      </w:r>
      <w:r w:rsidRPr="007F742C">
        <w:rPr>
          <w:szCs w:val="28"/>
        </w:rPr>
        <w:t>сионального образования» заменить словами «по имеющим государственную аккредитацию программам подготовки квалифицированных рабочих, служ</w:t>
      </w:r>
      <w:r w:rsidRPr="007F742C">
        <w:rPr>
          <w:szCs w:val="28"/>
        </w:rPr>
        <w:t>а</w:t>
      </w:r>
      <w:r w:rsidRPr="007F742C">
        <w:rPr>
          <w:szCs w:val="28"/>
        </w:rPr>
        <w:t>щих, программам подготовки специалистов среднего звена», цифры «768» заменить цифрами «814»;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абзац второй признать утратившим силу;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в) в части 2: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абзац первый после слова «Студентам» дополнить словами «высшего образования», слова «и ассистентам» исключить, слова «учреждений высш</w:t>
      </w:r>
      <w:r w:rsidRPr="007F742C">
        <w:rPr>
          <w:szCs w:val="28"/>
        </w:rPr>
        <w:t>е</w:t>
      </w:r>
      <w:r w:rsidRPr="007F742C">
        <w:rPr>
          <w:szCs w:val="28"/>
        </w:rPr>
        <w:t>го профессионального образования</w:t>
      </w:r>
      <w:proofErr w:type="gramStart"/>
      <w:r w:rsidRPr="007F742C">
        <w:rPr>
          <w:szCs w:val="28"/>
        </w:rPr>
        <w:t>,»</w:t>
      </w:r>
      <w:proofErr w:type="gramEnd"/>
      <w:r w:rsidRPr="007F742C">
        <w:rPr>
          <w:szCs w:val="28"/>
        </w:rPr>
        <w:t xml:space="preserve"> заменить словами «организаций высш</w:t>
      </w:r>
      <w:r w:rsidRPr="007F742C">
        <w:rPr>
          <w:szCs w:val="28"/>
        </w:rPr>
        <w:t>е</w:t>
      </w:r>
      <w:r w:rsidRPr="007F742C">
        <w:rPr>
          <w:szCs w:val="28"/>
        </w:rPr>
        <w:t>го образования, осуществляющих образовательную деятельность по име</w:t>
      </w:r>
      <w:r w:rsidRPr="007F742C">
        <w:rPr>
          <w:szCs w:val="28"/>
        </w:rPr>
        <w:t>ю</w:t>
      </w:r>
      <w:r w:rsidRPr="007F742C">
        <w:rPr>
          <w:szCs w:val="28"/>
        </w:rPr>
        <w:lastRenderedPageBreak/>
        <w:t>щим государственную аккредитацию соответствующим программам высш</w:t>
      </w:r>
      <w:r w:rsidRPr="007F742C">
        <w:rPr>
          <w:szCs w:val="28"/>
        </w:rPr>
        <w:t>е</w:t>
      </w:r>
      <w:r w:rsidRPr="007F742C">
        <w:rPr>
          <w:szCs w:val="28"/>
        </w:rPr>
        <w:t>го образования и»;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пункт 4 признать утратившим силу;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г) часть 3 изложить в следующей редакции:</w:t>
      </w:r>
    </w:p>
    <w:p w:rsidR="003F6B09" w:rsidRPr="007F742C" w:rsidRDefault="003F6B09" w:rsidP="003F6B09">
      <w:pPr>
        <w:rPr>
          <w:iCs/>
          <w:szCs w:val="28"/>
        </w:rPr>
      </w:pPr>
      <w:r w:rsidRPr="007F742C">
        <w:rPr>
          <w:iCs/>
          <w:szCs w:val="28"/>
        </w:rPr>
        <w:t>«3. Отбор кандидатов на получение стипендий, предусмотренных ч</w:t>
      </w:r>
      <w:r w:rsidRPr="007F742C">
        <w:rPr>
          <w:iCs/>
          <w:szCs w:val="28"/>
        </w:rPr>
        <w:t>а</w:t>
      </w:r>
      <w:r w:rsidRPr="007F742C">
        <w:rPr>
          <w:iCs/>
          <w:szCs w:val="28"/>
        </w:rPr>
        <w:t>стями 1 и 1</w:t>
      </w:r>
      <w:r w:rsidRPr="007F742C">
        <w:rPr>
          <w:iCs/>
          <w:szCs w:val="28"/>
          <w:vertAlign w:val="superscript"/>
        </w:rPr>
        <w:t>1</w:t>
      </w:r>
      <w:r w:rsidRPr="007F742C">
        <w:rPr>
          <w:iCs/>
          <w:szCs w:val="28"/>
        </w:rPr>
        <w:t xml:space="preserve"> настоящей статьи (за исключением социальных), осуществляется с учетом их успеваемости и иных показателей результативности их деятел</w:t>
      </w:r>
      <w:r w:rsidRPr="007F742C">
        <w:rPr>
          <w:iCs/>
          <w:szCs w:val="28"/>
        </w:rPr>
        <w:t>ь</w:t>
      </w:r>
      <w:r w:rsidRPr="007F742C">
        <w:rPr>
          <w:iCs/>
          <w:szCs w:val="28"/>
        </w:rPr>
        <w:t>ности, в том числе на конкурсной основе. Порядок назначения стипендий определяется положениями о них.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iCs/>
          <w:szCs w:val="28"/>
        </w:rPr>
        <w:t>Отбор кандидатов на получение стипендий, предусмотренных частью 2 настоящей статьи, осуществляется на конкурсной основе в соответствии с положениями о стипендиях</w:t>
      </w:r>
      <w:proofErr w:type="gramStart"/>
      <w:r w:rsidRPr="007F742C">
        <w:rPr>
          <w:iCs/>
          <w:szCs w:val="28"/>
        </w:rPr>
        <w:t>.»</w:t>
      </w:r>
      <w:r w:rsidRPr="007F742C">
        <w:rPr>
          <w:szCs w:val="28"/>
        </w:rPr>
        <w:t>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д) в части 5: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1 слово «(обучающегося)» исключить, слова «в образовател</w:t>
      </w:r>
      <w:r w:rsidRPr="007F742C">
        <w:rPr>
          <w:szCs w:val="28"/>
        </w:rPr>
        <w:t>ь</w:t>
      </w:r>
      <w:r w:rsidRPr="007F742C">
        <w:rPr>
          <w:szCs w:val="28"/>
        </w:rPr>
        <w:t>ном учреждении Ярославской области» заменить словами «по имеющим го</w:t>
      </w:r>
      <w:r w:rsidRPr="007F742C">
        <w:rPr>
          <w:szCs w:val="28"/>
        </w:rPr>
        <w:t>с</w:t>
      </w:r>
      <w:r w:rsidRPr="007F742C">
        <w:rPr>
          <w:szCs w:val="28"/>
        </w:rPr>
        <w:t>ударственную аккредитацию образовательным программам среднего профе</w:t>
      </w:r>
      <w:r w:rsidRPr="007F742C">
        <w:rPr>
          <w:szCs w:val="28"/>
        </w:rPr>
        <w:t>с</w:t>
      </w:r>
      <w:r w:rsidRPr="007F742C">
        <w:rPr>
          <w:szCs w:val="28"/>
        </w:rPr>
        <w:t>сионального образования за счет бюджетных ассигнований областного бю</w:t>
      </w:r>
      <w:r w:rsidRPr="007F742C">
        <w:rPr>
          <w:szCs w:val="28"/>
        </w:rPr>
        <w:t>д</w:t>
      </w:r>
      <w:r w:rsidRPr="007F742C">
        <w:rPr>
          <w:szCs w:val="28"/>
        </w:rPr>
        <w:t>жета»;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в пункте 2 слова «в образовательном учреждении высшего професси</w:t>
      </w:r>
      <w:r w:rsidRPr="007F742C">
        <w:rPr>
          <w:szCs w:val="28"/>
        </w:rPr>
        <w:t>о</w:t>
      </w:r>
      <w:r w:rsidRPr="007F742C">
        <w:rPr>
          <w:szCs w:val="28"/>
        </w:rPr>
        <w:t>нального образования» заменить словами «по имеющим государственную аккредитацию образовательным программам высшего образования»;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пункт 3 признать утратившим силу;</w:t>
      </w:r>
    </w:p>
    <w:p w:rsidR="00071732" w:rsidRPr="007F742C" w:rsidRDefault="00071732" w:rsidP="00071732">
      <w:pPr>
        <w:rPr>
          <w:szCs w:val="28"/>
        </w:rPr>
      </w:pPr>
      <w:r w:rsidRPr="007F742C">
        <w:rPr>
          <w:szCs w:val="28"/>
        </w:rPr>
        <w:t>е) часть 8 изложить в следующей редакции:</w:t>
      </w:r>
    </w:p>
    <w:p w:rsidR="00071732" w:rsidRPr="007F742C" w:rsidRDefault="00071732" w:rsidP="00071732">
      <w:pPr>
        <w:rPr>
          <w:szCs w:val="28"/>
        </w:rPr>
      </w:pPr>
      <w:r w:rsidRPr="007F742C">
        <w:rPr>
          <w:szCs w:val="28"/>
        </w:rPr>
        <w:t>«8. При наличии у студента, получающего социальную стипендию, права на получение академической стипендии в соответствии с настоящей статьей, ему предоставляется одна стипендия по его выбору. Именная ст</w:t>
      </w:r>
      <w:r w:rsidRPr="007F742C">
        <w:rPr>
          <w:szCs w:val="28"/>
        </w:rPr>
        <w:t>и</w:t>
      </w:r>
      <w:r w:rsidRPr="007F742C">
        <w:rPr>
          <w:szCs w:val="28"/>
        </w:rPr>
        <w:t>пендия может быть назначена студенту вне зависимости от наличия у него права на получение иных стипендий. Получение стипендий в соответствии с настоящей статьей не лишает студентов, аспирантов, ординаторов права на получение иных стипендий, установленных федеральным законодательством или учрежденных гражданами и юридическими лицами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E92E39" w:rsidP="003F6B09">
      <w:pPr>
        <w:rPr>
          <w:szCs w:val="28"/>
        </w:rPr>
      </w:pPr>
      <w:r w:rsidRPr="007F742C">
        <w:rPr>
          <w:szCs w:val="28"/>
        </w:rPr>
        <w:t>42</w:t>
      </w:r>
      <w:r w:rsidR="003F6B09" w:rsidRPr="007F742C">
        <w:rPr>
          <w:szCs w:val="28"/>
        </w:rPr>
        <w:t>) в статье 92</w:t>
      </w:r>
      <w:r w:rsidR="003F6B09" w:rsidRPr="007F742C">
        <w:rPr>
          <w:szCs w:val="28"/>
          <w:vertAlign w:val="superscript"/>
        </w:rPr>
        <w:t>1</w:t>
      </w:r>
      <w:r w:rsidR="003F6B09" w:rsidRPr="007F742C">
        <w:rPr>
          <w:szCs w:val="28"/>
        </w:rPr>
        <w:t xml:space="preserve"> слова «в имеющих государственную аккредитацию о</w:t>
      </w:r>
      <w:r w:rsidR="003F6B09" w:rsidRPr="007F742C">
        <w:rPr>
          <w:szCs w:val="28"/>
        </w:rPr>
        <w:t>б</w:t>
      </w:r>
      <w:r w:rsidR="003F6B09" w:rsidRPr="007F742C">
        <w:rPr>
          <w:szCs w:val="28"/>
        </w:rPr>
        <w:t>разовательных учреждениях» заменить словами «по имеющим государстве</w:t>
      </w:r>
      <w:r w:rsidR="003F6B09" w:rsidRPr="007F742C">
        <w:rPr>
          <w:szCs w:val="28"/>
        </w:rPr>
        <w:t>н</w:t>
      </w:r>
      <w:r w:rsidR="003F6B09" w:rsidRPr="007F742C">
        <w:rPr>
          <w:szCs w:val="28"/>
        </w:rPr>
        <w:t>ную аккредитацию образовательным программам за счет средств областного бюджета или местных бюджетов»;</w:t>
      </w:r>
    </w:p>
    <w:p w:rsidR="003F6B09" w:rsidRPr="007F742C" w:rsidRDefault="00E92E39" w:rsidP="003F6B09">
      <w:pPr>
        <w:rPr>
          <w:szCs w:val="28"/>
        </w:rPr>
      </w:pPr>
      <w:r w:rsidRPr="007F742C">
        <w:rPr>
          <w:szCs w:val="28"/>
        </w:rPr>
        <w:t>43</w:t>
      </w:r>
      <w:r w:rsidR="003F6B09" w:rsidRPr="007F742C">
        <w:rPr>
          <w:szCs w:val="28"/>
        </w:rPr>
        <w:t>) в статье 93: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в части 1 цифры «2307» заменить цифрами «2445»;</w:t>
      </w:r>
    </w:p>
    <w:p w:rsidR="003F6B09" w:rsidRPr="007F742C" w:rsidRDefault="003F6B09" w:rsidP="003F6B09">
      <w:pPr>
        <w:rPr>
          <w:szCs w:val="28"/>
        </w:rPr>
      </w:pPr>
      <w:proofErr w:type="gramStart"/>
      <w:r w:rsidRPr="007F742C">
        <w:rPr>
          <w:szCs w:val="28"/>
        </w:rPr>
        <w:t>б) в части 2 слова «обучения в государственных образовательных учреждениях начального профессионального образования и имеющих гос</w:t>
      </w:r>
      <w:r w:rsidRPr="007F742C">
        <w:rPr>
          <w:szCs w:val="28"/>
        </w:rPr>
        <w:t>у</w:t>
      </w:r>
      <w:r w:rsidRPr="007F742C">
        <w:rPr>
          <w:szCs w:val="28"/>
        </w:rPr>
        <w:t>дарственную аккредитацию образовательных учреждениях среднего профе</w:t>
      </w:r>
      <w:r w:rsidRPr="007F742C">
        <w:rPr>
          <w:szCs w:val="28"/>
        </w:rPr>
        <w:t>с</w:t>
      </w:r>
      <w:r w:rsidRPr="007F742C">
        <w:rPr>
          <w:szCs w:val="28"/>
        </w:rPr>
        <w:t>сионального образования Ярославской области» заменить словами «по им</w:t>
      </w:r>
      <w:r w:rsidRPr="007F742C">
        <w:rPr>
          <w:szCs w:val="28"/>
        </w:rPr>
        <w:t>е</w:t>
      </w:r>
      <w:r w:rsidRPr="007F742C">
        <w:rPr>
          <w:szCs w:val="28"/>
        </w:rPr>
        <w:t>ющим государственную аккредитацию образовательным программам сре</w:t>
      </w:r>
      <w:r w:rsidRPr="007F742C">
        <w:rPr>
          <w:szCs w:val="28"/>
        </w:rPr>
        <w:t>д</w:t>
      </w:r>
      <w:r w:rsidRPr="007F742C">
        <w:rPr>
          <w:szCs w:val="28"/>
        </w:rPr>
        <w:t>него профессионального образования за счет средств областного бюджета или местных бюджетов»;</w:t>
      </w:r>
      <w:proofErr w:type="gramEnd"/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lastRenderedPageBreak/>
        <w:t>в) в части 3 слова «образовательным учреждением» заменить словами «образовательной организацией»;</w:t>
      </w:r>
    </w:p>
    <w:p w:rsidR="003F6B09" w:rsidRPr="007F742C" w:rsidRDefault="00E92E39" w:rsidP="003F6B09">
      <w:pPr>
        <w:rPr>
          <w:szCs w:val="28"/>
        </w:rPr>
      </w:pPr>
      <w:r w:rsidRPr="007F742C">
        <w:rPr>
          <w:szCs w:val="28"/>
        </w:rPr>
        <w:t>44</w:t>
      </w:r>
      <w:r w:rsidR="003F6B09" w:rsidRPr="007F742C">
        <w:rPr>
          <w:szCs w:val="28"/>
        </w:rPr>
        <w:t>) в статье 97: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а) слово «Социальная» заменить словами «1. Социальная»;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б) дополнить частью 2 следующего содержания: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«2. Социальная помощь может предоставляться гражданину на основ</w:t>
      </w:r>
      <w:r w:rsidRPr="007F742C">
        <w:rPr>
          <w:szCs w:val="28"/>
        </w:rPr>
        <w:t>а</w:t>
      </w:r>
      <w:r w:rsidRPr="007F742C">
        <w:rPr>
          <w:szCs w:val="28"/>
        </w:rPr>
        <w:t>нии социального контракта в виде денежных выплат, натуральной помощи, социальных услуг в соответствии с федеральным законодательством и соц</w:t>
      </w:r>
      <w:r w:rsidRPr="007F742C">
        <w:rPr>
          <w:szCs w:val="28"/>
        </w:rPr>
        <w:t>и</w:t>
      </w:r>
      <w:r w:rsidRPr="007F742C">
        <w:rPr>
          <w:szCs w:val="28"/>
        </w:rPr>
        <w:t>альным законодательством</w:t>
      </w:r>
      <w:proofErr w:type="gramStart"/>
      <w:r w:rsidRPr="007F742C">
        <w:rPr>
          <w:szCs w:val="28"/>
        </w:rPr>
        <w:t>.»;</w:t>
      </w:r>
      <w:proofErr w:type="gramEnd"/>
    </w:p>
    <w:p w:rsidR="003F6B09" w:rsidRPr="007F742C" w:rsidRDefault="00E92E39" w:rsidP="003F6B09">
      <w:pPr>
        <w:rPr>
          <w:szCs w:val="28"/>
        </w:rPr>
      </w:pPr>
      <w:r w:rsidRPr="007F742C">
        <w:rPr>
          <w:szCs w:val="28"/>
        </w:rPr>
        <w:t>45</w:t>
      </w:r>
      <w:r w:rsidR="003F6B09" w:rsidRPr="007F742C">
        <w:rPr>
          <w:szCs w:val="28"/>
        </w:rPr>
        <w:t>) часть 1 статьи 100 дополнить абзацем следующего содержания: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«Социальная помощь на основании социального контракта назначается по заявлению гражданина, поданному в орган социальной защиты населения по месту его жительства или месту его пребывания</w:t>
      </w:r>
      <w:proofErr w:type="gramStart"/>
      <w:r w:rsidRPr="007F742C">
        <w:rPr>
          <w:szCs w:val="28"/>
        </w:rPr>
        <w:t>.».</w:t>
      </w:r>
      <w:proofErr w:type="gramEnd"/>
    </w:p>
    <w:p w:rsidR="007F742C" w:rsidRDefault="007F742C" w:rsidP="003F6B09">
      <w:pPr>
        <w:rPr>
          <w:b/>
          <w:szCs w:val="28"/>
        </w:rPr>
      </w:pPr>
    </w:p>
    <w:p w:rsidR="003F6B09" w:rsidRPr="007F742C" w:rsidRDefault="003F6B09" w:rsidP="003F6B09">
      <w:pPr>
        <w:rPr>
          <w:b/>
          <w:szCs w:val="28"/>
        </w:rPr>
      </w:pPr>
      <w:r w:rsidRPr="007F742C">
        <w:rPr>
          <w:b/>
          <w:szCs w:val="28"/>
        </w:rPr>
        <w:t>Статья 2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Признать утратившими силу с 1 января 2014 года:</w:t>
      </w:r>
    </w:p>
    <w:p w:rsidR="003F6B09" w:rsidRPr="007F742C" w:rsidRDefault="003F6B09" w:rsidP="003F6B09">
      <w:pPr>
        <w:rPr>
          <w:szCs w:val="28"/>
        </w:rPr>
      </w:pPr>
      <w:proofErr w:type="gramStart"/>
      <w:r w:rsidRPr="007F742C">
        <w:rPr>
          <w:szCs w:val="28"/>
        </w:rPr>
        <w:t>1) абзац третий подпункта «б» пункта 25 статьи 1 Закона Ярославской области от 03.11.2010 № 41-з «О внесении изменений в Закон Ярославской области «Социальный кодекс Ярославской области» (Документ – Регион, 2010, 12 ноября, № 87) в части внесения изменений в пункт 4 части 2 ст</w:t>
      </w:r>
      <w:r w:rsidRPr="007F742C">
        <w:rPr>
          <w:szCs w:val="28"/>
        </w:rPr>
        <w:t>а</w:t>
      </w:r>
      <w:r w:rsidRPr="007F742C">
        <w:rPr>
          <w:szCs w:val="28"/>
        </w:rPr>
        <w:t xml:space="preserve">тьи 92 Закона Ярославской области </w:t>
      </w:r>
      <w:r w:rsidRPr="007F742C">
        <w:rPr>
          <w:bCs/>
          <w:szCs w:val="28"/>
        </w:rPr>
        <w:t>от 19.12.2008 № 65-з</w:t>
      </w:r>
      <w:r w:rsidRPr="007F742C">
        <w:rPr>
          <w:szCs w:val="28"/>
        </w:rPr>
        <w:t xml:space="preserve"> «Социальный к</w:t>
      </w:r>
      <w:r w:rsidRPr="007F742C">
        <w:rPr>
          <w:szCs w:val="28"/>
        </w:rPr>
        <w:t>о</w:t>
      </w:r>
      <w:r w:rsidRPr="007F742C">
        <w:rPr>
          <w:szCs w:val="28"/>
        </w:rPr>
        <w:t>декс Ярославской области»;</w:t>
      </w:r>
      <w:proofErr w:type="gramEnd"/>
    </w:p>
    <w:p w:rsidR="003F6B09" w:rsidRPr="007F742C" w:rsidRDefault="003F6B09" w:rsidP="003F6B09">
      <w:pPr>
        <w:rPr>
          <w:szCs w:val="28"/>
        </w:rPr>
      </w:pPr>
      <w:proofErr w:type="gramStart"/>
      <w:r w:rsidRPr="007F742C">
        <w:rPr>
          <w:szCs w:val="28"/>
        </w:rPr>
        <w:t>2) абзац третий подпункта «б» пункта 28 статьи 1 Закона Ярославской области от 14.12.2011 № 48-з «О внесении изменений в Закон Ярославской области «Социальный кодекс Ярославской области» (Документ – Регион, 2011, 14 декабря, № 104) в части внесения изменений в пункт 4 части 2 ст</w:t>
      </w:r>
      <w:r w:rsidRPr="007F742C">
        <w:rPr>
          <w:szCs w:val="28"/>
        </w:rPr>
        <w:t>а</w:t>
      </w:r>
      <w:r w:rsidRPr="007F742C">
        <w:rPr>
          <w:szCs w:val="28"/>
        </w:rPr>
        <w:t xml:space="preserve">тьи 92 Закона Ярославской области </w:t>
      </w:r>
      <w:r w:rsidRPr="007F742C">
        <w:rPr>
          <w:bCs/>
          <w:szCs w:val="28"/>
        </w:rPr>
        <w:t>от 19.12.2008 № 65-з</w:t>
      </w:r>
      <w:r w:rsidRPr="007F742C">
        <w:rPr>
          <w:szCs w:val="28"/>
        </w:rPr>
        <w:t xml:space="preserve"> «Социальный к</w:t>
      </w:r>
      <w:r w:rsidRPr="007F742C">
        <w:rPr>
          <w:szCs w:val="28"/>
        </w:rPr>
        <w:t>о</w:t>
      </w:r>
      <w:r w:rsidRPr="007F742C">
        <w:rPr>
          <w:szCs w:val="28"/>
        </w:rPr>
        <w:t>декс Ярославской области»;</w:t>
      </w:r>
      <w:proofErr w:type="gramEnd"/>
    </w:p>
    <w:p w:rsidR="003F6B09" w:rsidRPr="007F742C" w:rsidRDefault="003F6B09" w:rsidP="003F6B09">
      <w:pPr>
        <w:rPr>
          <w:szCs w:val="28"/>
        </w:rPr>
      </w:pPr>
      <w:proofErr w:type="gramStart"/>
      <w:r w:rsidRPr="007F742C">
        <w:rPr>
          <w:szCs w:val="28"/>
        </w:rPr>
        <w:t xml:space="preserve">3) абзац третий подпункта «б» и абзац третий подпункта «в» пункта 25 статьи 1 (в части внесения изменений в пункт 4 части 2 статьи 92 Закона Ярославской области </w:t>
      </w:r>
      <w:r w:rsidRPr="007F742C">
        <w:rPr>
          <w:bCs/>
          <w:szCs w:val="28"/>
        </w:rPr>
        <w:t>от 19.12.2008 № 65-з</w:t>
      </w:r>
      <w:r w:rsidRPr="007F742C">
        <w:rPr>
          <w:szCs w:val="28"/>
        </w:rPr>
        <w:t xml:space="preserve"> «Социальный кодекс Ярославской области») Закона Ярославской области от 08.11.2012 № 50-з «О внесении и</w:t>
      </w:r>
      <w:r w:rsidRPr="007F742C">
        <w:rPr>
          <w:szCs w:val="28"/>
        </w:rPr>
        <w:t>з</w:t>
      </w:r>
      <w:r w:rsidRPr="007F742C">
        <w:rPr>
          <w:szCs w:val="28"/>
        </w:rPr>
        <w:t>менений в законы Ярославской области «Социальный кодекс Ярославской области» и «О временных мерах социальной поддержки граждан, имеющих</w:t>
      </w:r>
      <w:proofErr w:type="gramEnd"/>
      <w:r w:rsidRPr="007F742C">
        <w:rPr>
          <w:szCs w:val="28"/>
        </w:rPr>
        <w:t xml:space="preserve"> детей» (Документ – Регион, 2012, 13 ноября, № 93).</w:t>
      </w:r>
    </w:p>
    <w:p w:rsidR="003F6B09" w:rsidRPr="007F742C" w:rsidRDefault="003F6B09" w:rsidP="003F6B09">
      <w:pPr>
        <w:rPr>
          <w:szCs w:val="28"/>
        </w:rPr>
      </w:pPr>
    </w:p>
    <w:p w:rsidR="003F6B09" w:rsidRPr="007F742C" w:rsidRDefault="003F6B09" w:rsidP="003F6B09">
      <w:pPr>
        <w:rPr>
          <w:b/>
          <w:szCs w:val="28"/>
        </w:rPr>
      </w:pPr>
      <w:r w:rsidRPr="007F742C">
        <w:rPr>
          <w:b/>
          <w:bCs/>
          <w:szCs w:val="28"/>
        </w:rPr>
        <w:t>Статья 3</w:t>
      </w:r>
    </w:p>
    <w:p w:rsidR="003F6B09" w:rsidRPr="007F742C" w:rsidRDefault="003F6B09" w:rsidP="003F6B09">
      <w:pPr>
        <w:rPr>
          <w:szCs w:val="28"/>
        </w:rPr>
      </w:pPr>
      <w:bookmarkStart w:id="1" w:name="sub_21"/>
      <w:r w:rsidRPr="007F742C">
        <w:rPr>
          <w:szCs w:val="28"/>
        </w:rPr>
        <w:t xml:space="preserve">1. Настоящий Закон вступает в силу </w:t>
      </w:r>
      <w:r w:rsidR="002068D8">
        <w:rPr>
          <w:szCs w:val="28"/>
        </w:rPr>
        <w:t>по истечении</w:t>
      </w:r>
      <w:r w:rsidRPr="007F742C">
        <w:rPr>
          <w:szCs w:val="28"/>
        </w:rPr>
        <w:t xml:space="preserve"> 10 дней после дня его </w:t>
      </w:r>
      <w:hyperlink r:id="rId10" w:history="1">
        <w:r w:rsidRPr="007F742C">
          <w:rPr>
            <w:rStyle w:val="ad"/>
            <w:color w:val="auto"/>
            <w:szCs w:val="28"/>
            <w:u w:val="none"/>
          </w:rPr>
          <w:t>официального опубликования</w:t>
        </w:r>
      </w:hyperlink>
      <w:r w:rsidRPr="007F742C">
        <w:rPr>
          <w:szCs w:val="28"/>
        </w:rPr>
        <w:t>, за исключением положений, для которых настоящей статьей установлены иные сроки вступления их в силу.</w:t>
      </w:r>
    </w:p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>2. Положения статьи 1 настоящего Закона в части индексации размеров денежных выплат, установленных статьями 75 – 77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>, 79 – 87, 89 – 91, част</w:t>
      </w:r>
      <w:r w:rsidRPr="007F742C">
        <w:rPr>
          <w:szCs w:val="28"/>
        </w:rPr>
        <w:t>я</w:t>
      </w:r>
      <w:r w:rsidRPr="007F742C">
        <w:rPr>
          <w:szCs w:val="28"/>
        </w:rPr>
        <w:t>ми 1 и 1</w:t>
      </w:r>
      <w:r w:rsidRPr="007F742C">
        <w:rPr>
          <w:szCs w:val="28"/>
          <w:vertAlign w:val="superscript"/>
        </w:rPr>
        <w:t>1</w:t>
      </w:r>
      <w:r w:rsidRPr="007F742C">
        <w:rPr>
          <w:szCs w:val="28"/>
        </w:rPr>
        <w:t xml:space="preserve"> статьи 92, а также статьей 93 Закона Ярославской области </w:t>
      </w:r>
      <w:r w:rsidRPr="007F742C">
        <w:rPr>
          <w:bCs/>
          <w:szCs w:val="28"/>
        </w:rPr>
        <w:lastRenderedPageBreak/>
        <w:t>о</w:t>
      </w:r>
      <w:r w:rsidR="007F742C">
        <w:rPr>
          <w:bCs/>
          <w:szCs w:val="28"/>
        </w:rPr>
        <w:t>т </w:t>
      </w:r>
      <w:r w:rsidRPr="007F742C">
        <w:rPr>
          <w:bCs/>
          <w:szCs w:val="28"/>
        </w:rPr>
        <w:t>19.12.2008 № 65-з</w:t>
      </w:r>
      <w:r w:rsidRPr="007F742C">
        <w:rPr>
          <w:szCs w:val="28"/>
        </w:rPr>
        <w:t xml:space="preserve"> «Социальный кодекс Ярославской области» в твердой сумме, вступают в силу с 1 января 2014 года.</w:t>
      </w:r>
    </w:p>
    <w:bookmarkEnd w:id="1"/>
    <w:p w:rsidR="003F6B09" w:rsidRPr="007F742C" w:rsidRDefault="003F6B09" w:rsidP="003F6B09">
      <w:pPr>
        <w:rPr>
          <w:szCs w:val="28"/>
        </w:rPr>
      </w:pPr>
      <w:r w:rsidRPr="007F742C">
        <w:rPr>
          <w:szCs w:val="28"/>
        </w:rPr>
        <w:t xml:space="preserve">3. </w:t>
      </w:r>
      <w:proofErr w:type="gramStart"/>
      <w:r w:rsidR="00053B91" w:rsidRPr="007F742C">
        <w:rPr>
          <w:szCs w:val="28"/>
        </w:rPr>
        <w:t>Пункт 6, п</w:t>
      </w:r>
      <w:r w:rsidRPr="007F742C">
        <w:rPr>
          <w:szCs w:val="28"/>
        </w:rPr>
        <w:t xml:space="preserve">одпункты «а», «г» и «д» пункта </w:t>
      </w:r>
      <w:r w:rsidR="00FC7FFE" w:rsidRPr="007F742C">
        <w:rPr>
          <w:szCs w:val="28"/>
        </w:rPr>
        <w:t>10</w:t>
      </w:r>
      <w:r w:rsidRPr="007F742C">
        <w:rPr>
          <w:szCs w:val="28"/>
        </w:rPr>
        <w:t xml:space="preserve">, пункт </w:t>
      </w:r>
      <w:r w:rsidR="00FC7FFE" w:rsidRPr="007F742C">
        <w:rPr>
          <w:szCs w:val="28"/>
        </w:rPr>
        <w:t>17</w:t>
      </w:r>
      <w:r w:rsidRPr="007F742C">
        <w:rPr>
          <w:szCs w:val="28"/>
        </w:rPr>
        <w:t>, абзацы вт</w:t>
      </w:r>
      <w:r w:rsidRPr="007F742C">
        <w:rPr>
          <w:szCs w:val="28"/>
        </w:rPr>
        <w:t>о</w:t>
      </w:r>
      <w:r w:rsidRPr="007F742C">
        <w:rPr>
          <w:szCs w:val="28"/>
        </w:rPr>
        <w:t>рой (в части исключения ассистентов учреждений высшего профессионал</w:t>
      </w:r>
      <w:r w:rsidRPr="007F742C">
        <w:rPr>
          <w:szCs w:val="28"/>
        </w:rPr>
        <w:t>ь</w:t>
      </w:r>
      <w:r w:rsidRPr="007F742C">
        <w:rPr>
          <w:szCs w:val="28"/>
        </w:rPr>
        <w:t>ного образования, расположенных на территории Ярославской области, из числа лиц, которым может назначаться областная академическая стипендия) и третий подпункта «в», абзац четвертый подпункта «д» пункта </w:t>
      </w:r>
      <w:r w:rsidR="00FC7FFE" w:rsidRPr="007F742C">
        <w:rPr>
          <w:szCs w:val="28"/>
        </w:rPr>
        <w:t>41</w:t>
      </w:r>
      <w:r w:rsidRPr="007F742C">
        <w:rPr>
          <w:szCs w:val="28"/>
        </w:rPr>
        <w:t xml:space="preserve"> статьи 1 настоящего Закона и статья 2 настоящего Закона вступают в силу с 1 января</w:t>
      </w:r>
      <w:proofErr w:type="gramEnd"/>
      <w:r w:rsidRPr="007F742C">
        <w:rPr>
          <w:szCs w:val="28"/>
        </w:rPr>
        <w:t xml:space="preserve"> 2014 года.</w:t>
      </w:r>
    </w:p>
    <w:p w:rsidR="003F6B09" w:rsidRPr="007F742C" w:rsidRDefault="003F6B09" w:rsidP="003F6B09">
      <w:pPr>
        <w:rPr>
          <w:szCs w:val="28"/>
        </w:rPr>
      </w:pPr>
    </w:p>
    <w:p w:rsidR="00271674" w:rsidRPr="007F742C" w:rsidRDefault="00271674" w:rsidP="003F6B09">
      <w:pPr>
        <w:rPr>
          <w:szCs w:val="28"/>
        </w:rPr>
      </w:pPr>
    </w:p>
    <w:p w:rsidR="003F6B09" w:rsidRPr="007F742C" w:rsidRDefault="003F6B09" w:rsidP="003F6B09">
      <w:pPr>
        <w:rPr>
          <w:szCs w:val="28"/>
        </w:rPr>
      </w:pPr>
    </w:p>
    <w:p w:rsidR="003F6B09" w:rsidRPr="007F742C" w:rsidRDefault="003F6B09" w:rsidP="003F6B09">
      <w:pPr>
        <w:ind w:firstLine="0"/>
        <w:rPr>
          <w:szCs w:val="28"/>
        </w:rPr>
      </w:pPr>
      <w:r w:rsidRPr="007F742C">
        <w:rPr>
          <w:szCs w:val="28"/>
        </w:rPr>
        <w:t>Губернатор</w:t>
      </w:r>
    </w:p>
    <w:p w:rsidR="003F6B09" w:rsidRPr="007F742C" w:rsidRDefault="003F6B09" w:rsidP="003F6B09">
      <w:pPr>
        <w:ind w:firstLine="0"/>
        <w:rPr>
          <w:szCs w:val="28"/>
        </w:rPr>
      </w:pPr>
      <w:r w:rsidRPr="007F742C">
        <w:rPr>
          <w:szCs w:val="28"/>
        </w:rPr>
        <w:t>Ярославской области</w:t>
      </w:r>
      <w:r w:rsidR="00576928" w:rsidRPr="007F742C">
        <w:rPr>
          <w:szCs w:val="28"/>
        </w:rPr>
        <w:tab/>
      </w:r>
      <w:r w:rsidR="00576928" w:rsidRPr="007F742C">
        <w:rPr>
          <w:szCs w:val="28"/>
        </w:rPr>
        <w:tab/>
      </w:r>
      <w:r w:rsidR="00576928" w:rsidRPr="007F742C">
        <w:rPr>
          <w:szCs w:val="28"/>
        </w:rPr>
        <w:tab/>
      </w:r>
      <w:r w:rsidR="00576928" w:rsidRPr="007F742C">
        <w:rPr>
          <w:szCs w:val="28"/>
        </w:rPr>
        <w:tab/>
      </w:r>
      <w:r w:rsidR="00576928" w:rsidRPr="007F742C">
        <w:rPr>
          <w:szCs w:val="28"/>
        </w:rPr>
        <w:tab/>
      </w:r>
      <w:r w:rsidR="00576928" w:rsidRPr="007F742C">
        <w:rPr>
          <w:szCs w:val="28"/>
        </w:rPr>
        <w:tab/>
      </w:r>
      <w:r w:rsidR="00576928" w:rsidRPr="007F742C">
        <w:rPr>
          <w:szCs w:val="28"/>
        </w:rPr>
        <w:tab/>
      </w:r>
      <w:r w:rsidR="00271674" w:rsidRPr="007F742C">
        <w:rPr>
          <w:szCs w:val="28"/>
        </w:rPr>
        <w:t xml:space="preserve">        </w:t>
      </w:r>
      <w:r w:rsidRPr="007F742C">
        <w:rPr>
          <w:szCs w:val="28"/>
        </w:rPr>
        <w:t>С.Н. Ястребов</w:t>
      </w:r>
    </w:p>
    <w:p w:rsidR="003F6B09" w:rsidRPr="007F742C" w:rsidRDefault="003F6B09" w:rsidP="00271674">
      <w:pPr>
        <w:ind w:firstLine="0"/>
        <w:rPr>
          <w:szCs w:val="20"/>
        </w:rPr>
      </w:pPr>
    </w:p>
    <w:p w:rsidR="00271674" w:rsidRPr="007F742C" w:rsidRDefault="00271674" w:rsidP="00271674">
      <w:pPr>
        <w:ind w:firstLine="0"/>
        <w:rPr>
          <w:szCs w:val="20"/>
        </w:rPr>
      </w:pPr>
    </w:p>
    <w:p w:rsidR="003F6B09" w:rsidRPr="007F742C" w:rsidRDefault="0086260E" w:rsidP="003F6B09">
      <w:pPr>
        <w:ind w:firstLine="0"/>
        <w:rPr>
          <w:szCs w:val="28"/>
        </w:rPr>
      </w:pPr>
      <w:r>
        <w:rPr>
          <w:szCs w:val="28"/>
        </w:rPr>
        <w:t>23 декабря</w:t>
      </w:r>
      <w:r w:rsidR="00576928" w:rsidRPr="007F742C">
        <w:rPr>
          <w:szCs w:val="28"/>
        </w:rPr>
        <w:t xml:space="preserve"> </w:t>
      </w:r>
      <w:r w:rsidR="003F6B09" w:rsidRPr="007F742C">
        <w:rPr>
          <w:szCs w:val="28"/>
        </w:rPr>
        <w:t>2013 г.</w:t>
      </w:r>
    </w:p>
    <w:p w:rsidR="003F6B09" w:rsidRPr="007F742C" w:rsidRDefault="003F6B09" w:rsidP="003F6B09">
      <w:pPr>
        <w:ind w:firstLine="0"/>
        <w:rPr>
          <w:szCs w:val="28"/>
        </w:rPr>
      </w:pPr>
    </w:p>
    <w:p w:rsidR="003F6B09" w:rsidRPr="007F742C" w:rsidRDefault="003F6B09" w:rsidP="003F6B09">
      <w:pPr>
        <w:ind w:firstLine="0"/>
        <w:rPr>
          <w:szCs w:val="28"/>
        </w:rPr>
      </w:pPr>
      <w:r w:rsidRPr="007F742C">
        <w:rPr>
          <w:szCs w:val="28"/>
        </w:rPr>
        <w:t>№</w:t>
      </w:r>
      <w:r w:rsidR="00576928" w:rsidRPr="007F742C">
        <w:rPr>
          <w:szCs w:val="28"/>
        </w:rPr>
        <w:t xml:space="preserve"> </w:t>
      </w:r>
      <w:r w:rsidR="0086260E">
        <w:rPr>
          <w:szCs w:val="28"/>
        </w:rPr>
        <w:t>70-з</w:t>
      </w:r>
      <w:bookmarkStart w:id="2" w:name="_GoBack"/>
      <w:bookmarkEnd w:id="2"/>
    </w:p>
    <w:sectPr w:rsidR="003F6B09" w:rsidRPr="007F742C" w:rsidSect="009758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850" w:bottom="1276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C5" w:rsidRDefault="000B75C5">
      <w:r>
        <w:separator/>
      </w:r>
    </w:p>
  </w:endnote>
  <w:endnote w:type="continuationSeparator" w:id="0">
    <w:p w:rsidR="000B75C5" w:rsidRDefault="000B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A5" w:rsidRDefault="00D941A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A5" w:rsidRDefault="00D941A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A5" w:rsidRDefault="00D941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C5" w:rsidRDefault="000B75C5">
      <w:r>
        <w:separator/>
      </w:r>
    </w:p>
  </w:footnote>
  <w:footnote w:type="continuationSeparator" w:id="0">
    <w:p w:rsidR="000B75C5" w:rsidRDefault="000B7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A5" w:rsidRDefault="00D941A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A5" w:rsidRPr="001458DC" w:rsidRDefault="00D941A5" w:rsidP="00A879A9">
    <w:pPr>
      <w:pStyle w:val="a9"/>
      <w:ind w:firstLine="0"/>
      <w:jc w:val="center"/>
      <w:rPr>
        <w:szCs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="0086260E">
      <w:rPr>
        <w:noProof/>
      </w:rPr>
      <w:t>15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A5" w:rsidRDefault="00D941A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4DF5319"/>
    <w:multiLevelType w:val="hybridMultilevel"/>
    <w:tmpl w:val="402AD604"/>
    <w:lvl w:ilvl="0" w:tplc="48EA8F2E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F3"/>
    <w:rsid w:val="00004DB0"/>
    <w:rsid w:val="00012E3F"/>
    <w:rsid w:val="00021AFD"/>
    <w:rsid w:val="000248B3"/>
    <w:rsid w:val="00037C69"/>
    <w:rsid w:val="00037DB7"/>
    <w:rsid w:val="00043360"/>
    <w:rsid w:val="00047A21"/>
    <w:rsid w:val="00052709"/>
    <w:rsid w:val="00053B91"/>
    <w:rsid w:val="00053EAF"/>
    <w:rsid w:val="00054744"/>
    <w:rsid w:val="0005508A"/>
    <w:rsid w:val="00063A58"/>
    <w:rsid w:val="00071732"/>
    <w:rsid w:val="000840BD"/>
    <w:rsid w:val="00084EB5"/>
    <w:rsid w:val="00085582"/>
    <w:rsid w:val="0008643F"/>
    <w:rsid w:val="00095F9D"/>
    <w:rsid w:val="000962DB"/>
    <w:rsid w:val="00097F8D"/>
    <w:rsid w:val="000A10D3"/>
    <w:rsid w:val="000A6493"/>
    <w:rsid w:val="000B75C5"/>
    <w:rsid w:val="000E061F"/>
    <w:rsid w:val="000E17BB"/>
    <w:rsid w:val="000E788B"/>
    <w:rsid w:val="000F11B8"/>
    <w:rsid w:val="00103E6C"/>
    <w:rsid w:val="00114C08"/>
    <w:rsid w:val="00122604"/>
    <w:rsid w:val="00123B11"/>
    <w:rsid w:val="001255DF"/>
    <w:rsid w:val="00130EB8"/>
    <w:rsid w:val="0014077A"/>
    <w:rsid w:val="001458DC"/>
    <w:rsid w:val="00146F8D"/>
    <w:rsid w:val="001473F7"/>
    <w:rsid w:val="00147966"/>
    <w:rsid w:val="00152BE5"/>
    <w:rsid w:val="00153480"/>
    <w:rsid w:val="0015678B"/>
    <w:rsid w:val="00157DD8"/>
    <w:rsid w:val="00166E0B"/>
    <w:rsid w:val="00176726"/>
    <w:rsid w:val="00177313"/>
    <w:rsid w:val="00180CA4"/>
    <w:rsid w:val="00183155"/>
    <w:rsid w:val="001847D9"/>
    <w:rsid w:val="0018670D"/>
    <w:rsid w:val="001A3426"/>
    <w:rsid w:val="001A6296"/>
    <w:rsid w:val="001B0C5A"/>
    <w:rsid w:val="001B378A"/>
    <w:rsid w:val="001B4641"/>
    <w:rsid w:val="001B6A3D"/>
    <w:rsid w:val="001C0172"/>
    <w:rsid w:val="001C147B"/>
    <w:rsid w:val="001C3370"/>
    <w:rsid w:val="001C7EB0"/>
    <w:rsid w:val="001D10DA"/>
    <w:rsid w:val="001D4925"/>
    <w:rsid w:val="001D4BA6"/>
    <w:rsid w:val="001D52C3"/>
    <w:rsid w:val="001D5366"/>
    <w:rsid w:val="001E01C7"/>
    <w:rsid w:val="001E1FC6"/>
    <w:rsid w:val="001E38BB"/>
    <w:rsid w:val="001E7CD5"/>
    <w:rsid w:val="001F1016"/>
    <w:rsid w:val="001F2528"/>
    <w:rsid w:val="001F3671"/>
    <w:rsid w:val="002068D8"/>
    <w:rsid w:val="002102E5"/>
    <w:rsid w:val="002119E1"/>
    <w:rsid w:val="002165A2"/>
    <w:rsid w:val="002217E0"/>
    <w:rsid w:val="002263DE"/>
    <w:rsid w:val="00232C02"/>
    <w:rsid w:val="002407AB"/>
    <w:rsid w:val="00241BA3"/>
    <w:rsid w:val="00243572"/>
    <w:rsid w:val="00243874"/>
    <w:rsid w:val="0024504B"/>
    <w:rsid w:val="0024621E"/>
    <w:rsid w:val="002502B7"/>
    <w:rsid w:val="00251879"/>
    <w:rsid w:val="0025299B"/>
    <w:rsid w:val="00253E12"/>
    <w:rsid w:val="00254649"/>
    <w:rsid w:val="00261C72"/>
    <w:rsid w:val="0026729A"/>
    <w:rsid w:val="00271674"/>
    <w:rsid w:val="00273346"/>
    <w:rsid w:val="00280137"/>
    <w:rsid w:val="00280CB3"/>
    <w:rsid w:val="002822FD"/>
    <w:rsid w:val="002827EF"/>
    <w:rsid w:val="00284069"/>
    <w:rsid w:val="002858A8"/>
    <w:rsid w:val="00292272"/>
    <w:rsid w:val="00297185"/>
    <w:rsid w:val="00297895"/>
    <w:rsid w:val="002A1AEE"/>
    <w:rsid w:val="002A77D4"/>
    <w:rsid w:val="002B04CA"/>
    <w:rsid w:val="002B458C"/>
    <w:rsid w:val="002B7199"/>
    <w:rsid w:val="002C1434"/>
    <w:rsid w:val="002C1E37"/>
    <w:rsid w:val="002C50A4"/>
    <w:rsid w:val="002C5527"/>
    <w:rsid w:val="002D123C"/>
    <w:rsid w:val="002D1C00"/>
    <w:rsid w:val="002D2475"/>
    <w:rsid w:val="002D447D"/>
    <w:rsid w:val="002E1A3E"/>
    <w:rsid w:val="002E2175"/>
    <w:rsid w:val="002E28E2"/>
    <w:rsid w:val="002F3019"/>
    <w:rsid w:val="002F631B"/>
    <w:rsid w:val="002F71F3"/>
    <w:rsid w:val="002F7B16"/>
    <w:rsid w:val="00301352"/>
    <w:rsid w:val="0030578E"/>
    <w:rsid w:val="00307C86"/>
    <w:rsid w:val="00314BA7"/>
    <w:rsid w:val="00315334"/>
    <w:rsid w:val="003157B8"/>
    <w:rsid w:val="0031780E"/>
    <w:rsid w:val="0032431A"/>
    <w:rsid w:val="003272B0"/>
    <w:rsid w:val="00332CC5"/>
    <w:rsid w:val="0033794B"/>
    <w:rsid w:val="00337FAE"/>
    <w:rsid w:val="00340058"/>
    <w:rsid w:val="003440E2"/>
    <w:rsid w:val="00346865"/>
    <w:rsid w:val="0035068A"/>
    <w:rsid w:val="00350BBB"/>
    <w:rsid w:val="00352417"/>
    <w:rsid w:val="003602DD"/>
    <w:rsid w:val="003616E4"/>
    <w:rsid w:val="00367717"/>
    <w:rsid w:val="003714AB"/>
    <w:rsid w:val="00374970"/>
    <w:rsid w:val="003754BB"/>
    <w:rsid w:val="003805A1"/>
    <w:rsid w:val="003816F2"/>
    <w:rsid w:val="00382279"/>
    <w:rsid w:val="00383ACE"/>
    <w:rsid w:val="00385422"/>
    <w:rsid w:val="003920BF"/>
    <w:rsid w:val="0039276D"/>
    <w:rsid w:val="0039619C"/>
    <w:rsid w:val="00396C05"/>
    <w:rsid w:val="003A2823"/>
    <w:rsid w:val="003A2CDA"/>
    <w:rsid w:val="003A7B5E"/>
    <w:rsid w:val="003B1A2A"/>
    <w:rsid w:val="003B1C49"/>
    <w:rsid w:val="003B2FBF"/>
    <w:rsid w:val="003B3766"/>
    <w:rsid w:val="003B52B0"/>
    <w:rsid w:val="003B727C"/>
    <w:rsid w:val="003C2442"/>
    <w:rsid w:val="003C4CB9"/>
    <w:rsid w:val="003D3AD1"/>
    <w:rsid w:val="003D4E40"/>
    <w:rsid w:val="003E4E8B"/>
    <w:rsid w:val="003E7318"/>
    <w:rsid w:val="003E7E9C"/>
    <w:rsid w:val="003F11C7"/>
    <w:rsid w:val="003F3D40"/>
    <w:rsid w:val="003F504E"/>
    <w:rsid w:val="003F5BC4"/>
    <w:rsid w:val="003F6B09"/>
    <w:rsid w:val="0040312E"/>
    <w:rsid w:val="00407E39"/>
    <w:rsid w:val="0041542B"/>
    <w:rsid w:val="004154A2"/>
    <w:rsid w:val="00421064"/>
    <w:rsid w:val="00424BA7"/>
    <w:rsid w:val="00430161"/>
    <w:rsid w:val="004312F6"/>
    <w:rsid w:val="00432E81"/>
    <w:rsid w:val="0044582A"/>
    <w:rsid w:val="00446B00"/>
    <w:rsid w:val="00454C3F"/>
    <w:rsid w:val="00457E94"/>
    <w:rsid w:val="00461739"/>
    <w:rsid w:val="00464A44"/>
    <w:rsid w:val="00474D3E"/>
    <w:rsid w:val="004767C9"/>
    <w:rsid w:val="0048540D"/>
    <w:rsid w:val="0048668A"/>
    <w:rsid w:val="00492D9A"/>
    <w:rsid w:val="004A0FE8"/>
    <w:rsid w:val="004A187F"/>
    <w:rsid w:val="004A6D6D"/>
    <w:rsid w:val="004A77F4"/>
    <w:rsid w:val="004A7D5B"/>
    <w:rsid w:val="004C35C0"/>
    <w:rsid w:val="004C6824"/>
    <w:rsid w:val="004D0056"/>
    <w:rsid w:val="004D0092"/>
    <w:rsid w:val="004D1ADF"/>
    <w:rsid w:val="004D260A"/>
    <w:rsid w:val="004D60CA"/>
    <w:rsid w:val="004D70BE"/>
    <w:rsid w:val="004E36FF"/>
    <w:rsid w:val="004E514C"/>
    <w:rsid w:val="004F42D1"/>
    <w:rsid w:val="004F532C"/>
    <w:rsid w:val="004F5D65"/>
    <w:rsid w:val="005000EB"/>
    <w:rsid w:val="005011B1"/>
    <w:rsid w:val="005023C0"/>
    <w:rsid w:val="00507C4B"/>
    <w:rsid w:val="00507DE4"/>
    <w:rsid w:val="00514D52"/>
    <w:rsid w:val="00515BC2"/>
    <w:rsid w:val="005247CF"/>
    <w:rsid w:val="00530DEB"/>
    <w:rsid w:val="005334DF"/>
    <w:rsid w:val="005337B3"/>
    <w:rsid w:val="005353C8"/>
    <w:rsid w:val="005378A1"/>
    <w:rsid w:val="00542F4F"/>
    <w:rsid w:val="00545AED"/>
    <w:rsid w:val="00550CDA"/>
    <w:rsid w:val="00551547"/>
    <w:rsid w:val="00553B04"/>
    <w:rsid w:val="005540A9"/>
    <w:rsid w:val="00555A8A"/>
    <w:rsid w:val="00555F2A"/>
    <w:rsid w:val="00557C9F"/>
    <w:rsid w:val="00560C7F"/>
    <w:rsid w:val="0056490A"/>
    <w:rsid w:val="00565C2E"/>
    <w:rsid w:val="00567A20"/>
    <w:rsid w:val="00573436"/>
    <w:rsid w:val="005734D6"/>
    <w:rsid w:val="00576928"/>
    <w:rsid w:val="005804F7"/>
    <w:rsid w:val="005812FE"/>
    <w:rsid w:val="005830D5"/>
    <w:rsid w:val="005832B7"/>
    <w:rsid w:val="00591184"/>
    <w:rsid w:val="0059140C"/>
    <w:rsid w:val="00591491"/>
    <w:rsid w:val="0059243E"/>
    <w:rsid w:val="005931EA"/>
    <w:rsid w:val="00594268"/>
    <w:rsid w:val="00595F82"/>
    <w:rsid w:val="00596800"/>
    <w:rsid w:val="005A15A8"/>
    <w:rsid w:val="005A4018"/>
    <w:rsid w:val="005B005B"/>
    <w:rsid w:val="005B2923"/>
    <w:rsid w:val="005C3287"/>
    <w:rsid w:val="005C3DF1"/>
    <w:rsid w:val="005D0530"/>
    <w:rsid w:val="005D09E1"/>
    <w:rsid w:val="005E1695"/>
    <w:rsid w:val="005E1B6A"/>
    <w:rsid w:val="005F0CB3"/>
    <w:rsid w:val="00601C65"/>
    <w:rsid w:val="006037E4"/>
    <w:rsid w:val="00604B84"/>
    <w:rsid w:val="00606D35"/>
    <w:rsid w:val="00607B33"/>
    <w:rsid w:val="00614167"/>
    <w:rsid w:val="0062314A"/>
    <w:rsid w:val="006333CC"/>
    <w:rsid w:val="00636367"/>
    <w:rsid w:val="00636400"/>
    <w:rsid w:val="00636ECB"/>
    <w:rsid w:val="00642F8A"/>
    <w:rsid w:val="006435DA"/>
    <w:rsid w:val="006512DA"/>
    <w:rsid w:val="00651670"/>
    <w:rsid w:val="00651996"/>
    <w:rsid w:val="0065214F"/>
    <w:rsid w:val="006557B2"/>
    <w:rsid w:val="006563B4"/>
    <w:rsid w:val="00662035"/>
    <w:rsid w:val="00664ABF"/>
    <w:rsid w:val="0067329A"/>
    <w:rsid w:val="00677D71"/>
    <w:rsid w:val="00680025"/>
    <w:rsid w:val="00685288"/>
    <w:rsid w:val="00686849"/>
    <w:rsid w:val="006951EC"/>
    <w:rsid w:val="0069604C"/>
    <w:rsid w:val="00696B5C"/>
    <w:rsid w:val="006A7357"/>
    <w:rsid w:val="006B092B"/>
    <w:rsid w:val="006B3F27"/>
    <w:rsid w:val="006B6727"/>
    <w:rsid w:val="006C01E3"/>
    <w:rsid w:val="006C4B70"/>
    <w:rsid w:val="006C66A1"/>
    <w:rsid w:val="006D7629"/>
    <w:rsid w:val="006E26E3"/>
    <w:rsid w:val="006E599D"/>
    <w:rsid w:val="006F38AA"/>
    <w:rsid w:val="007004A6"/>
    <w:rsid w:val="00700790"/>
    <w:rsid w:val="00704A62"/>
    <w:rsid w:val="007070AA"/>
    <w:rsid w:val="00711894"/>
    <w:rsid w:val="00712C88"/>
    <w:rsid w:val="00712F32"/>
    <w:rsid w:val="00713889"/>
    <w:rsid w:val="00714575"/>
    <w:rsid w:val="00714984"/>
    <w:rsid w:val="00724C26"/>
    <w:rsid w:val="007252FF"/>
    <w:rsid w:val="0072540F"/>
    <w:rsid w:val="00726A1E"/>
    <w:rsid w:val="00727B25"/>
    <w:rsid w:val="00736320"/>
    <w:rsid w:val="00737060"/>
    <w:rsid w:val="0074361C"/>
    <w:rsid w:val="007518D7"/>
    <w:rsid w:val="007519BE"/>
    <w:rsid w:val="00752AE4"/>
    <w:rsid w:val="00756172"/>
    <w:rsid w:val="0076616F"/>
    <w:rsid w:val="00766BE7"/>
    <w:rsid w:val="00767132"/>
    <w:rsid w:val="007730F3"/>
    <w:rsid w:val="007755FF"/>
    <w:rsid w:val="00780166"/>
    <w:rsid w:val="007802B0"/>
    <w:rsid w:val="00780E08"/>
    <w:rsid w:val="00783F15"/>
    <w:rsid w:val="00785978"/>
    <w:rsid w:val="00785D2F"/>
    <w:rsid w:val="00791160"/>
    <w:rsid w:val="00793945"/>
    <w:rsid w:val="007C278B"/>
    <w:rsid w:val="007C2892"/>
    <w:rsid w:val="007C2E20"/>
    <w:rsid w:val="007C5D8B"/>
    <w:rsid w:val="007D0003"/>
    <w:rsid w:val="007D6176"/>
    <w:rsid w:val="007E09BA"/>
    <w:rsid w:val="007E2389"/>
    <w:rsid w:val="007E2515"/>
    <w:rsid w:val="007E2E09"/>
    <w:rsid w:val="007E5AB0"/>
    <w:rsid w:val="007E7A54"/>
    <w:rsid w:val="007F15F8"/>
    <w:rsid w:val="007F2A98"/>
    <w:rsid w:val="007F3F7E"/>
    <w:rsid w:val="007F67E7"/>
    <w:rsid w:val="007F742C"/>
    <w:rsid w:val="00800415"/>
    <w:rsid w:val="00800807"/>
    <w:rsid w:val="00800A47"/>
    <w:rsid w:val="00800ABB"/>
    <w:rsid w:val="008027AD"/>
    <w:rsid w:val="008032D0"/>
    <w:rsid w:val="008043CD"/>
    <w:rsid w:val="00804650"/>
    <w:rsid w:val="00820DF9"/>
    <w:rsid w:val="00820FD7"/>
    <w:rsid w:val="00825D27"/>
    <w:rsid w:val="0083076E"/>
    <w:rsid w:val="00835CC4"/>
    <w:rsid w:val="008439D6"/>
    <w:rsid w:val="008462EA"/>
    <w:rsid w:val="00850A87"/>
    <w:rsid w:val="00853AC2"/>
    <w:rsid w:val="00854551"/>
    <w:rsid w:val="008549CB"/>
    <w:rsid w:val="00860158"/>
    <w:rsid w:val="0086260E"/>
    <w:rsid w:val="0086360B"/>
    <w:rsid w:val="008715F8"/>
    <w:rsid w:val="008725BB"/>
    <w:rsid w:val="0087578F"/>
    <w:rsid w:val="008873CF"/>
    <w:rsid w:val="00891589"/>
    <w:rsid w:val="008953A1"/>
    <w:rsid w:val="00897FD1"/>
    <w:rsid w:val="008A0E3E"/>
    <w:rsid w:val="008A1E7B"/>
    <w:rsid w:val="008A2572"/>
    <w:rsid w:val="008B0EC9"/>
    <w:rsid w:val="008B23C3"/>
    <w:rsid w:val="008B2704"/>
    <w:rsid w:val="008B2F6B"/>
    <w:rsid w:val="008C0337"/>
    <w:rsid w:val="008C458B"/>
    <w:rsid w:val="008C79A0"/>
    <w:rsid w:val="008D3B20"/>
    <w:rsid w:val="008D4964"/>
    <w:rsid w:val="008D769C"/>
    <w:rsid w:val="008D77DC"/>
    <w:rsid w:val="008D7EB2"/>
    <w:rsid w:val="008E116C"/>
    <w:rsid w:val="008E3A16"/>
    <w:rsid w:val="008E7133"/>
    <w:rsid w:val="008F013C"/>
    <w:rsid w:val="008F3E3A"/>
    <w:rsid w:val="008F6F2F"/>
    <w:rsid w:val="008F7605"/>
    <w:rsid w:val="00902AFD"/>
    <w:rsid w:val="00906E64"/>
    <w:rsid w:val="00911C31"/>
    <w:rsid w:val="009161EB"/>
    <w:rsid w:val="0092089F"/>
    <w:rsid w:val="00922816"/>
    <w:rsid w:val="00922CB9"/>
    <w:rsid w:val="00932266"/>
    <w:rsid w:val="00934318"/>
    <w:rsid w:val="00945698"/>
    <w:rsid w:val="009471A1"/>
    <w:rsid w:val="00962540"/>
    <w:rsid w:val="0096270D"/>
    <w:rsid w:val="00963F9B"/>
    <w:rsid w:val="009652B3"/>
    <w:rsid w:val="00967EC2"/>
    <w:rsid w:val="00970C91"/>
    <w:rsid w:val="00975847"/>
    <w:rsid w:val="0098385B"/>
    <w:rsid w:val="00985859"/>
    <w:rsid w:val="00986366"/>
    <w:rsid w:val="009913C6"/>
    <w:rsid w:val="009964A0"/>
    <w:rsid w:val="009A1D2D"/>
    <w:rsid w:val="009A2721"/>
    <w:rsid w:val="009A2AF3"/>
    <w:rsid w:val="009A2CBB"/>
    <w:rsid w:val="009A46AF"/>
    <w:rsid w:val="009A5A52"/>
    <w:rsid w:val="009B33A2"/>
    <w:rsid w:val="009B4DC4"/>
    <w:rsid w:val="009B510A"/>
    <w:rsid w:val="009C14C4"/>
    <w:rsid w:val="009C5F44"/>
    <w:rsid w:val="009D2EE9"/>
    <w:rsid w:val="009D79AD"/>
    <w:rsid w:val="009D7B64"/>
    <w:rsid w:val="009E0B26"/>
    <w:rsid w:val="009E2965"/>
    <w:rsid w:val="009E3D87"/>
    <w:rsid w:val="009E4047"/>
    <w:rsid w:val="009E4C25"/>
    <w:rsid w:val="009F01F3"/>
    <w:rsid w:val="009F32A7"/>
    <w:rsid w:val="009F3319"/>
    <w:rsid w:val="009F3403"/>
    <w:rsid w:val="00A0013D"/>
    <w:rsid w:val="00A06652"/>
    <w:rsid w:val="00A11A30"/>
    <w:rsid w:val="00A11AD2"/>
    <w:rsid w:val="00A123ED"/>
    <w:rsid w:val="00A12AD9"/>
    <w:rsid w:val="00A13BDD"/>
    <w:rsid w:val="00A146B1"/>
    <w:rsid w:val="00A15710"/>
    <w:rsid w:val="00A15A1B"/>
    <w:rsid w:val="00A16598"/>
    <w:rsid w:val="00A21588"/>
    <w:rsid w:val="00A2505E"/>
    <w:rsid w:val="00A30B75"/>
    <w:rsid w:val="00A31635"/>
    <w:rsid w:val="00A34496"/>
    <w:rsid w:val="00A34A11"/>
    <w:rsid w:val="00A41756"/>
    <w:rsid w:val="00A442AF"/>
    <w:rsid w:val="00A458DA"/>
    <w:rsid w:val="00A474D0"/>
    <w:rsid w:val="00A52D24"/>
    <w:rsid w:val="00A556C8"/>
    <w:rsid w:val="00A626A7"/>
    <w:rsid w:val="00A705E8"/>
    <w:rsid w:val="00A711C3"/>
    <w:rsid w:val="00A74CED"/>
    <w:rsid w:val="00A75DCA"/>
    <w:rsid w:val="00A77198"/>
    <w:rsid w:val="00A8385A"/>
    <w:rsid w:val="00A85A4D"/>
    <w:rsid w:val="00A862D6"/>
    <w:rsid w:val="00A879A9"/>
    <w:rsid w:val="00A916E5"/>
    <w:rsid w:val="00A9306F"/>
    <w:rsid w:val="00A93899"/>
    <w:rsid w:val="00A93993"/>
    <w:rsid w:val="00A93BFB"/>
    <w:rsid w:val="00AA42E2"/>
    <w:rsid w:val="00AA68FF"/>
    <w:rsid w:val="00AB0EAF"/>
    <w:rsid w:val="00AB2944"/>
    <w:rsid w:val="00AD3A97"/>
    <w:rsid w:val="00AD4251"/>
    <w:rsid w:val="00AE3033"/>
    <w:rsid w:val="00AE5D0A"/>
    <w:rsid w:val="00AE758D"/>
    <w:rsid w:val="00AF0F89"/>
    <w:rsid w:val="00AF7C1A"/>
    <w:rsid w:val="00B01F9C"/>
    <w:rsid w:val="00B02851"/>
    <w:rsid w:val="00B05559"/>
    <w:rsid w:val="00B1344F"/>
    <w:rsid w:val="00B22540"/>
    <w:rsid w:val="00B27E32"/>
    <w:rsid w:val="00B3216B"/>
    <w:rsid w:val="00B44FDD"/>
    <w:rsid w:val="00B4752F"/>
    <w:rsid w:val="00B55948"/>
    <w:rsid w:val="00B62EE4"/>
    <w:rsid w:val="00B6568F"/>
    <w:rsid w:val="00B67073"/>
    <w:rsid w:val="00B71FA8"/>
    <w:rsid w:val="00B7340B"/>
    <w:rsid w:val="00B738F0"/>
    <w:rsid w:val="00B8004B"/>
    <w:rsid w:val="00B80E76"/>
    <w:rsid w:val="00B82396"/>
    <w:rsid w:val="00B8750E"/>
    <w:rsid w:val="00B918CC"/>
    <w:rsid w:val="00B946C4"/>
    <w:rsid w:val="00B96BB3"/>
    <w:rsid w:val="00B97F38"/>
    <w:rsid w:val="00BA4C4D"/>
    <w:rsid w:val="00BA61D9"/>
    <w:rsid w:val="00BA72D4"/>
    <w:rsid w:val="00BB7788"/>
    <w:rsid w:val="00BC20FB"/>
    <w:rsid w:val="00BC789E"/>
    <w:rsid w:val="00BD101F"/>
    <w:rsid w:val="00BD10A9"/>
    <w:rsid w:val="00BD1530"/>
    <w:rsid w:val="00BD2309"/>
    <w:rsid w:val="00BD50FC"/>
    <w:rsid w:val="00BD6C2C"/>
    <w:rsid w:val="00BD77A5"/>
    <w:rsid w:val="00BE2BF0"/>
    <w:rsid w:val="00BE42AE"/>
    <w:rsid w:val="00BE59C1"/>
    <w:rsid w:val="00BE76E9"/>
    <w:rsid w:val="00BE775C"/>
    <w:rsid w:val="00BF5AD5"/>
    <w:rsid w:val="00BF6BA5"/>
    <w:rsid w:val="00C00382"/>
    <w:rsid w:val="00C12AED"/>
    <w:rsid w:val="00C12C31"/>
    <w:rsid w:val="00C1574B"/>
    <w:rsid w:val="00C22CD3"/>
    <w:rsid w:val="00C22F37"/>
    <w:rsid w:val="00C2454F"/>
    <w:rsid w:val="00C259DC"/>
    <w:rsid w:val="00C26D1D"/>
    <w:rsid w:val="00C3416E"/>
    <w:rsid w:val="00C3699C"/>
    <w:rsid w:val="00C36AF2"/>
    <w:rsid w:val="00C44D25"/>
    <w:rsid w:val="00C45FD0"/>
    <w:rsid w:val="00C542ED"/>
    <w:rsid w:val="00C54548"/>
    <w:rsid w:val="00C5502B"/>
    <w:rsid w:val="00C55312"/>
    <w:rsid w:val="00C55650"/>
    <w:rsid w:val="00C56193"/>
    <w:rsid w:val="00C56D0A"/>
    <w:rsid w:val="00C61CA6"/>
    <w:rsid w:val="00C63DF4"/>
    <w:rsid w:val="00C63E7D"/>
    <w:rsid w:val="00C66328"/>
    <w:rsid w:val="00C71482"/>
    <w:rsid w:val="00C73A72"/>
    <w:rsid w:val="00C75B34"/>
    <w:rsid w:val="00C81051"/>
    <w:rsid w:val="00C86F0B"/>
    <w:rsid w:val="00C90E13"/>
    <w:rsid w:val="00C90FFC"/>
    <w:rsid w:val="00C943EC"/>
    <w:rsid w:val="00CA27F8"/>
    <w:rsid w:val="00CA3E5F"/>
    <w:rsid w:val="00CA6900"/>
    <w:rsid w:val="00CA7C4C"/>
    <w:rsid w:val="00CB199E"/>
    <w:rsid w:val="00CB3A9F"/>
    <w:rsid w:val="00CB6CFA"/>
    <w:rsid w:val="00CB7087"/>
    <w:rsid w:val="00CC221D"/>
    <w:rsid w:val="00CC2FF5"/>
    <w:rsid w:val="00CC49B7"/>
    <w:rsid w:val="00CC5817"/>
    <w:rsid w:val="00CC6C06"/>
    <w:rsid w:val="00CD353E"/>
    <w:rsid w:val="00CD4FFE"/>
    <w:rsid w:val="00CE1AA0"/>
    <w:rsid w:val="00CF0E72"/>
    <w:rsid w:val="00CF775D"/>
    <w:rsid w:val="00D00F44"/>
    <w:rsid w:val="00D0110F"/>
    <w:rsid w:val="00D02165"/>
    <w:rsid w:val="00D02B34"/>
    <w:rsid w:val="00D054C8"/>
    <w:rsid w:val="00D10B23"/>
    <w:rsid w:val="00D13982"/>
    <w:rsid w:val="00D15D8D"/>
    <w:rsid w:val="00D221E7"/>
    <w:rsid w:val="00D3064E"/>
    <w:rsid w:val="00D340EA"/>
    <w:rsid w:val="00D3516B"/>
    <w:rsid w:val="00D3618B"/>
    <w:rsid w:val="00D4413B"/>
    <w:rsid w:val="00D468BC"/>
    <w:rsid w:val="00D60451"/>
    <w:rsid w:val="00D63DC6"/>
    <w:rsid w:val="00D73037"/>
    <w:rsid w:val="00D825DD"/>
    <w:rsid w:val="00D85850"/>
    <w:rsid w:val="00D860DC"/>
    <w:rsid w:val="00D941A5"/>
    <w:rsid w:val="00D95B65"/>
    <w:rsid w:val="00DA5ACB"/>
    <w:rsid w:val="00DA79D5"/>
    <w:rsid w:val="00DB0FEF"/>
    <w:rsid w:val="00DB1ED6"/>
    <w:rsid w:val="00DB26EA"/>
    <w:rsid w:val="00DB2820"/>
    <w:rsid w:val="00DB3DCE"/>
    <w:rsid w:val="00DB6600"/>
    <w:rsid w:val="00DC6B96"/>
    <w:rsid w:val="00DD2902"/>
    <w:rsid w:val="00DD6B35"/>
    <w:rsid w:val="00DE28FF"/>
    <w:rsid w:val="00DE4E5F"/>
    <w:rsid w:val="00DE52B7"/>
    <w:rsid w:val="00DF1C8C"/>
    <w:rsid w:val="00DF21A9"/>
    <w:rsid w:val="00DF5E89"/>
    <w:rsid w:val="00DF6136"/>
    <w:rsid w:val="00E07773"/>
    <w:rsid w:val="00E109D5"/>
    <w:rsid w:val="00E13383"/>
    <w:rsid w:val="00E1797A"/>
    <w:rsid w:val="00E21792"/>
    <w:rsid w:val="00E22E4D"/>
    <w:rsid w:val="00E22FC7"/>
    <w:rsid w:val="00E349F2"/>
    <w:rsid w:val="00E35301"/>
    <w:rsid w:val="00E56C51"/>
    <w:rsid w:val="00E56FA2"/>
    <w:rsid w:val="00E6260D"/>
    <w:rsid w:val="00E67FEA"/>
    <w:rsid w:val="00E73AD4"/>
    <w:rsid w:val="00E7793E"/>
    <w:rsid w:val="00E80DAD"/>
    <w:rsid w:val="00E81951"/>
    <w:rsid w:val="00E8206A"/>
    <w:rsid w:val="00E851A9"/>
    <w:rsid w:val="00E86F85"/>
    <w:rsid w:val="00E91739"/>
    <w:rsid w:val="00E92E39"/>
    <w:rsid w:val="00EA023C"/>
    <w:rsid w:val="00EA50B0"/>
    <w:rsid w:val="00EA65EC"/>
    <w:rsid w:val="00EB413F"/>
    <w:rsid w:val="00EC1704"/>
    <w:rsid w:val="00EC1FB2"/>
    <w:rsid w:val="00EC469E"/>
    <w:rsid w:val="00ED2BC6"/>
    <w:rsid w:val="00ED3B58"/>
    <w:rsid w:val="00ED3ECB"/>
    <w:rsid w:val="00EF0B50"/>
    <w:rsid w:val="00EF2C70"/>
    <w:rsid w:val="00EF487F"/>
    <w:rsid w:val="00EF7A9A"/>
    <w:rsid w:val="00F009E0"/>
    <w:rsid w:val="00F0310A"/>
    <w:rsid w:val="00F07949"/>
    <w:rsid w:val="00F10DDA"/>
    <w:rsid w:val="00F12B96"/>
    <w:rsid w:val="00F13D26"/>
    <w:rsid w:val="00F14740"/>
    <w:rsid w:val="00F166FD"/>
    <w:rsid w:val="00F210B6"/>
    <w:rsid w:val="00F22175"/>
    <w:rsid w:val="00F25142"/>
    <w:rsid w:val="00F26522"/>
    <w:rsid w:val="00F27C06"/>
    <w:rsid w:val="00F32102"/>
    <w:rsid w:val="00F33514"/>
    <w:rsid w:val="00F34899"/>
    <w:rsid w:val="00F34D3D"/>
    <w:rsid w:val="00F452F9"/>
    <w:rsid w:val="00F45676"/>
    <w:rsid w:val="00F46743"/>
    <w:rsid w:val="00F52AD8"/>
    <w:rsid w:val="00F55AB5"/>
    <w:rsid w:val="00F57EB0"/>
    <w:rsid w:val="00F65A5E"/>
    <w:rsid w:val="00F72A68"/>
    <w:rsid w:val="00F7472A"/>
    <w:rsid w:val="00F77D1D"/>
    <w:rsid w:val="00F77F4D"/>
    <w:rsid w:val="00FA1C62"/>
    <w:rsid w:val="00FA45F0"/>
    <w:rsid w:val="00FA59AE"/>
    <w:rsid w:val="00FB0C65"/>
    <w:rsid w:val="00FB3CF8"/>
    <w:rsid w:val="00FB53EC"/>
    <w:rsid w:val="00FB6AA8"/>
    <w:rsid w:val="00FC0CED"/>
    <w:rsid w:val="00FC5737"/>
    <w:rsid w:val="00FC68F5"/>
    <w:rsid w:val="00FC7FFE"/>
    <w:rsid w:val="00FD3809"/>
    <w:rsid w:val="00FD4009"/>
    <w:rsid w:val="00FD5E58"/>
    <w:rsid w:val="00FD5FB9"/>
    <w:rsid w:val="00FD6D95"/>
    <w:rsid w:val="00FE0289"/>
    <w:rsid w:val="00FE1A7E"/>
    <w:rsid w:val="00FE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9A2AF3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aliases w:val="Название закона"/>
    <w:basedOn w:val="a"/>
    <w:next w:val="a"/>
    <w:link w:val="10"/>
    <w:qFormat/>
    <w:rsid w:val="009A2AF3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C9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9A2AF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a3">
    <w:name w:val="Стиль полужирный По центру"/>
    <w:basedOn w:val="a"/>
    <w:rsid w:val="009A2AF3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9A2AF3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9A2AF3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rsid w:val="009A2AF3"/>
    <w:pPr>
      <w:ind w:firstLine="0"/>
    </w:pPr>
    <w:rPr>
      <w:sz w:val="24"/>
      <w:szCs w:val="20"/>
    </w:rPr>
  </w:style>
  <w:style w:type="paragraph" w:customStyle="1" w:styleId="a6">
    <w:name w:val="Проект вносит"/>
    <w:basedOn w:val="a"/>
    <w:rsid w:val="009A2AF3"/>
    <w:pPr>
      <w:ind w:left="567" w:firstLine="0"/>
      <w:jc w:val="right"/>
    </w:pPr>
    <w:rPr>
      <w:b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9A2A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A2A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567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5678B"/>
    <w:rPr>
      <w:rFonts w:ascii="Times New Roman" w:eastAsia="Times New Roman" w:hAnsi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1567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678B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rsid w:val="003A282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3B727C"/>
    <w:rPr>
      <w:color w:val="0000FF"/>
      <w:u w:val="single"/>
    </w:rPr>
  </w:style>
  <w:style w:type="paragraph" w:customStyle="1" w:styleId="ae">
    <w:name w:val="Словарная статья"/>
    <w:basedOn w:val="a"/>
    <w:next w:val="a"/>
    <w:uiPriority w:val="99"/>
    <w:rsid w:val="00130EB8"/>
    <w:pPr>
      <w:autoSpaceDE w:val="0"/>
      <w:autoSpaceDN w:val="0"/>
      <w:adjustRightInd w:val="0"/>
      <w:ind w:right="118" w:firstLine="0"/>
    </w:pPr>
    <w:rPr>
      <w:rFonts w:ascii="Arial" w:eastAsia="Calibri" w:hAnsi="Arial" w:cs="Arial"/>
      <w:sz w:val="24"/>
    </w:rPr>
  </w:style>
  <w:style w:type="paragraph" w:styleId="af">
    <w:name w:val="Normal (Web)"/>
    <w:basedOn w:val="a"/>
    <w:unhideWhenUsed/>
    <w:rsid w:val="00095F9D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f0">
    <w:name w:val="List Paragraph"/>
    <w:basedOn w:val="a"/>
    <w:uiPriority w:val="34"/>
    <w:qFormat/>
    <w:rsid w:val="00DB26EA"/>
    <w:pPr>
      <w:ind w:left="720"/>
      <w:contextualSpacing/>
    </w:pPr>
  </w:style>
  <w:style w:type="character" w:customStyle="1" w:styleId="30">
    <w:name w:val="Заголовок 3 Знак"/>
    <w:link w:val="3"/>
    <w:uiPriority w:val="9"/>
    <w:semiHidden/>
    <w:rsid w:val="00557C9F"/>
    <w:rPr>
      <w:rFonts w:ascii="Cambria" w:eastAsia="Times New Roman" w:hAnsi="Cambria" w:cs="Times New Roman"/>
      <w:b/>
      <w:bCs/>
      <w:color w:val="4F81BD"/>
      <w:sz w:val="28"/>
      <w:szCs w:val="24"/>
    </w:rPr>
  </w:style>
  <w:style w:type="character" w:styleId="af1">
    <w:name w:val="line number"/>
    <w:basedOn w:val="a0"/>
    <w:uiPriority w:val="99"/>
    <w:semiHidden/>
    <w:unhideWhenUsed/>
    <w:rsid w:val="00B6568F"/>
  </w:style>
  <w:style w:type="paragraph" w:customStyle="1" w:styleId="af2">
    <w:name w:val="Заголовок статьи"/>
    <w:basedOn w:val="a"/>
    <w:next w:val="a"/>
    <w:uiPriority w:val="99"/>
    <w:rsid w:val="00591184"/>
    <w:pPr>
      <w:autoSpaceDE w:val="0"/>
      <w:autoSpaceDN w:val="0"/>
      <w:adjustRightInd w:val="0"/>
      <w:ind w:left="1612" w:hanging="892"/>
    </w:pPr>
    <w:rPr>
      <w:rFonts w:ascii="Arial" w:hAnsi="Arial" w:cs="Arial"/>
      <w:sz w:val="24"/>
    </w:rPr>
  </w:style>
  <w:style w:type="paragraph" w:styleId="af3">
    <w:name w:val="Body Text"/>
    <w:basedOn w:val="a"/>
    <w:link w:val="af4"/>
    <w:rsid w:val="00576928"/>
    <w:pPr>
      <w:overflowPunct w:val="0"/>
      <w:autoSpaceDE w:val="0"/>
      <w:autoSpaceDN w:val="0"/>
      <w:adjustRightInd w:val="0"/>
      <w:spacing w:after="120"/>
      <w:ind w:firstLine="0"/>
      <w:jc w:val="left"/>
    </w:pPr>
    <w:rPr>
      <w:sz w:val="24"/>
    </w:rPr>
  </w:style>
  <w:style w:type="character" w:customStyle="1" w:styleId="af4">
    <w:name w:val="Основной текст Знак"/>
    <w:basedOn w:val="a0"/>
    <w:link w:val="af3"/>
    <w:rsid w:val="0057692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9A2AF3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aliases w:val="Название закона"/>
    <w:basedOn w:val="a"/>
    <w:next w:val="a"/>
    <w:link w:val="10"/>
    <w:qFormat/>
    <w:rsid w:val="009A2AF3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C9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9A2AF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a3">
    <w:name w:val="Стиль полужирный По центру"/>
    <w:basedOn w:val="a"/>
    <w:rsid w:val="009A2AF3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9A2AF3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9A2AF3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rsid w:val="009A2AF3"/>
    <w:pPr>
      <w:ind w:firstLine="0"/>
    </w:pPr>
    <w:rPr>
      <w:sz w:val="24"/>
      <w:szCs w:val="20"/>
    </w:rPr>
  </w:style>
  <w:style w:type="paragraph" w:customStyle="1" w:styleId="a6">
    <w:name w:val="Проект вносит"/>
    <w:basedOn w:val="a"/>
    <w:rsid w:val="009A2AF3"/>
    <w:pPr>
      <w:ind w:left="567" w:firstLine="0"/>
      <w:jc w:val="right"/>
    </w:pPr>
    <w:rPr>
      <w:b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9A2A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A2A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567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5678B"/>
    <w:rPr>
      <w:rFonts w:ascii="Times New Roman" w:eastAsia="Times New Roman" w:hAnsi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1567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678B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rsid w:val="003A282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3B727C"/>
    <w:rPr>
      <w:color w:val="0000FF"/>
      <w:u w:val="single"/>
    </w:rPr>
  </w:style>
  <w:style w:type="paragraph" w:customStyle="1" w:styleId="ae">
    <w:name w:val="Словарная статья"/>
    <w:basedOn w:val="a"/>
    <w:next w:val="a"/>
    <w:uiPriority w:val="99"/>
    <w:rsid w:val="00130EB8"/>
    <w:pPr>
      <w:autoSpaceDE w:val="0"/>
      <w:autoSpaceDN w:val="0"/>
      <w:adjustRightInd w:val="0"/>
      <w:ind w:right="118" w:firstLine="0"/>
    </w:pPr>
    <w:rPr>
      <w:rFonts w:ascii="Arial" w:eastAsia="Calibri" w:hAnsi="Arial" w:cs="Arial"/>
      <w:sz w:val="24"/>
    </w:rPr>
  </w:style>
  <w:style w:type="paragraph" w:styleId="af">
    <w:name w:val="Normal (Web)"/>
    <w:basedOn w:val="a"/>
    <w:unhideWhenUsed/>
    <w:rsid w:val="00095F9D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f0">
    <w:name w:val="List Paragraph"/>
    <w:basedOn w:val="a"/>
    <w:uiPriority w:val="34"/>
    <w:qFormat/>
    <w:rsid w:val="00DB26EA"/>
    <w:pPr>
      <w:ind w:left="720"/>
      <w:contextualSpacing/>
    </w:pPr>
  </w:style>
  <w:style w:type="character" w:customStyle="1" w:styleId="30">
    <w:name w:val="Заголовок 3 Знак"/>
    <w:link w:val="3"/>
    <w:uiPriority w:val="9"/>
    <w:semiHidden/>
    <w:rsid w:val="00557C9F"/>
    <w:rPr>
      <w:rFonts w:ascii="Cambria" w:eastAsia="Times New Roman" w:hAnsi="Cambria" w:cs="Times New Roman"/>
      <w:b/>
      <w:bCs/>
      <w:color w:val="4F81BD"/>
      <w:sz w:val="28"/>
      <w:szCs w:val="24"/>
    </w:rPr>
  </w:style>
  <w:style w:type="character" w:styleId="af1">
    <w:name w:val="line number"/>
    <w:basedOn w:val="a0"/>
    <w:uiPriority w:val="99"/>
    <w:semiHidden/>
    <w:unhideWhenUsed/>
    <w:rsid w:val="00B6568F"/>
  </w:style>
  <w:style w:type="paragraph" w:customStyle="1" w:styleId="af2">
    <w:name w:val="Заголовок статьи"/>
    <w:basedOn w:val="a"/>
    <w:next w:val="a"/>
    <w:uiPriority w:val="99"/>
    <w:rsid w:val="00591184"/>
    <w:pPr>
      <w:autoSpaceDE w:val="0"/>
      <w:autoSpaceDN w:val="0"/>
      <w:adjustRightInd w:val="0"/>
      <w:ind w:left="1612" w:hanging="892"/>
    </w:pPr>
    <w:rPr>
      <w:rFonts w:ascii="Arial" w:hAnsi="Arial" w:cs="Arial"/>
      <w:sz w:val="24"/>
    </w:rPr>
  </w:style>
  <w:style w:type="paragraph" w:styleId="af3">
    <w:name w:val="Body Text"/>
    <w:basedOn w:val="a"/>
    <w:link w:val="af4"/>
    <w:rsid w:val="00576928"/>
    <w:pPr>
      <w:overflowPunct w:val="0"/>
      <w:autoSpaceDE w:val="0"/>
      <w:autoSpaceDN w:val="0"/>
      <w:adjustRightInd w:val="0"/>
      <w:spacing w:after="120"/>
      <w:ind w:firstLine="0"/>
      <w:jc w:val="left"/>
    </w:pPr>
    <w:rPr>
      <w:sz w:val="24"/>
    </w:rPr>
  </w:style>
  <w:style w:type="character" w:customStyle="1" w:styleId="af4">
    <w:name w:val="Основной текст Знак"/>
    <w:basedOn w:val="a0"/>
    <w:link w:val="af3"/>
    <w:rsid w:val="005769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garantF1://24553828.1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E583DA6E7C3087C0391A7B79A5509C138269D6CA7665D61B241E4C6E597463DEE1D9C0386EAE01DF7605oES7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436A3-CEB0-4C03-95F3-9D7D1454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4858</Words>
  <Characters>27696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32490</CharactersWithSpaces>
  <SharedDoc>false</SharedDoc>
  <HLinks>
    <vt:vector size="18" baseType="variant">
      <vt:variant>
        <vt:i4>7143480</vt:i4>
      </vt:variant>
      <vt:variant>
        <vt:i4>6</vt:i4>
      </vt:variant>
      <vt:variant>
        <vt:i4>0</vt:i4>
      </vt:variant>
      <vt:variant>
        <vt:i4>5</vt:i4>
      </vt:variant>
      <vt:variant>
        <vt:lpwstr>garantf1://24553828.1/</vt:lpwstr>
      </vt:variant>
      <vt:variant>
        <vt:lpwstr/>
      </vt:variant>
      <vt:variant>
        <vt:i4>393301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consultantplus://offline/ref=E5E583DA6E7C3087C0391A7B79A5509C138269D6CA7665D61B241E4C6E597463DEE1D9C0386EAE01DF7605oES7L</vt:lpwstr>
      </vt:variant>
      <vt:variant>
        <vt:lpwstr/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sub_2141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Perepelitsa</dc:creator>
  <cp:lastModifiedBy>user</cp:lastModifiedBy>
  <cp:revision>9</cp:revision>
  <cp:lastPrinted>2012-10-05T07:39:00Z</cp:lastPrinted>
  <dcterms:created xsi:type="dcterms:W3CDTF">2013-12-17T10:18:00Z</dcterms:created>
  <dcterms:modified xsi:type="dcterms:W3CDTF">2013-12-23T09:22:00Z</dcterms:modified>
</cp:coreProperties>
</file>