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BE773D" w:rsidTr="00CE7C62">
        <w:tc>
          <w:tcPr>
            <w:tcW w:w="709" w:type="dxa"/>
          </w:tcPr>
          <w:p w:rsidR="00BE773D" w:rsidRDefault="00BE773D">
            <w:pPr>
              <w:widowControl w:val="0"/>
              <w:jc w:val="center"/>
              <w:rPr>
                <w:sz w:val="28"/>
                <w:lang w:eastAsia="en-US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773D" w:rsidRDefault="00BE773D">
            <w:pPr>
              <w:widowControl w:val="0"/>
              <w:jc w:val="both"/>
              <w:rPr>
                <w:sz w:val="28"/>
                <w:lang w:eastAsia="en-US"/>
              </w:rPr>
            </w:pPr>
            <w:r>
              <w:rPr>
                <w:sz w:val="28"/>
              </w:rPr>
              <w:t>27.11.2012</w:t>
            </w:r>
          </w:p>
        </w:tc>
        <w:tc>
          <w:tcPr>
            <w:tcW w:w="3260" w:type="dxa"/>
          </w:tcPr>
          <w:p w:rsidR="00BE773D" w:rsidRDefault="00BE773D">
            <w:pPr>
              <w:widowControl w:val="0"/>
              <w:jc w:val="both"/>
              <w:rPr>
                <w:sz w:val="28"/>
                <w:lang w:eastAsia="en-US"/>
              </w:rPr>
            </w:pPr>
          </w:p>
        </w:tc>
        <w:tc>
          <w:tcPr>
            <w:tcW w:w="779" w:type="dxa"/>
          </w:tcPr>
          <w:p w:rsidR="00BE773D" w:rsidRDefault="00BE773D">
            <w:pPr>
              <w:widowControl w:val="0"/>
              <w:jc w:val="right"/>
              <w:rPr>
                <w:sz w:val="28"/>
                <w:lang w:eastAsia="en-US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E773D" w:rsidRDefault="00BE773D">
            <w:pPr>
              <w:widowControl w:val="0"/>
              <w:jc w:val="center"/>
              <w:rPr>
                <w:sz w:val="28"/>
                <w:lang w:eastAsia="en-US"/>
              </w:rPr>
            </w:pPr>
            <w:r>
              <w:rPr>
                <w:sz w:val="28"/>
                <w:lang w:eastAsia="en-US"/>
              </w:rPr>
              <w:t>242</w:t>
            </w:r>
          </w:p>
        </w:tc>
      </w:tr>
    </w:tbl>
    <w:p w:rsidR="00BE773D" w:rsidRDefault="00BE773D" w:rsidP="00C74147">
      <w:pPr>
        <w:pStyle w:val="Heading5"/>
        <w:ind w:firstLine="0"/>
        <w:jc w:val="left"/>
        <w:rPr>
          <w:b w:val="0"/>
          <w:sz w:val="28"/>
          <w:szCs w:val="28"/>
        </w:rPr>
      </w:pPr>
    </w:p>
    <w:p w:rsidR="00BE773D" w:rsidRDefault="00BE773D" w:rsidP="00C74147">
      <w:pPr>
        <w:pStyle w:val="Heading5"/>
        <w:ind w:firstLine="0"/>
        <w:jc w:val="left"/>
        <w:rPr>
          <w:b w:val="0"/>
          <w:sz w:val="28"/>
          <w:szCs w:val="28"/>
        </w:rPr>
      </w:pPr>
    </w:p>
    <w:p w:rsidR="00BE773D" w:rsidRDefault="00BE773D" w:rsidP="00C74147">
      <w:pPr>
        <w:pStyle w:val="Heading5"/>
        <w:ind w:firstLine="0"/>
        <w:jc w:val="left"/>
        <w:rPr>
          <w:b w:val="0"/>
          <w:sz w:val="28"/>
          <w:szCs w:val="28"/>
        </w:rPr>
      </w:pPr>
    </w:p>
    <w:p w:rsidR="00BE773D" w:rsidRPr="0048784A" w:rsidRDefault="00BE773D" w:rsidP="00C74147">
      <w:pPr>
        <w:pStyle w:val="Heading5"/>
        <w:ind w:firstLine="0"/>
        <w:jc w:val="left"/>
        <w:rPr>
          <w:b w:val="0"/>
          <w:sz w:val="28"/>
          <w:szCs w:val="28"/>
        </w:rPr>
      </w:pPr>
      <w:r w:rsidRPr="0048784A">
        <w:rPr>
          <w:b w:val="0"/>
          <w:sz w:val="28"/>
          <w:szCs w:val="28"/>
        </w:rPr>
        <w:t>О проекте закона Ярославской области</w:t>
      </w:r>
    </w:p>
    <w:p w:rsidR="00BE773D" w:rsidRPr="008061FF" w:rsidRDefault="00BE773D" w:rsidP="008061FF">
      <w:pPr>
        <w:pStyle w:val="BodyTextIndent2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>
        <w:rPr>
          <w:spacing w:val="2"/>
          <w:szCs w:val="28"/>
        </w:rPr>
        <w:t>«</w:t>
      </w:r>
      <w:r>
        <w:rPr>
          <w:color w:val="272727"/>
          <w:szCs w:val="28"/>
        </w:rPr>
        <w:t xml:space="preserve">Об отдельных вопросах </w:t>
      </w:r>
      <w:r>
        <w:rPr>
          <w:szCs w:val="28"/>
        </w:rPr>
        <w:t xml:space="preserve">организации </w:t>
      </w:r>
    </w:p>
    <w:p w:rsidR="00BE773D" w:rsidRPr="008061FF" w:rsidRDefault="00BE773D" w:rsidP="008061FF">
      <w:pPr>
        <w:pStyle w:val="BodyTextIndent2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>
        <w:rPr>
          <w:szCs w:val="28"/>
        </w:rPr>
        <w:t xml:space="preserve">деятельности по выпуску, выдаче </w:t>
      </w:r>
    </w:p>
    <w:p w:rsidR="00BE773D" w:rsidRDefault="00BE773D" w:rsidP="008061FF">
      <w:pPr>
        <w:pStyle w:val="BodyTextIndent2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>
        <w:rPr>
          <w:szCs w:val="28"/>
        </w:rPr>
        <w:t xml:space="preserve">и обслуживанию универсальных </w:t>
      </w:r>
    </w:p>
    <w:p w:rsidR="00BE773D" w:rsidRPr="008061FF" w:rsidRDefault="00BE773D" w:rsidP="008061FF">
      <w:pPr>
        <w:pStyle w:val="BodyTextIndent2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>
        <w:rPr>
          <w:szCs w:val="28"/>
        </w:rPr>
        <w:t>электронных карт в Ярославской области»</w:t>
      </w:r>
    </w:p>
    <w:p w:rsidR="00BE773D" w:rsidRDefault="00BE773D" w:rsidP="009C296A">
      <w:pPr>
        <w:ind w:firstLine="709"/>
        <w:jc w:val="both"/>
        <w:rPr>
          <w:sz w:val="28"/>
          <w:szCs w:val="28"/>
        </w:rPr>
      </w:pPr>
    </w:p>
    <w:p w:rsidR="00BE773D" w:rsidRDefault="00BE773D" w:rsidP="009C296A">
      <w:pPr>
        <w:ind w:firstLine="709"/>
        <w:jc w:val="both"/>
        <w:rPr>
          <w:sz w:val="28"/>
          <w:szCs w:val="28"/>
        </w:rPr>
      </w:pPr>
    </w:p>
    <w:p w:rsidR="00BE773D" w:rsidRPr="009C296A" w:rsidRDefault="00BE773D" w:rsidP="009C296A">
      <w:pPr>
        <w:ind w:firstLine="709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Ярославская областная Дума</w:t>
      </w:r>
    </w:p>
    <w:p w:rsidR="00BE773D" w:rsidRDefault="00BE773D" w:rsidP="00F9695C">
      <w:pPr>
        <w:ind w:firstLine="709"/>
        <w:jc w:val="center"/>
        <w:rPr>
          <w:b/>
          <w:sz w:val="28"/>
          <w:szCs w:val="28"/>
        </w:rPr>
      </w:pPr>
    </w:p>
    <w:p w:rsidR="00BE773D" w:rsidRPr="000903DF" w:rsidRDefault="00BE773D" w:rsidP="00F9695C">
      <w:pPr>
        <w:ind w:firstLine="709"/>
        <w:jc w:val="center"/>
        <w:rPr>
          <w:b/>
          <w:sz w:val="28"/>
          <w:szCs w:val="28"/>
        </w:rPr>
      </w:pPr>
      <w:r w:rsidRPr="000903DF">
        <w:rPr>
          <w:b/>
          <w:sz w:val="28"/>
          <w:szCs w:val="28"/>
        </w:rPr>
        <w:t>П О С Т А Н О В И Л А:</w:t>
      </w:r>
    </w:p>
    <w:p w:rsidR="00BE773D" w:rsidRPr="009A70BA" w:rsidRDefault="00BE773D" w:rsidP="00F9695C">
      <w:pPr>
        <w:ind w:firstLine="709"/>
        <w:jc w:val="center"/>
        <w:rPr>
          <w:b/>
          <w:sz w:val="28"/>
          <w:szCs w:val="28"/>
        </w:rPr>
      </w:pPr>
    </w:p>
    <w:p w:rsidR="00BE773D" w:rsidRPr="00115679" w:rsidRDefault="00BE773D" w:rsidP="00A46930">
      <w:pPr>
        <w:pStyle w:val="BodyTextIndent2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115679">
        <w:rPr>
          <w:szCs w:val="28"/>
        </w:rPr>
        <w:t xml:space="preserve">1. Принять в первом чтении проект закона Ярославской области </w:t>
      </w:r>
      <w:r>
        <w:rPr>
          <w:spacing w:val="2"/>
          <w:szCs w:val="28"/>
        </w:rPr>
        <w:t>«</w:t>
      </w:r>
      <w:r>
        <w:rPr>
          <w:color w:val="272727"/>
          <w:szCs w:val="28"/>
        </w:rPr>
        <w:t xml:space="preserve">Об отдельных вопросах </w:t>
      </w:r>
      <w:r>
        <w:rPr>
          <w:szCs w:val="28"/>
        </w:rPr>
        <w:t>организации деятельности по выпуску, выдаче и обслуживанию универсальных электронных карт в Ярославской области»</w:t>
      </w:r>
      <w:r>
        <w:rPr>
          <w:i/>
        </w:rPr>
        <w:t xml:space="preserve">, </w:t>
      </w:r>
      <w:r w:rsidRPr="00E509A4">
        <w:rPr>
          <w:iCs/>
        </w:rPr>
        <w:t xml:space="preserve">внесенный </w:t>
      </w:r>
      <w:r>
        <w:rPr>
          <w:iCs/>
        </w:rPr>
        <w:t>Губернатором Ярославской области</w:t>
      </w:r>
      <w:r w:rsidRPr="00115679">
        <w:rPr>
          <w:szCs w:val="28"/>
        </w:rPr>
        <w:t>.</w:t>
      </w:r>
    </w:p>
    <w:p w:rsidR="00BE773D" w:rsidRPr="000903DF" w:rsidRDefault="00BE773D" w:rsidP="00F9695C">
      <w:pPr>
        <w:pStyle w:val="BodyTextIndent2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3C205F">
        <w:rPr>
          <w:szCs w:val="28"/>
        </w:rPr>
        <w:t>2. Направить указанный законопроект в комитет Ярославской облас</w:t>
      </w:r>
      <w:r w:rsidRPr="003C205F">
        <w:rPr>
          <w:szCs w:val="28"/>
        </w:rPr>
        <w:t>т</w:t>
      </w:r>
      <w:r w:rsidRPr="003C205F">
        <w:rPr>
          <w:szCs w:val="28"/>
        </w:rPr>
        <w:t>ной Думы по законодательству</w:t>
      </w:r>
      <w:r w:rsidRPr="00CD3BB4">
        <w:rPr>
          <w:szCs w:val="28"/>
        </w:rPr>
        <w:t>, вопросам государственной власти и местного самоуправления, ответственный за рассмотрение поправок к законопроекту и подготовку его ко второму</w:t>
      </w:r>
      <w:r w:rsidRPr="000903DF">
        <w:rPr>
          <w:szCs w:val="28"/>
        </w:rPr>
        <w:t xml:space="preserve"> чтению.</w:t>
      </w:r>
    </w:p>
    <w:p w:rsidR="00BE773D" w:rsidRPr="000903DF" w:rsidRDefault="00BE773D" w:rsidP="00F9695C">
      <w:pPr>
        <w:pStyle w:val="BodyTextIndent3"/>
        <w:jc w:val="both"/>
        <w:rPr>
          <w:szCs w:val="28"/>
        </w:rPr>
      </w:pPr>
      <w:r w:rsidRPr="000903DF">
        <w:rPr>
          <w:szCs w:val="28"/>
        </w:rPr>
        <w:t xml:space="preserve">3. Установить, что поправки к указанному законопроекту направляются в Ярославскую областную Думу до </w:t>
      </w:r>
      <w:r w:rsidRPr="00A4008E">
        <w:rPr>
          <w:szCs w:val="28"/>
        </w:rPr>
        <w:t>6</w:t>
      </w:r>
      <w:r>
        <w:rPr>
          <w:szCs w:val="28"/>
        </w:rPr>
        <w:t xml:space="preserve"> декабря </w:t>
      </w:r>
      <w:r w:rsidRPr="000903DF">
        <w:rPr>
          <w:szCs w:val="28"/>
        </w:rPr>
        <w:t>201</w:t>
      </w:r>
      <w:r>
        <w:rPr>
          <w:szCs w:val="28"/>
        </w:rPr>
        <w:t>2</w:t>
      </w:r>
      <w:r w:rsidRPr="000903DF">
        <w:rPr>
          <w:szCs w:val="28"/>
        </w:rPr>
        <w:t xml:space="preserve"> года.</w:t>
      </w:r>
    </w:p>
    <w:p w:rsidR="00BE773D" w:rsidRPr="000903DF" w:rsidRDefault="00BE773D" w:rsidP="00F9695C">
      <w:pPr>
        <w:jc w:val="both"/>
        <w:rPr>
          <w:sz w:val="28"/>
          <w:szCs w:val="28"/>
        </w:rPr>
      </w:pPr>
    </w:p>
    <w:p w:rsidR="00BE773D" w:rsidRDefault="00BE773D" w:rsidP="00F9695C">
      <w:pPr>
        <w:jc w:val="both"/>
        <w:rPr>
          <w:sz w:val="28"/>
        </w:rPr>
      </w:pPr>
    </w:p>
    <w:p w:rsidR="00BE773D" w:rsidRDefault="00BE773D" w:rsidP="00F9695C">
      <w:pPr>
        <w:jc w:val="both"/>
        <w:rPr>
          <w:sz w:val="28"/>
        </w:rPr>
      </w:pPr>
    </w:p>
    <w:p w:rsidR="00BE773D" w:rsidRDefault="00BE773D" w:rsidP="00F9695C">
      <w:pPr>
        <w:pStyle w:val="Heading3"/>
      </w:pPr>
      <w:r>
        <w:t>Председатель</w:t>
      </w:r>
    </w:p>
    <w:p w:rsidR="00BE773D" w:rsidRPr="002C1105" w:rsidRDefault="00BE773D" w:rsidP="00F9695C">
      <w:pPr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</w:t>
      </w:r>
      <w:r w:rsidRPr="002C1105">
        <w:rPr>
          <w:sz w:val="28"/>
          <w:szCs w:val="28"/>
        </w:rPr>
        <w:t>В.В. Рогоцкий</w:t>
      </w:r>
    </w:p>
    <w:p w:rsidR="00BE773D" w:rsidRDefault="00BE773D" w:rsidP="00F9695C">
      <w:pPr>
        <w:pStyle w:val="Heading3"/>
      </w:pPr>
    </w:p>
    <w:sectPr w:rsidR="00BE773D" w:rsidSect="001C1D3A">
      <w:pgSz w:w="11906" w:h="16838"/>
      <w:pgMar w:top="4820" w:right="851" w:bottom="425" w:left="1701" w:header="567" w:footer="56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773D" w:rsidRDefault="00BE773D">
      <w:r>
        <w:separator/>
      </w:r>
    </w:p>
  </w:endnote>
  <w:endnote w:type="continuationSeparator" w:id="0">
    <w:p w:rsidR="00BE773D" w:rsidRDefault="00BE77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773D" w:rsidRDefault="00BE773D">
      <w:r>
        <w:separator/>
      </w:r>
    </w:p>
  </w:footnote>
  <w:footnote w:type="continuationSeparator" w:id="0">
    <w:p w:rsidR="00BE773D" w:rsidRDefault="00BE773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cs="Times New Roman"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cs="Times New Roman"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5985"/>
    <w:rsid w:val="000051AB"/>
    <w:rsid w:val="00045831"/>
    <w:rsid w:val="000903DF"/>
    <w:rsid w:val="00093AC8"/>
    <w:rsid w:val="0009582E"/>
    <w:rsid w:val="000A32D4"/>
    <w:rsid w:val="000B4629"/>
    <w:rsid w:val="00115679"/>
    <w:rsid w:val="0011582D"/>
    <w:rsid w:val="00116929"/>
    <w:rsid w:val="00131CAC"/>
    <w:rsid w:val="00152566"/>
    <w:rsid w:val="0016564F"/>
    <w:rsid w:val="00165AB0"/>
    <w:rsid w:val="00184A1C"/>
    <w:rsid w:val="001924D8"/>
    <w:rsid w:val="001B1C0F"/>
    <w:rsid w:val="001C1D3A"/>
    <w:rsid w:val="001C2E7D"/>
    <w:rsid w:val="001C48BE"/>
    <w:rsid w:val="001C5686"/>
    <w:rsid w:val="001C6783"/>
    <w:rsid w:val="001E50E6"/>
    <w:rsid w:val="00202A29"/>
    <w:rsid w:val="00203892"/>
    <w:rsid w:val="00214A41"/>
    <w:rsid w:val="00230264"/>
    <w:rsid w:val="002430EC"/>
    <w:rsid w:val="00246829"/>
    <w:rsid w:val="00257324"/>
    <w:rsid w:val="00266F5E"/>
    <w:rsid w:val="00284F62"/>
    <w:rsid w:val="00292EA5"/>
    <w:rsid w:val="002C03C2"/>
    <w:rsid w:val="002C1105"/>
    <w:rsid w:val="002C1CA3"/>
    <w:rsid w:val="002F1954"/>
    <w:rsid w:val="002F200A"/>
    <w:rsid w:val="002F3D61"/>
    <w:rsid w:val="00301FDD"/>
    <w:rsid w:val="003368B1"/>
    <w:rsid w:val="003440D7"/>
    <w:rsid w:val="0034786D"/>
    <w:rsid w:val="00347FD1"/>
    <w:rsid w:val="003729DD"/>
    <w:rsid w:val="003A2B73"/>
    <w:rsid w:val="003B68B2"/>
    <w:rsid w:val="003B7A35"/>
    <w:rsid w:val="003C205F"/>
    <w:rsid w:val="003C4E2F"/>
    <w:rsid w:val="003C786E"/>
    <w:rsid w:val="003E552E"/>
    <w:rsid w:val="003F2453"/>
    <w:rsid w:val="00411048"/>
    <w:rsid w:val="00422B49"/>
    <w:rsid w:val="0042315B"/>
    <w:rsid w:val="00423F18"/>
    <w:rsid w:val="0044612F"/>
    <w:rsid w:val="0044770E"/>
    <w:rsid w:val="00483DC3"/>
    <w:rsid w:val="0048784A"/>
    <w:rsid w:val="00491B96"/>
    <w:rsid w:val="00493D06"/>
    <w:rsid w:val="004B2C11"/>
    <w:rsid w:val="004B40A0"/>
    <w:rsid w:val="004C700C"/>
    <w:rsid w:val="004D1ADD"/>
    <w:rsid w:val="004D4F0B"/>
    <w:rsid w:val="004D7B1E"/>
    <w:rsid w:val="004E4E0F"/>
    <w:rsid w:val="005013A0"/>
    <w:rsid w:val="00512A09"/>
    <w:rsid w:val="0051638F"/>
    <w:rsid w:val="005314D4"/>
    <w:rsid w:val="0055501C"/>
    <w:rsid w:val="00566394"/>
    <w:rsid w:val="00584345"/>
    <w:rsid w:val="00597EBA"/>
    <w:rsid w:val="005B25DE"/>
    <w:rsid w:val="005C0900"/>
    <w:rsid w:val="005D033B"/>
    <w:rsid w:val="006579FE"/>
    <w:rsid w:val="006730B3"/>
    <w:rsid w:val="006961AD"/>
    <w:rsid w:val="006A237F"/>
    <w:rsid w:val="006A27A5"/>
    <w:rsid w:val="006B0EE6"/>
    <w:rsid w:val="006C0CD5"/>
    <w:rsid w:val="006D5A93"/>
    <w:rsid w:val="006D6A9E"/>
    <w:rsid w:val="006F3DC0"/>
    <w:rsid w:val="00713C79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320E"/>
    <w:rsid w:val="007A567D"/>
    <w:rsid w:val="007B78A7"/>
    <w:rsid w:val="007D76F1"/>
    <w:rsid w:val="007F7785"/>
    <w:rsid w:val="00804752"/>
    <w:rsid w:val="008061FF"/>
    <w:rsid w:val="00812780"/>
    <w:rsid w:val="00813A72"/>
    <w:rsid w:val="0082312E"/>
    <w:rsid w:val="0084771E"/>
    <w:rsid w:val="008617EB"/>
    <w:rsid w:val="00871037"/>
    <w:rsid w:val="00881F9D"/>
    <w:rsid w:val="00884C99"/>
    <w:rsid w:val="008907DD"/>
    <w:rsid w:val="00897256"/>
    <w:rsid w:val="008D1296"/>
    <w:rsid w:val="008D2399"/>
    <w:rsid w:val="008E6CB0"/>
    <w:rsid w:val="008F54E2"/>
    <w:rsid w:val="00936997"/>
    <w:rsid w:val="00942B4C"/>
    <w:rsid w:val="00980547"/>
    <w:rsid w:val="00985985"/>
    <w:rsid w:val="00993DD8"/>
    <w:rsid w:val="0099732B"/>
    <w:rsid w:val="009A70BA"/>
    <w:rsid w:val="009C18F5"/>
    <w:rsid w:val="009C296A"/>
    <w:rsid w:val="009C389A"/>
    <w:rsid w:val="009D4BA3"/>
    <w:rsid w:val="009D4FB9"/>
    <w:rsid w:val="00A04B61"/>
    <w:rsid w:val="00A05E22"/>
    <w:rsid w:val="00A165D9"/>
    <w:rsid w:val="00A23D93"/>
    <w:rsid w:val="00A245AA"/>
    <w:rsid w:val="00A250E8"/>
    <w:rsid w:val="00A269B9"/>
    <w:rsid w:val="00A4008E"/>
    <w:rsid w:val="00A4428C"/>
    <w:rsid w:val="00A46930"/>
    <w:rsid w:val="00A56FC1"/>
    <w:rsid w:val="00A754C3"/>
    <w:rsid w:val="00A7637E"/>
    <w:rsid w:val="00AB0954"/>
    <w:rsid w:val="00AB585B"/>
    <w:rsid w:val="00AE75D6"/>
    <w:rsid w:val="00AF0105"/>
    <w:rsid w:val="00AF1E34"/>
    <w:rsid w:val="00B0356F"/>
    <w:rsid w:val="00B42317"/>
    <w:rsid w:val="00B51DE7"/>
    <w:rsid w:val="00B77D5B"/>
    <w:rsid w:val="00B827E8"/>
    <w:rsid w:val="00B8479B"/>
    <w:rsid w:val="00B97378"/>
    <w:rsid w:val="00BD7F1B"/>
    <w:rsid w:val="00BE3C4B"/>
    <w:rsid w:val="00BE773D"/>
    <w:rsid w:val="00BF13FD"/>
    <w:rsid w:val="00BF5B74"/>
    <w:rsid w:val="00C05349"/>
    <w:rsid w:val="00C14300"/>
    <w:rsid w:val="00C14F0B"/>
    <w:rsid w:val="00C278F0"/>
    <w:rsid w:val="00C40E45"/>
    <w:rsid w:val="00C50A52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C6928"/>
    <w:rsid w:val="00CD3BB4"/>
    <w:rsid w:val="00CE7C62"/>
    <w:rsid w:val="00CE7C91"/>
    <w:rsid w:val="00CF09CD"/>
    <w:rsid w:val="00D265E9"/>
    <w:rsid w:val="00D825DB"/>
    <w:rsid w:val="00D90B94"/>
    <w:rsid w:val="00D959EB"/>
    <w:rsid w:val="00DC18DF"/>
    <w:rsid w:val="00DF3EBA"/>
    <w:rsid w:val="00E102FF"/>
    <w:rsid w:val="00E20539"/>
    <w:rsid w:val="00E25E63"/>
    <w:rsid w:val="00E26DC8"/>
    <w:rsid w:val="00E27492"/>
    <w:rsid w:val="00E509A4"/>
    <w:rsid w:val="00E53A2D"/>
    <w:rsid w:val="00E663FD"/>
    <w:rsid w:val="00E868BF"/>
    <w:rsid w:val="00EF2A6C"/>
    <w:rsid w:val="00F17842"/>
    <w:rsid w:val="00F233B6"/>
    <w:rsid w:val="00F2406D"/>
    <w:rsid w:val="00F32960"/>
    <w:rsid w:val="00F53615"/>
    <w:rsid w:val="00F5641B"/>
    <w:rsid w:val="00F7403D"/>
    <w:rsid w:val="00F74299"/>
    <w:rsid w:val="00F81F8D"/>
    <w:rsid w:val="00F948B0"/>
    <w:rsid w:val="00F9695C"/>
    <w:rsid w:val="00FD72A0"/>
    <w:rsid w:val="00FE38D3"/>
    <w:rsid w:val="00FE3EAD"/>
    <w:rsid w:val="00FE5AE6"/>
    <w:rsid w:val="00FE6B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65AB0"/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65AB0"/>
    <w:pPr>
      <w:keepNext/>
      <w:widowControl w:val="0"/>
      <w:outlineLvl w:val="0"/>
    </w:pPr>
  </w:style>
  <w:style w:type="paragraph" w:styleId="Heading2">
    <w:name w:val="heading 2"/>
    <w:basedOn w:val="Normal"/>
    <w:next w:val="Normal"/>
    <w:link w:val="Heading2Char"/>
    <w:uiPriority w:val="99"/>
    <w:qFormat/>
    <w:rsid w:val="00165AB0"/>
    <w:pPr>
      <w:keepNext/>
      <w:widowControl w:val="0"/>
      <w:jc w:val="center"/>
      <w:outlineLvl w:val="1"/>
    </w:pPr>
    <w:rPr>
      <w:b/>
      <w:sz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165AB0"/>
    <w:pPr>
      <w:keepNext/>
      <w:jc w:val="both"/>
      <w:outlineLvl w:val="2"/>
    </w:pPr>
    <w:rPr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165AB0"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link w:val="Heading5Char"/>
    <w:uiPriority w:val="99"/>
    <w:qFormat/>
    <w:rsid w:val="00165AB0"/>
    <w:pPr>
      <w:keepNext/>
      <w:ind w:hanging="567"/>
      <w:jc w:val="center"/>
      <w:outlineLvl w:val="4"/>
    </w:pPr>
    <w:rPr>
      <w:b/>
      <w:sz w:val="3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paragraph" w:styleId="BodyTextIndent2">
    <w:name w:val="Body Text Indent 2"/>
    <w:basedOn w:val="Normal"/>
    <w:link w:val="BodyTextIndent2Char"/>
    <w:uiPriority w:val="99"/>
    <w:rsid w:val="00165AB0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165AB0"/>
    <w:pPr>
      <w:widowControl w:val="0"/>
      <w:ind w:left="5103"/>
      <w:jc w:val="center"/>
    </w:pPr>
    <w:rPr>
      <w:sz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C7414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65AB0"/>
    <w:pPr>
      <w:widowControl w:val="0"/>
      <w:tabs>
        <w:tab w:val="center" w:pos="4153"/>
        <w:tab w:val="right" w:pos="8306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165AB0"/>
    <w:pPr>
      <w:widowControl w:val="0"/>
      <w:ind w:firstLine="709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rFonts w:cs="Times New Roman"/>
      <w:sz w:val="16"/>
      <w:szCs w:val="16"/>
    </w:rPr>
  </w:style>
  <w:style w:type="paragraph" w:customStyle="1" w:styleId="ConsNormal">
    <w:name w:val="ConsNormal"/>
    <w:uiPriority w:val="99"/>
    <w:rsid w:val="00165AB0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  <w:szCs w:val="20"/>
    </w:rPr>
  </w:style>
  <w:style w:type="paragraph" w:styleId="Header">
    <w:name w:val="header"/>
    <w:basedOn w:val="Normal"/>
    <w:link w:val="HeaderChar"/>
    <w:uiPriority w:val="99"/>
    <w:rsid w:val="00165AB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165AB0"/>
    <w:rPr>
      <w:rFonts w:ascii="Courier New" w:hAnsi="Courier New"/>
      <w:sz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2C1C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34901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901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901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90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38</TotalTime>
  <Pages>1</Pages>
  <Words>140</Words>
  <Characters>799</Characters>
  <Application>Microsoft Office Outlook</Application>
  <DocSecurity>0</DocSecurity>
  <Lines>0</Lines>
  <Paragraphs>0</Paragraphs>
  <ScaleCrop>false</ScaleCrop>
  <Company>ГДЯО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chernova</cp:lastModifiedBy>
  <cp:revision>53</cp:revision>
  <cp:lastPrinted>2011-06-17T07:19:00Z</cp:lastPrinted>
  <dcterms:created xsi:type="dcterms:W3CDTF">2011-05-25T04:39:00Z</dcterms:created>
  <dcterms:modified xsi:type="dcterms:W3CDTF">2012-12-03T06:14:00Z</dcterms:modified>
</cp:coreProperties>
</file>