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2001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501D4">
        <w:rPr>
          <w:rFonts w:ascii="Times New Roman" w:eastAsia="Times New Roman" w:hAnsi="Times New Roman"/>
          <w:sz w:val="28"/>
          <w:szCs w:val="28"/>
          <w:lang w:eastAsia="ru-RU"/>
        </w:rPr>
        <w:t>14.02.2017 № 7</w:t>
      </w:r>
      <w:bookmarkStart w:id="1" w:name="_GoBack"/>
      <w:bookmarkEnd w:id="1"/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333" w:rsidRPr="00577333" w:rsidRDefault="00577333" w:rsidP="00577333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Состав</w:t>
      </w:r>
      <w:r w:rsidRPr="005773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областной комиссии по восстановлению прав</w:t>
      </w:r>
      <w:r w:rsidRPr="005773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реабилитированных жертв политических репрессий</w:t>
      </w:r>
      <w:r w:rsidRPr="005773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при Правительстве Ярославской области</w:t>
      </w:r>
      <w:bookmarkEnd w:id="0"/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Костин В.Г. – первый заместитель Председателя Правительства Яр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славской области, председатель комиссии;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Быков М.Б. – заместитель директора департамента труда и социальной поддержки населения Ярославской области, заместитель председателя к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миссии;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Углева М.А. – главный специалист организационно-аналитического отдела управления по социальной и демографической политике Правител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ства области, ответственный секретарь комиссии</w:t>
      </w:r>
      <w:r w:rsidRPr="004366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Астафьева С.В. – заместитель директора департамента образования Ярославской области;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Величко В.В. – директор муниципального учреждения культуры «М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зей истории города Ярославля» (по согласованию);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Ермакова О.В. – консультант-юрист организационно-аналитического отдела управления по социальной и демографической политике Правител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ства Ярославской области;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Ермилов В.М. – депутат Ярославской областной Думы;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Кондрашов А.В. – заместитель начальника УФСБ России по Яросла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ской области (по согласованию);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sub_2002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Кузнецов А.Л. – начальник отдела военно-мобилизационной работы, гражданской обороны и чрезвычайных ситуаций департамента здравоохр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нения и фармации Ярославской области;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Мавроди В.Ф. – председатель Ярославской городской общественной правозащитной организации «Ассоциация жертв политических репрессий города Ярославля», реабилитированная (по согласованию);</w:t>
      </w:r>
    </w:p>
    <w:bookmarkEnd w:id="2"/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 xml:space="preserve">Свистунов В.С. – заместитель </w:t>
      </w:r>
      <w:proofErr w:type="gramStart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 Министерства внутренних дел Российской Федерации</w:t>
      </w:r>
      <w:proofErr w:type="gramEnd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 xml:space="preserve"> по Ярославской области (по согласованию);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Секачева О.Н. – депутат Ярославской областной Думы;</w:t>
      </w:r>
    </w:p>
    <w:p w:rsidR="00577333" w:rsidRPr="00577333" w:rsidRDefault="00577333" w:rsidP="005773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 xml:space="preserve">Смирнов В.Н. – председатель </w:t>
      </w:r>
      <w:proofErr w:type="gramStart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комитета общей профилактики правон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рушений департамента региональной безопасности Ярославской области</w:t>
      </w:r>
      <w:proofErr w:type="gramEnd"/>
      <w:r w:rsidRPr="005773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17114" w:rsidRPr="00577333" w:rsidRDefault="00417114" w:rsidP="005773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417114" w:rsidRPr="0057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33"/>
    <w:rsid w:val="00417114"/>
    <w:rsid w:val="00436608"/>
    <w:rsid w:val="00577333"/>
    <w:rsid w:val="00B5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6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6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2017-02-15T06:56:00Z</cp:lastPrinted>
  <dcterms:created xsi:type="dcterms:W3CDTF">2017-02-14T05:30:00Z</dcterms:created>
  <dcterms:modified xsi:type="dcterms:W3CDTF">2017-02-15T11:53:00Z</dcterms:modified>
</cp:coreProperties>
</file>