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6E43DC" w:rsidRDefault="008D0C23" w:rsidP="00BF243A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6E43DC">
        <w:rPr>
          <w:snapToGrid w:val="0"/>
          <w:sz w:val="24"/>
          <w:szCs w:val="24"/>
        </w:rPr>
        <w:t xml:space="preserve">Приложение </w:t>
      </w:r>
      <w:r w:rsidR="001B75E8" w:rsidRPr="006E43DC">
        <w:rPr>
          <w:snapToGrid w:val="0"/>
          <w:sz w:val="24"/>
          <w:szCs w:val="24"/>
        </w:rPr>
        <w:t>1</w:t>
      </w:r>
    </w:p>
    <w:p w:rsidR="00052626" w:rsidRPr="006E43DC" w:rsidRDefault="008D0C23" w:rsidP="00BF243A">
      <w:pPr>
        <w:pStyle w:val="a3"/>
        <w:ind w:left="4395"/>
        <w:jc w:val="right"/>
        <w:rPr>
          <w:sz w:val="24"/>
          <w:szCs w:val="24"/>
        </w:rPr>
      </w:pPr>
      <w:r w:rsidRPr="006E43DC">
        <w:rPr>
          <w:sz w:val="24"/>
          <w:szCs w:val="24"/>
        </w:rPr>
        <w:t>к Закону Ярославской области</w:t>
      </w:r>
    </w:p>
    <w:p w:rsidR="00052626" w:rsidRPr="006E43DC" w:rsidRDefault="00052626" w:rsidP="00B678FB">
      <w:pPr>
        <w:spacing w:before="120" w:line="240" w:lineRule="auto"/>
        <w:ind w:firstLine="709"/>
        <w:jc w:val="right"/>
        <w:rPr>
          <w:sz w:val="24"/>
          <w:szCs w:val="24"/>
        </w:rPr>
      </w:pPr>
      <w:bookmarkStart w:id="0" w:name="_GoBack"/>
      <w:r w:rsidRPr="006E43DC">
        <w:rPr>
          <w:sz w:val="24"/>
          <w:szCs w:val="24"/>
        </w:rPr>
        <w:t xml:space="preserve">от </w:t>
      </w:r>
      <w:r w:rsidR="00B14894">
        <w:rPr>
          <w:sz w:val="24"/>
          <w:szCs w:val="24"/>
        </w:rPr>
        <w:t xml:space="preserve">26.12.2016 </w:t>
      </w:r>
      <w:r w:rsidRPr="006E43DC">
        <w:rPr>
          <w:sz w:val="24"/>
          <w:szCs w:val="24"/>
        </w:rPr>
        <w:t>№</w:t>
      </w:r>
      <w:r w:rsidR="00B14894">
        <w:rPr>
          <w:sz w:val="24"/>
          <w:szCs w:val="24"/>
        </w:rPr>
        <w:t xml:space="preserve"> 101-з</w:t>
      </w:r>
    </w:p>
    <w:bookmarkEnd w:id="0"/>
    <w:p w:rsidR="00052626" w:rsidRPr="00376840" w:rsidRDefault="00052626" w:rsidP="00BF243A">
      <w:pPr>
        <w:rPr>
          <w:sz w:val="20"/>
        </w:rPr>
      </w:pPr>
    </w:p>
    <w:p w:rsidR="00035A00" w:rsidRPr="006E43DC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43DC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6E43DC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43DC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Pr="006E43DC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43DC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6E43DC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и источники финансирования дефицита областного бюджета и </w:t>
      </w:r>
    </w:p>
    <w:p w:rsidR="00052626" w:rsidRPr="006E43DC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43DC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6E43DC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6E43DC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24"/>
        <w:gridCol w:w="28"/>
        <w:gridCol w:w="14"/>
        <w:gridCol w:w="2906"/>
        <w:gridCol w:w="29"/>
        <w:gridCol w:w="23"/>
        <w:gridCol w:w="21"/>
        <w:gridCol w:w="5875"/>
        <w:gridCol w:w="10"/>
      </w:tblGrid>
      <w:tr w:rsidR="00052626" w:rsidRPr="006E43DC" w:rsidTr="002A73B0">
        <w:trPr>
          <w:trHeight w:val="387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E43DC" w:rsidRDefault="00052626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6E43DC" w:rsidTr="008D3CE2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E43DC" w:rsidRDefault="00B371E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E43DC" w:rsidRDefault="00B371E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E43DC" w:rsidRDefault="00B371EE" w:rsidP="00BF243A">
            <w:pPr>
              <w:spacing w:line="240" w:lineRule="auto"/>
              <w:ind w:hanging="9"/>
            </w:pPr>
            <w:r w:rsidRPr="006E43DC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6E43DC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E43DC" w:rsidRDefault="0028767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E43DC" w:rsidRDefault="0028767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E43DC" w:rsidRDefault="00287677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6E43DC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E43DC" w:rsidRDefault="00EA422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br w:type="page"/>
            </w:r>
            <w:r w:rsidR="004F2754"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E43DC" w:rsidRDefault="004F275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E43DC" w:rsidRDefault="004F2754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6E43DC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6E43DC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6E43DC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37412F" w:rsidRPr="006E43DC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E43DC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E43DC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2 02 03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E43DC" w:rsidRDefault="0037412F" w:rsidP="002A73B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6E43DC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6E43DC">
              <w:rPr>
                <w:szCs w:val="28"/>
              </w:rPr>
              <w:t>, медицинскими изделиями по р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цептам на медицинские изделия, а также сп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циализированными продуктами лечебного п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тания для детей-инвалидов</w:t>
            </w:r>
          </w:p>
        </w:tc>
      </w:tr>
      <w:tr w:rsidR="00052626" w:rsidRPr="006E43DC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E43DC" w:rsidRDefault="0005262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E43DC" w:rsidRDefault="0005262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E43DC" w:rsidRDefault="008A004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чебного питания</w:t>
            </w:r>
          </w:p>
        </w:tc>
      </w:tr>
      <w:tr w:rsidR="00FD4DED" w:rsidRPr="006E43DC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E43DC" w:rsidRDefault="00FD4DE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E43DC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2 02 04043 02 0000 151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E43DC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6E43DC" w:rsidTr="00741857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E43DC" w:rsidRDefault="00CF2F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E43DC" w:rsidRDefault="00CF2F2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2 02 04055 02 0000 151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E43DC" w:rsidRDefault="00CF2F2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6E43DC">
              <w:rPr>
                <w:szCs w:val="28"/>
              </w:rPr>
              <w:t>с</w:t>
            </w:r>
            <w:r w:rsidRPr="006E43DC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цита человека и гепатитов B и C</w:t>
            </w:r>
          </w:p>
        </w:tc>
      </w:tr>
      <w:tr w:rsidR="003723BC" w:rsidRPr="006E43DC" w:rsidTr="00741857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BE0728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6E43DC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6E43DC" w:rsidTr="00741857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6E43DC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E43DC" w:rsidRDefault="003723BC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B142C3" w:rsidRPr="006E43DC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E43DC" w:rsidRDefault="00B142C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E43DC" w:rsidRDefault="00B142C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E43DC" w:rsidRDefault="00B142C3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6E43DC">
              <w:rPr>
                <w:szCs w:val="28"/>
              </w:rPr>
              <w:t>н</w:t>
            </w:r>
            <w:r w:rsidRPr="006E43DC">
              <w:rPr>
                <w:szCs w:val="28"/>
              </w:rPr>
              <w:t>ными органам исполнительной власти субъе</w:t>
            </w:r>
            <w:r w:rsidRPr="006E43DC">
              <w:rPr>
                <w:szCs w:val="28"/>
              </w:rPr>
              <w:t>к</w:t>
            </w:r>
            <w:r w:rsidRPr="006E43DC">
              <w:rPr>
                <w:szCs w:val="28"/>
              </w:rPr>
              <w:t xml:space="preserve">тов Российской Федерации, органам местного самоуправления, в 2014 - 2016 годах гражданам </w:t>
            </w:r>
            <w:r w:rsidRPr="006E43DC">
              <w:rPr>
                <w:szCs w:val="28"/>
              </w:rPr>
              <w:lastRenderedPageBreak/>
              <w:t>Украины и лицам без гражданства медици</w:t>
            </w:r>
            <w:r w:rsidRPr="006E43DC">
              <w:rPr>
                <w:szCs w:val="28"/>
              </w:rPr>
              <w:t>н</w:t>
            </w:r>
            <w:r w:rsidRPr="006E43DC">
              <w:rPr>
                <w:szCs w:val="28"/>
              </w:rPr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FD5245" w:rsidRPr="006E43DC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E43DC" w:rsidRDefault="00FD5245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E43DC" w:rsidRDefault="00FD5245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E43DC" w:rsidRDefault="00FD5245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ED7DA0" w:rsidRPr="006E43DC" w:rsidTr="002A73B0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ED7DA0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D7DA0" w:rsidRPr="006E43DC" w:rsidTr="002A73B0">
        <w:trPr>
          <w:trHeight w:val="37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ED7DA0" w:rsidRPr="006E43DC" w:rsidTr="002A73B0">
        <w:trPr>
          <w:trHeight w:val="10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 xml:space="preserve">2 02 02051 02 0000 151 </w:t>
            </w:r>
          </w:p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вых программ</w:t>
            </w:r>
          </w:p>
        </w:tc>
      </w:tr>
      <w:tr w:rsidR="00ED7DA0" w:rsidRPr="006E43DC" w:rsidTr="002A73B0">
        <w:trPr>
          <w:trHeight w:val="1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</w:pPr>
            <w:r w:rsidRPr="006E43DC"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2 02 04023 02 0000 151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ED7DA0" w:rsidRPr="006E43DC" w:rsidTr="00741857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 xml:space="preserve">2 02 04025 02 0000 151 </w:t>
            </w:r>
          </w:p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6E43DC">
              <w:rPr>
                <w:szCs w:val="28"/>
              </w:rPr>
              <w:t>н</w:t>
            </w:r>
            <w:r w:rsidRPr="006E43DC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6E43DC" w:rsidTr="002A73B0">
        <w:trPr>
          <w:trHeight w:val="228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2 02 04041 02 0000 151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6E43DC">
              <w:t>с</w:t>
            </w:r>
            <w:r w:rsidRPr="006E43DC">
              <w:t>сийской Федерации к сети "Интернет" и разв</w:t>
            </w:r>
            <w:r w:rsidRPr="006E43DC">
              <w:t>и</w:t>
            </w:r>
            <w:r w:rsidRPr="006E43DC">
              <w:t>тие системы библиотечного дела с учетом зад</w:t>
            </w:r>
            <w:r w:rsidRPr="006E43DC">
              <w:t>а</w:t>
            </w:r>
            <w:r w:rsidRPr="006E43DC">
              <w:t>чи расширения информационных технологий и оцифровки</w:t>
            </w:r>
          </w:p>
        </w:tc>
      </w:tr>
      <w:tr w:rsidR="00ED7DA0" w:rsidRPr="006E43DC" w:rsidTr="002A73B0">
        <w:trPr>
          <w:trHeight w:val="228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</w:pPr>
            <w:r w:rsidRPr="006E43DC"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2 02 04050 02 0000 151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6E43DC">
              <w:rPr>
                <w:szCs w:val="28"/>
              </w:rPr>
              <w:t>с</w:t>
            </w:r>
            <w:r w:rsidRPr="006E43DC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6E43DC" w:rsidTr="008D3CE2">
        <w:trPr>
          <w:trHeight w:val="167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lastRenderedPageBreak/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2 02 04052 02 0000 151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ториях сельских поселений</w:t>
            </w:r>
          </w:p>
        </w:tc>
      </w:tr>
      <w:tr w:rsidR="00ED7DA0" w:rsidRPr="006E43DC" w:rsidTr="008D3CE2">
        <w:trPr>
          <w:trHeight w:val="1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2 02 04053 02 0000 151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E43DC">
              <w:rPr>
                <w:spacing w:val="-4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</w:t>
            </w:r>
            <w:r w:rsidRPr="006E43DC">
              <w:rPr>
                <w:spacing w:val="-4"/>
                <w:szCs w:val="28"/>
              </w:rPr>
              <w:t>я</w:t>
            </w:r>
            <w:r w:rsidRPr="006E43DC">
              <w:rPr>
                <w:spacing w:val="-4"/>
                <w:szCs w:val="28"/>
              </w:rPr>
              <w:t>щихся на территориях сельских поселений</w:t>
            </w:r>
          </w:p>
        </w:tc>
      </w:tr>
      <w:tr w:rsidR="00ED7DA0" w:rsidRPr="006E43DC" w:rsidTr="002A73B0">
        <w:trPr>
          <w:trHeight w:val="23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ind w:firstLine="0"/>
              <w:jc w:val="left"/>
            </w:pPr>
            <w:r w:rsidRPr="006E43DC"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2 02 04090 02 0000 151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дящимся в ведении субъектов Российской Ф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F621A2" w:rsidRPr="006E43DC" w:rsidTr="008D3CE2">
        <w:trPr>
          <w:trHeight w:val="19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E43DC" w:rsidRDefault="00F621A2" w:rsidP="00BF243A">
            <w:pPr>
              <w:pStyle w:val="a6"/>
              <w:widowControl/>
              <w:ind w:firstLine="0"/>
              <w:jc w:val="left"/>
            </w:pPr>
            <w:r w:rsidRPr="006E43DC">
              <w:t>902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E43DC" w:rsidRDefault="00311C25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E43DC">
              <w:rPr>
                <w:szCs w:val="28"/>
              </w:rPr>
              <w:t>2 02 04120 02 0000 151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E43DC" w:rsidRDefault="00311C25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комплектование книгами для детей и юнош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фондов государственных и муниципал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библиотек за счет средств резервного фо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Президента Российской Федерации</w:t>
            </w:r>
          </w:p>
        </w:tc>
      </w:tr>
      <w:tr w:rsidR="00ED7DA0" w:rsidRPr="006E43DC" w:rsidTr="008D3CE2">
        <w:trPr>
          <w:trHeight w:val="48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E43DC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ED7DA0" w:rsidRPr="006E43DC" w:rsidTr="002A73B0">
        <w:trPr>
          <w:trHeight w:val="2344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1 08 07380 01 0000 110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6E43DC">
              <w:rPr>
                <w:szCs w:val="28"/>
              </w:rPr>
              <w:t>к</w:t>
            </w:r>
            <w:r w:rsidRPr="006E43DC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6E43DC">
              <w:rPr>
                <w:szCs w:val="28"/>
              </w:rPr>
              <w:t>л</w:t>
            </w:r>
            <w:r w:rsidRPr="006E43DC">
              <w:rPr>
                <w:szCs w:val="28"/>
              </w:rPr>
              <w:t>номочий Российской Федерации в области о</w:t>
            </w:r>
            <w:r w:rsidRPr="006E43DC">
              <w:rPr>
                <w:szCs w:val="28"/>
              </w:rPr>
              <w:t>б</w:t>
            </w:r>
            <w:r w:rsidRPr="006E43DC">
              <w:rPr>
                <w:szCs w:val="28"/>
              </w:rPr>
              <w:t>разования</w:t>
            </w:r>
          </w:p>
        </w:tc>
      </w:tr>
      <w:tr w:rsidR="00ED7DA0" w:rsidRPr="006E43DC" w:rsidTr="008D3CE2">
        <w:trPr>
          <w:trHeight w:val="2317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t>1 08 07390 01 0000 110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</w:pPr>
            <w:r w:rsidRPr="006E43DC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6E43DC">
              <w:t>апостиля</w:t>
            </w:r>
            <w:proofErr w:type="spellEnd"/>
            <w:r w:rsidRPr="006E43DC">
              <w:t xml:space="preserve"> на док</w:t>
            </w:r>
            <w:r w:rsidRPr="006E43DC">
              <w:t>у</w:t>
            </w:r>
            <w:r w:rsidRPr="006E43DC">
              <w:t>ментах государственного образца об образов</w:t>
            </w:r>
            <w:r w:rsidRPr="006E43DC">
              <w:t>а</w:t>
            </w:r>
            <w:r w:rsidRPr="006E43DC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6E43DC" w:rsidTr="002A73B0">
        <w:trPr>
          <w:trHeight w:val="105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ind w:firstLine="0"/>
              <w:jc w:val="left"/>
              <w:rPr>
                <w:iCs/>
              </w:rPr>
            </w:pPr>
            <w:r w:rsidRPr="006E43DC">
              <w:rPr>
                <w:iCs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2A73B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t>Субсидии бюджетам субъектов Российской Федерации на реализацию федеральных цел</w:t>
            </w:r>
            <w:r w:rsidRPr="006E43DC">
              <w:t>е</w:t>
            </w:r>
            <w:r w:rsidRPr="006E43DC">
              <w:t>вых программ</w:t>
            </w:r>
          </w:p>
        </w:tc>
      </w:tr>
      <w:tr w:rsidR="00ED7DA0" w:rsidRPr="006E43DC" w:rsidTr="002A73B0">
        <w:trPr>
          <w:trHeight w:val="69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spacing w:line="240" w:lineRule="auto"/>
              <w:ind w:firstLine="0"/>
              <w:rPr>
                <w:iCs/>
              </w:rPr>
            </w:pPr>
            <w:r w:rsidRPr="006E43DC"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6E43DC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2 02 02204 02 0000 151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6E43DC">
              <w:rPr>
                <w:iCs/>
              </w:rPr>
              <w:t>и</w:t>
            </w:r>
            <w:r w:rsidRPr="006E43DC">
              <w:rPr>
                <w:iCs/>
              </w:rPr>
              <w:t>стем дошкольного образования</w:t>
            </w:r>
          </w:p>
        </w:tc>
      </w:tr>
      <w:tr w:rsidR="00CE380E" w:rsidRPr="006E43DC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E43DC" w:rsidRDefault="00CE380E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E43DC" w:rsidRDefault="00CE380E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  <w:lang w:val="en-US"/>
              </w:rPr>
              <w:t>2 02 02</w:t>
            </w:r>
            <w:r w:rsidRPr="006E43DC">
              <w:rPr>
                <w:szCs w:val="28"/>
              </w:rPr>
              <w:t>207</w:t>
            </w:r>
            <w:r w:rsidRPr="006E43DC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E43DC" w:rsidRDefault="00CE380E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6E43DC">
              <w:rPr>
                <w:rFonts w:ascii="Open Sans" w:hAnsi="Open Sans" w:cs="Arial"/>
                <w:color w:val="000000"/>
              </w:rPr>
              <w:t>у</w:t>
            </w:r>
            <w:r w:rsidRPr="006E43DC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6E43DC">
              <w:rPr>
                <w:rFonts w:ascii="Open Sans" w:hAnsi="Open Sans" w:cs="Arial"/>
                <w:color w:val="000000"/>
              </w:rPr>
              <w:t>а</w:t>
            </w:r>
            <w:r w:rsidRPr="006E43DC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ED7DA0" w:rsidRPr="006E43DC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</w:pPr>
            <w:r w:rsidRPr="006E43DC"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2 02 02215</w:t>
            </w:r>
            <w:r w:rsidR="00FF3DDB" w:rsidRPr="006E43DC">
              <w:rPr>
                <w:szCs w:val="28"/>
              </w:rPr>
              <w:t xml:space="preserve"> </w:t>
            </w:r>
            <w:r w:rsidRPr="006E43DC">
              <w:rPr>
                <w:szCs w:val="28"/>
              </w:rPr>
              <w:t>02</w:t>
            </w:r>
            <w:r w:rsidR="00FF3DDB" w:rsidRPr="006E43DC">
              <w:rPr>
                <w:szCs w:val="28"/>
              </w:rPr>
              <w:t xml:space="preserve"> </w:t>
            </w:r>
            <w:r w:rsidRPr="006E43DC">
              <w:rPr>
                <w:szCs w:val="28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6E43DC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2 02 03020 02 0000 151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t>Субвенции бюджетам субъектов Российской Федерации на выплату единовременного пос</w:t>
            </w:r>
            <w:r w:rsidRPr="006E43DC">
              <w:t>о</w:t>
            </w:r>
            <w:r w:rsidRPr="006E43DC">
              <w:t>бия при всех формах устройства детей, лише</w:t>
            </w:r>
            <w:r w:rsidRPr="006E43DC">
              <w:t>н</w:t>
            </w:r>
            <w:r w:rsidRPr="006E43DC">
              <w:t>ных родительского попечения, в семью</w:t>
            </w:r>
          </w:p>
        </w:tc>
      </w:tr>
      <w:tr w:rsidR="003E62DB" w:rsidRPr="006E43DC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a6"/>
              <w:widowControl/>
              <w:spacing w:line="240" w:lineRule="auto"/>
              <w:ind w:firstLine="0"/>
              <w:jc w:val="left"/>
            </w:pPr>
            <w:r w:rsidRPr="006E43DC">
              <w:rPr>
                <w:szCs w:val="28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2 02 04012 02 0000 151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7DA0" w:rsidRPr="006E43DC" w:rsidTr="002A73B0">
        <w:trPr>
          <w:trHeight w:val="291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E43DC">
              <w:br w:type="page"/>
            </w:r>
            <w:r w:rsidRPr="006E43DC">
              <w:rPr>
                <w:szCs w:val="28"/>
                <w:lang w:val="en-US"/>
              </w:rPr>
              <w:t>903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рации для обучающихся по направлениям по</w:t>
            </w:r>
            <w:r w:rsidRPr="006E43DC">
              <w:rPr>
                <w:szCs w:val="28"/>
              </w:rPr>
              <w:t>д</w:t>
            </w:r>
            <w:r w:rsidRPr="006E43DC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6E43DC">
              <w:rPr>
                <w:szCs w:val="28"/>
              </w:rPr>
              <w:t>й</w:t>
            </w:r>
            <w:r w:rsidRPr="006E43DC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6E43DC" w:rsidTr="002A73B0">
        <w:trPr>
          <w:trHeight w:val="394"/>
          <w:jc w:val="center"/>
        </w:trPr>
        <w:tc>
          <w:tcPr>
            <w:tcW w:w="9592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904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информатизации и связи Ярославской области</w:t>
            </w:r>
          </w:p>
        </w:tc>
      </w:tr>
      <w:tr w:rsidR="00ED7DA0" w:rsidRPr="006E43DC" w:rsidTr="002A73B0">
        <w:trPr>
          <w:trHeight w:val="1045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iCs/>
              </w:rPr>
              <w:t>е</w:t>
            </w:r>
            <w:r w:rsidRPr="006E43DC">
              <w:rPr>
                <w:iCs/>
              </w:rPr>
              <w:t>вых программ</w:t>
            </w:r>
          </w:p>
        </w:tc>
      </w:tr>
      <w:tr w:rsidR="00ED7DA0" w:rsidRPr="006E43DC" w:rsidTr="002A73B0">
        <w:trPr>
          <w:trHeight w:val="2974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E43DC">
              <w:rPr>
                <w:szCs w:val="28"/>
              </w:rPr>
              <w:t>б</w:t>
            </w:r>
            <w:r w:rsidRPr="006E43DC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рам, обучением компьютерной грамотности н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работающих пенсионеров</w:t>
            </w:r>
          </w:p>
        </w:tc>
      </w:tr>
      <w:tr w:rsidR="00ED7DA0" w:rsidRPr="006E43DC" w:rsidTr="00741857">
        <w:trPr>
          <w:trHeight w:val="438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6E43DC">
              <w:rPr>
                <w:iCs/>
              </w:rPr>
              <w:t>к</w:t>
            </w:r>
            <w:r w:rsidRPr="006E43DC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ED7DA0" w:rsidRPr="006E43DC" w:rsidTr="003E62DB">
        <w:trPr>
          <w:trHeight w:val="631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6E43DC" w:rsidRDefault="00ED7DA0" w:rsidP="00E10E84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ind w:firstLine="0"/>
              <w:jc w:val="left"/>
            </w:pPr>
            <w:r w:rsidRPr="006E43DC">
              <w:rPr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6E43DC" w:rsidTr="00741857">
        <w:trPr>
          <w:trHeight w:val="145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6E43DC" w:rsidTr="00741857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spacing w:line="240" w:lineRule="auto"/>
              <w:ind w:firstLine="0"/>
            </w:pPr>
            <w:r w:rsidRPr="006E43DC">
              <w:t>Субсидии бюджетам субъектов Российской Федерации на реализацию федеральных цел</w:t>
            </w:r>
            <w:r w:rsidRPr="006E43DC">
              <w:t>е</w:t>
            </w:r>
            <w:r w:rsidRPr="006E43DC">
              <w:t>вых программ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spacing w:line="240" w:lineRule="auto"/>
              <w:ind w:firstLine="0"/>
            </w:pPr>
            <w:r w:rsidRPr="006E43DC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6E43DC">
              <w:t>е</w:t>
            </w:r>
            <w:r w:rsidRPr="006E43DC">
              <w:t>дерации, проживающих в сельской местности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lastRenderedPageBreak/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ED7DA0" w:rsidRPr="006E43DC" w:rsidTr="00741857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6E43DC">
              <w:rPr>
                <w:rFonts w:ascii="Times New Roman" w:hAnsi="Times New Roman" w:cs="Times New Roman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ED7DA0" w:rsidRPr="006E43DC" w:rsidTr="002A73B0">
        <w:trPr>
          <w:trHeight w:val="2304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</w:t>
            </w:r>
            <w:r w:rsidR="00D56420"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 инфраструктуры и логистического обеспечения рынков продукции растениево</w:t>
            </w:r>
            <w:r w:rsidRPr="006E43DC">
              <w:rPr>
                <w:rFonts w:ascii="Times New Roman" w:hAnsi="Times New Roman" w:cs="Times New Roman"/>
                <w:sz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6E43DC" w:rsidTr="002A73B0">
        <w:trPr>
          <w:trHeight w:val="135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ED7DA0" w:rsidRPr="006E43DC" w:rsidTr="002A73B0">
        <w:trPr>
          <w:trHeight w:val="135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af2"/>
              <w:jc w:val="both"/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6E43DC">
              <w:rPr>
                <w:rFonts w:ascii="Times New Roman" w:hAnsi="Times New Roman" w:cs="Times New Roman"/>
                <w:sz w:val="28"/>
              </w:rPr>
              <w:t>т</w:t>
            </w:r>
            <w:r w:rsidRPr="006E43DC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ED7DA0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6E43DC">
              <w:rPr>
                <w:rFonts w:ascii="Times New Roman" w:hAnsi="Times New Roman" w:cs="Times New Roman"/>
                <w:sz w:val="28"/>
              </w:rPr>
              <w:t>т</w:t>
            </w:r>
            <w:r w:rsidRPr="006E43DC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ED7DA0" w:rsidRPr="006E43DC" w:rsidTr="002A73B0">
        <w:trPr>
          <w:trHeight w:val="1674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6E43DC">
              <w:rPr>
                <w:rFonts w:ascii="Times New Roman" w:hAnsi="Times New Roman" w:cs="Times New Roman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ED7DA0" w:rsidRPr="006E43DC" w:rsidTr="00741857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</w:t>
            </w:r>
            <w:r w:rsidR="00D56420"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 инфраструктуры и логистического обеспечения рынков продукции животново</w:t>
            </w:r>
            <w:r w:rsidRPr="006E43DC">
              <w:rPr>
                <w:rFonts w:ascii="Times New Roman" w:hAnsi="Times New Roman" w:cs="Times New Roman"/>
                <w:sz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6E43DC">
              <w:rPr>
                <w:rFonts w:ascii="Times New Roman" w:hAnsi="Times New Roman" w:cs="Times New Roman"/>
                <w:sz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ED7DA0" w:rsidRPr="006E43DC" w:rsidTr="002A73B0">
        <w:trPr>
          <w:trHeight w:val="100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6D173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ED7DA0" w:rsidRPr="006E43DC" w:rsidTr="002A73B0">
        <w:trPr>
          <w:trHeight w:val="101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6E43DC">
              <w:rPr>
                <w:rFonts w:ascii="Times New Roman" w:hAnsi="Times New Roman" w:cs="Times New Roman"/>
                <w:sz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ED7DA0" w:rsidRPr="006E43DC" w:rsidTr="002A73B0">
        <w:trPr>
          <w:trHeight w:val="166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E43DC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6E43DC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6D1730" w:rsidRPr="006E43DC" w:rsidTr="002A73B0">
        <w:trPr>
          <w:trHeight w:val="200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2 02 02243 02 0000 151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6E43D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</w:t>
            </w:r>
            <w:r w:rsidRPr="006E43D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сенных затрат </w:t>
            </w:r>
            <w:r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на создание и модернизацию объектов плодохранилищ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D856FF" w:rsidRPr="006E43DC">
              <w:rPr>
                <w:color w:val="000000" w:themeColor="text1"/>
              </w:rPr>
              <w:t xml:space="preserve"> 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D856FF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6D1730" w:rsidRPr="006E43DC" w:rsidTr="002A73B0">
        <w:trPr>
          <w:trHeight w:val="1716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6E43DC" w:rsidTr="002A73B0">
        <w:trPr>
          <w:trHeight w:val="1982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сенных затрат на создание и модернизацию 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объектов картофелехранилищ и овощехран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лищ</w:t>
            </w:r>
            <w:r w:rsidR="00F91FE5"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</w:t>
            </w:r>
            <w:r w:rsidR="00F91FE5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="00F91FE5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F91FE5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6D1730" w:rsidRPr="006E43DC" w:rsidTr="002A73B0">
        <w:trPr>
          <w:trHeight w:val="199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2 02 02247 02 0000 151</w:t>
            </w:r>
          </w:p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2A73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сенных затрат 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на создание и модернизацию объектов тепличных комплексов</w:t>
            </w:r>
            <w:r w:rsidR="00F91FE5"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, а также на приобретение техники и оборудования на цели предоставления субсидии</w:t>
            </w:r>
          </w:p>
        </w:tc>
      </w:tr>
      <w:tr w:rsidR="006D1730" w:rsidRPr="006E43DC" w:rsidTr="002A73B0">
        <w:trPr>
          <w:trHeight w:val="23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2 02 02248 02 0000 151</w:t>
            </w:r>
          </w:p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>лочного направления (молочных ферм)</w:t>
            </w:r>
            <w:r w:rsidR="00F91FE5" w:rsidRPr="006E43DC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</w:t>
            </w:r>
            <w:r w:rsidR="00F91FE5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6D1730" w:rsidRPr="006E43DC" w:rsidTr="002A73B0">
        <w:trPr>
          <w:trHeight w:val="138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2 02 02249 02 0000 151</w:t>
            </w:r>
          </w:p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spacing w:line="240" w:lineRule="auto"/>
              <w:ind w:firstLine="45"/>
              <w:outlineLvl w:val="0"/>
            </w:pPr>
            <w:r w:rsidRPr="006E43DC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2 02 02250 02 0000 151</w:t>
            </w:r>
          </w:p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spacing w:line="240" w:lineRule="auto"/>
              <w:ind w:firstLine="0"/>
              <w:outlineLvl w:val="0"/>
            </w:pPr>
            <w:r w:rsidRPr="006E43DC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E43DC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2 02 02253 02 0000 151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592126" w:rsidP="00BF243A">
            <w:pPr>
              <w:spacing w:line="240" w:lineRule="auto"/>
              <w:ind w:firstLine="46"/>
              <w:outlineLvl w:val="0"/>
              <w:rPr>
                <w:szCs w:val="28"/>
              </w:rPr>
            </w:pPr>
            <w:r w:rsidRPr="006E43DC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6E43DC">
              <w:t>и</w:t>
            </w:r>
            <w:r w:rsidRPr="006E43DC">
              <w:t xml:space="preserve">вотноводства </w:t>
            </w:r>
            <w:r w:rsidRPr="006E43DC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9813BE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E43DC" w:rsidRDefault="009813B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E43DC" w:rsidRDefault="009813BE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zCs w:val="28"/>
              </w:rPr>
              <w:t>2 02 02258 02 0000 151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E43DC" w:rsidRDefault="009813BE" w:rsidP="00BF243A">
            <w:pPr>
              <w:spacing w:line="240" w:lineRule="auto"/>
              <w:ind w:firstLine="46"/>
              <w:outlineLvl w:val="0"/>
            </w:pPr>
            <w:r w:rsidRPr="006E43DC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DF151B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E43DC">
              <w:rPr>
                <w:snapToGrid w:val="0"/>
              </w:rPr>
              <w:t>2 02 03121 02 0000 151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E43DC">
              <w:t>Субвенции бюджетам субъектов Российской Федерации на проведение Всероссийской сел</w:t>
            </w:r>
            <w:r w:rsidRPr="006E43DC">
              <w:t>ь</w:t>
            </w:r>
            <w:r w:rsidRPr="006E43DC">
              <w:t>скохозяйственной переписи в 2016 году</w:t>
            </w:r>
          </w:p>
        </w:tc>
      </w:tr>
      <w:tr w:rsidR="00DF151B" w:rsidRPr="006E43DC" w:rsidTr="003E62DB">
        <w:trPr>
          <w:trHeight w:val="3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6E43DC" w:rsidRDefault="00DF151B" w:rsidP="00E10E84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906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финансов Ярославской области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</w:rPr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9B3524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E43DC" w:rsidRDefault="009B3524" w:rsidP="00BF243A">
            <w:pPr>
              <w:pStyle w:val="ConsCell"/>
              <w:widowControl/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E43DC" w:rsidRDefault="009B352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E43DC" w:rsidRDefault="009B3524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6E43DC" w:rsidTr="00741857">
        <w:trPr>
          <w:trHeight w:val="26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E43DC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spacing w:line="276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6E43DC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1992-1994 годов, предоставленных юридич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6E43DC" w:rsidTr="00741857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6E43DC" w:rsidTr="00741857">
        <w:trPr>
          <w:trHeight w:val="23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п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крытие временных кассовых разрывов, возн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6E43DC" w:rsidTr="008D3CE2">
        <w:trPr>
          <w:trHeight w:val="205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6E43DC" w:rsidTr="008D3CE2">
        <w:trPr>
          <w:trHeight w:val="22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DF151B" w:rsidP="00BF243A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ликв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дацией последствий стихийных бедствий и техногенных аварий</w:t>
            </w:r>
            <w:r w:rsidR="009B6D6C"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другим бюджетам бю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DF151B" w:rsidRPr="006E43DC" w:rsidTr="008D3CE2">
        <w:trPr>
          <w:trHeight w:val="23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DDA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E43DC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6E43DC" w:rsidTr="008D3CE2">
        <w:trPr>
          <w:trHeight w:val="1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BF243A">
            <w:pPr>
              <w:spacing w:line="240" w:lineRule="auto"/>
              <w:ind w:hanging="20"/>
              <w:rPr>
                <w:color w:val="000000" w:themeColor="text1"/>
              </w:rPr>
            </w:pPr>
            <w:r w:rsidRPr="006E43DC">
              <w:rPr>
                <w:color w:val="000000" w:themeColor="text1"/>
              </w:rPr>
              <w:t xml:space="preserve">Возврат централизованных кредитов АПК </w:t>
            </w:r>
            <w:r w:rsidRPr="006E43DC">
              <w:rPr>
                <w:color w:val="000000" w:themeColor="text1"/>
              </w:rPr>
              <w:br/>
              <w:t>1992</w:t>
            </w:r>
            <w:r w:rsidR="008D3CE2">
              <w:rPr>
                <w:color w:val="000000" w:themeColor="text1"/>
              </w:rPr>
              <w:t xml:space="preserve"> </w:t>
            </w:r>
            <w:r w:rsidRPr="006E43DC">
              <w:rPr>
                <w:color w:val="000000" w:themeColor="text1"/>
              </w:rPr>
              <w:t>-</w:t>
            </w:r>
            <w:r w:rsidR="008D3CE2">
              <w:rPr>
                <w:color w:val="000000" w:themeColor="text1"/>
              </w:rPr>
              <w:t xml:space="preserve"> </w:t>
            </w:r>
            <w:r w:rsidRPr="006E43DC">
              <w:rPr>
                <w:color w:val="000000" w:themeColor="text1"/>
              </w:rPr>
              <w:t>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8D3CE2" w:rsidRDefault="008D3CE2" w:rsidP="00BF243A">
            <w:pPr>
              <w:spacing w:line="240" w:lineRule="auto"/>
              <w:ind w:hanging="20"/>
              <w:rPr>
                <w:color w:val="000000" w:themeColor="text1"/>
              </w:rPr>
            </w:pPr>
          </w:p>
          <w:p w:rsidR="008D3CE2" w:rsidRPr="006E43DC" w:rsidRDefault="008D3CE2" w:rsidP="00BF243A">
            <w:pPr>
              <w:spacing w:line="240" w:lineRule="auto"/>
              <w:ind w:hanging="20"/>
              <w:rPr>
                <w:color w:val="000000" w:themeColor="text1"/>
                <w:szCs w:val="28"/>
              </w:rPr>
            </w:pP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6E43DC" w:rsidTr="00741857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01 06 05 02 02 4610 640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финансиров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ние целевых расходов, предоставленных др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74BC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E43DC" w:rsidTr="00741857">
        <w:trPr>
          <w:trHeight w:val="2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20"/>
              <w:rPr>
                <w:szCs w:val="28"/>
              </w:rPr>
            </w:pPr>
            <w:r w:rsidRPr="006E43DC">
              <w:rPr>
                <w:szCs w:val="28"/>
              </w:rPr>
              <w:t>Увеличение финансовых активов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Уменьшение финансовых активов в собстве</w:t>
            </w:r>
            <w:r w:rsidRPr="006E43DC">
              <w:rPr>
                <w:szCs w:val="28"/>
              </w:rPr>
              <w:t>н</w:t>
            </w:r>
            <w:r w:rsidRPr="006E43DC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6E43DC" w:rsidTr="00741857">
        <w:trPr>
          <w:trHeight w:val="3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Увеличение финансовых активов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6E43DC">
              <w:rPr>
                <w:szCs w:val="28"/>
              </w:rPr>
              <w:t>Федерации</w:t>
            </w:r>
            <w:proofErr w:type="gramEnd"/>
            <w:r w:rsidRPr="006E43DC">
              <w:rPr>
                <w:szCs w:val="28"/>
              </w:rPr>
              <w:t xml:space="preserve"> и лицевые счета которым открыты в территор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6E43DC">
              <w:rPr>
                <w:szCs w:val="28"/>
              </w:rPr>
              <w:t>й</w:t>
            </w:r>
            <w:r w:rsidRPr="006E43DC">
              <w:rPr>
                <w:szCs w:val="28"/>
              </w:rPr>
              <w:t>ской Федерации в соответствии с законод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тельством Российской Федерации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6E43DC" w:rsidTr="00741857">
        <w:trPr>
          <w:trHeight w:val="9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C259E1" w:rsidRPr="006E43DC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2 02 02009 02 0000 151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t>Субсидии бюджетам субъектов Российской Федерации на государственную поддержку м</w:t>
            </w:r>
            <w:r w:rsidRPr="006E43DC">
              <w:t>а</w:t>
            </w:r>
            <w:r w:rsidRPr="006E43DC">
              <w:t>лого и среднего предпринимательства, включая крестьянские (фермерские) хозяйства</w:t>
            </w:r>
          </w:p>
        </w:tc>
      </w:tr>
      <w:tr w:rsidR="00C259E1" w:rsidRPr="006E43DC" w:rsidTr="00741857">
        <w:trPr>
          <w:trHeight w:val="84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E43DC" w:rsidRDefault="00C259E1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E43DC">
              <w:t>и</w:t>
            </w:r>
            <w:r w:rsidRPr="006E43DC">
              <w:t>ципальной) собственности</w:t>
            </w:r>
          </w:p>
        </w:tc>
      </w:tr>
      <w:tr w:rsidR="004C77FF" w:rsidRPr="006E43DC" w:rsidTr="00741857">
        <w:trPr>
          <w:trHeight w:val="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2 02 03998 02 0000 151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Единая субвенция бюджетам субъектов Ро</w:t>
            </w:r>
            <w:r w:rsidRPr="006E43DC">
              <w:rPr>
                <w:snapToGrid w:val="0"/>
              </w:rPr>
              <w:t>с</w:t>
            </w:r>
            <w:r w:rsidRPr="006E43DC">
              <w:rPr>
                <w:snapToGrid w:val="0"/>
              </w:rPr>
              <w:t>сийской Федерации</w:t>
            </w:r>
          </w:p>
        </w:tc>
      </w:tr>
      <w:tr w:rsidR="004C77FF" w:rsidRPr="006E43DC" w:rsidTr="008D3CE2">
        <w:trPr>
          <w:trHeight w:val="297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4C77FF" w:rsidP="00BF243A">
            <w:pPr>
              <w:spacing w:line="240" w:lineRule="auto"/>
              <w:ind w:firstLine="0"/>
            </w:pPr>
            <w:r w:rsidRPr="006E43DC">
              <w:t>Перечисления из бюджетов субъектов Росси</w:t>
            </w:r>
            <w:r w:rsidRPr="006E43DC">
              <w:t>й</w:t>
            </w:r>
            <w:r w:rsidRPr="006E43DC">
              <w:t>ской Федерации (в бюджеты субъектов Росси</w:t>
            </w:r>
            <w:r w:rsidRPr="006E43DC">
              <w:t>й</w:t>
            </w:r>
            <w:r w:rsidRPr="006E43DC">
              <w:t>ской Федерации) для осуществления возврата (зачета) излишне уплаченных или излишне взыс</w:t>
            </w:r>
            <w:r w:rsidRPr="006E43DC">
              <w:softHyphen/>
              <w:t>канных сумм налогов, сборов и иных пл</w:t>
            </w:r>
            <w:r w:rsidRPr="006E43DC">
              <w:t>а</w:t>
            </w:r>
            <w:r w:rsidRPr="006E43DC">
              <w:t>тежей, а также сумм процентов за несвоевр</w:t>
            </w:r>
            <w:r w:rsidRPr="006E43DC">
              <w:t>е</w:t>
            </w:r>
            <w:r w:rsidRPr="006E43DC">
              <w:t>менное осуществление такого возврата и пр</w:t>
            </w:r>
            <w:r w:rsidRPr="006E43DC">
              <w:t>о</w:t>
            </w:r>
            <w:r w:rsidRPr="006E43DC">
              <w:t>центов, начисленных на излишне взысканные суммы</w:t>
            </w:r>
          </w:p>
        </w:tc>
      </w:tr>
      <w:tr w:rsidR="004C77FF" w:rsidRPr="006E43DC" w:rsidTr="003E62DB">
        <w:trPr>
          <w:trHeight w:val="48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жилищно-коммунального комплекса Ярославской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6E43DC" w:rsidTr="008D3CE2">
        <w:trPr>
          <w:trHeight w:val="205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6E43DC">
              <w:t>Безвозмездные поступления в бюджеты суб</w:t>
            </w:r>
            <w:r w:rsidRPr="006E43DC">
              <w:t>ъ</w:t>
            </w:r>
            <w:r w:rsidRPr="006E43DC">
              <w:t>ектов Российской Федерации от государстве</w:t>
            </w:r>
            <w:r w:rsidRPr="006E43DC">
              <w:t>н</w:t>
            </w:r>
            <w:r w:rsidRPr="006E43DC">
              <w:t>ной корпорации - Фонда содействия реформ</w:t>
            </w:r>
            <w:r w:rsidRPr="006E43DC">
              <w:t>и</w:t>
            </w:r>
            <w:r w:rsidRPr="006E43DC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5B0908" w:rsidRPr="006E43DC" w:rsidTr="00741857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E43DC" w:rsidRDefault="005B0908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E43DC" w:rsidRDefault="005B090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E43DC" w:rsidRDefault="005B0908" w:rsidP="00BF243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6E43DC">
              <w:t>Безвозмездные поступления в бюджеты суб</w:t>
            </w:r>
            <w:r w:rsidRPr="006E43DC">
              <w:t>ъ</w:t>
            </w:r>
            <w:r w:rsidRPr="006E43DC">
              <w:t>ектов Российской Федерации от государстве</w:t>
            </w:r>
            <w:r w:rsidRPr="006E43DC">
              <w:t>н</w:t>
            </w:r>
            <w:r w:rsidRPr="006E43DC">
              <w:t>ной корпорации - Фонда содействия реформ</w:t>
            </w:r>
            <w:r w:rsidRPr="006E43DC">
              <w:t>и</w:t>
            </w:r>
            <w:r w:rsidRPr="006E43DC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4C77FF" w:rsidRPr="006E43DC" w:rsidTr="003E62DB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909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труда и социальной поддержки населения 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02 02118 02 0000 151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работающих пенсионеров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37412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412F" w:rsidRPr="006E43DC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412F" w:rsidRPr="006E43DC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412F" w:rsidRPr="006E43DC" w:rsidRDefault="0037412F" w:rsidP="00BF243A">
            <w:pPr>
              <w:spacing w:line="240" w:lineRule="auto"/>
              <w:ind w:firstLine="20"/>
              <w:rPr>
                <w:szCs w:val="28"/>
              </w:rPr>
            </w:pPr>
            <w:r w:rsidRPr="006E43DC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6E43DC">
              <w:rPr>
                <w:rFonts w:ascii="Open Sans" w:hAnsi="Open Sans" w:cs="Arial"/>
                <w:color w:val="000000"/>
              </w:rPr>
              <w:t>у</w:t>
            </w:r>
            <w:r w:rsidRPr="006E43DC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6E43DC">
              <w:rPr>
                <w:rFonts w:ascii="Open Sans" w:hAnsi="Open Sans" w:cs="Arial"/>
                <w:color w:val="000000"/>
              </w:rPr>
              <w:t>а</w:t>
            </w:r>
            <w:r w:rsidRPr="006E43DC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4C77FF" w:rsidRPr="006E43DC" w:rsidTr="002A73B0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2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6E43DC">
              <w:rPr>
                <w:szCs w:val="28"/>
              </w:rPr>
              <w:t>с</w:t>
            </w:r>
            <w:r w:rsidRPr="006E43DC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6E43DC" w:rsidTr="002A73B0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6E43DC" w:rsidTr="002A73B0">
        <w:trPr>
          <w:trHeight w:val="20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3E62DB" w:rsidRPr="006E43DC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6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E43DC" w:rsidRDefault="003E62D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4C77FF" w:rsidRPr="006E43DC" w:rsidTr="00741857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C77FF" w:rsidRPr="006E43DC" w:rsidTr="00741857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FD1712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6E4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6E43DC" w:rsidTr="00741857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EF57C2" w:rsidRPr="006E43DC" w:rsidTr="00741857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E43DC" w:rsidRDefault="00EF57C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E43DC" w:rsidRDefault="00EF57C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2 02 04121 02 0000 151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E43DC" w:rsidRDefault="00EF57C2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C77FF" w:rsidRPr="006E43DC" w:rsidTr="003E62DB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911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имущественных и земельных отношений 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6E43DC" w:rsidTr="00741857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6E43DC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>ственных товариществ и обществ, или див</w:t>
            </w:r>
            <w:r w:rsidRPr="006E43DC">
              <w:rPr>
                <w:snapToGrid w:val="0"/>
              </w:rPr>
              <w:t>и</w:t>
            </w:r>
            <w:r w:rsidRPr="006E43DC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6E43DC" w:rsidTr="00741857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6E43DC" w:rsidTr="00741857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0"/>
              <w:jc w:val="left"/>
            </w:pPr>
            <w:r w:rsidRPr="006E43DC"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6E43DC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6E43DC">
              <w:rPr>
                <w:spacing w:val="-2"/>
              </w:rPr>
              <w:t>е</w:t>
            </w:r>
            <w:r w:rsidRPr="006E43DC">
              <w:rPr>
                <w:spacing w:val="-2"/>
              </w:rPr>
              <w:t>деральной собственности и осуществление по</w:t>
            </w:r>
            <w:r w:rsidRPr="006E43DC">
              <w:rPr>
                <w:spacing w:val="-2"/>
              </w:rPr>
              <w:t>л</w:t>
            </w:r>
            <w:r w:rsidRPr="006E43DC">
              <w:rPr>
                <w:spacing w:val="-2"/>
              </w:rPr>
              <w:t>номочий по управлению и распоряжению кот</w:t>
            </w:r>
            <w:r w:rsidRPr="006E43DC">
              <w:rPr>
                <w:spacing w:val="-2"/>
              </w:rPr>
              <w:t>о</w:t>
            </w:r>
            <w:r w:rsidRPr="006E43DC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6E43DC">
              <w:rPr>
                <w:spacing w:val="-2"/>
              </w:rPr>
              <w:t>д</w:t>
            </w:r>
            <w:r w:rsidRPr="006E43DC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1 11 05032 02 0000 120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2A73B0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сдачи в аренду имущества, наход</w:t>
            </w:r>
            <w:r w:rsidRPr="006E43DC">
              <w:rPr>
                <w:snapToGrid w:val="0"/>
              </w:rPr>
              <w:t>я</w:t>
            </w:r>
            <w:r w:rsidRPr="006E43DC">
              <w:rPr>
                <w:snapToGrid w:val="0"/>
              </w:rPr>
              <w:t>щегося в оперативном управлении органов</w:t>
            </w:r>
            <w:r w:rsidR="001226AF" w:rsidRPr="006E43DC">
              <w:rPr>
                <w:snapToGrid w:val="0"/>
              </w:rPr>
              <w:t xml:space="preserve"> </w:t>
            </w:r>
            <w:r w:rsidR="002A73B0" w:rsidRPr="006E43DC">
              <w:rPr>
                <w:snapToGrid w:val="0"/>
              </w:rPr>
              <w:t>г</w:t>
            </w:r>
            <w:r w:rsidRPr="006E43DC">
              <w:rPr>
                <w:snapToGrid w:val="0"/>
              </w:rPr>
              <w:t>о</w:t>
            </w:r>
            <w:r w:rsidR="002A73B0" w:rsidRPr="006E43DC">
              <w:rPr>
                <w:snapToGrid w:val="0"/>
              </w:rPr>
              <w:softHyphen/>
            </w:r>
            <w:r w:rsidRPr="006E43DC">
              <w:rPr>
                <w:snapToGrid w:val="0"/>
              </w:rPr>
              <w:t xml:space="preserve">сударственной власти субъектов Российской Федерации и созданных ими учреждений </w:t>
            </w:r>
            <w:r w:rsidRPr="006E43DC">
              <w:t xml:space="preserve">(за исключением имущества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t>авт</w:t>
            </w:r>
            <w:r w:rsidRPr="006E43DC">
              <w:t>о</w:t>
            </w:r>
            <w:r w:rsidRPr="006E43DC">
              <w:t>номных учреждений субъектов Российской Федерации)</w:t>
            </w:r>
          </w:p>
        </w:tc>
      </w:tr>
      <w:tr w:rsidR="004C77FF" w:rsidRPr="006E43DC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1 11 05322 02 0000 120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Плата по соглашениям об установлении серв</w:t>
            </w:r>
            <w:r w:rsidRPr="006E43DC">
              <w:rPr>
                <w:snapToGrid w:val="0"/>
              </w:rPr>
              <w:t>и</w:t>
            </w:r>
            <w:r w:rsidRPr="006E43DC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6E43DC">
              <w:rPr>
                <w:snapToGrid w:val="0"/>
              </w:rPr>
              <w:t>у</w:t>
            </w:r>
            <w:r w:rsidRPr="006E43DC">
              <w:rPr>
                <w:snapToGrid w:val="0"/>
              </w:rPr>
              <w:t>дарственными или муниципальными предпри</w:t>
            </w:r>
            <w:r w:rsidRPr="006E43DC">
              <w:rPr>
                <w:snapToGrid w:val="0"/>
              </w:rPr>
              <w:t>я</w:t>
            </w:r>
            <w:r w:rsidRPr="006E43DC">
              <w:rPr>
                <w:snapToGrid w:val="0"/>
              </w:rPr>
              <w:t>тиями либо государственными или муниц</w:t>
            </w:r>
            <w:r w:rsidRPr="006E43DC">
              <w:rPr>
                <w:snapToGrid w:val="0"/>
              </w:rPr>
              <w:t>и</w:t>
            </w:r>
            <w:r w:rsidRPr="006E43DC">
              <w:rPr>
                <w:snapToGrid w:val="0"/>
              </w:rPr>
              <w:t>пальными учреждениями в отношении земел</w:t>
            </w:r>
            <w:r w:rsidRPr="006E43DC">
              <w:rPr>
                <w:snapToGrid w:val="0"/>
              </w:rPr>
              <w:t>ь</w:t>
            </w:r>
            <w:r w:rsidRPr="006E43DC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6E43DC" w:rsidTr="00741857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lastRenderedPageBreak/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6E43DC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1 11 08020 02 0000 120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pacing w:val="-2"/>
              </w:rPr>
            </w:pPr>
            <w:r w:rsidRPr="006E43DC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6E43DC">
              <w:rPr>
                <w:spacing w:val="-2"/>
              </w:rPr>
              <w:t>с</w:t>
            </w:r>
            <w:r w:rsidRPr="006E43DC">
              <w:rPr>
                <w:spacing w:val="-2"/>
              </w:rPr>
              <w:t xml:space="preserve">сийской Федерации (за исключением имущества </w:t>
            </w:r>
            <w:r w:rsidRPr="006E43DC">
              <w:rPr>
                <w:spacing w:val="-2"/>
                <w:szCs w:val="28"/>
              </w:rPr>
              <w:t xml:space="preserve">бюджетных и </w:t>
            </w:r>
            <w:r w:rsidRPr="006E43DC">
              <w:rPr>
                <w:spacing w:val="-2"/>
              </w:rPr>
              <w:t>автономных учреждений субъе</w:t>
            </w:r>
            <w:r w:rsidRPr="006E43DC">
              <w:rPr>
                <w:spacing w:val="-2"/>
              </w:rPr>
              <w:t>к</w:t>
            </w:r>
            <w:r w:rsidRPr="006E43DC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6E43DC">
              <w:rPr>
                <w:spacing w:val="-2"/>
              </w:rPr>
              <w:t>ъ</w:t>
            </w:r>
            <w:r w:rsidRPr="006E43DC">
              <w:rPr>
                <w:spacing w:val="-2"/>
              </w:rPr>
              <w:t>ектов Российской Федерации, в том числе к</w:t>
            </w:r>
            <w:r w:rsidRPr="006E43DC">
              <w:rPr>
                <w:spacing w:val="-2"/>
              </w:rPr>
              <w:t>а</w:t>
            </w:r>
            <w:r w:rsidRPr="006E43DC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4C77FF" w:rsidRPr="006E43DC" w:rsidTr="00741857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1 11 09042 02 0000 120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Прочие поступления от использования имущ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6E43DC">
              <w:t>(за исключением им</w:t>
            </w:r>
            <w:r w:rsidRPr="006E43DC">
              <w:t>у</w:t>
            </w:r>
            <w:r w:rsidRPr="006E43DC">
              <w:t xml:space="preserve">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t>автономных учреждений субъектов Российской Федерации, а также имущества государственных унитарных пре</w:t>
            </w:r>
            <w:r w:rsidRPr="006E43DC">
              <w:t>д</w:t>
            </w:r>
            <w:r w:rsidRPr="006E43DC">
              <w:t>приятий субъектов Российской Федерации, в том числе казенных)</w:t>
            </w:r>
          </w:p>
        </w:tc>
      </w:tr>
      <w:tr w:rsidR="004C77FF" w:rsidRPr="006E43DC" w:rsidTr="00741857">
        <w:trPr>
          <w:trHeight w:val="26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1 14 02022 02 0000 410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имущества, находящ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E43DC">
              <w:rPr>
                <w:snapToGrid w:val="0"/>
              </w:rPr>
              <w:t>н</w:t>
            </w:r>
            <w:r w:rsidRPr="006E43DC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rPr>
                <w:snapToGrid w:val="0"/>
              </w:rPr>
              <w:t>а</w:t>
            </w:r>
            <w:r w:rsidRPr="006E43DC">
              <w:rPr>
                <w:snapToGrid w:val="0"/>
              </w:rPr>
              <w:t>в</w:t>
            </w:r>
            <w:r w:rsidRPr="006E43DC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6E43DC" w:rsidTr="00741857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1 14 02022 02 0000 440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имущества, находящ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E43DC">
              <w:rPr>
                <w:snapToGrid w:val="0"/>
              </w:rPr>
              <w:t>н</w:t>
            </w:r>
            <w:r w:rsidRPr="006E43DC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rPr>
                <w:snapToGrid w:val="0"/>
              </w:rPr>
              <w:t>а</w:t>
            </w:r>
            <w:r w:rsidRPr="006E43DC">
              <w:rPr>
                <w:snapToGrid w:val="0"/>
              </w:rPr>
              <w:t>в</w:t>
            </w:r>
            <w:r w:rsidRPr="006E43DC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6E43DC" w:rsidTr="00741857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1 14 02023 02 0000 410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иного имущества, нах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дящегося в собственности субъектов Росси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 xml:space="preserve">ской Федерации (за исключением имущества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rPr>
                <w:snapToGrid w:val="0"/>
              </w:rPr>
              <w:t>автономных учреждений субъе</w:t>
            </w:r>
            <w:r w:rsidRPr="006E43DC">
              <w:rPr>
                <w:snapToGrid w:val="0"/>
              </w:rPr>
              <w:t>к</w:t>
            </w:r>
            <w:r w:rsidRPr="006E43DC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6E43DC" w:rsidTr="00741857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1 14 02023 02 0000 440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иного имущества, нах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дящегося в собственности субъектов Росси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 xml:space="preserve">ской Федерации (за исключением имущества </w:t>
            </w:r>
            <w:r w:rsidRPr="006E43DC">
              <w:rPr>
                <w:szCs w:val="28"/>
              </w:rPr>
              <w:t xml:space="preserve">бюджетных и </w:t>
            </w:r>
            <w:r w:rsidRPr="006E43DC">
              <w:rPr>
                <w:snapToGrid w:val="0"/>
              </w:rPr>
              <w:t>автономных учреждений субъе</w:t>
            </w:r>
            <w:r w:rsidRPr="006E43DC">
              <w:rPr>
                <w:snapToGrid w:val="0"/>
              </w:rPr>
              <w:t>к</w:t>
            </w:r>
            <w:r w:rsidRPr="006E43DC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6E43DC" w:rsidTr="00741857">
        <w:trPr>
          <w:trHeight w:val="104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6E43DC" w:rsidTr="00741857">
        <w:trPr>
          <w:trHeight w:val="17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6E43DC" w:rsidTr="00741857">
        <w:trPr>
          <w:trHeight w:val="200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6E43DC" w:rsidTr="00741857">
        <w:trPr>
          <w:trHeight w:val="10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6E43DC" w:rsidTr="00741857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911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6E43DC" w:rsidRDefault="004C77FF" w:rsidP="00BF243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6E43DC" w:rsidTr="00E10E84">
        <w:trPr>
          <w:trHeight w:val="48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915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Контрольно-счетная палата Ярославской области</w:t>
            </w:r>
          </w:p>
        </w:tc>
      </w:tr>
      <w:tr w:rsidR="004C77FF" w:rsidRPr="006E43DC" w:rsidTr="003E62DB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lastRenderedPageBreak/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916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энергетики и регулирования тарифов Ярославской о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4C77F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6E43DC" w:rsidTr="00E10E84">
        <w:trPr>
          <w:trHeight w:val="41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917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Избирательная комиссия Ярославской области</w:t>
            </w:r>
          </w:p>
        </w:tc>
      </w:tr>
      <w:tr w:rsidR="004C77FF" w:rsidRPr="006E43DC" w:rsidTr="00E10E84">
        <w:trPr>
          <w:trHeight w:val="43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918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Ярославская областная Дума</w:t>
            </w:r>
          </w:p>
        </w:tc>
      </w:tr>
      <w:tr w:rsidR="004C77FF" w:rsidRPr="006E43DC" w:rsidTr="00E10E84">
        <w:trPr>
          <w:trHeight w:val="444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920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Правительство Ярославской области</w:t>
            </w:r>
          </w:p>
        </w:tc>
      </w:tr>
      <w:tr w:rsidR="004C77FF" w:rsidRPr="006E43DC" w:rsidTr="00E10E84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C77FF" w:rsidRPr="006E43DC" w:rsidTr="00E10E84">
        <w:trPr>
          <w:trHeight w:val="20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6E43DC">
              <w:rPr>
                <w:szCs w:val="28"/>
              </w:rPr>
              <w:t>ь</w:t>
            </w:r>
            <w:r w:rsidRPr="006E43DC">
              <w:rPr>
                <w:szCs w:val="28"/>
              </w:rPr>
              <w:t>ных районов</w:t>
            </w:r>
          </w:p>
        </w:tc>
      </w:tr>
      <w:tr w:rsidR="004C77FF" w:rsidRPr="006E43DC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селений</w:t>
            </w:r>
          </w:p>
        </w:tc>
      </w:tr>
      <w:tr w:rsidR="004C77FF" w:rsidRPr="006E43DC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6E43DC" w:rsidTr="00E10E84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6E43DC">
              <w:rPr>
                <w:szCs w:val="28"/>
              </w:rPr>
              <w:t>у</w:t>
            </w:r>
            <w:r w:rsidRPr="006E43DC">
              <w:rPr>
                <w:szCs w:val="28"/>
              </w:rPr>
              <w:t>дарственного плана подготовки управленч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ских кадров для организаций народного хозя</w:t>
            </w:r>
            <w:r w:rsidRPr="006E43DC">
              <w:rPr>
                <w:szCs w:val="28"/>
              </w:rPr>
              <w:t>й</w:t>
            </w:r>
            <w:r w:rsidRPr="006E43DC">
              <w:rPr>
                <w:szCs w:val="28"/>
              </w:rPr>
              <w:t>ства Российской Федерации</w:t>
            </w:r>
          </w:p>
        </w:tc>
      </w:tr>
      <w:tr w:rsidR="004C77FF" w:rsidRPr="006E43DC" w:rsidTr="00E10E84">
        <w:trPr>
          <w:trHeight w:val="12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6E43DC" w:rsidTr="00E10E84">
        <w:trPr>
          <w:trHeight w:val="13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C36BD8" w:rsidRPr="006E43DC" w:rsidTr="00E10E84">
        <w:trPr>
          <w:trHeight w:val="13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E43DC" w:rsidRDefault="00C36BD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E43DC" w:rsidRDefault="00C36BD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E43DC" w:rsidRDefault="00C36BD8" w:rsidP="00733F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тов Российской Федерации на 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>выплату един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="00733F72" w:rsidRPr="006E43DC">
              <w:rPr>
                <w:rFonts w:ascii="Times New Roman" w:hAnsi="Times New Roman" w:cs="Times New Roman"/>
                <w:sz w:val="28"/>
              </w:rPr>
              <w:t>"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="00733F72" w:rsidRPr="006E43DC">
              <w:rPr>
                <w:rFonts w:ascii="Times New Roman" w:hAnsi="Times New Roman" w:cs="Times New Roman"/>
                <w:sz w:val="28"/>
              </w:rPr>
              <w:t>"</w:t>
            </w:r>
            <w:r w:rsidR="00373E23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77FF" w:rsidRPr="006E43DC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6E43DC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дерации</w:t>
            </w:r>
            <w:proofErr w:type="gramEnd"/>
          </w:p>
        </w:tc>
      </w:tr>
      <w:tr w:rsidR="004C77FF" w:rsidRPr="006E43DC" w:rsidTr="00E10E84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A44B06" w:rsidRPr="006E43DC" w:rsidTr="00741857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E43DC" w:rsidRDefault="00E37BA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E43DC" w:rsidRDefault="00E37BA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2 02 04118 02 0000 151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E43DC" w:rsidRDefault="00E37BA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4C77FF" w:rsidRPr="006E43DC" w:rsidTr="00E10E84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spacing w:line="240" w:lineRule="auto"/>
              <w:ind w:firstLine="0"/>
              <w:jc w:val="left"/>
            </w:pPr>
            <w:r w:rsidRPr="006E43DC">
              <w:rPr>
                <w:b/>
                <w:szCs w:val="28"/>
              </w:rPr>
              <w:t xml:space="preserve">923 </w:t>
            </w:r>
            <w:r w:rsidR="00E10E84" w:rsidRPr="006E43DC">
              <w:rPr>
                <w:b/>
                <w:szCs w:val="28"/>
              </w:rPr>
              <w:t>-</w:t>
            </w:r>
            <w:r w:rsidRPr="006E43DC">
              <w:rPr>
                <w:b/>
                <w:szCs w:val="28"/>
              </w:rPr>
              <w:t xml:space="preserve"> Агентство по физической культуре и спорту Ярославской области</w:t>
            </w:r>
          </w:p>
        </w:tc>
      </w:tr>
      <w:tr w:rsidR="00AC2931" w:rsidRPr="006E43DC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E43DC" w:rsidRDefault="00AC293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E43DC" w:rsidRDefault="00AC293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E43DC" w:rsidRDefault="00AC2931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гиональной спортивной федерации</w:t>
            </w:r>
          </w:p>
        </w:tc>
      </w:tr>
      <w:tr w:rsidR="003D3898" w:rsidRPr="006E43DC" w:rsidTr="002303A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E43DC" w:rsidRDefault="003D389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E43DC" w:rsidRDefault="003D389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E43DC" w:rsidRDefault="003D3898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6E43DC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Nonformat"/>
              <w:jc w:val="both"/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6E43DC">
              <w:rPr>
                <w:rFonts w:ascii="Times New Roman" w:hAnsi="Times New Roman" w:cs="Times New Roman"/>
                <w:sz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6E43DC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6E43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6E43DC">
              <w:rPr>
                <w:rFonts w:ascii="Times New Roman" w:hAnsi="Times New Roman" w:cs="Times New Roman"/>
                <w:sz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4C77FF" w:rsidRPr="006E43DC" w:rsidTr="00E10E84">
        <w:trPr>
          <w:trHeight w:val="34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af"/>
              <w:rPr>
                <w:sz w:val="28"/>
                <w:szCs w:val="28"/>
              </w:rPr>
            </w:pPr>
            <w:r w:rsidRPr="006E43DC">
              <w:rPr>
                <w:sz w:val="28"/>
                <w:szCs w:val="28"/>
              </w:rPr>
              <w:t xml:space="preserve">924 </w:t>
            </w:r>
            <w:r w:rsidR="00E10E84" w:rsidRPr="006E43DC">
              <w:rPr>
                <w:sz w:val="28"/>
                <w:szCs w:val="28"/>
              </w:rPr>
              <w:t>-</w:t>
            </w:r>
            <w:r w:rsidRPr="006E43DC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6E43DC" w:rsidTr="00741857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6E43DC" w:rsidTr="00741857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4C77FF" w:rsidP="002112A4">
            <w:pPr>
              <w:pStyle w:val="ConsPlusNonformat"/>
              <w:jc w:val="both"/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4C77FF" w:rsidRPr="006E43DC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6E43DC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6E43DC">
              <w:rPr>
                <w:rFonts w:ascii="Times New Roman" w:hAnsi="Times New Roman" w:cs="Times New Roman"/>
                <w:sz w:val="28"/>
              </w:rPr>
              <w:softHyphen/>
              <w:t>ных комплексов, включая металлоко</w:t>
            </w:r>
            <w:r w:rsidRPr="006E43DC">
              <w:rPr>
                <w:rFonts w:ascii="Times New Roman" w:hAnsi="Times New Roman" w:cs="Times New Roman"/>
                <w:sz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4C77FF" w:rsidRPr="006E43DC" w:rsidTr="00E10E84">
        <w:trPr>
          <w:trHeight w:val="29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 xml:space="preserve">2 02 </w:t>
            </w:r>
            <w:r w:rsidRPr="006E43DC">
              <w:rPr>
                <w:szCs w:val="28"/>
              </w:rPr>
              <w:t>02</w:t>
            </w:r>
            <w:r w:rsidRPr="006E43DC">
              <w:rPr>
                <w:szCs w:val="28"/>
                <w:lang w:val="en-US"/>
              </w:rPr>
              <w:t>118 02 000</w:t>
            </w:r>
            <w:r w:rsidRPr="006E43DC">
              <w:rPr>
                <w:szCs w:val="28"/>
              </w:rPr>
              <w:t>0</w:t>
            </w:r>
            <w:r w:rsidRPr="006E43DC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2E5E23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E43DC">
              <w:rPr>
                <w:rFonts w:ascii="Times New Roman" w:hAnsi="Times New Roman" w:cs="Times New Roman"/>
                <w:sz w:val="28"/>
              </w:rPr>
              <w:t>б</w:t>
            </w:r>
            <w:r w:rsidRPr="006E43DC">
              <w:rPr>
                <w:rFonts w:ascii="Times New Roman" w:hAnsi="Times New Roman" w:cs="Times New Roman"/>
                <w:sz w:val="28"/>
              </w:rPr>
              <w:t>служивания населения</w:t>
            </w:r>
            <w:r w:rsidR="00B535AB" w:rsidRPr="006E43DC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6E43DC">
              <w:rPr>
                <w:rFonts w:ascii="Times New Roman" w:hAnsi="Times New Roman" w:cs="Times New Roman"/>
                <w:sz w:val="28"/>
              </w:rPr>
              <w:t xml:space="preserve"> оказанием адресной социальной помощи неработающим пенсион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рам, обучением компьютерной грамотности н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работающих пенсионеров</w:t>
            </w:r>
          </w:p>
        </w:tc>
      </w:tr>
      <w:tr w:rsidR="004C77FF" w:rsidRPr="006E43DC" w:rsidTr="00741857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2 02 0</w:t>
            </w:r>
            <w:r w:rsidRPr="006E43DC">
              <w:rPr>
                <w:szCs w:val="28"/>
              </w:rPr>
              <w:t>3</w:t>
            </w:r>
            <w:r w:rsidRPr="006E43DC">
              <w:rPr>
                <w:szCs w:val="28"/>
                <w:lang w:val="en-US"/>
              </w:rPr>
              <w:t>069 02 0000 151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</w:pPr>
            <w:r w:rsidRPr="006E43DC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6E43DC">
              <w:rPr>
                <w:snapToGrid w:val="0"/>
              </w:rPr>
              <w:t>ь</w:t>
            </w:r>
            <w:r w:rsidRPr="006E43DC">
              <w:rPr>
                <w:snapToGrid w:val="0"/>
              </w:rPr>
              <w:t xml:space="preserve">ным законом от 12 января 1995 года № 5-ФЗ </w:t>
            </w:r>
            <w:r w:rsidRPr="006E43DC">
              <w:rPr>
                <w:snapToGrid w:val="0"/>
              </w:rPr>
              <w:br/>
              <w:t>"О ветеранах", в соответствии с Указом През</w:t>
            </w:r>
            <w:r w:rsidRPr="006E43DC">
              <w:rPr>
                <w:snapToGrid w:val="0"/>
              </w:rPr>
              <w:t>и</w:t>
            </w:r>
            <w:r w:rsidRPr="006E43DC">
              <w:rPr>
                <w:snapToGrid w:val="0"/>
              </w:rPr>
              <w:t>дента Российской Федерации от 7 мая 2008 г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да № 714 "Об обеспечении жильем ветеранов Великой Отечественной войны 1941 - 1945 г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дов"</w:t>
            </w:r>
          </w:p>
        </w:tc>
      </w:tr>
      <w:tr w:rsidR="004C77FF" w:rsidRPr="006E43DC" w:rsidTr="00741857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2 02 03070 02 0000 151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945071" w:rsidRPr="006E43DC">
              <w:rPr>
                <w:szCs w:val="28"/>
              </w:rPr>
              <w:t>ф</w:t>
            </w:r>
            <w:r w:rsidRPr="006E43DC">
              <w:rPr>
                <w:szCs w:val="28"/>
              </w:rPr>
              <w:t>едерал</w:t>
            </w:r>
            <w:r w:rsidRPr="006E43DC">
              <w:rPr>
                <w:szCs w:val="28"/>
              </w:rPr>
              <w:t>ь</w:t>
            </w:r>
            <w:r w:rsidRPr="006E43DC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6E43DC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F611E" w:rsidRPr="006E43DC" w:rsidTr="008D3CE2">
        <w:trPr>
          <w:trHeight w:val="145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E43DC" w:rsidRDefault="004F611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E43DC" w:rsidRDefault="004F611E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2 02 03077 02 0000 151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E43DC" w:rsidRDefault="004F611E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равненных к ним лиц</w:t>
            </w:r>
          </w:p>
        </w:tc>
      </w:tr>
      <w:tr w:rsidR="00613B58" w:rsidRPr="006E43DC" w:rsidTr="008D3CE2">
        <w:trPr>
          <w:trHeight w:val="105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6E43DC" w:rsidRDefault="00613B5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6E43DC" w:rsidRDefault="00613B58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2 02 04999 02 0000 151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6E43DC" w:rsidRDefault="00613B58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Прочие межбюджетные трансферты, передав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емые бюджетам субъектов Российской Федер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ции</w:t>
            </w:r>
          </w:p>
        </w:tc>
      </w:tr>
      <w:tr w:rsidR="004C77FF" w:rsidRPr="006E43DC" w:rsidTr="00E10E84">
        <w:trPr>
          <w:trHeight w:val="19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  <w:lang w:val="en-US"/>
              </w:rPr>
              <w:t xml:space="preserve">2 03 </w:t>
            </w:r>
            <w:r w:rsidRPr="006E43DC">
              <w:rPr>
                <w:szCs w:val="28"/>
              </w:rPr>
              <w:t>02040</w:t>
            </w:r>
            <w:r w:rsidRPr="006E43DC">
              <w:rPr>
                <w:szCs w:val="28"/>
                <w:lang w:val="en-US"/>
              </w:rPr>
              <w:t xml:space="preserve"> 02 000</w:t>
            </w:r>
            <w:r w:rsidRPr="006E43DC">
              <w:rPr>
                <w:szCs w:val="28"/>
              </w:rPr>
              <w:t>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t>Безвозмездные поступления в бюджеты суб</w:t>
            </w:r>
            <w:r w:rsidRPr="006E43DC">
              <w:t>ъ</w:t>
            </w:r>
            <w:r w:rsidRPr="006E43DC">
              <w:t>ектов Российской Федерации от государстве</w:t>
            </w:r>
            <w:r w:rsidRPr="006E43DC">
              <w:t>н</w:t>
            </w:r>
            <w:r w:rsidRPr="006E43DC">
              <w:t>ной корпорации - Фонда содействия реформ</w:t>
            </w:r>
            <w:r w:rsidRPr="006E43DC">
              <w:t>и</w:t>
            </w:r>
            <w:r w:rsidRPr="006E43DC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6E43DC" w:rsidTr="008D3CE2">
        <w:trPr>
          <w:trHeight w:val="2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 xml:space="preserve">2 03 </w:t>
            </w:r>
            <w:r w:rsidRPr="006E43DC">
              <w:rPr>
                <w:szCs w:val="28"/>
              </w:rPr>
              <w:t>02060</w:t>
            </w:r>
            <w:r w:rsidRPr="006E43DC">
              <w:rPr>
                <w:szCs w:val="28"/>
                <w:lang w:val="en-US"/>
              </w:rPr>
              <w:t xml:space="preserve"> 02 000</w:t>
            </w:r>
            <w:r w:rsidRPr="006E43DC">
              <w:rPr>
                <w:szCs w:val="28"/>
              </w:rPr>
              <w:t>0</w:t>
            </w:r>
            <w:r w:rsidR="00F6788E" w:rsidRPr="006E43DC">
              <w:rPr>
                <w:szCs w:val="28"/>
              </w:rPr>
              <w:t xml:space="preserve"> </w:t>
            </w:r>
            <w:r w:rsidRPr="006E43DC">
              <w:rPr>
                <w:szCs w:val="28"/>
              </w:rPr>
              <w:t>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t>Безвозмездные поступления в бюджеты суб</w:t>
            </w:r>
            <w:r w:rsidRPr="006E43DC">
              <w:t>ъ</w:t>
            </w:r>
            <w:r w:rsidRPr="006E43DC">
              <w:t>ектов Российской Федерации от государстве</w:t>
            </w:r>
            <w:r w:rsidRPr="006E43DC">
              <w:t>н</w:t>
            </w:r>
            <w:r w:rsidRPr="006E43DC">
              <w:t>ной корпорации - Фонда содействия реформ</w:t>
            </w:r>
            <w:r w:rsidRPr="006E43DC">
              <w:t>и</w:t>
            </w:r>
            <w:r w:rsidRPr="006E43DC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6E43DC" w:rsidTr="008D3CE2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927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транспорта Ярославской области</w:t>
            </w:r>
          </w:p>
        </w:tc>
      </w:tr>
      <w:tr w:rsidR="004C77FF" w:rsidRPr="006E43DC" w:rsidTr="008D3CE2">
        <w:trPr>
          <w:trHeight w:val="265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napToGrid w:val="0"/>
              </w:rPr>
              <w:t>1 08 07172 01 0000 110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6E43DC">
              <w:rPr>
                <w:snapToGrid w:val="0"/>
              </w:rPr>
              <w:t>у</w:t>
            </w:r>
            <w:r w:rsidRPr="006E43DC">
              <w:rPr>
                <w:snapToGrid w:val="0"/>
              </w:rPr>
              <w:t>зов, зачисляемая в бюджеты субъектов Росси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>ской Федерации</w:t>
            </w:r>
          </w:p>
        </w:tc>
      </w:tr>
      <w:tr w:rsidR="004C77FF" w:rsidRPr="006E43DC" w:rsidTr="00741857">
        <w:trPr>
          <w:trHeight w:val="20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1 11 05027 02 0000 120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6E43DC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6E43DC">
              <w:rPr>
                <w:szCs w:val="28"/>
              </w:rPr>
              <w:t>ъ</w:t>
            </w:r>
            <w:r w:rsidRPr="006E43DC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4C77FF" w:rsidRPr="006E43DC" w:rsidTr="00741857">
        <w:trPr>
          <w:trHeight w:val="3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1 11 05100 02 0000 120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Плата от реализации соглашений об установл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нии сервитутов в отношении земельных учас</w:t>
            </w:r>
            <w:r w:rsidRPr="006E43DC">
              <w:rPr>
                <w:szCs w:val="28"/>
              </w:rPr>
              <w:t>т</w:t>
            </w:r>
            <w:r w:rsidRPr="006E43DC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6E43DC">
              <w:rPr>
                <w:szCs w:val="28"/>
              </w:rPr>
              <w:softHyphen/>
              <w:t>ниципального значения в целях стро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тельства (реконструкции), капитального ремо</w:t>
            </w:r>
            <w:r w:rsidRPr="006E43DC">
              <w:rPr>
                <w:szCs w:val="28"/>
              </w:rPr>
              <w:t>н</w:t>
            </w:r>
            <w:r w:rsidRPr="006E43DC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6E43DC">
              <w:rPr>
                <w:szCs w:val="28"/>
              </w:rPr>
              <w:t>у</w:t>
            </w:r>
            <w:r w:rsidRPr="006E43DC">
              <w:rPr>
                <w:szCs w:val="28"/>
              </w:rPr>
              <w:t>атации инже</w:t>
            </w:r>
            <w:r w:rsidRPr="006E43DC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6E43DC" w:rsidTr="00741857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1 11 09032 02 0000 120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Cell"/>
              <w:jc w:val="both"/>
              <w:rPr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6E43DC" w:rsidTr="00741857">
        <w:trPr>
          <w:trHeight w:val="16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1 13 01520 02 0000 130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6E43DC" w:rsidTr="00741857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4C77FF" w:rsidRPr="006E43DC" w:rsidTr="00741857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  <w:lang w:val="en-US"/>
              </w:rPr>
              <w:t>9</w:t>
            </w:r>
            <w:r w:rsidRPr="006E43DC">
              <w:rPr>
                <w:szCs w:val="28"/>
              </w:rPr>
              <w:t>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6E43DC">
              <w:rPr>
                <w:szCs w:val="28"/>
              </w:rPr>
              <w:t>д</w:t>
            </w:r>
            <w:r w:rsidRPr="006E43DC">
              <w:rPr>
                <w:szCs w:val="28"/>
              </w:rPr>
              <w:t>министративных правонарушениях, предусмо</w:t>
            </w:r>
            <w:r w:rsidRPr="006E43DC">
              <w:rPr>
                <w:szCs w:val="28"/>
              </w:rPr>
              <w:t>т</w:t>
            </w:r>
            <w:r w:rsidRPr="006E43DC">
              <w:rPr>
                <w:szCs w:val="28"/>
              </w:rPr>
              <w:t>ренные статьей 20.25 Кодекса Российской Ф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дерации об административных правонарушен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ях</w:t>
            </w:r>
          </w:p>
        </w:tc>
      </w:tr>
      <w:tr w:rsidR="004C77FF" w:rsidRPr="006E43DC" w:rsidTr="00741857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6E43DC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вым такси</w:t>
            </w:r>
          </w:p>
        </w:tc>
      </w:tr>
      <w:tr w:rsidR="004C77FF" w:rsidRPr="006E43DC" w:rsidTr="00741857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635699" w:rsidRPr="006E43DC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E43DC" w:rsidRDefault="00635699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E43DC" w:rsidRDefault="00635699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6E43DC">
              <w:rPr>
                <w:szCs w:val="28"/>
                <w:lang w:val="en-US" w:eastAsia="en-US"/>
              </w:rPr>
              <w:t>2 02 02077 02 0000 151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E43DC" w:rsidRDefault="00635699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на софинансирование капитальных вложений в объекты государственной (муниц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4C77FF" w:rsidRPr="006E43DC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6E43DC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6E43DC" w:rsidTr="00741857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E43DC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</w:t>
            </w:r>
            <w:proofErr w:type="gramEnd"/>
          </w:p>
          <w:p w:rsidR="0006712B" w:rsidRPr="006E43DC" w:rsidRDefault="004C77FF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реализацию мероприятий региональных пр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грамм в сфере дорожного хозяйства</w:t>
            </w:r>
            <w:r w:rsidR="0006712B"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06712B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включая проекты, реализуемые с применением механи</w:t>
            </w:r>
            <w:r w:rsidR="0006712B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06712B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мов государственно-частного партнерства, и строительство, реконструкцию и ремонт ун</w:t>
            </w:r>
            <w:r w:rsidR="0006712B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06712B" w:rsidRPr="006E43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кальных искусственных дорожных сооружений</w:t>
            </w:r>
          </w:p>
          <w:p w:rsidR="00C774BC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по решениям Правительства Российской Фед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6E43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рации </w:t>
            </w:r>
          </w:p>
        </w:tc>
      </w:tr>
      <w:tr w:rsidR="00FC269B" w:rsidRPr="006E43DC" w:rsidTr="00741857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E43DC" w:rsidRDefault="00FC269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E43DC" w:rsidRDefault="00FC269B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E43DC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E43DC" w:rsidRDefault="00FC269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4C77FF" w:rsidRPr="006E43DC" w:rsidTr="00E10E84">
        <w:trPr>
          <w:trHeight w:val="682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государственного жилищного надзора 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E43DC" w:rsidTr="00741857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E43DC" w:rsidTr="00741857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6E43DC" w:rsidTr="00741857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6E43DC" w:rsidTr="003E62DB">
        <w:trPr>
          <w:trHeight w:val="34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933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государственного заказа Ярославской области</w:t>
            </w:r>
          </w:p>
        </w:tc>
      </w:tr>
      <w:tr w:rsidR="004C77FF" w:rsidRPr="006E43DC" w:rsidTr="003E62DB">
        <w:trPr>
          <w:trHeight w:val="65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E10E84" w:rsidP="00BF243A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934 -</w:t>
            </w:r>
            <w:r w:rsidR="004C77FF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государственной службы занятости населения </w:t>
            </w:r>
            <w:r w:rsidR="0074718D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4C77FF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4C77FF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2 02 02046 02 0000 151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6E43DC">
              <w:rPr>
                <w:szCs w:val="28"/>
              </w:rPr>
              <w:t>у</w:t>
            </w:r>
            <w:r w:rsidRPr="006E43DC">
              <w:rPr>
                <w:szCs w:val="28"/>
              </w:rPr>
              <w:t>смотренных региональной программой перес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ления, включенной в Государственную пр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грамму по оказанию содействия добровольн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му переселению в Российскую Федерацию с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отечественников, проживающих за рубежом</w:t>
            </w:r>
          </w:p>
        </w:tc>
      </w:tr>
      <w:tr w:rsidR="00AA4CB5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E43DC" w:rsidRDefault="00AA4CB5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E43DC" w:rsidRDefault="00AA4CB5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2 02 02240 02 0000 151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E43DC" w:rsidRDefault="00AA4CB5" w:rsidP="00BF243A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6E43DC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</w:tr>
      <w:tr w:rsidR="004C77FF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E43DC">
              <w:rPr>
                <w:szCs w:val="28"/>
                <w:lang w:val="en-US"/>
              </w:rPr>
              <w:t xml:space="preserve">2 02 03025 </w:t>
            </w:r>
            <w:r w:rsidRPr="006E43DC">
              <w:rPr>
                <w:szCs w:val="28"/>
              </w:rPr>
              <w:t xml:space="preserve">02 </w:t>
            </w:r>
            <w:r w:rsidRPr="006E43DC">
              <w:rPr>
                <w:szCs w:val="28"/>
                <w:lang w:val="en-US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color w:val="000000"/>
              </w:rPr>
              <w:t xml:space="preserve">Субвенции бюджетам </w:t>
            </w:r>
            <w:r w:rsidRPr="006E43DC">
              <w:rPr>
                <w:szCs w:val="28"/>
              </w:rPr>
              <w:t xml:space="preserve">субъектов Российской Федерации </w:t>
            </w:r>
            <w:r w:rsidRPr="006E43DC">
              <w:rPr>
                <w:color w:val="000000"/>
              </w:rPr>
              <w:t>на реализацию полномочий Росси</w:t>
            </w:r>
            <w:r w:rsidRPr="006E43DC">
              <w:rPr>
                <w:color w:val="000000"/>
              </w:rPr>
              <w:t>й</w:t>
            </w:r>
            <w:r w:rsidRPr="006E43DC">
              <w:rPr>
                <w:color w:val="000000"/>
              </w:rPr>
              <w:t>ской Федерации по осуществлению социал</w:t>
            </w:r>
            <w:r w:rsidRPr="006E43DC">
              <w:rPr>
                <w:color w:val="000000"/>
              </w:rPr>
              <w:t>ь</w:t>
            </w:r>
            <w:r w:rsidRPr="006E43DC">
              <w:rPr>
                <w:color w:val="000000"/>
              </w:rPr>
              <w:t>ных выплат безработным гражданам</w:t>
            </w:r>
          </w:p>
        </w:tc>
      </w:tr>
      <w:tr w:rsidR="00284CFE" w:rsidRPr="006E43DC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E43DC" w:rsidRDefault="00284CFE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934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E43DC" w:rsidRDefault="00284CFE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  <w:lang w:val="en-US"/>
              </w:rPr>
              <w:t xml:space="preserve">2 </w:t>
            </w:r>
            <w:r w:rsidRPr="006E43DC">
              <w:rPr>
                <w:szCs w:val="28"/>
              </w:rPr>
              <w:t>18</w:t>
            </w:r>
            <w:r w:rsidRPr="006E43DC">
              <w:rPr>
                <w:szCs w:val="28"/>
                <w:lang w:val="en-US"/>
              </w:rPr>
              <w:t xml:space="preserve"> 0</w:t>
            </w:r>
            <w:r w:rsidRPr="006E43DC">
              <w:rPr>
                <w:szCs w:val="28"/>
              </w:rPr>
              <w:t>2</w:t>
            </w:r>
            <w:r w:rsidRPr="006E43DC">
              <w:rPr>
                <w:szCs w:val="28"/>
                <w:lang w:val="en-US"/>
              </w:rPr>
              <w:t>0</w:t>
            </w:r>
            <w:r w:rsidRPr="006E43DC">
              <w:rPr>
                <w:szCs w:val="28"/>
              </w:rPr>
              <w:t>60</w:t>
            </w:r>
            <w:r w:rsidRPr="006E43DC">
              <w:rPr>
                <w:szCs w:val="28"/>
                <w:lang w:val="en-US"/>
              </w:rPr>
              <w:t xml:space="preserve"> </w:t>
            </w:r>
            <w:r w:rsidRPr="006E43DC">
              <w:rPr>
                <w:szCs w:val="28"/>
              </w:rPr>
              <w:t xml:space="preserve">02 </w:t>
            </w:r>
            <w:r w:rsidRPr="006E43DC">
              <w:rPr>
                <w:szCs w:val="28"/>
                <w:lang w:val="en-US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E43DC" w:rsidRDefault="00284CFE" w:rsidP="00BF243A">
            <w:pPr>
              <w:pStyle w:val="ConsCell"/>
              <w:widowControl/>
              <w:spacing w:line="235" w:lineRule="auto"/>
              <w:jc w:val="both"/>
              <w:rPr>
                <w:color w:val="000000"/>
                <w:spacing w:val="-4"/>
              </w:rPr>
            </w:pP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C77FF" w:rsidRPr="006E43DC" w:rsidTr="003E62DB">
        <w:trPr>
          <w:trHeight w:val="39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E10E8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b/>
                <w:szCs w:val="28"/>
              </w:rPr>
              <w:lastRenderedPageBreak/>
              <w:t xml:space="preserve">936 </w:t>
            </w:r>
            <w:r w:rsidR="00E10E84" w:rsidRPr="006E43DC">
              <w:rPr>
                <w:b/>
                <w:szCs w:val="28"/>
              </w:rPr>
              <w:t>-</w:t>
            </w:r>
            <w:r w:rsidRPr="006E43DC">
              <w:rPr>
                <w:b/>
                <w:szCs w:val="28"/>
              </w:rPr>
              <w:t xml:space="preserve"> Департамент лесного хозяйства Ярославской области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1 12 04013 02 0000 120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1 12 04014 02 0000 120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1 12 04015 02 0000 120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1 12 04080 02 0000 120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</w:t>
            </w:r>
            <w:r w:rsidRPr="006E43DC">
              <w:rPr>
                <w:szCs w:val="28"/>
                <w:lang w:val="en-US"/>
              </w:rPr>
              <w:t>3</w:t>
            </w:r>
            <w:r w:rsidRPr="006E43DC">
              <w:rPr>
                <w:szCs w:val="28"/>
              </w:rPr>
              <w:t xml:space="preserve"> 0</w:t>
            </w:r>
            <w:r w:rsidRPr="006E43DC">
              <w:rPr>
                <w:szCs w:val="28"/>
                <w:lang w:val="en-US"/>
              </w:rPr>
              <w:t>141</w:t>
            </w:r>
            <w:r w:rsidRPr="006E43DC">
              <w:rPr>
                <w:szCs w:val="28"/>
              </w:rPr>
              <w:t>0 0</w:t>
            </w:r>
            <w:r w:rsidRPr="006E43DC">
              <w:rPr>
                <w:szCs w:val="28"/>
                <w:lang w:val="en-US"/>
              </w:rPr>
              <w:t>1</w:t>
            </w:r>
            <w:r w:rsidRPr="006E43DC">
              <w:rPr>
                <w:szCs w:val="28"/>
              </w:rPr>
              <w:t xml:space="preserve"> 0000 1</w:t>
            </w:r>
            <w:r w:rsidRPr="006E43DC">
              <w:rPr>
                <w:szCs w:val="28"/>
                <w:lang w:val="en-US"/>
              </w:rPr>
              <w:t>3</w:t>
            </w:r>
            <w:r w:rsidRPr="006E43DC">
              <w:rPr>
                <w:szCs w:val="28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2A73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щихся в государственных реестрах (регистрах), ведение которых осуществляется </w:t>
            </w:r>
            <w:r w:rsidR="002A73B0" w:rsidRPr="006E43DC">
              <w:rPr>
                <w:rFonts w:ascii="Times New Roman" w:hAnsi="Times New Roman" w:cs="Times New Roman"/>
                <w:sz w:val="28"/>
                <w:szCs w:val="28"/>
              </w:rPr>
              <w:t>данными</w:t>
            </w:r>
            <w:r w:rsidR="00550D51"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A73B0" w:rsidRPr="006E43DC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сударственными органами, учреждениями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1 16 25072 02 0000 140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6E43DC">
              <w:rPr>
                <w:snapToGrid w:val="0"/>
              </w:rPr>
              <w:t>с</w:t>
            </w:r>
            <w:r w:rsidRPr="006E43DC">
              <w:rPr>
                <w:snapToGrid w:val="0"/>
              </w:rPr>
              <w:t>сийской Федерации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6E43DC">
              <w:br w:type="page"/>
            </w:r>
            <w:r w:rsidRPr="006E43DC">
              <w:rPr>
                <w:szCs w:val="28"/>
                <w:lang w:val="en-US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2 02 0</w:t>
            </w:r>
            <w:r w:rsidRPr="006E43DC">
              <w:rPr>
                <w:snapToGrid w:val="0"/>
                <w:lang w:val="en-US"/>
              </w:rPr>
              <w:t>2124</w:t>
            </w:r>
            <w:r w:rsidRPr="006E43DC">
              <w:rPr>
                <w:snapToGrid w:val="0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6E43DC">
              <w:rPr>
                <w:snapToGrid w:val="0"/>
              </w:rPr>
              <w:t>н</w:t>
            </w:r>
            <w:r w:rsidRPr="006E43DC">
              <w:rPr>
                <w:snapToGrid w:val="0"/>
              </w:rPr>
              <w:t xml:space="preserve">ной </w:t>
            </w:r>
            <w:proofErr w:type="spellStart"/>
            <w:r w:rsidRPr="006E43DC">
              <w:rPr>
                <w:snapToGrid w:val="0"/>
              </w:rPr>
              <w:t>лесопожарной</w:t>
            </w:r>
            <w:proofErr w:type="spellEnd"/>
            <w:r w:rsidRPr="006E43DC">
              <w:rPr>
                <w:snapToGrid w:val="0"/>
              </w:rPr>
              <w:t xml:space="preserve"> техники и оборудования</w:t>
            </w:r>
          </w:p>
        </w:tc>
      </w:tr>
      <w:tr w:rsidR="004C77FF" w:rsidRPr="006E43DC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2 02 03018 02 0000 151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6E43DC">
              <w:rPr>
                <w:snapToGrid w:val="0"/>
              </w:rPr>
              <w:t>л</w:t>
            </w:r>
            <w:r w:rsidRPr="006E43DC">
              <w:rPr>
                <w:snapToGrid w:val="0"/>
              </w:rPr>
              <w:t>номочий в области лесных отношений</w:t>
            </w:r>
          </w:p>
        </w:tc>
      </w:tr>
      <w:tr w:rsidR="004C77FF" w:rsidRPr="006E43DC" w:rsidTr="003E62DB">
        <w:trPr>
          <w:trHeight w:val="31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Инспекция государственного строительного надзора </w:t>
            </w:r>
          </w:p>
          <w:p w:rsidR="004C77FF" w:rsidRPr="006E43DC" w:rsidRDefault="004C77FF" w:rsidP="00BF243A">
            <w:pPr>
              <w:pStyle w:val="ConsCell"/>
              <w:widowControl/>
              <w:ind w:firstLine="652"/>
              <w:rPr>
                <w:snapToGrid w:val="0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641437">
        <w:trPr>
          <w:trHeight w:val="11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  <w:p w:rsidR="00C774BC" w:rsidRPr="006E43DC" w:rsidRDefault="00C774BC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6E43DC" w:rsidTr="003E62DB">
        <w:trPr>
          <w:trHeight w:val="617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</w:t>
            </w:r>
            <w:r w:rsidR="00E10E84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охраны окружающей среды и природопользования </w:t>
            </w:r>
          </w:p>
          <w:p w:rsidR="004C77FF" w:rsidRPr="006E43DC" w:rsidRDefault="004C77FF" w:rsidP="00BF243A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точников, находящихся на объектах хозя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6E43DC" w:rsidTr="00741857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Государственная пошлина за выдачу исполн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6E43DC">
              <w:rPr>
                <w:szCs w:val="28"/>
              </w:rPr>
              <w:t>ы</w:t>
            </w:r>
            <w:r w:rsidRPr="006E43DC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6E43DC" w:rsidTr="008D3CE2">
        <w:trPr>
          <w:trHeight w:val="170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6E43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6E43DC" w:rsidTr="008D3CE2">
        <w:trPr>
          <w:trHeight w:val="170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Плата за проведение государственной экспе</w:t>
            </w:r>
            <w:r w:rsidRPr="006E43DC">
              <w:rPr>
                <w:szCs w:val="28"/>
              </w:rPr>
              <w:t>р</w:t>
            </w:r>
            <w:r w:rsidRPr="006E43DC">
              <w:rPr>
                <w:szCs w:val="28"/>
              </w:rPr>
              <w:t>тизы запасов полезных ископаемых, геологич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ской, экономической и экологической инфо</w:t>
            </w:r>
            <w:r w:rsidRPr="006E43DC">
              <w:rPr>
                <w:szCs w:val="28"/>
              </w:rPr>
              <w:t>р</w:t>
            </w:r>
            <w:r w:rsidRPr="006E43DC">
              <w:rPr>
                <w:szCs w:val="28"/>
              </w:rPr>
              <w:t>мации о предоставляемых в пользование учас</w:t>
            </w:r>
            <w:r w:rsidRPr="006E43DC">
              <w:rPr>
                <w:szCs w:val="28"/>
              </w:rPr>
              <w:t>т</w:t>
            </w:r>
            <w:r w:rsidRPr="006E43DC">
              <w:rPr>
                <w:szCs w:val="28"/>
              </w:rPr>
              <w:t>ках недр местного значения</w:t>
            </w:r>
          </w:p>
        </w:tc>
      </w:tr>
      <w:tr w:rsidR="004C77FF" w:rsidRPr="006E43DC" w:rsidTr="00741857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6E43DC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1 12 05020 02 0000 120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6E43DC">
              <w:rPr>
                <w:snapToGrid w:val="0"/>
              </w:rPr>
              <w:t>с</w:t>
            </w:r>
            <w:r w:rsidRPr="006E43DC">
              <w:rPr>
                <w:snapToGrid w:val="0"/>
              </w:rPr>
              <w:t>сийской Федерации</w:t>
            </w:r>
          </w:p>
        </w:tc>
      </w:tr>
      <w:tr w:rsidR="004C77FF" w:rsidRPr="006E43DC" w:rsidTr="008D3CE2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6E43DC" w:rsidTr="008D3CE2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napToGrid w:val="0"/>
              </w:rPr>
              <w:t>1 16 25020 01 0000 140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6E43DC">
              <w:rPr>
                <w:szCs w:val="28"/>
              </w:rPr>
              <w:t xml:space="preserve">Российской Федерации </w:t>
            </w:r>
            <w:r w:rsidRPr="006E43DC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4C77FF" w:rsidRPr="006E43DC" w:rsidTr="00741857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6E43DC" w:rsidTr="008D3CE2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6E43DC" w:rsidTr="008D3CE2">
        <w:trPr>
          <w:trHeight w:val="136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1 16 25082 02 0000 140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сти субъектов Российской Федерации</w:t>
            </w:r>
          </w:p>
        </w:tc>
      </w:tr>
      <w:tr w:rsidR="004C77FF" w:rsidRPr="006E43DC" w:rsidTr="00741857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1 16 25084 04 0000 140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сти городских округов</w:t>
            </w:r>
          </w:p>
        </w:tc>
      </w:tr>
      <w:tr w:rsidR="004C77FF" w:rsidRPr="006E43DC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1 16 25085 05 0000 140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сти муниципальных районов</w:t>
            </w:r>
          </w:p>
        </w:tc>
      </w:tr>
      <w:tr w:rsidR="004C77FF" w:rsidRPr="006E43DC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6E43DC">
              <w:rPr>
                <w:snapToGrid w:val="0"/>
              </w:rPr>
              <w:t>1 16 2508</w:t>
            </w:r>
            <w:r w:rsidRPr="006E43DC">
              <w:rPr>
                <w:snapToGrid w:val="0"/>
                <w:lang w:val="en-US"/>
              </w:rPr>
              <w:t>5</w:t>
            </w:r>
            <w:r w:rsidRPr="006E43DC">
              <w:rPr>
                <w:snapToGrid w:val="0"/>
              </w:rPr>
              <w:t xml:space="preserve">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сти сельских поселений</w:t>
            </w:r>
          </w:p>
        </w:tc>
      </w:tr>
      <w:tr w:rsidR="004C77FF" w:rsidRPr="006E43DC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6E43DC" w:rsidTr="00741857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1 16 25086 02 0000 140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6E43DC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E43DC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E43DC" w:rsidTr="00741857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2 02 020</w:t>
            </w:r>
            <w:r w:rsidRPr="006E43DC">
              <w:rPr>
                <w:snapToGrid w:val="0"/>
                <w:lang w:val="en-US"/>
              </w:rPr>
              <w:t>5</w:t>
            </w:r>
            <w:r w:rsidRPr="006E43DC">
              <w:rPr>
                <w:snapToGrid w:val="0"/>
              </w:rPr>
              <w:t>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вых программ</w:t>
            </w:r>
          </w:p>
        </w:tc>
      </w:tr>
      <w:tr w:rsidR="004C77FF" w:rsidRPr="006E43DC" w:rsidTr="00741857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2 02 03019 02 0000 151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6E43DC">
              <w:rPr>
                <w:snapToGrid w:val="0"/>
              </w:rPr>
              <w:t>л</w:t>
            </w:r>
            <w:r w:rsidRPr="006E43DC">
              <w:rPr>
                <w:snapToGrid w:val="0"/>
              </w:rPr>
              <w:t>номочий в области водных отношений</w:t>
            </w:r>
          </w:p>
        </w:tc>
      </w:tr>
      <w:tr w:rsidR="004C77FF" w:rsidRPr="006E43DC" w:rsidTr="00AF306F">
        <w:trPr>
          <w:trHeight w:val="654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E43DC">
              <w:rPr>
                <w:b/>
                <w:szCs w:val="28"/>
              </w:rPr>
              <w:t xml:space="preserve">940 </w:t>
            </w:r>
            <w:r w:rsidR="00E10E84" w:rsidRPr="006E43DC">
              <w:rPr>
                <w:b/>
                <w:szCs w:val="28"/>
              </w:rPr>
              <w:t>-</w:t>
            </w:r>
            <w:r w:rsidRPr="006E43DC">
              <w:rPr>
                <w:b/>
                <w:szCs w:val="28"/>
              </w:rPr>
              <w:t xml:space="preserve"> Департамент по охране и использованию животного мира </w:t>
            </w:r>
          </w:p>
          <w:p w:rsidR="004C77FF" w:rsidRPr="006E43DC" w:rsidRDefault="004C77FF" w:rsidP="00BF243A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6E43DC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6E43DC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940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1 16 25030 01 0000 140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6E43DC">
              <w:rPr>
                <w:szCs w:val="28"/>
              </w:rPr>
              <w:t xml:space="preserve">Российской Федерации </w:t>
            </w:r>
            <w:r w:rsidRPr="006E43DC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4C77FF" w:rsidRPr="006E43DC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E43DC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940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E43DC" w:rsidTr="008D3CE2">
        <w:trPr>
          <w:trHeight w:val="48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E43DC" w:rsidRDefault="004C77FF" w:rsidP="00D7560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b/>
                <w:szCs w:val="28"/>
              </w:rPr>
              <w:t xml:space="preserve">941 </w:t>
            </w:r>
            <w:r w:rsidR="00E10E84" w:rsidRPr="006E43DC">
              <w:rPr>
                <w:b/>
                <w:szCs w:val="28"/>
              </w:rPr>
              <w:t>-</w:t>
            </w:r>
            <w:r w:rsidRPr="006E43DC">
              <w:rPr>
                <w:b/>
                <w:szCs w:val="28"/>
              </w:rPr>
              <w:t xml:space="preserve"> Департамент </w:t>
            </w:r>
            <w:r w:rsidR="00D7560F" w:rsidRPr="006E43DC">
              <w:rPr>
                <w:b/>
                <w:szCs w:val="28"/>
              </w:rPr>
              <w:t xml:space="preserve">инвестиций и промышленности Ярославской области </w:t>
            </w:r>
          </w:p>
        </w:tc>
      </w:tr>
      <w:tr w:rsidR="00D7560F" w:rsidRPr="006E43DC" w:rsidTr="008D3CE2">
        <w:trPr>
          <w:trHeight w:val="2387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D7560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941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6F4E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6F4EA6">
            <w:pPr>
              <w:spacing w:line="240" w:lineRule="auto"/>
              <w:ind w:firstLine="0"/>
              <w:rPr>
                <w:szCs w:val="28"/>
              </w:rPr>
            </w:pPr>
            <w:r w:rsidRPr="006E43DC">
              <w:t>Доходы от сдачи в аренду имущества, наход</w:t>
            </w:r>
            <w:r w:rsidRPr="006E43DC">
              <w:t>я</w:t>
            </w:r>
            <w:r w:rsidRPr="006E43DC">
              <w:t>щегося в оперативном управлении органов го</w:t>
            </w:r>
            <w:r w:rsidRPr="006E43DC">
              <w:t>с</w:t>
            </w:r>
            <w:r w:rsidRPr="006E43DC"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6E43DC">
              <w:t>о</w:t>
            </w:r>
            <w:r w:rsidRPr="006E43DC">
              <w:t>номных учреждений субъектов Российской Ф</w:t>
            </w:r>
            <w:r w:rsidRPr="006E43DC">
              <w:t>е</w:t>
            </w:r>
            <w:r w:rsidRPr="006E43DC">
              <w:t>дерации)</w:t>
            </w:r>
          </w:p>
        </w:tc>
      </w:tr>
      <w:tr w:rsidR="00D7560F" w:rsidRPr="006E43DC" w:rsidTr="008D3CE2">
        <w:trPr>
          <w:trHeight w:val="1461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D7560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941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6F4E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6F4EA6">
            <w:pPr>
              <w:spacing w:line="240" w:lineRule="auto"/>
              <w:ind w:firstLine="0"/>
            </w:pPr>
            <w:r w:rsidRPr="006E43DC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6E43DC">
              <w:t>и</w:t>
            </w:r>
            <w:r w:rsidRPr="006E43DC">
              <w:t>пальной) собственности</w:t>
            </w:r>
          </w:p>
        </w:tc>
      </w:tr>
      <w:tr w:rsidR="00D7560F" w:rsidRPr="006E43DC" w:rsidTr="008D3CE2">
        <w:trPr>
          <w:trHeight w:val="51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946 - Департамент общественных связей Ярославской области</w:t>
            </w:r>
          </w:p>
        </w:tc>
      </w:tr>
      <w:tr w:rsidR="00D7560F" w:rsidRPr="006E43DC" w:rsidTr="00741857">
        <w:trPr>
          <w:trHeight w:val="13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2 02 02019 02 0000 151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Субсидии бюджетам субъектов Российской Ф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D7560F" w:rsidRPr="006E43DC" w:rsidTr="00741857">
        <w:trPr>
          <w:trHeight w:val="1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E43DC">
              <w:rPr>
                <w:iCs/>
              </w:rPr>
              <w:t>Субсидии бюджетам субъектов Российской Ф</w:t>
            </w:r>
            <w:r w:rsidRPr="006E43DC">
              <w:rPr>
                <w:iCs/>
              </w:rPr>
              <w:t>е</w:t>
            </w:r>
            <w:r w:rsidRPr="006E43DC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D7560F" w:rsidRPr="006E43DC" w:rsidTr="00C774BC">
        <w:trPr>
          <w:trHeight w:val="41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948 - Департамент региональной безопасности Ярославской области</w:t>
            </w:r>
          </w:p>
        </w:tc>
      </w:tr>
      <w:tr w:rsidR="00D7560F" w:rsidRPr="006E43DC" w:rsidTr="008D3CE2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D7560F" w:rsidRPr="006E43DC" w:rsidTr="00E10E84">
        <w:trPr>
          <w:trHeight w:val="17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D7560F" w:rsidRPr="006E43DC" w:rsidTr="00E10E84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  <w:p w:rsidR="008D3CE2" w:rsidRPr="006E43DC" w:rsidRDefault="008D3CE2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60F" w:rsidRPr="006E43DC" w:rsidTr="003E62DB">
        <w:trPr>
          <w:trHeight w:val="73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DC1DD0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lastRenderedPageBreak/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949 - Инспекция </w:t>
            </w:r>
            <w:r w:rsidR="00DC1DD0"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административно-технического надзора Ярославской области</w:t>
            </w:r>
          </w:p>
        </w:tc>
      </w:tr>
      <w:tr w:rsidR="00D7560F" w:rsidRPr="006E43DC" w:rsidTr="008D3CE2">
        <w:trPr>
          <w:trHeight w:val="4903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  <w:rPr>
                <w:lang w:val="en-US"/>
              </w:rPr>
            </w:pPr>
            <w:r w:rsidRPr="006E43DC">
              <w:t>1 08 07142 01 0000 110</w:t>
            </w:r>
          </w:p>
          <w:p w:rsidR="00D7560F" w:rsidRPr="006E43DC" w:rsidRDefault="00D7560F" w:rsidP="00BF243A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2A73B0">
            <w:pPr>
              <w:widowControl/>
              <w:spacing w:line="240" w:lineRule="auto"/>
              <w:ind w:firstLine="0"/>
            </w:pPr>
            <w:proofErr w:type="gramStart"/>
            <w:r w:rsidRPr="006E43DC">
              <w:rPr>
                <w:szCs w:val="28"/>
              </w:rPr>
              <w:t>Государственная пошлина за совершение де</w:t>
            </w:r>
            <w:r w:rsidRPr="006E43DC">
              <w:rPr>
                <w:szCs w:val="28"/>
              </w:rPr>
              <w:t>й</w:t>
            </w:r>
            <w:r w:rsidRPr="006E43DC">
              <w:rPr>
                <w:szCs w:val="28"/>
              </w:rPr>
              <w:t>ствий уполномоченными органами исполн</w:t>
            </w:r>
            <w:r w:rsidRPr="006E43DC">
              <w:rPr>
                <w:szCs w:val="28"/>
              </w:rPr>
              <w:t>и</w:t>
            </w:r>
            <w:r w:rsidRPr="006E43DC">
              <w:rPr>
                <w:szCs w:val="28"/>
              </w:rPr>
              <w:t>тельной власти субъектов Российской Федер</w:t>
            </w:r>
            <w:r w:rsidRPr="006E43DC">
              <w:rPr>
                <w:szCs w:val="28"/>
              </w:rPr>
              <w:t>а</w:t>
            </w:r>
            <w:r w:rsidRPr="006E43DC">
              <w:rPr>
                <w:szCs w:val="28"/>
              </w:rPr>
              <w:t>ции, связанных с выдачей документов о пров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6E43DC">
              <w:rPr>
                <w:szCs w:val="28"/>
              </w:rPr>
              <w:t>мототранспор</w:t>
            </w:r>
            <w:r w:rsidRPr="006E43DC">
              <w:rPr>
                <w:szCs w:val="28"/>
              </w:rPr>
              <w:t>т</w:t>
            </w:r>
            <w:r w:rsidRPr="006E43DC">
              <w:rPr>
                <w:szCs w:val="28"/>
              </w:rPr>
              <w:t>ных</w:t>
            </w:r>
            <w:proofErr w:type="spellEnd"/>
            <w:r w:rsidRPr="006E43DC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6E43DC">
              <w:rPr>
                <w:szCs w:val="28"/>
              </w:rPr>
              <w:t>о</w:t>
            </w:r>
            <w:r w:rsidRPr="006E43DC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6E43DC">
              <w:rPr>
                <w:szCs w:val="28"/>
              </w:rPr>
              <w:t xml:space="preserve"> или пришедших в негодность</w:t>
            </w:r>
          </w:p>
        </w:tc>
      </w:tr>
      <w:tr w:rsidR="00D7560F" w:rsidRPr="006E43DC" w:rsidTr="008D3CE2">
        <w:trPr>
          <w:trHeight w:val="328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</w:pPr>
            <w:r w:rsidRPr="006E43DC">
              <w:t>1 08 07160 01 0000 110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</w:rPr>
            </w:pP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Государственная пошлина за выдачу уполном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ченными органами исполнительной власти суб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ъ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ектов Российской Федерации учебным учрежд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ниям образовательных свидетельств о соотве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т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ствии требованиям оборудования и оснащенн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сти образовательного процесса для рассмотрения соответствующими органами вопроса об аккр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дитации и выдаче указанным учреждениям л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цензии на право подготовки трактористов и м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pacing w:val="-4"/>
                <w:sz w:val="28"/>
              </w:rPr>
              <w:t>шинистов самоходных машин</w:t>
            </w:r>
          </w:p>
        </w:tc>
      </w:tr>
      <w:tr w:rsidR="00D7560F" w:rsidRPr="006E43DC" w:rsidTr="008D3CE2">
        <w:trPr>
          <w:trHeight w:val="11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</w:pPr>
            <w:r w:rsidRPr="006E43DC">
              <w:rPr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D7560F" w:rsidRPr="006E43DC" w:rsidTr="008D3CE2">
        <w:trPr>
          <w:trHeight w:val="1366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D7560F" w:rsidRPr="006E43DC" w:rsidTr="008D3CE2">
        <w:trPr>
          <w:trHeight w:val="472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D7560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D7560F" w:rsidRPr="006E43DC" w:rsidTr="00741857">
        <w:trPr>
          <w:trHeight w:val="17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2 02 04071 02 0000 151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  <w:p w:rsidR="008D3CE2" w:rsidRDefault="008D3CE2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CE2" w:rsidRPr="006E43DC" w:rsidRDefault="008D3CE2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60F" w:rsidRPr="006E43DC" w:rsidTr="003E62DB">
        <w:trPr>
          <w:trHeight w:val="40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951 - Департамент ветеринарии Ярославской области</w:t>
            </w:r>
          </w:p>
        </w:tc>
      </w:tr>
      <w:tr w:rsidR="00D7560F" w:rsidRPr="006E43DC" w:rsidTr="00741857">
        <w:trPr>
          <w:trHeight w:val="1117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</w:pPr>
            <w:r w:rsidRPr="006E43DC">
              <w:rPr>
                <w:szCs w:val="28"/>
              </w:rPr>
              <w:t>1 16 90040 04 0000 140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D7560F" w:rsidRPr="006E43DC" w:rsidTr="00741857">
        <w:trPr>
          <w:trHeight w:val="40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1 16 90050 05 0000 140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D7560F" w:rsidRPr="006E43DC" w:rsidTr="00E10E84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D7560F" w:rsidRPr="006E43DC" w:rsidTr="00741857">
        <w:trPr>
          <w:trHeight w:val="108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6E4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2A73B0">
            <w:pPr>
              <w:spacing w:line="240" w:lineRule="auto"/>
              <w:ind w:firstLine="0"/>
            </w:pPr>
            <w:r w:rsidRPr="006E43DC">
              <w:t>Субсидии бюджетам субъектов Российской Федерации на реализацию федеральных цел</w:t>
            </w:r>
            <w:r w:rsidRPr="006E43DC">
              <w:t>е</w:t>
            </w:r>
            <w:r w:rsidRPr="006E43DC">
              <w:t xml:space="preserve">вых программ </w:t>
            </w:r>
          </w:p>
        </w:tc>
      </w:tr>
      <w:tr w:rsidR="00D7560F" w:rsidRPr="006E43DC" w:rsidTr="00741857">
        <w:trPr>
          <w:trHeight w:val="108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560F" w:rsidRPr="006E43DC" w:rsidRDefault="00D7560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2 02 02278 02 0000 151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560F" w:rsidRPr="006E43DC" w:rsidRDefault="00D7560F" w:rsidP="00BF243A">
            <w:pPr>
              <w:spacing w:line="240" w:lineRule="auto"/>
              <w:ind w:firstLine="0"/>
            </w:pPr>
            <w:r w:rsidRPr="006E43DC">
              <w:t>Субсидии бюджетам субъектов Российской Федерации на государственную поддержку м</w:t>
            </w:r>
            <w:r w:rsidRPr="006E43DC">
              <w:t>о</w:t>
            </w:r>
            <w:r w:rsidRPr="006E43DC">
              <w:t>лодежного предпринимательства</w:t>
            </w:r>
          </w:p>
        </w:tc>
      </w:tr>
      <w:tr w:rsidR="00D7560F" w:rsidRPr="006E43DC" w:rsidTr="003E62DB">
        <w:trPr>
          <w:trHeight w:val="50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D7560F" w:rsidRPr="006E43DC" w:rsidTr="00E10E84">
        <w:trPr>
          <w:trHeight w:val="724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955 - Аппарат Уполномоченного по защите прав предпринимателей в Ярославской области </w:t>
            </w:r>
          </w:p>
        </w:tc>
      </w:tr>
      <w:tr w:rsidR="00D7560F" w:rsidRPr="006E43DC" w:rsidTr="00E10E84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D7560F" w:rsidRPr="006E43DC" w:rsidTr="00E10E84">
        <w:trPr>
          <w:trHeight w:val="175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D7560F" w:rsidRPr="006E43DC" w:rsidTr="00AF306F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957 - Департамент охраны объектов культурного наследия Ярославской области</w:t>
            </w:r>
          </w:p>
        </w:tc>
      </w:tr>
      <w:tr w:rsidR="00D7560F" w:rsidRPr="006E43DC" w:rsidTr="00AF306F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958 - Аппарат Уполномоченного по правам человека в Ярославской 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области</w:t>
            </w:r>
          </w:p>
        </w:tc>
      </w:tr>
      <w:tr w:rsidR="00D7560F" w:rsidRPr="006E43DC" w:rsidTr="00AF306F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959 - Аппарат Уполномоченного по правам ребенка в Ярославской 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области</w:t>
            </w:r>
          </w:p>
        </w:tc>
      </w:tr>
      <w:tr w:rsidR="00D7560F" w:rsidRPr="006E43DC" w:rsidTr="00E10E84">
        <w:trPr>
          <w:trHeight w:val="73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A46E25">
            <w:pPr>
              <w:pStyle w:val="ConsCell"/>
              <w:widowControl/>
              <w:ind w:left="616" w:hanging="616"/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960 - Департамент экономики и стратегического планирования 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D7560F" w:rsidRPr="006E43DC" w:rsidTr="00E10E84">
        <w:trPr>
          <w:trHeight w:val="4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E10E84">
            <w:pPr>
              <w:pStyle w:val="ConsCell"/>
              <w:widowControl/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961 - Контрольно-ревизионная инспекция Ярославской области</w:t>
            </w:r>
          </w:p>
        </w:tc>
      </w:tr>
      <w:tr w:rsidR="00D7560F" w:rsidRPr="006E43DC" w:rsidTr="00E10E84">
        <w:trPr>
          <w:trHeight w:val="1074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302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741857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D7560F" w:rsidRPr="006E43DC" w:rsidTr="00E10E84">
        <w:trPr>
          <w:trHeight w:val="1157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lastRenderedPageBreak/>
              <w:br w:type="page"/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E43DC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D7560F" w:rsidRPr="006E43DC" w:rsidTr="00741857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E43DC">
              <w:rPr>
                <w:szCs w:val="28"/>
              </w:rPr>
              <w:t>1 08 07082 01 0000 110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D7560F" w:rsidRPr="006E43DC" w:rsidTr="00E10E84">
        <w:trPr>
          <w:trHeight w:val="140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60F" w:rsidRPr="006E43DC" w:rsidRDefault="00D7560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1 08 07300 01 0000 110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D7560F" w:rsidRPr="006E43DC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6E43DC">
              <w:rPr>
                <w:szCs w:val="28"/>
              </w:rPr>
              <w:t>1 13 01992 02 0000 130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t>Прочие доходы от оказания платных услуг (р</w:t>
            </w:r>
            <w:r w:rsidRPr="006E43DC">
              <w:t>а</w:t>
            </w:r>
            <w:r w:rsidRPr="006E43DC">
              <w:t>бот) получателями средств бюджетов субъе</w:t>
            </w:r>
            <w:r w:rsidRPr="006E43DC">
              <w:t>к</w:t>
            </w:r>
            <w:r w:rsidRPr="006E43DC">
              <w:t>тов Российской Федерации</w:t>
            </w:r>
          </w:p>
        </w:tc>
      </w:tr>
      <w:tr w:rsidR="00D7560F" w:rsidRPr="006E43DC" w:rsidTr="00741857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1 13 02062 02 0000 130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D7560F" w:rsidRPr="006E43DC" w:rsidTr="00E10E84">
        <w:trPr>
          <w:trHeight w:val="7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1 13 02992 02 0000 130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rPr>
                <w:snapToGrid w:val="0"/>
              </w:rPr>
            </w:pPr>
            <w:r w:rsidRPr="006E43DC">
              <w:t>Прочие доходы от компенсации затрат бюдж</w:t>
            </w:r>
            <w:r w:rsidRPr="006E43DC">
              <w:t>е</w:t>
            </w:r>
            <w:r w:rsidRPr="006E43DC">
              <w:t>тов субъектов Российской Федерации</w:t>
            </w:r>
          </w:p>
        </w:tc>
      </w:tr>
      <w:tr w:rsidR="00D7560F" w:rsidRPr="006E43DC" w:rsidTr="00741857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1 14 02022 02 0000 410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имущества, находящ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E43DC">
              <w:rPr>
                <w:snapToGrid w:val="0"/>
              </w:rPr>
              <w:t>н</w:t>
            </w:r>
            <w:r w:rsidRPr="006E43DC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6E43DC">
              <w:rPr>
                <w:snapToGrid w:val="0"/>
              </w:rPr>
              <w:t>в</w:t>
            </w:r>
            <w:r w:rsidRPr="006E43DC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D7560F" w:rsidRPr="006E43DC" w:rsidTr="00E10E84">
        <w:trPr>
          <w:trHeight w:val="256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1 14 02022 02 0000 440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имущества, находящ</w:t>
            </w:r>
            <w:r w:rsidRPr="006E43DC">
              <w:rPr>
                <w:snapToGrid w:val="0"/>
              </w:rPr>
              <w:t>е</w:t>
            </w:r>
            <w:r w:rsidRPr="006E43DC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E43DC">
              <w:rPr>
                <w:snapToGrid w:val="0"/>
              </w:rPr>
              <w:t>н</w:t>
            </w:r>
            <w:r w:rsidRPr="006E43DC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6E43DC">
              <w:rPr>
                <w:snapToGrid w:val="0"/>
              </w:rPr>
              <w:t>в</w:t>
            </w:r>
            <w:r w:rsidRPr="006E43DC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D7560F" w:rsidRPr="006E43DC" w:rsidTr="00E10E84">
        <w:trPr>
          <w:trHeight w:val="28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1 14 02023 02 0000 410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иного имущества, нах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дящегося в собственности субъектов Росси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6E43DC">
              <w:rPr>
                <w:snapToGrid w:val="0"/>
              </w:rPr>
              <w:t>к</w:t>
            </w:r>
            <w:r w:rsidRPr="006E43DC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D7560F" w:rsidRPr="006E43DC" w:rsidTr="00E10E84">
        <w:trPr>
          <w:trHeight w:val="28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napToGrid w:val="0"/>
              </w:rPr>
              <w:t>1 14 02023 02 0000 440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napToGrid w:val="0"/>
              </w:rPr>
              <w:t>Доходы от реализации иного имущества, нах</w:t>
            </w:r>
            <w:r w:rsidRPr="006E43DC">
              <w:rPr>
                <w:snapToGrid w:val="0"/>
              </w:rPr>
              <w:t>о</w:t>
            </w:r>
            <w:r w:rsidRPr="006E43DC">
              <w:rPr>
                <w:snapToGrid w:val="0"/>
              </w:rPr>
              <w:t>дящегося в собственности субъектов Росси</w:t>
            </w:r>
            <w:r w:rsidRPr="006E43DC">
              <w:rPr>
                <w:snapToGrid w:val="0"/>
              </w:rPr>
              <w:t>й</w:t>
            </w:r>
            <w:r w:rsidRPr="006E43DC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6E43DC">
              <w:rPr>
                <w:snapToGrid w:val="0"/>
              </w:rPr>
              <w:t>к</w:t>
            </w:r>
            <w:r w:rsidRPr="006E43DC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D7560F" w:rsidRPr="006E43DC" w:rsidTr="00E10E84">
        <w:trPr>
          <w:trHeight w:val="16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E43DC">
              <w:rPr>
                <w:szCs w:val="28"/>
              </w:rPr>
              <w:t>1 14 02028 02 0000 410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  <w:rPr>
                <w:snapToGrid w:val="0"/>
              </w:rPr>
            </w:pPr>
            <w:r w:rsidRPr="006E43DC">
              <w:rPr>
                <w:szCs w:val="28"/>
              </w:rPr>
              <w:t>Доходы от реализации недвижимого имущ</w:t>
            </w:r>
            <w:r w:rsidRPr="006E43DC">
              <w:rPr>
                <w:szCs w:val="28"/>
              </w:rPr>
              <w:t>е</w:t>
            </w:r>
            <w:r w:rsidRPr="006E43DC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6E43DC">
              <w:rPr>
                <w:szCs w:val="28"/>
              </w:rPr>
              <w:t>с</w:t>
            </w:r>
            <w:r w:rsidRPr="006E43DC">
              <w:rPr>
                <w:szCs w:val="28"/>
              </w:rPr>
              <w:t>сийской Федерации, в части реализации осно</w:t>
            </w:r>
            <w:r w:rsidRPr="006E43DC">
              <w:rPr>
                <w:szCs w:val="28"/>
              </w:rPr>
              <w:t>в</w:t>
            </w:r>
            <w:r w:rsidRPr="006E43DC">
              <w:rPr>
                <w:szCs w:val="28"/>
              </w:rPr>
              <w:t>ных средств</w:t>
            </w:r>
          </w:p>
        </w:tc>
      </w:tr>
      <w:tr w:rsidR="00D7560F" w:rsidRPr="006E43DC" w:rsidTr="00E10E84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E43DC">
              <w:t>1 15 02020 02 0000 140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28" w:lineRule="auto"/>
              <w:ind w:firstLine="0"/>
            </w:pPr>
            <w:r w:rsidRPr="006E43DC">
              <w:t>Платежи, взимаемые государственными орг</w:t>
            </w:r>
            <w:r w:rsidRPr="006E43DC">
              <w:t>а</w:t>
            </w:r>
            <w:r w:rsidRPr="006E43DC">
              <w:t>нами (организациями) субъектов Российской Федерации за выполнение определенных фун</w:t>
            </w:r>
            <w:r w:rsidRPr="006E43DC">
              <w:t>к</w:t>
            </w:r>
            <w:r w:rsidRPr="006E43DC">
              <w:t>ций</w:t>
            </w:r>
          </w:p>
        </w:tc>
      </w:tr>
      <w:tr w:rsidR="00D7560F" w:rsidRPr="006E43DC" w:rsidTr="00E10E84">
        <w:trPr>
          <w:trHeight w:val="10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7560F" w:rsidRPr="006E43DC" w:rsidTr="00741857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6E43DC">
              <w:rPr>
                <w:rFonts w:ascii="Times New Roman" w:hAnsi="Times New Roman" w:cs="Times New Roman"/>
                <w:sz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6E43DC">
              <w:rPr>
                <w:rFonts w:ascii="Times New Roman" w:hAnsi="Times New Roman" w:cs="Times New Roman"/>
                <w:sz w:val="28"/>
              </w:rPr>
              <w:t>й</w:t>
            </w:r>
            <w:r w:rsidRPr="006E43DC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D7560F" w:rsidRPr="006E43DC" w:rsidTr="00A663F2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6E43DC">
              <w:rPr>
                <w:rFonts w:ascii="Times New Roman" w:hAnsi="Times New Roman" w:cs="Times New Roman"/>
                <w:sz w:val="28"/>
              </w:rPr>
              <w:t>о</w:t>
            </w:r>
            <w:r w:rsidRPr="006E43DC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6E43DC">
              <w:rPr>
                <w:rFonts w:ascii="Times New Roman" w:hAnsi="Times New Roman" w:cs="Times New Roman"/>
                <w:sz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D7560F" w:rsidRPr="006E43DC" w:rsidTr="00E10E84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r w:rsidRPr="006E43DC">
              <w:rPr>
                <w:szCs w:val="28"/>
              </w:rPr>
              <w:lastRenderedPageBreak/>
              <w:t>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D7560F" w:rsidRPr="006E43DC" w:rsidTr="00741857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89211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E43DC">
              <w:rPr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6E43DC">
              <w:rPr>
                <w:szCs w:val="28"/>
              </w:rPr>
              <w:t>в</w:t>
            </w:r>
            <w:r w:rsidRPr="006E43DC">
              <w:rPr>
                <w:szCs w:val="28"/>
              </w:rPr>
              <w:t>лении субсидии бюджетам муниципальных о</w:t>
            </w:r>
            <w:r w:rsidRPr="006E43DC">
              <w:rPr>
                <w:szCs w:val="28"/>
              </w:rPr>
              <w:t>б</w:t>
            </w:r>
            <w:r w:rsidRPr="006E43DC">
              <w:rPr>
                <w:szCs w:val="28"/>
              </w:rPr>
              <w:t>разований из бюджета субъекта Российской Федерации</w:t>
            </w:r>
          </w:p>
        </w:tc>
      </w:tr>
      <w:tr w:rsidR="00D7560F" w:rsidRPr="006E43DC" w:rsidTr="00741857">
        <w:trPr>
          <w:trHeight w:val="13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D7560F" w:rsidRPr="006E43DC" w:rsidTr="00741857">
        <w:trPr>
          <w:trHeight w:val="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D7560F" w:rsidRPr="006E43DC" w:rsidTr="00741857">
        <w:trPr>
          <w:trHeight w:val="6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D7560F" w:rsidRPr="006E43DC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6E43DC">
              <w:rPr>
                <w:rFonts w:ascii="Times New Roman" w:hAnsi="Times New Roman" w:cs="Times New Roman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D7560F" w:rsidRPr="006E43DC" w:rsidTr="00741857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D7560F" w:rsidRPr="006E43DC" w:rsidTr="00741857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6E43DC">
              <w:rPr>
                <w:rFonts w:ascii="Times New Roman" w:hAnsi="Times New Roman" w:cs="Times New Roman"/>
                <w:sz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D7560F" w:rsidRPr="006E43DC" w:rsidTr="00741857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D7560F" w:rsidRPr="006E43DC" w:rsidTr="00741857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6E43DC">
              <w:rPr>
                <w:rFonts w:ascii="Times New Roman" w:hAnsi="Times New Roman" w:cs="Times New Roman"/>
                <w:sz w:val="28"/>
              </w:rPr>
              <w:t>и</w:t>
            </w:r>
            <w:r w:rsidRPr="006E43DC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6E43DC">
              <w:rPr>
                <w:rFonts w:ascii="Times New Roman" w:hAnsi="Times New Roman" w:cs="Times New Roman"/>
                <w:sz w:val="28"/>
              </w:rPr>
              <w:t>ъ</w:t>
            </w:r>
            <w:r w:rsidRPr="006E43DC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D7560F" w:rsidRPr="006E43DC" w:rsidTr="00741857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6E43DC">
              <w:rPr>
                <w:rFonts w:ascii="Times New Roman" w:hAnsi="Times New Roman" w:cs="Times New Roman"/>
                <w:sz w:val="28"/>
              </w:rPr>
              <w:t>у</w:t>
            </w:r>
            <w:r w:rsidRPr="006E43DC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6E43DC">
              <w:rPr>
                <w:rFonts w:ascii="Times New Roman" w:hAnsi="Times New Roman" w:cs="Times New Roman"/>
                <w:sz w:val="28"/>
              </w:rPr>
              <w:t>к</w:t>
            </w:r>
            <w:r w:rsidRPr="006E43DC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D7560F" w:rsidRPr="006E43DC" w:rsidTr="00741857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6E43DC">
              <w:rPr>
                <w:rFonts w:ascii="Times New Roman" w:hAnsi="Times New Roman" w:cs="Times New Roman"/>
                <w:sz w:val="28"/>
              </w:rPr>
              <w:t>а</w:t>
            </w:r>
            <w:r w:rsidRPr="006E43DC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D7560F" w:rsidRPr="006E43DC" w:rsidTr="00741857">
        <w:trPr>
          <w:trHeight w:val="7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widowControl/>
              <w:spacing w:line="240" w:lineRule="auto"/>
              <w:ind w:firstLine="0"/>
            </w:pPr>
            <w:r w:rsidRPr="006E43DC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D7560F" w:rsidRPr="006E43DC" w:rsidTr="00741857">
        <w:trPr>
          <w:trHeight w:val="1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D7560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7560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6E43DC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6E43DC">
              <w:rPr>
                <w:rFonts w:ascii="TimesNewRomanPSMT" w:hAnsi="TimesNewRomanPSMT"/>
                <w:sz w:val="28"/>
              </w:rPr>
              <w:t>е</w:t>
            </w:r>
            <w:r w:rsidRPr="006E43DC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6E43DC">
              <w:rPr>
                <w:rFonts w:ascii="TimesNewRomanPSMT" w:hAnsi="TimesNewRomanPSMT"/>
                <w:sz w:val="28"/>
              </w:rPr>
              <w:t>я</w:t>
            </w:r>
            <w:r w:rsidRPr="006E43DC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D7560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6E43DC">
              <w:rPr>
                <w:rFonts w:ascii="TimesNewRomanPSMT" w:hAnsi="TimesNewRomanPSMT"/>
                <w:sz w:val="28"/>
              </w:rPr>
              <w:t>е</w:t>
            </w:r>
            <w:r w:rsidRPr="006E43DC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6E43DC">
              <w:rPr>
                <w:rFonts w:ascii="TimesNewRomanPSMT" w:hAnsi="TimesNewRomanPSMT"/>
                <w:sz w:val="28"/>
              </w:rPr>
              <w:t>и</w:t>
            </w:r>
            <w:r w:rsidRPr="006E43DC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D7560F" w:rsidRPr="006E43DC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2 18 0</w:t>
            </w:r>
            <w:r w:rsidRPr="006E43DC">
              <w:rPr>
                <w:szCs w:val="28"/>
                <w:lang w:val="en-US"/>
              </w:rPr>
              <w:t>2</w:t>
            </w:r>
            <w:r w:rsidRPr="006E43DC">
              <w:rPr>
                <w:szCs w:val="28"/>
              </w:rPr>
              <w:t>030 02 0000 180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40" w:lineRule="auto"/>
              <w:ind w:firstLine="0"/>
            </w:pPr>
            <w:r w:rsidRPr="006E43DC">
              <w:t>Доходы бюджетов субъектов Российской Ф</w:t>
            </w:r>
            <w:r w:rsidRPr="006E43DC">
              <w:t>е</w:t>
            </w:r>
            <w:r w:rsidRPr="006E43DC">
              <w:t>дерации от возврата иными организациями остатков субсидий прошлых лет</w:t>
            </w:r>
          </w:p>
        </w:tc>
      </w:tr>
      <w:tr w:rsidR="00D7560F" w:rsidRPr="0069617A" w:rsidTr="00741857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6E43DC" w:rsidRDefault="00D7560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6E43DC">
              <w:rPr>
                <w:szCs w:val="28"/>
              </w:rPr>
              <w:t>2 19 02000 02 0000 151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60F" w:rsidRPr="00382174" w:rsidRDefault="00D7560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43DC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BF243A">
      <w:pPr>
        <w:ind w:firstLine="0"/>
        <w:jc w:val="left"/>
      </w:pPr>
    </w:p>
    <w:sectPr w:rsidR="00052626" w:rsidRPr="00E90876" w:rsidSect="002A73B0">
      <w:headerReference w:type="even" r:id="rId8"/>
      <w:headerReference w:type="defaul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6B0" w:rsidRDefault="005876B0">
      <w:r>
        <w:separator/>
      </w:r>
    </w:p>
  </w:endnote>
  <w:endnote w:type="continuationSeparator" w:id="0">
    <w:p w:rsidR="005876B0" w:rsidRDefault="0058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6B0" w:rsidRDefault="005876B0">
      <w:r>
        <w:separator/>
      </w:r>
    </w:p>
  </w:footnote>
  <w:footnote w:type="continuationSeparator" w:id="0">
    <w:p w:rsidR="005876B0" w:rsidRDefault="00587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0" w:rsidRDefault="002A73B0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73B0" w:rsidRDefault="002A73B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/>
    <w:sdtContent>
      <w:p w:rsidR="002A73B0" w:rsidRPr="008D3CE2" w:rsidRDefault="002A73B0" w:rsidP="006E1B45">
        <w:pPr>
          <w:pStyle w:val="a6"/>
          <w:spacing w:line="240" w:lineRule="auto"/>
          <w:ind w:firstLine="0"/>
          <w:jc w:val="center"/>
        </w:pPr>
        <w:r w:rsidRPr="008D3CE2">
          <w:fldChar w:fldCharType="begin"/>
        </w:r>
        <w:r w:rsidRPr="008D3CE2">
          <w:instrText>PAGE   \* MERGEFORMAT</w:instrText>
        </w:r>
        <w:r w:rsidRPr="008D3CE2">
          <w:fldChar w:fldCharType="separate"/>
        </w:r>
        <w:r w:rsidR="00B14894">
          <w:rPr>
            <w:noProof/>
          </w:rPr>
          <w:t>35</w:t>
        </w:r>
        <w:r w:rsidRPr="008D3CE2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E22"/>
    <w:rsid w:val="00002DBF"/>
    <w:rsid w:val="00003AE6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1972"/>
    <w:rsid w:val="00052626"/>
    <w:rsid w:val="00052DE3"/>
    <w:rsid w:val="00053298"/>
    <w:rsid w:val="00061626"/>
    <w:rsid w:val="00062ABD"/>
    <w:rsid w:val="00063183"/>
    <w:rsid w:val="0006396C"/>
    <w:rsid w:val="00064E34"/>
    <w:rsid w:val="0006712B"/>
    <w:rsid w:val="00067992"/>
    <w:rsid w:val="000679BC"/>
    <w:rsid w:val="00067D70"/>
    <w:rsid w:val="00070170"/>
    <w:rsid w:val="000718B1"/>
    <w:rsid w:val="00071A51"/>
    <w:rsid w:val="00072666"/>
    <w:rsid w:val="000736C9"/>
    <w:rsid w:val="00073A86"/>
    <w:rsid w:val="00073ADC"/>
    <w:rsid w:val="00073E25"/>
    <w:rsid w:val="000740C0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2B9F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3B15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5E8"/>
    <w:rsid w:val="001B7EE8"/>
    <w:rsid w:val="001C0202"/>
    <w:rsid w:val="001C0457"/>
    <w:rsid w:val="001C42B9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6440"/>
    <w:rsid w:val="002011A5"/>
    <w:rsid w:val="002014E7"/>
    <w:rsid w:val="00202B51"/>
    <w:rsid w:val="0020376F"/>
    <w:rsid w:val="00203E4A"/>
    <w:rsid w:val="00210DE7"/>
    <w:rsid w:val="002112A4"/>
    <w:rsid w:val="00211D01"/>
    <w:rsid w:val="00212D74"/>
    <w:rsid w:val="002139F2"/>
    <w:rsid w:val="00213B88"/>
    <w:rsid w:val="002201CF"/>
    <w:rsid w:val="00220367"/>
    <w:rsid w:val="00220E14"/>
    <w:rsid w:val="002234C4"/>
    <w:rsid w:val="002244AF"/>
    <w:rsid w:val="00224F1F"/>
    <w:rsid w:val="00225B56"/>
    <w:rsid w:val="00225FDE"/>
    <w:rsid w:val="00226659"/>
    <w:rsid w:val="00227646"/>
    <w:rsid w:val="00227CF1"/>
    <w:rsid w:val="002303A7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3B0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676A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1C25"/>
    <w:rsid w:val="00315BE1"/>
    <w:rsid w:val="003165FD"/>
    <w:rsid w:val="00316660"/>
    <w:rsid w:val="00316B06"/>
    <w:rsid w:val="00323BD5"/>
    <w:rsid w:val="00324ABD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0AE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6840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6C72"/>
    <w:rsid w:val="003A1D23"/>
    <w:rsid w:val="003A2F5A"/>
    <w:rsid w:val="003A38C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3380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7FF"/>
    <w:rsid w:val="004D18E1"/>
    <w:rsid w:val="004D2287"/>
    <w:rsid w:val="004D4990"/>
    <w:rsid w:val="004D53D6"/>
    <w:rsid w:val="004D6F05"/>
    <w:rsid w:val="004D7C8E"/>
    <w:rsid w:val="004E2129"/>
    <w:rsid w:val="004E2572"/>
    <w:rsid w:val="004E6DDA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36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B53"/>
    <w:rsid w:val="00536478"/>
    <w:rsid w:val="00536644"/>
    <w:rsid w:val="00537A91"/>
    <w:rsid w:val="00537FBC"/>
    <w:rsid w:val="00540CDE"/>
    <w:rsid w:val="0054320B"/>
    <w:rsid w:val="00543374"/>
    <w:rsid w:val="00550D51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876B0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D86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3B58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4EDD"/>
    <w:rsid w:val="006355C0"/>
    <w:rsid w:val="00635699"/>
    <w:rsid w:val="00635824"/>
    <w:rsid w:val="0063655C"/>
    <w:rsid w:val="00636962"/>
    <w:rsid w:val="00636F25"/>
    <w:rsid w:val="00641437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26D2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008"/>
    <w:rsid w:val="006E1B45"/>
    <w:rsid w:val="006E26B8"/>
    <w:rsid w:val="006E3B09"/>
    <w:rsid w:val="006E43DC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0E6B"/>
    <w:rsid w:val="007015F9"/>
    <w:rsid w:val="0070579F"/>
    <w:rsid w:val="00706636"/>
    <w:rsid w:val="00706E53"/>
    <w:rsid w:val="007072DB"/>
    <w:rsid w:val="00707BF9"/>
    <w:rsid w:val="007101F6"/>
    <w:rsid w:val="00711324"/>
    <w:rsid w:val="00711412"/>
    <w:rsid w:val="00711BED"/>
    <w:rsid w:val="00711FAD"/>
    <w:rsid w:val="0071354D"/>
    <w:rsid w:val="00715E66"/>
    <w:rsid w:val="00716124"/>
    <w:rsid w:val="0071620E"/>
    <w:rsid w:val="00717294"/>
    <w:rsid w:val="00717C69"/>
    <w:rsid w:val="00723A4D"/>
    <w:rsid w:val="00731663"/>
    <w:rsid w:val="00732C67"/>
    <w:rsid w:val="007333B5"/>
    <w:rsid w:val="00733F72"/>
    <w:rsid w:val="00734852"/>
    <w:rsid w:val="0073617C"/>
    <w:rsid w:val="00736389"/>
    <w:rsid w:val="00737806"/>
    <w:rsid w:val="00737FB8"/>
    <w:rsid w:val="00737FDC"/>
    <w:rsid w:val="007404A1"/>
    <w:rsid w:val="007416AA"/>
    <w:rsid w:val="00741857"/>
    <w:rsid w:val="0074374B"/>
    <w:rsid w:val="00744BD1"/>
    <w:rsid w:val="0074718D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1C27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2111"/>
    <w:rsid w:val="00892E01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3CE2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2AEB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1C6"/>
    <w:rsid w:val="009972B5"/>
    <w:rsid w:val="00997399"/>
    <w:rsid w:val="00997A61"/>
    <w:rsid w:val="009A376C"/>
    <w:rsid w:val="009A4387"/>
    <w:rsid w:val="009A4E9A"/>
    <w:rsid w:val="009A4FD6"/>
    <w:rsid w:val="009A50C0"/>
    <w:rsid w:val="009B0397"/>
    <w:rsid w:val="009B0F12"/>
    <w:rsid w:val="009B1006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177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6E25"/>
    <w:rsid w:val="00A470D6"/>
    <w:rsid w:val="00A4711F"/>
    <w:rsid w:val="00A50A32"/>
    <w:rsid w:val="00A50F70"/>
    <w:rsid w:val="00A53F03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63F2"/>
    <w:rsid w:val="00A67453"/>
    <w:rsid w:val="00A6773B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2931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06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42C3"/>
    <w:rsid w:val="00B14894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669E4"/>
    <w:rsid w:val="00B678FB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095C"/>
    <w:rsid w:val="00BB1D42"/>
    <w:rsid w:val="00BB54C3"/>
    <w:rsid w:val="00BB6EE9"/>
    <w:rsid w:val="00BB6F8F"/>
    <w:rsid w:val="00BB7770"/>
    <w:rsid w:val="00BC01DD"/>
    <w:rsid w:val="00BC0298"/>
    <w:rsid w:val="00BC1322"/>
    <w:rsid w:val="00BC1373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39D"/>
    <w:rsid w:val="00C11AD6"/>
    <w:rsid w:val="00C123FE"/>
    <w:rsid w:val="00C13C0C"/>
    <w:rsid w:val="00C168B5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6BD8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80E"/>
    <w:rsid w:val="00CE3C79"/>
    <w:rsid w:val="00CE4655"/>
    <w:rsid w:val="00CE4A67"/>
    <w:rsid w:val="00CE7C67"/>
    <w:rsid w:val="00CF01B4"/>
    <w:rsid w:val="00CF18E5"/>
    <w:rsid w:val="00CF2392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24F1"/>
    <w:rsid w:val="00D72C61"/>
    <w:rsid w:val="00D75076"/>
    <w:rsid w:val="00D7560F"/>
    <w:rsid w:val="00D7775F"/>
    <w:rsid w:val="00D779FB"/>
    <w:rsid w:val="00D82388"/>
    <w:rsid w:val="00D84F63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1DD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0E84"/>
    <w:rsid w:val="00E11452"/>
    <w:rsid w:val="00E13CA3"/>
    <w:rsid w:val="00E13D5F"/>
    <w:rsid w:val="00E15A6D"/>
    <w:rsid w:val="00E1612B"/>
    <w:rsid w:val="00E169CB"/>
    <w:rsid w:val="00E17216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4918"/>
    <w:rsid w:val="00E3528F"/>
    <w:rsid w:val="00E365C4"/>
    <w:rsid w:val="00E37BAB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4E5"/>
    <w:rsid w:val="00E6357B"/>
    <w:rsid w:val="00E63C01"/>
    <w:rsid w:val="00E65246"/>
    <w:rsid w:val="00E65D88"/>
    <w:rsid w:val="00E65EB2"/>
    <w:rsid w:val="00E679C0"/>
    <w:rsid w:val="00E71969"/>
    <w:rsid w:val="00E71C4E"/>
    <w:rsid w:val="00E73220"/>
    <w:rsid w:val="00E74A98"/>
    <w:rsid w:val="00E7660D"/>
    <w:rsid w:val="00E81866"/>
    <w:rsid w:val="00E836DA"/>
    <w:rsid w:val="00E84C3F"/>
    <w:rsid w:val="00E90173"/>
    <w:rsid w:val="00E90307"/>
    <w:rsid w:val="00E90876"/>
    <w:rsid w:val="00E92C8F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45"/>
    <w:rsid w:val="00EE46F2"/>
    <w:rsid w:val="00EE4E0B"/>
    <w:rsid w:val="00EE6735"/>
    <w:rsid w:val="00EF1FD9"/>
    <w:rsid w:val="00EF2055"/>
    <w:rsid w:val="00EF2429"/>
    <w:rsid w:val="00EF4376"/>
    <w:rsid w:val="00EF57C2"/>
    <w:rsid w:val="00EF6873"/>
    <w:rsid w:val="00EF7F35"/>
    <w:rsid w:val="00F00D19"/>
    <w:rsid w:val="00F01D1B"/>
    <w:rsid w:val="00F02597"/>
    <w:rsid w:val="00F041AE"/>
    <w:rsid w:val="00F0526F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21A2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1FE5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69B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40949-5F40-413E-9C97-5D315E20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35</Pages>
  <Words>9311</Words>
  <Characters>53076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62263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</cp:revision>
  <cp:lastPrinted>2016-11-24T07:16:00Z</cp:lastPrinted>
  <dcterms:created xsi:type="dcterms:W3CDTF">2016-12-15T06:51:00Z</dcterms:created>
  <dcterms:modified xsi:type="dcterms:W3CDTF">2016-12-27T11:59:00Z</dcterms:modified>
</cp:coreProperties>
</file>