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F1" w:rsidRPr="009E2022" w:rsidRDefault="002328F1" w:rsidP="000B1C2A">
      <w:pPr>
        <w:tabs>
          <w:tab w:val="left" w:pos="4678"/>
        </w:tabs>
        <w:jc w:val="center"/>
        <w:rPr>
          <w:szCs w:val="28"/>
        </w:rPr>
      </w:pPr>
      <w:r w:rsidRPr="009E2022">
        <w:rPr>
          <w:szCs w:val="28"/>
        </w:rPr>
        <w:t>Пояснительная записка к про</w:t>
      </w:r>
      <w:r w:rsidR="003D4D38" w:rsidRPr="009E2022">
        <w:rPr>
          <w:szCs w:val="28"/>
        </w:rPr>
        <w:t>екту закона Ярославской области</w:t>
      </w:r>
    </w:p>
    <w:p w:rsidR="000960CE" w:rsidRPr="009E2022" w:rsidRDefault="000960CE" w:rsidP="000960CE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  <w:r w:rsidRPr="009E2022">
        <w:rPr>
          <w:bCs/>
          <w:szCs w:val="28"/>
        </w:rPr>
        <w:t>«О внесении измене</w:t>
      </w:r>
      <w:r w:rsidR="003D4D38" w:rsidRPr="009E2022">
        <w:rPr>
          <w:bCs/>
          <w:szCs w:val="28"/>
        </w:rPr>
        <w:t>ний в Закон Ярославской области</w:t>
      </w:r>
    </w:p>
    <w:p w:rsidR="002328F1" w:rsidRPr="009E2022" w:rsidRDefault="000960CE" w:rsidP="000960CE">
      <w:pPr>
        <w:widowControl w:val="0"/>
        <w:jc w:val="center"/>
        <w:rPr>
          <w:rFonts w:eastAsiaTheme="minorHAnsi"/>
          <w:szCs w:val="28"/>
          <w:lang w:eastAsia="en-US"/>
        </w:rPr>
      </w:pPr>
      <w:r w:rsidRPr="009E2022">
        <w:rPr>
          <w:bCs/>
          <w:szCs w:val="28"/>
        </w:rPr>
        <w:t>«О ветеринарии в Ярославской области»</w:t>
      </w:r>
    </w:p>
    <w:p w:rsidR="002328F1" w:rsidRPr="009E2022" w:rsidRDefault="002328F1" w:rsidP="000B1C2A">
      <w:pPr>
        <w:tabs>
          <w:tab w:val="left" w:pos="4678"/>
        </w:tabs>
        <w:ind w:firstLine="709"/>
        <w:jc w:val="both"/>
        <w:rPr>
          <w:szCs w:val="28"/>
        </w:rPr>
      </w:pPr>
    </w:p>
    <w:p w:rsidR="00AB0DD3" w:rsidRDefault="002328F1" w:rsidP="00E043B8">
      <w:pPr>
        <w:tabs>
          <w:tab w:val="left" w:pos="4678"/>
        </w:tabs>
        <w:overflowPunct/>
        <w:ind w:firstLine="709"/>
        <w:jc w:val="both"/>
        <w:textAlignment w:val="auto"/>
        <w:rPr>
          <w:bCs/>
          <w:szCs w:val="28"/>
        </w:rPr>
      </w:pPr>
      <w:r w:rsidRPr="009E2022">
        <w:rPr>
          <w:szCs w:val="28"/>
        </w:rPr>
        <w:t xml:space="preserve">Проект закона Ярославской области </w:t>
      </w:r>
      <w:r w:rsidR="00ED3C9F" w:rsidRPr="009E2022">
        <w:rPr>
          <w:bCs/>
          <w:szCs w:val="28"/>
        </w:rPr>
        <w:t>«</w:t>
      </w:r>
      <w:r w:rsidR="000960CE" w:rsidRPr="009E2022">
        <w:rPr>
          <w:bCs/>
          <w:szCs w:val="28"/>
        </w:rPr>
        <w:t>О внесении изменений в Закон Ярославской области «О ветеринарии в Ярославской области»</w:t>
      </w:r>
      <w:r w:rsidR="00ED3C9F" w:rsidRPr="009E2022">
        <w:rPr>
          <w:bCs/>
          <w:szCs w:val="28"/>
        </w:rPr>
        <w:t xml:space="preserve"> </w:t>
      </w:r>
      <w:r w:rsidR="00301FBE" w:rsidRPr="009E2022">
        <w:rPr>
          <w:szCs w:val="28"/>
        </w:rPr>
        <w:t>(далее – проект закона</w:t>
      </w:r>
      <w:r w:rsidR="00FD669F">
        <w:rPr>
          <w:szCs w:val="28"/>
        </w:rPr>
        <w:t>, законопроект</w:t>
      </w:r>
      <w:r w:rsidRPr="009E2022">
        <w:rPr>
          <w:szCs w:val="28"/>
        </w:rPr>
        <w:t xml:space="preserve">) </w:t>
      </w:r>
      <w:r w:rsidR="00ED3C9F" w:rsidRPr="009E2022">
        <w:rPr>
          <w:bCs/>
          <w:szCs w:val="28"/>
        </w:rPr>
        <w:t xml:space="preserve">разработан </w:t>
      </w:r>
      <w:r w:rsidR="00AB0DD3">
        <w:rPr>
          <w:bCs/>
          <w:szCs w:val="28"/>
        </w:rPr>
        <w:t>в целях приведения регионального законодательства в соответствие требованиям федерального законодательства.</w:t>
      </w:r>
    </w:p>
    <w:p w:rsidR="00AB0DD3" w:rsidRPr="00AB0DD3" w:rsidRDefault="00AB0DD3" w:rsidP="00AB0DD3">
      <w:pPr>
        <w:tabs>
          <w:tab w:val="left" w:pos="4678"/>
        </w:tabs>
        <w:overflowPunct/>
        <w:ind w:firstLine="709"/>
        <w:jc w:val="both"/>
        <w:textAlignment w:val="auto"/>
        <w:rPr>
          <w:szCs w:val="28"/>
        </w:rPr>
      </w:pPr>
      <w:r>
        <w:rPr>
          <w:bCs/>
          <w:szCs w:val="28"/>
        </w:rPr>
        <w:t>Ф</w:t>
      </w:r>
      <w:r w:rsidR="00ED3C9F" w:rsidRPr="009E2022">
        <w:rPr>
          <w:bCs/>
          <w:szCs w:val="28"/>
        </w:rPr>
        <w:t>едеральн</w:t>
      </w:r>
      <w:r>
        <w:rPr>
          <w:bCs/>
          <w:szCs w:val="28"/>
        </w:rPr>
        <w:t>ым</w:t>
      </w:r>
      <w:r w:rsidR="00ED3C9F" w:rsidRPr="009E2022">
        <w:rPr>
          <w:bCs/>
          <w:szCs w:val="28"/>
        </w:rPr>
        <w:t xml:space="preserve"> закон</w:t>
      </w:r>
      <w:r>
        <w:rPr>
          <w:bCs/>
          <w:szCs w:val="28"/>
        </w:rPr>
        <w:t>ом</w:t>
      </w:r>
      <w:r w:rsidR="00ED3C9F" w:rsidRPr="009E2022">
        <w:rPr>
          <w:bCs/>
          <w:szCs w:val="28"/>
        </w:rPr>
        <w:t xml:space="preserve"> </w:t>
      </w:r>
      <w:r w:rsidR="00E043B8" w:rsidRPr="009E2022">
        <w:rPr>
          <w:bCs/>
          <w:szCs w:val="28"/>
        </w:rPr>
        <w:t xml:space="preserve">от 26.12.2024 </w:t>
      </w:r>
      <w:r w:rsidR="005458F8" w:rsidRPr="009E2022">
        <w:rPr>
          <w:bCs/>
          <w:szCs w:val="28"/>
        </w:rPr>
        <w:t>№</w:t>
      </w:r>
      <w:r w:rsidR="005458F8" w:rsidRPr="009E2022">
        <w:rPr>
          <w:szCs w:val="28"/>
        </w:rPr>
        <w:t> </w:t>
      </w:r>
      <w:r w:rsidR="00E043B8" w:rsidRPr="009E2022">
        <w:rPr>
          <w:bCs/>
          <w:szCs w:val="28"/>
        </w:rPr>
        <w:t>496-ФЗ</w:t>
      </w:r>
      <w:r w:rsidR="005458F8" w:rsidRPr="009E2022">
        <w:rPr>
          <w:bCs/>
          <w:szCs w:val="28"/>
        </w:rPr>
        <w:t xml:space="preserve"> «</w:t>
      </w:r>
      <w:r w:rsidR="00E043B8" w:rsidRPr="009E2022">
        <w:rPr>
          <w:bCs/>
          <w:szCs w:val="28"/>
        </w:rPr>
        <w:t xml:space="preserve">О внесении изменений в Закон Российской Федерации </w:t>
      </w:r>
      <w:r w:rsidR="005458F8" w:rsidRPr="009E2022">
        <w:rPr>
          <w:bCs/>
          <w:szCs w:val="28"/>
        </w:rPr>
        <w:t>«</w:t>
      </w:r>
      <w:r w:rsidR="00E043B8" w:rsidRPr="009E2022">
        <w:rPr>
          <w:bCs/>
          <w:szCs w:val="28"/>
        </w:rPr>
        <w:t>О</w:t>
      </w:r>
      <w:r w:rsidR="005458F8" w:rsidRPr="009E2022">
        <w:rPr>
          <w:bCs/>
          <w:szCs w:val="28"/>
        </w:rPr>
        <w:t> </w:t>
      </w:r>
      <w:r w:rsidR="00E043B8" w:rsidRPr="009E2022">
        <w:rPr>
          <w:bCs/>
          <w:szCs w:val="28"/>
        </w:rPr>
        <w:t>ветеринарии</w:t>
      </w:r>
      <w:r w:rsidR="005458F8" w:rsidRPr="009E2022">
        <w:rPr>
          <w:bCs/>
          <w:szCs w:val="28"/>
        </w:rPr>
        <w:t>»</w:t>
      </w:r>
      <w:r w:rsidR="00E043B8" w:rsidRPr="009E2022">
        <w:rPr>
          <w:bCs/>
          <w:szCs w:val="28"/>
        </w:rPr>
        <w:t xml:space="preserve"> и</w:t>
      </w:r>
      <w:r w:rsidR="005458F8" w:rsidRPr="009E2022">
        <w:rPr>
          <w:bCs/>
          <w:szCs w:val="28"/>
        </w:rPr>
        <w:t> </w:t>
      </w:r>
      <w:r w:rsidR="00E043B8" w:rsidRPr="009E2022">
        <w:rPr>
          <w:bCs/>
          <w:szCs w:val="28"/>
        </w:rPr>
        <w:t xml:space="preserve">статью 2 Федерального закона </w:t>
      </w:r>
      <w:r w:rsidR="005458F8" w:rsidRPr="009E2022">
        <w:rPr>
          <w:bCs/>
          <w:szCs w:val="28"/>
        </w:rPr>
        <w:t>«</w:t>
      </w:r>
      <w:r w:rsidR="00E043B8" w:rsidRPr="009E2022">
        <w:rPr>
          <w:bCs/>
          <w:szCs w:val="28"/>
        </w:rPr>
        <w:t>О внесении изменений в</w:t>
      </w:r>
      <w:r>
        <w:rPr>
          <w:bCs/>
          <w:szCs w:val="28"/>
        </w:rPr>
        <w:t xml:space="preserve"> </w:t>
      </w:r>
      <w:r w:rsidR="00E043B8" w:rsidRPr="009E2022">
        <w:rPr>
          <w:bCs/>
          <w:szCs w:val="28"/>
        </w:rPr>
        <w:t xml:space="preserve">статью 14 Закона Российской Федерации </w:t>
      </w:r>
      <w:r w:rsidR="005458F8" w:rsidRPr="009E2022">
        <w:rPr>
          <w:bCs/>
          <w:szCs w:val="28"/>
        </w:rPr>
        <w:t>«</w:t>
      </w:r>
      <w:r>
        <w:rPr>
          <w:bCs/>
          <w:szCs w:val="28"/>
        </w:rPr>
        <w:t>О </w:t>
      </w:r>
      <w:r w:rsidR="00E043B8" w:rsidRPr="009E2022">
        <w:rPr>
          <w:bCs/>
          <w:szCs w:val="28"/>
        </w:rPr>
        <w:t>ветеринарии</w:t>
      </w:r>
      <w:r w:rsidR="005458F8" w:rsidRPr="009E2022">
        <w:rPr>
          <w:bCs/>
          <w:szCs w:val="28"/>
        </w:rPr>
        <w:t>»</w:t>
      </w:r>
      <w:r w:rsidR="00FE6B60" w:rsidRPr="009E2022">
        <w:rPr>
          <w:bCs/>
          <w:szCs w:val="28"/>
        </w:rPr>
        <w:t xml:space="preserve"> </w:t>
      </w:r>
      <w:r w:rsidR="00ED3C9F" w:rsidRPr="009E2022">
        <w:rPr>
          <w:bCs/>
          <w:szCs w:val="28"/>
        </w:rPr>
        <w:t>(далее – Федеральный закон</w:t>
      </w:r>
      <w:r w:rsidR="00ED3C9F" w:rsidRPr="009E2022">
        <w:rPr>
          <w:szCs w:val="28"/>
        </w:rPr>
        <w:t>)</w:t>
      </w:r>
      <w:r w:rsidR="00C86A86" w:rsidRPr="009E2022">
        <w:rPr>
          <w:szCs w:val="28"/>
        </w:rPr>
        <w:t>, вступающим в силу</w:t>
      </w:r>
      <w:r w:rsidR="00FE6B60" w:rsidRPr="009E2022">
        <w:rPr>
          <w:szCs w:val="28"/>
        </w:rPr>
        <w:t xml:space="preserve"> с 1</w:t>
      </w:r>
      <w:r w:rsidR="00C86A86" w:rsidRPr="009E2022">
        <w:rPr>
          <w:szCs w:val="28"/>
        </w:rPr>
        <w:t xml:space="preserve"> </w:t>
      </w:r>
      <w:r w:rsidR="00400597" w:rsidRPr="009E2022">
        <w:rPr>
          <w:szCs w:val="28"/>
        </w:rPr>
        <w:t>сентября</w:t>
      </w:r>
      <w:r w:rsidR="00C86A86" w:rsidRPr="009E2022">
        <w:rPr>
          <w:szCs w:val="28"/>
        </w:rPr>
        <w:t xml:space="preserve"> </w:t>
      </w:r>
      <w:r w:rsidR="00FE6B60" w:rsidRPr="009E2022">
        <w:rPr>
          <w:szCs w:val="28"/>
        </w:rPr>
        <w:t>202</w:t>
      </w:r>
      <w:r w:rsidR="00400597" w:rsidRPr="009E2022">
        <w:rPr>
          <w:szCs w:val="28"/>
        </w:rPr>
        <w:t>5</w:t>
      </w:r>
      <w:r w:rsidR="00FE6B60" w:rsidRPr="009E2022">
        <w:rPr>
          <w:szCs w:val="28"/>
        </w:rPr>
        <w:t xml:space="preserve"> </w:t>
      </w:r>
      <w:r w:rsidR="00C86A86" w:rsidRPr="009E2022">
        <w:rPr>
          <w:szCs w:val="28"/>
        </w:rPr>
        <w:t>года</w:t>
      </w:r>
      <w:r>
        <w:rPr>
          <w:szCs w:val="28"/>
        </w:rPr>
        <w:t>, внесены изменения в</w:t>
      </w:r>
      <w:r w:rsidRPr="009E2022">
        <w:rPr>
          <w:szCs w:val="28"/>
        </w:rPr>
        <w:t xml:space="preserve"> </w:t>
      </w:r>
      <w:r w:rsidR="005458F8" w:rsidRPr="009E2022">
        <w:rPr>
          <w:szCs w:val="28"/>
        </w:rPr>
        <w:t>Закон Росси</w:t>
      </w:r>
      <w:r>
        <w:rPr>
          <w:szCs w:val="28"/>
        </w:rPr>
        <w:t>йской Федерации от 14.05.1993 № </w:t>
      </w:r>
      <w:r w:rsidR="005458F8" w:rsidRPr="009E2022">
        <w:rPr>
          <w:szCs w:val="28"/>
        </w:rPr>
        <w:t>4979-I «О</w:t>
      </w:r>
      <w:r w:rsidR="002A1F2F">
        <w:rPr>
          <w:szCs w:val="28"/>
        </w:rPr>
        <w:t> </w:t>
      </w:r>
      <w:r w:rsidR="005458F8" w:rsidRPr="009E2022">
        <w:rPr>
          <w:szCs w:val="28"/>
        </w:rPr>
        <w:t xml:space="preserve">ветеринарии», </w:t>
      </w:r>
      <w:r w:rsidR="009E3DDE">
        <w:rPr>
          <w:szCs w:val="28"/>
        </w:rPr>
        <w:t>которыми</w:t>
      </w:r>
      <w:r>
        <w:rPr>
          <w:szCs w:val="28"/>
        </w:rPr>
        <w:t xml:space="preserve"> скорректированы наименования</w:t>
      </w:r>
      <w:r w:rsidRPr="00AB0DD3">
        <w:t xml:space="preserve"> </w:t>
      </w:r>
      <w:r w:rsidRPr="00AB0DD3">
        <w:rPr>
          <w:szCs w:val="28"/>
        </w:rPr>
        <w:t>федеральн</w:t>
      </w:r>
      <w:r>
        <w:rPr>
          <w:szCs w:val="28"/>
        </w:rPr>
        <w:t>ого</w:t>
      </w:r>
      <w:r w:rsidRPr="00AB0DD3">
        <w:rPr>
          <w:szCs w:val="28"/>
        </w:rPr>
        <w:t xml:space="preserve"> орган</w:t>
      </w:r>
      <w:r>
        <w:rPr>
          <w:szCs w:val="28"/>
        </w:rPr>
        <w:t>а</w:t>
      </w:r>
      <w:r w:rsidRPr="00AB0DD3">
        <w:rPr>
          <w:szCs w:val="28"/>
        </w:rPr>
        <w:t xml:space="preserve"> исполнительной власти, осуществляющ</w:t>
      </w:r>
      <w:r>
        <w:rPr>
          <w:szCs w:val="28"/>
        </w:rPr>
        <w:t>его</w:t>
      </w:r>
      <w:r w:rsidRPr="00AB0DD3">
        <w:rPr>
          <w:szCs w:val="28"/>
        </w:rPr>
        <w:t xml:space="preserve"> функции по выработке государственной политики и нормативно-правовому регулированию в сфере ветеринари</w:t>
      </w:r>
      <w:r>
        <w:rPr>
          <w:szCs w:val="28"/>
        </w:rPr>
        <w:t xml:space="preserve">и, и </w:t>
      </w:r>
      <w:r w:rsidRPr="00AB0DD3">
        <w:rPr>
          <w:szCs w:val="28"/>
        </w:rPr>
        <w:t>федеральн</w:t>
      </w:r>
      <w:r>
        <w:rPr>
          <w:szCs w:val="28"/>
        </w:rPr>
        <w:t>ого</w:t>
      </w:r>
      <w:r w:rsidRPr="00AB0DD3">
        <w:rPr>
          <w:szCs w:val="28"/>
        </w:rPr>
        <w:t xml:space="preserve"> орган</w:t>
      </w:r>
      <w:r>
        <w:rPr>
          <w:szCs w:val="28"/>
        </w:rPr>
        <w:t>а</w:t>
      </w:r>
      <w:r w:rsidRPr="00AB0DD3">
        <w:rPr>
          <w:szCs w:val="28"/>
        </w:rPr>
        <w:t xml:space="preserve"> исполнительной власти, осуществляющ</w:t>
      </w:r>
      <w:r>
        <w:rPr>
          <w:szCs w:val="28"/>
        </w:rPr>
        <w:t>его</w:t>
      </w:r>
      <w:r w:rsidRPr="00AB0DD3">
        <w:rPr>
          <w:szCs w:val="28"/>
        </w:rPr>
        <w:t xml:space="preserve"> федеральный государственный</w:t>
      </w:r>
      <w:r>
        <w:rPr>
          <w:szCs w:val="28"/>
        </w:rPr>
        <w:t xml:space="preserve"> ветеринарный контроль (надзор), уточнены з</w:t>
      </w:r>
      <w:r w:rsidRPr="00AB0DD3">
        <w:rPr>
          <w:szCs w:val="28"/>
        </w:rPr>
        <w:t>адач</w:t>
      </w:r>
      <w:r>
        <w:rPr>
          <w:szCs w:val="28"/>
        </w:rPr>
        <w:t>и</w:t>
      </w:r>
      <w:r w:rsidRPr="00AB0DD3">
        <w:rPr>
          <w:szCs w:val="28"/>
        </w:rPr>
        <w:t xml:space="preserve"> Государственной ветеринарной службы Российской Федерации</w:t>
      </w:r>
      <w:r>
        <w:rPr>
          <w:szCs w:val="28"/>
        </w:rPr>
        <w:t>, а также положения о проведении в</w:t>
      </w:r>
      <w:r w:rsidRPr="00AB0DD3">
        <w:rPr>
          <w:szCs w:val="28"/>
        </w:rPr>
        <w:t>етеринарно-санитарн</w:t>
      </w:r>
      <w:r>
        <w:rPr>
          <w:szCs w:val="28"/>
        </w:rPr>
        <w:t>ой</w:t>
      </w:r>
      <w:r w:rsidRPr="00AB0DD3">
        <w:rPr>
          <w:szCs w:val="28"/>
        </w:rPr>
        <w:t xml:space="preserve"> экспертиз</w:t>
      </w:r>
      <w:r>
        <w:rPr>
          <w:szCs w:val="28"/>
        </w:rPr>
        <w:t>ы</w:t>
      </w:r>
      <w:r w:rsidR="00EC5F8F">
        <w:rPr>
          <w:szCs w:val="28"/>
        </w:rPr>
        <w:t>.</w:t>
      </w:r>
    </w:p>
    <w:p w:rsidR="00FE6B60" w:rsidRPr="009E2022" w:rsidRDefault="00EC5F8F" w:rsidP="00EC5F8F">
      <w:pPr>
        <w:tabs>
          <w:tab w:val="left" w:pos="4678"/>
        </w:tabs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>В связи с принятием Федерального закона проектом закона предлагается внести соответствующие изменения в</w:t>
      </w:r>
      <w:r w:rsidRPr="00EC5F8F">
        <w:rPr>
          <w:szCs w:val="28"/>
        </w:rPr>
        <w:t xml:space="preserve"> </w:t>
      </w:r>
      <w:r>
        <w:rPr>
          <w:szCs w:val="28"/>
        </w:rPr>
        <w:t>пункт</w:t>
      </w:r>
      <w:r w:rsidRPr="00EC5F8F">
        <w:rPr>
          <w:szCs w:val="28"/>
        </w:rPr>
        <w:t xml:space="preserve"> 1 статьи 1</w:t>
      </w:r>
      <w:r>
        <w:rPr>
          <w:szCs w:val="28"/>
        </w:rPr>
        <w:t xml:space="preserve">, </w:t>
      </w:r>
      <w:r w:rsidRPr="00EC5F8F">
        <w:rPr>
          <w:szCs w:val="28"/>
        </w:rPr>
        <w:t>част</w:t>
      </w:r>
      <w:r>
        <w:rPr>
          <w:szCs w:val="28"/>
        </w:rPr>
        <w:t>ь</w:t>
      </w:r>
      <w:r w:rsidRPr="00EC5F8F">
        <w:rPr>
          <w:szCs w:val="28"/>
        </w:rPr>
        <w:t xml:space="preserve"> 3 статьи 2</w:t>
      </w:r>
      <w:r w:rsidRPr="00EC5F8F">
        <w:rPr>
          <w:szCs w:val="28"/>
          <w:vertAlign w:val="superscript"/>
        </w:rPr>
        <w:t>1</w:t>
      </w:r>
      <w:r>
        <w:rPr>
          <w:szCs w:val="28"/>
        </w:rPr>
        <w:t xml:space="preserve">, </w:t>
      </w:r>
      <w:r w:rsidRPr="00EC5F8F">
        <w:rPr>
          <w:szCs w:val="28"/>
        </w:rPr>
        <w:t>стать</w:t>
      </w:r>
      <w:r>
        <w:rPr>
          <w:szCs w:val="28"/>
        </w:rPr>
        <w:t>ю</w:t>
      </w:r>
      <w:r w:rsidR="00302B2B">
        <w:rPr>
          <w:szCs w:val="28"/>
        </w:rPr>
        <w:t> </w:t>
      </w:r>
      <w:r w:rsidRPr="00EC5F8F">
        <w:rPr>
          <w:szCs w:val="28"/>
        </w:rPr>
        <w:t>2</w:t>
      </w:r>
      <w:r w:rsidRPr="00EC5F8F">
        <w:rPr>
          <w:szCs w:val="28"/>
          <w:vertAlign w:val="superscript"/>
        </w:rPr>
        <w:t>2</w:t>
      </w:r>
      <w:r>
        <w:rPr>
          <w:szCs w:val="28"/>
        </w:rPr>
        <w:t xml:space="preserve">, </w:t>
      </w:r>
      <w:r w:rsidRPr="00EC5F8F">
        <w:rPr>
          <w:szCs w:val="28"/>
        </w:rPr>
        <w:t>пункт 2 статьи 5</w:t>
      </w:r>
      <w:r>
        <w:rPr>
          <w:szCs w:val="28"/>
        </w:rPr>
        <w:t>,</w:t>
      </w:r>
      <w:r w:rsidRPr="00EC5F8F">
        <w:rPr>
          <w:szCs w:val="28"/>
        </w:rPr>
        <w:t xml:space="preserve"> пункт 3</w:t>
      </w:r>
      <w:r>
        <w:rPr>
          <w:szCs w:val="28"/>
        </w:rPr>
        <w:t xml:space="preserve"> </w:t>
      </w:r>
      <w:r w:rsidRPr="00EC5F8F">
        <w:rPr>
          <w:szCs w:val="28"/>
        </w:rPr>
        <w:t>стать</w:t>
      </w:r>
      <w:r>
        <w:rPr>
          <w:szCs w:val="28"/>
        </w:rPr>
        <w:t>и</w:t>
      </w:r>
      <w:r w:rsidRPr="00EC5F8F">
        <w:rPr>
          <w:szCs w:val="28"/>
        </w:rPr>
        <w:t xml:space="preserve"> 8</w:t>
      </w:r>
      <w:r>
        <w:rPr>
          <w:szCs w:val="28"/>
        </w:rPr>
        <w:t xml:space="preserve"> </w:t>
      </w:r>
      <w:r w:rsidR="00302B2B">
        <w:rPr>
          <w:szCs w:val="28"/>
        </w:rPr>
        <w:t>Закона Ярославской области от </w:t>
      </w:r>
      <w:bookmarkStart w:id="0" w:name="_GoBack"/>
      <w:bookmarkEnd w:id="0"/>
      <w:r w:rsidRPr="009E2022">
        <w:rPr>
          <w:szCs w:val="28"/>
        </w:rPr>
        <w:t>04.12.2006 № 88-з «О ветеринарии в</w:t>
      </w:r>
      <w:r>
        <w:rPr>
          <w:szCs w:val="28"/>
        </w:rPr>
        <w:t xml:space="preserve"> </w:t>
      </w:r>
      <w:r w:rsidRPr="009E2022">
        <w:rPr>
          <w:szCs w:val="28"/>
        </w:rPr>
        <w:t>Ярославской области»</w:t>
      </w:r>
      <w:r>
        <w:rPr>
          <w:szCs w:val="28"/>
        </w:rPr>
        <w:t xml:space="preserve"> </w:t>
      </w:r>
      <w:r w:rsidR="00D838B1" w:rsidRPr="009E2022">
        <w:rPr>
          <w:szCs w:val="28"/>
        </w:rPr>
        <w:t>(далее – Закон области</w:t>
      </w:r>
      <w:r w:rsidR="009E2022">
        <w:rPr>
          <w:szCs w:val="28"/>
        </w:rPr>
        <w:t>)</w:t>
      </w:r>
      <w:r>
        <w:rPr>
          <w:szCs w:val="28"/>
        </w:rPr>
        <w:t>.</w:t>
      </w:r>
    </w:p>
    <w:p w:rsidR="00D838B1" w:rsidRPr="009E2022" w:rsidRDefault="00D838B1" w:rsidP="00FE6B60">
      <w:pPr>
        <w:tabs>
          <w:tab w:val="left" w:pos="4678"/>
        </w:tabs>
        <w:overflowPunct/>
        <w:ind w:firstLine="709"/>
        <w:jc w:val="both"/>
        <w:textAlignment w:val="auto"/>
        <w:rPr>
          <w:szCs w:val="28"/>
        </w:rPr>
      </w:pPr>
      <w:r w:rsidRPr="009E2022">
        <w:rPr>
          <w:szCs w:val="28"/>
        </w:rPr>
        <w:t xml:space="preserve">Кроме того, </w:t>
      </w:r>
      <w:r w:rsidR="00582351">
        <w:rPr>
          <w:szCs w:val="28"/>
        </w:rPr>
        <w:t xml:space="preserve">полномочие </w:t>
      </w:r>
      <w:r w:rsidR="00582351" w:rsidRPr="00582351">
        <w:rPr>
          <w:szCs w:val="28"/>
        </w:rPr>
        <w:t>государственных учреждений ветеринарной службы Ярославской области</w:t>
      </w:r>
      <w:r w:rsidR="00582351">
        <w:rPr>
          <w:szCs w:val="28"/>
        </w:rPr>
        <w:t xml:space="preserve"> по оформлению документов (пункт</w:t>
      </w:r>
      <w:r w:rsidR="004D333E" w:rsidRPr="009E2022">
        <w:rPr>
          <w:szCs w:val="28"/>
        </w:rPr>
        <w:t xml:space="preserve"> 4 </w:t>
      </w:r>
      <w:r w:rsidRPr="009E2022">
        <w:rPr>
          <w:szCs w:val="28"/>
        </w:rPr>
        <w:t xml:space="preserve">статьи </w:t>
      </w:r>
      <w:r w:rsidR="003D41D8" w:rsidRPr="009E2022">
        <w:rPr>
          <w:szCs w:val="28"/>
        </w:rPr>
        <w:t xml:space="preserve">8 </w:t>
      </w:r>
      <w:r w:rsidRPr="009E2022">
        <w:rPr>
          <w:szCs w:val="28"/>
        </w:rPr>
        <w:t>Закона области</w:t>
      </w:r>
      <w:r w:rsidR="00582351">
        <w:rPr>
          <w:szCs w:val="28"/>
        </w:rPr>
        <w:t>)</w:t>
      </w:r>
      <w:r w:rsidR="004D333E" w:rsidRPr="009E2022">
        <w:rPr>
          <w:szCs w:val="28"/>
        </w:rPr>
        <w:t xml:space="preserve"> </w:t>
      </w:r>
      <w:r w:rsidR="00EC5F8F">
        <w:rPr>
          <w:szCs w:val="28"/>
        </w:rPr>
        <w:t xml:space="preserve">предлагается </w:t>
      </w:r>
      <w:r w:rsidR="00582351">
        <w:rPr>
          <w:szCs w:val="28"/>
        </w:rPr>
        <w:t>актуализировать</w:t>
      </w:r>
      <w:r w:rsidR="004D333E" w:rsidRPr="009E2022">
        <w:rPr>
          <w:szCs w:val="28"/>
        </w:rPr>
        <w:t xml:space="preserve"> в соответстви</w:t>
      </w:r>
      <w:r w:rsidR="0076455D">
        <w:rPr>
          <w:szCs w:val="28"/>
        </w:rPr>
        <w:t>и</w:t>
      </w:r>
      <w:r w:rsidR="004D333E" w:rsidRPr="009E2022">
        <w:rPr>
          <w:szCs w:val="28"/>
        </w:rPr>
        <w:t xml:space="preserve"> с приказом Мин</w:t>
      </w:r>
      <w:r w:rsidR="00EC5F8F">
        <w:rPr>
          <w:szCs w:val="28"/>
        </w:rPr>
        <w:t xml:space="preserve">истерства </w:t>
      </w:r>
      <w:r w:rsidR="004D333E" w:rsidRPr="009E2022">
        <w:rPr>
          <w:szCs w:val="28"/>
        </w:rPr>
        <w:t>сель</w:t>
      </w:r>
      <w:r w:rsidR="00EC5F8F">
        <w:rPr>
          <w:szCs w:val="28"/>
        </w:rPr>
        <w:t xml:space="preserve">ского </w:t>
      </w:r>
      <w:r w:rsidR="004D333E" w:rsidRPr="009E2022">
        <w:rPr>
          <w:szCs w:val="28"/>
        </w:rPr>
        <w:t>хоз</w:t>
      </w:r>
      <w:r w:rsidR="00EC5F8F">
        <w:rPr>
          <w:szCs w:val="28"/>
        </w:rPr>
        <w:t>яйства</w:t>
      </w:r>
      <w:r w:rsidR="004D333E" w:rsidRPr="009E2022">
        <w:rPr>
          <w:szCs w:val="28"/>
        </w:rPr>
        <w:t xml:space="preserve"> </w:t>
      </w:r>
      <w:r w:rsidR="00EC5F8F">
        <w:rPr>
          <w:szCs w:val="28"/>
        </w:rPr>
        <w:t xml:space="preserve">Российской Федерации от </w:t>
      </w:r>
      <w:r w:rsidR="004D333E" w:rsidRPr="009E2022">
        <w:rPr>
          <w:szCs w:val="28"/>
        </w:rPr>
        <w:t>13</w:t>
      </w:r>
      <w:r w:rsidR="00EC5F8F">
        <w:rPr>
          <w:szCs w:val="28"/>
        </w:rPr>
        <w:t>.12.2022 № 862 «Об </w:t>
      </w:r>
      <w:r w:rsidR="004D333E" w:rsidRPr="009E2022">
        <w:rPr>
          <w:szCs w:val="28"/>
        </w:rPr>
        <w:t>утверждении Ветеринарн</w:t>
      </w:r>
      <w:r w:rsidR="000A65A9">
        <w:rPr>
          <w:szCs w:val="28"/>
        </w:rPr>
        <w:t xml:space="preserve">ых правил организации работы по </w:t>
      </w:r>
      <w:r w:rsidR="004D333E" w:rsidRPr="009E2022">
        <w:rPr>
          <w:szCs w:val="28"/>
        </w:rPr>
        <w:t>оформлению ветеринарных сопроводительных документов, Порядка оформления ветеринарных сопроводительных документов в электронной форме и</w:t>
      </w:r>
      <w:r w:rsidR="002A1F2F">
        <w:rPr>
          <w:szCs w:val="28"/>
        </w:rPr>
        <w:t> </w:t>
      </w:r>
      <w:r w:rsidR="00582351">
        <w:rPr>
          <w:szCs w:val="28"/>
        </w:rPr>
        <w:t xml:space="preserve"> </w:t>
      </w:r>
      <w:r w:rsidR="004D333E" w:rsidRPr="009E2022">
        <w:rPr>
          <w:szCs w:val="28"/>
        </w:rPr>
        <w:t>Порядка оформления ветеринарных сопроводительных документов на</w:t>
      </w:r>
      <w:r w:rsidR="002A1F2F">
        <w:rPr>
          <w:szCs w:val="28"/>
        </w:rPr>
        <w:t> </w:t>
      </w:r>
      <w:r w:rsidR="00EC5F8F">
        <w:rPr>
          <w:szCs w:val="28"/>
        </w:rPr>
        <w:t xml:space="preserve"> бумажных носителях»</w:t>
      </w:r>
      <w:r w:rsidRPr="009E2022">
        <w:rPr>
          <w:szCs w:val="28"/>
        </w:rPr>
        <w:t>.</w:t>
      </w:r>
    </w:p>
    <w:p w:rsidR="007747BC" w:rsidRPr="009E2022" w:rsidRDefault="00ED3C9F" w:rsidP="00ED3C9F">
      <w:pPr>
        <w:overflowPunct/>
        <w:ind w:firstLine="709"/>
        <w:jc w:val="both"/>
        <w:textAlignment w:val="auto"/>
        <w:rPr>
          <w:bCs/>
          <w:szCs w:val="28"/>
        </w:rPr>
      </w:pPr>
      <w:r w:rsidRPr="009E2022">
        <w:rPr>
          <w:bCs/>
          <w:szCs w:val="28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400597" w:rsidRPr="009E2022" w:rsidRDefault="00400597" w:rsidP="00ED3C9F">
      <w:pPr>
        <w:overflowPunct/>
        <w:ind w:firstLine="709"/>
        <w:jc w:val="both"/>
        <w:textAlignment w:val="auto"/>
        <w:rPr>
          <w:szCs w:val="28"/>
        </w:rPr>
      </w:pPr>
    </w:p>
    <w:sectPr w:rsidR="00400597" w:rsidRPr="009E2022" w:rsidSect="00401E36">
      <w:headerReference w:type="default" r:id="rId7"/>
      <w:pgSz w:w="11906" w:h="16838"/>
      <w:pgMar w:top="851" w:right="566" w:bottom="851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236" w:rsidRDefault="003B6236" w:rsidP="000634F9">
      <w:r>
        <w:separator/>
      </w:r>
    </w:p>
  </w:endnote>
  <w:endnote w:type="continuationSeparator" w:id="0">
    <w:p w:rsidR="003B6236" w:rsidRDefault="003B6236" w:rsidP="0006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236" w:rsidRDefault="003B6236" w:rsidP="000634F9">
      <w:r>
        <w:separator/>
      </w:r>
    </w:p>
  </w:footnote>
  <w:footnote w:type="continuationSeparator" w:id="0">
    <w:p w:rsidR="003B6236" w:rsidRDefault="003B6236" w:rsidP="00063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956618"/>
      <w:docPartObj>
        <w:docPartGallery w:val="Page Numbers (Top of Page)"/>
        <w:docPartUnique/>
      </w:docPartObj>
    </w:sdtPr>
    <w:sdtEndPr/>
    <w:sdtContent>
      <w:p w:rsidR="00401E36" w:rsidRDefault="00401E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C9F">
          <w:rPr>
            <w:noProof/>
          </w:rPr>
          <w:t>2</w:t>
        </w:r>
        <w:r>
          <w:fldChar w:fldCharType="end"/>
        </w:r>
      </w:p>
    </w:sdtContent>
  </w:sdt>
  <w:p w:rsidR="00401E36" w:rsidRDefault="00401E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F1"/>
    <w:rsid w:val="00002A89"/>
    <w:rsid w:val="00015A17"/>
    <w:rsid w:val="00025517"/>
    <w:rsid w:val="000273FF"/>
    <w:rsid w:val="000330D9"/>
    <w:rsid w:val="00035C85"/>
    <w:rsid w:val="00036A7E"/>
    <w:rsid w:val="00044826"/>
    <w:rsid w:val="00045FF9"/>
    <w:rsid w:val="000506ED"/>
    <w:rsid w:val="0005319C"/>
    <w:rsid w:val="000606F9"/>
    <w:rsid w:val="000634F9"/>
    <w:rsid w:val="00064B26"/>
    <w:rsid w:val="00067E0A"/>
    <w:rsid w:val="00071399"/>
    <w:rsid w:val="00074249"/>
    <w:rsid w:val="00075364"/>
    <w:rsid w:val="000768D5"/>
    <w:rsid w:val="0007705D"/>
    <w:rsid w:val="000772BC"/>
    <w:rsid w:val="000827FC"/>
    <w:rsid w:val="0008307C"/>
    <w:rsid w:val="00085DEC"/>
    <w:rsid w:val="000960CE"/>
    <w:rsid w:val="000A0260"/>
    <w:rsid w:val="000A2302"/>
    <w:rsid w:val="000A65A9"/>
    <w:rsid w:val="000B1405"/>
    <w:rsid w:val="000B1492"/>
    <w:rsid w:val="000B1C2A"/>
    <w:rsid w:val="000B2444"/>
    <w:rsid w:val="000B4CC6"/>
    <w:rsid w:val="000B58E8"/>
    <w:rsid w:val="000B5ACE"/>
    <w:rsid w:val="000B6254"/>
    <w:rsid w:val="000C00AD"/>
    <w:rsid w:val="000C0F36"/>
    <w:rsid w:val="000D7A92"/>
    <w:rsid w:val="000E32B1"/>
    <w:rsid w:val="000E5578"/>
    <w:rsid w:val="000E65D1"/>
    <w:rsid w:val="000F1933"/>
    <w:rsid w:val="00114206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B4B"/>
    <w:rsid w:val="00144B4A"/>
    <w:rsid w:val="00151C66"/>
    <w:rsid w:val="001555BC"/>
    <w:rsid w:val="00155A15"/>
    <w:rsid w:val="00155ABA"/>
    <w:rsid w:val="0016268A"/>
    <w:rsid w:val="00163876"/>
    <w:rsid w:val="00166458"/>
    <w:rsid w:val="00173143"/>
    <w:rsid w:val="0017753C"/>
    <w:rsid w:val="001816AE"/>
    <w:rsid w:val="001833EC"/>
    <w:rsid w:val="00186503"/>
    <w:rsid w:val="001A2C8D"/>
    <w:rsid w:val="001A587F"/>
    <w:rsid w:val="001C465F"/>
    <w:rsid w:val="001D7963"/>
    <w:rsid w:val="001E20EA"/>
    <w:rsid w:val="001F0F51"/>
    <w:rsid w:val="001F4712"/>
    <w:rsid w:val="00204318"/>
    <w:rsid w:val="00216D90"/>
    <w:rsid w:val="002230A8"/>
    <w:rsid w:val="002328F1"/>
    <w:rsid w:val="00235991"/>
    <w:rsid w:val="002369F0"/>
    <w:rsid w:val="00242562"/>
    <w:rsid w:val="0024260D"/>
    <w:rsid w:val="0024389B"/>
    <w:rsid w:val="002550AB"/>
    <w:rsid w:val="00262244"/>
    <w:rsid w:val="00262A91"/>
    <w:rsid w:val="00280773"/>
    <w:rsid w:val="0028459D"/>
    <w:rsid w:val="0028480E"/>
    <w:rsid w:val="00293D54"/>
    <w:rsid w:val="002A1F2F"/>
    <w:rsid w:val="002A5BDA"/>
    <w:rsid w:val="002A7192"/>
    <w:rsid w:val="002C2844"/>
    <w:rsid w:val="002C5D6F"/>
    <w:rsid w:val="002C65CF"/>
    <w:rsid w:val="002F4E5F"/>
    <w:rsid w:val="002F79E3"/>
    <w:rsid w:val="00301FBE"/>
    <w:rsid w:val="00302B2B"/>
    <w:rsid w:val="00303E57"/>
    <w:rsid w:val="00304D7B"/>
    <w:rsid w:val="00307493"/>
    <w:rsid w:val="00310000"/>
    <w:rsid w:val="00312747"/>
    <w:rsid w:val="00316F9A"/>
    <w:rsid w:val="00317901"/>
    <w:rsid w:val="00317FBC"/>
    <w:rsid w:val="00322DAB"/>
    <w:rsid w:val="0032666C"/>
    <w:rsid w:val="00336148"/>
    <w:rsid w:val="003401A1"/>
    <w:rsid w:val="0034094F"/>
    <w:rsid w:val="00342667"/>
    <w:rsid w:val="00344EDE"/>
    <w:rsid w:val="003525F5"/>
    <w:rsid w:val="0036035A"/>
    <w:rsid w:val="00366A21"/>
    <w:rsid w:val="00366E44"/>
    <w:rsid w:val="00367D0C"/>
    <w:rsid w:val="00374AF0"/>
    <w:rsid w:val="003800FF"/>
    <w:rsid w:val="0038039A"/>
    <w:rsid w:val="00393163"/>
    <w:rsid w:val="00393D1E"/>
    <w:rsid w:val="00394B62"/>
    <w:rsid w:val="003A220B"/>
    <w:rsid w:val="003A54C6"/>
    <w:rsid w:val="003A73A5"/>
    <w:rsid w:val="003B0990"/>
    <w:rsid w:val="003B22A7"/>
    <w:rsid w:val="003B2CA1"/>
    <w:rsid w:val="003B4CB6"/>
    <w:rsid w:val="003B5CD3"/>
    <w:rsid w:val="003B6236"/>
    <w:rsid w:val="003D41D8"/>
    <w:rsid w:val="003D4D38"/>
    <w:rsid w:val="003D7429"/>
    <w:rsid w:val="003F2E1B"/>
    <w:rsid w:val="00400597"/>
    <w:rsid w:val="00401E36"/>
    <w:rsid w:val="00402995"/>
    <w:rsid w:val="00406035"/>
    <w:rsid w:val="00410EF5"/>
    <w:rsid w:val="0041221E"/>
    <w:rsid w:val="00416C89"/>
    <w:rsid w:val="004171AD"/>
    <w:rsid w:val="00424798"/>
    <w:rsid w:val="0042546A"/>
    <w:rsid w:val="00425C46"/>
    <w:rsid w:val="00441EF5"/>
    <w:rsid w:val="00447BE7"/>
    <w:rsid w:val="00460099"/>
    <w:rsid w:val="00466C49"/>
    <w:rsid w:val="004743FF"/>
    <w:rsid w:val="00477EC6"/>
    <w:rsid w:val="004832D3"/>
    <w:rsid w:val="00484D09"/>
    <w:rsid w:val="004855B1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D333E"/>
    <w:rsid w:val="004D4A0B"/>
    <w:rsid w:val="004E39C4"/>
    <w:rsid w:val="004E4406"/>
    <w:rsid w:val="004E614B"/>
    <w:rsid w:val="004E6544"/>
    <w:rsid w:val="004F0DF2"/>
    <w:rsid w:val="004F1289"/>
    <w:rsid w:val="004F191E"/>
    <w:rsid w:val="005059FD"/>
    <w:rsid w:val="0051073F"/>
    <w:rsid w:val="00517408"/>
    <w:rsid w:val="005258DA"/>
    <w:rsid w:val="005365B2"/>
    <w:rsid w:val="005458F8"/>
    <w:rsid w:val="005471D8"/>
    <w:rsid w:val="00554F0E"/>
    <w:rsid w:val="00554F7E"/>
    <w:rsid w:val="0055532A"/>
    <w:rsid w:val="00560210"/>
    <w:rsid w:val="0056595A"/>
    <w:rsid w:val="00571CC0"/>
    <w:rsid w:val="00582351"/>
    <w:rsid w:val="00583F58"/>
    <w:rsid w:val="0058420F"/>
    <w:rsid w:val="005901D0"/>
    <w:rsid w:val="005921D7"/>
    <w:rsid w:val="00595E8D"/>
    <w:rsid w:val="00596957"/>
    <w:rsid w:val="005A45A4"/>
    <w:rsid w:val="005B0C2F"/>
    <w:rsid w:val="005B1E8D"/>
    <w:rsid w:val="005C05D8"/>
    <w:rsid w:val="005C0E51"/>
    <w:rsid w:val="005C3DCD"/>
    <w:rsid w:val="005D542C"/>
    <w:rsid w:val="005D601C"/>
    <w:rsid w:val="005E538A"/>
    <w:rsid w:val="005F3EC6"/>
    <w:rsid w:val="006023A9"/>
    <w:rsid w:val="00607CEC"/>
    <w:rsid w:val="00615114"/>
    <w:rsid w:val="006237CB"/>
    <w:rsid w:val="00626D93"/>
    <w:rsid w:val="0063445C"/>
    <w:rsid w:val="006407F8"/>
    <w:rsid w:val="00646600"/>
    <w:rsid w:val="00655149"/>
    <w:rsid w:val="00666B69"/>
    <w:rsid w:val="00671D3A"/>
    <w:rsid w:val="00672D8A"/>
    <w:rsid w:val="00673975"/>
    <w:rsid w:val="00680195"/>
    <w:rsid w:val="00681B41"/>
    <w:rsid w:val="006937C3"/>
    <w:rsid w:val="006A102A"/>
    <w:rsid w:val="006A19C3"/>
    <w:rsid w:val="006C3B83"/>
    <w:rsid w:val="006D740C"/>
    <w:rsid w:val="006E7594"/>
    <w:rsid w:val="006F1BC7"/>
    <w:rsid w:val="00701C41"/>
    <w:rsid w:val="00701E51"/>
    <w:rsid w:val="00701FA6"/>
    <w:rsid w:val="007022C4"/>
    <w:rsid w:val="00712632"/>
    <w:rsid w:val="00712871"/>
    <w:rsid w:val="00721143"/>
    <w:rsid w:val="007300DE"/>
    <w:rsid w:val="0073071E"/>
    <w:rsid w:val="00731B94"/>
    <w:rsid w:val="00734CF9"/>
    <w:rsid w:val="00735C89"/>
    <w:rsid w:val="007465A9"/>
    <w:rsid w:val="0075210E"/>
    <w:rsid w:val="00752934"/>
    <w:rsid w:val="00756A77"/>
    <w:rsid w:val="00761F3F"/>
    <w:rsid w:val="0076455D"/>
    <w:rsid w:val="00770285"/>
    <w:rsid w:val="00773699"/>
    <w:rsid w:val="007747BC"/>
    <w:rsid w:val="00783025"/>
    <w:rsid w:val="00790912"/>
    <w:rsid w:val="007A55AF"/>
    <w:rsid w:val="007B2E0B"/>
    <w:rsid w:val="007B524B"/>
    <w:rsid w:val="007C4E0A"/>
    <w:rsid w:val="007C6A53"/>
    <w:rsid w:val="007D4843"/>
    <w:rsid w:val="007E077E"/>
    <w:rsid w:val="007E0D35"/>
    <w:rsid w:val="007E79B8"/>
    <w:rsid w:val="007E7BCE"/>
    <w:rsid w:val="0080050F"/>
    <w:rsid w:val="00811CF0"/>
    <w:rsid w:val="00820697"/>
    <w:rsid w:val="0082761E"/>
    <w:rsid w:val="00831748"/>
    <w:rsid w:val="00832015"/>
    <w:rsid w:val="0083341B"/>
    <w:rsid w:val="00841363"/>
    <w:rsid w:val="008478F3"/>
    <w:rsid w:val="00850E16"/>
    <w:rsid w:val="00853D1D"/>
    <w:rsid w:val="00854B7C"/>
    <w:rsid w:val="00854F44"/>
    <w:rsid w:val="00855A54"/>
    <w:rsid w:val="00856058"/>
    <w:rsid w:val="00871D84"/>
    <w:rsid w:val="00873AF1"/>
    <w:rsid w:val="00875DBE"/>
    <w:rsid w:val="0088665F"/>
    <w:rsid w:val="008915EE"/>
    <w:rsid w:val="00891CDF"/>
    <w:rsid w:val="00895C20"/>
    <w:rsid w:val="008A012A"/>
    <w:rsid w:val="008B0451"/>
    <w:rsid w:val="008B5097"/>
    <w:rsid w:val="008B5D3E"/>
    <w:rsid w:val="008D33E7"/>
    <w:rsid w:val="008D5DE5"/>
    <w:rsid w:val="008E04E0"/>
    <w:rsid w:val="008E3366"/>
    <w:rsid w:val="008E7689"/>
    <w:rsid w:val="008E770E"/>
    <w:rsid w:val="008F1686"/>
    <w:rsid w:val="008F1990"/>
    <w:rsid w:val="00901169"/>
    <w:rsid w:val="00902FFC"/>
    <w:rsid w:val="009105A4"/>
    <w:rsid w:val="00915CAE"/>
    <w:rsid w:val="00915D98"/>
    <w:rsid w:val="00917504"/>
    <w:rsid w:val="0092184F"/>
    <w:rsid w:val="00924374"/>
    <w:rsid w:val="00927EE6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179F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A646D"/>
    <w:rsid w:val="009B0FEE"/>
    <w:rsid w:val="009B6540"/>
    <w:rsid w:val="009C21A0"/>
    <w:rsid w:val="009C2E1F"/>
    <w:rsid w:val="009C710D"/>
    <w:rsid w:val="009C7E6F"/>
    <w:rsid w:val="009D26A9"/>
    <w:rsid w:val="009D6538"/>
    <w:rsid w:val="009E2022"/>
    <w:rsid w:val="009E3DDE"/>
    <w:rsid w:val="009E622E"/>
    <w:rsid w:val="009F2889"/>
    <w:rsid w:val="009F5DFD"/>
    <w:rsid w:val="00A071EC"/>
    <w:rsid w:val="00A076C5"/>
    <w:rsid w:val="00A102DE"/>
    <w:rsid w:val="00A138DC"/>
    <w:rsid w:val="00A148D1"/>
    <w:rsid w:val="00A14D26"/>
    <w:rsid w:val="00A16CFC"/>
    <w:rsid w:val="00A2403B"/>
    <w:rsid w:val="00A26906"/>
    <w:rsid w:val="00A2786E"/>
    <w:rsid w:val="00A35ED6"/>
    <w:rsid w:val="00A527AD"/>
    <w:rsid w:val="00A558EF"/>
    <w:rsid w:val="00A565E1"/>
    <w:rsid w:val="00A56D40"/>
    <w:rsid w:val="00A671EE"/>
    <w:rsid w:val="00A70D34"/>
    <w:rsid w:val="00A826E0"/>
    <w:rsid w:val="00AA58F4"/>
    <w:rsid w:val="00AA5C10"/>
    <w:rsid w:val="00AB0DD3"/>
    <w:rsid w:val="00AC4348"/>
    <w:rsid w:val="00AC4D29"/>
    <w:rsid w:val="00AC67BB"/>
    <w:rsid w:val="00AC6E32"/>
    <w:rsid w:val="00AD4278"/>
    <w:rsid w:val="00AE25A9"/>
    <w:rsid w:val="00AE2A11"/>
    <w:rsid w:val="00AE3826"/>
    <w:rsid w:val="00AE48F7"/>
    <w:rsid w:val="00AE7D57"/>
    <w:rsid w:val="00AF2CAB"/>
    <w:rsid w:val="00AF5D5C"/>
    <w:rsid w:val="00AF7D81"/>
    <w:rsid w:val="00B03810"/>
    <w:rsid w:val="00B10830"/>
    <w:rsid w:val="00B12BC1"/>
    <w:rsid w:val="00B15243"/>
    <w:rsid w:val="00B20125"/>
    <w:rsid w:val="00B2444C"/>
    <w:rsid w:val="00B26CE7"/>
    <w:rsid w:val="00B3158D"/>
    <w:rsid w:val="00B35FA5"/>
    <w:rsid w:val="00B367FE"/>
    <w:rsid w:val="00B42195"/>
    <w:rsid w:val="00B50446"/>
    <w:rsid w:val="00B5071A"/>
    <w:rsid w:val="00B601F9"/>
    <w:rsid w:val="00B74EB0"/>
    <w:rsid w:val="00B82292"/>
    <w:rsid w:val="00B901BE"/>
    <w:rsid w:val="00B91556"/>
    <w:rsid w:val="00B95639"/>
    <w:rsid w:val="00BB2592"/>
    <w:rsid w:val="00BB35B0"/>
    <w:rsid w:val="00BB51AE"/>
    <w:rsid w:val="00BB5234"/>
    <w:rsid w:val="00BB7F21"/>
    <w:rsid w:val="00BD2FA4"/>
    <w:rsid w:val="00BD31B1"/>
    <w:rsid w:val="00BE5BC1"/>
    <w:rsid w:val="00BE6E17"/>
    <w:rsid w:val="00BF055F"/>
    <w:rsid w:val="00BF392F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1D92"/>
    <w:rsid w:val="00C341DC"/>
    <w:rsid w:val="00C35C97"/>
    <w:rsid w:val="00C57046"/>
    <w:rsid w:val="00C638F6"/>
    <w:rsid w:val="00C66D52"/>
    <w:rsid w:val="00C67FDB"/>
    <w:rsid w:val="00C71018"/>
    <w:rsid w:val="00C7267B"/>
    <w:rsid w:val="00C72BA0"/>
    <w:rsid w:val="00C77B90"/>
    <w:rsid w:val="00C86134"/>
    <w:rsid w:val="00C86A86"/>
    <w:rsid w:val="00C960FF"/>
    <w:rsid w:val="00CA01EE"/>
    <w:rsid w:val="00CA14AB"/>
    <w:rsid w:val="00CA4D84"/>
    <w:rsid w:val="00CB748B"/>
    <w:rsid w:val="00CB7575"/>
    <w:rsid w:val="00CC1D57"/>
    <w:rsid w:val="00CD50D1"/>
    <w:rsid w:val="00CE5ABE"/>
    <w:rsid w:val="00CF1550"/>
    <w:rsid w:val="00CF5214"/>
    <w:rsid w:val="00CF6D86"/>
    <w:rsid w:val="00D00D47"/>
    <w:rsid w:val="00D04C00"/>
    <w:rsid w:val="00D051A9"/>
    <w:rsid w:val="00D07A7B"/>
    <w:rsid w:val="00D16795"/>
    <w:rsid w:val="00D20344"/>
    <w:rsid w:val="00D23298"/>
    <w:rsid w:val="00D2536D"/>
    <w:rsid w:val="00D2659F"/>
    <w:rsid w:val="00D26F42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3AA0"/>
    <w:rsid w:val="00D75838"/>
    <w:rsid w:val="00D75CA4"/>
    <w:rsid w:val="00D778C4"/>
    <w:rsid w:val="00D81750"/>
    <w:rsid w:val="00D838B1"/>
    <w:rsid w:val="00D91630"/>
    <w:rsid w:val="00D92772"/>
    <w:rsid w:val="00D92BD4"/>
    <w:rsid w:val="00D933C9"/>
    <w:rsid w:val="00DB4061"/>
    <w:rsid w:val="00DB4902"/>
    <w:rsid w:val="00DC3060"/>
    <w:rsid w:val="00DC3EBD"/>
    <w:rsid w:val="00DC4040"/>
    <w:rsid w:val="00DD07C5"/>
    <w:rsid w:val="00DE3926"/>
    <w:rsid w:val="00DE4901"/>
    <w:rsid w:val="00DF3D59"/>
    <w:rsid w:val="00DF410E"/>
    <w:rsid w:val="00E020F7"/>
    <w:rsid w:val="00E043B8"/>
    <w:rsid w:val="00E04E7D"/>
    <w:rsid w:val="00E05E24"/>
    <w:rsid w:val="00E26332"/>
    <w:rsid w:val="00E32845"/>
    <w:rsid w:val="00E47BF4"/>
    <w:rsid w:val="00E502E1"/>
    <w:rsid w:val="00E55FF8"/>
    <w:rsid w:val="00E578BD"/>
    <w:rsid w:val="00E615F9"/>
    <w:rsid w:val="00E636E3"/>
    <w:rsid w:val="00E75AA2"/>
    <w:rsid w:val="00E77EC3"/>
    <w:rsid w:val="00E859F9"/>
    <w:rsid w:val="00E87F4D"/>
    <w:rsid w:val="00E92BF2"/>
    <w:rsid w:val="00EA3D41"/>
    <w:rsid w:val="00EB1100"/>
    <w:rsid w:val="00EB13E3"/>
    <w:rsid w:val="00EB700B"/>
    <w:rsid w:val="00EC201C"/>
    <w:rsid w:val="00EC5F8F"/>
    <w:rsid w:val="00EC7B75"/>
    <w:rsid w:val="00ED19C7"/>
    <w:rsid w:val="00ED3C9F"/>
    <w:rsid w:val="00EE0C5F"/>
    <w:rsid w:val="00EE605B"/>
    <w:rsid w:val="00EE6512"/>
    <w:rsid w:val="00EF2251"/>
    <w:rsid w:val="00F01BE4"/>
    <w:rsid w:val="00F02C7F"/>
    <w:rsid w:val="00F03EA3"/>
    <w:rsid w:val="00F04D4F"/>
    <w:rsid w:val="00F060FE"/>
    <w:rsid w:val="00F370AE"/>
    <w:rsid w:val="00F44960"/>
    <w:rsid w:val="00F5678E"/>
    <w:rsid w:val="00F60ECA"/>
    <w:rsid w:val="00F63C27"/>
    <w:rsid w:val="00F67D68"/>
    <w:rsid w:val="00F748C1"/>
    <w:rsid w:val="00F754D2"/>
    <w:rsid w:val="00F75A2A"/>
    <w:rsid w:val="00F86BC9"/>
    <w:rsid w:val="00F86F59"/>
    <w:rsid w:val="00F93F47"/>
    <w:rsid w:val="00F9586E"/>
    <w:rsid w:val="00FA08E8"/>
    <w:rsid w:val="00FA4000"/>
    <w:rsid w:val="00FB0C4E"/>
    <w:rsid w:val="00FB0E07"/>
    <w:rsid w:val="00FB3272"/>
    <w:rsid w:val="00FB40C0"/>
    <w:rsid w:val="00FC0F14"/>
    <w:rsid w:val="00FC3746"/>
    <w:rsid w:val="00FC7C74"/>
    <w:rsid w:val="00FD216B"/>
    <w:rsid w:val="00FD2217"/>
    <w:rsid w:val="00FD669F"/>
    <w:rsid w:val="00FE08AC"/>
    <w:rsid w:val="00FE6B60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91788"/>
  <w15:docId w15:val="{95513EAF-BF95-47D4-8192-B7296232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431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92B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B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3CC21-6310-4C89-8323-72734DE8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10</cp:revision>
  <cp:lastPrinted>2025-03-14T06:20:00Z</cp:lastPrinted>
  <dcterms:created xsi:type="dcterms:W3CDTF">2025-03-12T13:52:00Z</dcterms:created>
  <dcterms:modified xsi:type="dcterms:W3CDTF">2025-03-14T09:05:00Z</dcterms:modified>
</cp:coreProperties>
</file>