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A5" w:rsidRPr="00CF1822" w:rsidRDefault="004269A5">
      <w:pPr>
        <w:jc w:val="center"/>
        <w:rPr>
          <w:b/>
          <w:bCs/>
          <w:sz w:val="32"/>
          <w:szCs w:val="32"/>
        </w:rPr>
      </w:pPr>
    </w:p>
    <w:p w:rsidR="004269A5" w:rsidRPr="00CF1822" w:rsidRDefault="004269A5">
      <w:pPr>
        <w:jc w:val="center"/>
        <w:rPr>
          <w:b/>
          <w:bCs/>
          <w:sz w:val="28"/>
        </w:rPr>
      </w:pPr>
    </w:p>
    <w:p w:rsidR="004269A5" w:rsidRPr="00CF1822" w:rsidRDefault="004269A5">
      <w:pPr>
        <w:jc w:val="center"/>
        <w:rPr>
          <w:b/>
          <w:bCs/>
          <w:sz w:val="28"/>
        </w:rPr>
      </w:pPr>
    </w:p>
    <w:p w:rsidR="004269A5" w:rsidRPr="00CF1822" w:rsidRDefault="004269A5">
      <w:pPr>
        <w:jc w:val="center"/>
        <w:rPr>
          <w:b/>
          <w:bCs/>
          <w:sz w:val="28"/>
        </w:rPr>
      </w:pPr>
    </w:p>
    <w:p w:rsidR="004269A5" w:rsidRPr="00CF1822" w:rsidRDefault="004269A5">
      <w:pPr>
        <w:jc w:val="center"/>
        <w:rPr>
          <w:b/>
          <w:bCs/>
          <w:sz w:val="28"/>
        </w:rPr>
      </w:pPr>
    </w:p>
    <w:p w:rsidR="004269A5" w:rsidRPr="00CF1822" w:rsidRDefault="004269A5">
      <w:pPr>
        <w:jc w:val="center"/>
        <w:rPr>
          <w:b/>
          <w:bCs/>
          <w:sz w:val="28"/>
        </w:rPr>
      </w:pPr>
    </w:p>
    <w:p w:rsidR="004269A5" w:rsidRPr="00CF1822" w:rsidRDefault="004269A5">
      <w:pPr>
        <w:jc w:val="center"/>
        <w:rPr>
          <w:b/>
          <w:bCs/>
          <w:sz w:val="28"/>
        </w:rPr>
      </w:pPr>
    </w:p>
    <w:p w:rsidR="004269A5" w:rsidRPr="00CF1822" w:rsidRDefault="004269A5">
      <w:pPr>
        <w:jc w:val="center"/>
        <w:rPr>
          <w:b/>
          <w:bCs/>
          <w:sz w:val="28"/>
        </w:rPr>
      </w:pPr>
    </w:p>
    <w:p w:rsidR="004269A5" w:rsidRPr="00CF1822" w:rsidRDefault="004269A5">
      <w:pPr>
        <w:jc w:val="center"/>
        <w:rPr>
          <w:b/>
          <w:bCs/>
          <w:sz w:val="36"/>
          <w:szCs w:val="36"/>
        </w:rPr>
      </w:pPr>
    </w:p>
    <w:p w:rsidR="004269A5" w:rsidRPr="00CF1822" w:rsidRDefault="004269A5">
      <w:pPr>
        <w:jc w:val="center"/>
        <w:rPr>
          <w:b/>
          <w:bCs/>
          <w:sz w:val="28"/>
        </w:rPr>
      </w:pPr>
      <w:r w:rsidRPr="00CF1822">
        <w:rPr>
          <w:b/>
          <w:bCs/>
          <w:sz w:val="28"/>
        </w:rPr>
        <w:t>О внесении изменений в Закон Ярославской области</w:t>
      </w:r>
    </w:p>
    <w:p w:rsidR="004269A5" w:rsidRPr="00CF1822" w:rsidRDefault="004269A5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CF1822">
        <w:rPr>
          <w:rFonts w:ascii="Times New Roman" w:hAnsi="Times New Roman"/>
          <w:sz w:val="28"/>
          <w:szCs w:val="28"/>
        </w:rPr>
        <w:t xml:space="preserve">«Об областном бюджете на 2010 год </w:t>
      </w:r>
    </w:p>
    <w:p w:rsidR="004269A5" w:rsidRPr="00CF1822" w:rsidRDefault="004269A5" w:rsidP="00673B0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F1822">
        <w:rPr>
          <w:rFonts w:ascii="Times New Roman" w:hAnsi="Times New Roman"/>
          <w:sz w:val="28"/>
        </w:rPr>
        <w:t xml:space="preserve">и на плановый </w:t>
      </w:r>
      <w:r w:rsidRPr="00CF1822">
        <w:rPr>
          <w:rFonts w:ascii="Times New Roman" w:hAnsi="Times New Roman" w:cs="Times New Roman"/>
          <w:sz w:val="28"/>
          <w:szCs w:val="28"/>
        </w:rPr>
        <w:t>период 2011 и 2012 годов»</w:t>
      </w:r>
    </w:p>
    <w:p w:rsidR="004269A5" w:rsidRPr="00CF1822" w:rsidRDefault="004269A5">
      <w:pPr>
        <w:jc w:val="both"/>
        <w:rPr>
          <w:smallCaps/>
          <w:sz w:val="23"/>
          <w:szCs w:val="23"/>
        </w:rPr>
      </w:pPr>
    </w:p>
    <w:p w:rsidR="004269A5" w:rsidRDefault="004269A5">
      <w:pPr>
        <w:jc w:val="both"/>
        <w:rPr>
          <w:smallCaps/>
          <w:sz w:val="23"/>
          <w:szCs w:val="23"/>
        </w:rPr>
      </w:pPr>
    </w:p>
    <w:p w:rsidR="004269A5" w:rsidRPr="00CF1822" w:rsidRDefault="004269A5">
      <w:pPr>
        <w:jc w:val="both"/>
        <w:rPr>
          <w:smallCaps/>
          <w:sz w:val="23"/>
          <w:szCs w:val="23"/>
        </w:rPr>
      </w:pPr>
    </w:p>
    <w:p w:rsidR="004269A5" w:rsidRPr="00CF1822" w:rsidRDefault="004269A5">
      <w:pPr>
        <w:jc w:val="both"/>
        <w:rPr>
          <w:szCs w:val="22"/>
        </w:rPr>
      </w:pPr>
      <w:r w:rsidRPr="00CF1822">
        <w:rPr>
          <w:szCs w:val="22"/>
        </w:rPr>
        <w:t>Принят Ярославской областной Думой</w:t>
      </w:r>
    </w:p>
    <w:p w:rsidR="004269A5" w:rsidRPr="00CF1822" w:rsidRDefault="004269A5">
      <w:pPr>
        <w:tabs>
          <w:tab w:val="left" w:pos="7230"/>
        </w:tabs>
        <w:jc w:val="both"/>
        <w:rPr>
          <w:szCs w:val="22"/>
        </w:rPr>
      </w:pPr>
      <w:r w:rsidRPr="00CF1822">
        <w:rPr>
          <w:szCs w:val="22"/>
        </w:rPr>
        <w:t>23 ноября 2010 года</w:t>
      </w:r>
    </w:p>
    <w:p w:rsidR="004269A5" w:rsidRPr="00CF1822" w:rsidRDefault="004269A5">
      <w:pPr>
        <w:rPr>
          <w:sz w:val="25"/>
          <w:szCs w:val="25"/>
        </w:rPr>
      </w:pPr>
    </w:p>
    <w:p w:rsidR="004269A5" w:rsidRPr="00CF1822" w:rsidRDefault="004269A5">
      <w:pPr>
        <w:rPr>
          <w:sz w:val="25"/>
          <w:szCs w:val="25"/>
        </w:rPr>
      </w:pPr>
    </w:p>
    <w:p w:rsidR="004269A5" w:rsidRPr="00CF1822" w:rsidRDefault="004269A5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1822">
        <w:rPr>
          <w:rFonts w:ascii="Times New Roman" w:hAnsi="Times New Roman"/>
          <w:sz w:val="28"/>
          <w:szCs w:val="28"/>
        </w:rPr>
        <w:t>Внести в Закон Ярославской области от 16.12.2009 № 71-з «Об облас</w:t>
      </w:r>
      <w:r w:rsidRPr="00CF1822">
        <w:rPr>
          <w:rFonts w:ascii="Times New Roman" w:hAnsi="Times New Roman"/>
          <w:sz w:val="28"/>
          <w:szCs w:val="28"/>
        </w:rPr>
        <w:t>т</w:t>
      </w:r>
      <w:r w:rsidRPr="00CF1822">
        <w:rPr>
          <w:rFonts w:ascii="Times New Roman" w:hAnsi="Times New Roman"/>
          <w:sz w:val="28"/>
          <w:szCs w:val="28"/>
        </w:rPr>
        <w:t>ном бюджете на 2010 год и на плановый период 2011 и 2012 годов» (Док</w:t>
      </w:r>
      <w:r w:rsidRPr="00CF1822">
        <w:rPr>
          <w:rFonts w:ascii="Times New Roman" w:hAnsi="Times New Roman"/>
          <w:sz w:val="28"/>
          <w:szCs w:val="28"/>
        </w:rPr>
        <w:t>у</w:t>
      </w:r>
      <w:r w:rsidRPr="00CF1822">
        <w:rPr>
          <w:rFonts w:ascii="Times New Roman" w:hAnsi="Times New Roman"/>
          <w:sz w:val="28"/>
          <w:szCs w:val="28"/>
        </w:rPr>
        <w:t>мент – Регион, 2009, 23 декабря</w:t>
      </w:r>
      <w:r>
        <w:rPr>
          <w:rFonts w:ascii="Times New Roman" w:hAnsi="Times New Roman"/>
          <w:sz w:val="28"/>
          <w:szCs w:val="28"/>
        </w:rPr>
        <w:t>, № 37; 2010, 19 февраля, № 9-а;</w:t>
      </w:r>
      <w:r w:rsidRPr="00CF1822">
        <w:rPr>
          <w:rFonts w:ascii="Times New Roman" w:hAnsi="Times New Roman"/>
          <w:sz w:val="28"/>
          <w:szCs w:val="28"/>
        </w:rPr>
        <w:t xml:space="preserve"> 2 июня, № 37</w:t>
      </w:r>
      <w:r>
        <w:rPr>
          <w:rFonts w:ascii="Times New Roman" w:hAnsi="Times New Roman"/>
          <w:sz w:val="28"/>
          <w:szCs w:val="28"/>
        </w:rPr>
        <w:t>;</w:t>
      </w:r>
      <w:r w:rsidRPr="00CF1822">
        <w:rPr>
          <w:rFonts w:ascii="Times New Roman" w:hAnsi="Times New Roman"/>
          <w:sz w:val="28"/>
          <w:szCs w:val="28"/>
        </w:rPr>
        <w:t xml:space="preserve"> 9 июля, № 50; 8 октября, № 77) следующие изменения:</w:t>
      </w:r>
    </w:p>
    <w:p w:rsidR="004269A5" w:rsidRPr="00CF1822" w:rsidRDefault="004269A5" w:rsidP="00D17B2D">
      <w:pPr>
        <w:pStyle w:val="21"/>
        <w:ind w:firstLine="720"/>
        <w:jc w:val="both"/>
        <w:rPr>
          <w:szCs w:val="28"/>
        </w:rPr>
      </w:pPr>
      <w:r w:rsidRPr="00CF1822">
        <w:rPr>
          <w:szCs w:val="28"/>
        </w:rPr>
        <w:t>1) часть 1 статьи 1 изложить в следующей редакции:</w:t>
      </w:r>
    </w:p>
    <w:p w:rsidR="004269A5" w:rsidRPr="00CF1822" w:rsidRDefault="004269A5" w:rsidP="00D17B2D">
      <w:pPr>
        <w:pStyle w:val="BodyTextIndent"/>
        <w:ind w:firstLine="709"/>
        <w:rPr>
          <w:szCs w:val="28"/>
        </w:rPr>
      </w:pPr>
      <w:r w:rsidRPr="00CF1822">
        <w:rPr>
          <w:szCs w:val="28"/>
        </w:rPr>
        <w:t>«1. Утвердить основные характеристики областного бюджета на 2010</w:t>
      </w:r>
      <w:r w:rsidRPr="00CF1822">
        <w:rPr>
          <w:szCs w:val="28"/>
          <w:lang w:val="en-US"/>
        </w:rPr>
        <w:t> </w:t>
      </w:r>
      <w:r w:rsidRPr="00CF1822">
        <w:rPr>
          <w:szCs w:val="28"/>
        </w:rPr>
        <w:t>год:</w:t>
      </w:r>
    </w:p>
    <w:p w:rsidR="004269A5" w:rsidRPr="00CF1822" w:rsidRDefault="004269A5" w:rsidP="007A32F8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1) прогнозируемый общий объем доходов областного бюджета в сумме 41130482 тыс. рублей;</w:t>
      </w:r>
    </w:p>
    <w:p w:rsidR="004269A5" w:rsidRPr="00CF1822" w:rsidRDefault="004269A5" w:rsidP="00D17B2D">
      <w:pPr>
        <w:ind w:firstLine="708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2) общий объем расходов областного бюджета в сумме 45420885 тыс.</w:t>
      </w:r>
      <w:r w:rsidRPr="00CF1822">
        <w:rPr>
          <w:sz w:val="28"/>
          <w:szCs w:val="28"/>
          <w:lang w:val="en-US"/>
        </w:rPr>
        <w:t> </w:t>
      </w:r>
      <w:r w:rsidRPr="00CF1822">
        <w:rPr>
          <w:sz w:val="28"/>
          <w:szCs w:val="28"/>
        </w:rPr>
        <w:t>рублей;</w:t>
      </w:r>
    </w:p>
    <w:p w:rsidR="004269A5" w:rsidRPr="00CF1822" w:rsidRDefault="004269A5" w:rsidP="00391A16">
      <w:pPr>
        <w:ind w:firstLine="708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3) дефицит областного бюджета в сумме 4290403 тыс. рублей.»;</w:t>
      </w:r>
    </w:p>
    <w:p w:rsidR="004269A5" w:rsidRPr="00CF1822" w:rsidRDefault="004269A5" w:rsidP="00D4453B">
      <w:pPr>
        <w:ind w:firstLine="709"/>
        <w:jc w:val="both"/>
        <w:rPr>
          <w:rFonts w:ascii="Times New Roman CYR" w:hAnsi="Times New Roman CYR" w:cs="Times New Roman CYR"/>
        </w:rPr>
      </w:pPr>
      <w:r w:rsidRPr="00CF1822">
        <w:rPr>
          <w:sz w:val="28"/>
          <w:szCs w:val="28"/>
        </w:rPr>
        <w:t>2) в статье 12 цифры «1712579» заменить цифрами «3445034»;</w:t>
      </w:r>
    </w:p>
    <w:p w:rsidR="004269A5" w:rsidRPr="00CF1822" w:rsidRDefault="004269A5" w:rsidP="00EB011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F1822">
        <w:rPr>
          <w:sz w:val="28"/>
          <w:szCs w:val="28"/>
        </w:rPr>
        <w:t>3) в части 1 статьи 24 цифры «5402595» заменить цифрами «6553200»;</w:t>
      </w:r>
    </w:p>
    <w:p w:rsidR="004269A5" w:rsidRPr="00CF1822" w:rsidRDefault="004269A5">
      <w:pPr>
        <w:autoSpaceDE w:val="0"/>
        <w:autoSpaceDN w:val="0"/>
        <w:adjustRightInd w:val="0"/>
        <w:ind w:left="709"/>
        <w:jc w:val="both"/>
        <w:outlineLvl w:val="1"/>
        <w:rPr>
          <w:sz w:val="28"/>
          <w:szCs w:val="28"/>
        </w:rPr>
      </w:pPr>
      <w:r w:rsidRPr="00CF1822">
        <w:rPr>
          <w:sz w:val="28"/>
          <w:szCs w:val="28"/>
        </w:rPr>
        <w:t>4) в части 1 статьи 25 цифры «8987451» заменить цифрами «8973222»;</w:t>
      </w:r>
    </w:p>
    <w:p w:rsidR="004269A5" w:rsidRPr="00CF1822" w:rsidRDefault="004269A5">
      <w:pPr>
        <w:pStyle w:val="21"/>
        <w:ind w:left="709" w:firstLine="0"/>
        <w:jc w:val="both"/>
        <w:rPr>
          <w:szCs w:val="28"/>
        </w:rPr>
      </w:pPr>
      <w:r w:rsidRPr="00CF1822">
        <w:rPr>
          <w:szCs w:val="28"/>
        </w:rPr>
        <w:t>5) в статье 26:</w:t>
      </w:r>
    </w:p>
    <w:p w:rsidR="004269A5" w:rsidRPr="00CF1822" w:rsidRDefault="004269A5">
      <w:pPr>
        <w:pStyle w:val="21"/>
        <w:ind w:left="709" w:firstLine="0"/>
        <w:jc w:val="both"/>
        <w:rPr>
          <w:szCs w:val="28"/>
        </w:rPr>
      </w:pPr>
      <w:r w:rsidRPr="00CF1822">
        <w:rPr>
          <w:szCs w:val="28"/>
        </w:rPr>
        <w:t>а) в части 1 цифры «999183» заменить цифрами «1043735»;</w:t>
      </w:r>
    </w:p>
    <w:p w:rsidR="004269A5" w:rsidRPr="00CF1822" w:rsidRDefault="004269A5">
      <w:pPr>
        <w:pStyle w:val="21"/>
        <w:ind w:left="709" w:firstLine="0"/>
        <w:jc w:val="both"/>
        <w:rPr>
          <w:szCs w:val="28"/>
        </w:rPr>
      </w:pPr>
      <w:r w:rsidRPr="00CF1822">
        <w:rPr>
          <w:szCs w:val="28"/>
        </w:rPr>
        <w:t>б) часть 2 дополнить абзацем следующего содержания:</w:t>
      </w:r>
    </w:p>
    <w:p w:rsidR="004269A5" w:rsidRPr="00CF1822" w:rsidRDefault="004269A5" w:rsidP="00161DFB">
      <w:pPr>
        <w:pStyle w:val="21"/>
        <w:ind w:firstLine="709"/>
        <w:jc w:val="both"/>
        <w:rPr>
          <w:szCs w:val="28"/>
        </w:rPr>
      </w:pPr>
      <w:r w:rsidRPr="00CF1822">
        <w:rPr>
          <w:szCs w:val="28"/>
        </w:rPr>
        <w:t>«Иные межбюджетные трансферты, не распределенные согласно ук</w:t>
      </w:r>
      <w:r w:rsidRPr="00CF1822">
        <w:rPr>
          <w:szCs w:val="28"/>
        </w:rPr>
        <w:t>а</w:t>
      </w:r>
      <w:r w:rsidRPr="00CF1822">
        <w:rPr>
          <w:szCs w:val="28"/>
        </w:rPr>
        <w:t>занным приложениям, распределяются Правительством Ярославской обла</w:t>
      </w:r>
      <w:r w:rsidRPr="00CF1822">
        <w:rPr>
          <w:szCs w:val="28"/>
        </w:rPr>
        <w:t>с</w:t>
      </w:r>
      <w:r w:rsidRPr="00CF1822">
        <w:rPr>
          <w:szCs w:val="28"/>
        </w:rPr>
        <w:t>ти.»;</w:t>
      </w:r>
    </w:p>
    <w:p w:rsidR="004269A5" w:rsidRPr="00CF1822" w:rsidRDefault="004269A5" w:rsidP="003070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F1822">
        <w:rPr>
          <w:sz w:val="28"/>
          <w:szCs w:val="28"/>
        </w:rPr>
        <w:t>6) в статье 28:</w:t>
      </w:r>
    </w:p>
    <w:p w:rsidR="004269A5" w:rsidRPr="00CF1822" w:rsidRDefault="004269A5" w:rsidP="003E090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F1822">
        <w:rPr>
          <w:sz w:val="28"/>
          <w:szCs w:val="28"/>
        </w:rPr>
        <w:t>а) в пункте 1 слова «на 2011 год в сумме 13000000 тыс. рублей и на 2012 год в сумме 13000000 тыс. рублей» заменить словами «на 2011 год в сумме 14000000 тыс. рублей и на 2012 год в сумме 14000000 тыс. рублей»;</w:t>
      </w:r>
    </w:p>
    <w:p w:rsidR="004269A5" w:rsidRPr="00CF1822" w:rsidRDefault="004269A5" w:rsidP="003E090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F1822">
        <w:rPr>
          <w:sz w:val="28"/>
          <w:szCs w:val="28"/>
        </w:rPr>
        <w:t>б) в пункте 2 цифры «12137507», «12796029» и «13010103» заменить соответственно цифрами «12437222», «13095744» и «13309818»;</w:t>
      </w:r>
    </w:p>
    <w:p w:rsidR="004269A5" w:rsidRPr="00CF1822" w:rsidRDefault="004269A5" w:rsidP="009A23A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F1822">
        <w:rPr>
          <w:sz w:val="28"/>
          <w:szCs w:val="28"/>
        </w:rPr>
        <w:t>в) в пункте 3 цифры «1006000» заменить цифрами «866000»;</w:t>
      </w:r>
    </w:p>
    <w:p w:rsidR="004269A5" w:rsidRPr="00CF1822" w:rsidRDefault="004269A5" w:rsidP="009A23A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F1822">
        <w:rPr>
          <w:sz w:val="28"/>
          <w:szCs w:val="28"/>
        </w:rPr>
        <w:t>г) в пункте 4 цифры «10276809» заменить цифрами «10576524»;</w:t>
      </w:r>
    </w:p>
    <w:p w:rsidR="004269A5" w:rsidRPr="00CF1822" w:rsidRDefault="004269A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F1822">
        <w:rPr>
          <w:sz w:val="28"/>
        </w:rPr>
        <w:t xml:space="preserve">7) </w:t>
      </w:r>
      <w:r w:rsidRPr="00CF1822">
        <w:rPr>
          <w:sz w:val="28"/>
          <w:szCs w:val="28"/>
        </w:rPr>
        <w:t>в приложении 1:</w:t>
      </w:r>
    </w:p>
    <w:p w:rsidR="004269A5" w:rsidRPr="00CF1822" w:rsidRDefault="004269A5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а) раздел «Департамент здравоохранения и фармации Ярославской о</w:t>
      </w:r>
      <w:r w:rsidRPr="00CF1822">
        <w:rPr>
          <w:sz w:val="28"/>
          <w:szCs w:val="28"/>
        </w:rPr>
        <w:t>б</w:t>
      </w:r>
      <w:r w:rsidRPr="00CF1822">
        <w:rPr>
          <w:sz w:val="28"/>
          <w:szCs w:val="28"/>
        </w:rPr>
        <w:t>ласти» после строки с кодом классификации 2 02 02054 02 0000 151 допо</w:t>
      </w:r>
      <w:r w:rsidRPr="00CF1822">
        <w:rPr>
          <w:sz w:val="28"/>
          <w:szCs w:val="28"/>
        </w:rPr>
        <w:t>л</w:t>
      </w:r>
      <w:r w:rsidRPr="00CF1822">
        <w:rPr>
          <w:sz w:val="28"/>
          <w:szCs w:val="28"/>
        </w:rPr>
        <w:t>нить строкой следующего содержания:</w:t>
      </w:r>
    </w:p>
    <w:tbl>
      <w:tblPr>
        <w:tblW w:w="9411" w:type="dxa"/>
        <w:jc w:val="center"/>
        <w:tblInd w:w="29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49"/>
        <w:gridCol w:w="2634"/>
        <w:gridCol w:w="6028"/>
      </w:tblGrid>
      <w:tr w:rsidR="004269A5" w:rsidRPr="00CF1822">
        <w:trPr>
          <w:trHeight w:val="600"/>
          <w:jc w:val="center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 w:rsidP="00C5097E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«901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 w:rsidP="00C5097E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2 02 02095 02 0000 151</w:t>
            </w:r>
          </w:p>
          <w:p w:rsidR="004269A5" w:rsidRPr="00CF1822" w:rsidRDefault="004269A5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 w:rsidP="00591EEA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на осуществление организационных мероприятий по обеспечению граждан лекарственными средствами, предназначенными для лечения больных злокачестве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н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тканей»;</w:t>
            </w:r>
          </w:p>
        </w:tc>
      </w:tr>
    </w:tbl>
    <w:p w:rsidR="004269A5" w:rsidRPr="00CF1822" w:rsidRDefault="004269A5">
      <w:pPr>
        <w:spacing w:before="30" w:after="30"/>
        <w:ind w:firstLine="708"/>
        <w:jc w:val="both"/>
        <w:rPr>
          <w:sz w:val="28"/>
          <w:szCs w:val="28"/>
          <w:highlight w:val="yellow"/>
        </w:rPr>
      </w:pPr>
    </w:p>
    <w:p w:rsidR="004269A5" w:rsidRPr="00CF1822" w:rsidRDefault="004269A5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б) раздел «Департамент образования Ярославской области» после стр</w:t>
      </w:r>
      <w:r w:rsidRPr="00CF1822">
        <w:rPr>
          <w:sz w:val="28"/>
          <w:szCs w:val="28"/>
        </w:rPr>
        <w:t>о</w:t>
      </w:r>
      <w:r w:rsidRPr="00CF1822">
        <w:rPr>
          <w:sz w:val="28"/>
          <w:szCs w:val="28"/>
        </w:rPr>
        <w:t>ки с кодом классификации 2 02 02037 02 0000 151 дополнить строками сл</w:t>
      </w:r>
      <w:r w:rsidRPr="00CF1822">
        <w:rPr>
          <w:sz w:val="28"/>
          <w:szCs w:val="28"/>
        </w:rPr>
        <w:t>е</w:t>
      </w:r>
      <w:r w:rsidRPr="00CF1822">
        <w:rPr>
          <w:sz w:val="28"/>
          <w:szCs w:val="28"/>
        </w:rPr>
        <w:t>дующего содержания:</w:t>
      </w:r>
    </w:p>
    <w:tbl>
      <w:tblPr>
        <w:tblW w:w="9411" w:type="dxa"/>
        <w:jc w:val="center"/>
        <w:tblInd w:w="29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49"/>
        <w:gridCol w:w="2634"/>
        <w:gridCol w:w="6028"/>
      </w:tblGrid>
      <w:tr w:rsidR="004269A5" w:rsidRPr="00CF1822">
        <w:trPr>
          <w:trHeight w:val="600"/>
          <w:jc w:val="center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 w:rsidP="00F91F0A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«903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2 02 02047 02 0000 151</w:t>
            </w:r>
          </w:p>
        </w:tc>
        <w:tc>
          <w:tcPr>
            <w:tcW w:w="6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на обеспечение жилыми помещениями детей-сирот, д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е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тей, оставшихся без попечения родителей, а также детей, находящихся под опекой (попечительством), не име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ю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щих закрепленного жилого помещения</w:t>
            </w:r>
          </w:p>
        </w:tc>
      </w:tr>
      <w:tr w:rsidR="004269A5" w:rsidRPr="00CF1822">
        <w:trPr>
          <w:trHeight w:val="600"/>
          <w:jc w:val="center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 w:rsidP="00F91F0A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903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2 02 02067 02 0000 151</w:t>
            </w:r>
          </w:p>
        </w:tc>
        <w:tc>
          <w:tcPr>
            <w:tcW w:w="6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на поощрение лучших учителей»;</w:t>
            </w:r>
          </w:p>
        </w:tc>
      </w:tr>
    </w:tbl>
    <w:p w:rsidR="004269A5" w:rsidRPr="00CF1822" w:rsidRDefault="004269A5" w:rsidP="009466EC">
      <w:pPr>
        <w:pStyle w:val="ConsCell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:rsidR="004269A5" w:rsidRPr="00CF1822" w:rsidRDefault="004269A5" w:rsidP="008F2A5B">
      <w:pPr>
        <w:pStyle w:val="Con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1822">
        <w:rPr>
          <w:rFonts w:ascii="Times New Roman" w:hAnsi="Times New Roman" w:cs="Times New Roman"/>
          <w:sz w:val="28"/>
          <w:szCs w:val="28"/>
        </w:rPr>
        <w:t>в) раздел «Департамент по управлению государственным имуществом Ярославской области» после строки «911 – Департамент по управлению г</w:t>
      </w:r>
      <w:r w:rsidRPr="00CF1822">
        <w:rPr>
          <w:rFonts w:ascii="Times New Roman" w:hAnsi="Times New Roman" w:cs="Times New Roman"/>
          <w:sz w:val="28"/>
          <w:szCs w:val="28"/>
        </w:rPr>
        <w:t>о</w:t>
      </w:r>
      <w:r w:rsidRPr="00CF1822">
        <w:rPr>
          <w:rFonts w:ascii="Times New Roman" w:hAnsi="Times New Roman" w:cs="Times New Roman"/>
          <w:sz w:val="28"/>
          <w:szCs w:val="28"/>
        </w:rPr>
        <w:t>сударственным имуществом Ярославской области» дополнить строкой сл</w:t>
      </w:r>
      <w:r w:rsidRPr="00CF1822">
        <w:rPr>
          <w:rFonts w:ascii="Times New Roman" w:hAnsi="Times New Roman" w:cs="Times New Roman"/>
          <w:sz w:val="28"/>
          <w:szCs w:val="28"/>
        </w:rPr>
        <w:t>е</w:t>
      </w:r>
      <w:r w:rsidRPr="00CF1822">
        <w:rPr>
          <w:rFonts w:ascii="Times New Roman" w:hAnsi="Times New Roman" w:cs="Times New Roman"/>
          <w:sz w:val="28"/>
          <w:szCs w:val="28"/>
        </w:rPr>
        <w:t>дующего содержания:</w:t>
      </w:r>
    </w:p>
    <w:tbl>
      <w:tblPr>
        <w:tblW w:w="9411" w:type="dxa"/>
        <w:jc w:val="center"/>
        <w:tblInd w:w="29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49"/>
        <w:gridCol w:w="2634"/>
        <w:gridCol w:w="6028"/>
      </w:tblGrid>
      <w:tr w:rsidR="004269A5" w:rsidRPr="00CF1822" w:rsidTr="00666152">
        <w:trPr>
          <w:trHeight w:val="600"/>
          <w:jc w:val="center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 w:rsidP="009466EC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«911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 w:rsidP="00666152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1 08 07082 01 0000 110</w:t>
            </w:r>
          </w:p>
        </w:tc>
        <w:tc>
          <w:tcPr>
            <w:tcW w:w="6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 w:rsidP="00666152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Государственная пошлина за совершение действий, св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я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занных с лицензированием, с проведением аттестации в случаях, если такая аттестация предусмотрена законод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а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тельством Российской Федерации, зачисляемая в бю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д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жеты субъектов Российской Федерации»;</w:t>
            </w:r>
          </w:p>
        </w:tc>
      </w:tr>
    </w:tbl>
    <w:p w:rsidR="004269A5" w:rsidRPr="00CF1822" w:rsidRDefault="004269A5" w:rsidP="008A4778">
      <w:pPr>
        <w:ind w:firstLine="709"/>
        <w:jc w:val="both"/>
        <w:rPr>
          <w:sz w:val="28"/>
          <w:szCs w:val="28"/>
        </w:rPr>
      </w:pPr>
    </w:p>
    <w:p w:rsidR="004269A5" w:rsidRPr="00CF1822" w:rsidRDefault="004269A5" w:rsidP="008A4778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г) раздел «Департамент по делам молодежи, физической культуре и спорту Ярославской области» после строки с кодом классификации 2 02 02008 02 0000 151 дополнить строкой следующего содержания:</w:t>
      </w:r>
    </w:p>
    <w:tbl>
      <w:tblPr>
        <w:tblW w:w="9411" w:type="dxa"/>
        <w:jc w:val="center"/>
        <w:tblInd w:w="29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49"/>
        <w:gridCol w:w="2634"/>
        <w:gridCol w:w="6028"/>
      </w:tblGrid>
      <w:tr w:rsidR="004269A5" w:rsidRPr="00CF1822" w:rsidTr="00666152">
        <w:trPr>
          <w:trHeight w:val="600"/>
          <w:jc w:val="center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 w:rsidP="008A4778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«923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 w:rsidP="00666152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2 02 02077 02 0000 151</w:t>
            </w:r>
          </w:p>
        </w:tc>
        <w:tc>
          <w:tcPr>
            <w:tcW w:w="6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 w:rsidP="00666152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на бюджетные инвестиции в объекты капитального строительства государственной собственности субъе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к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тов Российской Федерации (объекты капитального строительства собственности муниципальных образов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а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ний)»;</w:t>
            </w:r>
          </w:p>
        </w:tc>
      </w:tr>
    </w:tbl>
    <w:p w:rsidR="004269A5" w:rsidRPr="00CF1822" w:rsidRDefault="004269A5" w:rsidP="006013FE">
      <w:pPr>
        <w:ind w:firstLine="709"/>
        <w:jc w:val="both"/>
        <w:rPr>
          <w:sz w:val="28"/>
          <w:szCs w:val="28"/>
        </w:rPr>
      </w:pPr>
    </w:p>
    <w:p w:rsidR="004269A5" w:rsidRPr="00CF1822" w:rsidRDefault="004269A5" w:rsidP="006013FE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д) раздел «Департамент дорожного хозяйства и транспорта Яросла</w:t>
      </w:r>
      <w:r w:rsidRPr="00CF1822">
        <w:rPr>
          <w:sz w:val="28"/>
          <w:szCs w:val="28"/>
        </w:rPr>
        <w:t>в</w:t>
      </w:r>
      <w:r w:rsidRPr="00CF1822">
        <w:rPr>
          <w:sz w:val="28"/>
          <w:szCs w:val="28"/>
        </w:rPr>
        <w:t>ской области» после строки с кодом классификации 2 02 02051 02 0000 151 дополнить строкой следующего содержания:</w:t>
      </w:r>
    </w:p>
    <w:tbl>
      <w:tblPr>
        <w:tblW w:w="9411" w:type="dxa"/>
        <w:jc w:val="center"/>
        <w:tblInd w:w="29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49"/>
        <w:gridCol w:w="2634"/>
        <w:gridCol w:w="6028"/>
      </w:tblGrid>
      <w:tr w:rsidR="004269A5" w:rsidRPr="00CF1822" w:rsidTr="00666152">
        <w:trPr>
          <w:trHeight w:val="600"/>
          <w:jc w:val="center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 w:rsidP="00BE7A54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«927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 w:rsidP="00666152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2 02 02077 02 0000 151</w:t>
            </w:r>
          </w:p>
        </w:tc>
        <w:tc>
          <w:tcPr>
            <w:tcW w:w="6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 w:rsidP="00666152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на бюджетные инвестиции в объекты капитального строительства государственной собственности субъе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к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тов Российской Федерации (объекты капитального строительства собственности муниципальных образов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а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ний)»;</w:t>
            </w:r>
          </w:p>
        </w:tc>
      </w:tr>
    </w:tbl>
    <w:p w:rsidR="004269A5" w:rsidRPr="00CF1822" w:rsidRDefault="004269A5" w:rsidP="005846DB">
      <w:pPr>
        <w:ind w:firstLine="709"/>
        <w:jc w:val="both"/>
        <w:rPr>
          <w:sz w:val="28"/>
          <w:szCs w:val="28"/>
        </w:rPr>
      </w:pPr>
    </w:p>
    <w:p w:rsidR="004269A5" w:rsidRPr="00CF1822" w:rsidRDefault="004269A5" w:rsidP="005846DB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е) раздел «Департамент охраны окружающей среды и природопольз</w:t>
      </w:r>
      <w:r w:rsidRPr="00CF1822">
        <w:rPr>
          <w:sz w:val="28"/>
          <w:szCs w:val="28"/>
        </w:rPr>
        <w:t>о</w:t>
      </w:r>
      <w:r w:rsidRPr="00CF1822">
        <w:rPr>
          <w:sz w:val="28"/>
          <w:szCs w:val="28"/>
        </w:rPr>
        <w:t>вания Ярославской области» после строки «938 – Департамент охраны окр</w:t>
      </w:r>
      <w:r w:rsidRPr="00CF1822">
        <w:rPr>
          <w:sz w:val="28"/>
          <w:szCs w:val="28"/>
        </w:rPr>
        <w:t>у</w:t>
      </w:r>
      <w:r w:rsidRPr="00CF1822">
        <w:rPr>
          <w:sz w:val="28"/>
          <w:szCs w:val="28"/>
        </w:rPr>
        <w:t>жающей среды и природопользования Ярославской области» дополнить строкой следующего содержания:</w:t>
      </w:r>
    </w:p>
    <w:tbl>
      <w:tblPr>
        <w:tblW w:w="9411" w:type="dxa"/>
        <w:jc w:val="center"/>
        <w:tblInd w:w="29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49"/>
        <w:gridCol w:w="2634"/>
        <w:gridCol w:w="6028"/>
      </w:tblGrid>
      <w:tr w:rsidR="004269A5" w:rsidRPr="00CF1822" w:rsidTr="00666152">
        <w:trPr>
          <w:trHeight w:val="600"/>
          <w:jc w:val="center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 w:rsidP="00AB2067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«938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 w:rsidP="00666152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1 08 07082 01 0000 110</w:t>
            </w:r>
          </w:p>
        </w:tc>
        <w:tc>
          <w:tcPr>
            <w:tcW w:w="6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 w:rsidP="00666152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Государственная пошлина за совершение действий, св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я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занных с лицензированием, с проведением аттестации в случаях, если такая аттестация предусмотрена законод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а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тельством Российской Федерации, зачисляемая в бю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д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жеты субъектов Российской Федерации»;</w:t>
            </w:r>
          </w:p>
        </w:tc>
      </w:tr>
    </w:tbl>
    <w:p w:rsidR="004269A5" w:rsidRPr="00CF1822" w:rsidRDefault="004269A5" w:rsidP="00393EF2">
      <w:pPr>
        <w:ind w:firstLine="709"/>
        <w:jc w:val="both"/>
        <w:rPr>
          <w:sz w:val="28"/>
          <w:szCs w:val="28"/>
        </w:rPr>
      </w:pPr>
    </w:p>
    <w:p w:rsidR="004269A5" w:rsidRPr="00CF1822" w:rsidRDefault="004269A5" w:rsidP="00393EF2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ж) раздел «Департамент промышленной политики и поддержки пре</w:t>
      </w:r>
      <w:r w:rsidRPr="00CF1822">
        <w:rPr>
          <w:sz w:val="28"/>
          <w:szCs w:val="28"/>
        </w:rPr>
        <w:t>д</w:t>
      </w:r>
      <w:r w:rsidRPr="00CF1822">
        <w:rPr>
          <w:sz w:val="28"/>
          <w:szCs w:val="28"/>
        </w:rPr>
        <w:t>принимательства Ярославской области» после строки «941 – Департамент промышленной политики и поддержки предпринимательства Ярославской области» дополнить строкой следующего содержания:</w:t>
      </w:r>
    </w:p>
    <w:tbl>
      <w:tblPr>
        <w:tblW w:w="9411" w:type="dxa"/>
        <w:jc w:val="center"/>
        <w:tblInd w:w="29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49"/>
        <w:gridCol w:w="2634"/>
        <w:gridCol w:w="6028"/>
      </w:tblGrid>
      <w:tr w:rsidR="004269A5" w:rsidRPr="00CF1822" w:rsidTr="00666152">
        <w:trPr>
          <w:trHeight w:val="600"/>
          <w:jc w:val="center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 w:rsidP="00393EF2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«941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 w:rsidP="00393EF2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1 11 05032 02 0000 120</w:t>
            </w:r>
          </w:p>
          <w:p w:rsidR="004269A5" w:rsidRPr="00CF1822" w:rsidRDefault="004269A5" w:rsidP="00666152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9A5" w:rsidRPr="00CF1822" w:rsidRDefault="004269A5" w:rsidP="00666152">
            <w:pPr>
              <w:pStyle w:val="Con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CF1822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а</w:t>
            </w:r>
            <w:r w:rsidRPr="00CF1822">
              <w:rPr>
                <w:rFonts w:ascii="Times New Roman" w:hAnsi="Times New Roman"/>
                <w:sz w:val="24"/>
                <w:szCs w:val="24"/>
              </w:rPr>
              <w:t>сти субъектов Российской Федерации и созданных ими учреждений (за исключением имущества автономных учреждений субъектов Российской Федерации)»;</w:t>
            </w:r>
          </w:p>
        </w:tc>
      </w:tr>
    </w:tbl>
    <w:p w:rsidR="004269A5" w:rsidRPr="00CF1822" w:rsidRDefault="004269A5">
      <w:pPr>
        <w:spacing w:before="30" w:after="30"/>
        <w:ind w:firstLine="708"/>
        <w:jc w:val="both"/>
        <w:rPr>
          <w:sz w:val="28"/>
          <w:szCs w:val="28"/>
        </w:rPr>
      </w:pPr>
    </w:p>
    <w:p w:rsidR="004269A5" w:rsidRPr="00CF1822" w:rsidRDefault="004269A5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8) приложения 3, 5, 7, 9 и 11 изложить в редакции приложений 1 - 5 к настоящему Закону соответственно;</w:t>
      </w:r>
    </w:p>
    <w:p w:rsidR="004269A5" w:rsidRPr="00CF1822" w:rsidRDefault="004269A5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9) в приложении 21:</w:t>
      </w:r>
    </w:p>
    <w:p w:rsidR="004269A5" w:rsidRPr="00CF1822" w:rsidRDefault="004269A5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а) пункты 2, 5 и 7 и вновь вводимые пункты 9 - 11 изложить в редакции приложения 6 к настоящему Закону;</w:t>
      </w:r>
    </w:p>
    <w:p w:rsidR="004269A5" w:rsidRPr="00CF1822" w:rsidRDefault="004269A5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б) в строке «Всего» цифры «291326» заменить цифрами «810353»;</w:t>
      </w:r>
    </w:p>
    <w:p w:rsidR="004269A5" w:rsidRPr="00CF1822" w:rsidRDefault="004269A5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10) в приложении 23:</w:t>
      </w:r>
    </w:p>
    <w:p w:rsidR="004269A5" w:rsidRPr="00CF1822" w:rsidRDefault="004269A5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а) пункты 4, 9, 11, 12, 15, 18, 20 - 22, 24, 25, 28 и 30 и вновь вводимый пункт 32 изложить в редакции приложения 7 к настоящему Закону;</w:t>
      </w:r>
    </w:p>
    <w:p w:rsidR="004269A5" w:rsidRPr="00CF1822" w:rsidRDefault="004269A5" w:rsidP="00591EEA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б) в строке «Всего» цифры «1258973» заменить цифрами «1628355»;</w:t>
      </w:r>
    </w:p>
    <w:p w:rsidR="004269A5" w:rsidRPr="00CF1822" w:rsidRDefault="004269A5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11) в приложении 25:</w:t>
      </w:r>
    </w:p>
    <w:p w:rsidR="004269A5" w:rsidRPr="00CF1822" w:rsidRDefault="004269A5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а) пункты 2, 3, 6 - 8, 11, 14 и 16 и вновь вводимый пункт 18 изложить в редакции приложения 8 к настоящему Закону;</w:t>
      </w:r>
    </w:p>
    <w:p w:rsidR="004269A5" w:rsidRPr="00CF1822" w:rsidRDefault="004269A5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б) в строке «Всего» цифры «3852296» заменить цифрами «4114492»;</w:t>
      </w:r>
    </w:p>
    <w:p w:rsidR="004269A5" w:rsidRPr="00CF1822" w:rsidRDefault="004269A5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12) в приложении 26:</w:t>
      </w:r>
    </w:p>
    <w:p w:rsidR="004269A5" w:rsidRPr="00CF1822" w:rsidRDefault="004269A5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а) пункт 1 исключить;</w:t>
      </w:r>
    </w:p>
    <w:p w:rsidR="004269A5" w:rsidRPr="00CF1822" w:rsidRDefault="004269A5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б) пункты 2 - 4, 6 - 16, 19, 22 и 23 изложить в редакции приложения 9 к настоящему Закону;</w:t>
      </w:r>
    </w:p>
    <w:p w:rsidR="004269A5" w:rsidRPr="00CF1822" w:rsidRDefault="004269A5">
      <w:pPr>
        <w:spacing w:before="30" w:after="30"/>
        <w:ind w:firstLine="708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в) в строке «Всего» цифры «6685250» заменить цифрами «6564767»;</w:t>
      </w:r>
    </w:p>
    <w:p w:rsidR="004269A5" w:rsidRPr="00CF1822" w:rsidRDefault="004269A5" w:rsidP="00C638E4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13) в приложении 28:</w:t>
      </w:r>
    </w:p>
    <w:p w:rsidR="004269A5" w:rsidRPr="00CF1822" w:rsidRDefault="004269A5" w:rsidP="00C638E4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а) пункты 2 - 8, 10 - 13 и вновь вводимый пункт 15 изложить в реда</w:t>
      </w:r>
      <w:r w:rsidRPr="00CF1822">
        <w:rPr>
          <w:sz w:val="28"/>
          <w:szCs w:val="28"/>
        </w:rPr>
        <w:t>к</w:t>
      </w:r>
      <w:r w:rsidRPr="00CF1822">
        <w:rPr>
          <w:sz w:val="28"/>
          <w:szCs w:val="28"/>
        </w:rPr>
        <w:t>ции приложения 10 к настоящему Закону;</w:t>
      </w:r>
    </w:p>
    <w:p w:rsidR="004269A5" w:rsidRPr="00CF1822" w:rsidRDefault="004269A5" w:rsidP="00C638E4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б) в строке «Всего» цифры «2302201» заменить цифрами «2408455»;</w:t>
      </w:r>
    </w:p>
    <w:p w:rsidR="004269A5" w:rsidRPr="00CF1822" w:rsidRDefault="004269A5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14) в приложении 29:</w:t>
      </w:r>
    </w:p>
    <w:p w:rsidR="004269A5" w:rsidRPr="00CF1822" w:rsidRDefault="004269A5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а) пункты 1, 4 и 7 и вновь вводимые пункты 13 - 18 изложить в реда</w:t>
      </w:r>
      <w:r w:rsidRPr="00CF1822">
        <w:rPr>
          <w:sz w:val="28"/>
          <w:szCs w:val="28"/>
        </w:rPr>
        <w:t>к</w:t>
      </w:r>
      <w:r w:rsidRPr="00CF1822">
        <w:rPr>
          <w:sz w:val="28"/>
          <w:szCs w:val="28"/>
        </w:rPr>
        <w:t>ции приложения 11 к настоящему Закону;</w:t>
      </w:r>
    </w:p>
    <w:p w:rsidR="004269A5" w:rsidRPr="00CF1822" w:rsidRDefault="004269A5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б) в строке «Всего» цифры «999183» заменить цифрами «1043735»;</w:t>
      </w:r>
    </w:p>
    <w:p w:rsidR="004269A5" w:rsidRPr="00CF1822" w:rsidRDefault="004269A5" w:rsidP="00BA2490">
      <w:pPr>
        <w:ind w:firstLine="709"/>
        <w:jc w:val="both"/>
        <w:rPr>
          <w:sz w:val="28"/>
          <w:szCs w:val="28"/>
        </w:rPr>
      </w:pPr>
      <w:r w:rsidRPr="00CF1822">
        <w:rPr>
          <w:sz w:val="28"/>
          <w:szCs w:val="28"/>
        </w:rPr>
        <w:t>15) приложения 31, 33, 35 - 37 и 39 изложить в редакции прилож</w:t>
      </w:r>
      <w:r w:rsidRPr="00CF1822">
        <w:rPr>
          <w:sz w:val="28"/>
          <w:szCs w:val="28"/>
        </w:rPr>
        <w:t>е</w:t>
      </w:r>
      <w:r w:rsidRPr="00CF1822">
        <w:rPr>
          <w:sz w:val="28"/>
          <w:szCs w:val="28"/>
        </w:rPr>
        <w:t>ний 12 - 17 к настоящему Закону соответственно.</w:t>
      </w:r>
    </w:p>
    <w:p w:rsidR="004269A5" w:rsidRPr="00CF1822" w:rsidRDefault="004269A5" w:rsidP="008B70D4">
      <w:pPr>
        <w:ind w:firstLine="709"/>
        <w:jc w:val="both"/>
        <w:rPr>
          <w:sz w:val="28"/>
          <w:szCs w:val="28"/>
          <w:highlight w:val="red"/>
        </w:rPr>
      </w:pPr>
    </w:p>
    <w:p w:rsidR="004269A5" w:rsidRPr="00CF1822" w:rsidRDefault="004269A5">
      <w:pPr>
        <w:pStyle w:val="Heading4"/>
        <w:rPr>
          <w:b w:val="0"/>
          <w:szCs w:val="28"/>
        </w:rPr>
      </w:pPr>
    </w:p>
    <w:p w:rsidR="004269A5" w:rsidRPr="00CF1822" w:rsidRDefault="004269A5">
      <w:pPr>
        <w:pStyle w:val="Heading4"/>
        <w:rPr>
          <w:b w:val="0"/>
          <w:szCs w:val="28"/>
        </w:rPr>
      </w:pPr>
    </w:p>
    <w:p w:rsidR="004269A5" w:rsidRPr="00CF1822" w:rsidRDefault="004269A5">
      <w:pPr>
        <w:rPr>
          <w:sz w:val="28"/>
          <w:szCs w:val="28"/>
        </w:rPr>
      </w:pPr>
    </w:p>
    <w:p w:rsidR="004269A5" w:rsidRPr="00CF1822" w:rsidRDefault="004269A5">
      <w:pPr>
        <w:pStyle w:val="Heading4"/>
        <w:rPr>
          <w:b w:val="0"/>
        </w:rPr>
      </w:pPr>
      <w:r w:rsidRPr="00CF1822">
        <w:rPr>
          <w:b w:val="0"/>
        </w:rPr>
        <w:t>Губернатор</w:t>
      </w:r>
    </w:p>
    <w:p w:rsidR="004269A5" w:rsidRPr="00CF1822" w:rsidRDefault="004269A5">
      <w:pPr>
        <w:pStyle w:val="Heading2"/>
        <w:tabs>
          <w:tab w:val="left" w:pos="7200"/>
        </w:tabs>
        <w:rPr>
          <w:b w:val="0"/>
        </w:rPr>
      </w:pPr>
      <w:r w:rsidRPr="00CF1822">
        <w:rPr>
          <w:b w:val="0"/>
        </w:rPr>
        <w:t>Ярославской области</w:t>
      </w:r>
      <w:r w:rsidRPr="00CF1822">
        <w:rPr>
          <w:b w:val="0"/>
        </w:rPr>
        <w:tab/>
        <w:t xml:space="preserve">     С.А. Вахруков</w:t>
      </w:r>
    </w:p>
    <w:p w:rsidR="004269A5" w:rsidRPr="00CF1822" w:rsidRDefault="004269A5">
      <w:pPr>
        <w:jc w:val="both"/>
        <w:rPr>
          <w:sz w:val="32"/>
          <w:szCs w:val="32"/>
        </w:rPr>
      </w:pPr>
    </w:p>
    <w:p w:rsidR="004269A5" w:rsidRPr="00CF1822" w:rsidRDefault="004269A5">
      <w:pPr>
        <w:jc w:val="both"/>
        <w:rPr>
          <w:sz w:val="28"/>
          <w:szCs w:val="28"/>
        </w:rPr>
      </w:pPr>
      <w:r w:rsidRPr="00CF1822">
        <w:rPr>
          <w:sz w:val="28"/>
          <w:szCs w:val="28"/>
        </w:rPr>
        <w:t>«</w:t>
      </w:r>
      <w:r>
        <w:rPr>
          <w:sz w:val="28"/>
          <w:szCs w:val="28"/>
        </w:rPr>
        <w:t xml:space="preserve"> 1 </w:t>
      </w:r>
      <w:r w:rsidRPr="00CF1822">
        <w:rPr>
          <w:sz w:val="28"/>
          <w:szCs w:val="28"/>
        </w:rPr>
        <w:t>»</w:t>
      </w:r>
      <w:r>
        <w:rPr>
          <w:sz w:val="28"/>
          <w:szCs w:val="28"/>
        </w:rPr>
        <w:t xml:space="preserve"> декабря</w:t>
      </w:r>
      <w:r w:rsidRPr="00CF182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CF1822">
          <w:rPr>
            <w:sz w:val="28"/>
            <w:szCs w:val="28"/>
          </w:rPr>
          <w:t>2010 г</w:t>
        </w:r>
      </w:smartTag>
      <w:r w:rsidRPr="00CF1822">
        <w:rPr>
          <w:sz w:val="28"/>
          <w:szCs w:val="28"/>
        </w:rPr>
        <w:t>.</w:t>
      </w:r>
    </w:p>
    <w:p w:rsidR="004269A5" w:rsidRPr="00CF1822" w:rsidRDefault="004269A5">
      <w:pPr>
        <w:jc w:val="both"/>
        <w:rPr>
          <w:sz w:val="32"/>
          <w:szCs w:val="32"/>
        </w:rPr>
      </w:pPr>
    </w:p>
    <w:p w:rsidR="004269A5" w:rsidRPr="00CF1822" w:rsidRDefault="004269A5">
      <w:pPr>
        <w:jc w:val="both"/>
        <w:rPr>
          <w:sz w:val="28"/>
          <w:szCs w:val="28"/>
        </w:rPr>
      </w:pPr>
      <w:r>
        <w:rPr>
          <w:sz w:val="28"/>
          <w:szCs w:val="28"/>
        </w:rPr>
        <w:t>№ 44-з</w:t>
      </w:r>
    </w:p>
    <w:p w:rsidR="004269A5" w:rsidRPr="00CF1822" w:rsidRDefault="004269A5">
      <w:pPr>
        <w:jc w:val="both"/>
        <w:rPr>
          <w:sz w:val="28"/>
          <w:szCs w:val="28"/>
        </w:rPr>
      </w:pPr>
    </w:p>
    <w:sectPr w:rsidR="004269A5" w:rsidRPr="00CF1822" w:rsidSect="00CD1E1F">
      <w:headerReference w:type="even" r:id="rId7"/>
      <w:headerReference w:type="default" r:id="rId8"/>
      <w:pgSz w:w="11906" w:h="16838" w:code="9"/>
      <w:pgMar w:top="851" w:right="851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9A5" w:rsidRDefault="004269A5">
      <w:r>
        <w:separator/>
      </w:r>
    </w:p>
  </w:endnote>
  <w:endnote w:type="continuationSeparator" w:id="0">
    <w:p w:rsidR="004269A5" w:rsidRDefault="004269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9A5" w:rsidRDefault="004269A5">
      <w:r>
        <w:separator/>
      </w:r>
    </w:p>
  </w:footnote>
  <w:footnote w:type="continuationSeparator" w:id="0">
    <w:p w:rsidR="004269A5" w:rsidRDefault="004269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9A5" w:rsidRDefault="004269A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269A5" w:rsidRDefault="004269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9A5" w:rsidRDefault="004269A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4269A5" w:rsidRDefault="004269A5">
    <w:pPr>
      <w:pStyle w:val="Header"/>
    </w:pPr>
  </w:p>
  <w:p w:rsidR="004269A5" w:rsidRDefault="004269A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9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2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4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7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8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9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2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3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4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5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7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29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0"/>
  </w:num>
  <w:num w:numId="2">
    <w:abstractNumId w:val="5"/>
  </w:num>
  <w:num w:numId="3">
    <w:abstractNumId w:val="17"/>
  </w:num>
  <w:num w:numId="4">
    <w:abstractNumId w:val="29"/>
  </w:num>
  <w:num w:numId="5">
    <w:abstractNumId w:val="12"/>
  </w:num>
  <w:num w:numId="6">
    <w:abstractNumId w:val="27"/>
  </w:num>
  <w:num w:numId="7">
    <w:abstractNumId w:val="28"/>
  </w:num>
  <w:num w:numId="8">
    <w:abstractNumId w:val="4"/>
  </w:num>
  <w:num w:numId="9">
    <w:abstractNumId w:val="19"/>
  </w:num>
  <w:num w:numId="10">
    <w:abstractNumId w:val="25"/>
  </w:num>
  <w:num w:numId="11">
    <w:abstractNumId w:val="18"/>
  </w:num>
  <w:num w:numId="12">
    <w:abstractNumId w:val="13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9"/>
  </w:num>
  <w:num w:numId="15">
    <w:abstractNumId w:val="23"/>
  </w:num>
  <w:num w:numId="16">
    <w:abstractNumId w:val="16"/>
  </w:num>
  <w:num w:numId="17">
    <w:abstractNumId w:val="2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22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6"/>
  </w:num>
  <w:num w:numId="26">
    <w:abstractNumId w:val="15"/>
  </w:num>
  <w:num w:numId="27">
    <w:abstractNumId w:val="20"/>
  </w:num>
  <w:num w:numId="28">
    <w:abstractNumId w:val="11"/>
  </w:num>
  <w:num w:numId="29">
    <w:abstractNumId w:val="7"/>
  </w:num>
  <w:num w:numId="30">
    <w:abstractNumId w:val="21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2501"/>
    <w:rsid w:val="00032501"/>
    <w:rsid w:val="00077EDB"/>
    <w:rsid w:val="00086F82"/>
    <w:rsid w:val="00097580"/>
    <w:rsid w:val="000A0BBE"/>
    <w:rsid w:val="000A333C"/>
    <w:rsid w:val="000A643E"/>
    <w:rsid w:val="000A6B6C"/>
    <w:rsid w:val="000B5FA5"/>
    <w:rsid w:val="000D46DD"/>
    <w:rsid w:val="000F1D10"/>
    <w:rsid w:val="00161DFB"/>
    <w:rsid w:val="0017249A"/>
    <w:rsid w:val="0018413E"/>
    <w:rsid w:val="001B1BAA"/>
    <w:rsid w:val="001B1CBC"/>
    <w:rsid w:val="001C4219"/>
    <w:rsid w:val="001C7C83"/>
    <w:rsid w:val="001E03C5"/>
    <w:rsid w:val="001F253A"/>
    <w:rsid w:val="00236B46"/>
    <w:rsid w:val="00254991"/>
    <w:rsid w:val="00265035"/>
    <w:rsid w:val="002667F4"/>
    <w:rsid w:val="002802AD"/>
    <w:rsid w:val="00280731"/>
    <w:rsid w:val="002955C3"/>
    <w:rsid w:val="002C2305"/>
    <w:rsid w:val="002C510D"/>
    <w:rsid w:val="002E2C70"/>
    <w:rsid w:val="002E4F88"/>
    <w:rsid w:val="002F2F8A"/>
    <w:rsid w:val="00305F9F"/>
    <w:rsid w:val="00307036"/>
    <w:rsid w:val="0030726E"/>
    <w:rsid w:val="0031651A"/>
    <w:rsid w:val="003331ED"/>
    <w:rsid w:val="0033726B"/>
    <w:rsid w:val="00341299"/>
    <w:rsid w:val="003815CF"/>
    <w:rsid w:val="003817CC"/>
    <w:rsid w:val="00391286"/>
    <w:rsid w:val="00391A16"/>
    <w:rsid w:val="00393EF2"/>
    <w:rsid w:val="003B71C1"/>
    <w:rsid w:val="003C2D3B"/>
    <w:rsid w:val="003C4750"/>
    <w:rsid w:val="003E090F"/>
    <w:rsid w:val="003E1415"/>
    <w:rsid w:val="003E1563"/>
    <w:rsid w:val="003E191C"/>
    <w:rsid w:val="004269A5"/>
    <w:rsid w:val="004304E1"/>
    <w:rsid w:val="00436793"/>
    <w:rsid w:val="00436E49"/>
    <w:rsid w:val="00456883"/>
    <w:rsid w:val="00463A0E"/>
    <w:rsid w:val="00471F2F"/>
    <w:rsid w:val="004907A2"/>
    <w:rsid w:val="004B381F"/>
    <w:rsid w:val="004C40EC"/>
    <w:rsid w:val="004D3A2A"/>
    <w:rsid w:val="004E4C66"/>
    <w:rsid w:val="004F17DC"/>
    <w:rsid w:val="004F1C2A"/>
    <w:rsid w:val="00504F51"/>
    <w:rsid w:val="00514353"/>
    <w:rsid w:val="00543D62"/>
    <w:rsid w:val="00553F7B"/>
    <w:rsid w:val="005846DB"/>
    <w:rsid w:val="00591EEA"/>
    <w:rsid w:val="00593E95"/>
    <w:rsid w:val="005B4362"/>
    <w:rsid w:val="005B46FD"/>
    <w:rsid w:val="006013FE"/>
    <w:rsid w:val="006323D2"/>
    <w:rsid w:val="00634A34"/>
    <w:rsid w:val="00666152"/>
    <w:rsid w:val="00667B7D"/>
    <w:rsid w:val="00673B08"/>
    <w:rsid w:val="00673F2B"/>
    <w:rsid w:val="00680BAC"/>
    <w:rsid w:val="00686C24"/>
    <w:rsid w:val="0068795F"/>
    <w:rsid w:val="006C2EF3"/>
    <w:rsid w:val="006E1009"/>
    <w:rsid w:val="006E1F7A"/>
    <w:rsid w:val="007218AF"/>
    <w:rsid w:val="00723331"/>
    <w:rsid w:val="007261EB"/>
    <w:rsid w:val="00731B49"/>
    <w:rsid w:val="00762A71"/>
    <w:rsid w:val="007844C2"/>
    <w:rsid w:val="007A1ABA"/>
    <w:rsid w:val="007A32F8"/>
    <w:rsid w:val="007E7673"/>
    <w:rsid w:val="008130AA"/>
    <w:rsid w:val="008235EB"/>
    <w:rsid w:val="008378D4"/>
    <w:rsid w:val="008401F8"/>
    <w:rsid w:val="008504F0"/>
    <w:rsid w:val="00863653"/>
    <w:rsid w:val="00864F9C"/>
    <w:rsid w:val="00870C2F"/>
    <w:rsid w:val="008A4778"/>
    <w:rsid w:val="008A7556"/>
    <w:rsid w:val="008B70D4"/>
    <w:rsid w:val="008D746F"/>
    <w:rsid w:val="008F2A5B"/>
    <w:rsid w:val="00906EC1"/>
    <w:rsid w:val="00912236"/>
    <w:rsid w:val="00937623"/>
    <w:rsid w:val="009416B1"/>
    <w:rsid w:val="009466EC"/>
    <w:rsid w:val="0095351C"/>
    <w:rsid w:val="0096422B"/>
    <w:rsid w:val="00964807"/>
    <w:rsid w:val="00990BEF"/>
    <w:rsid w:val="009A23AE"/>
    <w:rsid w:val="009A32DC"/>
    <w:rsid w:val="009A64AB"/>
    <w:rsid w:val="009B7ADC"/>
    <w:rsid w:val="009C3913"/>
    <w:rsid w:val="009E59CC"/>
    <w:rsid w:val="009E7750"/>
    <w:rsid w:val="00A11728"/>
    <w:rsid w:val="00A251DA"/>
    <w:rsid w:val="00A326B9"/>
    <w:rsid w:val="00A61544"/>
    <w:rsid w:val="00A84FC3"/>
    <w:rsid w:val="00AA4080"/>
    <w:rsid w:val="00AB2067"/>
    <w:rsid w:val="00AC6A72"/>
    <w:rsid w:val="00AE1F3E"/>
    <w:rsid w:val="00B30016"/>
    <w:rsid w:val="00B630A3"/>
    <w:rsid w:val="00B73017"/>
    <w:rsid w:val="00BA2490"/>
    <w:rsid w:val="00BE7A54"/>
    <w:rsid w:val="00C043D9"/>
    <w:rsid w:val="00C07A08"/>
    <w:rsid w:val="00C15E0B"/>
    <w:rsid w:val="00C15FCB"/>
    <w:rsid w:val="00C503BF"/>
    <w:rsid w:val="00C5097E"/>
    <w:rsid w:val="00C546CC"/>
    <w:rsid w:val="00C638E4"/>
    <w:rsid w:val="00C771B2"/>
    <w:rsid w:val="00C81F85"/>
    <w:rsid w:val="00C8677B"/>
    <w:rsid w:val="00C9397F"/>
    <w:rsid w:val="00C9571F"/>
    <w:rsid w:val="00CC29BD"/>
    <w:rsid w:val="00CD1E1F"/>
    <w:rsid w:val="00CF1822"/>
    <w:rsid w:val="00D17B2D"/>
    <w:rsid w:val="00D2143D"/>
    <w:rsid w:val="00D247F8"/>
    <w:rsid w:val="00D25A0F"/>
    <w:rsid w:val="00D33563"/>
    <w:rsid w:val="00D33B03"/>
    <w:rsid w:val="00D4046E"/>
    <w:rsid w:val="00D4453B"/>
    <w:rsid w:val="00D6517A"/>
    <w:rsid w:val="00D65B5B"/>
    <w:rsid w:val="00D73E9E"/>
    <w:rsid w:val="00D83AC8"/>
    <w:rsid w:val="00DB18D0"/>
    <w:rsid w:val="00DC2DF9"/>
    <w:rsid w:val="00DD13FA"/>
    <w:rsid w:val="00DE2FFC"/>
    <w:rsid w:val="00E07F64"/>
    <w:rsid w:val="00E175AD"/>
    <w:rsid w:val="00E63635"/>
    <w:rsid w:val="00E65216"/>
    <w:rsid w:val="00E71CF1"/>
    <w:rsid w:val="00E779EA"/>
    <w:rsid w:val="00E91A75"/>
    <w:rsid w:val="00EA1F0E"/>
    <w:rsid w:val="00EA20E0"/>
    <w:rsid w:val="00EB011E"/>
    <w:rsid w:val="00EB29AD"/>
    <w:rsid w:val="00ED475E"/>
    <w:rsid w:val="00F3132A"/>
    <w:rsid w:val="00F53EC8"/>
    <w:rsid w:val="00F83FEF"/>
    <w:rsid w:val="00F91F0A"/>
    <w:rsid w:val="00F92AAD"/>
    <w:rsid w:val="00FA07C6"/>
    <w:rsid w:val="00FA27CE"/>
    <w:rsid w:val="00FC5B04"/>
    <w:rsid w:val="00FD72BA"/>
    <w:rsid w:val="00FE1441"/>
    <w:rsid w:val="00FF2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E1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E767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E767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E767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E767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E767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E7673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E7673"/>
    <w:rPr>
      <w:rFonts w:ascii="Calibri" w:hAnsi="Calibri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E767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Normal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CD1E1F"/>
    <w:pPr>
      <w:ind w:firstLine="54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E7673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E767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Normal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E7673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CD1E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E7673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E7673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CD1E1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E7673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767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Normal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DefaultParagraphFont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Normal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CommentReference">
    <w:name w:val="annotation reference"/>
    <w:basedOn w:val="DefaultParagraphFont"/>
    <w:uiPriority w:val="99"/>
    <w:semiHidden/>
    <w:rsid w:val="00CD1E1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D1E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E767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D1E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E7673"/>
    <w:rPr>
      <w:b/>
      <w:bCs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CD1E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E7673"/>
    <w:rPr>
      <w:rFonts w:cs="Times New Roman"/>
      <w:sz w:val="24"/>
      <w:szCs w:val="24"/>
    </w:rPr>
  </w:style>
  <w:style w:type="paragraph" w:customStyle="1" w:styleId="CharChar">
    <w:name w:val="Char Char"/>
    <w:basedOn w:val="Normal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"/>
    <w:basedOn w:val="Normal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Знак"/>
    <w:basedOn w:val="Normal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rsid w:val="00CD1E1F"/>
    <w:pPr>
      <w:jc w:val="center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E767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9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4</Pages>
  <Words>1016</Words>
  <Characters>5795</Characters>
  <Application>Microsoft Office Outlook</Application>
  <DocSecurity>0</DocSecurity>
  <Lines>0</Lines>
  <Paragraphs>0</Paragraphs>
  <ScaleCrop>false</ScaleCrop>
  <Company>Департамент Финансов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 </dc:title>
  <dc:subject/>
  <dc:creator>Гужов Максим Владимирович</dc:creator>
  <cp:keywords/>
  <dc:description/>
  <cp:lastModifiedBy> </cp:lastModifiedBy>
  <cp:revision>7</cp:revision>
  <cp:lastPrinted>2010-09-16T12:05:00Z</cp:lastPrinted>
  <dcterms:created xsi:type="dcterms:W3CDTF">2010-11-24T10:03:00Z</dcterms:created>
  <dcterms:modified xsi:type="dcterms:W3CDTF">2010-12-01T07:43:00Z</dcterms:modified>
</cp:coreProperties>
</file>