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9F5B39" w:rsidRPr="009F5B39">
        <w:rPr>
          <w:bCs/>
          <w:iCs/>
          <w:sz w:val="28"/>
          <w:szCs w:val="28"/>
        </w:rPr>
        <w:t>«О внесении изменений в отдельные законодательные акты Ярославской области и признании утратившими силу отдельных законодательных актов (положений законодательных актов) Ярославской области»</w:t>
      </w:r>
      <w:r w:rsidR="00DF10C8" w:rsidRPr="002A7E05">
        <w:rPr>
          <w:bCs/>
          <w:iCs/>
          <w:sz w:val="28"/>
          <w:szCs w:val="28"/>
        </w:rPr>
        <w:t>.</w:t>
      </w:r>
    </w:p>
    <w:p w:rsidR="00502061" w:rsidRPr="00B47C64" w:rsidRDefault="003D600E" w:rsidP="00502061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A9284D" w:rsidRPr="00A9284D">
        <w:rPr>
          <w:bCs/>
          <w:szCs w:val="28"/>
        </w:rPr>
        <w:t>полномочный представитель Губернатора Ярославской области в Ярославской областной Думе Вошатко А.В.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502061">
        <w:rPr>
          <w:rFonts w:ascii="Times New Roman" w:hAnsi="Times New Roman"/>
          <w:sz w:val="28"/>
        </w:rPr>
        <w:t>____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B91061" w:rsidP="00910985">
      <w:pPr>
        <w:jc w:val="both"/>
        <w:rPr>
          <w:szCs w:val="28"/>
        </w:rPr>
      </w:pPr>
      <w:r w:rsidRPr="00B91061"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B91061" w:rsidRDefault="00B91061" w:rsidP="00B70745">
      <w:pPr>
        <w:jc w:val="both"/>
        <w:rPr>
          <w:szCs w:val="28"/>
        </w:rPr>
      </w:pPr>
    </w:p>
    <w:p w:rsidR="00B91061" w:rsidRPr="003D600E" w:rsidRDefault="00B9106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35C1" w:rsidRPr="00F50722" w:rsidRDefault="00AF35C1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8B0" w:rsidRDefault="006B08B0">
      <w:r>
        <w:separator/>
      </w:r>
    </w:p>
  </w:endnote>
  <w:endnote w:type="continuationSeparator" w:id="0">
    <w:p w:rsidR="006B08B0" w:rsidRDefault="006B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8B0" w:rsidRDefault="006B08B0">
      <w:r>
        <w:separator/>
      </w:r>
    </w:p>
  </w:footnote>
  <w:footnote w:type="continuationSeparator" w:id="0">
    <w:p w:rsidR="006B08B0" w:rsidRDefault="006B0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347D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061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99D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B08B0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9F5B39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84D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47C64"/>
    <w:rsid w:val="00B5176A"/>
    <w:rsid w:val="00B51F7E"/>
    <w:rsid w:val="00B526D3"/>
    <w:rsid w:val="00B70745"/>
    <w:rsid w:val="00B71884"/>
    <w:rsid w:val="00B8581F"/>
    <w:rsid w:val="00B91061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5025A"/>
    <w:rsid w:val="00C5140E"/>
    <w:rsid w:val="00C516AF"/>
    <w:rsid w:val="00C526E5"/>
    <w:rsid w:val="00C57A83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50722"/>
    <w:rsid w:val="00F629F1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3A76-80E2-4F94-9C45-2A4E8B569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2025-12-08T07:55:00Z</dcterms:created>
  <dcterms:modified xsi:type="dcterms:W3CDTF">2025-12-08T07:55:00Z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