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4B4" w:rsidRPr="0073570B" w:rsidRDefault="00A644B4" w:rsidP="00DC6CEF">
      <w:pPr>
        <w:ind w:right="-285"/>
        <w:jc w:val="right"/>
        <w:rPr>
          <w:b/>
          <w:sz w:val="20"/>
        </w:rPr>
      </w:pPr>
      <w:r w:rsidRPr="0073570B">
        <w:rPr>
          <w:b/>
          <w:sz w:val="20"/>
        </w:rPr>
        <w:t>Проект вносит</w:t>
      </w:r>
    </w:p>
    <w:p w:rsidR="00A644B4" w:rsidRPr="0073570B" w:rsidRDefault="00A644B4" w:rsidP="00DC6CEF">
      <w:pPr>
        <w:ind w:right="-285"/>
        <w:jc w:val="right"/>
        <w:rPr>
          <w:b/>
          <w:sz w:val="20"/>
        </w:rPr>
      </w:pPr>
      <w:r w:rsidRPr="0073570B">
        <w:rPr>
          <w:b/>
          <w:sz w:val="20"/>
        </w:rPr>
        <w:t>Губернатор Ярославской области</w:t>
      </w:r>
    </w:p>
    <w:p w:rsidR="00A644B4" w:rsidRPr="0073570B" w:rsidRDefault="00A644B4" w:rsidP="00DC6CEF">
      <w:pPr>
        <w:ind w:right="-285"/>
        <w:jc w:val="right"/>
        <w:rPr>
          <w:b/>
          <w:sz w:val="20"/>
        </w:rPr>
      </w:pPr>
    </w:p>
    <w:p w:rsidR="00EB17A2" w:rsidRPr="0073570B" w:rsidRDefault="00444E2B" w:rsidP="00DC6CEF">
      <w:pPr>
        <w:ind w:right="-285"/>
        <w:jc w:val="right"/>
        <w:rPr>
          <w:b/>
          <w:sz w:val="20"/>
        </w:rPr>
      </w:pPr>
      <w:proofErr w:type="spellStart"/>
      <w:r w:rsidRPr="0073570B">
        <w:rPr>
          <w:b/>
          <w:sz w:val="20"/>
        </w:rPr>
        <w:t>Евраев</w:t>
      </w:r>
      <w:proofErr w:type="spellEnd"/>
      <w:r w:rsidR="00392725" w:rsidRPr="0073570B">
        <w:rPr>
          <w:b/>
          <w:sz w:val="20"/>
        </w:rPr>
        <w:t xml:space="preserve"> М.Я.</w:t>
      </w:r>
    </w:p>
    <w:p w:rsidR="00EB17A2" w:rsidRPr="00FB041C" w:rsidRDefault="00EB17A2" w:rsidP="00DC6CEF">
      <w:pPr>
        <w:ind w:right="-285"/>
        <w:jc w:val="right"/>
        <w:rPr>
          <w:b/>
          <w:bCs/>
          <w:sz w:val="20"/>
          <w:highlight w:val="yellow"/>
        </w:rPr>
      </w:pPr>
    </w:p>
    <w:p w:rsidR="008D4C30" w:rsidRPr="0064098D" w:rsidRDefault="008D4C30" w:rsidP="00EB17A2">
      <w:pPr>
        <w:jc w:val="right"/>
        <w:rPr>
          <w:b/>
          <w:bCs/>
          <w:sz w:val="20"/>
        </w:rPr>
      </w:pPr>
    </w:p>
    <w:p w:rsidR="00EB17A2" w:rsidRPr="0064098D" w:rsidRDefault="00980CC5" w:rsidP="009408B8">
      <w:pPr>
        <w:ind w:firstLine="0"/>
        <w:jc w:val="center"/>
      </w:pPr>
      <w:r w:rsidRPr="0064098D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D75763" w:rsidRDefault="00EB17A2" w:rsidP="009408B8">
      <w:pPr>
        <w:ind w:firstLine="0"/>
        <w:jc w:val="center"/>
        <w:rPr>
          <w:b/>
          <w:bCs/>
          <w:sz w:val="36"/>
        </w:rPr>
      </w:pPr>
      <w:r w:rsidRPr="0064098D">
        <w:rPr>
          <w:b/>
          <w:bCs/>
          <w:sz w:val="36"/>
        </w:rPr>
        <w:t>З А К О Н</w:t>
      </w:r>
    </w:p>
    <w:p w:rsidR="00EB17A2" w:rsidRPr="00D75763" w:rsidRDefault="00EB17A2" w:rsidP="009408B8">
      <w:pPr>
        <w:ind w:firstLine="0"/>
        <w:jc w:val="center"/>
        <w:rPr>
          <w:b/>
          <w:bCs/>
        </w:rPr>
      </w:pPr>
      <w:r w:rsidRPr="00D75763">
        <w:rPr>
          <w:b/>
          <w:bCs/>
        </w:rPr>
        <w:t>ЯРОСЛАВСКОЙ ОБЛАСТИ</w:t>
      </w:r>
    </w:p>
    <w:p w:rsidR="008577E7" w:rsidRPr="00D75763" w:rsidRDefault="008577E7" w:rsidP="009408B8">
      <w:pPr>
        <w:ind w:firstLine="0"/>
        <w:rPr>
          <w:bCs/>
          <w:szCs w:val="28"/>
        </w:rPr>
      </w:pPr>
    </w:p>
    <w:p w:rsidR="00DE503A" w:rsidRPr="00D75763" w:rsidRDefault="00DE503A" w:rsidP="004C12A6">
      <w:pPr>
        <w:pStyle w:val="af1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D75763">
        <w:rPr>
          <w:b/>
          <w:bCs/>
          <w:sz w:val="28"/>
          <w:szCs w:val="28"/>
        </w:rPr>
        <w:t>О внесении изменени</w:t>
      </w:r>
      <w:r w:rsidR="000F0BFC">
        <w:rPr>
          <w:b/>
          <w:bCs/>
          <w:sz w:val="28"/>
          <w:szCs w:val="28"/>
        </w:rPr>
        <w:t>я</w:t>
      </w:r>
      <w:r w:rsidRPr="00D75763">
        <w:rPr>
          <w:b/>
          <w:bCs/>
          <w:sz w:val="28"/>
          <w:szCs w:val="28"/>
        </w:rPr>
        <w:t xml:space="preserve"> в Закон Ярославской области </w:t>
      </w:r>
    </w:p>
    <w:p w:rsidR="00DE503A" w:rsidRPr="00D75763" w:rsidRDefault="00404DC4" w:rsidP="004C12A6">
      <w:pPr>
        <w:pStyle w:val="af1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D75763">
        <w:rPr>
          <w:b/>
          <w:bCs/>
          <w:sz w:val="28"/>
          <w:szCs w:val="28"/>
        </w:rPr>
        <w:t>«</w:t>
      </w:r>
      <w:r w:rsidR="0004252B" w:rsidRPr="00D75763">
        <w:rPr>
          <w:b/>
          <w:bCs/>
          <w:sz w:val="28"/>
          <w:szCs w:val="28"/>
        </w:rPr>
        <w:t xml:space="preserve">О прогнозном плане (программе) приватизации имущества, </w:t>
      </w:r>
    </w:p>
    <w:p w:rsidR="0011334F" w:rsidRPr="00D75763" w:rsidRDefault="0004252B" w:rsidP="004C12A6">
      <w:pPr>
        <w:pStyle w:val="af1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D75763">
        <w:rPr>
          <w:b/>
          <w:bCs/>
          <w:sz w:val="28"/>
          <w:szCs w:val="28"/>
        </w:rPr>
        <w:t>находящегося в собственности Ярославской области, на 202</w:t>
      </w:r>
      <w:r w:rsidR="0011334F" w:rsidRPr="00D75763">
        <w:rPr>
          <w:b/>
          <w:bCs/>
          <w:sz w:val="28"/>
          <w:szCs w:val="28"/>
        </w:rPr>
        <w:t xml:space="preserve">5 год </w:t>
      </w:r>
    </w:p>
    <w:p w:rsidR="00404DC4" w:rsidRPr="00D75763" w:rsidRDefault="0011334F" w:rsidP="004C12A6">
      <w:pPr>
        <w:pStyle w:val="af1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D75763">
        <w:rPr>
          <w:b/>
          <w:bCs/>
          <w:sz w:val="28"/>
          <w:szCs w:val="28"/>
        </w:rPr>
        <w:t>и на плановый период 2026 и 2027 годов</w:t>
      </w:r>
      <w:r w:rsidR="00404DC4" w:rsidRPr="00D75763">
        <w:rPr>
          <w:b/>
          <w:bCs/>
          <w:sz w:val="28"/>
          <w:szCs w:val="28"/>
        </w:rPr>
        <w:t>»</w:t>
      </w:r>
    </w:p>
    <w:p w:rsidR="002E017E" w:rsidRPr="00D75763" w:rsidRDefault="002E017E" w:rsidP="009408B8">
      <w:pPr>
        <w:pStyle w:val="af1"/>
        <w:tabs>
          <w:tab w:val="left" w:pos="709"/>
        </w:tabs>
        <w:jc w:val="center"/>
        <w:rPr>
          <w:sz w:val="28"/>
          <w:szCs w:val="28"/>
        </w:rPr>
      </w:pPr>
    </w:p>
    <w:p w:rsidR="002E017E" w:rsidRPr="00D75763" w:rsidRDefault="002E017E" w:rsidP="00DF51D4">
      <w:pPr>
        <w:pStyle w:val="af1"/>
        <w:tabs>
          <w:tab w:val="left" w:pos="709"/>
        </w:tabs>
        <w:rPr>
          <w:sz w:val="28"/>
          <w:szCs w:val="28"/>
        </w:rPr>
      </w:pPr>
    </w:p>
    <w:p w:rsidR="00EB17A2" w:rsidRPr="00D75763" w:rsidRDefault="00EB17A2" w:rsidP="003001A7">
      <w:pPr>
        <w:tabs>
          <w:tab w:val="left" w:pos="709"/>
        </w:tabs>
        <w:ind w:firstLine="0"/>
        <w:rPr>
          <w:sz w:val="24"/>
        </w:rPr>
      </w:pPr>
      <w:r w:rsidRPr="00D75763">
        <w:rPr>
          <w:sz w:val="24"/>
        </w:rPr>
        <w:t>Принят Ярославской областной Думой</w:t>
      </w:r>
    </w:p>
    <w:p w:rsidR="00EB17A2" w:rsidRPr="00D75763" w:rsidRDefault="00EB17A2" w:rsidP="002D2779">
      <w:pPr>
        <w:tabs>
          <w:tab w:val="left" w:pos="709"/>
        </w:tabs>
        <w:ind w:firstLine="0"/>
        <w:rPr>
          <w:sz w:val="24"/>
        </w:rPr>
      </w:pPr>
      <w:r w:rsidRPr="00D75763">
        <w:rPr>
          <w:sz w:val="24"/>
        </w:rPr>
        <w:t>«____»</w:t>
      </w:r>
      <w:r w:rsidR="00AD6A22">
        <w:rPr>
          <w:sz w:val="24"/>
        </w:rPr>
        <w:t xml:space="preserve"> </w:t>
      </w:r>
      <w:r w:rsidRPr="00D75763">
        <w:rPr>
          <w:sz w:val="24"/>
        </w:rPr>
        <w:t>_____________ 202</w:t>
      </w:r>
      <w:r w:rsidR="00DE503A" w:rsidRPr="00D75763">
        <w:rPr>
          <w:sz w:val="24"/>
        </w:rPr>
        <w:t>5</w:t>
      </w:r>
      <w:r w:rsidRPr="00D75763">
        <w:rPr>
          <w:sz w:val="24"/>
        </w:rPr>
        <w:t xml:space="preserve"> года</w:t>
      </w:r>
    </w:p>
    <w:p w:rsidR="00B00450" w:rsidRPr="00D75763" w:rsidRDefault="00B00450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11334F" w:rsidRPr="00D75763" w:rsidRDefault="0011334F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404DC4" w:rsidRPr="00D75763" w:rsidRDefault="006A6B28" w:rsidP="00404DC4">
      <w:pPr>
        <w:ind w:firstLine="709"/>
        <w:rPr>
          <w:b/>
          <w:bCs/>
          <w:szCs w:val="28"/>
        </w:rPr>
      </w:pPr>
      <w:r w:rsidRPr="00D75763">
        <w:rPr>
          <w:b/>
          <w:bCs/>
          <w:szCs w:val="28"/>
        </w:rPr>
        <w:t xml:space="preserve">Статья </w:t>
      </w:r>
      <w:r w:rsidR="003F132C" w:rsidRPr="00D75763">
        <w:rPr>
          <w:b/>
          <w:bCs/>
          <w:szCs w:val="28"/>
        </w:rPr>
        <w:t>1</w:t>
      </w:r>
    </w:p>
    <w:p w:rsidR="008A14EB" w:rsidRDefault="00DE503A" w:rsidP="000C7F2C">
      <w:pPr>
        <w:autoSpaceDE w:val="0"/>
        <w:autoSpaceDN w:val="0"/>
        <w:adjustRightInd w:val="0"/>
        <w:ind w:right="-285" w:firstLine="709"/>
        <w:rPr>
          <w:rFonts w:cs="Calibri"/>
          <w:bCs/>
          <w:szCs w:val="28"/>
          <w:lang w:eastAsia="en-US"/>
        </w:rPr>
      </w:pPr>
      <w:r w:rsidRPr="00D75763">
        <w:rPr>
          <w:rFonts w:cs="Calibri"/>
          <w:bCs/>
          <w:szCs w:val="28"/>
          <w:lang w:eastAsia="en-US"/>
        </w:rPr>
        <w:t xml:space="preserve">Внести в </w:t>
      </w:r>
      <w:r w:rsidR="00AD6A22">
        <w:rPr>
          <w:rFonts w:cs="Calibri"/>
          <w:bCs/>
          <w:szCs w:val="28"/>
          <w:lang w:eastAsia="en-US"/>
        </w:rPr>
        <w:t xml:space="preserve">раздел 2 </w:t>
      </w:r>
      <w:r w:rsidRPr="00D75763">
        <w:rPr>
          <w:rFonts w:cs="Calibri"/>
          <w:bCs/>
          <w:szCs w:val="28"/>
          <w:lang w:eastAsia="en-US"/>
        </w:rPr>
        <w:t>приложени</w:t>
      </w:r>
      <w:r w:rsidR="00AD6A22">
        <w:rPr>
          <w:rFonts w:cs="Calibri"/>
          <w:bCs/>
          <w:szCs w:val="28"/>
          <w:lang w:eastAsia="en-US"/>
        </w:rPr>
        <w:t>я</w:t>
      </w:r>
      <w:r w:rsidRPr="00D75763">
        <w:rPr>
          <w:rFonts w:cs="Calibri"/>
          <w:bCs/>
          <w:szCs w:val="28"/>
          <w:lang w:eastAsia="en-US"/>
        </w:rPr>
        <w:t xml:space="preserve"> </w:t>
      </w:r>
      <w:r w:rsidR="000C7F2C">
        <w:rPr>
          <w:rFonts w:cs="Calibri"/>
          <w:bCs/>
          <w:szCs w:val="28"/>
          <w:lang w:eastAsia="en-US"/>
        </w:rPr>
        <w:t>к Закону Ярославской области от </w:t>
      </w:r>
      <w:r w:rsidR="00AD6A22">
        <w:rPr>
          <w:rFonts w:cs="Calibri"/>
          <w:bCs/>
          <w:szCs w:val="28"/>
          <w:lang w:eastAsia="en-US"/>
        </w:rPr>
        <w:t xml:space="preserve">13.12.2024 </w:t>
      </w:r>
      <w:r w:rsidRPr="00D75763">
        <w:rPr>
          <w:rFonts w:cs="Calibri"/>
          <w:bCs/>
          <w:szCs w:val="28"/>
          <w:lang w:eastAsia="en-US"/>
        </w:rPr>
        <w:t xml:space="preserve">№ 93-з «О прогнозном плане (программе) приватизации имущества, находящегося в собственности Ярославской области, на 2025 год и на плановый период 2026 и 2027 годов» (Документ-Регион, 2024, </w:t>
      </w:r>
      <w:r w:rsidR="00324184" w:rsidRPr="00D75763">
        <w:rPr>
          <w:rFonts w:cs="Calibri"/>
          <w:bCs/>
          <w:szCs w:val="28"/>
          <w:lang w:eastAsia="en-US"/>
        </w:rPr>
        <w:t>20</w:t>
      </w:r>
      <w:r w:rsidRPr="00D75763">
        <w:rPr>
          <w:rFonts w:cs="Calibri"/>
          <w:bCs/>
          <w:szCs w:val="28"/>
          <w:lang w:eastAsia="en-US"/>
        </w:rPr>
        <w:t xml:space="preserve"> декабря, № </w:t>
      </w:r>
      <w:r w:rsidR="00324184" w:rsidRPr="00D75763">
        <w:rPr>
          <w:rFonts w:cs="Calibri"/>
          <w:bCs/>
          <w:szCs w:val="28"/>
          <w:lang w:eastAsia="en-US"/>
        </w:rPr>
        <w:t>101)</w:t>
      </w:r>
      <w:r w:rsidR="00B92C76" w:rsidRPr="00D75763">
        <w:rPr>
          <w:rFonts w:cs="Calibri"/>
          <w:bCs/>
          <w:szCs w:val="28"/>
          <w:lang w:eastAsia="en-US"/>
        </w:rPr>
        <w:t xml:space="preserve"> </w:t>
      </w:r>
      <w:r w:rsidR="00AD6A22" w:rsidRPr="00AD6A22">
        <w:rPr>
          <w:rFonts w:cs="Calibri"/>
          <w:bCs/>
          <w:szCs w:val="28"/>
          <w:lang w:eastAsia="en-US"/>
        </w:rPr>
        <w:t>изменение, дополнив его пунктами</w:t>
      </w:r>
      <w:r w:rsidR="00AD6A22">
        <w:rPr>
          <w:rFonts w:cs="Calibri"/>
          <w:bCs/>
          <w:szCs w:val="28"/>
          <w:lang w:eastAsia="en-US"/>
        </w:rPr>
        <w:t xml:space="preserve"> </w:t>
      </w:r>
      <w:r w:rsidR="00B92C76" w:rsidRPr="009275A9">
        <w:rPr>
          <w:rFonts w:cs="Calibri"/>
          <w:bCs/>
          <w:szCs w:val="28"/>
          <w:lang w:eastAsia="en-US"/>
        </w:rPr>
        <w:t xml:space="preserve">28 – </w:t>
      </w:r>
      <w:r w:rsidR="009275A9" w:rsidRPr="009275A9">
        <w:rPr>
          <w:rFonts w:cs="Calibri"/>
          <w:bCs/>
          <w:szCs w:val="28"/>
          <w:lang w:eastAsia="en-US"/>
        </w:rPr>
        <w:t>58</w:t>
      </w:r>
      <w:r w:rsidR="00B92C76" w:rsidRPr="009275A9">
        <w:rPr>
          <w:rFonts w:cs="Calibri"/>
          <w:bCs/>
          <w:szCs w:val="28"/>
          <w:lang w:eastAsia="en-US"/>
        </w:rPr>
        <w:t xml:space="preserve"> следующего содержания</w:t>
      </w:r>
      <w:r w:rsidR="00AD6A22">
        <w:rPr>
          <w:rFonts w:cs="Calibri"/>
          <w:bCs/>
          <w:szCs w:val="28"/>
          <w:lang w:eastAsia="en-US"/>
        </w:rPr>
        <w:t>:</w:t>
      </w:r>
    </w:p>
    <w:p w:rsidR="00A84D8C" w:rsidRPr="00A84D8C" w:rsidRDefault="00A84D8C" w:rsidP="00A84D8C">
      <w:pPr>
        <w:autoSpaceDE w:val="0"/>
        <w:autoSpaceDN w:val="0"/>
        <w:adjustRightInd w:val="0"/>
        <w:ind w:firstLine="709"/>
        <w:rPr>
          <w:rFonts w:cs="Calibri"/>
          <w:bCs/>
          <w:szCs w:val="28"/>
          <w:lang w:eastAsia="en-US"/>
        </w:rPr>
      </w:pPr>
    </w:p>
    <w:tbl>
      <w:tblPr>
        <w:tblStyle w:val="4"/>
        <w:tblW w:w="1219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31"/>
        <w:gridCol w:w="562"/>
        <w:gridCol w:w="3549"/>
        <w:gridCol w:w="3399"/>
        <w:gridCol w:w="2125"/>
        <w:gridCol w:w="2125"/>
      </w:tblGrid>
      <w:tr w:rsidR="00DA358B" w:rsidRPr="00D3750E" w:rsidTr="00E332EF">
        <w:tc>
          <w:tcPr>
            <w:tcW w:w="43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A358B" w:rsidRPr="00D3750E" w:rsidRDefault="00CB3EAC" w:rsidP="008A14EB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«</w:t>
            </w:r>
          </w:p>
        </w:tc>
        <w:tc>
          <w:tcPr>
            <w:tcW w:w="562" w:type="dxa"/>
            <w:tcBorders>
              <w:left w:val="single" w:sz="4" w:space="0" w:color="auto"/>
            </w:tcBorders>
          </w:tcPr>
          <w:p w:rsidR="00DA358B" w:rsidRPr="00D3750E" w:rsidRDefault="00DA358B" w:rsidP="008A14EB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28</w:t>
            </w:r>
          </w:p>
        </w:tc>
        <w:tc>
          <w:tcPr>
            <w:tcW w:w="3549" w:type="dxa"/>
          </w:tcPr>
          <w:p w:rsidR="00DA358B" w:rsidRPr="00FF6726" w:rsidRDefault="00DA358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FF6726">
              <w:rPr>
                <w:color w:val="000000"/>
                <w:kern w:val="2"/>
                <w:szCs w:val="28"/>
              </w:rPr>
              <w:t>Недвижимое имущество:</w:t>
            </w:r>
          </w:p>
          <w:p w:rsidR="00DA358B" w:rsidRDefault="00DA358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Default="00DA358B" w:rsidP="00D2291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>п</w:t>
            </w:r>
            <w:r w:rsidRPr="0014599D">
              <w:rPr>
                <w:color w:val="000000"/>
                <w:kern w:val="2"/>
                <w:szCs w:val="28"/>
              </w:rPr>
              <w:t>сихоневрологическ</w:t>
            </w:r>
            <w:r>
              <w:rPr>
                <w:color w:val="000000"/>
                <w:kern w:val="2"/>
                <w:szCs w:val="28"/>
              </w:rPr>
              <w:t>ий</w:t>
            </w:r>
            <w:r w:rsidRPr="0014599D">
              <w:rPr>
                <w:color w:val="000000"/>
                <w:kern w:val="2"/>
                <w:szCs w:val="28"/>
              </w:rPr>
              <w:t xml:space="preserve"> </w:t>
            </w:r>
          </w:p>
          <w:p w:rsidR="00DA358B" w:rsidRDefault="00DA358B" w:rsidP="00D2291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14599D">
              <w:rPr>
                <w:color w:val="000000"/>
                <w:kern w:val="2"/>
                <w:szCs w:val="28"/>
              </w:rPr>
              <w:t>и</w:t>
            </w:r>
            <w:r>
              <w:rPr>
                <w:color w:val="000000"/>
                <w:kern w:val="2"/>
                <w:szCs w:val="28"/>
              </w:rPr>
              <w:t>нститут</w:t>
            </w:r>
            <w:r w:rsidRPr="0014599D">
              <w:rPr>
                <w:color w:val="000000"/>
                <w:kern w:val="2"/>
                <w:szCs w:val="28"/>
              </w:rPr>
              <w:t xml:space="preserve">, </w:t>
            </w:r>
          </w:p>
          <w:p w:rsidR="00DA358B" w:rsidRPr="00FF6726" w:rsidRDefault="00DA358B" w:rsidP="00D22910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14599D">
              <w:rPr>
                <w:color w:val="000000"/>
                <w:kern w:val="2"/>
                <w:szCs w:val="28"/>
              </w:rPr>
              <w:t>кадастровый номер 76:</w:t>
            </w:r>
            <w:r w:rsidRPr="00D133CB">
              <w:rPr>
                <w:color w:val="000000"/>
                <w:kern w:val="2"/>
                <w:szCs w:val="28"/>
              </w:rPr>
              <w:t>11:010101:917</w:t>
            </w:r>
          </w:p>
          <w:p w:rsidR="00DA358B" w:rsidRDefault="00DA358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Default="00DA358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Pr="00216CD9" w:rsidRDefault="00DA358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Default="00DA358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216CD9">
              <w:rPr>
                <w:color w:val="000000"/>
                <w:kern w:val="2"/>
                <w:szCs w:val="28"/>
              </w:rPr>
              <w:t xml:space="preserve">здание администрации, </w:t>
            </w:r>
          </w:p>
          <w:p w:rsidR="00DA358B" w:rsidRPr="00FF6726" w:rsidRDefault="00DA358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216CD9">
              <w:rPr>
                <w:color w:val="000000"/>
                <w:kern w:val="2"/>
                <w:szCs w:val="28"/>
              </w:rPr>
              <w:t>кадастровы</w:t>
            </w:r>
            <w:r>
              <w:rPr>
                <w:color w:val="000000"/>
                <w:kern w:val="2"/>
                <w:szCs w:val="28"/>
              </w:rPr>
              <w:t>й</w:t>
            </w:r>
            <w:r w:rsidRPr="00216CD9">
              <w:rPr>
                <w:color w:val="000000"/>
                <w:kern w:val="2"/>
                <w:szCs w:val="28"/>
              </w:rPr>
              <w:t xml:space="preserve"> номер 76:11:010101:931</w:t>
            </w:r>
          </w:p>
          <w:p w:rsidR="00DA358B" w:rsidRPr="00FF6726" w:rsidRDefault="00DA358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Pr="00FF6726" w:rsidRDefault="00DA358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Default="00DA358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216CD9">
              <w:rPr>
                <w:color w:val="000000"/>
                <w:kern w:val="2"/>
                <w:szCs w:val="28"/>
              </w:rPr>
              <w:lastRenderedPageBreak/>
              <w:t xml:space="preserve">здание медицинской </w:t>
            </w:r>
          </w:p>
          <w:p w:rsidR="00DA358B" w:rsidRDefault="00DA358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216CD9">
              <w:rPr>
                <w:color w:val="000000"/>
                <w:kern w:val="2"/>
                <w:szCs w:val="28"/>
              </w:rPr>
              <w:t xml:space="preserve">части, </w:t>
            </w:r>
          </w:p>
          <w:p w:rsidR="00DA358B" w:rsidRPr="00FF6726" w:rsidRDefault="00DA358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216CD9">
              <w:rPr>
                <w:color w:val="000000"/>
                <w:kern w:val="2"/>
                <w:szCs w:val="28"/>
              </w:rPr>
              <w:t>кадастровы</w:t>
            </w:r>
            <w:r>
              <w:rPr>
                <w:color w:val="000000"/>
                <w:kern w:val="2"/>
                <w:szCs w:val="28"/>
              </w:rPr>
              <w:t>й</w:t>
            </w:r>
            <w:r w:rsidRPr="00216CD9">
              <w:rPr>
                <w:color w:val="000000"/>
                <w:kern w:val="2"/>
                <w:szCs w:val="28"/>
              </w:rPr>
              <w:t xml:space="preserve"> номер 76:11:010101:3336</w:t>
            </w:r>
          </w:p>
          <w:p w:rsidR="00DA358B" w:rsidRPr="00FF6726" w:rsidRDefault="00DA358B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Pr="00FF6726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Pr="00FF6726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216CD9">
              <w:rPr>
                <w:color w:val="000000"/>
                <w:kern w:val="2"/>
                <w:szCs w:val="28"/>
              </w:rPr>
              <w:t xml:space="preserve">сарай-конюшня, </w:t>
            </w:r>
          </w:p>
          <w:p w:rsidR="00DA358B" w:rsidRPr="00FF6726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216CD9">
              <w:rPr>
                <w:color w:val="000000"/>
                <w:kern w:val="2"/>
                <w:szCs w:val="28"/>
              </w:rPr>
              <w:t>кадастровы</w:t>
            </w:r>
            <w:r>
              <w:rPr>
                <w:color w:val="000000"/>
                <w:kern w:val="2"/>
                <w:szCs w:val="28"/>
              </w:rPr>
              <w:t>й</w:t>
            </w:r>
            <w:r w:rsidRPr="00216CD9">
              <w:rPr>
                <w:color w:val="000000"/>
                <w:kern w:val="2"/>
                <w:szCs w:val="28"/>
              </w:rPr>
              <w:t xml:space="preserve"> номер 76:11:010101:932</w:t>
            </w:r>
          </w:p>
          <w:p w:rsidR="00DA358B" w:rsidRPr="00FF6726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Pr="00FF6726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216CD9">
              <w:rPr>
                <w:color w:val="000000"/>
                <w:kern w:val="2"/>
                <w:szCs w:val="28"/>
              </w:rPr>
              <w:t xml:space="preserve">коровник, свинарник, </w:t>
            </w:r>
          </w:p>
          <w:p w:rsidR="00DA358B" w:rsidRPr="00FF6726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216CD9">
              <w:rPr>
                <w:color w:val="000000"/>
                <w:kern w:val="2"/>
                <w:szCs w:val="28"/>
              </w:rPr>
              <w:t>кадастровы</w:t>
            </w:r>
            <w:r>
              <w:rPr>
                <w:color w:val="000000"/>
                <w:kern w:val="2"/>
                <w:szCs w:val="28"/>
              </w:rPr>
              <w:t>й</w:t>
            </w:r>
            <w:r w:rsidRPr="00216CD9">
              <w:rPr>
                <w:color w:val="000000"/>
                <w:kern w:val="2"/>
                <w:szCs w:val="28"/>
              </w:rPr>
              <w:t xml:space="preserve"> номер 76:11:010101:934</w:t>
            </w:r>
          </w:p>
          <w:p w:rsidR="00DA358B" w:rsidRPr="00FF6726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Pr="00FF6726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216CD9">
              <w:rPr>
                <w:color w:val="000000"/>
                <w:kern w:val="2"/>
                <w:szCs w:val="28"/>
              </w:rPr>
              <w:t xml:space="preserve">гараж, </w:t>
            </w:r>
          </w:p>
          <w:p w:rsidR="00DA358B" w:rsidRPr="00FF6726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216CD9">
              <w:rPr>
                <w:color w:val="000000"/>
                <w:kern w:val="2"/>
                <w:szCs w:val="28"/>
              </w:rPr>
              <w:t>кадастровы</w:t>
            </w:r>
            <w:r>
              <w:rPr>
                <w:color w:val="000000"/>
                <w:kern w:val="2"/>
                <w:szCs w:val="28"/>
              </w:rPr>
              <w:t>й</w:t>
            </w:r>
            <w:r w:rsidRPr="00216CD9">
              <w:rPr>
                <w:color w:val="000000"/>
                <w:kern w:val="2"/>
                <w:szCs w:val="28"/>
              </w:rPr>
              <w:t xml:space="preserve"> номер 76:11:010101:3337</w:t>
            </w:r>
          </w:p>
          <w:p w:rsidR="00DA358B" w:rsidRPr="00FF6726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Pr="00FF6726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Pr="00FF6726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Pr="00FF6726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216CD9">
              <w:rPr>
                <w:color w:val="000000"/>
                <w:kern w:val="2"/>
                <w:szCs w:val="28"/>
              </w:rPr>
              <w:t xml:space="preserve">сарай, </w:t>
            </w:r>
          </w:p>
          <w:p w:rsidR="00DA358B" w:rsidRPr="00FF6726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216CD9">
              <w:rPr>
                <w:color w:val="000000"/>
                <w:kern w:val="2"/>
                <w:szCs w:val="28"/>
              </w:rPr>
              <w:t>кадастровы</w:t>
            </w:r>
            <w:r>
              <w:rPr>
                <w:color w:val="000000"/>
                <w:kern w:val="2"/>
                <w:szCs w:val="28"/>
              </w:rPr>
              <w:t>й</w:t>
            </w:r>
            <w:r w:rsidRPr="00216CD9">
              <w:rPr>
                <w:color w:val="000000"/>
                <w:kern w:val="2"/>
                <w:szCs w:val="28"/>
              </w:rPr>
              <w:t xml:space="preserve"> номер 76:11:010101:3338</w:t>
            </w:r>
          </w:p>
          <w:p w:rsidR="00DA358B" w:rsidRPr="00FF6726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Pr="00FF6726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Pr="00FF6726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216CD9">
              <w:rPr>
                <w:color w:val="000000"/>
                <w:kern w:val="2"/>
                <w:szCs w:val="28"/>
              </w:rPr>
              <w:t xml:space="preserve">овощехранилище, </w:t>
            </w:r>
          </w:p>
          <w:p w:rsidR="00DA358B" w:rsidRPr="00FF6726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216CD9">
              <w:rPr>
                <w:color w:val="000000"/>
                <w:kern w:val="2"/>
                <w:szCs w:val="28"/>
              </w:rPr>
              <w:t>кадастровы</w:t>
            </w:r>
            <w:r>
              <w:rPr>
                <w:color w:val="000000"/>
                <w:kern w:val="2"/>
                <w:szCs w:val="28"/>
              </w:rPr>
              <w:t>й</w:t>
            </w:r>
            <w:r w:rsidRPr="00216CD9">
              <w:rPr>
                <w:color w:val="000000"/>
                <w:kern w:val="2"/>
                <w:szCs w:val="28"/>
              </w:rPr>
              <w:t xml:space="preserve"> номер 76:11:010101:3339</w:t>
            </w:r>
          </w:p>
          <w:p w:rsidR="00DA358B" w:rsidRPr="00FF6726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Pr="00FF6726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Pr="00FF6726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0B3A46">
              <w:rPr>
                <w:color w:val="000000"/>
                <w:kern w:val="2"/>
                <w:szCs w:val="28"/>
              </w:rPr>
              <w:t xml:space="preserve">столовая, </w:t>
            </w:r>
          </w:p>
          <w:p w:rsidR="00DA358B" w:rsidRPr="000B3A46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0B3A46">
              <w:rPr>
                <w:color w:val="000000"/>
                <w:kern w:val="2"/>
                <w:szCs w:val="28"/>
              </w:rPr>
              <w:t>кадастровый номер 76:11:010101:912</w:t>
            </w:r>
          </w:p>
          <w:p w:rsidR="00DA358B" w:rsidRPr="00FF6726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Pr="00FF6726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175FA4">
              <w:rPr>
                <w:color w:val="000000"/>
                <w:kern w:val="2"/>
                <w:szCs w:val="28"/>
              </w:rPr>
              <w:lastRenderedPageBreak/>
              <w:t xml:space="preserve">здание лит. К (дизельная, склады), </w:t>
            </w:r>
          </w:p>
          <w:p w:rsidR="00DA358B" w:rsidRPr="00216CD9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175FA4">
              <w:rPr>
                <w:color w:val="000000"/>
                <w:kern w:val="2"/>
                <w:szCs w:val="28"/>
              </w:rPr>
              <w:t>кадастровый номер 76:11:043902:1353</w:t>
            </w:r>
          </w:p>
          <w:p w:rsidR="00DA358B" w:rsidRPr="00216CD9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Pr="00216CD9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Default="00DA358B" w:rsidP="00216C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FF6726">
              <w:rPr>
                <w:color w:val="000000"/>
                <w:kern w:val="2"/>
                <w:szCs w:val="28"/>
              </w:rPr>
              <w:t xml:space="preserve">с земельным участком, </w:t>
            </w:r>
          </w:p>
          <w:p w:rsidR="00DA358B" w:rsidRPr="00FF6726" w:rsidRDefault="00DA358B" w:rsidP="00216CD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FF6726">
              <w:rPr>
                <w:color w:val="000000"/>
                <w:kern w:val="2"/>
                <w:szCs w:val="28"/>
              </w:rPr>
              <w:t>кадастровый номер 76:11:043902:976</w:t>
            </w:r>
          </w:p>
          <w:p w:rsidR="00DA358B" w:rsidRPr="00FF6726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Pr="00FF6726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Pr="0082040A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82040A">
              <w:rPr>
                <w:color w:val="000000"/>
                <w:kern w:val="2"/>
                <w:szCs w:val="28"/>
              </w:rPr>
              <w:t>движимое имущество</w:t>
            </w: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82040A">
              <w:rPr>
                <w:color w:val="000000"/>
                <w:kern w:val="2"/>
                <w:szCs w:val="28"/>
              </w:rPr>
              <w:t xml:space="preserve">(прочие нефинансовые </w:t>
            </w:r>
          </w:p>
          <w:p w:rsidR="00DA358B" w:rsidRPr="0082040A" w:rsidRDefault="00DA358B" w:rsidP="00C16C9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82040A">
              <w:rPr>
                <w:color w:val="000000"/>
                <w:kern w:val="2"/>
                <w:szCs w:val="28"/>
              </w:rPr>
              <w:t>активы):</w:t>
            </w:r>
          </w:p>
          <w:p w:rsidR="00DA358B" w:rsidRPr="0082040A" w:rsidRDefault="00DA358B" w:rsidP="0084139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>–</w:t>
            </w:r>
            <w:r w:rsidRPr="0082040A">
              <w:rPr>
                <w:color w:val="000000"/>
                <w:kern w:val="2"/>
                <w:szCs w:val="28"/>
              </w:rPr>
              <w:t xml:space="preserve"> теплица;</w:t>
            </w:r>
          </w:p>
          <w:p w:rsidR="00DA358B" w:rsidRPr="0082040A" w:rsidRDefault="00DA358B" w:rsidP="0084139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>–</w:t>
            </w:r>
            <w:r w:rsidRPr="0082040A">
              <w:rPr>
                <w:color w:val="000000"/>
                <w:kern w:val="2"/>
                <w:szCs w:val="28"/>
              </w:rPr>
              <w:t xml:space="preserve"> забор металлический</w:t>
            </w:r>
            <w:r>
              <w:rPr>
                <w:color w:val="000000"/>
                <w:kern w:val="2"/>
                <w:szCs w:val="28"/>
              </w:rPr>
              <w:t xml:space="preserve"> (1 000 м)</w:t>
            </w:r>
            <w:r w:rsidRPr="0082040A">
              <w:rPr>
                <w:color w:val="000000"/>
                <w:kern w:val="2"/>
                <w:szCs w:val="28"/>
              </w:rPr>
              <w:t>;</w:t>
            </w:r>
          </w:p>
          <w:p w:rsidR="00DA358B" w:rsidRPr="0082040A" w:rsidRDefault="00DA358B" w:rsidP="0084139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>–</w:t>
            </w:r>
            <w:r w:rsidRPr="0082040A">
              <w:rPr>
                <w:color w:val="000000"/>
                <w:kern w:val="2"/>
                <w:szCs w:val="28"/>
              </w:rPr>
              <w:t xml:space="preserve"> дымосос ДН-8;</w:t>
            </w:r>
          </w:p>
          <w:p w:rsidR="00DA358B" w:rsidRPr="0082040A" w:rsidRDefault="00DA358B" w:rsidP="0084139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>–</w:t>
            </w:r>
            <w:r w:rsidRPr="0082040A">
              <w:rPr>
                <w:color w:val="000000"/>
                <w:kern w:val="2"/>
                <w:szCs w:val="28"/>
              </w:rPr>
              <w:t xml:space="preserve"> вытяжная вентиляция;</w:t>
            </w:r>
          </w:p>
          <w:p w:rsidR="00DA358B" w:rsidRPr="0082040A" w:rsidRDefault="00DA358B" w:rsidP="0084139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>–</w:t>
            </w:r>
            <w:r w:rsidRPr="0082040A">
              <w:rPr>
                <w:color w:val="000000"/>
                <w:kern w:val="2"/>
                <w:szCs w:val="28"/>
              </w:rPr>
              <w:t xml:space="preserve"> телефонная сеть;</w:t>
            </w:r>
          </w:p>
          <w:p w:rsidR="00DA358B" w:rsidRPr="0082040A" w:rsidRDefault="00DA358B" w:rsidP="00500C7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>–</w:t>
            </w:r>
            <w:r w:rsidRPr="0082040A">
              <w:rPr>
                <w:color w:val="000000"/>
                <w:kern w:val="2"/>
                <w:szCs w:val="28"/>
              </w:rPr>
              <w:t xml:space="preserve"> пожарная сигнализация в здании главного корпуса;</w:t>
            </w:r>
          </w:p>
          <w:p w:rsidR="00DA358B" w:rsidRPr="0082040A" w:rsidRDefault="00DA358B" w:rsidP="0084139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>–</w:t>
            </w:r>
            <w:r w:rsidRPr="0082040A">
              <w:rPr>
                <w:color w:val="000000"/>
                <w:kern w:val="2"/>
                <w:szCs w:val="28"/>
              </w:rPr>
              <w:t xml:space="preserve"> пожарная сигнализация в здании медицинской части;</w:t>
            </w:r>
          </w:p>
          <w:p w:rsidR="00DA358B" w:rsidRPr="0082040A" w:rsidRDefault="00DA358B" w:rsidP="0084139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>–</w:t>
            </w:r>
            <w:r w:rsidRPr="0082040A">
              <w:rPr>
                <w:color w:val="000000"/>
                <w:kern w:val="2"/>
                <w:szCs w:val="28"/>
              </w:rPr>
              <w:t xml:space="preserve"> пожарная сигнализация в здании столовой;</w:t>
            </w:r>
          </w:p>
          <w:p w:rsidR="00DA358B" w:rsidRPr="0082040A" w:rsidRDefault="00DA358B" w:rsidP="0084139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>–</w:t>
            </w:r>
            <w:r w:rsidRPr="0082040A">
              <w:rPr>
                <w:color w:val="000000"/>
                <w:kern w:val="2"/>
                <w:szCs w:val="28"/>
              </w:rPr>
              <w:t xml:space="preserve"> автоматизированная система коммерческого учета регулирования энергоресурсов;</w:t>
            </w:r>
          </w:p>
          <w:p w:rsidR="00DA358B" w:rsidRPr="0082040A" w:rsidRDefault="00DA358B" w:rsidP="0084139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>–</w:t>
            </w:r>
            <w:r w:rsidRPr="0082040A">
              <w:rPr>
                <w:color w:val="000000"/>
                <w:kern w:val="2"/>
                <w:szCs w:val="28"/>
              </w:rPr>
              <w:t xml:space="preserve"> насос КМ 80-50-200;</w:t>
            </w:r>
          </w:p>
          <w:p w:rsidR="00DA358B" w:rsidRPr="0082040A" w:rsidRDefault="00DA358B" w:rsidP="0084139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>–</w:t>
            </w:r>
            <w:r w:rsidRPr="0082040A">
              <w:rPr>
                <w:color w:val="000000"/>
                <w:kern w:val="2"/>
                <w:szCs w:val="28"/>
              </w:rPr>
              <w:t xml:space="preserve"> насос;</w:t>
            </w:r>
          </w:p>
          <w:p w:rsidR="00DA358B" w:rsidRPr="0082040A" w:rsidRDefault="00DA358B" w:rsidP="0084139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>–</w:t>
            </w:r>
            <w:r w:rsidRPr="0082040A">
              <w:rPr>
                <w:color w:val="000000"/>
                <w:kern w:val="2"/>
                <w:szCs w:val="28"/>
              </w:rPr>
              <w:t xml:space="preserve"> ящик силовой ЯРПП 100А Р54;</w:t>
            </w:r>
          </w:p>
          <w:p w:rsidR="00DA358B" w:rsidRPr="0082040A" w:rsidRDefault="00DA358B" w:rsidP="0084139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>–</w:t>
            </w:r>
            <w:r w:rsidRPr="0082040A">
              <w:rPr>
                <w:color w:val="000000"/>
                <w:kern w:val="2"/>
                <w:szCs w:val="28"/>
              </w:rPr>
              <w:t xml:space="preserve"> уровнемер скважинный;</w:t>
            </w:r>
          </w:p>
          <w:p w:rsidR="00DA358B" w:rsidRPr="0082040A" w:rsidRDefault="00DA358B" w:rsidP="0084139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>–</w:t>
            </w:r>
            <w:r w:rsidRPr="0082040A">
              <w:rPr>
                <w:color w:val="000000"/>
                <w:kern w:val="2"/>
                <w:szCs w:val="28"/>
              </w:rPr>
              <w:t xml:space="preserve"> насос;</w:t>
            </w:r>
          </w:p>
          <w:p w:rsidR="00DA358B" w:rsidRPr="0082040A" w:rsidRDefault="00DA358B" w:rsidP="0084139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>–</w:t>
            </w:r>
            <w:r w:rsidRPr="0082040A">
              <w:rPr>
                <w:color w:val="000000"/>
                <w:kern w:val="2"/>
                <w:szCs w:val="28"/>
              </w:rPr>
              <w:t xml:space="preserve"> накопительный пульт для ВКТ;</w:t>
            </w:r>
          </w:p>
          <w:p w:rsidR="00DA358B" w:rsidRPr="0082040A" w:rsidRDefault="00DA358B" w:rsidP="0084139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 xml:space="preserve">– </w:t>
            </w:r>
            <w:proofErr w:type="spellStart"/>
            <w:r>
              <w:rPr>
                <w:color w:val="000000"/>
                <w:kern w:val="2"/>
                <w:szCs w:val="28"/>
              </w:rPr>
              <w:t>фильтродержатель</w:t>
            </w:r>
            <w:proofErr w:type="spellEnd"/>
            <w:r>
              <w:rPr>
                <w:color w:val="000000"/>
                <w:kern w:val="2"/>
                <w:szCs w:val="28"/>
              </w:rPr>
              <w:t xml:space="preserve"> HF </w:t>
            </w:r>
            <w:r w:rsidRPr="0082040A">
              <w:rPr>
                <w:color w:val="000000"/>
                <w:kern w:val="2"/>
                <w:szCs w:val="28"/>
              </w:rPr>
              <w:t>65;</w:t>
            </w:r>
          </w:p>
          <w:p w:rsidR="00DA358B" w:rsidRPr="0082040A" w:rsidRDefault="00DA358B" w:rsidP="0084139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>–</w:t>
            </w:r>
            <w:r w:rsidRPr="0082040A">
              <w:rPr>
                <w:color w:val="000000"/>
                <w:kern w:val="2"/>
                <w:szCs w:val="28"/>
              </w:rPr>
              <w:t xml:space="preserve"> </w:t>
            </w:r>
            <w:proofErr w:type="spellStart"/>
            <w:r w:rsidRPr="0082040A">
              <w:rPr>
                <w:color w:val="000000"/>
                <w:kern w:val="2"/>
                <w:szCs w:val="28"/>
              </w:rPr>
              <w:t>фильтродержатель</w:t>
            </w:r>
            <w:proofErr w:type="spellEnd"/>
            <w:r w:rsidRPr="0082040A">
              <w:rPr>
                <w:color w:val="000000"/>
                <w:kern w:val="2"/>
                <w:szCs w:val="28"/>
              </w:rPr>
              <w:t xml:space="preserve"> HF 65;</w:t>
            </w:r>
          </w:p>
          <w:p w:rsidR="00DA358B" w:rsidRPr="0082040A" w:rsidRDefault="00DA358B" w:rsidP="0084139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>–</w:t>
            </w:r>
            <w:r w:rsidRPr="0082040A">
              <w:rPr>
                <w:color w:val="000000"/>
                <w:kern w:val="2"/>
                <w:szCs w:val="28"/>
              </w:rPr>
              <w:t xml:space="preserve"> </w:t>
            </w:r>
            <w:proofErr w:type="spellStart"/>
            <w:r w:rsidRPr="0082040A">
              <w:rPr>
                <w:color w:val="000000"/>
                <w:kern w:val="2"/>
                <w:szCs w:val="28"/>
              </w:rPr>
              <w:t>фильтродержатель</w:t>
            </w:r>
            <w:proofErr w:type="spellEnd"/>
            <w:r w:rsidRPr="0082040A">
              <w:rPr>
                <w:color w:val="000000"/>
                <w:kern w:val="2"/>
                <w:szCs w:val="28"/>
              </w:rPr>
              <w:t xml:space="preserve"> HF 65;</w:t>
            </w:r>
          </w:p>
          <w:p w:rsidR="00DA358B" w:rsidRPr="0082040A" w:rsidRDefault="00DA358B" w:rsidP="0084139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lastRenderedPageBreak/>
              <w:t>–</w:t>
            </w:r>
            <w:r w:rsidRPr="0082040A">
              <w:rPr>
                <w:color w:val="000000"/>
                <w:kern w:val="2"/>
                <w:szCs w:val="28"/>
              </w:rPr>
              <w:t xml:space="preserve"> пожарная сигнализация помещения № 3;</w:t>
            </w:r>
          </w:p>
          <w:p w:rsidR="00DA358B" w:rsidRPr="0082040A" w:rsidRDefault="00DA358B" w:rsidP="0084139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>–</w:t>
            </w:r>
            <w:r w:rsidRPr="0082040A">
              <w:rPr>
                <w:color w:val="000000"/>
                <w:kern w:val="2"/>
                <w:szCs w:val="28"/>
              </w:rPr>
              <w:t xml:space="preserve"> пожарная сигнализация здания администрации;</w:t>
            </w:r>
          </w:p>
          <w:p w:rsidR="00DA358B" w:rsidRPr="00CD7222" w:rsidRDefault="00DA358B" w:rsidP="0084139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>–</w:t>
            </w:r>
            <w:r w:rsidRPr="0082040A">
              <w:rPr>
                <w:color w:val="000000"/>
                <w:kern w:val="2"/>
                <w:szCs w:val="28"/>
              </w:rPr>
              <w:t xml:space="preserve"> </w:t>
            </w:r>
            <w:r w:rsidRPr="00CD7222">
              <w:rPr>
                <w:color w:val="000000"/>
                <w:kern w:val="2"/>
                <w:szCs w:val="28"/>
              </w:rPr>
              <w:t>электродвигатель;</w:t>
            </w:r>
          </w:p>
          <w:p w:rsidR="00DA358B" w:rsidRPr="00CD7222" w:rsidRDefault="00DA358B" w:rsidP="0084139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CD7222">
              <w:rPr>
                <w:color w:val="000000"/>
                <w:kern w:val="2"/>
                <w:szCs w:val="28"/>
              </w:rPr>
              <w:t>– электродвигатель;</w:t>
            </w:r>
          </w:p>
          <w:p w:rsidR="00DA358B" w:rsidRPr="0082040A" w:rsidRDefault="00DA358B" w:rsidP="0084139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CD7222">
              <w:rPr>
                <w:color w:val="000000"/>
                <w:kern w:val="2"/>
                <w:szCs w:val="28"/>
              </w:rPr>
              <w:t>– электродвигатель;</w:t>
            </w:r>
          </w:p>
          <w:p w:rsidR="00DA358B" w:rsidRPr="0082040A" w:rsidRDefault="00DA358B" w:rsidP="0084139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>–</w:t>
            </w:r>
            <w:r w:rsidRPr="0082040A">
              <w:rPr>
                <w:color w:val="000000"/>
                <w:kern w:val="2"/>
                <w:szCs w:val="28"/>
              </w:rPr>
              <w:t xml:space="preserve"> аварийный блок;</w:t>
            </w:r>
          </w:p>
          <w:p w:rsidR="00DA358B" w:rsidRPr="0082040A" w:rsidRDefault="00DA358B" w:rsidP="0084139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>–</w:t>
            </w:r>
            <w:r w:rsidRPr="0082040A">
              <w:rPr>
                <w:color w:val="000000"/>
                <w:kern w:val="2"/>
                <w:szCs w:val="28"/>
              </w:rPr>
              <w:t xml:space="preserve"> вывеска плоская;</w:t>
            </w:r>
          </w:p>
          <w:p w:rsidR="00DA358B" w:rsidRPr="00FF6726" w:rsidRDefault="00DA358B" w:rsidP="0084139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>–</w:t>
            </w:r>
            <w:r w:rsidRPr="0082040A">
              <w:rPr>
                <w:color w:val="000000"/>
                <w:kern w:val="2"/>
                <w:szCs w:val="28"/>
              </w:rPr>
              <w:t xml:space="preserve"> циркулярный насос грундфос 25-40</w:t>
            </w:r>
          </w:p>
        </w:tc>
        <w:tc>
          <w:tcPr>
            <w:tcW w:w="3399" w:type="dxa"/>
          </w:tcPr>
          <w:p w:rsidR="00DA358B" w:rsidRPr="00FF6726" w:rsidRDefault="00DA358B" w:rsidP="00FB041C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Pr="00FF6726" w:rsidRDefault="00DA358B" w:rsidP="00FB041C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Default="00DA358B" w:rsidP="00A84D8C">
            <w:pPr>
              <w:ind w:right="-109" w:firstLine="0"/>
              <w:jc w:val="left"/>
              <w:rPr>
                <w:color w:val="000000"/>
                <w:kern w:val="2"/>
                <w:szCs w:val="28"/>
              </w:rPr>
            </w:pPr>
            <w:r w:rsidRPr="00821764">
              <w:rPr>
                <w:color w:val="000000"/>
                <w:kern w:val="2"/>
                <w:szCs w:val="28"/>
              </w:rPr>
              <w:t xml:space="preserve">Ярославская область, </w:t>
            </w:r>
          </w:p>
          <w:p w:rsidR="00DA358B" w:rsidRDefault="00DA358B" w:rsidP="00A84D8C">
            <w:pPr>
              <w:ind w:right="-109" w:firstLine="0"/>
              <w:jc w:val="left"/>
              <w:rPr>
                <w:color w:val="000000"/>
                <w:kern w:val="2"/>
                <w:szCs w:val="28"/>
              </w:rPr>
            </w:pPr>
            <w:proofErr w:type="spellStart"/>
            <w:r w:rsidRPr="00821764">
              <w:rPr>
                <w:color w:val="000000"/>
                <w:kern w:val="2"/>
                <w:szCs w:val="28"/>
              </w:rPr>
              <w:t>Переславский</w:t>
            </w:r>
            <w:proofErr w:type="spellEnd"/>
            <w:r>
              <w:rPr>
                <w:color w:val="000000"/>
                <w:kern w:val="2"/>
                <w:szCs w:val="28"/>
              </w:rPr>
              <w:t xml:space="preserve"> район, </w:t>
            </w:r>
            <w:r>
              <w:rPr>
                <w:color w:val="000000"/>
                <w:kern w:val="2"/>
                <w:szCs w:val="28"/>
              </w:rPr>
              <w:br/>
            </w:r>
            <w:proofErr w:type="spellStart"/>
            <w:r>
              <w:rPr>
                <w:color w:val="000000"/>
                <w:kern w:val="2"/>
                <w:szCs w:val="28"/>
              </w:rPr>
              <w:t>Глебовский</w:t>
            </w:r>
            <w:proofErr w:type="spellEnd"/>
            <w:r>
              <w:rPr>
                <w:color w:val="000000"/>
                <w:kern w:val="2"/>
                <w:szCs w:val="28"/>
              </w:rPr>
              <w:t xml:space="preserve"> сельский округ, с. </w:t>
            </w:r>
            <w:r w:rsidRPr="00821764">
              <w:rPr>
                <w:color w:val="000000"/>
                <w:kern w:val="2"/>
                <w:szCs w:val="28"/>
              </w:rPr>
              <w:t xml:space="preserve">Гагаринская </w:t>
            </w:r>
          </w:p>
          <w:p w:rsidR="00DA358B" w:rsidRPr="00FF6726" w:rsidRDefault="00DA358B" w:rsidP="00A84D8C">
            <w:pPr>
              <w:ind w:right="-109" w:firstLine="0"/>
              <w:jc w:val="left"/>
              <w:rPr>
                <w:color w:val="000000"/>
                <w:kern w:val="2"/>
                <w:szCs w:val="28"/>
              </w:rPr>
            </w:pPr>
            <w:r w:rsidRPr="00821764">
              <w:rPr>
                <w:color w:val="000000"/>
                <w:kern w:val="2"/>
                <w:szCs w:val="28"/>
              </w:rPr>
              <w:t>Новоселка, ул</w:t>
            </w:r>
            <w:r>
              <w:rPr>
                <w:color w:val="000000"/>
                <w:kern w:val="2"/>
                <w:szCs w:val="28"/>
              </w:rPr>
              <w:t xml:space="preserve">. </w:t>
            </w:r>
            <w:r w:rsidRPr="00821764">
              <w:rPr>
                <w:color w:val="000000"/>
                <w:kern w:val="2"/>
                <w:szCs w:val="28"/>
              </w:rPr>
              <w:t>Садовая, д</w:t>
            </w:r>
            <w:r>
              <w:rPr>
                <w:color w:val="000000"/>
                <w:kern w:val="2"/>
                <w:szCs w:val="28"/>
              </w:rPr>
              <w:t>. </w:t>
            </w:r>
            <w:r w:rsidRPr="00821764">
              <w:rPr>
                <w:color w:val="000000"/>
                <w:kern w:val="2"/>
                <w:szCs w:val="28"/>
              </w:rPr>
              <w:t>11</w:t>
            </w:r>
          </w:p>
          <w:p w:rsidR="00DA358B" w:rsidRPr="00FF6726" w:rsidRDefault="00DA358B" w:rsidP="00A84D8C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Default="00DA358B" w:rsidP="00A84D8C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 xml:space="preserve">Ярославская область, </w:t>
            </w:r>
          </w:p>
          <w:p w:rsidR="00DA358B" w:rsidRPr="00216CD9" w:rsidRDefault="00DA358B" w:rsidP="00A84D8C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proofErr w:type="spellStart"/>
            <w:r w:rsidRPr="00FB041C">
              <w:rPr>
                <w:color w:val="000000"/>
                <w:kern w:val="2"/>
                <w:szCs w:val="28"/>
              </w:rPr>
              <w:t>Переславский</w:t>
            </w:r>
            <w:proofErr w:type="spellEnd"/>
            <w:r>
              <w:rPr>
                <w:color w:val="000000"/>
                <w:kern w:val="2"/>
                <w:szCs w:val="28"/>
              </w:rPr>
              <w:t xml:space="preserve"> район</w:t>
            </w:r>
            <w:r w:rsidRPr="00FB041C">
              <w:rPr>
                <w:color w:val="000000"/>
                <w:kern w:val="2"/>
                <w:szCs w:val="28"/>
              </w:rPr>
              <w:t>, с.</w:t>
            </w:r>
            <w:r>
              <w:rPr>
                <w:color w:val="000000"/>
                <w:kern w:val="2"/>
                <w:szCs w:val="28"/>
              </w:rPr>
              <w:t> </w:t>
            </w:r>
            <w:r w:rsidRPr="00FB041C">
              <w:rPr>
                <w:color w:val="000000"/>
                <w:kern w:val="2"/>
                <w:szCs w:val="28"/>
              </w:rPr>
              <w:t xml:space="preserve">Гагаринская Новоселка, </w:t>
            </w:r>
            <w:r w:rsidRPr="00216CD9">
              <w:rPr>
                <w:color w:val="000000"/>
                <w:kern w:val="2"/>
                <w:szCs w:val="28"/>
              </w:rPr>
              <w:t>ул.</w:t>
            </w:r>
            <w:r>
              <w:rPr>
                <w:color w:val="000000"/>
                <w:kern w:val="2"/>
                <w:szCs w:val="28"/>
              </w:rPr>
              <w:t> </w:t>
            </w:r>
            <w:r w:rsidRPr="00216CD9">
              <w:rPr>
                <w:color w:val="000000"/>
                <w:kern w:val="2"/>
                <w:szCs w:val="28"/>
              </w:rPr>
              <w:t>Садовая, д.</w:t>
            </w:r>
            <w:r>
              <w:rPr>
                <w:color w:val="000000"/>
                <w:kern w:val="2"/>
                <w:szCs w:val="28"/>
              </w:rPr>
              <w:t> </w:t>
            </w:r>
            <w:r w:rsidRPr="00216CD9">
              <w:rPr>
                <w:color w:val="000000"/>
                <w:kern w:val="2"/>
                <w:szCs w:val="28"/>
              </w:rPr>
              <w:t>14</w:t>
            </w:r>
          </w:p>
          <w:p w:rsidR="00DA358B" w:rsidRPr="00216CD9" w:rsidRDefault="00DA358B" w:rsidP="00C16C9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Default="00DA358B" w:rsidP="00C16C9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216CD9">
              <w:rPr>
                <w:color w:val="000000"/>
                <w:kern w:val="2"/>
                <w:szCs w:val="28"/>
              </w:rPr>
              <w:lastRenderedPageBreak/>
              <w:t>Ярос</w:t>
            </w:r>
            <w:r>
              <w:rPr>
                <w:color w:val="000000"/>
                <w:kern w:val="2"/>
                <w:szCs w:val="28"/>
              </w:rPr>
              <w:t xml:space="preserve">лавская область, </w:t>
            </w:r>
          </w:p>
          <w:p w:rsidR="00DA358B" w:rsidRDefault="00DA358B" w:rsidP="00C16C9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proofErr w:type="spellStart"/>
            <w:r>
              <w:rPr>
                <w:color w:val="000000"/>
                <w:kern w:val="2"/>
                <w:szCs w:val="28"/>
              </w:rPr>
              <w:t>Переславский</w:t>
            </w:r>
            <w:proofErr w:type="spellEnd"/>
            <w:r>
              <w:rPr>
                <w:color w:val="000000"/>
                <w:kern w:val="2"/>
                <w:szCs w:val="28"/>
              </w:rPr>
              <w:t xml:space="preserve"> райо</w:t>
            </w:r>
            <w:r w:rsidRPr="00216CD9">
              <w:rPr>
                <w:color w:val="000000"/>
                <w:kern w:val="2"/>
                <w:szCs w:val="28"/>
              </w:rPr>
              <w:t xml:space="preserve">н, </w:t>
            </w:r>
          </w:p>
          <w:p w:rsidR="00DA358B" w:rsidRDefault="00DA358B" w:rsidP="00C16C9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proofErr w:type="spellStart"/>
            <w:r w:rsidRPr="00216CD9">
              <w:rPr>
                <w:color w:val="000000"/>
                <w:kern w:val="2"/>
                <w:szCs w:val="28"/>
              </w:rPr>
              <w:t>Глебовский</w:t>
            </w:r>
            <w:proofErr w:type="spellEnd"/>
            <w:r w:rsidRPr="00216CD9">
              <w:rPr>
                <w:color w:val="000000"/>
                <w:kern w:val="2"/>
                <w:szCs w:val="28"/>
              </w:rPr>
              <w:t xml:space="preserve"> сельский округ, с.</w:t>
            </w:r>
            <w:r>
              <w:rPr>
                <w:color w:val="000000"/>
                <w:kern w:val="2"/>
                <w:szCs w:val="28"/>
              </w:rPr>
              <w:t> </w:t>
            </w:r>
            <w:r w:rsidRPr="00216CD9">
              <w:rPr>
                <w:color w:val="000000"/>
                <w:kern w:val="2"/>
                <w:szCs w:val="28"/>
              </w:rPr>
              <w:t xml:space="preserve">Гагаринская </w:t>
            </w:r>
          </w:p>
          <w:p w:rsidR="00DA358B" w:rsidRPr="00216CD9" w:rsidRDefault="00DA358B" w:rsidP="00C16C9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216CD9">
              <w:rPr>
                <w:color w:val="000000"/>
                <w:kern w:val="2"/>
                <w:szCs w:val="28"/>
              </w:rPr>
              <w:t>Новоселка, ул.</w:t>
            </w:r>
            <w:r>
              <w:rPr>
                <w:color w:val="000000"/>
                <w:kern w:val="2"/>
                <w:szCs w:val="28"/>
              </w:rPr>
              <w:t> </w:t>
            </w:r>
            <w:r w:rsidRPr="00216CD9">
              <w:rPr>
                <w:color w:val="000000"/>
                <w:kern w:val="2"/>
                <w:szCs w:val="28"/>
              </w:rPr>
              <w:t>Садовая, д.</w:t>
            </w:r>
            <w:r>
              <w:rPr>
                <w:color w:val="000000"/>
                <w:kern w:val="2"/>
                <w:szCs w:val="28"/>
              </w:rPr>
              <w:t> </w:t>
            </w:r>
            <w:r w:rsidRPr="00216CD9">
              <w:rPr>
                <w:color w:val="000000"/>
                <w:kern w:val="2"/>
                <w:szCs w:val="28"/>
              </w:rPr>
              <w:t>13</w:t>
            </w:r>
          </w:p>
          <w:p w:rsidR="00DA358B" w:rsidRPr="00216CD9" w:rsidRDefault="00DA358B" w:rsidP="00C16C9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Default="00DA358B" w:rsidP="00FB041C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FB041C">
              <w:rPr>
                <w:color w:val="000000"/>
                <w:kern w:val="2"/>
                <w:szCs w:val="28"/>
              </w:rPr>
              <w:t>Ярос</w:t>
            </w:r>
            <w:r>
              <w:rPr>
                <w:color w:val="000000"/>
                <w:kern w:val="2"/>
                <w:szCs w:val="28"/>
              </w:rPr>
              <w:t xml:space="preserve">лавская область, </w:t>
            </w:r>
          </w:p>
          <w:p w:rsidR="00DA358B" w:rsidRPr="00FB041C" w:rsidRDefault="00DA358B" w:rsidP="00FB041C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proofErr w:type="spellStart"/>
            <w:r>
              <w:rPr>
                <w:color w:val="000000"/>
                <w:kern w:val="2"/>
                <w:szCs w:val="28"/>
              </w:rPr>
              <w:t>Переславский</w:t>
            </w:r>
            <w:proofErr w:type="spellEnd"/>
            <w:r>
              <w:rPr>
                <w:color w:val="000000"/>
                <w:kern w:val="2"/>
                <w:szCs w:val="28"/>
              </w:rPr>
              <w:t xml:space="preserve"> райо</w:t>
            </w:r>
            <w:r w:rsidRPr="00FB041C">
              <w:rPr>
                <w:color w:val="000000"/>
                <w:kern w:val="2"/>
                <w:szCs w:val="28"/>
              </w:rPr>
              <w:t xml:space="preserve">н, </w:t>
            </w:r>
            <w:r>
              <w:rPr>
                <w:color w:val="000000"/>
                <w:kern w:val="2"/>
                <w:szCs w:val="28"/>
              </w:rPr>
              <w:br/>
            </w:r>
            <w:r w:rsidRPr="00FB041C">
              <w:rPr>
                <w:color w:val="000000"/>
                <w:kern w:val="2"/>
                <w:szCs w:val="28"/>
              </w:rPr>
              <w:t>с.</w:t>
            </w:r>
            <w:r>
              <w:rPr>
                <w:color w:val="000000"/>
                <w:kern w:val="2"/>
                <w:szCs w:val="28"/>
              </w:rPr>
              <w:t xml:space="preserve"> </w:t>
            </w:r>
            <w:r w:rsidRPr="00FB041C">
              <w:rPr>
                <w:color w:val="000000"/>
                <w:kern w:val="2"/>
                <w:szCs w:val="28"/>
              </w:rPr>
              <w:t>Гагаринская Новоселка, ул.</w:t>
            </w:r>
            <w:r>
              <w:rPr>
                <w:color w:val="000000"/>
                <w:kern w:val="2"/>
                <w:szCs w:val="28"/>
              </w:rPr>
              <w:t xml:space="preserve"> </w:t>
            </w:r>
            <w:r w:rsidRPr="00FB041C">
              <w:rPr>
                <w:color w:val="000000"/>
                <w:kern w:val="2"/>
                <w:szCs w:val="28"/>
              </w:rPr>
              <w:t>Садовая, д.</w:t>
            </w:r>
            <w:r>
              <w:rPr>
                <w:color w:val="000000"/>
                <w:kern w:val="2"/>
                <w:szCs w:val="28"/>
              </w:rPr>
              <w:t> </w:t>
            </w:r>
            <w:r w:rsidRPr="00FB041C">
              <w:rPr>
                <w:color w:val="000000"/>
                <w:kern w:val="2"/>
                <w:szCs w:val="28"/>
              </w:rPr>
              <w:t xml:space="preserve">14г </w:t>
            </w:r>
          </w:p>
          <w:p w:rsidR="00DA358B" w:rsidRPr="00216CD9" w:rsidRDefault="00DA358B" w:rsidP="00C16C9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Default="00DA358B" w:rsidP="00C16C9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 xml:space="preserve">Ярославская область, </w:t>
            </w:r>
          </w:p>
          <w:p w:rsidR="00DA358B" w:rsidRPr="00216CD9" w:rsidRDefault="00DA358B" w:rsidP="00C16C9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proofErr w:type="spellStart"/>
            <w:r w:rsidRPr="00821764">
              <w:rPr>
                <w:color w:val="000000"/>
                <w:kern w:val="2"/>
                <w:szCs w:val="28"/>
              </w:rPr>
              <w:t>Переславский</w:t>
            </w:r>
            <w:proofErr w:type="spellEnd"/>
            <w:r>
              <w:rPr>
                <w:color w:val="000000"/>
                <w:kern w:val="2"/>
                <w:szCs w:val="28"/>
              </w:rPr>
              <w:t xml:space="preserve"> район, с. Гагаринская Новоселка, ул. Садовая, д. </w:t>
            </w:r>
            <w:r w:rsidRPr="00821764">
              <w:rPr>
                <w:color w:val="000000"/>
                <w:kern w:val="2"/>
                <w:szCs w:val="28"/>
              </w:rPr>
              <w:t>14</w:t>
            </w:r>
            <w:r>
              <w:rPr>
                <w:color w:val="000000"/>
                <w:kern w:val="2"/>
                <w:szCs w:val="28"/>
              </w:rPr>
              <w:t>д</w:t>
            </w:r>
          </w:p>
          <w:p w:rsidR="00DA358B" w:rsidRPr="00216CD9" w:rsidRDefault="00DA358B" w:rsidP="00C16C9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Default="00DA358B" w:rsidP="00821764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>Я</w:t>
            </w:r>
            <w:r w:rsidRPr="00821764">
              <w:rPr>
                <w:color w:val="000000"/>
                <w:kern w:val="2"/>
                <w:szCs w:val="28"/>
              </w:rPr>
              <w:t xml:space="preserve">рославская область, </w:t>
            </w:r>
          </w:p>
          <w:p w:rsidR="00DA358B" w:rsidRDefault="00DA358B" w:rsidP="00821764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proofErr w:type="spellStart"/>
            <w:r w:rsidRPr="00821764">
              <w:rPr>
                <w:color w:val="000000"/>
                <w:kern w:val="2"/>
                <w:szCs w:val="28"/>
              </w:rPr>
              <w:t>Переславский</w:t>
            </w:r>
            <w:proofErr w:type="spellEnd"/>
            <w:r w:rsidRPr="00821764">
              <w:rPr>
                <w:color w:val="000000"/>
                <w:kern w:val="2"/>
                <w:szCs w:val="28"/>
              </w:rPr>
              <w:t xml:space="preserve"> р</w:t>
            </w:r>
            <w:r>
              <w:rPr>
                <w:color w:val="000000"/>
                <w:kern w:val="2"/>
                <w:szCs w:val="28"/>
              </w:rPr>
              <w:t>айо</w:t>
            </w:r>
            <w:r w:rsidRPr="00821764">
              <w:rPr>
                <w:color w:val="000000"/>
                <w:kern w:val="2"/>
                <w:szCs w:val="28"/>
              </w:rPr>
              <w:t xml:space="preserve">н, </w:t>
            </w:r>
          </w:p>
          <w:p w:rsidR="00DA358B" w:rsidRDefault="00DA358B" w:rsidP="00821764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proofErr w:type="spellStart"/>
            <w:r w:rsidRPr="00821764">
              <w:rPr>
                <w:color w:val="000000"/>
                <w:kern w:val="2"/>
                <w:szCs w:val="28"/>
              </w:rPr>
              <w:t>Глебовский</w:t>
            </w:r>
            <w:proofErr w:type="spellEnd"/>
            <w:r w:rsidRPr="00821764">
              <w:rPr>
                <w:color w:val="000000"/>
                <w:kern w:val="2"/>
                <w:szCs w:val="28"/>
              </w:rPr>
              <w:t xml:space="preserve"> сельский округ, с.</w:t>
            </w:r>
            <w:r>
              <w:rPr>
                <w:color w:val="000000"/>
                <w:kern w:val="2"/>
                <w:szCs w:val="28"/>
              </w:rPr>
              <w:t> </w:t>
            </w:r>
            <w:r w:rsidRPr="00821764">
              <w:rPr>
                <w:color w:val="000000"/>
                <w:kern w:val="2"/>
                <w:szCs w:val="28"/>
              </w:rPr>
              <w:t xml:space="preserve">Гагаринская </w:t>
            </w:r>
          </w:p>
          <w:p w:rsidR="00DA358B" w:rsidRPr="00FB041C" w:rsidRDefault="00DA358B" w:rsidP="00821764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821764">
              <w:rPr>
                <w:color w:val="000000"/>
                <w:kern w:val="2"/>
                <w:szCs w:val="28"/>
              </w:rPr>
              <w:t>Новоселка, ул.</w:t>
            </w:r>
            <w:r>
              <w:rPr>
                <w:color w:val="000000"/>
                <w:kern w:val="2"/>
                <w:szCs w:val="28"/>
              </w:rPr>
              <w:t> </w:t>
            </w:r>
            <w:r w:rsidRPr="00821764">
              <w:rPr>
                <w:color w:val="000000"/>
                <w:kern w:val="2"/>
                <w:szCs w:val="28"/>
              </w:rPr>
              <w:t>Садовая,</w:t>
            </w:r>
            <w:r>
              <w:rPr>
                <w:color w:val="000000"/>
                <w:kern w:val="2"/>
                <w:szCs w:val="28"/>
              </w:rPr>
              <w:t xml:space="preserve"> </w:t>
            </w:r>
            <w:r w:rsidRPr="00821764">
              <w:rPr>
                <w:color w:val="000000"/>
                <w:kern w:val="2"/>
                <w:szCs w:val="28"/>
              </w:rPr>
              <w:t>д.</w:t>
            </w:r>
            <w:r>
              <w:rPr>
                <w:color w:val="000000"/>
                <w:kern w:val="2"/>
                <w:szCs w:val="28"/>
              </w:rPr>
              <w:t> </w:t>
            </w:r>
            <w:r w:rsidRPr="00821764">
              <w:rPr>
                <w:color w:val="000000"/>
                <w:kern w:val="2"/>
                <w:szCs w:val="28"/>
              </w:rPr>
              <w:t>14ж</w:t>
            </w:r>
          </w:p>
          <w:p w:rsidR="00DA358B" w:rsidRPr="00216CD9" w:rsidRDefault="00DA358B" w:rsidP="00C16C9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Default="00DA358B" w:rsidP="00216CD9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821764">
              <w:rPr>
                <w:color w:val="000000"/>
                <w:kern w:val="2"/>
                <w:szCs w:val="28"/>
              </w:rPr>
              <w:t xml:space="preserve">Ярославская область, </w:t>
            </w:r>
          </w:p>
          <w:p w:rsidR="00DA358B" w:rsidRDefault="00DA358B" w:rsidP="00216CD9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proofErr w:type="spellStart"/>
            <w:r w:rsidRPr="00821764">
              <w:rPr>
                <w:color w:val="000000"/>
                <w:kern w:val="2"/>
                <w:szCs w:val="28"/>
              </w:rPr>
              <w:t>Переславский</w:t>
            </w:r>
            <w:proofErr w:type="spellEnd"/>
            <w:r w:rsidRPr="00821764">
              <w:rPr>
                <w:color w:val="000000"/>
                <w:kern w:val="2"/>
                <w:szCs w:val="28"/>
              </w:rPr>
              <w:t xml:space="preserve"> район, </w:t>
            </w:r>
          </w:p>
          <w:p w:rsidR="00DA358B" w:rsidRPr="00216CD9" w:rsidRDefault="00DA358B" w:rsidP="00216CD9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proofErr w:type="spellStart"/>
            <w:r w:rsidRPr="00821764">
              <w:rPr>
                <w:color w:val="000000"/>
                <w:kern w:val="2"/>
                <w:szCs w:val="28"/>
              </w:rPr>
              <w:t>Глебовский</w:t>
            </w:r>
            <w:proofErr w:type="spellEnd"/>
            <w:r w:rsidRPr="00821764">
              <w:rPr>
                <w:color w:val="000000"/>
                <w:kern w:val="2"/>
                <w:szCs w:val="28"/>
              </w:rPr>
              <w:t xml:space="preserve"> </w:t>
            </w:r>
            <w:r>
              <w:rPr>
                <w:color w:val="000000"/>
                <w:kern w:val="2"/>
                <w:szCs w:val="28"/>
              </w:rPr>
              <w:t>сельский округ</w:t>
            </w:r>
            <w:r w:rsidRPr="00821764">
              <w:rPr>
                <w:color w:val="000000"/>
                <w:kern w:val="2"/>
                <w:szCs w:val="28"/>
              </w:rPr>
              <w:t>, с.</w:t>
            </w:r>
            <w:r>
              <w:rPr>
                <w:color w:val="000000"/>
                <w:kern w:val="2"/>
                <w:szCs w:val="28"/>
              </w:rPr>
              <w:t> </w:t>
            </w:r>
            <w:r w:rsidRPr="00821764">
              <w:rPr>
                <w:color w:val="000000"/>
                <w:kern w:val="2"/>
                <w:szCs w:val="28"/>
              </w:rPr>
              <w:t xml:space="preserve">Гагаринская </w:t>
            </w:r>
            <w:r>
              <w:rPr>
                <w:color w:val="000000"/>
                <w:kern w:val="2"/>
                <w:szCs w:val="28"/>
              </w:rPr>
              <w:br/>
            </w:r>
            <w:r w:rsidRPr="00821764">
              <w:rPr>
                <w:color w:val="000000"/>
                <w:kern w:val="2"/>
                <w:szCs w:val="28"/>
              </w:rPr>
              <w:t>Новоселка, ул.</w:t>
            </w:r>
            <w:r>
              <w:rPr>
                <w:color w:val="000000"/>
                <w:kern w:val="2"/>
                <w:szCs w:val="28"/>
              </w:rPr>
              <w:t> </w:t>
            </w:r>
            <w:r w:rsidRPr="00821764">
              <w:rPr>
                <w:color w:val="000000"/>
                <w:kern w:val="2"/>
                <w:szCs w:val="28"/>
              </w:rPr>
              <w:t>Садовая, д.</w:t>
            </w:r>
            <w:r>
              <w:rPr>
                <w:color w:val="000000"/>
                <w:kern w:val="2"/>
                <w:szCs w:val="28"/>
              </w:rPr>
              <w:t> </w:t>
            </w:r>
            <w:r w:rsidRPr="00821764">
              <w:rPr>
                <w:color w:val="000000"/>
                <w:kern w:val="2"/>
                <w:szCs w:val="28"/>
              </w:rPr>
              <w:t>14и</w:t>
            </w:r>
          </w:p>
          <w:p w:rsidR="00DA358B" w:rsidRPr="00216CD9" w:rsidRDefault="00DA358B" w:rsidP="00C16C9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Default="00DA358B" w:rsidP="00216CD9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821764">
              <w:rPr>
                <w:color w:val="000000"/>
                <w:kern w:val="2"/>
                <w:szCs w:val="28"/>
              </w:rPr>
              <w:t xml:space="preserve">Ярославская область, </w:t>
            </w:r>
          </w:p>
          <w:p w:rsidR="00DA358B" w:rsidRDefault="00DA358B" w:rsidP="00216CD9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proofErr w:type="spellStart"/>
            <w:r w:rsidRPr="00821764">
              <w:rPr>
                <w:color w:val="000000"/>
                <w:kern w:val="2"/>
                <w:szCs w:val="28"/>
              </w:rPr>
              <w:t>Пересла</w:t>
            </w:r>
            <w:r>
              <w:rPr>
                <w:color w:val="000000"/>
                <w:kern w:val="2"/>
                <w:szCs w:val="28"/>
              </w:rPr>
              <w:t>вский</w:t>
            </w:r>
            <w:proofErr w:type="spellEnd"/>
            <w:r>
              <w:rPr>
                <w:color w:val="000000"/>
                <w:kern w:val="2"/>
                <w:szCs w:val="28"/>
              </w:rPr>
              <w:t xml:space="preserve"> район, </w:t>
            </w:r>
          </w:p>
          <w:p w:rsidR="00DA358B" w:rsidRDefault="00DA358B" w:rsidP="00216CD9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proofErr w:type="spellStart"/>
            <w:r>
              <w:rPr>
                <w:color w:val="000000"/>
                <w:kern w:val="2"/>
                <w:szCs w:val="28"/>
              </w:rPr>
              <w:t>Глебовский</w:t>
            </w:r>
            <w:proofErr w:type="spellEnd"/>
            <w:r>
              <w:rPr>
                <w:color w:val="000000"/>
                <w:kern w:val="2"/>
                <w:szCs w:val="28"/>
              </w:rPr>
              <w:t xml:space="preserve"> сельский округ, с. Гагаринская </w:t>
            </w:r>
          </w:p>
          <w:p w:rsidR="00DA358B" w:rsidRPr="00216CD9" w:rsidRDefault="00DA358B" w:rsidP="00216CD9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>Новоселка, ул. Садовая, д. </w:t>
            </w:r>
            <w:r w:rsidRPr="00821764">
              <w:rPr>
                <w:color w:val="000000"/>
                <w:kern w:val="2"/>
                <w:szCs w:val="28"/>
              </w:rPr>
              <w:t>14к</w:t>
            </w:r>
          </w:p>
          <w:p w:rsidR="00DA358B" w:rsidRPr="00216CD9" w:rsidRDefault="00DA358B" w:rsidP="00C16C9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Default="00DA358B" w:rsidP="00C16C9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 xml:space="preserve">Ярославская область, </w:t>
            </w:r>
          </w:p>
          <w:p w:rsidR="00DA358B" w:rsidRDefault="00DA358B" w:rsidP="00C16C9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proofErr w:type="spellStart"/>
            <w:r w:rsidRPr="00821764">
              <w:rPr>
                <w:color w:val="000000"/>
                <w:kern w:val="2"/>
                <w:szCs w:val="28"/>
              </w:rPr>
              <w:t>Переславский</w:t>
            </w:r>
            <w:proofErr w:type="spellEnd"/>
            <w:r>
              <w:rPr>
                <w:color w:val="000000"/>
                <w:kern w:val="2"/>
                <w:szCs w:val="28"/>
              </w:rPr>
              <w:t xml:space="preserve"> район</w:t>
            </w:r>
            <w:r w:rsidRPr="00821764">
              <w:rPr>
                <w:color w:val="000000"/>
                <w:kern w:val="2"/>
                <w:szCs w:val="28"/>
              </w:rPr>
              <w:t xml:space="preserve">, </w:t>
            </w:r>
          </w:p>
          <w:p w:rsidR="00DA358B" w:rsidRDefault="00DA358B" w:rsidP="00C16C9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proofErr w:type="spellStart"/>
            <w:r w:rsidRPr="00821764">
              <w:rPr>
                <w:color w:val="000000"/>
                <w:kern w:val="2"/>
                <w:szCs w:val="28"/>
              </w:rPr>
              <w:t>Глебовский</w:t>
            </w:r>
            <w:proofErr w:type="spellEnd"/>
            <w:r>
              <w:rPr>
                <w:color w:val="000000"/>
                <w:kern w:val="2"/>
                <w:szCs w:val="28"/>
              </w:rPr>
              <w:t xml:space="preserve"> сельский округ</w:t>
            </w:r>
            <w:r w:rsidRPr="00821764">
              <w:rPr>
                <w:color w:val="000000"/>
                <w:kern w:val="2"/>
                <w:szCs w:val="28"/>
              </w:rPr>
              <w:t>, с</w:t>
            </w:r>
            <w:r>
              <w:rPr>
                <w:color w:val="000000"/>
                <w:kern w:val="2"/>
                <w:szCs w:val="28"/>
              </w:rPr>
              <w:t>. </w:t>
            </w:r>
            <w:r w:rsidRPr="00821764">
              <w:rPr>
                <w:color w:val="000000"/>
                <w:kern w:val="2"/>
                <w:szCs w:val="28"/>
              </w:rPr>
              <w:t xml:space="preserve">Гагаринская </w:t>
            </w:r>
          </w:p>
          <w:p w:rsidR="00DA358B" w:rsidRPr="00A27EEA" w:rsidRDefault="00DA358B" w:rsidP="00C16C92">
            <w:pPr>
              <w:ind w:firstLine="0"/>
              <w:jc w:val="left"/>
              <w:rPr>
                <w:color w:val="000000"/>
                <w:kern w:val="2"/>
                <w:szCs w:val="28"/>
                <w:highlight w:val="yellow"/>
              </w:rPr>
            </w:pPr>
            <w:r w:rsidRPr="00821764">
              <w:rPr>
                <w:color w:val="000000"/>
                <w:kern w:val="2"/>
                <w:szCs w:val="28"/>
              </w:rPr>
              <w:t>Новоселка, ул</w:t>
            </w:r>
            <w:r>
              <w:rPr>
                <w:color w:val="000000"/>
                <w:kern w:val="2"/>
                <w:szCs w:val="28"/>
              </w:rPr>
              <w:t>. </w:t>
            </w:r>
            <w:r w:rsidRPr="00821764">
              <w:rPr>
                <w:color w:val="000000"/>
                <w:kern w:val="2"/>
                <w:szCs w:val="28"/>
              </w:rPr>
              <w:t>Садовая, д</w:t>
            </w:r>
            <w:r>
              <w:rPr>
                <w:color w:val="000000"/>
                <w:kern w:val="2"/>
                <w:szCs w:val="28"/>
              </w:rPr>
              <w:t>. </w:t>
            </w:r>
            <w:r w:rsidRPr="00821764">
              <w:rPr>
                <w:color w:val="000000"/>
                <w:kern w:val="2"/>
                <w:szCs w:val="28"/>
              </w:rPr>
              <w:t>10</w:t>
            </w:r>
          </w:p>
          <w:p w:rsidR="00DA358B" w:rsidRDefault="00DA358B" w:rsidP="00C16C9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175FA4">
              <w:rPr>
                <w:color w:val="000000"/>
                <w:kern w:val="2"/>
                <w:szCs w:val="28"/>
              </w:rPr>
              <w:lastRenderedPageBreak/>
              <w:t>Ярос</w:t>
            </w:r>
            <w:r>
              <w:rPr>
                <w:color w:val="000000"/>
                <w:kern w:val="2"/>
                <w:szCs w:val="28"/>
              </w:rPr>
              <w:t xml:space="preserve">лавская область, </w:t>
            </w:r>
          </w:p>
          <w:p w:rsidR="00DA358B" w:rsidRDefault="00DA358B" w:rsidP="00C16C9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proofErr w:type="spellStart"/>
            <w:r>
              <w:rPr>
                <w:color w:val="000000"/>
                <w:kern w:val="2"/>
                <w:szCs w:val="28"/>
              </w:rPr>
              <w:t>Переславский</w:t>
            </w:r>
            <w:proofErr w:type="spellEnd"/>
            <w:r>
              <w:rPr>
                <w:color w:val="000000"/>
                <w:kern w:val="2"/>
                <w:szCs w:val="28"/>
              </w:rPr>
              <w:t xml:space="preserve"> райо</w:t>
            </w:r>
            <w:r w:rsidRPr="00175FA4">
              <w:rPr>
                <w:color w:val="000000"/>
                <w:kern w:val="2"/>
                <w:szCs w:val="28"/>
              </w:rPr>
              <w:t xml:space="preserve">н, </w:t>
            </w:r>
          </w:p>
          <w:p w:rsidR="00DA358B" w:rsidRDefault="00DA358B" w:rsidP="00C16C9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proofErr w:type="spellStart"/>
            <w:r w:rsidRPr="00175FA4">
              <w:rPr>
                <w:color w:val="000000"/>
                <w:kern w:val="2"/>
                <w:szCs w:val="28"/>
              </w:rPr>
              <w:t>Глебовский</w:t>
            </w:r>
            <w:proofErr w:type="spellEnd"/>
            <w:r w:rsidRPr="00175FA4">
              <w:rPr>
                <w:color w:val="000000"/>
                <w:kern w:val="2"/>
                <w:szCs w:val="28"/>
              </w:rPr>
              <w:t xml:space="preserve"> сельский округ, с. Гагаринская </w:t>
            </w:r>
          </w:p>
          <w:p w:rsidR="00DA358B" w:rsidRPr="00216CD9" w:rsidRDefault="00DA358B" w:rsidP="00C16C9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175FA4">
              <w:rPr>
                <w:color w:val="000000"/>
                <w:kern w:val="2"/>
                <w:szCs w:val="28"/>
              </w:rPr>
              <w:t>Новоселка, ул. Садовая, д. 14б</w:t>
            </w:r>
          </w:p>
          <w:p w:rsidR="00DA358B" w:rsidRDefault="00DA358B" w:rsidP="00C16C92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</w:p>
          <w:p w:rsidR="00DA358B" w:rsidRDefault="00DA358B" w:rsidP="00821764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>
              <w:rPr>
                <w:color w:val="000000"/>
                <w:kern w:val="2"/>
                <w:szCs w:val="28"/>
              </w:rPr>
              <w:t xml:space="preserve">Ярославская область, </w:t>
            </w:r>
          </w:p>
          <w:p w:rsidR="00DA358B" w:rsidRDefault="00DA358B" w:rsidP="00500C7F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proofErr w:type="spellStart"/>
            <w:r w:rsidRPr="00821764">
              <w:rPr>
                <w:color w:val="000000"/>
                <w:kern w:val="2"/>
                <w:szCs w:val="28"/>
              </w:rPr>
              <w:t>Переславский</w:t>
            </w:r>
            <w:proofErr w:type="spellEnd"/>
            <w:r>
              <w:rPr>
                <w:color w:val="000000"/>
                <w:kern w:val="2"/>
                <w:szCs w:val="28"/>
              </w:rPr>
              <w:t xml:space="preserve"> район</w:t>
            </w:r>
            <w:r w:rsidRPr="00821764">
              <w:rPr>
                <w:color w:val="000000"/>
                <w:kern w:val="2"/>
                <w:szCs w:val="28"/>
              </w:rPr>
              <w:t xml:space="preserve">, </w:t>
            </w:r>
          </w:p>
          <w:p w:rsidR="00DA358B" w:rsidRDefault="00DA358B" w:rsidP="00500C7F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proofErr w:type="spellStart"/>
            <w:r w:rsidRPr="00821764">
              <w:rPr>
                <w:color w:val="000000"/>
                <w:kern w:val="2"/>
                <w:szCs w:val="28"/>
              </w:rPr>
              <w:t>Глебовский</w:t>
            </w:r>
            <w:proofErr w:type="spellEnd"/>
            <w:r>
              <w:rPr>
                <w:color w:val="000000"/>
                <w:kern w:val="2"/>
                <w:szCs w:val="28"/>
              </w:rPr>
              <w:t xml:space="preserve"> сельский округ</w:t>
            </w:r>
            <w:r w:rsidRPr="00821764">
              <w:rPr>
                <w:color w:val="000000"/>
                <w:kern w:val="2"/>
                <w:szCs w:val="28"/>
              </w:rPr>
              <w:t>, с</w:t>
            </w:r>
            <w:r>
              <w:rPr>
                <w:color w:val="000000"/>
                <w:kern w:val="2"/>
                <w:szCs w:val="28"/>
              </w:rPr>
              <w:t>. </w:t>
            </w:r>
            <w:r w:rsidRPr="00821764">
              <w:rPr>
                <w:color w:val="000000"/>
                <w:kern w:val="2"/>
                <w:szCs w:val="28"/>
              </w:rPr>
              <w:t xml:space="preserve">Гагаринская </w:t>
            </w:r>
          </w:p>
          <w:p w:rsidR="00DA358B" w:rsidRPr="00FF6726" w:rsidRDefault="00DA358B" w:rsidP="00500C7F">
            <w:pPr>
              <w:ind w:firstLine="0"/>
              <w:jc w:val="left"/>
              <w:rPr>
                <w:color w:val="000000"/>
                <w:kern w:val="2"/>
                <w:szCs w:val="28"/>
              </w:rPr>
            </w:pPr>
            <w:r w:rsidRPr="00821764">
              <w:rPr>
                <w:color w:val="000000"/>
                <w:kern w:val="2"/>
                <w:szCs w:val="28"/>
              </w:rPr>
              <w:t>Новоселка, ул</w:t>
            </w:r>
            <w:r>
              <w:rPr>
                <w:color w:val="000000"/>
                <w:kern w:val="2"/>
                <w:szCs w:val="28"/>
              </w:rPr>
              <w:t>. </w:t>
            </w:r>
            <w:r w:rsidRPr="00821764">
              <w:rPr>
                <w:color w:val="000000"/>
                <w:kern w:val="2"/>
                <w:szCs w:val="28"/>
              </w:rPr>
              <w:t>Садовая</w:t>
            </w:r>
          </w:p>
        </w:tc>
        <w:tc>
          <w:tcPr>
            <w:tcW w:w="2125" w:type="dxa"/>
            <w:tcBorders>
              <w:right w:val="single" w:sz="4" w:space="0" w:color="auto"/>
            </w:tcBorders>
          </w:tcPr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14599D">
              <w:rPr>
                <w:kern w:val="2"/>
                <w:szCs w:val="28"/>
              </w:rPr>
              <w:t>нежилое здание</w:t>
            </w: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>нежилое здание</w:t>
            </w: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lastRenderedPageBreak/>
              <w:t>нежилое здание</w:t>
            </w: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>нежилое здание</w:t>
            </w: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>нежилое здание</w:t>
            </w: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>нежилое здание</w:t>
            </w: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>нежилое здание</w:t>
            </w: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9F051A" w:rsidRDefault="009F051A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>нежилое здание</w:t>
            </w: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Pr="000B3A46" w:rsidRDefault="00DA358B" w:rsidP="000B3A46">
            <w:pPr>
              <w:shd w:val="clear" w:color="auto" w:fill="FFFFFF" w:themeFill="background1"/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0B3A46">
              <w:rPr>
                <w:kern w:val="2"/>
                <w:szCs w:val="28"/>
              </w:rPr>
              <w:t>нежилое здание</w:t>
            </w: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DA358B" w:rsidRPr="00D36B9C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175FA4">
              <w:rPr>
                <w:kern w:val="2"/>
                <w:szCs w:val="28"/>
              </w:rPr>
              <w:lastRenderedPageBreak/>
              <w:t>нежилое здание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A358B" w:rsidRDefault="00DA358B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742BFD" w:rsidRPr="00D3750E" w:rsidTr="00E332EF">
        <w:trPr>
          <w:gridBefore w:val="1"/>
          <w:wBefore w:w="431" w:type="dxa"/>
        </w:trPr>
        <w:tc>
          <w:tcPr>
            <w:tcW w:w="562" w:type="dxa"/>
          </w:tcPr>
          <w:p w:rsidR="00742BFD" w:rsidRPr="00D3750E" w:rsidRDefault="00742BFD" w:rsidP="00500C7F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29</w:t>
            </w:r>
          </w:p>
        </w:tc>
        <w:tc>
          <w:tcPr>
            <w:tcW w:w="3549" w:type="dxa"/>
          </w:tcPr>
          <w:p w:rsidR="00742BFD" w:rsidRPr="00D36B9C" w:rsidRDefault="00742BF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>Недвижимое имущество:</w:t>
            </w:r>
          </w:p>
          <w:p w:rsidR="00742BFD" w:rsidRPr="00D36B9C" w:rsidRDefault="00742BF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Pr="00D17B49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D17B49">
              <w:rPr>
                <w:kern w:val="2"/>
                <w:szCs w:val="28"/>
              </w:rPr>
              <w:t xml:space="preserve">здание корпуса № 1, </w:t>
            </w:r>
          </w:p>
          <w:p w:rsidR="00742BFD" w:rsidRPr="00D17B49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D17B49">
              <w:rPr>
                <w:kern w:val="2"/>
                <w:szCs w:val="28"/>
              </w:rPr>
              <w:t>кадастровый номер 76:16:020116:207</w:t>
            </w:r>
            <w:r w:rsidRPr="00E90C03">
              <w:rPr>
                <w:kern w:val="2"/>
                <w:szCs w:val="28"/>
                <w:vertAlign w:val="superscript"/>
              </w:rPr>
              <w:t>1</w:t>
            </w:r>
          </w:p>
          <w:p w:rsidR="00742BFD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Pr="0055455D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Pr="0055455D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з</w:t>
            </w:r>
            <w:r w:rsidRPr="0055455D">
              <w:rPr>
                <w:kern w:val="2"/>
                <w:szCs w:val="28"/>
              </w:rPr>
              <w:t>дание кормокухни,</w:t>
            </w:r>
          </w:p>
          <w:p w:rsidR="00742BFD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55455D">
              <w:rPr>
                <w:kern w:val="2"/>
                <w:szCs w:val="28"/>
              </w:rPr>
              <w:t>кадастровый номер 76:16:020116:151</w:t>
            </w:r>
          </w:p>
          <w:p w:rsidR="00742BFD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з</w:t>
            </w:r>
            <w:r w:rsidRPr="0055455D">
              <w:rPr>
                <w:kern w:val="2"/>
                <w:szCs w:val="28"/>
              </w:rPr>
              <w:t>дание столовой,</w:t>
            </w:r>
          </w:p>
          <w:p w:rsidR="00742BFD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55455D">
              <w:rPr>
                <w:kern w:val="2"/>
                <w:szCs w:val="28"/>
              </w:rPr>
              <w:t>кадастровый номер 76:16:020116:128</w:t>
            </w:r>
          </w:p>
          <w:p w:rsidR="00742BFD" w:rsidRPr="0055455D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Pr="0055455D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з</w:t>
            </w:r>
            <w:r w:rsidRPr="0055455D">
              <w:rPr>
                <w:kern w:val="2"/>
                <w:szCs w:val="28"/>
              </w:rPr>
              <w:t>дание хозяйственного склада № 3,</w:t>
            </w:r>
          </w:p>
          <w:p w:rsidR="00742BFD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55455D">
              <w:rPr>
                <w:kern w:val="2"/>
                <w:szCs w:val="28"/>
              </w:rPr>
              <w:t>кадастровый номер 76:16:020116:148</w:t>
            </w:r>
          </w:p>
          <w:p w:rsidR="00742BFD" w:rsidRPr="0055455D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Pr="0055455D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з</w:t>
            </w:r>
            <w:r w:rsidRPr="0055455D">
              <w:rPr>
                <w:kern w:val="2"/>
                <w:szCs w:val="28"/>
              </w:rPr>
              <w:t>дание дизельной,</w:t>
            </w:r>
          </w:p>
          <w:p w:rsidR="00742BFD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55455D">
              <w:rPr>
                <w:kern w:val="2"/>
                <w:szCs w:val="28"/>
              </w:rPr>
              <w:t>кадастровый номер 76:16:020116:152</w:t>
            </w:r>
          </w:p>
          <w:p w:rsidR="00742BFD" w:rsidRPr="0055455D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Pr="0055455D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з</w:t>
            </w:r>
            <w:r w:rsidRPr="0055455D">
              <w:rPr>
                <w:kern w:val="2"/>
                <w:szCs w:val="28"/>
              </w:rPr>
              <w:t>дание бани,</w:t>
            </w:r>
          </w:p>
          <w:p w:rsidR="00742BFD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55455D">
              <w:rPr>
                <w:kern w:val="2"/>
                <w:szCs w:val="28"/>
              </w:rPr>
              <w:t>кадастровый номер 76:16:020116:127</w:t>
            </w:r>
          </w:p>
          <w:p w:rsidR="00CD7222" w:rsidRPr="0055455D" w:rsidRDefault="00CD7222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Pr="0055455D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з</w:t>
            </w:r>
            <w:r w:rsidRPr="0055455D">
              <w:rPr>
                <w:kern w:val="2"/>
                <w:szCs w:val="28"/>
              </w:rPr>
              <w:t>дание прачечной,</w:t>
            </w:r>
          </w:p>
          <w:p w:rsidR="00742BFD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55455D">
              <w:rPr>
                <w:kern w:val="2"/>
                <w:szCs w:val="28"/>
              </w:rPr>
              <w:t>кадастровый номер 76:16:020116:155</w:t>
            </w:r>
          </w:p>
          <w:p w:rsidR="00742BFD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9F051A" w:rsidRDefault="009F051A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Pr="0055455D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>з</w:t>
            </w:r>
            <w:r w:rsidRPr="0055455D">
              <w:rPr>
                <w:kern w:val="2"/>
                <w:szCs w:val="28"/>
              </w:rPr>
              <w:t>дание мастерской,</w:t>
            </w:r>
          </w:p>
          <w:p w:rsidR="00742BFD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55455D">
              <w:rPr>
                <w:kern w:val="2"/>
                <w:szCs w:val="28"/>
              </w:rPr>
              <w:t>кадастровый номер 76:16:020116:150</w:t>
            </w:r>
          </w:p>
          <w:p w:rsidR="00742BFD" w:rsidRPr="0055455D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Pr="0055455D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з</w:t>
            </w:r>
            <w:r w:rsidRPr="0055455D">
              <w:rPr>
                <w:kern w:val="2"/>
                <w:szCs w:val="28"/>
              </w:rPr>
              <w:t>дание животноводческое,</w:t>
            </w:r>
          </w:p>
          <w:p w:rsidR="00742BFD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55455D">
              <w:rPr>
                <w:kern w:val="2"/>
                <w:szCs w:val="28"/>
              </w:rPr>
              <w:t>кадастровый номер 76:16:020116:147</w:t>
            </w:r>
          </w:p>
          <w:p w:rsidR="00742BFD" w:rsidRPr="0055455D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Pr="00D17B49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D17B49">
              <w:rPr>
                <w:kern w:val="2"/>
                <w:szCs w:val="28"/>
              </w:rPr>
              <w:t>материальный склад,</w:t>
            </w:r>
          </w:p>
          <w:p w:rsidR="00742BFD" w:rsidRPr="00D17B49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D17B49">
              <w:rPr>
                <w:kern w:val="2"/>
                <w:szCs w:val="28"/>
              </w:rPr>
              <w:t>кадастровый номер 76:16:020116:129</w:t>
            </w:r>
          </w:p>
          <w:p w:rsidR="00742BFD" w:rsidRPr="0055455D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з</w:t>
            </w:r>
            <w:r w:rsidRPr="0055455D">
              <w:rPr>
                <w:kern w:val="2"/>
                <w:szCs w:val="28"/>
              </w:rPr>
              <w:t>дание картофелехранилища,</w:t>
            </w:r>
            <w:r>
              <w:rPr>
                <w:kern w:val="2"/>
                <w:szCs w:val="28"/>
              </w:rPr>
              <w:t xml:space="preserve"> </w:t>
            </w:r>
          </w:p>
          <w:p w:rsidR="00742BFD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55455D">
              <w:rPr>
                <w:kern w:val="2"/>
                <w:szCs w:val="28"/>
              </w:rPr>
              <w:t>кадастровый номер 76:16:020116:149</w:t>
            </w:r>
          </w:p>
          <w:p w:rsidR="00742BFD" w:rsidRPr="0055455D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Pr="0055455D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з</w:t>
            </w:r>
            <w:r w:rsidRPr="0055455D">
              <w:rPr>
                <w:kern w:val="2"/>
                <w:szCs w:val="28"/>
              </w:rPr>
              <w:t>дание котельной,</w:t>
            </w:r>
          </w:p>
          <w:p w:rsidR="00742BFD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55455D">
              <w:rPr>
                <w:kern w:val="2"/>
                <w:szCs w:val="28"/>
              </w:rPr>
              <w:t>кадастровый номер 76:16:020116:154</w:t>
            </w:r>
          </w:p>
          <w:p w:rsidR="00742BFD" w:rsidRPr="0055455D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з</w:t>
            </w:r>
            <w:r w:rsidRPr="0055455D">
              <w:rPr>
                <w:kern w:val="2"/>
                <w:szCs w:val="28"/>
              </w:rPr>
              <w:t xml:space="preserve">дание материального склада, </w:t>
            </w:r>
          </w:p>
          <w:p w:rsidR="00742BFD" w:rsidRPr="00D36B9C" w:rsidRDefault="00742BFD" w:rsidP="0055455D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55455D">
              <w:rPr>
                <w:kern w:val="2"/>
                <w:szCs w:val="28"/>
              </w:rPr>
              <w:t>кадастровый номер 76:16:020116:146</w:t>
            </w:r>
          </w:p>
          <w:p w:rsidR="00742BFD" w:rsidRPr="00D36B9C" w:rsidRDefault="00742BF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 xml:space="preserve">с земельным участком, </w:t>
            </w:r>
          </w:p>
          <w:p w:rsidR="00742BFD" w:rsidRDefault="00742BF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 xml:space="preserve">кадастровый номер </w:t>
            </w:r>
            <w:r w:rsidRPr="00D17B49">
              <w:rPr>
                <w:kern w:val="2"/>
                <w:szCs w:val="28"/>
              </w:rPr>
              <w:t>76:16:020116:118</w:t>
            </w:r>
          </w:p>
          <w:p w:rsidR="00742BFD" w:rsidRDefault="00742BF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Pr="00BF6F8D" w:rsidRDefault="00742BFD" w:rsidP="00D7769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BF6F8D">
              <w:rPr>
                <w:kern w:val="2"/>
                <w:szCs w:val="28"/>
              </w:rPr>
              <w:t>движимое имущество</w:t>
            </w:r>
          </w:p>
          <w:p w:rsidR="00742BFD" w:rsidRDefault="00742BFD" w:rsidP="00D7769B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BF6F8D">
              <w:rPr>
                <w:kern w:val="2"/>
                <w:szCs w:val="28"/>
              </w:rPr>
              <w:t xml:space="preserve">(прочие нефинансовые </w:t>
            </w:r>
          </w:p>
          <w:p w:rsidR="00742BFD" w:rsidRPr="00BF6F8D" w:rsidRDefault="00742BFD" w:rsidP="00D7769B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BF6F8D">
              <w:rPr>
                <w:kern w:val="2"/>
                <w:szCs w:val="28"/>
              </w:rPr>
              <w:t>активы):</w:t>
            </w:r>
          </w:p>
          <w:p w:rsidR="00742BFD" w:rsidRPr="00BF6F8D" w:rsidRDefault="00742BFD" w:rsidP="00D7769B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Pr="00BF6F8D">
              <w:rPr>
                <w:kern w:val="2"/>
                <w:szCs w:val="28"/>
              </w:rPr>
              <w:t xml:space="preserve"> забор (здание корпуса </w:t>
            </w:r>
            <w:r>
              <w:rPr>
                <w:kern w:val="2"/>
                <w:szCs w:val="28"/>
              </w:rPr>
              <w:br/>
            </w:r>
            <w:r w:rsidRPr="00BF6F8D">
              <w:rPr>
                <w:kern w:val="2"/>
                <w:szCs w:val="28"/>
              </w:rPr>
              <w:t>№ 1);</w:t>
            </w:r>
          </w:p>
          <w:p w:rsidR="00742BFD" w:rsidRPr="00BF6F8D" w:rsidRDefault="00742BFD" w:rsidP="00D7769B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Pr="00BF6F8D">
              <w:rPr>
                <w:kern w:val="2"/>
                <w:szCs w:val="28"/>
              </w:rPr>
              <w:t xml:space="preserve"> дизель агрегат АД -60G T400F (здание дизельной);</w:t>
            </w:r>
          </w:p>
          <w:p w:rsidR="00742BFD" w:rsidRPr="00BF6F8D" w:rsidRDefault="00742BFD" w:rsidP="00D7769B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Pr="00BF6F8D">
              <w:rPr>
                <w:kern w:val="2"/>
                <w:szCs w:val="28"/>
              </w:rPr>
              <w:t xml:space="preserve"> камера дезинфекцион</w:t>
            </w:r>
            <w:r>
              <w:rPr>
                <w:kern w:val="2"/>
                <w:szCs w:val="28"/>
              </w:rPr>
              <w:t>ная</w:t>
            </w:r>
            <w:r w:rsidRPr="00BF6F8D">
              <w:rPr>
                <w:kern w:val="2"/>
                <w:szCs w:val="28"/>
              </w:rPr>
              <w:t xml:space="preserve"> ВФЭ-2/09 (здание прачечной);</w:t>
            </w:r>
          </w:p>
          <w:p w:rsidR="00742BFD" w:rsidRPr="00BF6F8D" w:rsidRDefault="00CD7222" w:rsidP="00D7769B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="00742BFD" w:rsidRPr="00BF6F8D">
              <w:rPr>
                <w:kern w:val="2"/>
                <w:szCs w:val="28"/>
              </w:rPr>
              <w:t xml:space="preserve"> дизель-генератор АД-100 С-Т 400-1 РГХ (здание дизельной);</w:t>
            </w:r>
          </w:p>
          <w:p w:rsidR="00742BFD" w:rsidRPr="00BF6F8D" w:rsidRDefault="00742BFD" w:rsidP="00D7769B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>– сплит-</w:t>
            </w:r>
            <w:r w:rsidRPr="00BF6F8D">
              <w:rPr>
                <w:kern w:val="2"/>
                <w:szCs w:val="28"/>
              </w:rPr>
              <w:t>система кондиционера (здание столовой);</w:t>
            </w:r>
          </w:p>
          <w:p w:rsidR="00742BFD" w:rsidRPr="00BF6F8D" w:rsidRDefault="00742BFD" w:rsidP="00D7769B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Pr="00BF6F8D">
              <w:rPr>
                <w:kern w:val="2"/>
                <w:szCs w:val="28"/>
              </w:rPr>
              <w:t xml:space="preserve"> сплит-система кондиционера ГSBF099LH (здание корпуса № 1);</w:t>
            </w:r>
          </w:p>
          <w:p w:rsidR="00742BFD" w:rsidRPr="00BF6F8D" w:rsidRDefault="00742BFD" w:rsidP="00D7769B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Pr="00BF6F8D">
              <w:rPr>
                <w:kern w:val="2"/>
                <w:szCs w:val="28"/>
              </w:rPr>
              <w:t xml:space="preserve"> сплит-система кондиционера </w:t>
            </w:r>
            <w:proofErr w:type="spellStart"/>
            <w:r w:rsidRPr="00BF6F8D">
              <w:rPr>
                <w:kern w:val="2"/>
                <w:szCs w:val="28"/>
              </w:rPr>
              <w:t>Ballu</w:t>
            </w:r>
            <w:proofErr w:type="spellEnd"/>
            <w:r w:rsidRPr="00BF6F8D">
              <w:rPr>
                <w:kern w:val="2"/>
                <w:szCs w:val="28"/>
              </w:rPr>
              <w:t xml:space="preserve"> BSW 07HN1 13Y (здание корпуса № 1);</w:t>
            </w:r>
          </w:p>
          <w:p w:rsidR="00742BFD" w:rsidRPr="00BF6F8D" w:rsidRDefault="00742BFD" w:rsidP="00D7769B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Pr="00BF6F8D">
              <w:rPr>
                <w:kern w:val="2"/>
                <w:szCs w:val="28"/>
              </w:rPr>
              <w:t xml:space="preserve"> генератор АД-12С-230-1 PM10 TCC (здание дизельной);</w:t>
            </w:r>
          </w:p>
          <w:p w:rsidR="00742BFD" w:rsidRPr="00BF6F8D" w:rsidRDefault="00742BFD" w:rsidP="00D7769B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Pr="00BF6F8D">
              <w:rPr>
                <w:kern w:val="2"/>
                <w:szCs w:val="28"/>
              </w:rPr>
              <w:t xml:space="preserve"> металлическая беседка 2 (здание корпуса № 1);</w:t>
            </w:r>
          </w:p>
          <w:p w:rsidR="00742BFD" w:rsidRPr="00BF6F8D" w:rsidRDefault="00742BFD" w:rsidP="00D7769B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Pr="00BF6F8D">
              <w:rPr>
                <w:kern w:val="2"/>
                <w:szCs w:val="28"/>
              </w:rPr>
              <w:t xml:space="preserve"> металлическая беседка 1 (здание корпуса № 1);</w:t>
            </w:r>
          </w:p>
          <w:p w:rsidR="00742BFD" w:rsidRPr="00BF6F8D" w:rsidRDefault="00742BFD" w:rsidP="00D7769B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Pr="00BF6F8D">
              <w:rPr>
                <w:kern w:val="2"/>
                <w:szCs w:val="28"/>
              </w:rPr>
              <w:t xml:space="preserve"> блок контейнер БК-1 5,0*2,40</w:t>
            </w:r>
            <w:r>
              <w:rPr>
                <w:kern w:val="2"/>
                <w:szCs w:val="28"/>
              </w:rPr>
              <w:t xml:space="preserve"> </w:t>
            </w:r>
            <w:r w:rsidRPr="00BF6F8D">
              <w:rPr>
                <w:kern w:val="2"/>
                <w:szCs w:val="28"/>
              </w:rPr>
              <w:t>м (территория корпуса № 1);</w:t>
            </w:r>
          </w:p>
          <w:p w:rsidR="00742BFD" w:rsidRDefault="00742BF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 xml:space="preserve">– </w:t>
            </w:r>
            <w:r w:rsidRPr="008C1851">
              <w:rPr>
                <w:kern w:val="2"/>
                <w:szCs w:val="28"/>
              </w:rPr>
              <w:t>пандус металлический 5</w:t>
            </w:r>
            <w:r w:rsidR="00B85251" w:rsidRPr="008C1851">
              <w:rPr>
                <w:kern w:val="2"/>
                <w:szCs w:val="28"/>
              </w:rPr>
              <w:t>,</w:t>
            </w:r>
            <w:r w:rsidRPr="008C1851">
              <w:rPr>
                <w:kern w:val="2"/>
                <w:szCs w:val="28"/>
              </w:rPr>
              <w:t>0 м</w:t>
            </w:r>
            <w:r w:rsidR="00A60BFF" w:rsidRPr="008C1851">
              <w:rPr>
                <w:kern w:val="2"/>
                <w:szCs w:val="28"/>
              </w:rPr>
              <w:t xml:space="preserve"> с поручнями, крашен</w:t>
            </w:r>
            <w:r w:rsidRPr="008C1851">
              <w:rPr>
                <w:kern w:val="2"/>
                <w:szCs w:val="28"/>
              </w:rPr>
              <w:t>ый (сер</w:t>
            </w:r>
            <w:r w:rsidR="005F0113" w:rsidRPr="008C1851">
              <w:rPr>
                <w:kern w:val="2"/>
                <w:szCs w:val="28"/>
              </w:rPr>
              <w:t>ый</w:t>
            </w:r>
            <w:r w:rsidRPr="008C1851">
              <w:rPr>
                <w:kern w:val="2"/>
                <w:szCs w:val="28"/>
              </w:rPr>
              <w:t>) (</w:t>
            </w:r>
            <w:r>
              <w:rPr>
                <w:kern w:val="2"/>
                <w:szCs w:val="28"/>
              </w:rPr>
              <w:t>здание корпуса № 1);</w:t>
            </w:r>
          </w:p>
          <w:p w:rsidR="00742BFD" w:rsidRDefault="00742BF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 навесной козы</w:t>
            </w:r>
            <w:r w:rsidR="00A60BFF">
              <w:rPr>
                <w:kern w:val="2"/>
                <w:szCs w:val="28"/>
              </w:rPr>
              <w:t>рек из профильной трубы, крашен</w:t>
            </w:r>
            <w:r>
              <w:rPr>
                <w:kern w:val="2"/>
                <w:szCs w:val="28"/>
              </w:rPr>
              <w:t xml:space="preserve">ый (зеленый) </w:t>
            </w:r>
            <w:r w:rsidR="00A60BFF">
              <w:rPr>
                <w:kern w:val="2"/>
                <w:szCs w:val="28"/>
              </w:rPr>
              <w:t>(</w:t>
            </w:r>
            <w:r>
              <w:rPr>
                <w:kern w:val="2"/>
                <w:szCs w:val="28"/>
              </w:rPr>
              <w:t xml:space="preserve">здание корпуса </w:t>
            </w:r>
            <w:r w:rsidR="00E332EF">
              <w:rPr>
                <w:kern w:val="2"/>
                <w:szCs w:val="28"/>
              </w:rPr>
              <w:br/>
            </w:r>
            <w:r>
              <w:rPr>
                <w:kern w:val="2"/>
                <w:szCs w:val="28"/>
              </w:rPr>
              <w:t>№ 1);</w:t>
            </w:r>
          </w:p>
          <w:p w:rsidR="00742BFD" w:rsidRDefault="00742BF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 xml:space="preserve">– насосная станция </w:t>
            </w:r>
            <w:r w:rsidR="00CD7222">
              <w:rPr>
                <w:kern w:val="2"/>
                <w:szCs w:val="28"/>
              </w:rPr>
              <w:br/>
            </w:r>
            <w:r>
              <w:rPr>
                <w:kern w:val="2"/>
                <w:szCs w:val="28"/>
              </w:rPr>
              <w:t xml:space="preserve">ДЖИМЕКС ДЖАМБО </w:t>
            </w:r>
            <w:r>
              <w:rPr>
                <w:kern w:val="2"/>
                <w:szCs w:val="28"/>
              </w:rPr>
              <w:br/>
              <w:t>50/28Ч-18 (здание котельной);</w:t>
            </w:r>
          </w:p>
          <w:p w:rsidR="00742BFD" w:rsidRDefault="00742BF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 xml:space="preserve">– </w:t>
            </w:r>
            <w:proofErr w:type="spellStart"/>
            <w:r>
              <w:rPr>
                <w:kern w:val="2"/>
                <w:szCs w:val="28"/>
              </w:rPr>
              <w:t>Джимекс</w:t>
            </w:r>
            <w:proofErr w:type="spellEnd"/>
            <w:r>
              <w:rPr>
                <w:kern w:val="2"/>
                <w:szCs w:val="28"/>
              </w:rPr>
              <w:t xml:space="preserve"> Циркуль 32/60 насос циркуляционный (здание котельной);</w:t>
            </w:r>
          </w:p>
          <w:p w:rsidR="00742BFD" w:rsidRDefault="00742BF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</w:t>
            </w:r>
            <w:r w:rsidRPr="00C26DEE">
              <w:rPr>
                <w:kern w:val="2"/>
                <w:szCs w:val="28"/>
              </w:rPr>
              <w:t xml:space="preserve"> </w:t>
            </w:r>
            <w:proofErr w:type="spellStart"/>
            <w:r w:rsidRPr="00C26DEE">
              <w:rPr>
                <w:kern w:val="2"/>
                <w:szCs w:val="28"/>
              </w:rPr>
              <w:t>Джимекс</w:t>
            </w:r>
            <w:proofErr w:type="spellEnd"/>
            <w:r w:rsidRPr="00C26DEE">
              <w:rPr>
                <w:kern w:val="2"/>
                <w:szCs w:val="28"/>
              </w:rPr>
              <w:t xml:space="preserve"> Циркуль 32/60 насос циркуляционный (здание котельной);</w:t>
            </w:r>
          </w:p>
          <w:p w:rsidR="00742BFD" w:rsidRDefault="00742BFD" w:rsidP="003E2B53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 агрегат 1К 20/30, с эл/</w:t>
            </w:r>
            <w:proofErr w:type="spellStart"/>
            <w:r>
              <w:rPr>
                <w:kern w:val="2"/>
                <w:szCs w:val="28"/>
              </w:rPr>
              <w:t>дв</w:t>
            </w:r>
            <w:proofErr w:type="spellEnd"/>
            <w:r>
              <w:rPr>
                <w:kern w:val="2"/>
                <w:szCs w:val="28"/>
              </w:rPr>
              <w:t xml:space="preserve">. </w:t>
            </w:r>
            <w:r w:rsidR="00E332EF">
              <w:rPr>
                <w:kern w:val="2"/>
                <w:szCs w:val="28"/>
              </w:rPr>
              <w:br/>
            </w:r>
            <w:r>
              <w:rPr>
                <w:kern w:val="2"/>
                <w:szCs w:val="28"/>
              </w:rPr>
              <w:t xml:space="preserve">4 </w:t>
            </w:r>
            <w:proofErr w:type="spellStart"/>
            <w:r>
              <w:rPr>
                <w:kern w:val="2"/>
                <w:szCs w:val="28"/>
              </w:rPr>
              <w:t>кВТ</w:t>
            </w:r>
            <w:proofErr w:type="spellEnd"/>
            <w:r>
              <w:rPr>
                <w:kern w:val="2"/>
                <w:szCs w:val="28"/>
              </w:rPr>
              <w:t>*3 000 об/мин. (здание котельной);</w:t>
            </w:r>
          </w:p>
          <w:p w:rsidR="00742BFD" w:rsidRDefault="00742BFD" w:rsidP="003E2B53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– агрегат 1К 20/30, с эл/</w:t>
            </w:r>
            <w:proofErr w:type="spellStart"/>
            <w:r>
              <w:rPr>
                <w:kern w:val="2"/>
                <w:szCs w:val="28"/>
              </w:rPr>
              <w:t>дв</w:t>
            </w:r>
            <w:proofErr w:type="spellEnd"/>
            <w:r>
              <w:rPr>
                <w:kern w:val="2"/>
                <w:szCs w:val="28"/>
              </w:rPr>
              <w:t xml:space="preserve">. </w:t>
            </w:r>
            <w:r w:rsidR="00E332EF">
              <w:rPr>
                <w:kern w:val="2"/>
                <w:szCs w:val="28"/>
              </w:rPr>
              <w:br/>
            </w:r>
            <w:r>
              <w:rPr>
                <w:kern w:val="2"/>
                <w:szCs w:val="28"/>
              </w:rPr>
              <w:t xml:space="preserve">4 </w:t>
            </w:r>
            <w:proofErr w:type="spellStart"/>
            <w:r>
              <w:rPr>
                <w:kern w:val="2"/>
                <w:szCs w:val="28"/>
              </w:rPr>
              <w:t>кВТ</w:t>
            </w:r>
            <w:proofErr w:type="spellEnd"/>
            <w:r>
              <w:rPr>
                <w:kern w:val="2"/>
                <w:szCs w:val="28"/>
              </w:rPr>
              <w:t>*3 000 об/мин. -1 (здание котельной);</w:t>
            </w:r>
          </w:p>
          <w:p w:rsidR="00742BFD" w:rsidRDefault="00742BFD" w:rsidP="003E2B53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 xml:space="preserve">– насос 1К20/30 4кВт </w:t>
            </w:r>
            <w:r w:rsidR="00CD7222">
              <w:rPr>
                <w:kern w:val="2"/>
                <w:szCs w:val="28"/>
              </w:rPr>
              <w:br/>
            </w:r>
            <w:r>
              <w:rPr>
                <w:kern w:val="2"/>
                <w:szCs w:val="28"/>
              </w:rPr>
              <w:t xml:space="preserve">(здание котельной); </w:t>
            </w:r>
          </w:p>
          <w:p w:rsidR="00742BFD" w:rsidRDefault="00742BFD" w:rsidP="003E2B53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 xml:space="preserve">– насос 1К20/30 4кВт </w:t>
            </w:r>
            <w:r w:rsidR="00CD7222">
              <w:rPr>
                <w:kern w:val="2"/>
                <w:szCs w:val="28"/>
              </w:rPr>
              <w:br/>
            </w:r>
            <w:r>
              <w:rPr>
                <w:kern w:val="2"/>
                <w:szCs w:val="28"/>
              </w:rPr>
              <w:t>(здание котельной);</w:t>
            </w:r>
          </w:p>
          <w:p w:rsidR="00742BFD" w:rsidRDefault="00742BFD" w:rsidP="003E2B53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 xml:space="preserve">– контейнер для КГМ </w:t>
            </w:r>
            <w:r w:rsidR="00CD7222">
              <w:rPr>
                <w:kern w:val="2"/>
                <w:szCs w:val="28"/>
              </w:rPr>
              <w:br/>
            </w:r>
            <w:r>
              <w:rPr>
                <w:kern w:val="2"/>
                <w:szCs w:val="28"/>
              </w:rPr>
              <w:t>(территория корпуса 1);</w:t>
            </w:r>
          </w:p>
          <w:p w:rsidR="00742BFD" w:rsidRPr="003E2B53" w:rsidRDefault="00742BFD" w:rsidP="003E2B53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 xml:space="preserve">– вентилятор </w:t>
            </w:r>
            <w:proofErr w:type="spellStart"/>
            <w:r w:rsidRPr="00BF6F8D">
              <w:rPr>
                <w:kern w:val="2"/>
                <w:szCs w:val="28"/>
              </w:rPr>
              <w:t>Vent</w:t>
            </w:r>
            <w:proofErr w:type="spellEnd"/>
            <w:r>
              <w:rPr>
                <w:kern w:val="2"/>
                <w:szCs w:val="28"/>
              </w:rPr>
              <w:t xml:space="preserve"> </w:t>
            </w:r>
            <w:r w:rsidRPr="003E2B53">
              <w:rPr>
                <w:kern w:val="2"/>
                <w:szCs w:val="28"/>
              </w:rPr>
              <w:t xml:space="preserve">315 </w:t>
            </w:r>
            <w:r w:rsidRPr="00BF6F8D">
              <w:rPr>
                <w:kern w:val="2"/>
                <w:szCs w:val="28"/>
              </w:rPr>
              <w:t>L</w:t>
            </w:r>
            <w:r w:rsidRPr="003E2B53">
              <w:rPr>
                <w:kern w:val="2"/>
                <w:szCs w:val="28"/>
              </w:rPr>
              <w:t xml:space="preserve"> (</w:t>
            </w:r>
            <w:r>
              <w:rPr>
                <w:kern w:val="2"/>
                <w:szCs w:val="28"/>
              </w:rPr>
              <w:t>здание столовой)</w:t>
            </w:r>
          </w:p>
        </w:tc>
        <w:tc>
          <w:tcPr>
            <w:tcW w:w="3399" w:type="dxa"/>
          </w:tcPr>
          <w:p w:rsidR="00742BFD" w:rsidRPr="00D36B9C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Pr="00D36B9C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BF6F8D">
              <w:rPr>
                <w:kern w:val="2"/>
                <w:szCs w:val="28"/>
              </w:rPr>
              <w:t xml:space="preserve">Ярославская область, </w:t>
            </w:r>
          </w:p>
          <w:p w:rsidR="00742BFD" w:rsidRPr="00D17B49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BF6F8D">
              <w:rPr>
                <w:kern w:val="2"/>
                <w:szCs w:val="28"/>
              </w:rPr>
              <w:t>Угличский</w:t>
            </w:r>
            <w:proofErr w:type="spellEnd"/>
            <w:r w:rsidRPr="00BF6F8D">
              <w:rPr>
                <w:kern w:val="2"/>
                <w:szCs w:val="28"/>
              </w:rPr>
              <w:t xml:space="preserve"> район, д. </w:t>
            </w:r>
            <w:proofErr w:type="spellStart"/>
            <w:r w:rsidRPr="00BF6F8D">
              <w:rPr>
                <w:kern w:val="2"/>
                <w:szCs w:val="28"/>
              </w:rPr>
              <w:t>Шишкино</w:t>
            </w:r>
            <w:proofErr w:type="spellEnd"/>
            <w:r w:rsidRPr="00BF6F8D">
              <w:rPr>
                <w:kern w:val="2"/>
                <w:szCs w:val="28"/>
              </w:rPr>
              <w:t>, ул. Надежды, д. 4</w:t>
            </w:r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 xml:space="preserve">Ярославская область, </w:t>
            </w:r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>
              <w:rPr>
                <w:kern w:val="2"/>
                <w:szCs w:val="28"/>
              </w:rPr>
              <w:t>Угличский</w:t>
            </w:r>
            <w:proofErr w:type="spellEnd"/>
            <w:r>
              <w:rPr>
                <w:kern w:val="2"/>
                <w:szCs w:val="28"/>
              </w:rPr>
              <w:t xml:space="preserve"> район, д. </w:t>
            </w:r>
            <w:proofErr w:type="spellStart"/>
            <w:r>
              <w:rPr>
                <w:kern w:val="2"/>
                <w:szCs w:val="28"/>
              </w:rPr>
              <w:t>Шишкино</w:t>
            </w:r>
            <w:proofErr w:type="spellEnd"/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 xml:space="preserve">Ярославская область, </w:t>
            </w:r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>
              <w:rPr>
                <w:kern w:val="2"/>
                <w:szCs w:val="28"/>
              </w:rPr>
              <w:t>Угличский</w:t>
            </w:r>
            <w:proofErr w:type="spellEnd"/>
            <w:r>
              <w:rPr>
                <w:kern w:val="2"/>
                <w:szCs w:val="28"/>
              </w:rPr>
              <w:t xml:space="preserve"> район, д. </w:t>
            </w:r>
            <w:proofErr w:type="spellStart"/>
            <w:r>
              <w:rPr>
                <w:kern w:val="2"/>
                <w:szCs w:val="28"/>
              </w:rPr>
              <w:t>Шишкино</w:t>
            </w:r>
            <w:proofErr w:type="spellEnd"/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5A10ED">
              <w:rPr>
                <w:kern w:val="2"/>
                <w:szCs w:val="28"/>
              </w:rPr>
              <w:t xml:space="preserve">Ярославская область, </w:t>
            </w:r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5A10ED">
              <w:rPr>
                <w:kern w:val="2"/>
                <w:szCs w:val="28"/>
              </w:rPr>
              <w:t>Угличский</w:t>
            </w:r>
            <w:proofErr w:type="spellEnd"/>
            <w:r w:rsidRPr="005A10ED">
              <w:rPr>
                <w:kern w:val="2"/>
                <w:szCs w:val="28"/>
              </w:rPr>
              <w:t xml:space="preserve"> район, д.</w:t>
            </w:r>
            <w:r>
              <w:rPr>
                <w:kern w:val="2"/>
                <w:szCs w:val="28"/>
              </w:rPr>
              <w:t> </w:t>
            </w:r>
            <w:proofErr w:type="spellStart"/>
            <w:r w:rsidRPr="005A10ED">
              <w:rPr>
                <w:kern w:val="2"/>
                <w:szCs w:val="28"/>
              </w:rPr>
              <w:t>Шишкино</w:t>
            </w:r>
            <w:proofErr w:type="spellEnd"/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5A10ED">
              <w:rPr>
                <w:kern w:val="2"/>
                <w:szCs w:val="28"/>
              </w:rPr>
              <w:t xml:space="preserve">Ярославская область, </w:t>
            </w:r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5A10ED">
              <w:rPr>
                <w:kern w:val="2"/>
                <w:szCs w:val="28"/>
              </w:rPr>
              <w:t>Угличский</w:t>
            </w:r>
            <w:proofErr w:type="spellEnd"/>
            <w:r w:rsidRPr="005A10ED">
              <w:rPr>
                <w:kern w:val="2"/>
                <w:szCs w:val="28"/>
              </w:rPr>
              <w:t xml:space="preserve"> район, д.</w:t>
            </w:r>
            <w:r>
              <w:rPr>
                <w:kern w:val="2"/>
                <w:szCs w:val="28"/>
              </w:rPr>
              <w:t> </w:t>
            </w:r>
            <w:proofErr w:type="spellStart"/>
            <w:r w:rsidRPr="005A10ED">
              <w:rPr>
                <w:kern w:val="2"/>
                <w:szCs w:val="28"/>
              </w:rPr>
              <w:t>Шишкино</w:t>
            </w:r>
            <w:proofErr w:type="spellEnd"/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5A10ED">
              <w:rPr>
                <w:kern w:val="2"/>
                <w:szCs w:val="28"/>
              </w:rPr>
              <w:t xml:space="preserve">Ярославская область, </w:t>
            </w:r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5A10ED">
              <w:rPr>
                <w:kern w:val="2"/>
                <w:szCs w:val="28"/>
              </w:rPr>
              <w:t>Угличский</w:t>
            </w:r>
            <w:proofErr w:type="spellEnd"/>
            <w:r w:rsidRPr="005A10ED">
              <w:rPr>
                <w:kern w:val="2"/>
                <w:szCs w:val="28"/>
              </w:rPr>
              <w:t xml:space="preserve"> район, д.</w:t>
            </w:r>
            <w:r>
              <w:rPr>
                <w:kern w:val="2"/>
                <w:szCs w:val="28"/>
              </w:rPr>
              <w:t> </w:t>
            </w:r>
            <w:proofErr w:type="spellStart"/>
            <w:r w:rsidRPr="005A10ED">
              <w:rPr>
                <w:kern w:val="2"/>
                <w:szCs w:val="28"/>
              </w:rPr>
              <w:t>Шишкино</w:t>
            </w:r>
            <w:proofErr w:type="spellEnd"/>
          </w:p>
          <w:p w:rsidR="00CD7222" w:rsidRDefault="00CD7222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5A10ED">
              <w:rPr>
                <w:kern w:val="2"/>
                <w:szCs w:val="28"/>
              </w:rPr>
              <w:t xml:space="preserve">Ярославская область, </w:t>
            </w:r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5A10ED">
              <w:rPr>
                <w:kern w:val="2"/>
                <w:szCs w:val="28"/>
              </w:rPr>
              <w:t>Угличский</w:t>
            </w:r>
            <w:proofErr w:type="spellEnd"/>
            <w:r w:rsidRPr="005A10ED">
              <w:rPr>
                <w:kern w:val="2"/>
                <w:szCs w:val="28"/>
              </w:rPr>
              <w:t xml:space="preserve"> район, д.</w:t>
            </w:r>
            <w:r>
              <w:rPr>
                <w:kern w:val="2"/>
                <w:szCs w:val="28"/>
              </w:rPr>
              <w:t> </w:t>
            </w:r>
            <w:proofErr w:type="spellStart"/>
            <w:r w:rsidRPr="005A10ED">
              <w:rPr>
                <w:kern w:val="2"/>
                <w:szCs w:val="28"/>
              </w:rPr>
              <w:t>Шишкино</w:t>
            </w:r>
            <w:proofErr w:type="spellEnd"/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9F051A" w:rsidRDefault="009F051A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5A10ED">
            <w:pPr>
              <w:ind w:firstLine="0"/>
              <w:jc w:val="left"/>
              <w:rPr>
                <w:kern w:val="2"/>
                <w:szCs w:val="28"/>
              </w:rPr>
            </w:pPr>
            <w:r w:rsidRPr="005A10ED">
              <w:rPr>
                <w:kern w:val="2"/>
                <w:szCs w:val="28"/>
              </w:rPr>
              <w:lastRenderedPageBreak/>
              <w:t xml:space="preserve">Ярославская область, </w:t>
            </w:r>
          </w:p>
          <w:p w:rsidR="00742BFD" w:rsidRDefault="00742BFD" w:rsidP="005A10ED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5A10ED">
              <w:rPr>
                <w:kern w:val="2"/>
                <w:szCs w:val="28"/>
              </w:rPr>
              <w:t>Угличский</w:t>
            </w:r>
            <w:proofErr w:type="spellEnd"/>
            <w:r w:rsidRPr="005A10ED">
              <w:rPr>
                <w:kern w:val="2"/>
                <w:szCs w:val="28"/>
              </w:rPr>
              <w:t xml:space="preserve"> район, д.</w:t>
            </w:r>
            <w:r>
              <w:rPr>
                <w:kern w:val="2"/>
                <w:szCs w:val="28"/>
              </w:rPr>
              <w:t> </w:t>
            </w:r>
            <w:proofErr w:type="spellStart"/>
            <w:r w:rsidRPr="005A10ED">
              <w:rPr>
                <w:kern w:val="2"/>
                <w:szCs w:val="28"/>
              </w:rPr>
              <w:t>Шишкино</w:t>
            </w:r>
            <w:proofErr w:type="spellEnd"/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5A10ED">
            <w:pPr>
              <w:ind w:firstLine="0"/>
              <w:jc w:val="left"/>
              <w:rPr>
                <w:kern w:val="2"/>
                <w:szCs w:val="28"/>
              </w:rPr>
            </w:pPr>
            <w:r w:rsidRPr="005A10ED">
              <w:rPr>
                <w:kern w:val="2"/>
                <w:szCs w:val="28"/>
              </w:rPr>
              <w:t xml:space="preserve">Ярославская область, </w:t>
            </w:r>
          </w:p>
          <w:p w:rsidR="00742BFD" w:rsidRDefault="00742BFD" w:rsidP="005A10ED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5A10ED">
              <w:rPr>
                <w:kern w:val="2"/>
                <w:szCs w:val="28"/>
              </w:rPr>
              <w:t>Угличский</w:t>
            </w:r>
            <w:proofErr w:type="spellEnd"/>
            <w:r w:rsidRPr="005A10ED">
              <w:rPr>
                <w:kern w:val="2"/>
                <w:szCs w:val="28"/>
              </w:rPr>
              <w:t xml:space="preserve"> район, д.</w:t>
            </w:r>
            <w:r>
              <w:rPr>
                <w:kern w:val="2"/>
                <w:szCs w:val="28"/>
              </w:rPr>
              <w:t> </w:t>
            </w:r>
            <w:proofErr w:type="spellStart"/>
            <w:r w:rsidRPr="005A10ED">
              <w:rPr>
                <w:kern w:val="2"/>
                <w:szCs w:val="28"/>
              </w:rPr>
              <w:t>Шишкино</w:t>
            </w:r>
            <w:proofErr w:type="spellEnd"/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D17B49">
              <w:rPr>
                <w:kern w:val="2"/>
                <w:szCs w:val="28"/>
              </w:rPr>
              <w:t xml:space="preserve">Ярославская область, </w:t>
            </w:r>
          </w:p>
          <w:p w:rsidR="00742BFD" w:rsidRPr="00D17B49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D17B49">
              <w:rPr>
                <w:kern w:val="2"/>
                <w:szCs w:val="28"/>
              </w:rPr>
              <w:t>Угличский</w:t>
            </w:r>
            <w:proofErr w:type="spellEnd"/>
            <w:r w:rsidRPr="00D17B49">
              <w:rPr>
                <w:kern w:val="2"/>
                <w:szCs w:val="28"/>
              </w:rPr>
              <w:t xml:space="preserve"> район, д. </w:t>
            </w:r>
            <w:proofErr w:type="spellStart"/>
            <w:r w:rsidRPr="00D17B49">
              <w:rPr>
                <w:kern w:val="2"/>
                <w:szCs w:val="28"/>
              </w:rPr>
              <w:t>Шишкино</w:t>
            </w:r>
            <w:proofErr w:type="spellEnd"/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3173EE">
            <w:pPr>
              <w:ind w:firstLine="0"/>
              <w:jc w:val="left"/>
              <w:rPr>
                <w:kern w:val="2"/>
                <w:szCs w:val="28"/>
              </w:rPr>
            </w:pPr>
            <w:r w:rsidRPr="003173EE">
              <w:rPr>
                <w:kern w:val="2"/>
                <w:szCs w:val="28"/>
              </w:rPr>
              <w:t xml:space="preserve">Ярославская область, </w:t>
            </w:r>
          </w:p>
          <w:p w:rsidR="00742BFD" w:rsidRDefault="00742BFD" w:rsidP="003173EE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3173EE">
              <w:rPr>
                <w:kern w:val="2"/>
                <w:szCs w:val="28"/>
              </w:rPr>
              <w:t>Угличский</w:t>
            </w:r>
            <w:proofErr w:type="spellEnd"/>
            <w:r w:rsidRPr="003173EE">
              <w:rPr>
                <w:kern w:val="2"/>
                <w:szCs w:val="28"/>
              </w:rPr>
              <w:t xml:space="preserve"> район, д.</w:t>
            </w:r>
            <w:r>
              <w:rPr>
                <w:kern w:val="2"/>
                <w:szCs w:val="28"/>
              </w:rPr>
              <w:t> </w:t>
            </w:r>
            <w:proofErr w:type="spellStart"/>
            <w:r w:rsidRPr="003173EE">
              <w:rPr>
                <w:kern w:val="2"/>
                <w:szCs w:val="28"/>
              </w:rPr>
              <w:t>Шишкино</w:t>
            </w:r>
            <w:proofErr w:type="spellEnd"/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3173EE">
            <w:pPr>
              <w:ind w:firstLine="0"/>
              <w:jc w:val="left"/>
              <w:rPr>
                <w:kern w:val="2"/>
                <w:szCs w:val="28"/>
              </w:rPr>
            </w:pPr>
            <w:r w:rsidRPr="003173EE">
              <w:rPr>
                <w:kern w:val="2"/>
                <w:szCs w:val="28"/>
              </w:rPr>
              <w:t xml:space="preserve">Ярославская область, </w:t>
            </w:r>
          </w:p>
          <w:p w:rsidR="00742BFD" w:rsidRDefault="00742BFD" w:rsidP="003173EE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3173EE">
              <w:rPr>
                <w:kern w:val="2"/>
                <w:szCs w:val="28"/>
              </w:rPr>
              <w:t>Угличский</w:t>
            </w:r>
            <w:proofErr w:type="spellEnd"/>
            <w:r w:rsidRPr="003173EE">
              <w:rPr>
                <w:kern w:val="2"/>
                <w:szCs w:val="28"/>
              </w:rPr>
              <w:t xml:space="preserve"> район, д.</w:t>
            </w:r>
            <w:r>
              <w:rPr>
                <w:kern w:val="2"/>
                <w:szCs w:val="28"/>
              </w:rPr>
              <w:t> </w:t>
            </w:r>
            <w:proofErr w:type="spellStart"/>
            <w:r w:rsidRPr="003173EE">
              <w:rPr>
                <w:kern w:val="2"/>
                <w:szCs w:val="28"/>
              </w:rPr>
              <w:t>Шишкино</w:t>
            </w:r>
            <w:proofErr w:type="spellEnd"/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3173EE">
            <w:pPr>
              <w:ind w:firstLine="0"/>
              <w:jc w:val="left"/>
              <w:rPr>
                <w:kern w:val="2"/>
                <w:szCs w:val="28"/>
              </w:rPr>
            </w:pPr>
            <w:r w:rsidRPr="003173EE">
              <w:rPr>
                <w:kern w:val="2"/>
                <w:szCs w:val="28"/>
              </w:rPr>
              <w:t xml:space="preserve">Ярославская область, </w:t>
            </w:r>
          </w:p>
          <w:p w:rsidR="00742BFD" w:rsidRDefault="00742BFD" w:rsidP="003173EE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3173EE">
              <w:rPr>
                <w:kern w:val="2"/>
                <w:szCs w:val="28"/>
              </w:rPr>
              <w:t>Угличский</w:t>
            </w:r>
            <w:proofErr w:type="spellEnd"/>
            <w:r w:rsidRPr="003173EE">
              <w:rPr>
                <w:kern w:val="2"/>
                <w:szCs w:val="28"/>
              </w:rPr>
              <w:t xml:space="preserve"> район, д.</w:t>
            </w:r>
            <w:r>
              <w:rPr>
                <w:kern w:val="2"/>
                <w:szCs w:val="28"/>
              </w:rPr>
              <w:t> </w:t>
            </w:r>
            <w:proofErr w:type="spellStart"/>
            <w:r w:rsidRPr="003173EE">
              <w:rPr>
                <w:kern w:val="2"/>
                <w:szCs w:val="28"/>
              </w:rPr>
              <w:t>Шишкино</w:t>
            </w:r>
            <w:proofErr w:type="spellEnd"/>
          </w:p>
          <w:p w:rsidR="00742BFD" w:rsidRDefault="00742BFD" w:rsidP="003173EE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3173EE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3173EE">
              <w:rPr>
                <w:kern w:val="2"/>
                <w:szCs w:val="28"/>
              </w:rPr>
              <w:t xml:space="preserve">Ярославская область, </w:t>
            </w:r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3173EE">
              <w:rPr>
                <w:kern w:val="2"/>
                <w:szCs w:val="28"/>
              </w:rPr>
              <w:t>Угличский</w:t>
            </w:r>
            <w:proofErr w:type="spellEnd"/>
            <w:r w:rsidRPr="003173EE">
              <w:rPr>
                <w:kern w:val="2"/>
                <w:szCs w:val="28"/>
              </w:rPr>
              <w:t xml:space="preserve"> район, д.</w:t>
            </w:r>
            <w:r>
              <w:rPr>
                <w:kern w:val="2"/>
                <w:szCs w:val="28"/>
              </w:rPr>
              <w:t> </w:t>
            </w:r>
            <w:proofErr w:type="spellStart"/>
            <w:r w:rsidRPr="003173EE">
              <w:rPr>
                <w:kern w:val="2"/>
                <w:szCs w:val="28"/>
              </w:rPr>
              <w:t>Шишкино</w:t>
            </w:r>
            <w:proofErr w:type="spellEnd"/>
          </w:p>
          <w:p w:rsidR="00742BFD" w:rsidRPr="00D36B9C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742BFD" w:rsidRPr="00D36B9C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Pr="00D36B9C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Pr="00D822B3" w:rsidRDefault="00742BFD" w:rsidP="00C16C92">
            <w:pPr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 w:rsidRPr="00D17B49">
              <w:rPr>
                <w:color w:val="000000" w:themeColor="text1"/>
                <w:kern w:val="2"/>
                <w:szCs w:val="28"/>
              </w:rPr>
              <w:t>нежилое здание</w:t>
            </w:r>
          </w:p>
          <w:p w:rsidR="00742BFD" w:rsidRPr="00D36B9C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Pr="00D36B9C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Pr="00D36B9C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>нежилое здание</w:t>
            </w:r>
          </w:p>
          <w:p w:rsidR="00742BFD" w:rsidRDefault="00742BFD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>нежилое здание</w:t>
            </w:r>
          </w:p>
          <w:p w:rsidR="00742BFD" w:rsidRDefault="00742BFD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5A10ED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>нежилое здание</w:t>
            </w:r>
          </w:p>
          <w:p w:rsidR="00742BFD" w:rsidRDefault="00742BFD" w:rsidP="005A10ED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5A10ED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5A10ED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5A10ED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5A10ED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>нежилое здание</w:t>
            </w:r>
          </w:p>
          <w:p w:rsidR="00742BFD" w:rsidRDefault="00742BFD" w:rsidP="005A10ED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5A10ED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5A10ED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5A10ED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>нежилое здание</w:t>
            </w:r>
          </w:p>
          <w:p w:rsidR="00742BFD" w:rsidRDefault="00742BFD" w:rsidP="005A10ED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5A10ED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CD7222" w:rsidRDefault="00CD7222" w:rsidP="005A10ED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5A10ED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>нежилое здание</w:t>
            </w:r>
          </w:p>
          <w:p w:rsidR="00742BFD" w:rsidRDefault="00742BFD" w:rsidP="005A10ED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5A10ED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5A10ED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9F051A" w:rsidRDefault="009F051A" w:rsidP="005A10ED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5A10ED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lastRenderedPageBreak/>
              <w:t>нежилое здание</w:t>
            </w:r>
          </w:p>
          <w:p w:rsidR="00742BFD" w:rsidRDefault="00742BFD" w:rsidP="005A10ED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5A10ED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5A10ED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5A10ED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>нежилое здание</w:t>
            </w:r>
          </w:p>
          <w:p w:rsidR="00742BFD" w:rsidRDefault="00742BFD" w:rsidP="005A10ED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5A10ED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5A10ED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742BFD" w:rsidRPr="00D17B49" w:rsidRDefault="00742BFD" w:rsidP="005A10ED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 w:rsidRPr="00D17B49">
              <w:rPr>
                <w:color w:val="000000" w:themeColor="text1"/>
                <w:kern w:val="2"/>
                <w:szCs w:val="28"/>
              </w:rPr>
              <w:t>нежилое здание</w:t>
            </w:r>
          </w:p>
          <w:p w:rsidR="00742BFD" w:rsidRDefault="00742BFD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5A10ED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>нежилое здание</w:t>
            </w:r>
          </w:p>
          <w:p w:rsidR="00742BFD" w:rsidRDefault="00742BFD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5A10ED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>нежилое здание</w:t>
            </w:r>
          </w:p>
          <w:p w:rsidR="00742BFD" w:rsidRDefault="00742BFD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5A10ED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>нежилое здание</w:t>
            </w:r>
          </w:p>
          <w:p w:rsidR="00742BFD" w:rsidRDefault="00742BFD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  <w:p w:rsidR="00742BFD" w:rsidRPr="00D36B9C" w:rsidRDefault="00742BFD" w:rsidP="00C16C92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kern w:val="2"/>
                <w:szCs w:val="28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742BFD" w:rsidRPr="00D36B9C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742BFD" w:rsidRPr="00D3750E" w:rsidTr="00E332EF">
        <w:trPr>
          <w:gridBefore w:val="1"/>
          <w:wBefore w:w="431" w:type="dxa"/>
        </w:trPr>
        <w:tc>
          <w:tcPr>
            <w:tcW w:w="562" w:type="dxa"/>
          </w:tcPr>
          <w:p w:rsidR="00742BFD" w:rsidRPr="00D3750E" w:rsidRDefault="00742BFD" w:rsidP="008A14EB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30</w:t>
            </w:r>
          </w:p>
        </w:tc>
        <w:tc>
          <w:tcPr>
            <w:tcW w:w="3549" w:type="dxa"/>
          </w:tcPr>
          <w:p w:rsidR="00742BFD" w:rsidRPr="00D36B9C" w:rsidRDefault="00742BFD" w:rsidP="00015BB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>Недвижимое имущество:</w:t>
            </w:r>
          </w:p>
          <w:p w:rsidR="00742BFD" w:rsidRPr="00D36B9C" w:rsidRDefault="00742BFD" w:rsidP="00015BB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B306E0">
              <w:rPr>
                <w:kern w:val="2"/>
                <w:szCs w:val="28"/>
              </w:rPr>
              <w:t xml:space="preserve">здание больницы-поликлиники, </w:t>
            </w:r>
          </w:p>
          <w:p w:rsidR="00742BFD" w:rsidRPr="00B306E0" w:rsidRDefault="00742BF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B306E0">
              <w:rPr>
                <w:kern w:val="2"/>
                <w:szCs w:val="28"/>
              </w:rPr>
              <w:t>кадастровый номер 76:08:010631:338</w:t>
            </w:r>
          </w:p>
          <w:p w:rsidR="00742BFD" w:rsidRDefault="00742BF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E332EF" w:rsidRDefault="00742BF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D17B49">
              <w:rPr>
                <w:kern w:val="2"/>
                <w:szCs w:val="28"/>
              </w:rPr>
              <w:t xml:space="preserve">общежитие медицинских </w:t>
            </w:r>
          </w:p>
          <w:p w:rsidR="00742BFD" w:rsidRDefault="00742BF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D17B49">
              <w:rPr>
                <w:kern w:val="2"/>
                <w:szCs w:val="28"/>
              </w:rPr>
              <w:t xml:space="preserve">работников, </w:t>
            </w:r>
          </w:p>
          <w:p w:rsidR="00742BFD" w:rsidRDefault="00742BF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D17B49">
              <w:rPr>
                <w:kern w:val="2"/>
                <w:szCs w:val="28"/>
              </w:rPr>
              <w:t>кадастровый номер 76:08:010631:240</w:t>
            </w:r>
          </w:p>
          <w:p w:rsidR="00742BFD" w:rsidRDefault="00742BF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B306E0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 xml:space="preserve">склад ЭХО, </w:t>
            </w:r>
            <w:r>
              <w:rPr>
                <w:kern w:val="2"/>
                <w:szCs w:val="28"/>
              </w:rPr>
              <w:br/>
              <w:t>кадастровый номер 76:08:010631:334</w:t>
            </w:r>
          </w:p>
          <w:p w:rsidR="00742BFD" w:rsidRDefault="00742BF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FA44BE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 xml:space="preserve">морг, </w:t>
            </w:r>
          </w:p>
          <w:p w:rsidR="00742BFD" w:rsidRDefault="00742BFD" w:rsidP="00FA44BE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кадастровый номер 76:08:010631:335</w:t>
            </w:r>
          </w:p>
          <w:p w:rsidR="00742BFD" w:rsidRDefault="00742BF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 xml:space="preserve">аптека, </w:t>
            </w:r>
          </w:p>
          <w:p w:rsidR="00742BFD" w:rsidRDefault="00742BF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кадастровый номер 76:08:010631:336</w:t>
            </w:r>
          </w:p>
          <w:p w:rsidR="00742BFD" w:rsidRDefault="00742BF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3747B5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склад кислорода больницы, кадастровый номер 76:08:010631:337</w:t>
            </w:r>
          </w:p>
          <w:p w:rsidR="00CD7222" w:rsidRDefault="00CD7222" w:rsidP="003747B5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3747B5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 xml:space="preserve">гараж, </w:t>
            </w:r>
          </w:p>
          <w:p w:rsidR="00742BFD" w:rsidRDefault="00742BFD" w:rsidP="003747B5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кадастровый номер 76:08:010631:1485</w:t>
            </w:r>
          </w:p>
          <w:p w:rsidR="00742BFD" w:rsidRPr="00902693" w:rsidRDefault="00742BFD" w:rsidP="00C16C92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B306E0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 xml:space="preserve">с земельным участком, </w:t>
            </w:r>
          </w:p>
          <w:p w:rsidR="00742BFD" w:rsidRPr="00902693" w:rsidRDefault="00742BFD" w:rsidP="00B306E0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кадастровый номер 76:</w:t>
            </w:r>
            <w:r>
              <w:rPr>
                <w:kern w:val="2"/>
                <w:szCs w:val="28"/>
              </w:rPr>
              <w:t>08</w:t>
            </w:r>
            <w:r w:rsidRPr="00902693">
              <w:rPr>
                <w:kern w:val="2"/>
                <w:szCs w:val="28"/>
              </w:rPr>
              <w:t>:</w:t>
            </w:r>
            <w:r>
              <w:rPr>
                <w:kern w:val="2"/>
                <w:szCs w:val="28"/>
              </w:rPr>
              <w:t>010631</w:t>
            </w:r>
            <w:r w:rsidRPr="00902693">
              <w:rPr>
                <w:kern w:val="2"/>
                <w:szCs w:val="28"/>
              </w:rPr>
              <w:t>:</w:t>
            </w:r>
            <w:r>
              <w:rPr>
                <w:kern w:val="2"/>
                <w:szCs w:val="28"/>
              </w:rPr>
              <w:t>139</w:t>
            </w:r>
          </w:p>
        </w:tc>
        <w:tc>
          <w:tcPr>
            <w:tcW w:w="3399" w:type="dxa"/>
          </w:tcPr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B306E0">
              <w:rPr>
                <w:kern w:val="2"/>
                <w:szCs w:val="28"/>
              </w:rPr>
              <w:t xml:space="preserve">Ярославская область, </w:t>
            </w:r>
            <w:proofErr w:type="spellStart"/>
            <w:r w:rsidRPr="00B306E0">
              <w:rPr>
                <w:kern w:val="2"/>
                <w:szCs w:val="28"/>
              </w:rPr>
              <w:t>Некоузский</w:t>
            </w:r>
            <w:proofErr w:type="spellEnd"/>
            <w:r>
              <w:rPr>
                <w:kern w:val="2"/>
                <w:szCs w:val="28"/>
              </w:rPr>
              <w:t xml:space="preserve"> район</w:t>
            </w:r>
            <w:r w:rsidRPr="00B306E0">
              <w:rPr>
                <w:kern w:val="2"/>
                <w:szCs w:val="28"/>
              </w:rPr>
              <w:t xml:space="preserve">, </w:t>
            </w:r>
          </w:p>
          <w:p w:rsidR="00742BFD" w:rsidRPr="00902693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B306E0">
              <w:rPr>
                <w:kern w:val="2"/>
                <w:szCs w:val="28"/>
              </w:rPr>
              <w:t>п.</w:t>
            </w:r>
            <w:r>
              <w:rPr>
                <w:kern w:val="2"/>
                <w:szCs w:val="28"/>
              </w:rPr>
              <w:t> </w:t>
            </w:r>
            <w:r w:rsidRPr="00B306E0">
              <w:rPr>
                <w:kern w:val="2"/>
                <w:szCs w:val="28"/>
              </w:rPr>
              <w:t>Борок, д.</w:t>
            </w:r>
            <w:r>
              <w:rPr>
                <w:kern w:val="2"/>
                <w:szCs w:val="28"/>
              </w:rPr>
              <w:t> </w:t>
            </w:r>
            <w:r w:rsidRPr="00B306E0">
              <w:rPr>
                <w:kern w:val="2"/>
                <w:szCs w:val="28"/>
              </w:rPr>
              <w:t>93</w:t>
            </w:r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CD7222" w:rsidRPr="00902693" w:rsidRDefault="00CD7222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B306E0">
            <w:pPr>
              <w:ind w:firstLine="0"/>
              <w:jc w:val="left"/>
              <w:rPr>
                <w:kern w:val="2"/>
                <w:szCs w:val="28"/>
              </w:rPr>
            </w:pPr>
            <w:r w:rsidRPr="00D17B49">
              <w:rPr>
                <w:kern w:val="2"/>
                <w:szCs w:val="28"/>
              </w:rPr>
              <w:t xml:space="preserve">Ярославская область, </w:t>
            </w:r>
            <w:proofErr w:type="spellStart"/>
            <w:r w:rsidRPr="00D17B49">
              <w:rPr>
                <w:kern w:val="2"/>
                <w:szCs w:val="28"/>
              </w:rPr>
              <w:t>Не</w:t>
            </w:r>
            <w:r>
              <w:rPr>
                <w:kern w:val="2"/>
                <w:szCs w:val="28"/>
              </w:rPr>
              <w:t>коузский</w:t>
            </w:r>
            <w:proofErr w:type="spellEnd"/>
            <w:r>
              <w:rPr>
                <w:kern w:val="2"/>
                <w:szCs w:val="28"/>
              </w:rPr>
              <w:t xml:space="preserve"> район, </w:t>
            </w:r>
          </w:p>
          <w:p w:rsidR="00742BFD" w:rsidRDefault="00742BFD" w:rsidP="00B306E0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п. Борок, д. 40</w:t>
            </w:r>
          </w:p>
          <w:p w:rsidR="00742BFD" w:rsidRDefault="00742BFD" w:rsidP="00B306E0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B306E0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B306E0">
            <w:pPr>
              <w:ind w:firstLine="0"/>
              <w:jc w:val="left"/>
              <w:rPr>
                <w:kern w:val="2"/>
                <w:szCs w:val="28"/>
              </w:rPr>
            </w:pPr>
            <w:r w:rsidRPr="00B306E0">
              <w:rPr>
                <w:kern w:val="2"/>
                <w:szCs w:val="28"/>
              </w:rPr>
              <w:t xml:space="preserve">Ярославская область, </w:t>
            </w:r>
            <w:proofErr w:type="spellStart"/>
            <w:r w:rsidRPr="00B306E0">
              <w:rPr>
                <w:kern w:val="2"/>
                <w:szCs w:val="28"/>
              </w:rPr>
              <w:t>Некоузский</w:t>
            </w:r>
            <w:proofErr w:type="spellEnd"/>
            <w:r>
              <w:rPr>
                <w:kern w:val="2"/>
                <w:szCs w:val="28"/>
              </w:rPr>
              <w:t xml:space="preserve"> район</w:t>
            </w:r>
            <w:r w:rsidRPr="00B306E0">
              <w:rPr>
                <w:kern w:val="2"/>
                <w:szCs w:val="28"/>
              </w:rPr>
              <w:t xml:space="preserve">, </w:t>
            </w:r>
          </w:p>
          <w:p w:rsidR="00742BFD" w:rsidRDefault="00742BFD" w:rsidP="00B306E0">
            <w:pPr>
              <w:ind w:firstLine="0"/>
              <w:jc w:val="left"/>
              <w:rPr>
                <w:kern w:val="2"/>
                <w:szCs w:val="28"/>
              </w:rPr>
            </w:pPr>
            <w:r w:rsidRPr="00B306E0">
              <w:rPr>
                <w:kern w:val="2"/>
                <w:szCs w:val="28"/>
              </w:rPr>
              <w:t>п.</w:t>
            </w:r>
            <w:r>
              <w:rPr>
                <w:kern w:val="2"/>
                <w:szCs w:val="28"/>
              </w:rPr>
              <w:t> </w:t>
            </w:r>
            <w:r w:rsidRPr="00B306E0">
              <w:rPr>
                <w:kern w:val="2"/>
                <w:szCs w:val="28"/>
              </w:rPr>
              <w:t>Борок, д.</w:t>
            </w:r>
            <w:r>
              <w:rPr>
                <w:kern w:val="2"/>
                <w:szCs w:val="28"/>
              </w:rPr>
              <w:t> </w:t>
            </w:r>
            <w:r w:rsidRPr="00B306E0">
              <w:rPr>
                <w:kern w:val="2"/>
                <w:szCs w:val="28"/>
              </w:rPr>
              <w:t>93</w:t>
            </w:r>
          </w:p>
          <w:p w:rsidR="00742BFD" w:rsidRDefault="00742BFD" w:rsidP="00B306E0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FA44BE">
            <w:pPr>
              <w:ind w:firstLine="0"/>
              <w:jc w:val="left"/>
              <w:rPr>
                <w:kern w:val="2"/>
                <w:szCs w:val="28"/>
              </w:rPr>
            </w:pPr>
            <w:r w:rsidRPr="00B306E0">
              <w:rPr>
                <w:kern w:val="2"/>
                <w:szCs w:val="28"/>
              </w:rPr>
              <w:t xml:space="preserve">Ярославская область, </w:t>
            </w:r>
            <w:proofErr w:type="spellStart"/>
            <w:r w:rsidRPr="00B306E0">
              <w:rPr>
                <w:kern w:val="2"/>
                <w:szCs w:val="28"/>
              </w:rPr>
              <w:t>Некоузский</w:t>
            </w:r>
            <w:proofErr w:type="spellEnd"/>
            <w:r>
              <w:rPr>
                <w:kern w:val="2"/>
                <w:szCs w:val="28"/>
              </w:rPr>
              <w:t xml:space="preserve"> район</w:t>
            </w:r>
            <w:r w:rsidRPr="00B306E0">
              <w:rPr>
                <w:kern w:val="2"/>
                <w:szCs w:val="28"/>
              </w:rPr>
              <w:t xml:space="preserve">, </w:t>
            </w:r>
          </w:p>
          <w:p w:rsidR="00742BFD" w:rsidRDefault="00742BFD" w:rsidP="00FA44BE">
            <w:pPr>
              <w:ind w:firstLine="0"/>
              <w:jc w:val="left"/>
              <w:rPr>
                <w:kern w:val="2"/>
                <w:szCs w:val="28"/>
              </w:rPr>
            </w:pPr>
            <w:r w:rsidRPr="00B306E0">
              <w:rPr>
                <w:kern w:val="2"/>
                <w:szCs w:val="28"/>
              </w:rPr>
              <w:t>п.</w:t>
            </w:r>
            <w:r>
              <w:rPr>
                <w:kern w:val="2"/>
                <w:szCs w:val="28"/>
              </w:rPr>
              <w:t> </w:t>
            </w:r>
            <w:r w:rsidRPr="00B306E0">
              <w:rPr>
                <w:kern w:val="2"/>
                <w:szCs w:val="28"/>
              </w:rPr>
              <w:t>Борок, д.</w:t>
            </w:r>
            <w:r>
              <w:rPr>
                <w:kern w:val="2"/>
                <w:szCs w:val="28"/>
              </w:rPr>
              <w:t> </w:t>
            </w:r>
            <w:r w:rsidRPr="00B306E0">
              <w:rPr>
                <w:kern w:val="2"/>
                <w:szCs w:val="28"/>
              </w:rPr>
              <w:t>93</w:t>
            </w:r>
          </w:p>
          <w:p w:rsidR="00742BFD" w:rsidRDefault="00742BFD" w:rsidP="00B306E0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B306E0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Ярославская область,</w:t>
            </w:r>
            <w:r w:rsidRPr="003747B5">
              <w:rPr>
                <w:kern w:val="2"/>
                <w:szCs w:val="28"/>
              </w:rPr>
              <w:t xml:space="preserve"> </w:t>
            </w:r>
            <w:proofErr w:type="spellStart"/>
            <w:r w:rsidRPr="003747B5">
              <w:rPr>
                <w:kern w:val="2"/>
                <w:szCs w:val="28"/>
              </w:rPr>
              <w:t>Некоузский</w:t>
            </w:r>
            <w:proofErr w:type="spellEnd"/>
            <w:r>
              <w:rPr>
                <w:kern w:val="2"/>
                <w:szCs w:val="28"/>
              </w:rPr>
              <w:t xml:space="preserve"> район</w:t>
            </w:r>
            <w:r w:rsidRPr="003747B5">
              <w:rPr>
                <w:kern w:val="2"/>
                <w:szCs w:val="28"/>
              </w:rPr>
              <w:t xml:space="preserve">, </w:t>
            </w:r>
          </w:p>
          <w:p w:rsidR="00742BFD" w:rsidRDefault="00742BFD" w:rsidP="00B306E0">
            <w:pPr>
              <w:ind w:firstLine="0"/>
              <w:jc w:val="left"/>
              <w:rPr>
                <w:kern w:val="2"/>
                <w:szCs w:val="28"/>
              </w:rPr>
            </w:pPr>
            <w:r w:rsidRPr="003747B5">
              <w:rPr>
                <w:kern w:val="2"/>
                <w:szCs w:val="28"/>
              </w:rPr>
              <w:t>п.</w:t>
            </w:r>
            <w:r>
              <w:rPr>
                <w:kern w:val="2"/>
                <w:szCs w:val="28"/>
              </w:rPr>
              <w:t> </w:t>
            </w:r>
            <w:r w:rsidRPr="003747B5">
              <w:rPr>
                <w:kern w:val="2"/>
                <w:szCs w:val="28"/>
              </w:rPr>
              <w:t>Борок, д</w:t>
            </w:r>
            <w:r>
              <w:rPr>
                <w:kern w:val="2"/>
                <w:szCs w:val="28"/>
              </w:rPr>
              <w:t>. 9</w:t>
            </w:r>
            <w:r w:rsidRPr="003747B5">
              <w:rPr>
                <w:kern w:val="2"/>
                <w:szCs w:val="28"/>
              </w:rPr>
              <w:t>3</w:t>
            </w:r>
          </w:p>
          <w:p w:rsidR="00742BFD" w:rsidRDefault="00742BFD" w:rsidP="00B306E0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B306E0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Ярославская область,</w:t>
            </w:r>
            <w:r w:rsidRPr="003747B5">
              <w:rPr>
                <w:kern w:val="2"/>
                <w:szCs w:val="28"/>
              </w:rPr>
              <w:t xml:space="preserve"> </w:t>
            </w:r>
            <w:proofErr w:type="spellStart"/>
            <w:r w:rsidRPr="003747B5">
              <w:rPr>
                <w:kern w:val="2"/>
                <w:szCs w:val="28"/>
              </w:rPr>
              <w:t>Некоузский</w:t>
            </w:r>
            <w:proofErr w:type="spellEnd"/>
            <w:r>
              <w:rPr>
                <w:kern w:val="2"/>
                <w:szCs w:val="28"/>
              </w:rPr>
              <w:t xml:space="preserve"> район</w:t>
            </w:r>
            <w:r w:rsidRPr="003747B5">
              <w:rPr>
                <w:kern w:val="2"/>
                <w:szCs w:val="28"/>
              </w:rPr>
              <w:t xml:space="preserve">, </w:t>
            </w:r>
          </w:p>
          <w:p w:rsidR="00742BFD" w:rsidRDefault="00742BFD" w:rsidP="00B306E0">
            <w:pPr>
              <w:ind w:firstLine="0"/>
              <w:jc w:val="left"/>
              <w:rPr>
                <w:kern w:val="2"/>
                <w:szCs w:val="28"/>
              </w:rPr>
            </w:pPr>
            <w:r w:rsidRPr="003747B5">
              <w:rPr>
                <w:kern w:val="2"/>
                <w:szCs w:val="28"/>
              </w:rPr>
              <w:t>п.</w:t>
            </w:r>
            <w:r>
              <w:rPr>
                <w:kern w:val="2"/>
                <w:szCs w:val="28"/>
              </w:rPr>
              <w:t> </w:t>
            </w:r>
            <w:r w:rsidRPr="003747B5">
              <w:rPr>
                <w:kern w:val="2"/>
                <w:szCs w:val="28"/>
              </w:rPr>
              <w:t>Борок, д</w:t>
            </w:r>
            <w:r>
              <w:rPr>
                <w:kern w:val="2"/>
                <w:szCs w:val="28"/>
              </w:rPr>
              <w:t>. 9</w:t>
            </w:r>
            <w:r w:rsidRPr="003747B5">
              <w:rPr>
                <w:kern w:val="2"/>
                <w:szCs w:val="28"/>
              </w:rPr>
              <w:t>3</w:t>
            </w:r>
          </w:p>
          <w:p w:rsidR="00742BFD" w:rsidRDefault="00742BFD" w:rsidP="00B306E0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3747B5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Ярославская область,</w:t>
            </w:r>
            <w:r w:rsidRPr="003747B5">
              <w:rPr>
                <w:kern w:val="2"/>
                <w:szCs w:val="28"/>
              </w:rPr>
              <w:t xml:space="preserve"> </w:t>
            </w:r>
            <w:proofErr w:type="spellStart"/>
            <w:r w:rsidRPr="003747B5">
              <w:rPr>
                <w:kern w:val="2"/>
                <w:szCs w:val="28"/>
              </w:rPr>
              <w:t>Некоузский</w:t>
            </w:r>
            <w:proofErr w:type="spellEnd"/>
            <w:r>
              <w:rPr>
                <w:kern w:val="2"/>
                <w:szCs w:val="28"/>
              </w:rPr>
              <w:t xml:space="preserve"> район</w:t>
            </w:r>
            <w:r w:rsidRPr="003747B5">
              <w:rPr>
                <w:kern w:val="2"/>
                <w:szCs w:val="28"/>
              </w:rPr>
              <w:t xml:space="preserve">, </w:t>
            </w:r>
          </w:p>
          <w:p w:rsidR="00742BFD" w:rsidRDefault="00742BFD" w:rsidP="003747B5">
            <w:pPr>
              <w:ind w:firstLine="0"/>
              <w:jc w:val="left"/>
              <w:rPr>
                <w:kern w:val="2"/>
                <w:szCs w:val="28"/>
              </w:rPr>
            </w:pPr>
            <w:r w:rsidRPr="003747B5">
              <w:rPr>
                <w:kern w:val="2"/>
                <w:szCs w:val="28"/>
              </w:rPr>
              <w:t>п.</w:t>
            </w:r>
            <w:r>
              <w:rPr>
                <w:kern w:val="2"/>
                <w:szCs w:val="28"/>
              </w:rPr>
              <w:t> </w:t>
            </w:r>
            <w:r w:rsidRPr="003747B5">
              <w:rPr>
                <w:kern w:val="2"/>
                <w:szCs w:val="28"/>
              </w:rPr>
              <w:t>Борок, д</w:t>
            </w:r>
            <w:r>
              <w:rPr>
                <w:kern w:val="2"/>
                <w:szCs w:val="28"/>
              </w:rPr>
              <w:t>. 94</w:t>
            </w:r>
          </w:p>
          <w:p w:rsidR="00742BFD" w:rsidRDefault="00742BFD" w:rsidP="00B306E0">
            <w:pPr>
              <w:ind w:firstLine="0"/>
              <w:jc w:val="left"/>
              <w:rPr>
                <w:kern w:val="2"/>
                <w:szCs w:val="28"/>
              </w:rPr>
            </w:pPr>
          </w:p>
          <w:p w:rsidR="00AA6287" w:rsidRDefault="00742BFD" w:rsidP="00AA6287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м</w:t>
            </w:r>
            <w:r w:rsidRPr="00B306E0">
              <w:rPr>
                <w:kern w:val="2"/>
                <w:szCs w:val="28"/>
              </w:rPr>
              <w:t>естоположение установлено относительно ориентира, расположенного в границах участка. Почтовый</w:t>
            </w:r>
            <w:r>
              <w:rPr>
                <w:kern w:val="2"/>
                <w:szCs w:val="28"/>
              </w:rPr>
              <w:t xml:space="preserve"> </w:t>
            </w:r>
            <w:r w:rsidRPr="00B306E0">
              <w:rPr>
                <w:kern w:val="2"/>
                <w:szCs w:val="28"/>
              </w:rPr>
              <w:t xml:space="preserve">адрес ориентира: </w:t>
            </w:r>
            <w:r w:rsidRPr="00B306E0">
              <w:rPr>
                <w:kern w:val="2"/>
                <w:szCs w:val="28"/>
              </w:rPr>
              <w:lastRenderedPageBreak/>
              <w:t xml:space="preserve">Ярославская область, </w:t>
            </w:r>
            <w:proofErr w:type="spellStart"/>
            <w:r w:rsidRPr="00B306E0">
              <w:rPr>
                <w:kern w:val="2"/>
                <w:szCs w:val="28"/>
              </w:rPr>
              <w:t>Некоузский</w:t>
            </w:r>
            <w:proofErr w:type="spellEnd"/>
            <w:r>
              <w:rPr>
                <w:kern w:val="2"/>
                <w:szCs w:val="28"/>
              </w:rPr>
              <w:t xml:space="preserve"> район</w:t>
            </w:r>
            <w:r w:rsidRPr="00B306E0">
              <w:rPr>
                <w:kern w:val="2"/>
                <w:szCs w:val="28"/>
              </w:rPr>
              <w:t xml:space="preserve">, </w:t>
            </w:r>
          </w:p>
          <w:p w:rsidR="00742BFD" w:rsidRPr="00902693" w:rsidRDefault="00742BFD" w:rsidP="00AA6287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B306E0">
              <w:rPr>
                <w:kern w:val="2"/>
                <w:szCs w:val="28"/>
              </w:rPr>
              <w:t>Веретейский</w:t>
            </w:r>
            <w:proofErr w:type="spellEnd"/>
            <w:r>
              <w:rPr>
                <w:kern w:val="2"/>
                <w:szCs w:val="28"/>
              </w:rPr>
              <w:t xml:space="preserve"> сельский округ</w:t>
            </w:r>
            <w:r w:rsidRPr="00B306E0">
              <w:rPr>
                <w:kern w:val="2"/>
                <w:szCs w:val="28"/>
              </w:rPr>
              <w:t>, п. Борок</w:t>
            </w:r>
          </w:p>
        </w:tc>
        <w:tc>
          <w:tcPr>
            <w:tcW w:w="2125" w:type="dxa"/>
            <w:tcBorders>
              <w:right w:val="single" w:sz="4" w:space="0" w:color="auto"/>
            </w:tcBorders>
          </w:tcPr>
          <w:p w:rsidR="00742BFD" w:rsidRDefault="00742BFD" w:rsidP="00742BFD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742BFD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742BFD">
            <w:pPr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нежилое здание</w:t>
            </w:r>
          </w:p>
          <w:p w:rsidR="00742BFD" w:rsidRDefault="00742BFD" w:rsidP="00742BFD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742BFD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742BFD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742BFD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Pr="00D17B49" w:rsidRDefault="00742BFD" w:rsidP="00742BFD">
            <w:pPr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 w:rsidRPr="00520459">
              <w:rPr>
                <w:kern w:val="2"/>
                <w:szCs w:val="28"/>
              </w:rPr>
              <w:t>нежилое</w:t>
            </w:r>
            <w:r w:rsidRPr="00902693">
              <w:rPr>
                <w:kern w:val="2"/>
                <w:szCs w:val="28"/>
              </w:rPr>
              <w:t xml:space="preserve"> </w:t>
            </w:r>
            <w:r w:rsidRPr="00D17B49">
              <w:rPr>
                <w:color w:val="000000" w:themeColor="text1"/>
                <w:kern w:val="2"/>
                <w:szCs w:val="28"/>
              </w:rPr>
              <w:t xml:space="preserve">здание </w:t>
            </w:r>
          </w:p>
          <w:p w:rsidR="00742BFD" w:rsidRDefault="00742BFD" w:rsidP="00742BFD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742BFD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742BFD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742BFD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742BFD">
            <w:pPr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нежилое здание</w:t>
            </w:r>
          </w:p>
          <w:p w:rsidR="00742BFD" w:rsidRDefault="00742BFD" w:rsidP="00742BFD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742BFD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742BFD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742BFD">
            <w:pPr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нежилое здание</w:t>
            </w:r>
          </w:p>
          <w:p w:rsidR="00742BFD" w:rsidRDefault="00742BFD" w:rsidP="00742BFD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742BFD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742BFD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742BFD">
            <w:pPr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нежилое здание</w:t>
            </w:r>
          </w:p>
          <w:p w:rsidR="00742BFD" w:rsidRDefault="00742BFD" w:rsidP="00742BFD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742BFD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742BFD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742BFD">
            <w:pPr>
              <w:ind w:firstLine="0"/>
              <w:jc w:val="left"/>
              <w:rPr>
                <w:kern w:val="2"/>
                <w:szCs w:val="28"/>
              </w:rPr>
            </w:pPr>
            <w:r w:rsidRPr="00902693">
              <w:rPr>
                <w:kern w:val="2"/>
                <w:szCs w:val="28"/>
              </w:rPr>
              <w:t>нежилое здание</w:t>
            </w:r>
          </w:p>
          <w:p w:rsidR="00742BFD" w:rsidRDefault="00742BFD" w:rsidP="00B306E0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B306E0">
            <w:pPr>
              <w:ind w:firstLine="0"/>
              <w:jc w:val="left"/>
              <w:rPr>
                <w:kern w:val="2"/>
                <w:szCs w:val="28"/>
              </w:rPr>
            </w:pPr>
          </w:p>
          <w:p w:rsidR="00CD7222" w:rsidRDefault="00CD7222" w:rsidP="00B306E0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Pr="00902693" w:rsidRDefault="00742BFD" w:rsidP="00B306E0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нежилое здание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742BFD" w:rsidRPr="00D3750E" w:rsidTr="00E332EF">
        <w:trPr>
          <w:gridBefore w:val="1"/>
          <w:wBefore w:w="431" w:type="dxa"/>
        </w:trPr>
        <w:tc>
          <w:tcPr>
            <w:tcW w:w="562" w:type="dxa"/>
          </w:tcPr>
          <w:p w:rsidR="00742BFD" w:rsidRDefault="00742BFD" w:rsidP="008A14EB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31</w:t>
            </w:r>
          </w:p>
        </w:tc>
        <w:tc>
          <w:tcPr>
            <w:tcW w:w="3549" w:type="dxa"/>
          </w:tcPr>
          <w:p w:rsidR="00742BFD" w:rsidRDefault="00742BFD" w:rsidP="00015BB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D36B9C">
              <w:rPr>
                <w:kern w:val="2"/>
                <w:szCs w:val="28"/>
              </w:rPr>
              <w:t>Недвижимое имущество:</w:t>
            </w:r>
          </w:p>
          <w:p w:rsidR="00742BFD" w:rsidRDefault="00742BFD" w:rsidP="00015BB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015BB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 xml:space="preserve">помещение, </w:t>
            </w:r>
          </w:p>
          <w:p w:rsidR="00742BFD" w:rsidRDefault="00742BFD" w:rsidP="00015BB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  <w:vertAlign w:val="superscript"/>
              </w:rPr>
            </w:pPr>
            <w:r>
              <w:rPr>
                <w:kern w:val="2"/>
                <w:szCs w:val="28"/>
              </w:rPr>
              <w:t>кадастровый номер 76:23:010101:188270</w:t>
            </w:r>
            <w:r w:rsidRPr="00C77463">
              <w:rPr>
                <w:kern w:val="2"/>
                <w:szCs w:val="28"/>
                <w:vertAlign w:val="superscript"/>
              </w:rPr>
              <w:t>1</w:t>
            </w:r>
            <w:r>
              <w:rPr>
                <w:kern w:val="2"/>
                <w:szCs w:val="28"/>
                <w:vertAlign w:val="superscript"/>
              </w:rPr>
              <w:t>, 2</w:t>
            </w:r>
          </w:p>
          <w:p w:rsidR="00742BFD" w:rsidRPr="0079222E" w:rsidRDefault="00742BFD" w:rsidP="00015BB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79222E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 xml:space="preserve">помещения, </w:t>
            </w:r>
          </w:p>
          <w:p w:rsidR="00742BFD" w:rsidRDefault="00742BFD" w:rsidP="0079222E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  <w:vertAlign w:val="superscript"/>
              </w:rPr>
            </w:pPr>
            <w:r>
              <w:rPr>
                <w:kern w:val="2"/>
                <w:szCs w:val="28"/>
              </w:rPr>
              <w:t>кадастровый номер 76:23:010101:188286</w:t>
            </w:r>
            <w:r>
              <w:rPr>
                <w:kern w:val="2"/>
                <w:szCs w:val="28"/>
                <w:vertAlign w:val="superscript"/>
              </w:rPr>
              <w:t>1, 2</w:t>
            </w:r>
          </w:p>
          <w:p w:rsidR="00742BFD" w:rsidRPr="0079222E" w:rsidRDefault="00742BFD" w:rsidP="00015BB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015BB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015BB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CD7222" w:rsidRDefault="00CD7222" w:rsidP="00015BB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015BB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 xml:space="preserve">помещение, </w:t>
            </w:r>
          </w:p>
          <w:p w:rsidR="00742BFD" w:rsidRDefault="00742BFD" w:rsidP="00015BB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кадастровый номер 76:23:010101:188288</w:t>
            </w:r>
            <w:r>
              <w:rPr>
                <w:kern w:val="2"/>
                <w:szCs w:val="28"/>
                <w:vertAlign w:val="superscript"/>
              </w:rPr>
              <w:t xml:space="preserve">1, </w:t>
            </w:r>
            <w:r w:rsidRPr="00C77463">
              <w:rPr>
                <w:kern w:val="2"/>
                <w:szCs w:val="28"/>
                <w:vertAlign w:val="superscript"/>
              </w:rPr>
              <w:t>2</w:t>
            </w:r>
          </w:p>
          <w:p w:rsidR="00742BFD" w:rsidRDefault="00742BFD" w:rsidP="00015BB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015BB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015BB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 xml:space="preserve">помещение, </w:t>
            </w:r>
          </w:p>
          <w:p w:rsidR="00742BFD" w:rsidRPr="00A73D8B" w:rsidRDefault="00742BFD" w:rsidP="00015BB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  <w:vertAlign w:val="superscript"/>
              </w:rPr>
            </w:pPr>
            <w:r>
              <w:rPr>
                <w:kern w:val="2"/>
                <w:szCs w:val="28"/>
              </w:rPr>
              <w:t>кадастровый номер 76:23:010101:192137</w:t>
            </w:r>
            <w:r>
              <w:rPr>
                <w:kern w:val="2"/>
                <w:szCs w:val="28"/>
                <w:vertAlign w:val="superscript"/>
              </w:rPr>
              <w:t>1, 2, 3</w:t>
            </w:r>
          </w:p>
          <w:p w:rsidR="00742BFD" w:rsidRDefault="00742BFD" w:rsidP="00015BB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015BB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 xml:space="preserve">помещение, </w:t>
            </w:r>
          </w:p>
          <w:p w:rsidR="00742BFD" w:rsidRDefault="00742BFD" w:rsidP="00015BB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  <w:vertAlign w:val="superscript"/>
              </w:rPr>
            </w:pPr>
            <w:r>
              <w:rPr>
                <w:kern w:val="2"/>
                <w:szCs w:val="28"/>
              </w:rPr>
              <w:t>кадастровый номер 76:23:010101:192138</w:t>
            </w:r>
            <w:r>
              <w:rPr>
                <w:kern w:val="2"/>
                <w:szCs w:val="28"/>
                <w:vertAlign w:val="superscript"/>
              </w:rPr>
              <w:t>1, 2</w:t>
            </w:r>
          </w:p>
          <w:p w:rsidR="00742BFD" w:rsidRPr="008A475D" w:rsidRDefault="00742BFD" w:rsidP="00015BB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015BB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8A475D">
              <w:rPr>
                <w:kern w:val="2"/>
                <w:szCs w:val="28"/>
              </w:rPr>
              <w:t xml:space="preserve">помещение, </w:t>
            </w:r>
          </w:p>
          <w:p w:rsidR="00742BFD" w:rsidRDefault="00742BFD" w:rsidP="00015BB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8A475D">
              <w:rPr>
                <w:kern w:val="2"/>
                <w:szCs w:val="28"/>
              </w:rPr>
              <w:t>кадастровый номер 76:23:030613:399</w:t>
            </w:r>
            <w:r w:rsidRPr="008A475D">
              <w:rPr>
                <w:kern w:val="2"/>
                <w:szCs w:val="28"/>
                <w:vertAlign w:val="superscript"/>
              </w:rPr>
              <w:t>1</w:t>
            </w:r>
          </w:p>
          <w:p w:rsidR="00742BFD" w:rsidRPr="00C35EAB" w:rsidRDefault="00742BFD" w:rsidP="00015BB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</w:tc>
        <w:tc>
          <w:tcPr>
            <w:tcW w:w="3399" w:type="dxa"/>
          </w:tcPr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79222E">
              <w:rPr>
                <w:kern w:val="2"/>
                <w:szCs w:val="28"/>
              </w:rPr>
              <w:t>Ярославская область, г.</w:t>
            </w:r>
            <w:r>
              <w:rPr>
                <w:kern w:val="2"/>
                <w:szCs w:val="28"/>
              </w:rPr>
              <w:t> </w:t>
            </w:r>
            <w:r w:rsidRPr="0079222E">
              <w:rPr>
                <w:kern w:val="2"/>
                <w:szCs w:val="28"/>
              </w:rPr>
              <w:t xml:space="preserve">Ярославль, </w:t>
            </w:r>
            <w:r>
              <w:rPr>
                <w:kern w:val="2"/>
                <w:szCs w:val="28"/>
              </w:rPr>
              <w:br/>
              <w:t xml:space="preserve">ул. </w:t>
            </w:r>
            <w:r w:rsidRPr="0079222E">
              <w:rPr>
                <w:kern w:val="2"/>
                <w:szCs w:val="28"/>
              </w:rPr>
              <w:t>Красный съезд, д.</w:t>
            </w:r>
            <w:r>
              <w:rPr>
                <w:kern w:val="2"/>
                <w:szCs w:val="28"/>
              </w:rPr>
              <w:t> </w:t>
            </w:r>
            <w:r w:rsidRPr="0079222E">
              <w:rPr>
                <w:kern w:val="2"/>
                <w:szCs w:val="28"/>
              </w:rPr>
              <w:t>8</w:t>
            </w:r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79222E">
            <w:pPr>
              <w:ind w:firstLine="0"/>
              <w:jc w:val="left"/>
              <w:rPr>
                <w:kern w:val="2"/>
                <w:szCs w:val="28"/>
              </w:rPr>
            </w:pPr>
            <w:r w:rsidRPr="0079222E">
              <w:rPr>
                <w:kern w:val="2"/>
                <w:szCs w:val="28"/>
              </w:rPr>
              <w:t>Ярославская область, г</w:t>
            </w:r>
            <w:r>
              <w:rPr>
                <w:kern w:val="2"/>
                <w:szCs w:val="28"/>
              </w:rPr>
              <w:t>. </w:t>
            </w:r>
            <w:r w:rsidRPr="0079222E">
              <w:rPr>
                <w:kern w:val="2"/>
                <w:szCs w:val="28"/>
              </w:rPr>
              <w:t xml:space="preserve">Ярославль, </w:t>
            </w:r>
            <w:r>
              <w:rPr>
                <w:kern w:val="2"/>
                <w:szCs w:val="28"/>
              </w:rPr>
              <w:br/>
            </w:r>
            <w:r w:rsidRPr="008A475D">
              <w:rPr>
                <w:kern w:val="2"/>
                <w:szCs w:val="28"/>
              </w:rPr>
              <w:t>ул.</w:t>
            </w:r>
            <w:r>
              <w:rPr>
                <w:kern w:val="2"/>
                <w:szCs w:val="28"/>
              </w:rPr>
              <w:t> </w:t>
            </w:r>
            <w:r w:rsidRPr="0079222E">
              <w:rPr>
                <w:kern w:val="2"/>
                <w:szCs w:val="28"/>
              </w:rPr>
              <w:t>Красный съезд, д</w:t>
            </w:r>
            <w:r>
              <w:rPr>
                <w:kern w:val="2"/>
                <w:szCs w:val="28"/>
              </w:rPr>
              <w:t>. </w:t>
            </w:r>
            <w:r w:rsidRPr="0079222E">
              <w:rPr>
                <w:kern w:val="2"/>
                <w:szCs w:val="28"/>
              </w:rPr>
              <w:t>8, пом</w:t>
            </w:r>
            <w:r>
              <w:rPr>
                <w:kern w:val="2"/>
                <w:szCs w:val="28"/>
              </w:rPr>
              <w:t>. </w:t>
            </w:r>
            <w:r w:rsidRPr="0079222E">
              <w:rPr>
                <w:kern w:val="2"/>
                <w:szCs w:val="28"/>
              </w:rPr>
              <w:t>1</w:t>
            </w:r>
            <w:r>
              <w:rPr>
                <w:kern w:val="2"/>
                <w:szCs w:val="28"/>
              </w:rPr>
              <w:t xml:space="preserve"> – </w:t>
            </w:r>
            <w:r w:rsidRPr="0079222E">
              <w:rPr>
                <w:kern w:val="2"/>
                <w:szCs w:val="28"/>
              </w:rPr>
              <w:t>3,</w:t>
            </w:r>
            <w:r>
              <w:rPr>
                <w:kern w:val="2"/>
                <w:szCs w:val="28"/>
              </w:rPr>
              <w:t xml:space="preserve"> </w:t>
            </w:r>
            <w:r w:rsidRPr="0079222E">
              <w:rPr>
                <w:kern w:val="2"/>
                <w:szCs w:val="28"/>
              </w:rPr>
              <w:t>18</w:t>
            </w:r>
            <w:r>
              <w:rPr>
                <w:kern w:val="2"/>
                <w:szCs w:val="28"/>
              </w:rPr>
              <w:t xml:space="preserve"> – </w:t>
            </w:r>
            <w:r w:rsidRPr="0079222E">
              <w:rPr>
                <w:kern w:val="2"/>
                <w:szCs w:val="28"/>
              </w:rPr>
              <w:t>23,</w:t>
            </w:r>
            <w:r>
              <w:rPr>
                <w:kern w:val="2"/>
                <w:szCs w:val="28"/>
              </w:rPr>
              <w:t xml:space="preserve"> </w:t>
            </w:r>
            <w:r w:rsidRPr="0079222E">
              <w:rPr>
                <w:kern w:val="2"/>
                <w:szCs w:val="28"/>
              </w:rPr>
              <w:t xml:space="preserve">42 </w:t>
            </w:r>
            <w:r>
              <w:rPr>
                <w:kern w:val="2"/>
                <w:szCs w:val="28"/>
              </w:rPr>
              <w:br/>
              <w:t>(1 этаж), </w:t>
            </w:r>
            <w:r w:rsidRPr="0079222E">
              <w:rPr>
                <w:kern w:val="2"/>
                <w:szCs w:val="28"/>
              </w:rPr>
              <w:t>1</w:t>
            </w:r>
            <w:r>
              <w:rPr>
                <w:kern w:val="2"/>
                <w:szCs w:val="28"/>
              </w:rPr>
              <w:t xml:space="preserve"> – </w:t>
            </w:r>
            <w:r w:rsidRPr="0079222E">
              <w:rPr>
                <w:kern w:val="2"/>
                <w:szCs w:val="28"/>
              </w:rPr>
              <w:t>19,</w:t>
            </w:r>
            <w:r>
              <w:rPr>
                <w:kern w:val="2"/>
                <w:szCs w:val="28"/>
              </w:rPr>
              <w:t xml:space="preserve"> </w:t>
            </w:r>
            <w:r w:rsidRPr="0079222E">
              <w:rPr>
                <w:kern w:val="2"/>
                <w:szCs w:val="28"/>
              </w:rPr>
              <w:t>32,</w:t>
            </w:r>
            <w:r>
              <w:rPr>
                <w:kern w:val="2"/>
                <w:szCs w:val="28"/>
              </w:rPr>
              <w:t xml:space="preserve"> </w:t>
            </w:r>
            <w:r w:rsidRPr="0079222E">
              <w:rPr>
                <w:kern w:val="2"/>
                <w:szCs w:val="28"/>
              </w:rPr>
              <w:t xml:space="preserve">34 </w:t>
            </w:r>
            <w:r>
              <w:rPr>
                <w:kern w:val="2"/>
                <w:szCs w:val="28"/>
              </w:rPr>
              <w:br/>
            </w:r>
            <w:r w:rsidRPr="0079222E">
              <w:rPr>
                <w:kern w:val="2"/>
                <w:szCs w:val="28"/>
              </w:rPr>
              <w:t>(2 этаж)</w:t>
            </w:r>
          </w:p>
          <w:p w:rsidR="00CD7222" w:rsidRDefault="00CD7222" w:rsidP="0079222E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A73D8B">
            <w:pPr>
              <w:ind w:firstLine="0"/>
              <w:jc w:val="left"/>
              <w:rPr>
                <w:kern w:val="2"/>
                <w:szCs w:val="28"/>
              </w:rPr>
            </w:pPr>
            <w:r w:rsidRPr="0079222E">
              <w:rPr>
                <w:kern w:val="2"/>
                <w:szCs w:val="28"/>
              </w:rPr>
              <w:t>Ярославская область, г</w:t>
            </w:r>
            <w:r>
              <w:rPr>
                <w:kern w:val="2"/>
                <w:szCs w:val="28"/>
              </w:rPr>
              <w:t>. </w:t>
            </w:r>
            <w:r w:rsidRPr="0079222E">
              <w:rPr>
                <w:kern w:val="2"/>
                <w:szCs w:val="28"/>
              </w:rPr>
              <w:t xml:space="preserve">Ярославль, </w:t>
            </w:r>
            <w:r>
              <w:rPr>
                <w:kern w:val="2"/>
                <w:szCs w:val="28"/>
              </w:rPr>
              <w:br/>
              <w:t xml:space="preserve">ул. </w:t>
            </w:r>
            <w:r w:rsidRPr="0079222E">
              <w:rPr>
                <w:kern w:val="2"/>
                <w:szCs w:val="28"/>
              </w:rPr>
              <w:t>Красный съезд, д</w:t>
            </w:r>
            <w:r>
              <w:rPr>
                <w:kern w:val="2"/>
                <w:szCs w:val="28"/>
              </w:rPr>
              <w:t>. </w:t>
            </w:r>
            <w:r w:rsidRPr="0079222E">
              <w:rPr>
                <w:kern w:val="2"/>
                <w:szCs w:val="28"/>
              </w:rPr>
              <w:t>8, пом</w:t>
            </w:r>
            <w:r>
              <w:rPr>
                <w:kern w:val="2"/>
                <w:szCs w:val="28"/>
              </w:rPr>
              <w:t>. </w:t>
            </w:r>
            <w:r w:rsidRPr="0079222E">
              <w:rPr>
                <w:kern w:val="2"/>
                <w:szCs w:val="28"/>
              </w:rPr>
              <w:t>20</w:t>
            </w:r>
            <w:r>
              <w:rPr>
                <w:kern w:val="2"/>
                <w:szCs w:val="28"/>
              </w:rPr>
              <w:t xml:space="preserve"> – </w:t>
            </w:r>
            <w:r w:rsidRPr="0079222E">
              <w:rPr>
                <w:kern w:val="2"/>
                <w:szCs w:val="28"/>
              </w:rPr>
              <w:t>30</w:t>
            </w:r>
          </w:p>
          <w:p w:rsidR="00742BFD" w:rsidRDefault="00742BFD" w:rsidP="00A73D8B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A73D8B">
            <w:pPr>
              <w:ind w:firstLine="0"/>
              <w:jc w:val="left"/>
              <w:rPr>
                <w:kern w:val="2"/>
                <w:szCs w:val="28"/>
              </w:rPr>
            </w:pPr>
            <w:r w:rsidRPr="00A73D8B">
              <w:rPr>
                <w:kern w:val="2"/>
                <w:szCs w:val="28"/>
              </w:rPr>
              <w:t>Ярославская область, г.</w:t>
            </w:r>
            <w:r>
              <w:rPr>
                <w:kern w:val="2"/>
                <w:szCs w:val="28"/>
              </w:rPr>
              <w:t> </w:t>
            </w:r>
            <w:r w:rsidRPr="00A73D8B">
              <w:rPr>
                <w:kern w:val="2"/>
                <w:szCs w:val="28"/>
              </w:rPr>
              <w:t xml:space="preserve">Ярославль, </w:t>
            </w:r>
          </w:p>
          <w:p w:rsidR="00742BFD" w:rsidRDefault="00742BFD" w:rsidP="00A73D8B">
            <w:pPr>
              <w:ind w:firstLine="0"/>
              <w:jc w:val="left"/>
              <w:rPr>
                <w:kern w:val="2"/>
                <w:szCs w:val="28"/>
              </w:rPr>
            </w:pPr>
            <w:r w:rsidRPr="008A475D">
              <w:rPr>
                <w:kern w:val="2"/>
                <w:szCs w:val="28"/>
              </w:rPr>
              <w:t>ул.</w:t>
            </w:r>
            <w:r>
              <w:rPr>
                <w:kern w:val="2"/>
                <w:szCs w:val="28"/>
              </w:rPr>
              <w:t> </w:t>
            </w:r>
            <w:r w:rsidRPr="00A73D8B">
              <w:rPr>
                <w:kern w:val="2"/>
                <w:szCs w:val="28"/>
              </w:rPr>
              <w:t>Красный съезд, д.</w:t>
            </w:r>
            <w:r>
              <w:rPr>
                <w:kern w:val="2"/>
                <w:szCs w:val="28"/>
              </w:rPr>
              <w:t xml:space="preserve"> </w:t>
            </w:r>
            <w:r w:rsidRPr="00A73D8B">
              <w:rPr>
                <w:kern w:val="2"/>
                <w:szCs w:val="28"/>
              </w:rPr>
              <w:t>8</w:t>
            </w:r>
          </w:p>
          <w:p w:rsidR="00742BFD" w:rsidRDefault="00742BFD" w:rsidP="00A73D8B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A73D8B">
            <w:pPr>
              <w:ind w:firstLine="0"/>
              <w:jc w:val="left"/>
              <w:rPr>
                <w:kern w:val="2"/>
                <w:szCs w:val="28"/>
              </w:rPr>
            </w:pPr>
            <w:r w:rsidRPr="00A73D8B">
              <w:rPr>
                <w:kern w:val="2"/>
                <w:szCs w:val="28"/>
              </w:rPr>
              <w:t>Ярославская область, г.</w:t>
            </w:r>
            <w:r>
              <w:rPr>
                <w:kern w:val="2"/>
                <w:szCs w:val="28"/>
              </w:rPr>
              <w:t> </w:t>
            </w:r>
            <w:r w:rsidRPr="00A73D8B">
              <w:rPr>
                <w:kern w:val="2"/>
                <w:szCs w:val="28"/>
              </w:rPr>
              <w:t xml:space="preserve">Ярославль, </w:t>
            </w:r>
          </w:p>
          <w:p w:rsidR="00742BFD" w:rsidRDefault="00742BFD" w:rsidP="00A73D8B">
            <w:pPr>
              <w:ind w:firstLine="0"/>
              <w:jc w:val="left"/>
              <w:rPr>
                <w:kern w:val="2"/>
                <w:szCs w:val="28"/>
              </w:rPr>
            </w:pPr>
            <w:r w:rsidRPr="008A475D">
              <w:rPr>
                <w:kern w:val="2"/>
                <w:szCs w:val="28"/>
              </w:rPr>
              <w:t>ул.</w:t>
            </w:r>
            <w:r>
              <w:rPr>
                <w:kern w:val="2"/>
                <w:szCs w:val="28"/>
              </w:rPr>
              <w:t> </w:t>
            </w:r>
            <w:r w:rsidRPr="00A73D8B">
              <w:rPr>
                <w:kern w:val="2"/>
                <w:szCs w:val="28"/>
              </w:rPr>
              <w:t>Красный съезд, д.</w:t>
            </w:r>
            <w:r>
              <w:rPr>
                <w:kern w:val="2"/>
                <w:szCs w:val="28"/>
              </w:rPr>
              <w:t xml:space="preserve"> </w:t>
            </w:r>
            <w:r w:rsidRPr="00A73D8B">
              <w:rPr>
                <w:kern w:val="2"/>
                <w:szCs w:val="28"/>
              </w:rPr>
              <w:t>8</w:t>
            </w:r>
          </w:p>
          <w:p w:rsidR="00742BFD" w:rsidRPr="008A475D" w:rsidRDefault="00742BFD" w:rsidP="00A73D8B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8A475D">
            <w:pPr>
              <w:ind w:firstLine="0"/>
              <w:jc w:val="left"/>
              <w:rPr>
                <w:kern w:val="2"/>
                <w:szCs w:val="28"/>
              </w:rPr>
            </w:pPr>
            <w:r w:rsidRPr="008A475D">
              <w:rPr>
                <w:kern w:val="2"/>
                <w:szCs w:val="28"/>
              </w:rPr>
              <w:t>Ярославская обл</w:t>
            </w:r>
            <w:r>
              <w:rPr>
                <w:kern w:val="2"/>
                <w:szCs w:val="28"/>
              </w:rPr>
              <w:t>асть</w:t>
            </w:r>
            <w:r w:rsidRPr="008A475D">
              <w:rPr>
                <w:kern w:val="2"/>
                <w:szCs w:val="28"/>
              </w:rPr>
              <w:t>, г</w:t>
            </w:r>
            <w:r>
              <w:rPr>
                <w:kern w:val="2"/>
                <w:szCs w:val="28"/>
              </w:rPr>
              <w:t>. </w:t>
            </w:r>
            <w:r w:rsidRPr="008A475D">
              <w:rPr>
                <w:kern w:val="2"/>
                <w:szCs w:val="28"/>
              </w:rPr>
              <w:t xml:space="preserve">Ярославль, </w:t>
            </w:r>
          </w:p>
          <w:p w:rsidR="00742BFD" w:rsidRDefault="00742BFD" w:rsidP="00CD7222">
            <w:pPr>
              <w:ind w:firstLine="0"/>
              <w:jc w:val="left"/>
              <w:rPr>
                <w:kern w:val="2"/>
                <w:szCs w:val="28"/>
              </w:rPr>
            </w:pPr>
            <w:r w:rsidRPr="008A475D">
              <w:rPr>
                <w:kern w:val="2"/>
                <w:szCs w:val="28"/>
              </w:rPr>
              <w:t>ул</w:t>
            </w:r>
            <w:r>
              <w:rPr>
                <w:kern w:val="2"/>
                <w:szCs w:val="28"/>
              </w:rPr>
              <w:t>. </w:t>
            </w:r>
            <w:r w:rsidRPr="008A475D">
              <w:rPr>
                <w:kern w:val="2"/>
                <w:szCs w:val="28"/>
              </w:rPr>
              <w:t xml:space="preserve">Красный </w:t>
            </w:r>
            <w:r w:rsidR="00CD7222">
              <w:rPr>
                <w:kern w:val="2"/>
                <w:szCs w:val="28"/>
              </w:rPr>
              <w:t>с</w:t>
            </w:r>
            <w:r w:rsidRPr="008A475D">
              <w:rPr>
                <w:kern w:val="2"/>
                <w:szCs w:val="28"/>
              </w:rPr>
              <w:t xml:space="preserve">ъезд, д. 8, </w:t>
            </w:r>
            <w:r w:rsidR="00E332EF">
              <w:rPr>
                <w:kern w:val="2"/>
                <w:szCs w:val="28"/>
              </w:rPr>
              <w:br/>
            </w:r>
            <w:r w:rsidRPr="008A475D">
              <w:rPr>
                <w:kern w:val="2"/>
                <w:szCs w:val="28"/>
              </w:rPr>
              <w:t>№ 1, 2, 3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 xml:space="preserve">нежилое </w:t>
            </w:r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помещение</w:t>
            </w:r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79222E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 xml:space="preserve">нежилые </w:t>
            </w:r>
          </w:p>
          <w:p w:rsidR="00742BFD" w:rsidRDefault="00742BFD" w:rsidP="0079222E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помещения</w:t>
            </w:r>
          </w:p>
          <w:p w:rsidR="00742BFD" w:rsidRDefault="00742BFD" w:rsidP="0079222E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79222E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79222E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79222E">
            <w:pPr>
              <w:ind w:firstLine="0"/>
              <w:jc w:val="left"/>
              <w:rPr>
                <w:kern w:val="2"/>
                <w:szCs w:val="28"/>
              </w:rPr>
            </w:pPr>
          </w:p>
          <w:p w:rsidR="00CD7222" w:rsidRDefault="00CD7222" w:rsidP="0079222E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79222E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 xml:space="preserve">нежилые </w:t>
            </w:r>
          </w:p>
          <w:p w:rsidR="00742BFD" w:rsidRDefault="00742BFD" w:rsidP="0079222E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помещения</w:t>
            </w:r>
          </w:p>
          <w:p w:rsidR="00742BFD" w:rsidRDefault="00742BFD" w:rsidP="0079222E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79222E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79222E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79222E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нежил</w:t>
            </w:r>
            <w:r w:rsidR="00A27EEA">
              <w:rPr>
                <w:kern w:val="2"/>
                <w:szCs w:val="28"/>
              </w:rPr>
              <w:t>ое</w:t>
            </w:r>
            <w:r>
              <w:rPr>
                <w:kern w:val="2"/>
                <w:szCs w:val="28"/>
              </w:rPr>
              <w:t xml:space="preserve"> </w:t>
            </w:r>
          </w:p>
          <w:p w:rsidR="00742BFD" w:rsidRDefault="00742BFD" w:rsidP="0079222E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помещени</w:t>
            </w:r>
            <w:r w:rsidR="00A27EEA">
              <w:rPr>
                <w:kern w:val="2"/>
                <w:szCs w:val="28"/>
              </w:rPr>
              <w:t>е</w:t>
            </w:r>
          </w:p>
          <w:p w:rsidR="00742BFD" w:rsidRDefault="00742BFD" w:rsidP="0079222E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79222E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79222E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 xml:space="preserve">нежилое </w:t>
            </w:r>
          </w:p>
          <w:p w:rsidR="00742BFD" w:rsidRDefault="00742BFD" w:rsidP="0079222E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помещение</w:t>
            </w:r>
          </w:p>
          <w:p w:rsidR="00742BFD" w:rsidRDefault="00742BFD" w:rsidP="0079222E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E74C46">
            <w:pPr>
              <w:ind w:firstLine="0"/>
              <w:jc w:val="left"/>
              <w:rPr>
                <w:kern w:val="2"/>
                <w:szCs w:val="28"/>
                <w:highlight w:val="yellow"/>
              </w:rPr>
            </w:pPr>
          </w:p>
          <w:p w:rsidR="00742BFD" w:rsidRDefault="00742BFD" w:rsidP="00E74C46">
            <w:pPr>
              <w:ind w:firstLine="0"/>
              <w:jc w:val="left"/>
              <w:rPr>
                <w:kern w:val="2"/>
                <w:szCs w:val="28"/>
              </w:rPr>
            </w:pPr>
            <w:r w:rsidRPr="008A475D">
              <w:rPr>
                <w:kern w:val="2"/>
                <w:szCs w:val="28"/>
              </w:rPr>
              <w:t xml:space="preserve">нежилое </w:t>
            </w:r>
          </w:p>
          <w:p w:rsidR="00742BFD" w:rsidRDefault="00742BFD" w:rsidP="00E74C46">
            <w:pPr>
              <w:ind w:firstLine="0"/>
              <w:jc w:val="left"/>
              <w:rPr>
                <w:kern w:val="2"/>
                <w:szCs w:val="28"/>
              </w:rPr>
            </w:pPr>
            <w:r w:rsidRPr="008A475D">
              <w:rPr>
                <w:kern w:val="2"/>
                <w:szCs w:val="28"/>
              </w:rPr>
              <w:t>помещени</w:t>
            </w:r>
            <w:r>
              <w:rPr>
                <w:kern w:val="2"/>
                <w:szCs w:val="28"/>
              </w:rPr>
              <w:t>е</w:t>
            </w:r>
          </w:p>
          <w:p w:rsidR="00742BFD" w:rsidRDefault="00742BFD" w:rsidP="0079222E">
            <w:pPr>
              <w:ind w:firstLine="0"/>
              <w:jc w:val="left"/>
              <w:rPr>
                <w:kern w:val="2"/>
                <w:szCs w:val="28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742BFD" w:rsidRPr="00D3750E" w:rsidTr="00E332EF">
        <w:trPr>
          <w:gridBefore w:val="1"/>
          <w:wBefore w:w="431" w:type="dxa"/>
        </w:trPr>
        <w:tc>
          <w:tcPr>
            <w:tcW w:w="562" w:type="dxa"/>
          </w:tcPr>
          <w:p w:rsidR="00742BFD" w:rsidRDefault="00742BFD" w:rsidP="008A14EB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32</w:t>
            </w:r>
          </w:p>
        </w:tc>
        <w:tc>
          <w:tcPr>
            <w:tcW w:w="3549" w:type="dxa"/>
          </w:tcPr>
          <w:p w:rsidR="00742BFD" w:rsidRDefault="00742BFD" w:rsidP="00015BB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D2328A">
              <w:rPr>
                <w:kern w:val="2"/>
                <w:szCs w:val="28"/>
              </w:rPr>
              <w:t>Комплекс нежилых зданий, кадастровый номер 76:20:060307:1167</w:t>
            </w:r>
          </w:p>
          <w:p w:rsidR="00742BFD" w:rsidRDefault="00742BFD" w:rsidP="00015BB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77463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8257EA">
              <w:rPr>
                <w:kern w:val="2"/>
                <w:szCs w:val="28"/>
              </w:rPr>
              <w:t xml:space="preserve">с земельным участком, </w:t>
            </w:r>
          </w:p>
          <w:p w:rsidR="00742BFD" w:rsidRPr="00D36B9C" w:rsidRDefault="00742BFD" w:rsidP="00C77463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ка</w:t>
            </w:r>
            <w:r w:rsidRPr="008257EA">
              <w:rPr>
                <w:kern w:val="2"/>
                <w:szCs w:val="28"/>
              </w:rPr>
              <w:t>дастровый номер 76:</w:t>
            </w:r>
            <w:r>
              <w:rPr>
                <w:kern w:val="2"/>
                <w:szCs w:val="28"/>
              </w:rPr>
              <w:t>20</w:t>
            </w:r>
            <w:r w:rsidRPr="008257EA">
              <w:rPr>
                <w:kern w:val="2"/>
                <w:szCs w:val="28"/>
              </w:rPr>
              <w:t>:</w:t>
            </w:r>
            <w:r>
              <w:rPr>
                <w:kern w:val="2"/>
                <w:szCs w:val="28"/>
              </w:rPr>
              <w:t>060307</w:t>
            </w:r>
            <w:r w:rsidRPr="008257EA">
              <w:rPr>
                <w:kern w:val="2"/>
                <w:szCs w:val="28"/>
              </w:rPr>
              <w:t>:</w:t>
            </w:r>
            <w:r>
              <w:rPr>
                <w:kern w:val="2"/>
                <w:szCs w:val="28"/>
              </w:rPr>
              <w:t>4</w:t>
            </w:r>
            <w:r w:rsidRPr="00363643">
              <w:rPr>
                <w:kern w:val="2"/>
                <w:szCs w:val="28"/>
                <w:vertAlign w:val="superscript"/>
              </w:rPr>
              <w:t>3</w:t>
            </w:r>
          </w:p>
        </w:tc>
        <w:tc>
          <w:tcPr>
            <w:tcW w:w="3399" w:type="dxa"/>
          </w:tcPr>
          <w:p w:rsidR="00742BFD" w:rsidRDefault="00742BFD" w:rsidP="008257EA">
            <w:pPr>
              <w:ind w:firstLine="0"/>
              <w:jc w:val="left"/>
              <w:rPr>
                <w:kern w:val="2"/>
                <w:szCs w:val="28"/>
              </w:rPr>
            </w:pPr>
            <w:r w:rsidRPr="00D2328A">
              <w:rPr>
                <w:kern w:val="2"/>
                <w:szCs w:val="28"/>
              </w:rPr>
              <w:t xml:space="preserve">Ярославская область, г. Рыбинск, </w:t>
            </w:r>
          </w:p>
          <w:p w:rsidR="00742BFD" w:rsidRDefault="00742BFD" w:rsidP="008257EA">
            <w:pPr>
              <w:ind w:firstLine="0"/>
              <w:jc w:val="left"/>
              <w:rPr>
                <w:kern w:val="2"/>
                <w:szCs w:val="28"/>
              </w:rPr>
            </w:pPr>
            <w:r w:rsidRPr="00D2328A">
              <w:rPr>
                <w:kern w:val="2"/>
                <w:szCs w:val="28"/>
              </w:rPr>
              <w:t>проспект Ленина, д. 158</w:t>
            </w:r>
          </w:p>
          <w:p w:rsidR="00742BFD" w:rsidRDefault="00742BFD" w:rsidP="008257EA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C77463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м</w:t>
            </w:r>
            <w:r w:rsidRPr="00C77463">
              <w:rPr>
                <w:kern w:val="2"/>
                <w:szCs w:val="28"/>
              </w:rPr>
              <w:t>естоположение установлено относительно ориентира, расположенного в границах участка. Почтовый</w:t>
            </w:r>
            <w:r>
              <w:rPr>
                <w:kern w:val="2"/>
                <w:szCs w:val="28"/>
              </w:rPr>
              <w:t xml:space="preserve"> </w:t>
            </w:r>
            <w:r w:rsidRPr="00C77463">
              <w:rPr>
                <w:kern w:val="2"/>
                <w:szCs w:val="28"/>
              </w:rPr>
              <w:t xml:space="preserve">адрес ориентира: Ярославская область, </w:t>
            </w:r>
            <w:r w:rsidRPr="00C77463">
              <w:rPr>
                <w:kern w:val="2"/>
                <w:szCs w:val="28"/>
              </w:rPr>
              <w:lastRenderedPageBreak/>
              <w:t>г.</w:t>
            </w:r>
            <w:r>
              <w:rPr>
                <w:kern w:val="2"/>
                <w:szCs w:val="28"/>
              </w:rPr>
              <w:t> </w:t>
            </w:r>
            <w:r w:rsidR="00E332EF">
              <w:rPr>
                <w:kern w:val="2"/>
                <w:szCs w:val="28"/>
              </w:rPr>
              <w:t>Рыбинск,</w:t>
            </w:r>
            <w:r>
              <w:rPr>
                <w:kern w:val="2"/>
                <w:szCs w:val="28"/>
              </w:rPr>
              <w:br/>
            </w:r>
            <w:r w:rsidRPr="00C77463">
              <w:rPr>
                <w:kern w:val="2"/>
                <w:szCs w:val="28"/>
              </w:rPr>
              <w:t>пр</w:t>
            </w:r>
            <w:r>
              <w:rPr>
                <w:kern w:val="2"/>
                <w:szCs w:val="28"/>
              </w:rPr>
              <w:t>оспект Ленина, д. </w:t>
            </w:r>
            <w:r w:rsidRPr="00C77463">
              <w:rPr>
                <w:kern w:val="2"/>
                <w:szCs w:val="28"/>
              </w:rPr>
              <w:t>158</w:t>
            </w:r>
          </w:p>
        </w:tc>
        <w:tc>
          <w:tcPr>
            <w:tcW w:w="2125" w:type="dxa"/>
            <w:tcBorders>
              <w:right w:val="single" w:sz="4" w:space="0" w:color="auto"/>
            </w:tcBorders>
          </w:tcPr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D2328A">
              <w:rPr>
                <w:kern w:val="2"/>
                <w:szCs w:val="28"/>
              </w:rPr>
              <w:lastRenderedPageBreak/>
              <w:t xml:space="preserve">нежилые </w:t>
            </w:r>
          </w:p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D2328A">
              <w:rPr>
                <w:kern w:val="2"/>
                <w:szCs w:val="28"/>
              </w:rPr>
              <w:t>здания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BFD" w:rsidRPr="00D2328A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742BFD" w:rsidRPr="00D3750E" w:rsidTr="00E332EF">
        <w:trPr>
          <w:gridBefore w:val="1"/>
          <w:wBefore w:w="431" w:type="dxa"/>
        </w:trPr>
        <w:tc>
          <w:tcPr>
            <w:tcW w:w="562" w:type="dxa"/>
          </w:tcPr>
          <w:p w:rsidR="00742BFD" w:rsidRDefault="00742BFD" w:rsidP="008A14EB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33</w:t>
            </w:r>
          </w:p>
        </w:tc>
        <w:tc>
          <w:tcPr>
            <w:tcW w:w="3549" w:type="dxa"/>
          </w:tcPr>
          <w:p w:rsidR="00742BFD" w:rsidRDefault="00742BFD" w:rsidP="00015BB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Нежилые помещения 1 </w:t>
            </w:r>
            <w:r w:rsidR="00CD7222">
              <w:rPr>
                <w:kern w:val="2"/>
                <w:szCs w:val="28"/>
              </w:rPr>
              <w:t>этажа</w:t>
            </w:r>
            <w:r w:rsidRPr="00B042C4">
              <w:rPr>
                <w:kern w:val="2"/>
                <w:szCs w:val="28"/>
              </w:rPr>
              <w:t xml:space="preserve"> № 1, 2, </w:t>
            </w:r>
          </w:p>
          <w:p w:rsidR="00742BFD" w:rsidRPr="00B042C4" w:rsidRDefault="00742BFD" w:rsidP="00015BB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B042C4">
              <w:rPr>
                <w:kern w:val="2"/>
                <w:szCs w:val="28"/>
              </w:rPr>
              <w:t>кадастровый номер 76:23:010101:198854</w:t>
            </w:r>
          </w:p>
        </w:tc>
        <w:tc>
          <w:tcPr>
            <w:tcW w:w="3399" w:type="dxa"/>
          </w:tcPr>
          <w:p w:rsidR="00742BFD" w:rsidRPr="00B042C4" w:rsidRDefault="00742BFD" w:rsidP="00001F3F">
            <w:pPr>
              <w:ind w:firstLine="0"/>
              <w:jc w:val="left"/>
              <w:rPr>
                <w:kern w:val="2"/>
                <w:szCs w:val="28"/>
              </w:rPr>
            </w:pPr>
            <w:r w:rsidRPr="00B042C4">
              <w:rPr>
                <w:kern w:val="2"/>
                <w:szCs w:val="28"/>
              </w:rPr>
              <w:t xml:space="preserve">Ярославская область, г. Ярославль, </w:t>
            </w:r>
            <w:r>
              <w:rPr>
                <w:kern w:val="2"/>
                <w:szCs w:val="28"/>
              </w:rPr>
              <w:br/>
            </w:r>
            <w:r w:rsidRPr="00B042C4">
              <w:rPr>
                <w:kern w:val="2"/>
                <w:szCs w:val="28"/>
              </w:rPr>
              <w:t>проспект Авиаторов, д.</w:t>
            </w:r>
            <w:r>
              <w:rPr>
                <w:kern w:val="2"/>
                <w:szCs w:val="28"/>
              </w:rPr>
              <w:t> 14, пом</w:t>
            </w:r>
            <w:r w:rsidRPr="00B042C4">
              <w:rPr>
                <w:kern w:val="2"/>
                <w:szCs w:val="28"/>
              </w:rPr>
              <w:t>. 1, 2</w:t>
            </w:r>
          </w:p>
        </w:tc>
        <w:tc>
          <w:tcPr>
            <w:tcW w:w="2125" w:type="dxa"/>
            <w:tcBorders>
              <w:bottom w:val="single" w:sz="4" w:space="0" w:color="auto"/>
              <w:right w:val="single" w:sz="4" w:space="0" w:color="auto"/>
            </w:tcBorders>
          </w:tcPr>
          <w:p w:rsidR="00742BFD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B042C4">
              <w:rPr>
                <w:kern w:val="2"/>
                <w:szCs w:val="28"/>
              </w:rPr>
              <w:t xml:space="preserve">нежилые </w:t>
            </w:r>
          </w:p>
          <w:p w:rsidR="00742BFD" w:rsidRPr="00B042C4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B042C4">
              <w:rPr>
                <w:kern w:val="2"/>
                <w:szCs w:val="28"/>
              </w:rPr>
              <w:t>помещения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BFD" w:rsidRPr="00B042C4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742BFD" w:rsidRPr="00D3750E" w:rsidTr="00E332EF">
        <w:trPr>
          <w:gridBefore w:val="1"/>
          <w:wBefore w:w="431" w:type="dxa"/>
        </w:trPr>
        <w:tc>
          <w:tcPr>
            <w:tcW w:w="562" w:type="dxa"/>
          </w:tcPr>
          <w:p w:rsidR="00742BFD" w:rsidRDefault="00742BFD" w:rsidP="00A12E23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34</w:t>
            </w:r>
          </w:p>
        </w:tc>
        <w:tc>
          <w:tcPr>
            <w:tcW w:w="3549" w:type="dxa"/>
          </w:tcPr>
          <w:p w:rsidR="00742BFD" w:rsidRDefault="00742BFD" w:rsidP="001C28E3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D2328A">
              <w:rPr>
                <w:kern w:val="2"/>
                <w:szCs w:val="28"/>
              </w:rPr>
              <w:t xml:space="preserve">Здание ФАП, </w:t>
            </w:r>
          </w:p>
          <w:p w:rsidR="00742BFD" w:rsidRPr="00D2328A" w:rsidRDefault="00742BFD" w:rsidP="001C28E3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D2328A">
              <w:rPr>
                <w:kern w:val="2"/>
                <w:szCs w:val="28"/>
              </w:rPr>
              <w:t>кадастровый номер 76:06:110801:132</w:t>
            </w:r>
          </w:p>
          <w:p w:rsidR="00742BFD" w:rsidRPr="00D2328A" w:rsidRDefault="00742BFD" w:rsidP="001C28E3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Pr="00D2328A" w:rsidRDefault="00742BFD" w:rsidP="001C28E3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1C28E3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D2328A">
              <w:rPr>
                <w:kern w:val="2"/>
                <w:szCs w:val="28"/>
              </w:rPr>
              <w:t xml:space="preserve">с земельным участком, </w:t>
            </w:r>
          </w:p>
          <w:p w:rsidR="00742BFD" w:rsidRPr="00D2328A" w:rsidRDefault="00742BFD" w:rsidP="001C28E3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ка</w:t>
            </w:r>
            <w:r w:rsidRPr="00D2328A">
              <w:rPr>
                <w:kern w:val="2"/>
                <w:szCs w:val="28"/>
              </w:rPr>
              <w:t>дастровый номер 76:06:110801:102</w:t>
            </w:r>
          </w:p>
        </w:tc>
        <w:tc>
          <w:tcPr>
            <w:tcW w:w="3399" w:type="dxa"/>
          </w:tcPr>
          <w:p w:rsidR="00E332EF" w:rsidRDefault="00742BFD" w:rsidP="001C28E3">
            <w:pPr>
              <w:ind w:firstLine="0"/>
              <w:jc w:val="left"/>
              <w:rPr>
                <w:kern w:val="2"/>
                <w:szCs w:val="28"/>
              </w:rPr>
            </w:pPr>
            <w:r w:rsidRPr="00D2328A">
              <w:rPr>
                <w:kern w:val="2"/>
                <w:szCs w:val="28"/>
              </w:rPr>
              <w:t xml:space="preserve">Ярославская область, </w:t>
            </w:r>
          </w:p>
          <w:p w:rsidR="00E332EF" w:rsidRDefault="00742BFD" w:rsidP="001C28E3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D2328A">
              <w:rPr>
                <w:kern w:val="2"/>
                <w:szCs w:val="28"/>
              </w:rPr>
              <w:t>Любимский</w:t>
            </w:r>
            <w:proofErr w:type="spellEnd"/>
            <w:r>
              <w:rPr>
                <w:kern w:val="2"/>
                <w:szCs w:val="28"/>
              </w:rPr>
              <w:t xml:space="preserve"> район</w:t>
            </w:r>
            <w:r w:rsidRPr="00D2328A">
              <w:rPr>
                <w:kern w:val="2"/>
                <w:szCs w:val="28"/>
              </w:rPr>
              <w:t xml:space="preserve">, </w:t>
            </w:r>
          </w:p>
          <w:p w:rsidR="00742BFD" w:rsidRPr="00D2328A" w:rsidRDefault="00742BFD" w:rsidP="001C28E3">
            <w:pPr>
              <w:ind w:firstLine="0"/>
              <w:jc w:val="left"/>
              <w:rPr>
                <w:kern w:val="2"/>
                <w:szCs w:val="28"/>
              </w:rPr>
            </w:pPr>
            <w:r w:rsidRPr="00D2328A">
              <w:rPr>
                <w:kern w:val="2"/>
                <w:szCs w:val="28"/>
              </w:rPr>
              <w:t>д. </w:t>
            </w:r>
            <w:proofErr w:type="spellStart"/>
            <w:r w:rsidRPr="00D2328A">
              <w:rPr>
                <w:kern w:val="2"/>
                <w:szCs w:val="28"/>
              </w:rPr>
              <w:t>Обнорское</w:t>
            </w:r>
            <w:proofErr w:type="spellEnd"/>
            <w:r w:rsidRPr="00D2328A">
              <w:rPr>
                <w:kern w:val="2"/>
                <w:szCs w:val="28"/>
              </w:rPr>
              <w:t xml:space="preserve">, </w:t>
            </w:r>
            <w:r>
              <w:rPr>
                <w:kern w:val="2"/>
                <w:szCs w:val="28"/>
              </w:rPr>
              <w:br/>
            </w:r>
            <w:r w:rsidRPr="00D2328A">
              <w:rPr>
                <w:kern w:val="2"/>
                <w:szCs w:val="28"/>
              </w:rPr>
              <w:t>ул. Набережная, д. 4</w:t>
            </w:r>
          </w:p>
          <w:p w:rsidR="00742BFD" w:rsidRPr="00D2328A" w:rsidRDefault="00742BFD" w:rsidP="001C28E3">
            <w:pPr>
              <w:ind w:firstLine="0"/>
              <w:jc w:val="left"/>
              <w:rPr>
                <w:kern w:val="2"/>
                <w:szCs w:val="28"/>
              </w:rPr>
            </w:pPr>
          </w:p>
          <w:p w:rsidR="00E332EF" w:rsidRDefault="00742BFD" w:rsidP="00A12E23">
            <w:pPr>
              <w:ind w:firstLine="0"/>
              <w:jc w:val="left"/>
              <w:rPr>
                <w:kern w:val="2"/>
                <w:szCs w:val="28"/>
              </w:rPr>
            </w:pPr>
            <w:r w:rsidRPr="00D2328A">
              <w:rPr>
                <w:kern w:val="2"/>
                <w:szCs w:val="28"/>
              </w:rPr>
              <w:t>местоположение установлено относительно ориентира, расположенного в границах участка. Почтовый</w:t>
            </w:r>
            <w:r>
              <w:rPr>
                <w:kern w:val="2"/>
                <w:szCs w:val="28"/>
              </w:rPr>
              <w:t xml:space="preserve"> </w:t>
            </w:r>
            <w:r w:rsidRPr="00D2328A">
              <w:rPr>
                <w:kern w:val="2"/>
                <w:szCs w:val="28"/>
              </w:rPr>
              <w:t xml:space="preserve">адрес ориентира: Ярославская область, </w:t>
            </w:r>
          </w:p>
          <w:p w:rsidR="00E332EF" w:rsidRDefault="00742BFD" w:rsidP="00A12E23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D2328A">
              <w:rPr>
                <w:kern w:val="2"/>
                <w:szCs w:val="28"/>
              </w:rPr>
              <w:t>Любимский</w:t>
            </w:r>
            <w:proofErr w:type="spellEnd"/>
            <w:r>
              <w:rPr>
                <w:kern w:val="2"/>
                <w:szCs w:val="28"/>
              </w:rPr>
              <w:t xml:space="preserve"> район</w:t>
            </w:r>
            <w:r w:rsidRPr="00D2328A">
              <w:rPr>
                <w:kern w:val="2"/>
                <w:szCs w:val="28"/>
              </w:rPr>
              <w:t xml:space="preserve">, </w:t>
            </w:r>
          </w:p>
          <w:p w:rsidR="00E332EF" w:rsidRDefault="00742BFD" w:rsidP="00A12E23">
            <w:pPr>
              <w:ind w:firstLine="0"/>
              <w:jc w:val="left"/>
              <w:rPr>
                <w:kern w:val="2"/>
                <w:szCs w:val="28"/>
              </w:rPr>
            </w:pPr>
            <w:r w:rsidRPr="00D2328A">
              <w:rPr>
                <w:kern w:val="2"/>
                <w:szCs w:val="28"/>
              </w:rPr>
              <w:t>д. </w:t>
            </w:r>
            <w:proofErr w:type="spellStart"/>
            <w:r w:rsidRPr="00D2328A">
              <w:rPr>
                <w:kern w:val="2"/>
                <w:szCs w:val="28"/>
              </w:rPr>
              <w:t>Обнорское</w:t>
            </w:r>
            <w:proofErr w:type="spellEnd"/>
            <w:r w:rsidRPr="00D2328A">
              <w:rPr>
                <w:kern w:val="2"/>
                <w:szCs w:val="28"/>
              </w:rPr>
              <w:t xml:space="preserve">, </w:t>
            </w:r>
          </w:p>
          <w:p w:rsidR="00742BFD" w:rsidRPr="00D2328A" w:rsidRDefault="00742BFD" w:rsidP="00A12E23">
            <w:pPr>
              <w:ind w:firstLine="0"/>
              <w:jc w:val="left"/>
              <w:rPr>
                <w:kern w:val="2"/>
                <w:szCs w:val="28"/>
              </w:rPr>
            </w:pPr>
            <w:r w:rsidRPr="00D2328A">
              <w:rPr>
                <w:kern w:val="2"/>
                <w:szCs w:val="28"/>
              </w:rPr>
              <w:t>ул. Набережная, д. 4</w:t>
            </w:r>
          </w:p>
        </w:tc>
        <w:tc>
          <w:tcPr>
            <w:tcW w:w="2125" w:type="dxa"/>
            <w:tcBorders>
              <w:right w:val="single" w:sz="4" w:space="0" w:color="auto"/>
            </w:tcBorders>
          </w:tcPr>
          <w:p w:rsidR="00742BFD" w:rsidRPr="00D2328A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  <w:r w:rsidRPr="00D2328A">
              <w:rPr>
                <w:kern w:val="2"/>
                <w:szCs w:val="28"/>
              </w:rPr>
              <w:t>нежилое здание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BFD" w:rsidRPr="00D2328A" w:rsidRDefault="00742BFD" w:rsidP="00C16C92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742BFD" w:rsidRPr="00D3750E" w:rsidTr="00E332EF">
        <w:trPr>
          <w:gridBefore w:val="1"/>
          <w:wBefore w:w="431" w:type="dxa"/>
        </w:trPr>
        <w:tc>
          <w:tcPr>
            <w:tcW w:w="562" w:type="dxa"/>
          </w:tcPr>
          <w:p w:rsidR="00742BFD" w:rsidRDefault="00742BFD" w:rsidP="00582591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35</w:t>
            </w:r>
          </w:p>
        </w:tc>
        <w:tc>
          <w:tcPr>
            <w:tcW w:w="3549" w:type="dxa"/>
          </w:tcPr>
          <w:p w:rsidR="00742BFD" w:rsidRDefault="00742BFD" w:rsidP="00582591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 w:rsidRPr="005A22EF">
              <w:rPr>
                <w:color w:val="000000" w:themeColor="text1"/>
                <w:kern w:val="2"/>
                <w:szCs w:val="28"/>
              </w:rPr>
              <w:t xml:space="preserve">Нежилое здание, </w:t>
            </w:r>
          </w:p>
          <w:p w:rsidR="00742BFD" w:rsidRPr="005A22EF" w:rsidRDefault="00742BFD" w:rsidP="00582591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 w:rsidRPr="005A22EF">
              <w:rPr>
                <w:color w:val="000000" w:themeColor="text1"/>
                <w:kern w:val="2"/>
                <w:szCs w:val="28"/>
              </w:rPr>
              <w:t>кадастровый номер 76:23:010101:171829</w:t>
            </w:r>
            <w:r w:rsidRPr="005A22EF">
              <w:rPr>
                <w:color w:val="000000" w:themeColor="text1"/>
                <w:kern w:val="2"/>
                <w:szCs w:val="28"/>
                <w:vertAlign w:val="superscript"/>
              </w:rPr>
              <w:t>1</w:t>
            </w:r>
          </w:p>
          <w:p w:rsidR="00742BFD" w:rsidRPr="005A22EF" w:rsidRDefault="00742BFD" w:rsidP="0058259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58259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5A22EF">
              <w:rPr>
                <w:kern w:val="2"/>
                <w:szCs w:val="28"/>
              </w:rPr>
              <w:t xml:space="preserve">с земельным участком, </w:t>
            </w:r>
          </w:p>
          <w:p w:rsidR="00742BFD" w:rsidRPr="005A22EF" w:rsidRDefault="00742BFD" w:rsidP="0058259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ка</w:t>
            </w:r>
            <w:r w:rsidRPr="005A22EF">
              <w:rPr>
                <w:kern w:val="2"/>
                <w:szCs w:val="28"/>
              </w:rPr>
              <w:t>дастровый номер 76:23:050301:14</w:t>
            </w:r>
          </w:p>
        </w:tc>
        <w:tc>
          <w:tcPr>
            <w:tcW w:w="3399" w:type="dxa"/>
          </w:tcPr>
          <w:p w:rsidR="00742BFD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  <w:r w:rsidRPr="005A22EF">
              <w:rPr>
                <w:kern w:val="2"/>
                <w:szCs w:val="28"/>
              </w:rPr>
              <w:t>Ярославск</w:t>
            </w:r>
            <w:r>
              <w:rPr>
                <w:kern w:val="2"/>
                <w:szCs w:val="28"/>
              </w:rPr>
              <w:t xml:space="preserve">ая область, г. Ярославль, </w:t>
            </w:r>
          </w:p>
          <w:p w:rsidR="00742BFD" w:rsidRPr="005A22EF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проспект</w:t>
            </w:r>
            <w:r w:rsidRPr="005A22EF">
              <w:rPr>
                <w:kern w:val="2"/>
                <w:szCs w:val="28"/>
              </w:rPr>
              <w:t> Октября, д. 65</w:t>
            </w:r>
          </w:p>
          <w:p w:rsidR="00742BFD" w:rsidRPr="005A22EF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5A22EF">
            <w:pPr>
              <w:ind w:firstLine="0"/>
              <w:jc w:val="left"/>
              <w:rPr>
                <w:kern w:val="2"/>
                <w:szCs w:val="28"/>
              </w:rPr>
            </w:pPr>
            <w:r w:rsidRPr="005A22EF">
              <w:rPr>
                <w:kern w:val="2"/>
                <w:szCs w:val="28"/>
              </w:rPr>
              <w:t>местоположение установлено относительно ориентира, расположенного в границах участка. Почтовый</w:t>
            </w:r>
            <w:r>
              <w:rPr>
                <w:kern w:val="2"/>
                <w:szCs w:val="28"/>
              </w:rPr>
              <w:t xml:space="preserve"> </w:t>
            </w:r>
            <w:r w:rsidR="00E332EF">
              <w:rPr>
                <w:kern w:val="2"/>
                <w:szCs w:val="28"/>
              </w:rPr>
              <w:t xml:space="preserve">адрес ориентира: </w:t>
            </w:r>
            <w:r w:rsidRPr="005A22EF">
              <w:rPr>
                <w:kern w:val="2"/>
                <w:szCs w:val="28"/>
              </w:rPr>
              <w:t>Ярославская</w:t>
            </w:r>
            <w:r>
              <w:rPr>
                <w:kern w:val="2"/>
                <w:szCs w:val="28"/>
              </w:rPr>
              <w:t xml:space="preserve"> область</w:t>
            </w:r>
            <w:r w:rsidRPr="005A22EF">
              <w:rPr>
                <w:kern w:val="2"/>
                <w:szCs w:val="28"/>
              </w:rPr>
              <w:t xml:space="preserve">, г. Ярославль, </w:t>
            </w:r>
          </w:p>
          <w:p w:rsidR="00742BFD" w:rsidRPr="005A22EF" w:rsidRDefault="00742BFD" w:rsidP="005A22EF">
            <w:pPr>
              <w:ind w:firstLine="0"/>
              <w:jc w:val="left"/>
              <w:rPr>
                <w:kern w:val="2"/>
                <w:szCs w:val="28"/>
              </w:rPr>
            </w:pPr>
            <w:r w:rsidRPr="005A22EF">
              <w:rPr>
                <w:kern w:val="2"/>
                <w:szCs w:val="28"/>
              </w:rPr>
              <w:t>проспе</w:t>
            </w:r>
            <w:r>
              <w:rPr>
                <w:kern w:val="2"/>
                <w:szCs w:val="28"/>
              </w:rPr>
              <w:t>кт Октября, д.</w:t>
            </w:r>
            <w:r w:rsidRPr="005A22EF">
              <w:rPr>
                <w:kern w:val="2"/>
                <w:szCs w:val="28"/>
              </w:rPr>
              <w:t> 65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742BFD" w:rsidRPr="005A22EF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  <w:r w:rsidRPr="005A22EF">
              <w:rPr>
                <w:kern w:val="2"/>
                <w:szCs w:val="28"/>
              </w:rPr>
              <w:t>нежилое здание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742BFD" w:rsidRPr="005A22EF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742BFD" w:rsidRPr="00D3750E" w:rsidTr="00E332EF">
        <w:trPr>
          <w:gridBefore w:val="1"/>
          <w:wBefore w:w="431" w:type="dxa"/>
        </w:trPr>
        <w:tc>
          <w:tcPr>
            <w:tcW w:w="562" w:type="dxa"/>
          </w:tcPr>
          <w:p w:rsidR="00742BFD" w:rsidRDefault="00742BFD" w:rsidP="00582591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  <w:tc>
          <w:tcPr>
            <w:tcW w:w="3549" w:type="dxa"/>
          </w:tcPr>
          <w:p w:rsidR="00742BFD" w:rsidRPr="005A22EF" w:rsidRDefault="00742BFD" w:rsidP="00582591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>Помещение поликлиники, кадастровый номер 76:20:050203:100</w:t>
            </w:r>
          </w:p>
        </w:tc>
        <w:tc>
          <w:tcPr>
            <w:tcW w:w="3399" w:type="dxa"/>
          </w:tcPr>
          <w:p w:rsidR="00E332EF" w:rsidRDefault="00742BFD" w:rsidP="00936F23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 xml:space="preserve">Ярославская область, </w:t>
            </w:r>
          </w:p>
          <w:p w:rsidR="00742BFD" w:rsidRPr="005A22EF" w:rsidRDefault="00742BFD" w:rsidP="00936F23">
            <w:pPr>
              <w:ind w:firstLine="0"/>
              <w:jc w:val="left"/>
              <w:rPr>
                <w:kern w:val="2"/>
                <w:szCs w:val="28"/>
              </w:rPr>
            </w:pPr>
            <w:r w:rsidRPr="00936F23">
              <w:rPr>
                <w:kern w:val="2"/>
                <w:szCs w:val="28"/>
              </w:rPr>
              <w:t>Рыбинский</w:t>
            </w:r>
            <w:r>
              <w:rPr>
                <w:kern w:val="2"/>
                <w:szCs w:val="28"/>
              </w:rPr>
              <w:t xml:space="preserve"> район</w:t>
            </w:r>
            <w:r w:rsidRPr="00936F23">
              <w:rPr>
                <w:kern w:val="2"/>
                <w:szCs w:val="28"/>
              </w:rPr>
              <w:t xml:space="preserve">, </w:t>
            </w:r>
            <w:r>
              <w:rPr>
                <w:kern w:val="2"/>
                <w:szCs w:val="28"/>
              </w:rPr>
              <w:br/>
            </w:r>
            <w:r w:rsidRPr="00936F23">
              <w:rPr>
                <w:kern w:val="2"/>
                <w:szCs w:val="28"/>
              </w:rPr>
              <w:t>г.</w:t>
            </w:r>
            <w:r>
              <w:rPr>
                <w:kern w:val="2"/>
                <w:szCs w:val="28"/>
              </w:rPr>
              <w:t> Рыбинск, ул. </w:t>
            </w:r>
            <w:proofErr w:type="spellStart"/>
            <w:r w:rsidRPr="00936F23">
              <w:rPr>
                <w:kern w:val="2"/>
                <w:szCs w:val="28"/>
              </w:rPr>
              <w:t>Цимлянская</w:t>
            </w:r>
            <w:proofErr w:type="spellEnd"/>
            <w:r w:rsidRPr="00936F23">
              <w:rPr>
                <w:kern w:val="2"/>
                <w:szCs w:val="28"/>
              </w:rPr>
              <w:t>, д.</w:t>
            </w:r>
            <w:r>
              <w:rPr>
                <w:kern w:val="2"/>
                <w:szCs w:val="28"/>
              </w:rPr>
              <w:t> </w:t>
            </w:r>
            <w:r w:rsidRPr="00936F23">
              <w:rPr>
                <w:kern w:val="2"/>
                <w:szCs w:val="28"/>
              </w:rPr>
              <w:t>3, пом.</w:t>
            </w:r>
            <w:r>
              <w:rPr>
                <w:kern w:val="2"/>
                <w:szCs w:val="28"/>
              </w:rPr>
              <w:t> </w:t>
            </w:r>
            <w:r w:rsidRPr="00936F23">
              <w:rPr>
                <w:kern w:val="2"/>
                <w:szCs w:val="28"/>
              </w:rPr>
              <w:t>I</w:t>
            </w:r>
          </w:p>
        </w:tc>
        <w:tc>
          <w:tcPr>
            <w:tcW w:w="2125" w:type="dxa"/>
            <w:tcBorders>
              <w:right w:val="single" w:sz="4" w:space="0" w:color="auto"/>
            </w:tcBorders>
          </w:tcPr>
          <w:p w:rsidR="00742BFD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 xml:space="preserve">нежилое </w:t>
            </w:r>
          </w:p>
          <w:p w:rsidR="00742BFD" w:rsidRPr="005A22EF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помещение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BFD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742BFD" w:rsidRPr="00D3750E" w:rsidTr="00E332EF">
        <w:trPr>
          <w:gridBefore w:val="1"/>
          <w:wBefore w:w="431" w:type="dxa"/>
        </w:trPr>
        <w:tc>
          <w:tcPr>
            <w:tcW w:w="562" w:type="dxa"/>
          </w:tcPr>
          <w:p w:rsidR="00742BFD" w:rsidRPr="0058113C" w:rsidRDefault="00742BFD" w:rsidP="00A12E23">
            <w:pPr>
              <w:pStyle w:val="af6"/>
              <w:ind w:left="0" w:firstLine="0"/>
              <w:jc w:val="center"/>
              <w:rPr>
                <w:szCs w:val="28"/>
              </w:rPr>
            </w:pPr>
            <w:r w:rsidRPr="0058113C">
              <w:rPr>
                <w:szCs w:val="28"/>
              </w:rPr>
              <w:t>37</w:t>
            </w:r>
          </w:p>
        </w:tc>
        <w:tc>
          <w:tcPr>
            <w:tcW w:w="3549" w:type="dxa"/>
          </w:tcPr>
          <w:p w:rsidR="00742BFD" w:rsidRDefault="00520459" w:rsidP="00582591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 w:rsidRPr="003F319A">
              <w:rPr>
                <w:color w:val="000000" w:themeColor="text1"/>
                <w:kern w:val="2"/>
                <w:szCs w:val="28"/>
              </w:rPr>
              <w:t xml:space="preserve">Контора вотчинная </w:t>
            </w:r>
            <w:r w:rsidRPr="003F319A">
              <w:rPr>
                <w:color w:val="000000" w:themeColor="text1"/>
                <w:kern w:val="2"/>
                <w:szCs w:val="28"/>
              </w:rPr>
              <w:br/>
              <w:t>Шеремет</w:t>
            </w:r>
            <w:bookmarkStart w:id="0" w:name="_GoBack"/>
            <w:bookmarkEnd w:id="0"/>
            <w:r w:rsidRPr="003F319A">
              <w:rPr>
                <w:color w:val="000000" w:themeColor="text1"/>
                <w:kern w:val="2"/>
                <w:szCs w:val="28"/>
              </w:rPr>
              <w:t>евых,</w:t>
            </w:r>
            <w:r w:rsidR="00742BFD" w:rsidRPr="0058113C">
              <w:rPr>
                <w:color w:val="000000" w:themeColor="text1"/>
                <w:kern w:val="2"/>
                <w:szCs w:val="28"/>
              </w:rPr>
              <w:t xml:space="preserve"> </w:t>
            </w:r>
          </w:p>
          <w:p w:rsidR="00742BFD" w:rsidRPr="0058113C" w:rsidRDefault="00742BFD" w:rsidP="00582591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>кадастровый но</w:t>
            </w:r>
            <w:r w:rsidRPr="0058113C">
              <w:rPr>
                <w:color w:val="000000" w:themeColor="text1"/>
                <w:kern w:val="2"/>
                <w:szCs w:val="28"/>
              </w:rPr>
              <w:t>мер 76:01:010101:1521</w:t>
            </w:r>
            <w:r w:rsidRPr="0058113C">
              <w:rPr>
                <w:color w:val="000000" w:themeColor="text1"/>
                <w:kern w:val="2"/>
                <w:szCs w:val="28"/>
                <w:vertAlign w:val="superscript"/>
              </w:rPr>
              <w:t>1</w:t>
            </w:r>
          </w:p>
          <w:p w:rsidR="00742BFD" w:rsidRPr="0058113C" w:rsidRDefault="00742BFD" w:rsidP="00582591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  <w:p w:rsidR="00742BFD" w:rsidRDefault="00742BFD" w:rsidP="00582591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 w:rsidRPr="0058113C">
              <w:rPr>
                <w:color w:val="000000" w:themeColor="text1"/>
                <w:kern w:val="2"/>
                <w:szCs w:val="28"/>
              </w:rPr>
              <w:t xml:space="preserve">здание, </w:t>
            </w:r>
          </w:p>
          <w:p w:rsidR="00742BFD" w:rsidRPr="0058113C" w:rsidRDefault="00742BFD" w:rsidP="00582591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  <w:vertAlign w:val="superscript"/>
              </w:rPr>
            </w:pPr>
            <w:r w:rsidRPr="0058113C">
              <w:rPr>
                <w:color w:val="000000" w:themeColor="text1"/>
                <w:kern w:val="2"/>
                <w:szCs w:val="28"/>
              </w:rPr>
              <w:t>кадастровый номер 76:01:010101:1522</w:t>
            </w:r>
            <w:r w:rsidRPr="0058113C">
              <w:rPr>
                <w:color w:val="000000" w:themeColor="text1"/>
                <w:kern w:val="2"/>
                <w:szCs w:val="28"/>
                <w:vertAlign w:val="superscript"/>
              </w:rPr>
              <w:t>1</w:t>
            </w:r>
          </w:p>
          <w:p w:rsidR="00742BFD" w:rsidRDefault="00742BFD" w:rsidP="00582591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  <w:p w:rsidR="00E332EF" w:rsidRDefault="00E332EF" w:rsidP="00582591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  <w:p w:rsidR="005F0113" w:rsidRPr="009C43D5" w:rsidRDefault="005F0113" w:rsidP="00582591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  <w:p w:rsidR="00742BFD" w:rsidRDefault="00742BFD" w:rsidP="009C43D5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5A22EF">
              <w:rPr>
                <w:kern w:val="2"/>
                <w:szCs w:val="28"/>
              </w:rPr>
              <w:t xml:space="preserve">с земельным участком, </w:t>
            </w:r>
          </w:p>
          <w:p w:rsidR="00742BFD" w:rsidRPr="0058113C" w:rsidRDefault="00742BFD" w:rsidP="009C43D5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kern w:val="2"/>
                <w:szCs w:val="28"/>
              </w:rPr>
              <w:t>ка</w:t>
            </w:r>
            <w:r w:rsidRPr="005A22EF">
              <w:rPr>
                <w:kern w:val="2"/>
                <w:szCs w:val="28"/>
              </w:rPr>
              <w:t>дастровый номер 76:</w:t>
            </w:r>
            <w:r>
              <w:rPr>
                <w:kern w:val="2"/>
                <w:szCs w:val="28"/>
              </w:rPr>
              <w:t>01</w:t>
            </w:r>
            <w:r w:rsidRPr="005A22EF">
              <w:rPr>
                <w:kern w:val="2"/>
                <w:szCs w:val="28"/>
              </w:rPr>
              <w:t>:</w:t>
            </w:r>
            <w:r>
              <w:rPr>
                <w:kern w:val="2"/>
                <w:szCs w:val="28"/>
              </w:rPr>
              <w:t>023001</w:t>
            </w:r>
            <w:r w:rsidRPr="005A22EF">
              <w:rPr>
                <w:kern w:val="2"/>
                <w:szCs w:val="28"/>
              </w:rPr>
              <w:t>:</w:t>
            </w:r>
            <w:r>
              <w:rPr>
                <w:kern w:val="2"/>
                <w:szCs w:val="28"/>
              </w:rPr>
              <w:t>223</w:t>
            </w:r>
          </w:p>
        </w:tc>
        <w:tc>
          <w:tcPr>
            <w:tcW w:w="3399" w:type="dxa"/>
          </w:tcPr>
          <w:p w:rsidR="00742BFD" w:rsidRPr="0058113C" w:rsidRDefault="00742BFD" w:rsidP="006F424F">
            <w:pPr>
              <w:ind w:firstLine="0"/>
              <w:jc w:val="left"/>
              <w:rPr>
                <w:kern w:val="2"/>
                <w:szCs w:val="28"/>
              </w:rPr>
            </w:pPr>
            <w:r w:rsidRPr="0058113C">
              <w:rPr>
                <w:kern w:val="2"/>
                <w:szCs w:val="28"/>
              </w:rPr>
              <w:lastRenderedPageBreak/>
              <w:t xml:space="preserve">Ярославская область, </w:t>
            </w:r>
            <w:proofErr w:type="spellStart"/>
            <w:r w:rsidRPr="0058113C">
              <w:rPr>
                <w:kern w:val="2"/>
                <w:szCs w:val="28"/>
              </w:rPr>
              <w:t>Большесельский</w:t>
            </w:r>
            <w:proofErr w:type="spellEnd"/>
            <w:r w:rsidRPr="0058113C">
              <w:rPr>
                <w:kern w:val="2"/>
                <w:szCs w:val="28"/>
              </w:rPr>
              <w:t xml:space="preserve"> район, с. Новое, ул. Октябрьская, д. 5</w:t>
            </w:r>
          </w:p>
          <w:p w:rsidR="00742BFD" w:rsidRPr="0058113C" w:rsidRDefault="00742BFD" w:rsidP="006F424F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58113C">
            <w:pPr>
              <w:ind w:firstLine="0"/>
              <w:jc w:val="left"/>
              <w:rPr>
                <w:kern w:val="2"/>
                <w:szCs w:val="28"/>
              </w:rPr>
            </w:pPr>
            <w:r w:rsidRPr="0058113C">
              <w:rPr>
                <w:kern w:val="2"/>
                <w:szCs w:val="28"/>
              </w:rPr>
              <w:t>Ярославская обл</w:t>
            </w:r>
            <w:r>
              <w:rPr>
                <w:kern w:val="2"/>
                <w:szCs w:val="28"/>
              </w:rPr>
              <w:t>асть</w:t>
            </w:r>
            <w:r w:rsidR="008C1851">
              <w:rPr>
                <w:kern w:val="2"/>
                <w:szCs w:val="28"/>
              </w:rPr>
              <w:t xml:space="preserve">, </w:t>
            </w:r>
            <w:proofErr w:type="spellStart"/>
            <w:r w:rsidR="008C1851">
              <w:rPr>
                <w:kern w:val="2"/>
                <w:szCs w:val="28"/>
              </w:rPr>
              <w:t>Большесельский</w:t>
            </w:r>
            <w:proofErr w:type="spellEnd"/>
            <w:r w:rsidR="008C1851">
              <w:rPr>
                <w:kern w:val="2"/>
                <w:szCs w:val="28"/>
              </w:rPr>
              <w:t xml:space="preserve"> район, </w:t>
            </w:r>
            <w:r w:rsidR="008C1851">
              <w:rPr>
                <w:kern w:val="2"/>
                <w:szCs w:val="28"/>
              </w:rPr>
              <w:lastRenderedPageBreak/>
              <w:t>с.</w:t>
            </w:r>
            <w:r w:rsidR="008C1851">
              <w:t> </w:t>
            </w:r>
            <w:r w:rsidR="008C1851">
              <w:rPr>
                <w:kern w:val="2"/>
                <w:szCs w:val="28"/>
              </w:rPr>
              <w:t xml:space="preserve">Новое, ул. </w:t>
            </w:r>
            <w:r w:rsidRPr="0058113C">
              <w:rPr>
                <w:kern w:val="2"/>
                <w:szCs w:val="28"/>
              </w:rPr>
              <w:t>Октябрьская, д. 7</w:t>
            </w:r>
          </w:p>
          <w:p w:rsidR="00742BFD" w:rsidRDefault="00742BFD" w:rsidP="0058113C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Pr="0058113C" w:rsidRDefault="00742BFD" w:rsidP="009C43D5">
            <w:pPr>
              <w:ind w:firstLine="0"/>
              <w:jc w:val="left"/>
              <w:rPr>
                <w:kern w:val="2"/>
                <w:szCs w:val="28"/>
              </w:rPr>
            </w:pPr>
            <w:r w:rsidRPr="009C43D5">
              <w:rPr>
                <w:kern w:val="2"/>
                <w:szCs w:val="28"/>
              </w:rPr>
              <w:t xml:space="preserve">Ярославская область, </w:t>
            </w:r>
            <w:proofErr w:type="spellStart"/>
            <w:r w:rsidRPr="009C43D5">
              <w:rPr>
                <w:kern w:val="2"/>
                <w:szCs w:val="28"/>
              </w:rPr>
              <w:t>Большесельский</w:t>
            </w:r>
            <w:proofErr w:type="spellEnd"/>
            <w:r w:rsidRPr="009C43D5">
              <w:rPr>
                <w:kern w:val="2"/>
                <w:szCs w:val="28"/>
              </w:rPr>
              <w:t xml:space="preserve"> район, </w:t>
            </w:r>
            <w:proofErr w:type="spellStart"/>
            <w:r w:rsidRPr="009C43D5">
              <w:rPr>
                <w:kern w:val="2"/>
                <w:szCs w:val="28"/>
              </w:rPr>
              <w:t>Новосельский</w:t>
            </w:r>
            <w:proofErr w:type="spellEnd"/>
            <w:r w:rsidRPr="009C43D5">
              <w:rPr>
                <w:kern w:val="2"/>
                <w:szCs w:val="28"/>
              </w:rPr>
              <w:t xml:space="preserve"> сельский округ, с</w:t>
            </w:r>
            <w:r>
              <w:rPr>
                <w:kern w:val="2"/>
                <w:szCs w:val="28"/>
              </w:rPr>
              <w:t>. </w:t>
            </w:r>
            <w:r w:rsidRPr="009C43D5">
              <w:rPr>
                <w:kern w:val="2"/>
                <w:szCs w:val="28"/>
              </w:rPr>
              <w:t xml:space="preserve">Новое, </w:t>
            </w:r>
            <w:r>
              <w:rPr>
                <w:kern w:val="2"/>
                <w:szCs w:val="28"/>
              </w:rPr>
              <w:br/>
            </w:r>
            <w:r w:rsidRPr="009C43D5">
              <w:rPr>
                <w:kern w:val="2"/>
                <w:szCs w:val="28"/>
              </w:rPr>
              <w:t>ул</w:t>
            </w:r>
            <w:r>
              <w:rPr>
                <w:kern w:val="2"/>
                <w:szCs w:val="28"/>
              </w:rPr>
              <w:t>. </w:t>
            </w:r>
            <w:r w:rsidRPr="009C43D5">
              <w:rPr>
                <w:kern w:val="2"/>
                <w:szCs w:val="28"/>
              </w:rPr>
              <w:t>Октябрьская, д.</w:t>
            </w:r>
            <w:r>
              <w:rPr>
                <w:kern w:val="2"/>
                <w:szCs w:val="28"/>
              </w:rPr>
              <w:t> </w:t>
            </w:r>
            <w:r w:rsidRPr="009C43D5">
              <w:rPr>
                <w:kern w:val="2"/>
                <w:szCs w:val="28"/>
              </w:rPr>
              <w:t>5,</w:t>
            </w:r>
            <w:r>
              <w:rPr>
                <w:kern w:val="2"/>
                <w:szCs w:val="28"/>
              </w:rPr>
              <w:t xml:space="preserve"> </w:t>
            </w:r>
            <w:r w:rsidRPr="009C43D5">
              <w:rPr>
                <w:kern w:val="2"/>
                <w:szCs w:val="28"/>
              </w:rPr>
              <w:t>д.</w:t>
            </w:r>
            <w:r>
              <w:rPr>
                <w:kern w:val="2"/>
                <w:szCs w:val="28"/>
              </w:rPr>
              <w:t> </w:t>
            </w:r>
            <w:r w:rsidRPr="009C43D5">
              <w:rPr>
                <w:kern w:val="2"/>
                <w:szCs w:val="28"/>
              </w:rPr>
              <w:t>7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742BFD" w:rsidRPr="0058113C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  <w:r w:rsidRPr="0058113C">
              <w:rPr>
                <w:kern w:val="2"/>
                <w:szCs w:val="28"/>
              </w:rPr>
              <w:lastRenderedPageBreak/>
              <w:t>нежилое здание</w:t>
            </w:r>
          </w:p>
          <w:p w:rsidR="00742BFD" w:rsidRPr="0058113C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Pr="0058113C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Pr="0058113C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Pr="0058113C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Pr="0058113C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  <w:r w:rsidRPr="0058113C">
              <w:rPr>
                <w:kern w:val="2"/>
                <w:szCs w:val="28"/>
              </w:rPr>
              <w:t>нежилое здание</w:t>
            </w:r>
          </w:p>
          <w:p w:rsidR="00742BFD" w:rsidRPr="0058113C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Pr="0058113C" w:rsidRDefault="00742BFD" w:rsidP="0058113C">
            <w:pPr>
              <w:ind w:firstLine="0"/>
              <w:jc w:val="left"/>
              <w:rPr>
                <w:kern w:val="2"/>
                <w:szCs w:val="28"/>
              </w:rPr>
            </w:pP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742BFD" w:rsidRPr="0058113C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742BFD" w:rsidRPr="00D3750E" w:rsidTr="00E332EF">
        <w:trPr>
          <w:gridBefore w:val="1"/>
          <w:wBefore w:w="431" w:type="dxa"/>
        </w:trPr>
        <w:tc>
          <w:tcPr>
            <w:tcW w:w="562" w:type="dxa"/>
          </w:tcPr>
          <w:p w:rsidR="00742BFD" w:rsidRDefault="00742BFD" w:rsidP="00582591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38</w:t>
            </w:r>
          </w:p>
        </w:tc>
        <w:tc>
          <w:tcPr>
            <w:tcW w:w="3549" w:type="dxa"/>
          </w:tcPr>
          <w:p w:rsidR="00742BFD" w:rsidRDefault="00742BFD" w:rsidP="00E5771A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 w:rsidRPr="009275A9">
              <w:rPr>
                <w:color w:val="000000" w:themeColor="text1"/>
                <w:kern w:val="2"/>
                <w:szCs w:val="28"/>
              </w:rPr>
              <w:t xml:space="preserve">Дом </w:t>
            </w:r>
            <w:proofErr w:type="spellStart"/>
            <w:r w:rsidRPr="009275A9">
              <w:rPr>
                <w:color w:val="000000" w:themeColor="text1"/>
                <w:kern w:val="2"/>
                <w:szCs w:val="28"/>
              </w:rPr>
              <w:t>Бузиловых</w:t>
            </w:r>
            <w:proofErr w:type="spellEnd"/>
            <w:r w:rsidRPr="009275A9">
              <w:rPr>
                <w:color w:val="000000" w:themeColor="text1"/>
                <w:kern w:val="2"/>
                <w:szCs w:val="28"/>
              </w:rPr>
              <w:t xml:space="preserve">, </w:t>
            </w:r>
          </w:p>
          <w:p w:rsidR="00742BFD" w:rsidRPr="009275A9" w:rsidRDefault="00742BFD" w:rsidP="00E5771A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 w:rsidRPr="009275A9">
              <w:rPr>
                <w:color w:val="000000" w:themeColor="text1"/>
                <w:kern w:val="2"/>
                <w:szCs w:val="28"/>
              </w:rPr>
              <w:t>кадастровый номер 76:01:030901:144</w:t>
            </w:r>
            <w:r w:rsidRPr="009275A9">
              <w:rPr>
                <w:color w:val="000000" w:themeColor="text1"/>
                <w:kern w:val="2"/>
                <w:szCs w:val="28"/>
                <w:vertAlign w:val="superscript"/>
              </w:rPr>
              <w:t>1</w:t>
            </w:r>
          </w:p>
          <w:p w:rsidR="00742BFD" w:rsidRPr="006F424F" w:rsidRDefault="00742BFD" w:rsidP="00582591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  <w:highlight w:val="yellow"/>
              </w:rPr>
            </w:pPr>
          </w:p>
        </w:tc>
        <w:tc>
          <w:tcPr>
            <w:tcW w:w="3399" w:type="dxa"/>
          </w:tcPr>
          <w:p w:rsidR="00742BFD" w:rsidRPr="000963A7" w:rsidRDefault="00742BFD" w:rsidP="00A12E23">
            <w:pPr>
              <w:ind w:firstLine="0"/>
              <w:jc w:val="left"/>
              <w:rPr>
                <w:kern w:val="2"/>
                <w:szCs w:val="28"/>
              </w:rPr>
            </w:pPr>
            <w:r w:rsidRPr="00E5771A">
              <w:rPr>
                <w:kern w:val="2"/>
                <w:szCs w:val="28"/>
              </w:rPr>
              <w:t xml:space="preserve">Ярославская область, </w:t>
            </w:r>
            <w:proofErr w:type="spellStart"/>
            <w:r w:rsidRPr="00E5771A">
              <w:rPr>
                <w:kern w:val="2"/>
                <w:szCs w:val="28"/>
              </w:rPr>
              <w:t>Большесельский</w:t>
            </w:r>
            <w:proofErr w:type="spellEnd"/>
            <w:r>
              <w:rPr>
                <w:kern w:val="2"/>
                <w:szCs w:val="28"/>
              </w:rPr>
              <w:t xml:space="preserve"> район</w:t>
            </w:r>
            <w:r w:rsidRPr="00E5771A">
              <w:rPr>
                <w:kern w:val="2"/>
                <w:szCs w:val="28"/>
              </w:rPr>
              <w:t>, д.</w:t>
            </w:r>
            <w:r>
              <w:rPr>
                <w:kern w:val="2"/>
                <w:szCs w:val="28"/>
              </w:rPr>
              <w:t> </w:t>
            </w:r>
            <w:proofErr w:type="spellStart"/>
            <w:r w:rsidRPr="00E5771A">
              <w:rPr>
                <w:kern w:val="2"/>
                <w:szCs w:val="28"/>
              </w:rPr>
              <w:t>Чудиново</w:t>
            </w:r>
            <w:proofErr w:type="spellEnd"/>
            <w:r w:rsidRPr="00E5771A">
              <w:rPr>
                <w:kern w:val="2"/>
                <w:szCs w:val="28"/>
              </w:rPr>
              <w:t xml:space="preserve"> (</w:t>
            </w:r>
            <w:proofErr w:type="spellStart"/>
            <w:r w:rsidRPr="00252437">
              <w:rPr>
                <w:kern w:val="2"/>
                <w:szCs w:val="28"/>
              </w:rPr>
              <w:t>Чудиновский</w:t>
            </w:r>
            <w:proofErr w:type="spellEnd"/>
            <w:r w:rsidRPr="00252437">
              <w:rPr>
                <w:kern w:val="2"/>
                <w:szCs w:val="28"/>
              </w:rPr>
              <w:t xml:space="preserve"> сельский округ),</w:t>
            </w:r>
            <w:r w:rsidRPr="00E5771A">
              <w:rPr>
                <w:kern w:val="2"/>
                <w:szCs w:val="28"/>
              </w:rPr>
              <w:t xml:space="preserve"> ул.</w:t>
            </w:r>
            <w:r>
              <w:rPr>
                <w:kern w:val="2"/>
                <w:szCs w:val="28"/>
              </w:rPr>
              <w:t> </w:t>
            </w:r>
            <w:r w:rsidRPr="00E5771A">
              <w:rPr>
                <w:kern w:val="2"/>
                <w:szCs w:val="28"/>
              </w:rPr>
              <w:t>Школьная, д.</w:t>
            </w:r>
            <w:r>
              <w:rPr>
                <w:kern w:val="2"/>
                <w:szCs w:val="28"/>
              </w:rPr>
              <w:t> </w:t>
            </w:r>
            <w:r w:rsidRPr="00E5771A">
              <w:rPr>
                <w:kern w:val="2"/>
                <w:szCs w:val="28"/>
              </w:rPr>
              <w:t>10</w:t>
            </w:r>
          </w:p>
        </w:tc>
        <w:tc>
          <w:tcPr>
            <w:tcW w:w="2125" w:type="dxa"/>
            <w:tcBorders>
              <w:right w:val="single" w:sz="4" w:space="0" w:color="auto"/>
            </w:tcBorders>
          </w:tcPr>
          <w:p w:rsidR="00742BFD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нежилое здание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BFD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742BFD" w:rsidRPr="00D3750E" w:rsidTr="00E332EF">
        <w:trPr>
          <w:gridBefore w:val="1"/>
          <w:wBefore w:w="431" w:type="dxa"/>
        </w:trPr>
        <w:tc>
          <w:tcPr>
            <w:tcW w:w="562" w:type="dxa"/>
          </w:tcPr>
          <w:p w:rsidR="00742BFD" w:rsidRDefault="00742BFD" w:rsidP="00582591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39</w:t>
            </w:r>
          </w:p>
        </w:tc>
        <w:tc>
          <w:tcPr>
            <w:tcW w:w="3549" w:type="dxa"/>
          </w:tcPr>
          <w:p w:rsidR="00742BFD" w:rsidRDefault="00742BFD" w:rsidP="009B40A4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>Здание бани</w:t>
            </w:r>
            <w:r w:rsidRPr="009B40A4">
              <w:rPr>
                <w:color w:val="000000" w:themeColor="text1"/>
                <w:kern w:val="2"/>
                <w:szCs w:val="28"/>
              </w:rPr>
              <w:t xml:space="preserve">, </w:t>
            </w:r>
          </w:p>
          <w:p w:rsidR="00742BFD" w:rsidRPr="009B40A4" w:rsidRDefault="00742BFD" w:rsidP="009B40A4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 w:rsidRPr="009B40A4">
              <w:rPr>
                <w:color w:val="000000" w:themeColor="text1"/>
                <w:kern w:val="2"/>
                <w:szCs w:val="28"/>
              </w:rPr>
              <w:t>кадастровый номер 76:03:</w:t>
            </w:r>
            <w:r>
              <w:rPr>
                <w:color w:val="000000" w:themeColor="text1"/>
                <w:kern w:val="2"/>
                <w:szCs w:val="28"/>
              </w:rPr>
              <w:t>011410</w:t>
            </w:r>
            <w:r w:rsidRPr="009B40A4">
              <w:rPr>
                <w:color w:val="000000" w:themeColor="text1"/>
                <w:kern w:val="2"/>
                <w:szCs w:val="28"/>
              </w:rPr>
              <w:t>:</w:t>
            </w:r>
            <w:r>
              <w:rPr>
                <w:color w:val="000000" w:themeColor="text1"/>
                <w:kern w:val="2"/>
                <w:szCs w:val="28"/>
              </w:rPr>
              <w:t>50</w:t>
            </w:r>
          </w:p>
          <w:p w:rsidR="00742BFD" w:rsidRDefault="00742BFD" w:rsidP="009B40A4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  <w:p w:rsidR="00742BFD" w:rsidRPr="009B40A4" w:rsidRDefault="00742BFD" w:rsidP="009B40A4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  <w:p w:rsidR="00742BFD" w:rsidRDefault="00742BFD" w:rsidP="006E104A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 w:rsidRPr="009B40A4">
              <w:rPr>
                <w:color w:val="000000" w:themeColor="text1"/>
                <w:kern w:val="2"/>
                <w:szCs w:val="28"/>
              </w:rPr>
              <w:t xml:space="preserve">с земельным участком, </w:t>
            </w:r>
          </w:p>
          <w:p w:rsidR="00742BFD" w:rsidRDefault="00742BFD" w:rsidP="006E104A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  <w:highlight w:val="yellow"/>
              </w:rPr>
            </w:pPr>
            <w:r>
              <w:rPr>
                <w:color w:val="000000" w:themeColor="text1"/>
                <w:kern w:val="2"/>
                <w:szCs w:val="28"/>
              </w:rPr>
              <w:t>ка</w:t>
            </w:r>
            <w:r w:rsidRPr="009B40A4">
              <w:rPr>
                <w:color w:val="000000" w:themeColor="text1"/>
                <w:kern w:val="2"/>
                <w:szCs w:val="28"/>
              </w:rPr>
              <w:t>дастровый номер 76:03:</w:t>
            </w:r>
            <w:r>
              <w:rPr>
                <w:color w:val="000000" w:themeColor="text1"/>
                <w:kern w:val="2"/>
                <w:szCs w:val="28"/>
              </w:rPr>
              <w:t>011443</w:t>
            </w:r>
            <w:r w:rsidRPr="009B40A4">
              <w:rPr>
                <w:color w:val="000000" w:themeColor="text1"/>
                <w:kern w:val="2"/>
                <w:szCs w:val="28"/>
              </w:rPr>
              <w:t>:</w:t>
            </w:r>
            <w:r>
              <w:rPr>
                <w:color w:val="000000" w:themeColor="text1"/>
                <w:kern w:val="2"/>
                <w:szCs w:val="28"/>
              </w:rPr>
              <w:t>4</w:t>
            </w:r>
          </w:p>
        </w:tc>
        <w:tc>
          <w:tcPr>
            <w:tcW w:w="3399" w:type="dxa"/>
          </w:tcPr>
          <w:p w:rsidR="00742BFD" w:rsidRDefault="00742BFD" w:rsidP="009B40A4">
            <w:pPr>
              <w:ind w:firstLine="0"/>
              <w:jc w:val="left"/>
              <w:rPr>
                <w:kern w:val="2"/>
                <w:szCs w:val="28"/>
              </w:rPr>
            </w:pPr>
            <w:r w:rsidRPr="009B40A4">
              <w:rPr>
                <w:kern w:val="2"/>
                <w:szCs w:val="28"/>
              </w:rPr>
              <w:t xml:space="preserve">Ярославская область, </w:t>
            </w:r>
            <w:proofErr w:type="spellStart"/>
            <w:r w:rsidRPr="009B40A4">
              <w:rPr>
                <w:kern w:val="2"/>
                <w:szCs w:val="28"/>
              </w:rPr>
              <w:t>Брейтовский</w:t>
            </w:r>
            <w:proofErr w:type="spellEnd"/>
            <w:r>
              <w:rPr>
                <w:kern w:val="2"/>
                <w:szCs w:val="28"/>
              </w:rPr>
              <w:t xml:space="preserve"> район</w:t>
            </w:r>
            <w:r w:rsidRPr="009B40A4">
              <w:rPr>
                <w:kern w:val="2"/>
                <w:szCs w:val="28"/>
              </w:rPr>
              <w:t>, с</w:t>
            </w:r>
            <w:r>
              <w:rPr>
                <w:kern w:val="2"/>
                <w:szCs w:val="28"/>
              </w:rPr>
              <w:t>. </w:t>
            </w:r>
            <w:r w:rsidRPr="009B40A4">
              <w:rPr>
                <w:kern w:val="2"/>
                <w:szCs w:val="28"/>
              </w:rPr>
              <w:t xml:space="preserve">Брейтово, </w:t>
            </w:r>
          </w:p>
          <w:p w:rsidR="00742BFD" w:rsidRDefault="00742BFD" w:rsidP="009B40A4">
            <w:pPr>
              <w:ind w:firstLine="0"/>
              <w:jc w:val="left"/>
              <w:rPr>
                <w:kern w:val="2"/>
                <w:szCs w:val="28"/>
              </w:rPr>
            </w:pPr>
            <w:r w:rsidRPr="009B40A4">
              <w:rPr>
                <w:kern w:val="2"/>
                <w:szCs w:val="28"/>
              </w:rPr>
              <w:t>ул</w:t>
            </w:r>
            <w:r>
              <w:rPr>
                <w:kern w:val="2"/>
                <w:szCs w:val="28"/>
              </w:rPr>
              <w:t>. </w:t>
            </w:r>
            <w:r w:rsidRPr="009B40A4">
              <w:rPr>
                <w:kern w:val="2"/>
                <w:szCs w:val="28"/>
              </w:rPr>
              <w:t>Солнечная, д</w:t>
            </w:r>
            <w:r>
              <w:rPr>
                <w:kern w:val="2"/>
                <w:szCs w:val="28"/>
              </w:rPr>
              <w:t>. </w:t>
            </w:r>
            <w:r w:rsidRPr="009B40A4">
              <w:rPr>
                <w:kern w:val="2"/>
                <w:szCs w:val="28"/>
              </w:rPr>
              <w:t>10а</w:t>
            </w:r>
          </w:p>
          <w:p w:rsidR="00742BFD" w:rsidRDefault="00742BFD" w:rsidP="009B40A4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A12E23">
            <w:pPr>
              <w:ind w:firstLine="0"/>
              <w:jc w:val="left"/>
              <w:rPr>
                <w:kern w:val="2"/>
                <w:szCs w:val="28"/>
              </w:rPr>
            </w:pPr>
            <w:r w:rsidRPr="006E104A">
              <w:rPr>
                <w:kern w:val="2"/>
                <w:szCs w:val="28"/>
              </w:rPr>
              <w:t xml:space="preserve">Ярославская область, </w:t>
            </w:r>
            <w:proofErr w:type="spellStart"/>
            <w:r w:rsidRPr="006E104A">
              <w:rPr>
                <w:kern w:val="2"/>
                <w:szCs w:val="28"/>
              </w:rPr>
              <w:t>Брейтовский</w:t>
            </w:r>
            <w:proofErr w:type="spellEnd"/>
            <w:r>
              <w:rPr>
                <w:kern w:val="2"/>
                <w:szCs w:val="28"/>
              </w:rPr>
              <w:t xml:space="preserve"> район</w:t>
            </w:r>
            <w:r w:rsidRPr="006E104A">
              <w:rPr>
                <w:kern w:val="2"/>
                <w:szCs w:val="28"/>
              </w:rPr>
              <w:t>, с</w:t>
            </w:r>
            <w:r>
              <w:rPr>
                <w:kern w:val="2"/>
                <w:szCs w:val="28"/>
              </w:rPr>
              <w:t>. </w:t>
            </w:r>
            <w:r w:rsidRPr="006E104A">
              <w:rPr>
                <w:kern w:val="2"/>
                <w:szCs w:val="28"/>
              </w:rPr>
              <w:t xml:space="preserve">Брейтово, </w:t>
            </w:r>
          </w:p>
          <w:p w:rsidR="00742BFD" w:rsidRPr="00E5771A" w:rsidRDefault="00742BFD" w:rsidP="00A12E23">
            <w:pPr>
              <w:ind w:firstLine="0"/>
              <w:jc w:val="left"/>
              <w:rPr>
                <w:kern w:val="2"/>
                <w:szCs w:val="28"/>
              </w:rPr>
            </w:pPr>
            <w:r w:rsidRPr="006E104A">
              <w:rPr>
                <w:kern w:val="2"/>
                <w:szCs w:val="28"/>
              </w:rPr>
              <w:t>ул</w:t>
            </w:r>
            <w:r>
              <w:rPr>
                <w:kern w:val="2"/>
                <w:szCs w:val="28"/>
              </w:rPr>
              <w:t>. </w:t>
            </w:r>
            <w:r w:rsidRPr="006E104A">
              <w:rPr>
                <w:kern w:val="2"/>
                <w:szCs w:val="28"/>
              </w:rPr>
              <w:t>Солнечная, д</w:t>
            </w:r>
            <w:r>
              <w:rPr>
                <w:kern w:val="2"/>
                <w:szCs w:val="28"/>
              </w:rPr>
              <w:t>. </w:t>
            </w:r>
            <w:r w:rsidRPr="006E104A">
              <w:rPr>
                <w:kern w:val="2"/>
                <w:szCs w:val="28"/>
              </w:rPr>
              <w:t>10</w:t>
            </w:r>
            <w:r>
              <w:rPr>
                <w:kern w:val="2"/>
                <w:szCs w:val="28"/>
              </w:rPr>
              <w:t>а</w:t>
            </w:r>
          </w:p>
        </w:tc>
        <w:tc>
          <w:tcPr>
            <w:tcW w:w="2125" w:type="dxa"/>
            <w:tcBorders>
              <w:right w:val="single" w:sz="4" w:space="0" w:color="auto"/>
            </w:tcBorders>
          </w:tcPr>
          <w:p w:rsidR="00742BFD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нежилое здание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BFD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742BFD" w:rsidRPr="00D3750E" w:rsidTr="00E332EF">
        <w:trPr>
          <w:gridBefore w:val="1"/>
          <w:wBefore w:w="431" w:type="dxa"/>
        </w:trPr>
        <w:tc>
          <w:tcPr>
            <w:tcW w:w="562" w:type="dxa"/>
          </w:tcPr>
          <w:p w:rsidR="00742BFD" w:rsidRDefault="00742BFD" w:rsidP="00A12E23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3549" w:type="dxa"/>
          </w:tcPr>
          <w:p w:rsidR="00742BFD" w:rsidRDefault="00742BFD" w:rsidP="009B40A4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 xml:space="preserve">Школа, </w:t>
            </w:r>
          </w:p>
          <w:p w:rsidR="00742BFD" w:rsidRDefault="00742BFD" w:rsidP="009B40A4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>кадастровый номер 76:03:052701:412</w:t>
            </w:r>
          </w:p>
          <w:p w:rsidR="00742BFD" w:rsidRDefault="00742BFD" w:rsidP="009B40A4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  <w:p w:rsidR="00742BFD" w:rsidRDefault="00742BFD" w:rsidP="009B40A4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  <w:p w:rsidR="00742BFD" w:rsidRDefault="00742BFD" w:rsidP="009B40A4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 w:rsidRPr="009B40A4">
              <w:rPr>
                <w:color w:val="000000" w:themeColor="text1"/>
                <w:kern w:val="2"/>
                <w:szCs w:val="28"/>
              </w:rPr>
              <w:t xml:space="preserve">с земельным участком, </w:t>
            </w:r>
          </w:p>
          <w:p w:rsidR="00742BFD" w:rsidRDefault="00742BFD" w:rsidP="009B40A4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>ка</w:t>
            </w:r>
            <w:r w:rsidRPr="009B40A4">
              <w:rPr>
                <w:color w:val="000000" w:themeColor="text1"/>
                <w:kern w:val="2"/>
                <w:szCs w:val="28"/>
              </w:rPr>
              <w:t>дастровый номер 76:03:</w:t>
            </w:r>
            <w:r>
              <w:rPr>
                <w:color w:val="000000" w:themeColor="text1"/>
                <w:kern w:val="2"/>
                <w:szCs w:val="28"/>
              </w:rPr>
              <w:t>052701</w:t>
            </w:r>
            <w:r w:rsidRPr="009B40A4">
              <w:rPr>
                <w:color w:val="000000" w:themeColor="text1"/>
                <w:kern w:val="2"/>
                <w:szCs w:val="28"/>
              </w:rPr>
              <w:t>:</w:t>
            </w:r>
            <w:r>
              <w:rPr>
                <w:color w:val="000000" w:themeColor="text1"/>
                <w:kern w:val="2"/>
                <w:szCs w:val="28"/>
              </w:rPr>
              <w:t>370</w:t>
            </w:r>
          </w:p>
          <w:p w:rsidR="00742BFD" w:rsidRDefault="00742BFD" w:rsidP="009B40A4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  <w:p w:rsidR="00742BFD" w:rsidRDefault="00742BFD" w:rsidP="009B40A4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</w:tc>
        <w:tc>
          <w:tcPr>
            <w:tcW w:w="3399" w:type="dxa"/>
          </w:tcPr>
          <w:p w:rsidR="00742BFD" w:rsidRPr="003F319A" w:rsidRDefault="00742BFD" w:rsidP="00FA629B">
            <w:pPr>
              <w:ind w:firstLine="0"/>
              <w:jc w:val="left"/>
              <w:rPr>
                <w:kern w:val="2"/>
                <w:szCs w:val="28"/>
              </w:rPr>
            </w:pPr>
            <w:r w:rsidRPr="003F319A">
              <w:rPr>
                <w:kern w:val="2"/>
                <w:szCs w:val="28"/>
              </w:rPr>
              <w:t xml:space="preserve">Ярославская область, </w:t>
            </w:r>
            <w:proofErr w:type="spellStart"/>
            <w:r w:rsidRPr="003F319A">
              <w:rPr>
                <w:kern w:val="2"/>
                <w:szCs w:val="28"/>
              </w:rPr>
              <w:t>Брейтовский</w:t>
            </w:r>
            <w:proofErr w:type="spellEnd"/>
            <w:r w:rsidRPr="003F319A">
              <w:rPr>
                <w:kern w:val="2"/>
                <w:szCs w:val="28"/>
              </w:rPr>
              <w:t xml:space="preserve"> район, д. </w:t>
            </w:r>
            <w:proofErr w:type="spellStart"/>
            <w:r w:rsidRPr="003F319A">
              <w:rPr>
                <w:kern w:val="2"/>
                <w:szCs w:val="28"/>
              </w:rPr>
              <w:t>Ульяниха</w:t>
            </w:r>
            <w:proofErr w:type="spellEnd"/>
            <w:r w:rsidRPr="003F319A">
              <w:rPr>
                <w:kern w:val="2"/>
                <w:szCs w:val="28"/>
              </w:rPr>
              <w:t xml:space="preserve">, </w:t>
            </w:r>
          </w:p>
          <w:p w:rsidR="00742BFD" w:rsidRPr="003F319A" w:rsidRDefault="00742BFD" w:rsidP="00FA629B">
            <w:pPr>
              <w:ind w:firstLine="0"/>
              <w:jc w:val="left"/>
              <w:rPr>
                <w:kern w:val="2"/>
                <w:szCs w:val="28"/>
              </w:rPr>
            </w:pPr>
            <w:r w:rsidRPr="003F319A">
              <w:rPr>
                <w:kern w:val="2"/>
                <w:szCs w:val="28"/>
              </w:rPr>
              <w:t>ул. Механизаторов, д. 6</w:t>
            </w:r>
          </w:p>
          <w:p w:rsidR="00742BFD" w:rsidRPr="003F319A" w:rsidRDefault="00742BFD" w:rsidP="00FA629B">
            <w:pPr>
              <w:ind w:firstLine="0"/>
              <w:jc w:val="left"/>
              <w:rPr>
                <w:kern w:val="2"/>
                <w:szCs w:val="28"/>
              </w:rPr>
            </w:pPr>
          </w:p>
          <w:p w:rsidR="00BC4BA0" w:rsidRDefault="00742BFD" w:rsidP="00FA629B">
            <w:pPr>
              <w:ind w:firstLine="0"/>
              <w:jc w:val="left"/>
              <w:rPr>
                <w:kern w:val="2"/>
                <w:szCs w:val="28"/>
              </w:rPr>
            </w:pPr>
            <w:r w:rsidRPr="003F319A">
              <w:rPr>
                <w:kern w:val="2"/>
                <w:szCs w:val="28"/>
              </w:rPr>
              <w:t xml:space="preserve">Российская Федерация, Ярославская область, </w:t>
            </w:r>
            <w:proofErr w:type="spellStart"/>
            <w:r w:rsidRPr="003F319A">
              <w:rPr>
                <w:kern w:val="2"/>
                <w:szCs w:val="28"/>
              </w:rPr>
              <w:t>Брейтовский</w:t>
            </w:r>
            <w:proofErr w:type="spellEnd"/>
            <w:r w:rsidRPr="003F319A">
              <w:rPr>
                <w:kern w:val="2"/>
                <w:szCs w:val="28"/>
              </w:rPr>
              <w:t xml:space="preserve"> </w:t>
            </w:r>
            <w:r w:rsidR="00520459" w:rsidRPr="003F319A">
              <w:rPr>
                <w:kern w:val="2"/>
                <w:szCs w:val="28"/>
              </w:rPr>
              <w:t>район,</w:t>
            </w:r>
            <w:r w:rsidR="005F0113">
              <w:rPr>
                <w:kern w:val="2"/>
                <w:szCs w:val="28"/>
              </w:rPr>
              <w:t xml:space="preserve"> </w:t>
            </w:r>
          </w:p>
          <w:p w:rsidR="00BC4BA0" w:rsidRDefault="005F0113" w:rsidP="00FA629B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8C1851">
              <w:rPr>
                <w:kern w:val="2"/>
                <w:szCs w:val="28"/>
              </w:rPr>
              <w:t>Брейтовское</w:t>
            </w:r>
            <w:proofErr w:type="spellEnd"/>
            <w:r w:rsidRPr="008C1851">
              <w:rPr>
                <w:kern w:val="2"/>
                <w:szCs w:val="28"/>
              </w:rPr>
              <w:t xml:space="preserve"> сельское поселение</w:t>
            </w:r>
            <w:r w:rsidR="00BC4BA0" w:rsidRPr="008C1851">
              <w:rPr>
                <w:kern w:val="2"/>
                <w:szCs w:val="28"/>
              </w:rPr>
              <w:t>,</w:t>
            </w:r>
            <w:r>
              <w:rPr>
                <w:kern w:val="2"/>
                <w:szCs w:val="28"/>
              </w:rPr>
              <w:t xml:space="preserve"> </w:t>
            </w:r>
            <w:r w:rsidR="00742BFD" w:rsidRPr="003F319A">
              <w:rPr>
                <w:kern w:val="2"/>
                <w:szCs w:val="28"/>
              </w:rPr>
              <w:t>д. </w:t>
            </w:r>
            <w:proofErr w:type="spellStart"/>
            <w:r w:rsidR="00742BFD" w:rsidRPr="003F319A">
              <w:rPr>
                <w:kern w:val="2"/>
                <w:szCs w:val="28"/>
              </w:rPr>
              <w:t>Ульяниха</w:t>
            </w:r>
            <w:proofErr w:type="spellEnd"/>
            <w:r w:rsidR="00742BFD" w:rsidRPr="003F319A">
              <w:rPr>
                <w:kern w:val="2"/>
                <w:szCs w:val="28"/>
              </w:rPr>
              <w:t xml:space="preserve">, ул. Механизаторов, </w:t>
            </w:r>
          </w:p>
          <w:p w:rsidR="00742BFD" w:rsidRPr="003F319A" w:rsidRDefault="00742BFD" w:rsidP="00FA629B">
            <w:pPr>
              <w:ind w:firstLine="0"/>
              <w:jc w:val="left"/>
              <w:rPr>
                <w:kern w:val="2"/>
                <w:szCs w:val="28"/>
              </w:rPr>
            </w:pPr>
            <w:r w:rsidRPr="003F319A">
              <w:rPr>
                <w:kern w:val="2"/>
                <w:szCs w:val="28"/>
              </w:rPr>
              <w:t>здание № 6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742BFD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нежилое здание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742BFD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742BFD" w:rsidRPr="00D3750E" w:rsidTr="00E332EF">
        <w:trPr>
          <w:gridBefore w:val="1"/>
          <w:wBefore w:w="431" w:type="dxa"/>
        </w:trPr>
        <w:tc>
          <w:tcPr>
            <w:tcW w:w="562" w:type="dxa"/>
          </w:tcPr>
          <w:p w:rsidR="00742BFD" w:rsidRPr="00936F23" w:rsidRDefault="00742BFD" w:rsidP="00A12E23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41</w:t>
            </w:r>
          </w:p>
        </w:tc>
        <w:tc>
          <w:tcPr>
            <w:tcW w:w="3549" w:type="dxa"/>
          </w:tcPr>
          <w:p w:rsidR="00742BFD" w:rsidRDefault="00742BFD" w:rsidP="00582591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 xml:space="preserve">Гараж ветеринарной </w:t>
            </w:r>
          </w:p>
          <w:p w:rsidR="00742BFD" w:rsidRDefault="00742BFD" w:rsidP="00582591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 xml:space="preserve">станции, </w:t>
            </w:r>
          </w:p>
          <w:p w:rsidR="00742BFD" w:rsidRDefault="00742BFD" w:rsidP="00582591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>кадастровый номер 76:03:010101:640</w:t>
            </w:r>
          </w:p>
          <w:p w:rsidR="00742BFD" w:rsidRDefault="00742BFD" w:rsidP="00582591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  <w:p w:rsidR="00742BFD" w:rsidRDefault="00742BFD" w:rsidP="00582591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5A22EF">
              <w:rPr>
                <w:kern w:val="2"/>
                <w:szCs w:val="28"/>
              </w:rPr>
              <w:t xml:space="preserve">с земельным участком, </w:t>
            </w:r>
          </w:p>
          <w:p w:rsidR="00742BFD" w:rsidRDefault="00742BFD" w:rsidP="00582591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kern w:val="2"/>
                <w:szCs w:val="28"/>
              </w:rPr>
              <w:t>ка</w:t>
            </w:r>
            <w:r w:rsidRPr="005A22EF">
              <w:rPr>
                <w:kern w:val="2"/>
                <w:szCs w:val="28"/>
              </w:rPr>
              <w:t>дастровый номер 76:</w:t>
            </w:r>
            <w:r>
              <w:rPr>
                <w:kern w:val="2"/>
                <w:szCs w:val="28"/>
              </w:rPr>
              <w:t>03</w:t>
            </w:r>
            <w:r w:rsidRPr="005A22EF">
              <w:rPr>
                <w:kern w:val="2"/>
                <w:szCs w:val="28"/>
              </w:rPr>
              <w:t>:</w:t>
            </w:r>
            <w:r>
              <w:rPr>
                <w:kern w:val="2"/>
                <w:szCs w:val="28"/>
              </w:rPr>
              <w:t>011403</w:t>
            </w:r>
            <w:r w:rsidRPr="005A22EF">
              <w:rPr>
                <w:kern w:val="2"/>
                <w:szCs w:val="28"/>
              </w:rPr>
              <w:t>:1</w:t>
            </w:r>
          </w:p>
          <w:p w:rsidR="00742BFD" w:rsidRDefault="00742BFD" w:rsidP="00582591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</w:tc>
        <w:tc>
          <w:tcPr>
            <w:tcW w:w="3399" w:type="dxa"/>
          </w:tcPr>
          <w:p w:rsidR="00742BFD" w:rsidRDefault="00742BFD" w:rsidP="00722B34">
            <w:pPr>
              <w:ind w:firstLine="0"/>
              <w:jc w:val="left"/>
              <w:rPr>
                <w:kern w:val="2"/>
                <w:szCs w:val="28"/>
              </w:rPr>
            </w:pPr>
            <w:r w:rsidRPr="00722B34">
              <w:rPr>
                <w:kern w:val="2"/>
                <w:szCs w:val="28"/>
              </w:rPr>
              <w:t xml:space="preserve">Ярославская область, </w:t>
            </w:r>
            <w:proofErr w:type="spellStart"/>
            <w:r w:rsidRPr="00722B34">
              <w:rPr>
                <w:kern w:val="2"/>
                <w:szCs w:val="28"/>
              </w:rPr>
              <w:t>Брейтовский</w:t>
            </w:r>
            <w:proofErr w:type="spellEnd"/>
            <w:r w:rsidRPr="00722B34">
              <w:rPr>
                <w:kern w:val="2"/>
                <w:szCs w:val="28"/>
              </w:rPr>
              <w:t xml:space="preserve"> р</w:t>
            </w:r>
            <w:r>
              <w:rPr>
                <w:kern w:val="2"/>
                <w:szCs w:val="28"/>
              </w:rPr>
              <w:t>айо</w:t>
            </w:r>
            <w:r w:rsidRPr="00722B34">
              <w:rPr>
                <w:kern w:val="2"/>
                <w:szCs w:val="28"/>
              </w:rPr>
              <w:t>н, с.</w:t>
            </w:r>
            <w:r>
              <w:rPr>
                <w:kern w:val="2"/>
                <w:szCs w:val="28"/>
              </w:rPr>
              <w:t> </w:t>
            </w:r>
            <w:r w:rsidRPr="00722B34">
              <w:rPr>
                <w:kern w:val="2"/>
                <w:szCs w:val="28"/>
              </w:rPr>
              <w:t>Брейтово, пер.</w:t>
            </w:r>
            <w:r>
              <w:rPr>
                <w:kern w:val="2"/>
                <w:szCs w:val="28"/>
              </w:rPr>
              <w:t> </w:t>
            </w:r>
            <w:r w:rsidRPr="00722B34">
              <w:rPr>
                <w:kern w:val="2"/>
                <w:szCs w:val="28"/>
              </w:rPr>
              <w:t>Лесной, д.</w:t>
            </w:r>
            <w:r>
              <w:rPr>
                <w:kern w:val="2"/>
                <w:szCs w:val="28"/>
              </w:rPr>
              <w:t> </w:t>
            </w:r>
            <w:r w:rsidRPr="00722B34">
              <w:rPr>
                <w:kern w:val="2"/>
                <w:szCs w:val="28"/>
              </w:rPr>
              <w:t>2</w:t>
            </w:r>
            <w:r>
              <w:rPr>
                <w:kern w:val="2"/>
                <w:szCs w:val="28"/>
              </w:rPr>
              <w:t>а</w:t>
            </w:r>
          </w:p>
          <w:p w:rsidR="00742BFD" w:rsidRDefault="00742BFD" w:rsidP="00722B34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722B34">
            <w:pPr>
              <w:ind w:firstLine="0"/>
              <w:jc w:val="left"/>
              <w:rPr>
                <w:kern w:val="2"/>
                <w:szCs w:val="28"/>
              </w:rPr>
            </w:pPr>
            <w:r w:rsidRPr="00722B34">
              <w:rPr>
                <w:kern w:val="2"/>
                <w:szCs w:val="28"/>
              </w:rPr>
              <w:t xml:space="preserve">Ярославская область, </w:t>
            </w:r>
            <w:proofErr w:type="spellStart"/>
            <w:r w:rsidRPr="00722B34">
              <w:rPr>
                <w:kern w:val="2"/>
                <w:szCs w:val="28"/>
              </w:rPr>
              <w:t>Брейтовский</w:t>
            </w:r>
            <w:proofErr w:type="spellEnd"/>
            <w:r w:rsidRPr="00722B34">
              <w:rPr>
                <w:kern w:val="2"/>
                <w:szCs w:val="28"/>
              </w:rPr>
              <w:t xml:space="preserve"> р</w:t>
            </w:r>
            <w:r>
              <w:rPr>
                <w:kern w:val="2"/>
                <w:szCs w:val="28"/>
              </w:rPr>
              <w:t>айо</w:t>
            </w:r>
            <w:r w:rsidRPr="00722B34">
              <w:rPr>
                <w:kern w:val="2"/>
                <w:szCs w:val="28"/>
              </w:rPr>
              <w:t>н, с.</w:t>
            </w:r>
            <w:r>
              <w:rPr>
                <w:kern w:val="2"/>
                <w:szCs w:val="28"/>
              </w:rPr>
              <w:t> </w:t>
            </w:r>
            <w:r w:rsidRPr="00722B34">
              <w:rPr>
                <w:kern w:val="2"/>
                <w:szCs w:val="28"/>
              </w:rPr>
              <w:t>Брейтово, пер.</w:t>
            </w:r>
            <w:r>
              <w:rPr>
                <w:kern w:val="2"/>
                <w:szCs w:val="28"/>
              </w:rPr>
              <w:t> </w:t>
            </w:r>
            <w:r w:rsidRPr="00722B34">
              <w:rPr>
                <w:kern w:val="2"/>
                <w:szCs w:val="28"/>
              </w:rPr>
              <w:t>Лесной, здание 2</w:t>
            </w:r>
            <w:r>
              <w:rPr>
                <w:kern w:val="2"/>
                <w:szCs w:val="28"/>
              </w:rPr>
              <w:t>а</w:t>
            </w:r>
          </w:p>
        </w:tc>
        <w:tc>
          <w:tcPr>
            <w:tcW w:w="2125" w:type="dxa"/>
            <w:tcBorders>
              <w:right w:val="single" w:sz="4" w:space="0" w:color="auto"/>
            </w:tcBorders>
          </w:tcPr>
          <w:p w:rsidR="00742BFD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нежилое здание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BFD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742BFD" w:rsidRPr="00D3750E" w:rsidTr="00E332EF">
        <w:trPr>
          <w:gridBefore w:val="1"/>
          <w:wBefore w:w="431" w:type="dxa"/>
        </w:trPr>
        <w:tc>
          <w:tcPr>
            <w:tcW w:w="562" w:type="dxa"/>
          </w:tcPr>
          <w:p w:rsidR="00742BFD" w:rsidRDefault="00742BFD" w:rsidP="00582591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42</w:t>
            </w:r>
          </w:p>
        </w:tc>
        <w:tc>
          <w:tcPr>
            <w:tcW w:w="3549" w:type="dxa"/>
          </w:tcPr>
          <w:p w:rsidR="00742BFD" w:rsidRDefault="00742BFD" w:rsidP="00582591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 xml:space="preserve">Нежилое здание, </w:t>
            </w:r>
          </w:p>
          <w:p w:rsidR="00742BFD" w:rsidRDefault="00742BFD" w:rsidP="00582591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>кадастровый номер 76:09:030101:946</w:t>
            </w:r>
          </w:p>
          <w:p w:rsidR="00742BFD" w:rsidRDefault="00742BFD" w:rsidP="00582591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  <w:p w:rsidR="00742BFD" w:rsidRDefault="00742BFD" w:rsidP="00582591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  <w:p w:rsidR="00742BFD" w:rsidRDefault="00742BFD" w:rsidP="00582591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 w:rsidRPr="00EB3B68">
              <w:rPr>
                <w:color w:val="000000" w:themeColor="text1"/>
                <w:kern w:val="2"/>
                <w:szCs w:val="28"/>
              </w:rPr>
              <w:t xml:space="preserve">с земельным участком, </w:t>
            </w:r>
          </w:p>
          <w:p w:rsidR="00742BFD" w:rsidRDefault="00742BFD" w:rsidP="00582591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>ка</w:t>
            </w:r>
            <w:r w:rsidRPr="00EB3B68">
              <w:rPr>
                <w:color w:val="000000" w:themeColor="text1"/>
                <w:kern w:val="2"/>
                <w:szCs w:val="28"/>
              </w:rPr>
              <w:t>дастровый номер 76:</w:t>
            </w:r>
            <w:r>
              <w:rPr>
                <w:color w:val="000000" w:themeColor="text1"/>
                <w:kern w:val="2"/>
                <w:szCs w:val="28"/>
              </w:rPr>
              <w:t>09</w:t>
            </w:r>
            <w:r w:rsidRPr="00EB3B68">
              <w:rPr>
                <w:color w:val="000000" w:themeColor="text1"/>
                <w:kern w:val="2"/>
                <w:szCs w:val="28"/>
              </w:rPr>
              <w:t>:</w:t>
            </w:r>
            <w:r>
              <w:rPr>
                <w:color w:val="000000" w:themeColor="text1"/>
                <w:kern w:val="2"/>
                <w:szCs w:val="28"/>
              </w:rPr>
              <w:t>030101</w:t>
            </w:r>
            <w:r w:rsidRPr="00EB3B68">
              <w:rPr>
                <w:color w:val="000000" w:themeColor="text1"/>
                <w:kern w:val="2"/>
                <w:szCs w:val="28"/>
              </w:rPr>
              <w:t>:</w:t>
            </w:r>
            <w:r>
              <w:rPr>
                <w:color w:val="000000" w:themeColor="text1"/>
                <w:kern w:val="2"/>
                <w:szCs w:val="28"/>
              </w:rPr>
              <w:t>1782</w:t>
            </w:r>
          </w:p>
          <w:p w:rsidR="00742BFD" w:rsidRDefault="00742BFD" w:rsidP="00582591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</w:tc>
        <w:tc>
          <w:tcPr>
            <w:tcW w:w="3399" w:type="dxa"/>
          </w:tcPr>
          <w:p w:rsidR="00742BFD" w:rsidRDefault="00742BFD" w:rsidP="00722B34">
            <w:pPr>
              <w:ind w:firstLine="0"/>
              <w:jc w:val="left"/>
              <w:rPr>
                <w:kern w:val="2"/>
                <w:szCs w:val="28"/>
              </w:rPr>
            </w:pPr>
            <w:r w:rsidRPr="00EB3B68">
              <w:rPr>
                <w:kern w:val="2"/>
                <w:szCs w:val="28"/>
              </w:rPr>
              <w:t>Ярославская область, Некрасовский</w:t>
            </w:r>
            <w:r>
              <w:rPr>
                <w:kern w:val="2"/>
                <w:szCs w:val="28"/>
              </w:rPr>
              <w:t xml:space="preserve"> район</w:t>
            </w:r>
            <w:r w:rsidRPr="00EB3B68">
              <w:rPr>
                <w:kern w:val="2"/>
                <w:szCs w:val="28"/>
              </w:rPr>
              <w:t>, с.</w:t>
            </w:r>
            <w:r>
              <w:rPr>
                <w:kern w:val="2"/>
                <w:szCs w:val="28"/>
              </w:rPr>
              <w:t> </w:t>
            </w:r>
            <w:r w:rsidRPr="00EB3B68">
              <w:rPr>
                <w:kern w:val="2"/>
                <w:szCs w:val="28"/>
              </w:rPr>
              <w:t xml:space="preserve">Бурмакино, </w:t>
            </w:r>
          </w:p>
          <w:p w:rsidR="00742BFD" w:rsidRDefault="00742BFD" w:rsidP="00722B34">
            <w:pPr>
              <w:ind w:firstLine="0"/>
              <w:jc w:val="left"/>
              <w:rPr>
                <w:kern w:val="2"/>
                <w:szCs w:val="28"/>
              </w:rPr>
            </w:pPr>
            <w:r w:rsidRPr="00EB3B68">
              <w:rPr>
                <w:kern w:val="2"/>
                <w:szCs w:val="28"/>
              </w:rPr>
              <w:t>ул.</w:t>
            </w:r>
            <w:r>
              <w:rPr>
                <w:kern w:val="2"/>
                <w:szCs w:val="28"/>
              </w:rPr>
              <w:t> </w:t>
            </w:r>
            <w:r w:rsidRPr="00EB3B68">
              <w:rPr>
                <w:kern w:val="2"/>
                <w:szCs w:val="28"/>
              </w:rPr>
              <w:t>Центральная, д.</w:t>
            </w:r>
            <w:r>
              <w:rPr>
                <w:kern w:val="2"/>
                <w:szCs w:val="28"/>
              </w:rPr>
              <w:t> </w:t>
            </w:r>
            <w:r w:rsidRPr="00EB3B68">
              <w:rPr>
                <w:kern w:val="2"/>
                <w:szCs w:val="28"/>
              </w:rPr>
              <w:t>21</w:t>
            </w:r>
          </w:p>
          <w:p w:rsidR="00742BFD" w:rsidRDefault="00742BFD" w:rsidP="00722B34">
            <w:pPr>
              <w:ind w:firstLine="0"/>
              <w:jc w:val="left"/>
              <w:rPr>
                <w:kern w:val="2"/>
                <w:szCs w:val="28"/>
              </w:rPr>
            </w:pPr>
          </w:p>
          <w:p w:rsidR="00675C23" w:rsidRDefault="00742BFD" w:rsidP="00DC040E">
            <w:pPr>
              <w:ind w:firstLine="0"/>
              <w:jc w:val="left"/>
              <w:rPr>
                <w:kern w:val="2"/>
                <w:szCs w:val="28"/>
              </w:rPr>
            </w:pPr>
            <w:r w:rsidRPr="00EB3B68">
              <w:rPr>
                <w:kern w:val="2"/>
                <w:szCs w:val="28"/>
              </w:rPr>
              <w:t>Ярославская область, Некрасовский р</w:t>
            </w:r>
            <w:r>
              <w:rPr>
                <w:kern w:val="2"/>
                <w:szCs w:val="28"/>
              </w:rPr>
              <w:t>айон</w:t>
            </w:r>
            <w:r w:rsidRPr="00EB3B68">
              <w:rPr>
                <w:kern w:val="2"/>
                <w:szCs w:val="28"/>
              </w:rPr>
              <w:t xml:space="preserve">, </w:t>
            </w:r>
          </w:p>
          <w:p w:rsidR="00742BFD" w:rsidRPr="00722B34" w:rsidRDefault="00742BFD" w:rsidP="00DC040E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EB3B68">
              <w:rPr>
                <w:kern w:val="2"/>
                <w:szCs w:val="28"/>
              </w:rPr>
              <w:t>Бурмакинский</w:t>
            </w:r>
            <w:proofErr w:type="spellEnd"/>
            <w:r w:rsidRPr="00EB3B68">
              <w:rPr>
                <w:kern w:val="2"/>
                <w:szCs w:val="28"/>
              </w:rPr>
              <w:t xml:space="preserve"> </w:t>
            </w:r>
            <w:r>
              <w:rPr>
                <w:kern w:val="2"/>
                <w:szCs w:val="28"/>
              </w:rPr>
              <w:t>сельский округ</w:t>
            </w:r>
            <w:r w:rsidRPr="00EB3B68">
              <w:rPr>
                <w:kern w:val="2"/>
                <w:szCs w:val="28"/>
              </w:rPr>
              <w:t>, с.</w:t>
            </w:r>
            <w:r>
              <w:rPr>
                <w:kern w:val="2"/>
                <w:szCs w:val="28"/>
              </w:rPr>
              <w:t> Бурмакино, ул. </w:t>
            </w:r>
            <w:r w:rsidRPr="00EB3B68">
              <w:rPr>
                <w:kern w:val="2"/>
                <w:szCs w:val="28"/>
              </w:rPr>
              <w:t>Центральная, д.</w:t>
            </w:r>
            <w:r>
              <w:rPr>
                <w:kern w:val="2"/>
                <w:szCs w:val="28"/>
              </w:rPr>
              <w:t> </w:t>
            </w:r>
            <w:r w:rsidRPr="00EB3B68">
              <w:rPr>
                <w:kern w:val="2"/>
                <w:szCs w:val="28"/>
              </w:rPr>
              <w:t>21</w:t>
            </w:r>
          </w:p>
        </w:tc>
        <w:tc>
          <w:tcPr>
            <w:tcW w:w="2125" w:type="dxa"/>
            <w:tcBorders>
              <w:bottom w:val="single" w:sz="4" w:space="0" w:color="auto"/>
              <w:right w:val="single" w:sz="4" w:space="0" w:color="auto"/>
            </w:tcBorders>
          </w:tcPr>
          <w:p w:rsidR="00742BFD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нежилое здание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BFD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742BFD" w:rsidRPr="00D3750E" w:rsidTr="00E332EF">
        <w:trPr>
          <w:gridBefore w:val="1"/>
          <w:wBefore w:w="431" w:type="dxa"/>
        </w:trPr>
        <w:tc>
          <w:tcPr>
            <w:tcW w:w="562" w:type="dxa"/>
          </w:tcPr>
          <w:p w:rsidR="00742BFD" w:rsidRDefault="00742BFD" w:rsidP="00DC040E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43</w:t>
            </w:r>
          </w:p>
        </w:tc>
        <w:tc>
          <w:tcPr>
            <w:tcW w:w="3549" w:type="dxa"/>
          </w:tcPr>
          <w:p w:rsidR="00742BFD" w:rsidRDefault="00742BFD" w:rsidP="00EB3B68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 xml:space="preserve">Нежилое здание, </w:t>
            </w:r>
          </w:p>
          <w:p w:rsidR="00742BFD" w:rsidRDefault="00742BFD" w:rsidP="00EB3B68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>кадастровый номер 76:09:030101:818</w:t>
            </w:r>
          </w:p>
          <w:p w:rsidR="00742BFD" w:rsidRDefault="00742BFD" w:rsidP="00EB3B68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  <w:p w:rsidR="00742BFD" w:rsidRDefault="00742BFD" w:rsidP="00EB3B68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  <w:p w:rsidR="00742BFD" w:rsidRDefault="00742BFD" w:rsidP="00EB3B68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 w:rsidRPr="00EB3B68">
              <w:rPr>
                <w:color w:val="000000" w:themeColor="text1"/>
                <w:kern w:val="2"/>
                <w:szCs w:val="28"/>
              </w:rPr>
              <w:t xml:space="preserve">с земельным участком, </w:t>
            </w:r>
          </w:p>
          <w:p w:rsidR="00742BFD" w:rsidRDefault="00742BFD" w:rsidP="00EB3B68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>ка</w:t>
            </w:r>
            <w:r w:rsidRPr="00EB3B68">
              <w:rPr>
                <w:color w:val="000000" w:themeColor="text1"/>
                <w:kern w:val="2"/>
                <w:szCs w:val="28"/>
              </w:rPr>
              <w:t>дастровый номер 76:</w:t>
            </w:r>
            <w:r>
              <w:rPr>
                <w:color w:val="000000" w:themeColor="text1"/>
                <w:kern w:val="2"/>
                <w:szCs w:val="28"/>
              </w:rPr>
              <w:t>09</w:t>
            </w:r>
            <w:r w:rsidRPr="00EB3B68">
              <w:rPr>
                <w:color w:val="000000" w:themeColor="text1"/>
                <w:kern w:val="2"/>
                <w:szCs w:val="28"/>
              </w:rPr>
              <w:t>:</w:t>
            </w:r>
            <w:r>
              <w:rPr>
                <w:color w:val="000000" w:themeColor="text1"/>
                <w:kern w:val="2"/>
                <w:szCs w:val="28"/>
              </w:rPr>
              <w:t>030101</w:t>
            </w:r>
            <w:r w:rsidRPr="00EB3B68">
              <w:rPr>
                <w:color w:val="000000" w:themeColor="text1"/>
                <w:kern w:val="2"/>
                <w:szCs w:val="28"/>
              </w:rPr>
              <w:t>:</w:t>
            </w:r>
            <w:r>
              <w:rPr>
                <w:color w:val="000000" w:themeColor="text1"/>
                <w:kern w:val="2"/>
                <w:szCs w:val="28"/>
              </w:rPr>
              <w:t>1784</w:t>
            </w:r>
          </w:p>
          <w:p w:rsidR="00742BFD" w:rsidRDefault="00742BFD" w:rsidP="00EB3B68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</w:tc>
        <w:tc>
          <w:tcPr>
            <w:tcW w:w="3399" w:type="dxa"/>
          </w:tcPr>
          <w:p w:rsidR="00742BFD" w:rsidRDefault="00742BFD" w:rsidP="00EB3B68">
            <w:pPr>
              <w:ind w:firstLine="0"/>
              <w:jc w:val="left"/>
              <w:rPr>
                <w:kern w:val="2"/>
                <w:szCs w:val="28"/>
              </w:rPr>
            </w:pPr>
            <w:r w:rsidRPr="00EB3B68">
              <w:rPr>
                <w:kern w:val="2"/>
                <w:szCs w:val="28"/>
              </w:rPr>
              <w:t>Ярославская область, Некрасовский</w:t>
            </w:r>
            <w:r>
              <w:rPr>
                <w:kern w:val="2"/>
                <w:szCs w:val="28"/>
              </w:rPr>
              <w:t xml:space="preserve"> район</w:t>
            </w:r>
            <w:r w:rsidRPr="00EB3B68">
              <w:rPr>
                <w:kern w:val="2"/>
                <w:szCs w:val="28"/>
              </w:rPr>
              <w:t>, с.</w:t>
            </w:r>
            <w:r>
              <w:rPr>
                <w:kern w:val="2"/>
                <w:szCs w:val="28"/>
              </w:rPr>
              <w:t> </w:t>
            </w:r>
            <w:r w:rsidRPr="00EB3B68">
              <w:rPr>
                <w:kern w:val="2"/>
                <w:szCs w:val="28"/>
              </w:rPr>
              <w:t xml:space="preserve">Бурмакино, </w:t>
            </w:r>
          </w:p>
          <w:p w:rsidR="00742BFD" w:rsidRDefault="00742BFD" w:rsidP="00EB3B68">
            <w:pPr>
              <w:ind w:firstLine="0"/>
              <w:jc w:val="left"/>
              <w:rPr>
                <w:kern w:val="2"/>
                <w:szCs w:val="28"/>
              </w:rPr>
            </w:pPr>
            <w:r w:rsidRPr="00EB3B68">
              <w:rPr>
                <w:kern w:val="2"/>
                <w:szCs w:val="28"/>
              </w:rPr>
              <w:t>ул.</w:t>
            </w:r>
            <w:r>
              <w:rPr>
                <w:kern w:val="2"/>
                <w:szCs w:val="28"/>
              </w:rPr>
              <w:t> </w:t>
            </w:r>
            <w:r w:rsidRPr="00EB3B68">
              <w:rPr>
                <w:kern w:val="2"/>
                <w:szCs w:val="28"/>
              </w:rPr>
              <w:t>Центральная, д.</w:t>
            </w:r>
            <w:r>
              <w:rPr>
                <w:kern w:val="2"/>
                <w:szCs w:val="28"/>
              </w:rPr>
              <w:t> </w:t>
            </w:r>
            <w:r w:rsidRPr="00EB3B68">
              <w:rPr>
                <w:kern w:val="2"/>
                <w:szCs w:val="28"/>
              </w:rPr>
              <w:t>21</w:t>
            </w:r>
          </w:p>
          <w:p w:rsidR="00742BFD" w:rsidRDefault="00742BFD" w:rsidP="00EB3B68">
            <w:pPr>
              <w:ind w:firstLine="0"/>
              <w:jc w:val="left"/>
              <w:rPr>
                <w:kern w:val="2"/>
                <w:szCs w:val="28"/>
              </w:rPr>
            </w:pPr>
          </w:p>
          <w:p w:rsidR="00675C23" w:rsidRDefault="00742BFD" w:rsidP="00DC040E">
            <w:pPr>
              <w:ind w:firstLine="0"/>
              <w:jc w:val="left"/>
              <w:rPr>
                <w:kern w:val="2"/>
                <w:szCs w:val="28"/>
              </w:rPr>
            </w:pPr>
            <w:r w:rsidRPr="00EB3B68">
              <w:rPr>
                <w:kern w:val="2"/>
                <w:szCs w:val="28"/>
              </w:rPr>
              <w:t>Ярославская область, Некрасовский р</w:t>
            </w:r>
            <w:r>
              <w:rPr>
                <w:kern w:val="2"/>
                <w:szCs w:val="28"/>
              </w:rPr>
              <w:t>айон</w:t>
            </w:r>
            <w:r w:rsidRPr="00EB3B68">
              <w:rPr>
                <w:kern w:val="2"/>
                <w:szCs w:val="28"/>
              </w:rPr>
              <w:t xml:space="preserve">, </w:t>
            </w:r>
          </w:p>
          <w:p w:rsidR="00742BFD" w:rsidRPr="00722B34" w:rsidRDefault="00742BFD" w:rsidP="00DC040E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EB3B68">
              <w:rPr>
                <w:kern w:val="2"/>
                <w:szCs w:val="28"/>
              </w:rPr>
              <w:t>Бурмакинский</w:t>
            </w:r>
            <w:proofErr w:type="spellEnd"/>
            <w:r w:rsidRPr="00EB3B68">
              <w:rPr>
                <w:kern w:val="2"/>
                <w:szCs w:val="28"/>
              </w:rPr>
              <w:t xml:space="preserve"> </w:t>
            </w:r>
            <w:r>
              <w:rPr>
                <w:kern w:val="2"/>
                <w:szCs w:val="28"/>
              </w:rPr>
              <w:t>сельский округ</w:t>
            </w:r>
            <w:r w:rsidRPr="00EB3B68">
              <w:rPr>
                <w:kern w:val="2"/>
                <w:szCs w:val="28"/>
              </w:rPr>
              <w:t>, с.</w:t>
            </w:r>
            <w:r>
              <w:rPr>
                <w:kern w:val="2"/>
                <w:szCs w:val="28"/>
              </w:rPr>
              <w:t> Бурмакино, ул. </w:t>
            </w:r>
            <w:r w:rsidRPr="00EB3B68">
              <w:rPr>
                <w:kern w:val="2"/>
                <w:szCs w:val="28"/>
              </w:rPr>
              <w:t>Центральная, д.</w:t>
            </w:r>
            <w:r>
              <w:rPr>
                <w:kern w:val="2"/>
                <w:szCs w:val="28"/>
              </w:rPr>
              <w:t> </w:t>
            </w:r>
            <w:r w:rsidRPr="00EB3B68">
              <w:rPr>
                <w:kern w:val="2"/>
                <w:szCs w:val="28"/>
              </w:rPr>
              <w:t>21</w:t>
            </w:r>
          </w:p>
        </w:tc>
        <w:tc>
          <w:tcPr>
            <w:tcW w:w="2125" w:type="dxa"/>
            <w:tcBorders>
              <w:right w:val="single" w:sz="4" w:space="0" w:color="auto"/>
            </w:tcBorders>
          </w:tcPr>
          <w:p w:rsidR="00742BFD" w:rsidRDefault="00742BFD" w:rsidP="00EB3B68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нежилое здание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BFD" w:rsidRDefault="00742BFD" w:rsidP="00EB3B68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742BFD" w:rsidRPr="00D3750E" w:rsidTr="00E332EF">
        <w:trPr>
          <w:gridBefore w:val="1"/>
          <w:wBefore w:w="431" w:type="dxa"/>
        </w:trPr>
        <w:tc>
          <w:tcPr>
            <w:tcW w:w="562" w:type="dxa"/>
          </w:tcPr>
          <w:p w:rsidR="00742BFD" w:rsidRDefault="00742BFD" w:rsidP="00DC040E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44</w:t>
            </w:r>
          </w:p>
        </w:tc>
        <w:tc>
          <w:tcPr>
            <w:tcW w:w="3549" w:type="dxa"/>
          </w:tcPr>
          <w:p w:rsidR="00742BFD" w:rsidRDefault="00742BFD" w:rsidP="00582591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 xml:space="preserve">Здание амбулатории, </w:t>
            </w:r>
          </w:p>
          <w:p w:rsidR="00742BFD" w:rsidRDefault="00742BFD" w:rsidP="00582591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>кадастровый номер 76:09:110101:897</w:t>
            </w:r>
          </w:p>
          <w:p w:rsidR="00742BFD" w:rsidRDefault="00742BFD" w:rsidP="00582591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  <w:p w:rsidR="00742BFD" w:rsidRDefault="00742BFD" w:rsidP="00E02810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  <w:p w:rsidR="00742BFD" w:rsidRDefault="00742BFD" w:rsidP="00E02810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5A22EF">
              <w:rPr>
                <w:kern w:val="2"/>
                <w:szCs w:val="28"/>
              </w:rPr>
              <w:t xml:space="preserve">с земельным участком, </w:t>
            </w:r>
          </w:p>
          <w:p w:rsidR="00742BFD" w:rsidRDefault="00742BFD" w:rsidP="00E02810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kern w:val="2"/>
                <w:szCs w:val="28"/>
              </w:rPr>
              <w:t>ка</w:t>
            </w:r>
            <w:r w:rsidRPr="005A22EF">
              <w:rPr>
                <w:kern w:val="2"/>
                <w:szCs w:val="28"/>
              </w:rPr>
              <w:t>дастровый номер 76:</w:t>
            </w:r>
            <w:r>
              <w:rPr>
                <w:kern w:val="2"/>
                <w:szCs w:val="28"/>
              </w:rPr>
              <w:t>09</w:t>
            </w:r>
            <w:r w:rsidRPr="005A22EF">
              <w:rPr>
                <w:kern w:val="2"/>
                <w:szCs w:val="28"/>
              </w:rPr>
              <w:t>:</w:t>
            </w:r>
            <w:r>
              <w:rPr>
                <w:kern w:val="2"/>
                <w:szCs w:val="28"/>
              </w:rPr>
              <w:t>110101</w:t>
            </w:r>
            <w:r w:rsidRPr="005A22EF">
              <w:rPr>
                <w:kern w:val="2"/>
                <w:szCs w:val="28"/>
              </w:rPr>
              <w:t>:</w:t>
            </w:r>
            <w:r>
              <w:rPr>
                <w:kern w:val="2"/>
                <w:szCs w:val="28"/>
              </w:rPr>
              <w:t>610</w:t>
            </w:r>
          </w:p>
          <w:p w:rsidR="00742BFD" w:rsidRDefault="00742BFD" w:rsidP="00582591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</w:tc>
        <w:tc>
          <w:tcPr>
            <w:tcW w:w="3399" w:type="dxa"/>
          </w:tcPr>
          <w:p w:rsidR="00742BFD" w:rsidRDefault="00742BFD" w:rsidP="00722B34">
            <w:pPr>
              <w:ind w:firstLine="0"/>
              <w:jc w:val="left"/>
              <w:rPr>
                <w:kern w:val="2"/>
                <w:szCs w:val="28"/>
              </w:rPr>
            </w:pPr>
            <w:r w:rsidRPr="00E02810">
              <w:rPr>
                <w:kern w:val="2"/>
                <w:szCs w:val="28"/>
              </w:rPr>
              <w:t>Ярославская область, Некрасовский</w:t>
            </w:r>
            <w:r>
              <w:rPr>
                <w:kern w:val="2"/>
                <w:szCs w:val="28"/>
              </w:rPr>
              <w:t xml:space="preserve"> район, с. </w:t>
            </w:r>
            <w:proofErr w:type="spellStart"/>
            <w:r w:rsidRPr="00E02810">
              <w:rPr>
                <w:kern w:val="2"/>
                <w:szCs w:val="28"/>
              </w:rPr>
              <w:t>Левашово</w:t>
            </w:r>
            <w:proofErr w:type="spellEnd"/>
            <w:r w:rsidRPr="00E02810">
              <w:rPr>
                <w:kern w:val="2"/>
                <w:szCs w:val="28"/>
              </w:rPr>
              <w:t xml:space="preserve">, </w:t>
            </w:r>
          </w:p>
          <w:p w:rsidR="00742BFD" w:rsidRDefault="00742BFD" w:rsidP="00722B34">
            <w:pPr>
              <w:ind w:firstLine="0"/>
              <w:jc w:val="left"/>
              <w:rPr>
                <w:kern w:val="2"/>
                <w:szCs w:val="28"/>
              </w:rPr>
            </w:pPr>
            <w:r w:rsidRPr="00E02810">
              <w:rPr>
                <w:kern w:val="2"/>
                <w:szCs w:val="28"/>
              </w:rPr>
              <w:t>ул. Советская, д. 12</w:t>
            </w:r>
          </w:p>
          <w:p w:rsidR="00742BFD" w:rsidRDefault="00742BFD" w:rsidP="00722B34">
            <w:pPr>
              <w:ind w:firstLine="0"/>
              <w:jc w:val="left"/>
              <w:rPr>
                <w:kern w:val="2"/>
                <w:szCs w:val="28"/>
              </w:rPr>
            </w:pPr>
          </w:p>
          <w:p w:rsidR="00675C23" w:rsidRDefault="00742BFD" w:rsidP="00E02810">
            <w:pPr>
              <w:ind w:firstLine="0"/>
              <w:jc w:val="left"/>
              <w:rPr>
                <w:kern w:val="2"/>
                <w:szCs w:val="28"/>
              </w:rPr>
            </w:pPr>
            <w:r w:rsidRPr="00E02810">
              <w:rPr>
                <w:kern w:val="2"/>
                <w:szCs w:val="28"/>
              </w:rPr>
              <w:t>Ярославская область, Некрасовский</w:t>
            </w:r>
            <w:r>
              <w:rPr>
                <w:kern w:val="2"/>
                <w:szCs w:val="28"/>
              </w:rPr>
              <w:t xml:space="preserve"> район</w:t>
            </w:r>
            <w:r w:rsidRPr="00E02810">
              <w:rPr>
                <w:kern w:val="2"/>
                <w:szCs w:val="28"/>
              </w:rPr>
              <w:t>, с.</w:t>
            </w:r>
            <w:r>
              <w:rPr>
                <w:kern w:val="2"/>
                <w:szCs w:val="28"/>
              </w:rPr>
              <w:t> </w:t>
            </w:r>
            <w:proofErr w:type="spellStart"/>
            <w:r w:rsidRPr="00E02810">
              <w:rPr>
                <w:kern w:val="2"/>
                <w:szCs w:val="28"/>
              </w:rPr>
              <w:t>Левашово</w:t>
            </w:r>
            <w:proofErr w:type="spellEnd"/>
            <w:r w:rsidRPr="00E02810">
              <w:rPr>
                <w:kern w:val="2"/>
                <w:szCs w:val="28"/>
              </w:rPr>
              <w:t xml:space="preserve">, </w:t>
            </w:r>
          </w:p>
          <w:p w:rsidR="00742BFD" w:rsidRPr="00722B34" w:rsidRDefault="00742BFD" w:rsidP="00E02810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E02810">
              <w:rPr>
                <w:kern w:val="2"/>
                <w:szCs w:val="28"/>
              </w:rPr>
              <w:t>Левашовский</w:t>
            </w:r>
            <w:proofErr w:type="spellEnd"/>
            <w:r>
              <w:rPr>
                <w:kern w:val="2"/>
                <w:szCs w:val="28"/>
              </w:rPr>
              <w:t xml:space="preserve"> </w:t>
            </w:r>
            <w:r w:rsidRPr="00DC040E">
              <w:rPr>
                <w:kern w:val="2"/>
                <w:szCs w:val="28"/>
              </w:rPr>
              <w:t>сельский округ</w:t>
            </w:r>
            <w:r w:rsidRPr="00E02810">
              <w:rPr>
                <w:kern w:val="2"/>
                <w:szCs w:val="28"/>
              </w:rPr>
              <w:t>, ул.</w:t>
            </w:r>
            <w:r>
              <w:rPr>
                <w:kern w:val="2"/>
                <w:szCs w:val="28"/>
              </w:rPr>
              <w:t> </w:t>
            </w:r>
            <w:r w:rsidRPr="00E02810">
              <w:rPr>
                <w:kern w:val="2"/>
                <w:szCs w:val="28"/>
              </w:rPr>
              <w:t>Советская, д.</w:t>
            </w:r>
            <w:r>
              <w:rPr>
                <w:kern w:val="2"/>
                <w:szCs w:val="28"/>
              </w:rPr>
              <w:t> </w:t>
            </w:r>
            <w:r w:rsidRPr="00E02810">
              <w:rPr>
                <w:kern w:val="2"/>
                <w:szCs w:val="28"/>
              </w:rPr>
              <w:t>12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742BFD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нежилое здание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742BFD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742BFD" w:rsidRPr="00D3750E" w:rsidTr="00E332EF">
        <w:trPr>
          <w:gridBefore w:val="1"/>
          <w:wBefore w:w="431" w:type="dxa"/>
        </w:trPr>
        <w:tc>
          <w:tcPr>
            <w:tcW w:w="562" w:type="dxa"/>
          </w:tcPr>
          <w:p w:rsidR="00742BFD" w:rsidRDefault="00742BFD" w:rsidP="00582591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45</w:t>
            </w:r>
          </w:p>
        </w:tc>
        <w:tc>
          <w:tcPr>
            <w:tcW w:w="3549" w:type="dxa"/>
          </w:tcPr>
          <w:p w:rsidR="00742BFD" w:rsidRDefault="00742BFD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 xml:space="preserve">Здание ФАП, </w:t>
            </w:r>
          </w:p>
          <w:p w:rsidR="00742BFD" w:rsidRDefault="00742BFD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>кадастровый номер 76:09:110101:136</w:t>
            </w:r>
          </w:p>
          <w:p w:rsidR="00A27EEA" w:rsidRDefault="00A27EEA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  <w:p w:rsidR="00742BFD" w:rsidRDefault="00742BFD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5A22EF">
              <w:rPr>
                <w:kern w:val="2"/>
                <w:szCs w:val="28"/>
              </w:rPr>
              <w:t xml:space="preserve">с земельным участком, </w:t>
            </w:r>
          </w:p>
          <w:p w:rsidR="00742BFD" w:rsidRDefault="00742BFD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kern w:val="2"/>
                <w:szCs w:val="28"/>
              </w:rPr>
              <w:t>ка</w:t>
            </w:r>
            <w:r w:rsidRPr="005A22EF">
              <w:rPr>
                <w:kern w:val="2"/>
                <w:szCs w:val="28"/>
              </w:rPr>
              <w:t xml:space="preserve">дастровый номер </w:t>
            </w:r>
            <w:r w:rsidRPr="008A3D89">
              <w:rPr>
                <w:kern w:val="2"/>
                <w:szCs w:val="28"/>
              </w:rPr>
              <w:t>76:09:100101:96</w:t>
            </w:r>
          </w:p>
          <w:p w:rsidR="00742BFD" w:rsidRDefault="00742BFD" w:rsidP="00582591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</w:tc>
        <w:tc>
          <w:tcPr>
            <w:tcW w:w="3399" w:type="dxa"/>
          </w:tcPr>
          <w:p w:rsidR="00742BFD" w:rsidRDefault="00742BFD" w:rsidP="00675C23">
            <w:pPr>
              <w:ind w:right="-113" w:firstLine="0"/>
              <w:jc w:val="left"/>
              <w:rPr>
                <w:kern w:val="2"/>
                <w:szCs w:val="28"/>
              </w:rPr>
            </w:pPr>
            <w:r w:rsidRPr="008A3D89">
              <w:rPr>
                <w:kern w:val="2"/>
                <w:szCs w:val="28"/>
              </w:rPr>
              <w:t>Ярославская область, Некрасовский</w:t>
            </w:r>
            <w:r>
              <w:rPr>
                <w:kern w:val="2"/>
                <w:szCs w:val="28"/>
              </w:rPr>
              <w:t xml:space="preserve"> район</w:t>
            </w:r>
            <w:r w:rsidRPr="008A3D89">
              <w:rPr>
                <w:kern w:val="2"/>
                <w:szCs w:val="28"/>
              </w:rPr>
              <w:t xml:space="preserve">, </w:t>
            </w:r>
            <w:r>
              <w:rPr>
                <w:kern w:val="2"/>
                <w:szCs w:val="28"/>
              </w:rPr>
              <w:t>д. Осиновая Слобода, д. </w:t>
            </w:r>
            <w:r w:rsidRPr="008A3D89">
              <w:rPr>
                <w:kern w:val="2"/>
                <w:szCs w:val="28"/>
              </w:rPr>
              <w:t>15</w:t>
            </w:r>
          </w:p>
          <w:p w:rsidR="00A27EEA" w:rsidRDefault="00A27EEA" w:rsidP="008A3D89">
            <w:pPr>
              <w:ind w:firstLine="0"/>
              <w:jc w:val="left"/>
              <w:rPr>
                <w:kern w:val="2"/>
                <w:szCs w:val="28"/>
              </w:rPr>
            </w:pPr>
          </w:p>
          <w:p w:rsidR="00CD7222" w:rsidRDefault="00742BFD" w:rsidP="008A3D89">
            <w:pPr>
              <w:ind w:firstLine="0"/>
              <w:jc w:val="left"/>
              <w:rPr>
                <w:kern w:val="2"/>
                <w:szCs w:val="28"/>
              </w:rPr>
            </w:pPr>
            <w:r w:rsidRPr="008A3D89">
              <w:rPr>
                <w:kern w:val="2"/>
                <w:szCs w:val="28"/>
              </w:rPr>
              <w:t>Ярославская область</w:t>
            </w:r>
            <w:r>
              <w:rPr>
                <w:kern w:val="2"/>
                <w:szCs w:val="28"/>
              </w:rPr>
              <w:t xml:space="preserve">, Некрасовский район, </w:t>
            </w:r>
          </w:p>
          <w:p w:rsidR="00CD7222" w:rsidRDefault="00CD7222" w:rsidP="008A3D89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252437">
              <w:rPr>
                <w:kern w:val="2"/>
                <w:szCs w:val="28"/>
              </w:rPr>
              <w:t>Лапинский</w:t>
            </w:r>
            <w:proofErr w:type="spellEnd"/>
            <w:r w:rsidRPr="00252437">
              <w:rPr>
                <w:kern w:val="2"/>
                <w:szCs w:val="28"/>
              </w:rPr>
              <w:t xml:space="preserve"> сельский округ, </w:t>
            </w:r>
            <w:r w:rsidR="00742BFD" w:rsidRPr="00252437">
              <w:rPr>
                <w:kern w:val="2"/>
                <w:szCs w:val="28"/>
              </w:rPr>
              <w:t>д.</w:t>
            </w:r>
            <w:r w:rsidR="00742BFD">
              <w:rPr>
                <w:kern w:val="2"/>
                <w:szCs w:val="28"/>
              </w:rPr>
              <w:t xml:space="preserve"> Осиновая </w:t>
            </w:r>
          </w:p>
          <w:p w:rsidR="00742BFD" w:rsidRPr="00E02810" w:rsidRDefault="00742BFD" w:rsidP="008A3D89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Слобода, д. </w:t>
            </w:r>
            <w:r w:rsidRPr="008A3D89">
              <w:rPr>
                <w:kern w:val="2"/>
                <w:szCs w:val="28"/>
              </w:rPr>
              <w:t>15</w:t>
            </w:r>
          </w:p>
        </w:tc>
        <w:tc>
          <w:tcPr>
            <w:tcW w:w="2125" w:type="dxa"/>
            <w:tcBorders>
              <w:right w:val="single" w:sz="4" w:space="0" w:color="auto"/>
            </w:tcBorders>
          </w:tcPr>
          <w:p w:rsidR="00742BFD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нежилое здание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BFD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742BFD" w:rsidRPr="00D3750E" w:rsidTr="00E332EF">
        <w:trPr>
          <w:gridBefore w:val="1"/>
          <w:wBefore w:w="431" w:type="dxa"/>
        </w:trPr>
        <w:tc>
          <w:tcPr>
            <w:tcW w:w="562" w:type="dxa"/>
          </w:tcPr>
          <w:p w:rsidR="00742BFD" w:rsidRDefault="00742BFD" w:rsidP="005E1257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46</w:t>
            </w:r>
          </w:p>
        </w:tc>
        <w:tc>
          <w:tcPr>
            <w:tcW w:w="3549" w:type="dxa"/>
          </w:tcPr>
          <w:p w:rsidR="00742BFD" w:rsidRDefault="00742BFD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 xml:space="preserve">Нежилое здание, </w:t>
            </w:r>
          </w:p>
          <w:p w:rsidR="00742BFD" w:rsidRDefault="00742BFD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>кадастровый номер 76:09:063301:583</w:t>
            </w:r>
          </w:p>
          <w:p w:rsidR="00742BFD" w:rsidRDefault="00742BFD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  <w:p w:rsidR="00675C23" w:rsidRDefault="00675C23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  <w:p w:rsidR="00742BFD" w:rsidRDefault="00742BFD" w:rsidP="004346C3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5A22EF">
              <w:rPr>
                <w:kern w:val="2"/>
                <w:szCs w:val="28"/>
              </w:rPr>
              <w:lastRenderedPageBreak/>
              <w:t xml:space="preserve">с земельным участком, </w:t>
            </w:r>
          </w:p>
          <w:p w:rsidR="00742BFD" w:rsidRDefault="00742BFD" w:rsidP="004346C3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kern w:val="2"/>
                <w:szCs w:val="28"/>
              </w:rPr>
              <w:t>ка</w:t>
            </w:r>
            <w:r w:rsidRPr="005A22EF">
              <w:rPr>
                <w:kern w:val="2"/>
                <w:szCs w:val="28"/>
              </w:rPr>
              <w:t xml:space="preserve">дастровый номер </w:t>
            </w:r>
            <w:r w:rsidRPr="008A3D89">
              <w:rPr>
                <w:kern w:val="2"/>
                <w:szCs w:val="28"/>
              </w:rPr>
              <w:t>76:09:</w:t>
            </w:r>
            <w:r>
              <w:rPr>
                <w:kern w:val="2"/>
                <w:szCs w:val="28"/>
              </w:rPr>
              <w:t>063301</w:t>
            </w:r>
            <w:r w:rsidRPr="008A3D89">
              <w:rPr>
                <w:kern w:val="2"/>
                <w:szCs w:val="28"/>
              </w:rPr>
              <w:t>:</w:t>
            </w:r>
            <w:r>
              <w:rPr>
                <w:kern w:val="2"/>
                <w:szCs w:val="28"/>
              </w:rPr>
              <w:t>599</w:t>
            </w:r>
          </w:p>
        </w:tc>
        <w:tc>
          <w:tcPr>
            <w:tcW w:w="3399" w:type="dxa"/>
          </w:tcPr>
          <w:p w:rsidR="00742BFD" w:rsidRDefault="00742BFD" w:rsidP="004346C3">
            <w:pPr>
              <w:ind w:firstLine="0"/>
              <w:jc w:val="left"/>
              <w:rPr>
                <w:kern w:val="2"/>
                <w:szCs w:val="28"/>
              </w:rPr>
            </w:pPr>
            <w:r w:rsidRPr="004346C3">
              <w:rPr>
                <w:kern w:val="2"/>
                <w:szCs w:val="28"/>
              </w:rPr>
              <w:lastRenderedPageBreak/>
              <w:t>Ярославская область, Некрасовский</w:t>
            </w:r>
            <w:r>
              <w:rPr>
                <w:kern w:val="2"/>
                <w:szCs w:val="28"/>
              </w:rPr>
              <w:t xml:space="preserve"> район</w:t>
            </w:r>
            <w:r w:rsidRPr="004346C3">
              <w:rPr>
                <w:kern w:val="2"/>
                <w:szCs w:val="28"/>
              </w:rPr>
              <w:t>, д</w:t>
            </w:r>
            <w:r>
              <w:rPr>
                <w:kern w:val="2"/>
                <w:szCs w:val="28"/>
              </w:rPr>
              <w:t>. </w:t>
            </w:r>
            <w:proofErr w:type="spellStart"/>
            <w:r w:rsidRPr="004346C3">
              <w:rPr>
                <w:kern w:val="2"/>
                <w:szCs w:val="28"/>
              </w:rPr>
              <w:t>Елохино</w:t>
            </w:r>
            <w:proofErr w:type="spellEnd"/>
          </w:p>
          <w:p w:rsidR="00742BFD" w:rsidRDefault="00742BFD" w:rsidP="004346C3">
            <w:pPr>
              <w:ind w:firstLine="0"/>
              <w:jc w:val="left"/>
              <w:rPr>
                <w:kern w:val="2"/>
                <w:szCs w:val="28"/>
              </w:rPr>
            </w:pPr>
          </w:p>
          <w:p w:rsidR="00675C23" w:rsidRDefault="00742BFD" w:rsidP="005E1257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 xml:space="preserve">Ярославская область, </w:t>
            </w:r>
            <w:r w:rsidRPr="004346C3">
              <w:rPr>
                <w:kern w:val="2"/>
                <w:szCs w:val="28"/>
              </w:rPr>
              <w:t>Некрасовский</w:t>
            </w:r>
            <w:r>
              <w:rPr>
                <w:kern w:val="2"/>
                <w:szCs w:val="28"/>
              </w:rPr>
              <w:t xml:space="preserve"> район</w:t>
            </w:r>
            <w:r w:rsidRPr="004346C3">
              <w:rPr>
                <w:kern w:val="2"/>
                <w:szCs w:val="28"/>
              </w:rPr>
              <w:t xml:space="preserve">, </w:t>
            </w:r>
          </w:p>
          <w:p w:rsidR="00742BFD" w:rsidRPr="008A3D89" w:rsidRDefault="00742BFD" w:rsidP="005E1257">
            <w:pPr>
              <w:ind w:firstLine="0"/>
              <w:jc w:val="left"/>
              <w:rPr>
                <w:kern w:val="2"/>
                <w:szCs w:val="28"/>
              </w:rPr>
            </w:pPr>
            <w:r w:rsidRPr="004346C3">
              <w:rPr>
                <w:kern w:val="2"/>
                <w:szCs w:val="28"/>
              </w:rPr>
              <w:t>Вятский</w:t>
            </w:r>
            <w:r>
              <w:rPr>
                <w:kern w:val="2"/>
                <w:szCs w:val="28"/>
              </w:rPr>
              <w:t xml:space="preserve"> сельский округ</w:t>
            </w:r>
            <w:r w:rsidRPr="004346C3">
              <w:rPr>
                <w:kern w:val="2"/>
                <w:szCs w:val="28"/>
              </w:rPr>
              <w:t>, д</w:t>
            </w:r>
            <w:r>
              <w:rPr>
                <w:kern w:val="2"/>
                <w:szCs w:val="28"/>
              </w:rPr>
              <w:t>. </w:t>
            </w:r>
            <w:proofErr w:type="spellStart"/>
            <w:r w:rsidRPr="004346C3">
              <w:rPr>
                <w:kern w:val="2"/>
                <w:szCs w:val="28"/>
              </w:rPr>
              <w:t>Елохино</w:t>
            </w:r>
            <w:proofErr w:type="spellEnd"/>
          </w:p>
        </w:tc>
        <w:tc>
          <w:tcPr>
            <w:tcW w:w="2125" w:type="dxa"/>
            <w:tcBorders>
              <w:right w:val="single" w:sz="4" w:space="0" w:color="auto"/>
            </w:tcBorders>
          </w:tcPr>
          <w:p w:rsidR="00742BFD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lastRenderedPageBreak/>
              <w:t>нежилое здание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BFD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742BFD" w:rsidRPr="00D3750E" w:rsidTr="00E332EF">
        <w:trPr>
          <w:gridBefore w:val="1"/>
          <w:wBefore w:w="431" w:type="dxa"/>
        </w:trPr>
        <w:tc>
          <w:tcPr>
            <w:tcW w:w="562" w:type="dxa"/>
          </w:tcPr>
          <w:p w:rsidR="00742BFD" w:rsidRDefault="00742BFD" w:rsidP="00582591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47</w:t>
            </w:r>
          </w:p>
        </w:tc>
        <w:tc>
          <w:tcPr>
            <w:tcW w:w="3549" w:type="dxa"/>
          </w:tcPr>
          <w:p w:rsidR="00742BFD" w:rsidRDefault="00742BFD" w:rsidP="004346C3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 xml:space="preserve">Нежилое здание, </w:t>
            </w:r>
          </w:p>
          <w:p w:rsidR="00742BFD" w:rsidRDefault="00742BFD" w:rsidP="004346C3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>кадастровый номер 76:09:011701:883</w:t>
            </w:r>
          </w:p>
          <w:p w:rsidR="00742BFD" w:rsidRDefault="00742BFD" w:rsidP="004346C3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  <w:p w:rsidR="00742BFD" w:rsidRDefault="00742BFD" w:rsidP="004346C3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  <w:p w:rsidR="00742BFD" w:rsidRDefault="00742BFD" w:rsidP="00FB2ABC">
            <w:pPr>
              <w:autoSpaceDE w:val="0"/>
              <w:autoSpaceDN w:val="0"/>
              <w:adjustRightInd w:val="0"/>
              <w:ind w:firstLine="0"/>
              <w:jc w:val="left"/>
              <w:rPr>
                <w:kern w:val="2"/>
                <w:szCs w:val="28"/>
              </w:rPr>
            </w:pPr>
            <w:r w:rsidRPr="005A22EF">
              <w:rPr>
                <w:kern w:val="2"/>
                <w:szCs w:val="28"/>
              </w:rPr>
              <w:t xml:space="preserve">с земельным участком, </w:t>
            </w:r>
          </w:p>
          <w:p w:rsidR="00742BFD" w:rsidRDefault="00742BFD" w:rsidP="00FB2ABC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kern w:val="2"/>
                <w:szCs w:val="28"/>
              </w:rPr>
              <w:t>ка</w:t>
            </w:r>
            <w:r w:rsidRPr="005A22EF">
              <w:rPr>
                <w:kern w:val="2"/>
                <w:szCs w:val="28"/>
              </w:rPr>
              <w:t xml:space="preserve">дастровый номер </w:t>
            </w:r>
            <w:r w:rsidRPr="008A3D89">
              <w:rPr>
                <w:kern w:val="2"/>
                <w:szCs w:val="28"/>
              </w:rPr>
              <w:t>76:09:</w:t>
            </w:r>
            <w:r>
              <w:rPr>
                <w:kern w:val="2"/>
                <w:szCs w:val="28"/>
              </w:rPr>
              <w:t>011701</w:t>
            </w:r>
            <w:r w:rsidRPr="008A3D89">
              <w:rPr>
                <w:kern w:val="2"/>
                <w:szCs w:val="28"/>
              </w:rPr>
              <w:t>:</w:t>
            </w:r>
            <w:r>
              <w:rPr>
                <w:kern w:val="2"/>
                <w:szCs w:val="28"/>
              </w:rPr>
              <w:t>660</w:t>
            </w:r>
          </w:p>
        </w:tc>
        <w:tc>
          <w:tcPr>
            <w:tcW w:w="3399" w:type="dxa"/>
          </w:tcPr>
          <w:p w:rsidR="00742BFD" w:rsidRDefault="00742BFD" w:rsidP="00FB2ABC">
            <w:pPr>
              <w:ind w:firstLine="0"/>
              <w:jc w:val="left"/>
              <w:rPr>
                <w:kern w:val="2"/>
                <w:szCs w:val="28"/>
              </w:rPr>
            </w:pPr>
            <w:r w:rsidRPr="00FB2ABC">
              <w:rPr>
                <w:kern w:val="2"/>
                <w:szCs w:val="28"/>
              </w:rPr>
              <w:t>Ярославская обл</w:t>
            </w:r>
            <w:r>
              <w:rPr>
                <w:kern w:val="2"/>
                <w:szCs w:val="28"/>
              </w:rPr>
              <w:t>асть</w:t>
            </w:r>
            <w:r w:rsidRPr="00FB2ABC">
              <w:rPr>
                <w:kern w:val="2"/>
                <w:szCs w:val="28"/>
              </w:rPr>
              <w:t xml:space="preserve">, Некрасовский </w:t>
            </w:r>
            <w:r>
              <w:rPr>
                <w:kern w:val="2"/>
                <w:szCs w:val="28"/>
              </w:rPr>
              <w:t>район</w:t>
            </w:r>
            <w:r w:rsidRPr="00FB2ABC">
              <w:rPr>
                <w:kern w:val="2"/>
                <w:szCs w:val="28"/>
              </w:rPr>
              <w:t xml:space="preserve">, </w:t>
            </w:r>
          </w:p>
          <w:p w:rsidR="00742BFD" w:rsidRDefault="00742BFD" w:rsidP="00FB2ABC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FB2ABC">
              <w:rPr>
                <w:kern w:val="2"/>
                <w:szCs w:val="28"/>
              </w:rPr>
              <w:t>Боровской</w:t>
            </w:r>
            <w:proofErr w:type="spellEnd"/>
            <w:r w:rsidRPr="00FB2ABC">
              <w:rPr>
                <w:kern w:val="2"/>
                <w:szCs w:val="28"/>
              </w:rPr>
              <w:t xml:space="preserve"> сельский округ, д</w:t>
            </w:r>
            <w:r>
              <w:rPr>
                <w:kern w:val="2"/>
                <w:szCs w:val="28"/>
              </w:rPr>
              <w:t>. </w:t>
            </w:r>
            <w:proofErr w:type="spellStart"/>
            <w:r w:rsidRPr="00FB2ABC">
              <w:rPr>
                <w:kern w:val="2"/>
                <w:szCs w:val="28"/>
              </w:rPr>
              <w:t>Яснищи</w:t>
            </w:r>
            <w:proofErr w:type="spellEnd"/>
          </w:p>
          <w:p w:rsidR="00742BFD" w:rsidRDefault="00742BFD" w:rsidP="00FB2ABC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Pr="004346C3" w:rsidRDefault="00742BFD" w:rsidP="005E1257">
            <w:pPr>
              <w:ind w:firstLine="0"/>
              <w:jc w:val="left"/>
              <w:rPr>
                <w:kern w:val="2"/>
                <w:szCs w:val="28"/>
              </w:rPr>
            </w:pPr>
            <w:r w:rsidRPr="00FB2ABC">
              <w:rPr>
                <w:kern w:val="2"/>
                <w:szCs w:val="28"/>
              </w:rPr>
              <w:t>Ярославская область, Некрасовский</w:t>
            </w:r>
            <w:r>
              <w:rPr>
                <w:kern w:val="2"/>
                <w:szCs w:val="28"/>
              </w:rPr>
              <w:t xml:space="preserve"> район</w:t>
            </w:r>
            <w:r w:rsidRPr="00FB2ABC">
              <w:rPr>
                <w:kern w:val="2"/>
                <w:szCs w:val="28"/>
              </w:rPr>
              <w:t xml:space="preserve">, </w:t>
            </w:r>
            <w:r>
              <w:rPr>
                <w:kern w:val="2"/>
                <w:szCs w:val="28"/>
              </w:rPr>
              <w:br/>
            </w:r>
            <w:proofErr w:type="spellStart"/>
            <w:r w:rsidRPr="00FB2ABC">
              <w:rPr>
                <w:kern w:val="2"/>
                <w:szCs w:val="28"/>
              </w:rPr>
              <w:t>Боровской</w:t>
            </w:r>
            <w:proofErr w:type="spellEnd"/>
            <w:r>
              <w:rPr>
                <w:kern w:val="2"/>
                <w:szCs w:val="28"/>
              </w:rPr>
              <w:t xml:space="preserve"> сельский округ</w:t>
            </w:r>
            <w:r w:rsidRPr="00FB2ABC">
              <w:rPr>
                <w:kern w:val="2"/>
                <w:szCs w:val="28"/>
              </w:rPr>
              <w:t>, д.</w:t>
            </w:r>
            <w:r>
              <w:rPr>
                <w:kern w:val="2"/>
                <w:szCs w:val="28"/>
              </w:rPr>
              <w:t> </w:t>
            </w:r>
            <w:proofErr w:type="spellStart"/>
            <w:r w:rsidRPr="00FB2ABC">
              <w:rPr>
                <w:kern w:val="2"/>
                <w:szCs w:val="28"/>
              </w:rPr>
              <w:t>Яснищи</w:t>
            </w:r>
            <w:proofErr w:type="spellEnd"/>
          </w:p>
        </w:tc>
        <w:tc>
          <w:tcPr>
            <w:tcW w:w="2125" w:type="dxa"/>
            <w:tcBorders>
              <w:bottom w:val="single" w:sz="4" w:space="0" w:color="auto"/>
              <w:right w:val="single" w:sz="4" w:space="0" w:color="auto"/>
            </w:tcBorders>
          </w:tcPr>
          <w:p w:rsidR="00742BFD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  <w:r w:rsidRPr="00FB2ABC">
              <w:rPr>
                <w:kern w:val="2"/>
                <w:szCs w:val="28"/>
              </w:rPr>
              <w:t>нежилое здание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BFD" w:rsidRPr="00FB2ABC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742BFD" w:rsidRPr="00D3750E" w:rsidTr="00E332EF">
        <w:trPr>
          <w:gridBefore w:val="1"/>
          <w:wBefore w:w="431" w:type="dxa"/>
        </w:trPr>
        <w:tc>
          <w:tcPr>
            <w:tcW w:w="562" w:type="dxa"/>
          </w:tcPr>
          <w:p w:rsidR="00742BFD" w:rsidRDefault="00742BFD" w:rsidP="009653DE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48</w:t>
            </w:r>
          </w:p>
        </w:tc>
        <w:tc>
          <w:tcPr>
            <w:tcW w:w="3549" w:type="dxa"/>
          </w:tcPr>
          <w:p w:rsidR="00742BFD" w:rsidRDefault="00742BFD" w:rsidP="007A5E53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>Детский сад</w:t>
            </w:r>
            <w:r w:rsidRPr="007A5E53">
              <w:rPr>
                <w:color w:val="000000" w:themeColor="text1"/>
                <w:kern w:val="2"/>
                <w:szCs w:val="28"/>
              </w:rPr>
              <w:t xml:space="preserve">, </w:t>
            </w:r>
          </w:p>
          <w:p w:rsidR="00742BFD" w:rsidRPr="007A5E53" w:rsidRDefault="00742BFD" w:rsidP="007A5E53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 w:rsidRPr="007A5E53">
              <w:rPr>
                <w:color w:val="000000" w:themeColor="text1"/>
                <w:kern w:val="2"/>
                <w:szCs w:val="28"/>
              </w:rPr>
              <w:t>кадастровый номер 76:09:</w:t>
            </w:r>
            <w:r>
              <w:rPr>
                <w:color w:val="000000" w:themeColor="text1"/>
                <w:kern w:val="2"/>
                <w:szCs w:val="28"/>
              </w:rPr>
              <w:t>130101</w:t>
            </w:r>
            <w:r w:rsidRPr="007A5E53">
              <w:rPr>
                <w:color w:val="000000" w:themeColor="text1"/>
                <w:kern w:val="2"/>
                <w:szCs w:val="28"/>
              </w:rPr>
              <w:t>:</w:t>
            </w:r>
            <w:r>
              <w:rPr>
                <w:color w:val="000000" w:themeColor="text1"/>
                <w:kern w:val="2"/>
                <w:szCs w:val="28"/>
              </w:rPr>
              <w:t>133</w:t>
            </w:r>
          </w:p>
          <w:p w:rsidR="00742BFD" w:rsidRPr="007A5E53" w:rsidRDefault="00742BFD" w:rsidP="007A5E53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  <w:p w:rsidR="00742BFD" w:rsidRDefault="00742BFD" w:rsidP="007A5E53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 w:rsidRPr="007A5E53">
              <w:rPr>
                <w:color w:val="000000" w:themeColor="text1"/>
                <w:kern w:val="2"/>
                <w:szCs w:val="28"/>
              </w:rPr>
              <w:t xml:space="preserve">с земельным участком, </w:t>
            </w:r>
          </w:p>
          <w:p w:rsidR="00742BFD" w:rsidRDefault="00742BFD" w:rsidP="007A5E53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>ка</w:t>
            </w:r>
            <w:r w:rsidRPr="007A5E53">
              <w:rPr>
                <w:color w:val="000000" w:themeColor="text1"/>
                <w:kern w:val="2"/>
                <w:szCs w:val="28"/>
              </w:rPr>
              <w:t>дастровый номер 76:09:</w:t>
            </w:r>
            <w:r>
              <w:rPr>
                <w:color w:val="000000" w:themeColor="text1"/>
                <w:kern w:val="2"/>
                <w:szCs w:val="28"/>
              </w:rPr>
              <w:t>130101</w:t>
            </w:r>
            <w:r w:rsidRPr="007A5E53">
              <w:rPr>
                <w:color w:val="000000" w:themeColor="text1"/>
                <w:kern w:val="2"/>
                <w:szCs w:val="28"/>
              </w:rPr>
              <w:t>:</w:t>
            </w:r>
            <w:r>
              <w:rPr>
                <w:color w:val="000000" w:themeColor="text1"/>
                <w:kern w:val="2"/>
                <w:szCs w:val="28"/>
              </w:rPr>
              <w:t>179</w:t>
            </w:r>
          </w:p>
        </w:tc>
        <w:tc>
          <w:tcPr>
            <w:tcW w:w="3399" w:type="dxa"/>
          </w:tcPr>
          <w:p w:rsidR="00742BFD" w:rsidRDefault="00742BFD" w:rsidP="007A5E53">
            <w:pPr>
              <w:ind w:firstLine="0"/>
              <w:jc w:val="left"/>
              <w:rPr>
                <w:kern w:val="2"/>
                <w:szCs w:val="28"/>
              </w:rPr>
            </w:pPr>
            <w:r w:rsidRPr="007A5E53">
              <w:rPr>
                <w:kern w:val="2"/>
                <w:szCs w:val="28"/>
              </w:rPr>
              <w:t>Ярославская область, Некрасовский</w:t>
            </w:r>
            <w:r>
              <w:rPr>
                <w:kern w:val="2"/>
                <w:szCs w:val="28"/>
              </w:rPr>
              <w:t xml:space="preserve"> район</w:t>
            </w:r>
            <w:r w:rsidRPr="007A5E53">
              <w:rPr>
                <w:kern w:val="2"/>
                <w:szCs w:val="28"/>
              </w:rPr>
              <w:t>, д.</w:t>
            </w:r>
            <w:r>
              <w:rPr>
                <w:kern w:val="2"/>
                <w:szCs w:val="28"/>
              </w:rPr>
              <w:t> </w:t>
            </w:r>
            <w:r w:rsidRPr="007A5E53">
              <w:rPr>
                <w:kern w:val="2"/>
                <w:szCs w:val="28"/>
              </w:rPr>
              <w:t>Гашки, д.</w:t>
            </w:r>
            <w:r>
              <w:rPr>
                <w:kern w:val="2"/>
                <w:szCs w:val="28"/>
              </w:rPr>
              <w:t> </w:t>
            </w:r>
            <w:r w:rsidRPr="007A5E53">
              <w:rPr>
                <w:kern w:val="2"/>
                <w:szCs w:val="28"/>
              </w:rPr>
              <w:t>26</w:t>
            </w:r>
          </w:p>
          <w:p w:rsidR="00742BFD" w:rsidRDefault="00742BFD" w:rsidP="007A5E53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9653DE">
            <w:pPr>
              <w:ind w:firstLine="0"/>
              <w:jc w:val="left"/>
              <w:rPr>
                <w:kern w:val="2"/>
                <w:szCs w:val="28"/>
              </w:rPr>
            </w:pPr>
            <w:r w:rsidRPr="007A5E53">
              <w:rPr>
                <w:kern w:val="2"/>
                <w:szCs w:val="28"/>
              </w:rPr>
              <w:t xml:space="preserve">Ярославская область, </w:t>
            </w:r>
            <w:r w:rsidRPr="009275A9">
              <w:rPr>
                <w:color w:val="000000" w:themeColor="text1"/>
                <w:kern w:val="2"/>
                <w:szCs w:val="28"/>
              </w:rPr>
              <w:t>Некрасовский</w:t>
            </w:r>
            <w:r>
              <w:rPr>
                <w:kern w:val="2"/>
                <w:szCs w:val="28"/>
              </w:rPr>
              <w:t xml:space="preserve"> район</w:t>
            </w:r>
            <w:r w:rsidRPr="007A5E53">
              <w:rPr>
                <w:kern w:val="2"/>
                <w:szCs w:val="28"/>
              </w:rPr>
              <w:t xml:space="preserve">, </w:t>
            </w:r>
          </w:p>
          <w:p w:rsidR="00742BFD" w:rsidRPr="00FB2ABC" w:rsidRDefault="00742BFD" w:rsidP="009653DE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7A5E53">
              <w:rPr>
                <w:kern w:val="2"/>
                <w:szCs w:val="28"/>
              </w:rPr>
              <w:t>Родюкинский</w:t>
            </w:r>
            <w:proofErr w:type="spellEnd"/>
            <w:r>
              <w:rPr>
                <w:kern w:val="2"/>
                <w:szCs w:val="28"/>
              </w:rPr>
              <w:t xml:space="preserve"> сельский округ</w:t>
            </w:r>
            <w:r w:rsidRPr="007A5E53">
              <w:rPr>
                <w:kern w:val="2"/>
                <w:szCs w:val="28"/>
              </w:rPr>
              <w:t>, д</w:t>
            </w:r>
            <w:r>
              <w:rPr>
                <w:kern w:val="2"/>
                <w:szCs w:val="28"/>
              </w:rPr>
              <w:t>. </w:t>
            </w:r>
            <w:r w:rsidRPr="007A5E53">
              <w:rPr>
                <w:kern w:val="2"/>
                <w:szCs w:val="28"/>
              </w:rPr>
              <w:t>Гашки, д</w:t>
            </w:r>
            <w:r>
              <w:rPr>
                <w:kern w:val="2"/>
                <w:szCs w:val="28"/>
              </w:rPr>
              <w:t>. </w:t>
            </w:r>
            <w:r w:rsidRPr="007A5E53">
              <w:rPr>
                <w:kern w:val="2"/>
                <w:szCs w:val="28"/>
              </w:rPr>
              <w:t>26</w:t>
            </w:r>
          </w:p>
        </w:tc>
        <w:tc>
          <w:tcPr>
            <w:tcW w:w="2125" w:type="dxa"/>
            <w:tcBorders>
              <w:right w:val="single" w:sz="4" w:space="0" w:color="auto"/>
            </w:tcBorders>
          </w:tcPr>
          <w:p w:rsidR="00742BFD" w:rsidRPr="00FB2ABC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нежилое здание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BFD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742BFD" w:rsidRPr="00D3750E" w:rsidTr="00E332EF">
        <w:trPr>
          <w:gridBefore w:val="1"/>
          <w:wBefore w:w="431" w:type="dxa"/>
        </w:trPr>
        <w:tc>
          <w:tcPr>
            <w:tcW w:w="562" w:type="dxa"/>
          </w:tcPr>
          <w:p w:rsidR="00742BFD" w:rsidRPr="00B90FB9" w:rsidRDefault="00742BFD" w:rsidP="00A40187">
            <w:pPr>
              <w:pStyle w:val="af6"/>
              <w:ind w:left="0" w:firstLine="0"/>
              <w:jc w:val="center"/>
              <w:rPr>
                <w:szCs w:val="28"/>
                <w:highlight w:val="yellow"/>
              </w:rPr>
            </w:pPr>
            <w:r w:rsidRPr="00A40187">
              <w:rPr>
                <w:szCs w:val="28"/>
              </w:rPr>
              <w:t>49</w:t>
            </w:r>
          </w:p>
        </w:tc>
        <w:tc>
          <w:tcPr>
            <w:tcW w:w="3549" w:type="dxa"/>
          </w:tcPr>
          <w:p w:rsidR="00742BFD" w:rsidRDefault="00742BFD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 w:rsidRPr="0073570B">
              <w:rPr>
                <w:color w:val="000000" w:themeColor="text1"/>
                <w:kern w:val="2"/>
                <w:szCs w:val="28"/>
              </w:rPr>
              <w:t xml:space="preserve">Помещение, </w:t>
            </w:r>
          </w:p>
          <w:p w:rsidR="00742BFD" w:rsidRPr="0073570B" w:rsidRDefault="00742BFD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 w:rsidRPr="0073570B">
              <w:rPr>
                <w:color w:val="000000" w:themeColor="text1"/>
                <w:kern w:val="2"/>
                <w:szCs w:val="28"/>
              </w:rPr>
              <w:t>кадастровый номер 76:09:160101:4640</w:t>
            </w:r>
          </w:p>
        </w:tc>
        <w:tc>
          <w:tcPr>
            <w:tcW w:w="3399" w:type="dxa"/>
          </w:tcPr>
          <w:p w:rsidR="00742BFD" w:rsidRDefault="00742BFD" w:rsidP="00A40187">
            <w:pPr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 w:rsidRPr="0073570B">
              <w:rPr>
                <w:color w:val="000000" w:themeColor="text1"/>
                <w:kern w:val="2"/>
                <w:szCs w:val="28"/>
              </w:rPr>
              <w:t xml:space="preserve">Ярославская область, Некрасовский район, </w:t>
            </w:r>
          </w:p>
          <w:p w:rsidR="00742BFD" w:rsidRPr="0073570B" w:rsidRDefault="00CE28D0" w:rsidP="00A40187">
            <w:pPr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>рабочий поселок</w:t>
            </w:r>
            <w:r w:rsidR="00742BFD" w:rsidRPr="0073570B">
              <w:rPr>
                <w:color w:val="000000" w:themeColor="text1"/>
                <w:kern w:val="2"/>
                <w:szCs w:val="28"/>
              </w:rPr>
              <w:t xml:space="preserve"> Некрасовское, ул. Кооперативная, д. 47а</w:t>
            </w:r>
          </w:p>
        </w:tc>
        <w:tc>
          <w:tcPr>
            <w:tcW w:w="2125" w:type="dxa"/>
            <w:tcBorders>
              <w:right w:val="single" w:sz="4" w:space="0" w:color="auto"/>
            </w:tcBorders>
          </w:tcPr>
          <w:p w:rsidR="00742BFD" w:rsidRDefault="00742BFD" w:rsidP="00582591">
            <w:pPr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 w:rsidRPr="0073570B">
              <w:rPr>
                <w:color w:val="000000" w:themeColor="text1"/>
                <w:kern w:val="2"/>
                <w:szCs w:val="28"/>
              </w:rPr>
              <w:t xml:space="preserve">нежилое </w:t>
            </w:r>
          </w:p>
          <w:p w:rsidR="00742BFD" w:rsidRPr="0073570B" w:rsidRDefault="00742BFD" w:rsidP="00582591">
            <w:pPr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 w:rsidRPr="0073570B">
              <w:rPr>
                <w:color w:val="000000" w:themeColor="text1"/>
                <w:kern w:val="2"/>
                <w:szCs w:val="28"/>
              </w:rPr>
              <w:t>помещение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BFD" w:rsidRPr="0073570B" w:rsidRDefault="00742BFD" w:rsidP="00582591">
            <w:pPr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</w:tc>
      </w:tr>
      <w:tr w:rsidR="00742BFD" w:rsidRPr="00D3750E" w:rsidTr="00E332EF">
        <w:trPr>
          <w:gridBefore w:val="1"/>
          <w:wBefore w:w="431" w:type="dxa"/>
        </w:trPr>
        <w:tc>
          <w:tcPr>
            <w:tcW w:w="562" w:type="dxa"/>
          </w:tcPr>
          <w:p w:rsidR="00742BFD" w:rsidRPr="00B90FB9" w:rsidRDefault="00742BFD" w:rsidP="00582591">
            <w:pPr>
              <w:pStyle w:val="af6"/>
              <w:ind w:left="0" w:firstLine="0"/>
              <w:jc w:val="center"/>
              <w:rPr>
                <w:szCs w:val="28"/>
                <w:highlight w:val="yellow"/>
              </w:rPr>
            </w:pPr>
            <w:r w:rsidRPr="00A40187">
              <w:rPr>
                <w:szCs w:val="28"/>
              </w:rPr>
              <w:t>50</w:t>
            </w:r>
          </w:p>
        </w:tc>
        <w:tc>
          <w:tcPr>
            <w:tcW w:w="3549" w:type="dxa"/>
          </w:tcPr>
          <w:p w:rsidR="00742BFD" w:rsidRDefault="00742BFD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 w:rsidRPr="00A40187">
              <w:rPr>
                <w:color w:val="000000" w:themeColor="text1"/>
                <w:kern w:val="2"/>
                <w:szCs w:val="28"/>
              </w:rPr>
              <w:t xml:space="preserve">Нежилое помещение, </w:t>
            </w:r>
          </w:p>
          <w:p w:rsidR="00742BFD" w:rsidRPr="00B90FB9" w:rsidRDefault="00742BFD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  <w:highlight w:val="yellow"/>
              </w:rPr>
            </w:pPr>
            <w:r w:rsidRPr="00A40187">
              <w:rPr>
                <w:color w:val="000000" w:themeColor="text1"/>
                <w:kern w:val="2"/>
                <w:szCs w:val="28"/>
              </w:rPr>
              <w:t>кадастровый номер 76:09:050101:317</w:t>
            </w:r>
            <w:r w:rsidRPr="00A40187">
              <w:rPr>
                <w:color w:val="000000" w:themeColor="text1"/>
                <w:kern w:val="2"/>
                <w:szCs w:val="28"/>
                <w:vertAlign w:val="superscript"/>
              </w:rPr>
              <w:t>1</w:t>
            </w:r>
          </w:p>
        </w:tc>
        <w:tc>
          <w:tcPr>
            <w:tcW w:w="3399" w:type="dxa"/>
          </w:tcPr>
          <w:p w:rsidR="00742BFD" w:rsidRDefault="00742BFD" w:rsidP="00A40187">
            <w:pPr>
              <w:ind w:firstLine="0"/>
              <w:jc w:val="left"/>
              <w:rPr>
                <w:kern w:val="2"/>
                <w:szCs w:val="28"/>
              </w:rPr>
            </w:pPr>
            <w:r w:rsidRPr="00A40187">
              <w:rPr>
                <w:kern w:val="2"/>
                <w:szCs w:val="28"/>
              </w:rPr>
              <w:t>Ярославская область, Некрасовский р</w:t>
            </w:r>
            <w:r>
              <w:rPr>
                <w:kern w:val="2"/>
                <w:szCs w:val="28"/>
              </w:rPr>
              <w:t>айо</w:t>
            </w:r>
            <w:r w:rsidRPr="00A40187">
              <w:rPr>
                <w:kern w:val="2"/>
                <w:szCs w:val="28"/>
              </w:rPr>
              <w:t>н, с.</w:t>
            </w:r>
            <w:r>
              <w:rPr>
                <w:kern w:val="2"/>
                <w:szCs w:val="28"/>
              </w:rPr>
              <w:t> </w:t>
            </w:r>
            <w:r w:rsidRPr="00A40187">
              <w:rPr>
                <w:kern w:val="2"/>
                <w:szCs w:val="28"/>
              </w:rPr>
              <w:t xml:space="preserve">Рождествено, </w:t>
            </w:r>
          </w:p>
          <w:p w:rsidR="00742BFD" w:rsidRPr="00B90FB9" w:rsidRDefault="00742BFD" w:rsidP="00A40187">
            <w:pPr>
              <w:ind w:firstLine="0"/>
              <w:jc w:val="left"/>
              <w:rPr>
                <w:kern w:val="2"/>
                <w:szCs w:val="28"/>
                <w:highlight w:val="yellow"/>
              </w:rPr>
            </w:pPr>
            <w:r w:rsidRPr="00A40187">
              <w:rPr>
                <w:kern w:val="2"/>
                <w:szCs w:val="28"/>
              </w:rPr>
              <w:t>ул.</w:t>
            </w:r>
            <w:r>
              <w:rPr>
                <w:kern w:val="2"/>
                <w:szCs w:val="28"/>
              </w:rPr>
              <w:t> Центральная, д. </w:t>
            </w:r>
            <w:r w:rsidRPr="00A40187">
              <w:rPr>
                <w:kern w:val="2"/>
                <w:szCs w:val="28"/>
              </w:rPr>
              <w:t>14</w:t>
            </w:r>
          </w:p>
        </w:tc>
        <w:tc>
          <w:tcPr>
            <w:tcW w:w="2125" w:type="dxa"/>
            <w:tcBorders>
              <w:right w:val="single" w:sz="4" w:space="0" w:color="auto"/>
            </w:tcBorders>
          </w:tcPr>
          <w:p w:rsidR="00742BFD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  <w:r w:rsidRPr="00A40187">
              <w:rPr>
                <w:kern w:val="2"/>
                <w:szCs w:val="28"/>
              </w:rPr>
              <w:t xml:space="preserve">нежилое </w:t>
            </w:r>
          </w:p>
          <w:p w:rsidR="00742BFD" w:rsidRPr="00B90FB9" w:rsidRDefault="00742BFD" w:rsidP="00582591">
            <w:pPr>
              <w:ind w:firstLine="0"/>
              <w:jc w:val="left"/>
              <w:rPr>
                <w:kern w:val="2"/>
                <w:szCs w:val="28"/>
                <w:highlight w:val="yellow"/>
              </w:rPr>
            </w:pPr>
            <w:r w:rsidRPr="00A40187">
              <w:rPr>
                <w:kern w:val="2"/>
                <w:szCs w:val="28"/>
              </w:rPr>
              <w:t>помещение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BFD" w:rsidRPr="00A40187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742BFD" w:rsidRPr="00D3750E" w:rsidTr="00E332EF">
        <w:trPr>
          <w:gridBefore w:val="1"/>
          <w:wBefore w:w="431" w:type="dxa"/>
        </w:trPr>
        <w:tc>
          <w:tcPr>
            <w:tcW w:w="562" w:type="dxa"/>
          </w:tcPr>
          <w:p w:rsidR="00742BFD" w:rsidRPr="00A40187" w:rsidRDefault="00742BFD" w:rsidP="00915B30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51</w:t>
            </w:r>
          </w:p>
        </w:tc>
        <w:tc>
          <w:tcPr>
            <w:tcW w:w="3549" w:type="dxa"/>
          </w:tcPr>
          <w:p w:rsidR="00742BFD" w:rsidRDefault="00742BFD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 xml:space="preserve">Нежилое здание </w:t>
            </w:r>
          </w:p>
          <w:p w:rsidR="00742BFD" w:rsidRDefault="00742BFD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proofErr w:type="spellStart"/>
            <w:r>
              <w:rPr>
                <w:color w:val="000000" w:themeColor="text1"/>
                <w:kern w:val="2"/>
                <w:szCs w:val="28"/>
              </w:rPr>
              <w:t>Поздеевской</w:t>
            </w:r>
            <w:proofErr w:type="spellEnd"/>
            <w:r>
              <w:rPr>
                <w:color w:val="000000" w:themeColor="text1"/>
                <w:kern w:val="2"/>
                <w:szCs w:val="28"/>
              </w:rPr>
              <w:t xml:space="preserve"> школы № 2, </w:t>
            </w:r>
          </w:p>
          <w:p w:rsidR="00742BFD" w:rsidRDefault="00742BFD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 w:rsidRPr="002B627D">
              <w:rPr>
                <w:color w:val="000000" w:themeColor="text1"/>
                <w:kern w:val="2"/>
                <w:szCs w:val="28"/>
              </w:rPr>
              <w:t>кадастровый номер 76:09:150901:212</w:t>
            </w:r>
          </w:p>
          <w:p w:rsidR="00520459" w:rsidRDefault="00520459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  <w:p w:rsidR="00742BFD" w:rsidRDefault="00742BFD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 w:rsidRPr="00B52C47">
              <w:rPr>
                <w:color w:val="000000" w:themeColor="text1"/>
                <w:kern w:val="2"/>
                <w:szCs w:val="28"/>
              </w:rPr>
              <w:t xml:space="preserve">с земельным участком, </w:t>
            </w:r>
          </w:p>
          <w:p w:rsidR="00742BFD" w:rsidRDefault="00742BFD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>ка</w:t>
            </w:r>
            <w:r w:rsidRPr="00B52C47">
              <w:rPr>
                <w:color w:val="000000" w:themeColor="text1"/>
                <w:kern w:val="2"/>
                <w:szCs w:val="28"/>
              </w:rPr>
              <w:t>дастровый номер 76:09:</w:t>
            </w:r>
            <w:r>
              <w:rPr>
                <w:color w:val="000000" w:themeColor="text1"/>
                <w:kern w:val="2"/>
                <w:szCs w:val="28"/>
              </w:rPr>
              <w:t>150901</w:t>
            </w:r>
            <w:r w:rsidRPr="00B52C47">
              <w:rPr>
                <w:color w:val="000000" w:themeColor="text1"/>
                <w:kern w:val="2"/>
                <w:szCs w:val="28"/>
              </w:rPr>
              <w:t>:</w:t>
            </w:r>
            <w:r>
              <w:rPr>
                <w:color w:val="000000" w:themeColor="text1"/>
                <w:kern w:val="2"/>
                <w:szCs w:val="28"/>
              </w:rPr>
              <w:t>208</w:t>
            </w:r>
          </w:p>
          <w:p w:rsidR="00742BFD" w:rsidRPr="00A40187" w:rsidRDefault="00742BFD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</w:tc>
        <w:tc>
          <w:tcPr>
            <w:tcW w:w="3399" w:type="dxa"/>
          </w:tcPr>
          <w:p w:rsidR="00675C23" w:rsidRDefault="00742BFD" w:rsidP="00100EC0">
            <w:pPr>
              <w:ind w:firstLine="0"/>
              <w:jc w:val="left"/>
              <w:rPr>
                <w:kern w:val="2"/>
                <w:szCs w:val="28"/>
              </w:rPr>
            </w:pPr>
            <w:r w:rsidRPr="00100EC0">
              <w:rPr>
                <w:kern w:val="2"/>
                <w:szCs w:val="28"/>
              </w:rPr>
              <w:t xml:space="preserve">Ярославская область, Некрасовский район, </w:t>
            </w:r>
          </w:p>
          <w:p w:rsidR="00742BFD" w:rsidRDefault="00742BFD" w:rsidP="00100EC0">
            <w:pPr>
              <w:ind w:firstLine="0"/>
              <w:jc w:val="left"/>
              <w:rPr>
                <w:kern w:val="2"/>
                <w:szCs w:val="28"/>
              </w:rPr>
            </w:pPr>
            <w:r w:rsidRPr="00100EC0">
              <w:rPr>
                <w:kern w:val="2"/>
                <w:szCs w:val="28"/>
              </w:rPr>
              <w:t>Якушевский сельский округ, с</w:t>
            </w:r>
            <w:r>
              <w:rPr>
                <w:kern w:val="2"/>
                <w:szCs w:val="28"/>
              </w:rPr>
              <w:t>. </w:t>
            </w:r>
            <w:proofErr w:type="spellStart"/>
            <w:r w:rsidRPr="00100EC0">
              <w:rPr>
                <w:kern w:val="2"/>
                <w:szCs w:val="28"/>
              </w:rPr>
              <w:t>Поздеевское</w:t>
            </w:r>
            <w:proofErr w:type="spellEnd"/>
            <w:r w:rsidRPr="00100EC0">
              <w:rPr>
                <w:kern w:val="2"/>
                <w:szCs w:val="28"/>
              </w:rPr>
              <w:t>, д</w:t>
            </w:r>
            <w:r>
              <w:rPr>
                <w:kern w:val="2"/>
                <w:szCs w:val="28"/>
              </w:rPr>
              <w:t>. </w:t>
            </w:r>
            <w:r w:rsidRPr="00100EC0">
              <w:rPr>
                <w:kern w:val="2"/>
                <w:szCs w:val="28"/>
              </w:rPr>
              <w:t>2</w:t>
            </w:r>
          </w:p>
          <w:p w:rsidR="00742BFD" w:rsidRDefault="00742BFD" w:rsidP="00100EC0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Pr="00A40187" w:rsidRDefault="00742BFD" w:rsidP="00742BFD">
            <w:pPr>
              <w:ind w:firstLine="0"/>
              <w:jc w:val="left"/>
              <w:rPr>
                <w:kern w:val="2"/>
                <w:szCs w:val="28"/>
              </w:rPr>
            </w:pPr>
            <w:r w:rsidRPr="00B52C47">
              <w:rPr>
                <w:kern w:val="2"/>
                <w:szCs w:val="28"/>
              </w:rPr>
              <w:t>Ярославская обл</w:t>
            </w:r>
            <w:r>
              <w:rPr>
                <w:kern w:val="2"/>
                <w:szCs w:val="28"/>
              </w:rPr>
              <w:t>асть</w:t>
            </w:r>
            <w:r w:rsidRPr="00B52C47">
              <w:rPr>
                <w:kern w:val="2"/>
                <w:szCs w:val="28"/>
              </w:rPr>
              <w:t>, Некрасовский р</w:t>
            </w:r>
            <w:r>
              <w:rPr>
                <w:kern w:val="2"/>
                <w:szCs w:val="28"/>
              </w:rPr>
              <w:t>айо</w:t>
            </w:r>
            <w:r w:rsidRPr="00B52C47">
              <w:rPr>
                <w:kern w:val="2"/>
                <w:szCs w:val="28"/>
              </w:rPr>
              <w:t xml:space="preserve">н, Якушевский </w:t>
            </w:r>
            <w:r>
              <w:rPr>
                <w:kern w:val="2"/>
                <w:szCs w:val="28"/>
              </w:rPr>
              <w:t>сельский округ</w:t>
            </w:r>
            <w:r w:rsidRPr="00B52C47">
              <w:rPr>
                <w:kern w:val="2"/>
                <w:szCs w:val="28"/>
              </w:rPr>
              <w:t>, с.</w:t>
            </w:r>
            <w:r>
              <w:rPr>
                <w:kern w:val="2"/>
                <w:szCs w:val="28"/>
              </w:rPr>
              <w:t> </w:t>
            </w:r>
            <w:proofErr w:type="spellStart"/>
            <w:r w:rsidRPr="00B52C47">
              <w:rPr>
                <w:kern w:val="2"/>
                <w:szCs w:val="28"/>
              </w:rPr>
              <w:t>Поздеевское</w:t>
            </w:r>
            <w:proofErr w:type="spellEnd"/>
            <w:r w:rsidRPr="00B52C47">
              <w:rPr>
                <w:kern w:val="2"/>
                <w:szCs w:val="28"/>
              </w:rPr>
              <w:t>, д.</w:t>
            </w:r>
            <w:r>
              <w:rPr>
                <w:kern w:val="2"/>
                <w:szCs w:val="28"/>
              </w:rPr>
              <w:t> </w:t>
            </w:r>
            <w:r w:rsidRPr="00B52C47">
              <w:rPr>
                <w:kern w:val="2"/>
                <w:szCs w:val="28"/>
              </w:rPr>
              <w:t>2</w:t>
            </w:r>
          </w:p>
        </w:tc>
        <w:tc>
          <w:tcPr>
            <w:tcW w:w="2125" w:type="dxa"/>
            <w:tcBorders>
              <w:bottom w:val="single" w:sz="4" w:space="0" w:color="auto"/>
            </w:tcBorders>
          </w:tcPr>
          <w:p w:rsidR="00742BFD" w:rsidRPr="00A40187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нежилое здание</w:t>
            </w:r>
          </w:p>
        </w:tc>
        <w:tc>
          <w:tcPr>
            <w:tcW w:w="2125" w:type="dxa"/>
            <w:tcBorders>
              <w:top w:val="nil"/>
              <w:bottom w:val="nil"/>
            </w:tcBorders>
          </w:tcPr>
          <w:p w:rsidR="00742BFD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742BFD" w:rsidRPr="00D3750E" w:rsidTr="00E332EF">
        <w:trPr>
          <w:gridBefore w:val="1"/>
          <w:wBefore w:w="431" w:type="dxa"/>
        </w:trPr>
        <w:tc>
          <w:tcPr>
            <w:tcW w:w="562" w:type="dxa"/>
          </w:tcPr>
          <w:p w:rsidR="00742BFD" w:rsidRDefault="00742BFD" w:rsidP="00742BFD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52</w:t>
            </w:r>
          </w:p>
        </w:tc>
        <w:tc>
          <w:tcPr>
            <w:tcW w:w="3549" w:type="dxa"/>
          </w:tcPr>
          <w:p w:rsidR="00742BFD" w:rsidRDefault="00742BFD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 xml:space="preserve">Помещение, </w:t>
            </w:r>
          </w:p>
          <w:p w:rsidR="00742BFD" w:rsidRDefault="00742BFD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>кадастровый номер 76:14:050503:437</w:t>
            </w:r>
          </w:p>
        </w:tc>
        <w:tc>
          <w:tcPr>
            <w:tcW w:w="3399" w:type="dxa"/>
          </w:tcPr>
          <w:p w:rsidR="00675C23" w:rsidRDefault="00742BFD" w:rsidP="00742BFD">
            <w:pPr>
              <w:ind w:firstLine="0"/>
              <w:jc w:val="left"/>
              <w:rPr>
                <w:kern w:val="2"/>
                <w:szCs w:val="28"/>
              </w:rPr>
            </w:pPr>
            <w:r w:rsidRPr="00E46E5D">
              <w:rPr>
                <w:kern w:val="2"/>
                <w:szCs w:val="28"/>
              </w:rPr>
              <w:t xml:space="preserve">Ярославская область, </w:t>
            </w:r>
          </w:p>
          <w:p w:rsidR="00675C23" w:rsidRDefault="00742BFD" w:rsidP="00742BFD">
            <w:pPr>
              <w:ind w:firstLine="0"/>
              <w:jc w:val="left"/>
              <w:rPr>
                <w:kern w:val="2"/>
                <w:szCs w:val="28"/>
              </w:rPr>
            </w:pPr>
            <w:r w:rsidRPr="00E46E5D">
              <w:rPr>
                <w:kern w:val="2"/>
                <w:szCs w:val="28"/>
              </w:rPr>
              <w:t xml:space="preserve">Рыбинский район, </w:t>
            </w:r>
          </w:p>
          <w:p w:rsidR="00742BFD" w:rsidRPr="00100EC0" w:rsidRDefault="00742BFD" w:rsidP="00742BFD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E46E5D">
              <w:rPr>
                <w:kern w:val="2"/>
                <w:szCs w:val="28"/>
              </w:rPr>
              <w:t>Песоченский</w:t>
            </w:r>
            <w:proofErr w:type="spellEnd"/>
            <w:r w:rsidRPr="00E46E5D">
              <w:rPr>
                <w:kern w:val="2"/>
                <w:szCs w:val="28"/>
              </w:rPr>
              <w:t xml:space="preserve"> </w:t>
            </w:r>
            <w:r>
              <w:rPr>
                <w:kern w:val="2"/>
                <w:szCs w:val="28"/>
              </w:rPr>
              <w:t>сельский округ</w:t>
            </w:r>
            <w:r w:rsidRPr="00E46E5D">
              <w:rPr>
                <w:kern w:val="2"/>
                <w:szCs w:val="28"/>
              </w:rPr>
              <w:t>, п.</w:t>
            </w:r>
            <w:r>
              <w:rPr>
                <w:kern w:val="2"/>
                <w:szCs w:val="28"/>
              </w:rPr>
              <w:t> </w:t>
            </w:r>
            <w:r w:rsidRPr="00E46E5D">
              <w:rPr>
                <w:kern w:val="2"/>
                <w:szCs w:val="28"/>
              </w:rPr>
              <w:t>Песочное, ул.</w:t>
            </w:r>
            <w:r>
              <w:rPr>
                <w:kern w:val="2"/>
                <w:szCs w:val="28"/>
              </w:rPr>
              <w:t> </w:t>
            </w:r>
            <w:r w:rsidRPr="00E46E5D">
              <w:rPr>
                <w:kern w:val="2"/>
                <w:szCs w:val="28"/>
              </w:rPr>
              <w:t>Заводская, д.</w:t>
            </w:r>
            <w:r>
              <w:rPr>
                <w:kern w:val="2"/>
                <w:szCs w:val="28"/>
              </w:rPr>
              <w:t> </w:t>
            </w:r>
            <w:r w:rsidRPr="00E46E5D">
              <w:rPr>
                <w:kern w:val="2"/>
                <w:szCs w:val="28"/>
              </w:rPr>
              <w:t>25а, пом.</w:t>
            </w:r>
            <w:r>
              <w:rPr>
                <w:kern w:val="2"/>
                <w:szCs w:val="28"/>
              </w:rPr>
              <w:t> </w:t>
            </w:r>
            <w:r w:rsidRPr="00E46E5D">
              <w:rPr>
                <w:kern w:val="2"/>
                <w:szCs w:val="28"/>
              </w:rPr>
              <w:t>2</w:t>
            </w:r>
          </w:p>
        </w:tc>
        <w:tc>
          <w:tcPr>
            <w:tcW w:w="2125" w:type="dxa"/>
            <w:tcBorders>
              <w:right w:val="single" w:sz="4" w:space="0" w:color="auto"/>
            </w:tcBorders>
          </w:tcPr>
          <w:p w:rsidR="00742BFD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 xml:space="preserve">нежилое </w:t>
            </w:r>
          </w:p>
          <w:p w:rsidR="00742BFD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помещение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BFD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742BFD" w:rsidRPr="00D3750E" w:rsidTr="00E332EF">
        <w:trPr>
          <w:gridBefore w:val="1"/>
          <w:wBefore w:w="431" w:type="dxa"/>
        </w:trPr>
        <w:tc>
          <w:tcPr>
            <w:tcW w:w="562" w:type="dxa"/>
          </w:tcPr>
          <w:p w:rsidR="00742BFD" w:rsidRDefault="00742BFD" w:rsidP="00742BFD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53</w:t>
            </w:r>
          </w:p>
        </w:tc>
        <w:tc>
          <w:tcPr>
            <w:tcW w:w="3549" w:type="dxa"/>
          </w:tcPr>
          <w:p w:rsidR="00742BFD" w:rsidRDefault="00742BFD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 xml:space="preserve">Помещение аптеки, </w:t>
            </w:r>
          </w:p>
          <w:p w:rsidR="00742BFD" w:rsidRDefault="00742BFD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>кадастровый номер 76:20:070304:854</w:t>
            </w:r>
          </w:p>
        </w:tc>
        <w:tc>
          <w:tcPr>
            <w:tcW w:w="3399" w:type="dxa"/>
          </w:tcPr>
          <w:p w:rsidR="00675C23" w:rsidRDefault="00742BFD" w:rsidP="00D85201">
            <w:pPr>
              <w:ind w:firstLine="0"/>
              <w:jc w:val="left"/>
              <w:rPr>
                <w:kern w:val="2"/>
                <w:szCs w:val="28"/>
              </w:rPr>
            </w:pPr>
            <w:r w:rsidRPr="00D85201">
              <w:rPr>
                <w:kern w:val="2"/>
                <w:szCs w:val="28"/>
              </w:rPr>
              <w:t xml:space="preserve">Ярославская область, </w:t>
            </w:r>
          </w:p>
          <w:p w:rsidR="00742BFD" w:rsidRDefault="00742BFD" w:rsidP="00D85201">
            <w:pPr>
              <w:ind w:firstLine="0"/>
              <w:jc w:val="left"/>
              <w:rPr>
                <w:kern w:val="2"/>
                <w:szCs w:val="28"/>
              </w:rPr>
            </w:pPr>
            <w:r w:rsidRPr="00D85201">
              <w:rPr>
                <w:kern w:val="2"/>
                <w:szCs w:val="28"/>
              </w:rPr>
              <w:t>Рыбинский</w:t>
            </w:r>
            <w:r>
              <w:rPr>
                <w:kern w:val="2"/>
                <w:szCs w:val="28"/>
              </w:rPr>
              <w:t xml:space="preserve"> район</w:t>
            </w:r>
            <w:r w:rsidRPr="00D85201">
              <w:rPr>
                <w:kern w:val="2"/>
                <w:szCs w:val="28"/>
              </w:rPr>
              <w:t xml:space="preserve">, </w:t>
            </w:r>
          </w:p>
          <w:p w:rsidR="00742BFD" w:rsidRPr="00E46E5D" w:rsidRDefault="00742BFD" w:rsidP="00D85201">
            <w:pPr>
              <w:ind w:firstLine="0"/>
              <w:jc w:val="left"/>
              <w:rPr>
                <w:kern w:val="2"/>
                <w:szCs w:val="28"/>
              </w:rPr>
            </w:pPr>
            <w:r w:rsidRPr="00D85201">
              <w:rPr>
                <w:kern w:val="2"/>
                <w:szCs w:val="28"/>
              </w:rPr>
              <w:t>г.</w:t>
            </w:r>
            <w:r>
              <w:rPr>
                <w:kern w:val="2"/>
                <w:szCs w:val="28"/>
              </w:rPr>
              <w:t> </w:t>
            </w:r>
            <w:r w:rsidRPr="00D85201">
              <w:rPr>
                <w:kern w:val="2"/>
                <w:szCs w:val="28"/>
              </w:rPr>
              <w:t>Рыбинск, ул.</w:t>
            </w:r>
            <w:r>
              <w:rPr>
                <w:kern w:val="2"/>
                <w:szCs w:val="28"/>
              </w:rPr>
              <w:t> 9 Мая, д. 21, пом. </w:t>
            </w:r>
            <w:r w:rsidRPr="00D85201">
              <w:rPr>
                <w:kern w:val="2"/>
                <w:szCs w:val="28"/>
              </w:rPr>
              <w:t>I</w:t>
            </w:r>
          </w:p>
        </w:tc>
        <w:tc>
          <w:tcPr>
            <w:tcW w:w="2125" w:type="dxa"/>
            <w:tcBorders>
              <w:right w:val="single" w:sz="4" w:space="0" w:color="auto"/>
            </w:tcBorders>
          </w:tcPr>
          <w:p w:rsidR="00742BFD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  <w:r w:rsidRPr="00D85201">
              <w:rPr>
                <w:kern w:val="2"/>
                <w:szCs w:val="28"/>
              </w:rPr>
              <w:t xml:space="preserve">нежилое </w:t>
            </w:r>
          </w:p>
          <w:p w:rsidR="00742BFD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помеще</w:t>
            </w:r>
            <w:r w:rsidRPr="00D85201">
              <w:rPr>
                <w:kern w:val="2"/>
                <w:szCs w:val="28"/>
              </w:rPr>
              <w:t>ние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BFD" w:rsidRPr="00D85201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742BFD" w:rsidRPr="00D3750E" w:rsidTr="00E332EF">
        <w:trPr>
          <w:gridBefore w:val="1"/>
          <w:wBefore w:w="431" w:type="dxa"/>
        </w:trPr>
        <w:tc>
          <w:tcPr>
            <w:tcW w:w="562" w:type="dxa"/>
          </w:tcPr>
          <w:p w:rsidR="00742BFD" w:rsidRDefault="00742BFD" w:rsidP="00582591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54</w:t>
            </w:r>
          </w:p>
        </w:tc>
        <w:tc>
          <w:tcPr>
            <w:tcW w:w="3549" w:type="dxa"/>
          </w:tcPr>
          <w:p w:rsidR="00742BFD" w:rsidRDefault="00742BFD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 xml:space="preserve">Нежилое здание, </w:t>
            </w:r>
          </w:p>
          <w:p w:rsidR="00742BFD" w:rsidRDefault="00742BFD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>кадастровый номер 76:22:010101:3133</w:t>
            </w:r>
          </w:p>
          <w:p w:rsidR="00742BFD" w:rsidRDefault="00742BFD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  <w:p w:rsidR="00742BFD" w:rsidRDefault="00742BFD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  <w:p w:rsidR="00742BFD" w:rsidRDefault="00742BFD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 w:rsidRPr="00B52C47">
              <w:rPr>
                <w:color w:val="000000" w:themeColor="text1"/>
                <w:kern w:val="2"/>
                <w:szCs w:val="28"/>
              </w:rPr>
              <w:t xml:space="preserve">с земельным участком, </w:t>
            </w:r>
          </w:p>
          <w:p w:rsidR="00742BFD" w:rsidRDefault="00742BFD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>ка</w:t>
            </w:r>
            <w:r w:rsidRPr="00B52C47">
              <w:rPr>
                <w:color w:val="000000" w:themeColor="text1"/>
                <w:kern w:val="2"/>
                <w:szCs w:val="28"/>
              </w:rPr>
              <w:t>дастровый номер 76:</w:t>
            </w:r>
            <w:r>
              <w:rPr>
                <w:color w:val="000000" w:themeColor="text1"/>
                <w:kern w:val="2"/>
                <w:szCs w:val="28"/>
              </w:rPr>
              <w:t>22</w:t>
            </w:r>
            <w:r w:rsidRPr="00B52C47">
              <w:rPr>
                <w:color w:val="000000" w:themeColor="text1"/>
                <w:kern w:val="2"/>
                <w:szCs w:val="28"/>
              </w:rPr>
              <w:t>:</w:t>
            </w:r>
            <w:r>
              <w:rPr>
                <w:color w:val="000000" w:themeColor="text1"/>
                <w:kern w:val="2"/>
                <w:szCs w:val="28"/>
              </w:rPr>
              <w:t>010717</w:t>
            </w:r>
            <w:r w:rsidRPr="00B52C47">
              <w:rPr>
                <w:color w:val="000000" w:themeColor="text1"/>
                <w:kern w:val="2"/>
                <w:szCs w:val="28"/>
              </w:rPr>
              <w:t>:</w:t>
            </w:r>
            <w:r>
              <w:rPr>
                <w:color w:val="000000" w:themeColor="text1"/>
                <w:kern w:val="2"/>
                <w:szCs w:val="28"/>
              </w:rPr>
              <w:t>287</w:t>
            </w:r>
          </w:p>
          <w:p w:rsidR="00742BFD" w:rsidRDefault="00742BFD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</w:tc>
        <w:tc>
          <w:tcPr>
            <w:tcW w:w="3399" w:type="dxa"/>
          </w:tcPr>
          <w:p w:rsidR="00742BFD" w:rsidRDefault="00742BFD" w:rsidP="00D139F6">
            <w:pPr>
              <w:ind w:firstLine="0"/>
              <w:jc w:val="left"/>
              <w:rPr>
                <w:kern w:val="2"/>
                <w:szCs w:val="28"/>
              </w:rPr>
            </w:pPr>
            <w:r w:rsidRPr="00D139F6">
              <w:rPr>
                <w:kern w:val="2"/>
                <w:szCs w:val="28"/>
              </w:rPr>
              <w:t xml:space="preserve">Ярославская область, </w:t>
            </w:r>
          </w:p>
          <w:p w:rsidR="00742BFD" w:rsidRDefault="00742BFD" w:rsidP="00D139F6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D139F6">
              <w:rPr>
                <w:kern w:val="2"/>
                <w:szCs w:val="28"/>
              </w:rPr>
              <w:t>Угличский</w:t>
            </w:r>
            <w:proofErr w:type="spellEnd"/>
            <w:r w:rsidRPr="00D139F6">
              <w:rPr>
                <w:kern w:val="2"/>
                <w:szCs w:val="28"/>
              </w:rPr>
              <w:t xml:space="preserve"> район, </w:t>
            </w:r>
          </w:p>
          <w:p w:rsidR="00742BFD" w:rsidRDefault="00742BFD" w:rsidP="00D139F6">
            <w:pPr>
              <w:ind w:firstLine="0"/>
              <w:jc w:val="left"/>
              <w:rPr>
                <w:kern w:val="2"/>
                <w:szCs w:val="28"/>
              </w:rPr>
            </w:pPr>
            <w:r w:rsidRPr="00D139F6">
              <w:rPr>
                <w:kern w:val="2"/>
                <w:szCs w:val="28"/>
              </w:rPr>
              <w:t>г.</w:t>
            </w:r>
            <w:r>
              <w:rPr>
                <w:kern w:val="2"/>
                <w:szCs w:val="28"/>
              </w:rPr>
              <w:t> </w:t>
            </w:r>
            <w:r w:rsidRPr="00D139F6">
              <w:rPr>
                <w:kern w:val="2"/>
                <w:szCs w:val="28"/>
              </w:rPr>
              <w:t>Углич, п.</w:t>
            </w:r>
            <w:r>
              <w:rPr>
                <w:kern w:val="2"/>
                <w:szCs w:val="28"/>
              </w:rPr>
              <w:t> </w:t>
            </w:r>
            <w:r w:rsidRPr="00D139F6">
              <w:rPr>
                <w:kern w:val="2"/>
                <w:szCs w:val="28"/>
              </w:rPr>
              <w:t>Мебельщиков, д.</w:t>
            </w:r>
            <w:r>
              <w:rPr>
                <w:kern w:val="2"/>
                <w:szCs w:val="28"/>
              </w:rPr>
              <w:t> </w:t>
            </w:r>
            <w:r w:rsidRPr="00D139F6">
              <w:rPr>
                <w:kern w:val="2"/>
                <w:szCs w:val="28"/>
              </w:rPr>
              <w:t>19</w:t>
            </w:r>
          </w:p>
          <w:p w:rsidR="00742BFD" w:rsidRDefault="00742BFD" w:rsidP="00D139F6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D139F6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Р</w:t>
            </w:r>
            <w:r w:rsidRPr="00D139F6">
              <w:rPr>
                <w:kern w:val="2"/>
                <w:szCs w:val="28"/>
              </w:rPr>
              <w:t xml:space="preserve">оссийская Федерация, Ярославская область, </w:t>
            </w:r>
          </w:p>
          <w:p w:rsidR="00520459" w:rsidRPr="003F319A" w:rsidRDefault="00742BFD" w:rsidP="00520459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3F319A">
              <w:rPr>
                <w:kern w:val="2"/>
                <w:szCs w:val="28"/>
              </w:rPr>
              <w:t>Угличский</w:t>
            </w:r>
            <w:proofErr w:type="spellEnd"/>
            <w:r w:rsidRPr="003F319A">
              <w:rPr>
                <w:kern w:val="2"/>
                <w:szCs w:val="28"/>
              </w:rPr>
              <w:t xml:space="preserve"> район, </w:t>
            </w:r>
            <w:r w:rsidR="00781BFE" w:rsidRPr="008C1851">
              <w:rPr>
                <w:kern w:val="2"/>
                <w:szCs w:val="28"/>
              </w:rPr>
              <w:t>городское поселение Углич,</w:t>
            </w:r>
          </w:p>
          <w:p w:rsidR="00742BFD" w:rsidRPr="00D85201" w:rsidRDefault="00742BFD" w:rsidP="00D139F6">
            <w:pPr>
              <w:ind w:firstLine="0"/>
              <w:jc w:val="left"/>
              <w:rPr>
                <w:kern w:val="2"/>
                <w:szCs w:val="28"/>
              </w:rPr>
            </w:pPr>
            <w:r w:rsidRPr="003F319A">
              <w:rPr>
                <w:kern w:val="2"/>
                <w:szCs w:val="28"/>
              </w:rPr>
              <w:t>г. Углич, п. Мебельщиков</w:t>
            </w:r>
            <w:r w:rsidRPr="00D139F6">
              <w:rPr>
                <w:kern w:val="2"/>
                <w:szCs w:val="28"/>
              </w:rPr>
              <w:t xml:space="preserve">, </w:t>
            </w:r>
            <w:r>
              <w:rPr>
                <w:kern w:val="2"/>
                <w:szCs w:val="28"/>
              </w:rPr>
              <w:t xml:space="preserve">д. </w:t>
            </w:r>
            <w:r w:rsidRPr="00D139F6">
              <w:rPr>
                <w:kern w:val="2"/>
                <w:szCs w:val="28"/>
              </w:rPr>
              <w:t>19</w:t>
            </w:r>
          </w:p>
        </w:tc>
        <w:tc>
          <w:tcPr>
            <w:tcW w:w="2125" w:type="dxa"/>
            <w:tcBorders>
              <w:bottom w:val="single" w:sz="4" w:space="0" w:color="auto"/>
              <w:right w:val="single" w:sz="4" w:space="0" w:color="auto"/>
            </w:tcBorders>
          </w:tcPr>
          <w:p w:rsidR="00742BFD" w:rsidRPr="00D85201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нежилое здание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BFD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742BFD" w:rsidRPr="00D3750E" w:rsidTr="00E332EF">
        <w:trPr>
          <w:gridBefore w:val="1"/>
          <w:wBefore w:w="431" w:type="dxa"/>
        </w:trPr>
        <w:tc>
          <w:tcPr>
            <w:tcW w:w="562" w:type="dxa"/>
          </w:tcPr>
          <w:p w:rsidR="00742BFD" w:rsidRDefault="00742BFD" w:rsidP="00742BFD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  <w:tc>
          <w:tcPr>
            <w:tcW w:w="3549" w:type="dxa"/>
          </w:tcPr>
          <w:p w:rsidR="00742BFD" w:rsidRDefault="00742BFD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 xml:space="preserve">Объект незавершенного строительства, </w:t>
            </w:r>
          </w:p>
          <w:p w:rsidR="00742BFD" w:rsidRDefault="00742BFD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>кадастровый номер 76:22:010208:133</w:t>
            </w:r>
          </w:p>
          <w:p w:rsidR="00742BFD" w:rsidRDefault="00742BFD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  <w:p w:rsidR="00742BFD" w:rsidRDefault="00742BFD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 xml:space="preserve">с земельным участком, </w:t>
            </w:r>
          </w:p>
          <w:p w:rsidR="00742BFD" w:rsidRDefault="00742BFD" w:rsidP="008A3D89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>кадастровый номер 76:22:010208:113</w:t>
            </w:r>
          </w:p>
        </w:tc>
        <w:tc>
          <w:tcPr>
            <w:tcW w:w="3399" w:type="dxa"/>
          </w:tcPr>
          <w:p w:rsidR="00742BFD" w:rsidRDefault="00742BFD" w:rsidP="00D139F6">
            <w:pPr>
              <w:ind w:firstLine="0"/>
              <w:jc w:val="left"/>
              <w:rPr>
                <w:kern w:val="2"/>
                <w:szCs w:val="28"/>
              </w:rPr>
            </w:pPr>
            <w:r w:rsidRPr="00F70BF5">
              <w:rPr>
                <w:kern w:val="2"/>
                <w:szCs w:val="28"/>
              </w:rPr>
              <w:t xml:space="preserve">Ярославская область, </w:t>
            </w:r>
          </w:p>
          <w:p w:rsidR="00742BFD" w:rsidRDefault="00742BFD" w:rsidP="00D139F6">
            <w:pPr>
              <w:ind w:firstLine="0"/>
              <w:jc w:val="left"/>
              <w:rPr>
                <w:kern w:val="2"/>
                <w:szCs w:val="28"/>
              </w:rPr>
            </w:pPr>
            <w:r w:rsidRPr="00F70BF5">
              <w:rPr>
                <w:kern w:val="2"/>
                <w:szCs w:val="28"/>
              </w:rPr>
              <w:t>г. Углич, ул. Северн</w:t>
            </w:r>
            <w:r>
              <w:rPr>
                <w:kern w:val="2"/>
                <w:szCs w:val="28"/>
              </w:rPr>
              <w:t>ая, д. </w:t>
            </w:r>
            <w:r w:rsidRPr="00F70BF5">
              <w:rPr>
                <w:kern w:val="2"/>
                <w:szCs w:val="28"/>
              </w:rPr>
              <w:t>7</w:t>
            </w:r>
          </w:p>
          <w:p w:rsidR="00742BFD" w:rsidRDefault="00742BFD" w:rsidP="00D139F6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D139F6">
            <w:pPr>
              <w:ind w:firstLine="0"/>
              <w:jc w:val="left"/>
              <w:rPr>
                <w:kern w:val="2"/>
                <w:szCs w:val="28"/>
              </w:rPr>
            </w:pPr>
          </w:p>
          <w:p w:rsidR="00675C23" w:rsidRDefault="00675C23" w:rsidP="00D139F6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D139F6">
            <w:pPr>
              <w:ind w:firstLine="0"/>
              <w:jc w:val="left"/>
              <w:rPr>
                <w:kern w:val="2"/>
                <w:szCs w:val="28"/>
              </w:rPr>
            </w:pPr>
            <w:r w:rsidRPr="00F70BF5">
              <w:rPr>
                <w:kern w:val="2"/>
                <w:szCs w:val="28"/>
              </w:rPr>
              <w:t xml:space="preserve">Ярославская область, </w:t>
            </w:r>
          </w:p>
          <w:p w:rsidR="00742BFD" w:rsidRPr="00D139F6" w:rsidRDefault="00742BFD" w:rsidP="00D139F6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г. Углич, ул. Северная, д. </w:t>
            </w:r>
            <w:r w:rsidRPr="00F70BF5">
              <w:rPr>
                <w:kern w:val="2"/>
                <w:szCs w:val="28"/>
              </w:rPr>
              <w:t>7</w:t>
            </w:r>
          </w:p>
        </w:tc>
        <w:tc>
          <w:tcPr>
            <w:tcW w:w="2125" w:type="dxa"/>
            <w:tcBorders>
              <w:bottom w:val="single" w:sz="4" w:space="0" w:color="auto"/>
              <w:right w:val="single" w:sz="4" w:space="0" w:color="auto"/>
            </w:tcBorders>
          </w:tcPr>
          <w:p w:rsidR="00742BFD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BFD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742BFD" w:rsidRPr="00D3750E" w:rsidTr="00E332EF">
        <w:trPr>
          <w:gridBefore w:val="1"/>
          <w:wBefore w:w="431" w:type="dxa"/>
        </w:trPr>
        <w:tc>
          <w:tcPr>
            <w:tcW w:w="562" w:type="dxa"/>
          </w:tcPr>
          <w:p w:rsidR="00742BFD" w:rsidRDefault="00742BFD" w:rsidP="00582591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56</w:t>
            </w:r>
          </w:p>
        </w:tc>
        <w:tc>
          <w:tcPr>
            <w:tcW w:w="3549" w:type="dxa"/>
          </w:tcPr>
          <w:p w:rsidR="00742BFD" w:rsidRPr="003F319A" w:rsidRDefault="00CD7222" w:rsidP="00F70BF5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 w:rsidRPr="003F319A">
              <w:rPr>
                <w:color w:val="000000" w:themeColor="text1"/>
                <w:kern w:val="2"/>
                <w:szCs w:val="28"/>
              </w:rPr>
              <w:t>З</w:t>
            </w:r>
            <w:r w:rsidR="00742BFD" w:rsidRPr="003F319A">
              <w:rPr>
                <w:color w:val="000000" w:themeColor="text1"/>
                <w:kern w:val="2"/>
                <w:szCs w:val="28"/>
              </w:rPr>
              <w:t xml:space="preserve">дание, </w:t>
            </w:r>
          </w:p>
          <w:p w:rsidR="00742BFD" w:rsidRPr="003F319A" w:rsidRDefault="00742BFD" w:rsidP="00F70BF5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 w:rsidRPr="003F319A">
              <w:rPr>
                <w:color w:val="000000" w:themeColor="text1"/>
                <w:kern w:val="2"/>
                <w:szCs w:val="28"/>
              </w:rPr>
              <w:t>кадастровый номер 76:16:020333:370</w:t>
            </w:r>
          </w:p>
          <w:p w:rsidR="00CD7222" w:rsidRPr="003F319A" w:rsidRDefault="00CD7222" w:rsidP="00F70BF5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  <w:p w:rsidR="00742BFD" w:rsidRPr="003F319A" w:rsidRDefault="00742BFD" w:rsidP="00F70BF5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 w:rsidRPr="003F319A">
              <w:rPr>
                <w:color w:val="000000" w:themeColor="text1"/>
                <w:kern w:val="2"/>
                <w:szCs w:val="28"/>
              </w:rPr>
              <w:t xml:space="preserve">с земельным участком, </w:t>
            </w:r>
          </w:p>
          <w:p w:rsidR="00742BFD" w:rsidRPr="003F319A" w:rsidRDefault="00742BFD" w:rsidP="00F70BF5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 w:rsidRPr="003F319A">
              <w:rPr>
                <w:color w:val="000000" w:themeColor="text1"/>
                <w:kern w:val="2"/>
                <w:szCs w:val="28"/>
              </w:rPr>
              <w:t>кадастровый номер 76:16:020333:375</w:t>
            </w:r>
          </w:p>
        </w:tc>
        <w:tc>
          <w:tcPr>
            <w:tcW w:w="3399" w:type="dxa"/>
          </w:tcPr>
          <w:p w:rsidR="00742BFD" w:rsidRDefault="00742BFD" w:rsidP="00F70BF5">
            <w:pPr>
              <w:ind w:firstLine="0"/>
              <w:jc w:val="left"/>
              <w:rPr>
                <w:kern w:val="2"/>
                <w:szCs w:val="28"/>
              </w:rPr>
            </w:pPr>
            <w:r w:rsidRPr="00F70BF5">
              <w:rPr>
                <w:kern w:val="2"/>
                <w:szCs w:val="28"/>
              </w:rPr>
              <w:t xml:space="preserve">Ярославская область, </w:t>
            </w:r>
          </w:p>
          <w:p w:rsidR="00742BFD" w:rsidRDefault="00742BFD" w:rsidP="00F70BF5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F70BF5">
              <w:rPr>
                <w:kern w:val="2"/>
                <w:szCs w:val="28"/>
              </w:rPr>
              <w:t>Угличский</w:t>
            </w:r>
            <w:proofErr w:type="spellEnd"/>
            <w:r w:rsidRPr="00F70BF5">
              <w:rPr>
                <w:kern w:val="2"/>
                <w:szCs w:val="28"/>
              </w:rPr>
              <w:t xml:space="preserve"> район, </w:t>
            </w:r>
          </w:p>
          <w:p w:rsidR="00742BFD" w:rsidRDefault="00742BFD" w:rsidP="00F70BF5">
            <w:pPr>
              <w:ind w:firstLine="0"/>
              <w:jc w:val="left"/>
              <w:rPr>
                <w:kern w:val="2"/>
                <w:szCs w:val="28"/>
              </w:rPr>
            </w:pPr>
            <w:r w:rsidRPr="00F70BF5">
              <w:rPr>
                <w:kern w:val="2"/>
                <w:szCs w:val="28"/>
              </w:rPr>
              <w:t>д</w:t>
            </w:r>
            <w:r>
              <w:rPr>
                <w:kern w:val="2"/>
                <w:szCs w:val="28"/>
              </w:rPr>
              <w:t>. </w:t>
            </w:r>
            <w:proofErr w:type="spellStart"/>
            <w:r w:rsidRPr="00F70BF5">
              <w:rPr>
                <w:kern w:val="2"/>
                <w:szCs w:val="28"/>
              </w:rPr>
              <w:t>Бурмасово</w:t>
            </w:r>
            <w:proofErr w:type="spellEnd"/>
          </w:p>
          <w:p w:rsidR="00CD7222" w:rsidRDefault="00CD7222" w:rsidP="00F70BF5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742BFD" w:rsidP="002B3D99">
            <w:pPr>
              <w:ind w:firstLine="0"/>
              <w:jc w:val="left"/>
              <w:rPr>
                <w:kern w:val="2"/>
                <w:szCs w:val="28"/>
              </w:rPr>
            </w:pPr>
            <w:r w:rsidRPr="002B3D99">
              <w:rPr>
                <w:kern w:val="2"/>
                <w:szCs w:val="28"/>
              </w:rPr>
              <w:t xml:space="preserve">Ярославская область, </w:t>
            </w:r>
          </w:p>
          <w:p w:rsidR="00742BFD" w:rsidRPr="00F70BF5" w:rsidRDefault="00742BFD" w:rsidP="00742BFD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2B3D99">
              <w:rPr>
                <w:kern w:val="2"/>
                <w:szCs w:val="28"/>
              </w:rPr>
              <w:t>Угличский</w:t>
            </w:r>
            <w:proofErr w:type="spellEnd"/>
            <w:r>
              <w:rPr>
                <w:kern w:val="2"/>
                <w:szCs w:val="28"/>
              </w:rPr>
              <w:t xml:space="preserve"> район</w:t>
            </w:r>
            <w:r w:rsidRPr="002B3D99">
              <w:rPr>
                <w:kern w:val="2"/>
                <w:szCs w:val="28"/>
              </w:rPr>
              <w:t xml:space="preserve">, </w:t>
            </w:r>
            <w:proofErr w:type="spellStart"/>
            <w:r w:rsidRPr="002B3D99">
              <w:rPr>
                <w:kern w:val="2"/>
                <w:szCs w:val="28"/>
              </w:rPr>
              <w:t>Отрадновский</w:t>
            </w:r>
            <w:proofErr w:type="spellEnd"/>
            <w:r>
              <w:rPr>
                <w:kern w:val="2"/>
                <w:szCs w:val="28"/>
              </w:rPr>
              <w:t xml:space="preserve"> сельский округ</w:t>
            </w:r>
            <w:r w:rsidRPr="002B3D99">
              <w:rPr>
                <w:kern w:val="2"/>
                <w:szCs w:val="28"/>
              </w:rPr>
              <w:t>, д</w:t>
            </w:r>
            <w:r>
              <w:rPr>
                <w:kern w:val="2"/>
                <w:szCs w:val="28"/>
              </w:rPr>
              <w:t>. </w:t>
            </w:r>
            <w:proofErr w:type="spellStart"/>
            <w:r w:rsidRPr="002B3D99">
              <w:rPr>
                <w:kern w:val="2"/>
                <w:szCs w:val="28"/>
              </w:rPr>
              <w:t>Бурмасово</w:t>
            </w:r>
            <w:proofErr w:type="spellEnd"/>
          </w:p>
        </w:tc>
        <w:tc>
          <w:tcPr>
            <w:tcW w:w="2125" w:type="dxa"/>
            <w:tcBorders>
              <w:right w:val="single" w:sz="4" w:space="0" w:color="auto"/>
            </w:tcBorders>
          </w:tcPr>
          <w:p w:rsidR="00742BFD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нежилое здание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BFD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742BFD" w:rsidRPr="00D3750E" w:rsidTr="00E332EF">
        <w:trPr>
          <w:gridBefore w:val="1"/>
          <w:wBefore w:w="431" w:type="dxa"/>
        </w:trPr>
        <w:tc>
          <w:tcPr>
            <w:tcW w:w="562" w:type="dxa"/>
          </w:tcPr>
          <w:p w:rsidR="00742BFD" w:rsidRDefault="00742BFD" w:rsidP="00582591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t>57</w:t>
            </w:r>
          </w:p>
        </w:tc>
        <w:tc>
          <w:tcPr>
            <w:tcW w:w="3549" w:type="dxa"/>
          </w:tcPr>
          <w:p w:rsidR="00742BFD" w:rsidRDefault="00742BFD" w:rsidP="001477EE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 xml:space="preserve">Лаборатория, </w:t>
            </w:r>
          </w:p>
          <w:p w:rsidR="00742BFD" w:rsidRPr="001477EE" w:rsidRDefault="00742BFD" w:rsidP="001477EE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>кадастро</w:t>
            </w:r>
            <w:r w:rsidRPr="001477EE">
              <w:rPr>
                <w:color w:val="000000" w:themeColor="text1"/>
                <w:kern w:val="2"/>
                <w:szCs w:val="28"/>
              </w:rPr>
              <w:t>вый номер 76:</w:t>
            </w:r>
            <w:r>
              <w:rPr>
                <w:color w:val="000000" w:themeColor="text1"/>
                <w:kern w:val="2"/>
                <w:szCs w:val="28"/>
              </w:rPr>
              <w:t>17</w:t>
            </w:r>
            <w:r w:rsidRPr="001477EE">
              <w:rPr>
                <w:color w:val="000000" w:themeColor="text1"/>
                <w:kern w:val="2"/>
                <w:szCs w:val="28"/>
              </w:rPr>
              <w:t>:</w:t>
            </w:r>
            <w:r>
              <w:rPr>
                <w:color w:val="000000" w:themeColor="text1"/>
                <w:kern w:val="2"/>
                <w:szCs w:val="28"/>
              </w:rPr>
              <w:t>082301</w:t>
            </w:r>
            <w:r w:rsidRPr="001477EE">
              <w:rPr>
                <w:color w:val="000000" w:themeColor="text1"/>
                <w:kern w:val="2"/>
                <w:szCs w:val="28"/>
              </w:rPr>
              <w:t>:</w:t>
            </w:r>
            <w:r>
              <w:rPr>
                <w:color w:val="000000" w:themeColor="text1"/>
                <w:kern w:val="2"/>
                <w:szCs w:val="28"/>
              </w:rPr>
              <w:t>106</w:t>
            </w:r>
          </w:p>
          <w:p w:rsidR="00CD7222" w:rsidRDefault="00CD7222" w:rsidP="001477EE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  <w:p w:rsidR="00781BFE" w:rsidRPr="001477EE" w:rsidRDefault="00781BFE" w:rsidP="001477EE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  <w:p w:rsidR="00742BFD" w:rsidRDefault="00742BFD" w:rsidP="001477EE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 w:rsidRPr="001477EE">
              <w:rPr>
                <w:color w:val="000000" w:themeColor="text1"/>
                <w:kern w:val="2"/>
                <w:szCs w:val="28"/>
              </w:rPr>
              <w:t xml:space="preserve">с земельным участком, </w:t>
            </w:r>
          </w:p>
          <w:p w:rsidR="00742BFD" w:rsidRPr="00F70BF5" w:rsidRDefault="00742BFD" w:rsidP="001477EE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>ка</w:t>
            </w:r>
            <w:r w:rsidRPr="001477EE">
              <w:rPr>
                <w:color w:val="000000" w:themeColor="text1"/>
                <w:kern w:val="2"/>
                <w:szCs w:val="28"/>
              </w:rPr>
              <w:t>дастровый номер 76:</w:t>
            </w:r>
            <w:r>
              <w:rPr>
                <w:color w:val="000000" w:themeColor="text1"/>
                <w:kern w:val="2"/>
                <w:szCs w:val="28"/>
              </w:rPr>
              <w:t>17</w:t>
            </w:r>
            <w:r w:rsidRPr="001477EE">
              <w:rPr>
                <w:color w:val="000000" w:themeColor="text1"/>
                <w:kern w:val="2"/>
                <w:szCs w:val="28"/>
              </w:rPr>
              <w:t>:</w:t>
            </w:r>
            <w:r>
              <w:rPr>
                <w:color w:val="000000" w:themeColor="text1"/>
                <w:kern w:val="2"/>
                <w:szCs w:val="28"/>
              </w:rPr>
              <w:t>082301</w:t>
            </w:r>
            <w:r w:rsidRPr="001477EE">
              <w:rPr>
                <w:color w:val="000000" w:themeColor="text1"/>
                <w:kern w:val="2"/>
                <w:szCs w:val="28"/>
              </w:rPr>
              <w:t>:</w:t>
            </w:r>
            <w:r>
              <w:rPr>
                <w:color w:val="000000" w:themeColor="text1"/>
                <w:kern w:val="2"/>
                <w:szCs w:val="28"/>
              </w:rPr>
              <w:t>94</w:t>
            </w:r>
          </w:p>
        </w:tc>
        <w:tc>
          <w:tcPr>
            <w:tcW w:w="3399" w:type="dxa"/>
          </w:tcPr>
          <w:p w:rsidR="00781BFE" w:rsidRPr="008C1851" w:rsidRDefault="00742BFD" w:rsidP="001477EE">
            <w:pPr>
              <w:ind w:firstLine="0"/>
              <w:jc w:val="left"/>
              <w:rPr>
                <w:kern w:val="2"/>
                <w:szCs w:val="28"/>
              </w:rPr>
            </w:pPr>
            <w:r w:rsidRPr="008C1851">
              <w:rPr>
                <w:kern w:val="2"/>
                <w:szCs w:val="28"/>
              </w:rPr>
              <w:t xml:space="preserve">Ярославская область, Ярославский район, </w:t>
            </w:r>
          </w:p>
          <w:p w:rsidR="00742BFD" w:rsidRPr="008C1851" w:rsidRDefault="00781BFE" w:rsidP="001477EE">
            <w:pPr>
              <w:ind w:firstLine="0"/>
              <w:jc w:val="left"/>
              <w:rPr>
                <w:kern w:val="2"/>
                <w:szCs w:val="28"/>
              </w:rPr>
            </w:pPr>
            <w:r w:rsidRPr="008C1851">
              <w:rPr>
                <w:kern w:val="2"/>
                <w:szCs w:val="28"/>
              </w:rPr>
              <w:t xml:space="preserve">Заволжское сельское поселение, </w:t>
            </w:r>
            <w:r w:rsidR="00742BFD" w:rsidRPr="008C1851">
              <w:rPr>
                <w:kern w:val="2"/>
                <w:szCs w:val="28"/>
              </w:rPr>
              <w:t>д. Боярское, д. 23</w:t>
            </w:r>
          </w:p>
          <w:p w:rsidR="00CD7222" w:rsidRPr="008C1851" w:rsidRDefault="00CD7222" w:rsidP="001477EE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81BFE" w:rsidRPr="008C1851" w:rsidRDefault="00742BFD" w:rsidP="00520459">
            <w:pPr>
              <w:ind w:firstLine="0"/>
              <w:jc w:val="left"/>
              <w:rPr>
                <w:kern w:val="2"/>
                <w:szCs w:val="28"/>
              </w:rPr>
            </w:pPr>
            <w:r w:rsidRPr="008C1851">
              <w:rPr>
                <w:kern w:val="2"/>
                <w:szCs w:val="28"/>
              </w:rPr>
              <w:t xml:space="preserve">Ярославская область, Ярославский район, </w:t>
            </w:r>
          </w:p>
          <w:p w:rsidR="00742BFD" w:rsidRPr="008C1851" w:rsidRDefault="00781BFE" w:rsidP="00520459">
            <w:pPr>
              <w:ind w:firstLine="0"/>
              <w:jc w:val="left"/>
              <w:rPr>
                <w:kern w:val="2"/>
                <w:szCs w:val="28"/>
              </w:rPr>
            </w:pPr>
            <w:r w:rsidRPr="008C1851">
              <w:rPr>
                <w:kern w:val="2"/>
                <w:szCs w:val="28"/>
              </w:rPr>
              <w:t xml:space="preserve">Заволжское сельское поселение, </w:t>
            </w:r>
            <w:r w:rsidR="00742BFD" w:rsidRPr="008C1851">
              <w:rPr>
                <w:kern w:val="2"/>
                <w:szCs w:val="28"/>
              </w:rPr>
              <w:t>д. Боярское</w:t>
            </w:r>
          </w:p>
        </w:tc>
        <w:tc>
          <w:tcPr>
            <w:tcW w:w="2125" w:type="dxa"/>
            <w:tcBorders>
              <w:bottom w:val="single" w:sz="4" w:space="0" w:color="auto"/>
              <w:right w:val="single" w:sz="4" w:space="0" w:color="auto"/>
            </w:tcBorders>
          </w:tcPr>
          <w:p w:rsidR="00742BFD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нежилое здание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BFD" w:rsidRDefault="00742BFD" w:rsidP="00582591">
            <w:pPr>
              <w:ind w:firstLine="0"/>
              <w:jc w:val="left"/>
              <w:rPr>
                <w:kern w:val="2"/>
                <w:szCs w:val="28"/>
              </w:rPr>
            </w:pPr>
          </w:p>
        </w:tc>
      </w:tr>
      <w:tr w:rsidR="00742BFD" w:rsidRPr="00D3750E" w:rsidTr="00781BFE">
        <w:trPr>
          <w:gridBefore w:val="1"/>
          <w:wBefore w:w="431" w:type="dxa"/>
          <w:trHeight w:val="3166"/>
        </w:trPr>
        <w:tc>
          <w:tcPr>
            <w:tcW w:w="562" w:type="dxa"/>
          </w:tcPr>
          <w:p w:rsidR="00742BFD" w:rsidRDefault="00742BFD" w:rsidP="001477EE">
            <w:pPr>
              <w:pStyle w:val="af6"/>
              <w:ind w:left="0" w:firstLine="0"/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58</w:t>
            </w:r>
          </w:p>
        </w:tc>
        <w:tc>
          <w:tcPr>
            <w:tcW w:w="3549" w:type="dxa"/>
          </w:tcPr>
          <w:p w:rsidR="00A27EEA" w:rsidRDefault="00742BFD" w:rsidP="001477EE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>Административное здание, кадастро</w:t>
            </w:r>
            <w:r w:rsidRPr="001477EE">
              <w:rPr>
                <w:color w:val="000000" w:themeColor="text1"/>
                <w:kern w:val="2"/>
                <w:szCs w:val="28"/>
              </w:rPr>
              <w:t>вый номер 76:</w:t>
            </w:r>
            <w:r>
              <w:rPr>
                <w:color w:val="000000" w:themeColor="text1"/>
                <w:kern w:val="2"/>
                <w:szCs w:val="28"/>
              </w:rPr>
              <w:t>06</w:t>
            </w:r>
            <w:r w:rsidRPr="001477EE">
              <w:rPr>
                <w:color w:val="000000" w:themeColor="text1"/>
                <w:kern w:val="2"/>
                <w:szCs w:val="28"/>
              </w:rPr>
              <w:t>:</w:t>
            </w:r>
            <w:r>
              <w:rPr>
                <w:color w:val="000000" w:themeColor="text1"/>
                <w:kern w:val="2"/>
                <w:szCs w:val="28"/>
              </w:rPr>
              <w:t>063101</w:t>
            </w:r>
            <w:r w:rsidRPr="001477EE">
              <w:rPr>
                <w:color w:val="000000" w:themeColor="text1"/>
                <w:kern w:val="2"/>
                <w:szCs w:val="28"/>
              </w:rPr>
              <w:t>:</w:t>
            </w:r>
            <w:r>
              <w:rPr>
                <w:color w:val="000000" w:themeColor="text1"/>
                <w:kern w:val="2"/>
                <w:szCs w:val="28"/>
              </w:rPr>
              <w:t>187</w:t>
            </w:r>
          </w:p>
          <w:p w:rsidR="00A27EEA" w:rsidRDefault="00A27EEA" w:rsidP="001477EE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  <w:p w:rsidR="00A27EEA" w:rsidRDefault="00A27EEA" w:rsidP="001477EE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  <w:p w:rsidR="00675C23" w:rsidRPr="001477EE" w:rsidRDefault="00675C23" w:rsidP="001477EE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</w:p>
          <w:p w:rsidR="00742BFD" w:rsidRDefault="00742BFD" w:rsidP="001477EE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 w:rsidRPr="001477EE">
              <w:rPr>
                <w:color w:val="000000" w:themeColor="text1"/>
                <w:kern w:val="2"/>
                <w:szCs w:val="28"/>
              </w:rPr>
              <w:t xml:space="preserve">с земельным участком, </w:t>
            </w:r>
          </w:p>
          <w:p w:rsidR="00742BFD" w:rsidRPr="00F70BF5" w:rsidRDefault="00742BFD" w:rsidP="001477EE">
            <w:pPr>
              <w:autoSpaceDE w:val="0"/>
              <w:autoSpaceDN w:val="0"/>
              <w:adjustRightInd w:val="0"/>
              <w:ind w:firstLine="0"/>
              <w:jc w:val="left"/>
              <w:rPr>
                <w:color w:val="000000" w:themeColor="text1"/>
                <w:kern w:val="2"/>
                <w:szCs w:val="28"/>
              </w:rPr>
            </w:pPr>
            <w:r>
              <w:rPr>
                <w:color w:val="000000" w:themeColor="text1"/>
                <w:kern w:val="2"/>
                <w:szCs w:val="28"/>
              </w:rPr>
              <w:t>ка</w:t>
            </w:r>
            <w:r w:rsidRPr="001477EE">
              <w:rPr>
                <w:color w:val="000000" w:themeColor="text1"/>
                <w:kern w:val="2"/>
                <w:szCs w:val="28"/>
              </w:rPr>
              <w:t>дастровый номер 76:</w:t>
            </w:r>
            <w:r>
              <w:rPr>
                <w:color w:val="000000" w:themeColor="text1"/>
                <w:kern w:val="2"/>
                <w:szCs w:val="28"/>
              </w:rPr>
              <w:t>06</w:t>
            </w:r>
            <w:r w:rsidRPr="001477EE">
              <w:rPr>
                <w:color w:val="000000" w:themeColor="text1"/>
                <w:kern w:val="2"/>
                <w:szCs w:val="28"/>
              </w:rPr>
              <w:t>:</w:t>
            </w:r>
            <w:r>
              <w:rPr>
                <w:color w:val="000000" w:themeColor="text1"/>
                <w:kern w:val="2"/>
                <w:szCs w:val="28"/>
              </w:rPr>
              <w:t>063101</w:t>
            </w:r>
            <w:r w:rsidRPr="001477EE">
              <w:rPr>
                <w:color w:val="000000" w:themeColor="text1"/>
                <w:kern w:val="2"/>
                <w:szCs w:val="28"/>
              </w:rPr>
              <w:t>:</w:t>
            </w:r>
            <w:r>
              <w:rPr>
                <w:color w:val="000000" w:themeColor="text1"/>
                <w:kern w:val="2"/>
                <w:szCs w:val="28"/>
              </w:rPr>
              <w:t>47</w:t>
            </w:r>
          </w:p>
        </w:tc>
        <w:tc>
          <w:tcPr>
            <w:tcW w:w="3399" w:type="dxa"/>
          </w:tcPr>
          <w:p w:rsidR="00675C23" w:rsidRDefault="00742BFD" w:rsidP="001477EE">
            <w:pPr>
              <w:ind w:firstLine="0"/>
              <w:jc w:val="left"/>
              <w:rPr>
                <w:kern w:val="2"/>
                <w:szCs w:val="28"/>
              </w:rPr>
            </w:pPr>
            <w:r w:rsidRPr="001477EE">
              <w:rPr>
                <w:kern w:val="2"/>
                <w:szCs w:val="28"/>
              </w:rPr>
              <w:t xml:space="preserve">Ярославская область, </w:t>
            </w:r>
          </w:p>
          <w:p w:rsidR="00675C23" w:rsidRDefault="00742BFD" w:rsidP="001477EE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1477EE">
              <w:rPr>
                <w:kern w:val="2"/>
                <w:szCs w:val="28"/>
              </w:rPr>
              <w:t>Любимский</w:t>
            </w:r>
            <w:proofErr w:type="spellEnd"/>
            <w:r w:rsidRPr="001477EE">
              <w:rPr>
                <w:kern w:val="2"/>
                <w:szCs w:val="28"/>
              </w:rPr>
              <w:t xml:space="preserve"> район, д.</w:t>
            </w:r>
            <w:r>
              <w:rPr>
                <w:kern w:val="2"/>
                <w:szCs w:val="28"/>
              </w:rPr>
              <w:t> </w:t>
            </w:r>
            <w:proofErr w:type="spellStart"/>
            <w:r w:rsidRPr="001477EE">
              <w:rPr>
                <w:kern w:val="2"/>
                <w:szCs w:val="28"/>
              </w:rPr>
              <w:t>Стряпово</w:t>
            </w:r>
            <w:proofErr w:type="spellEnd"/>
            <w:r w:rsidRPr="001477EE">
              <w:rPr>
                <w:kern w:val="2"/>
                <w:szCs w:val="28"/>
              </w:rPr>
              <w:t xml:space="preserve">, </w:t>
            </w:r>
          </w:p>
          <w:p w:rsidR="00742BFD" w:rsidRDefault="00742BFD" w:rsidP="001477EE">
            <w:pPr>
              <w:ind w:firstLine="0"/>
              <w:jc w:val="left"/>
              <w:rPr>
                <w:kern w:val="2"/>
                <w:szCs w:val="28"/>
              </w:rPr>
            </w:pPr>
            <w:r w:rsidRPr="001477EE">
              <w:rPr>
                <w:kern w:val="2"/>
                <w:szCs w:val="28"/>
              </w:rPr>
              <w:t>ул.</w:t>
            </w:r>
            <w:r>
              <w:rPr>
                <w:kern w:val="2"/>
                <w:szCs w:val="28"/>
              </w:rPr>
              <w:t> </w:t>
            </w:r>
            <w:r w:rsidRPr="001477EE">
              <w:rPr>
                <w:kern w:val="2"/>
                <w:szCs w:val="28"/>
              </w:rPr>
              <w:t>Красноармейская, д.</w:t>
            </w:r>
            <w:r>
              <w:rPr>
                <w:kern w:val="2"/>
                <w:szCs w:val="28"/>
              </w:rPr>
              <w:t> </w:t>
            </w:r>
            <w:r w:rsidRPr="001477EE">
              <w:rPr>
                <w:kern w:val="2"/>
                <w:szCs w:val="28"/>
              </w:rPr>
              <w:t>103</w:t>
            </w:r>
          </w:p>
          <w:p w:rsidR="00675C23" w:rsidRDefault="00675C23" w:rsidP="001477EE">
            <w:pPr>
              <w:ind w:firstLine="0"/>
              <w:jc w:val="left"/>
              <w:rPr>
                <w:kern w:val="2"/>
                <w:szCs w:val="28"/>
              </w:rPr>
            </w:pPr>
          </w:p>
          <w:p w:rsidR="00675C23" w:rsidRDefault="00742BFD" w:rsidP="001477EE">
            <w:pPr>
              <w:ind w:firstLine="0"/>
              <w:jc w:val="left"/>
              <w:rPr>
                <w:kern w:val="2"/>
                <w:szCs w:val="28"/>
              </w:rPr>
            </w:pPr>
            <w:r w:rsidRPr="001477EE">
              <w:rPr>
                <w:kern w:val="2"/>
                <w:szCs w:val="28"/>
              </w:rPr>
              <w:t xml:space="preserve">Ярославская область, </w:t>
            </w:r>
          </w:p>
          <w:p w:rsidR="00742BFD" w:rsidRPr="00F70BF5" w:rsidRDefault="00742BFD" w:rsidP="001477EE">
            <w:pPr>
              <w:ind w:firstLine="0"/>
              <w:jc w:val="left"/>
              <w:rPr>
                <w:kern w:val="2"/>
                <w:szCs w:val="28"/>
              </w:rPr>
            </w:pPr>
            <w:proofErr w:type="spellStart"/>
            <w:r w:rsidRPr="001477EE">
              <w:rPr>
                <w:kern w:val="2"/>
                <w:szCs w:val="28"/>
              </w:rPr>
              <w:t>Любимский</w:t>
            </w:r>
            <w:proofErr w:type="spellEnd"/>
            <w:r>
              <w:rPr>
                <w:kern w:val="2"/>
                <w:szCs w:val="28"/>
              </w:rPr>
              <w:t xml:space="preserve"> район</w:t>
            </w:r>
            <w:r w:rsidRPr="001477EE">
              <w:rPr>
                <w:kern w:val="2"/>
                <w:szCs w:val="28"/>
              </w:rPr>
              <w:t>, д.</w:t>
            </w:r>
            <w:r>
              <w:rPr>
                <w:kern w:val="2"/>
                <w:szCs w:val="28"/>
              </w:rPr>
              <w:t> </w:t>
            </w:r>
            <w:proofErr w:type="spellStart"/>
            <w:r w:rsidRPr="001477EE">
              <w:rPr>
                <w:kern w:val="2"/>
                <w:szCs w:val="28"/>
              </w:rPr>
              <w:t>Стряпово</w:t>
            </w:r>
            <w:proofErr w:type="spellEnd"/>
          </w:p>
        </w:tc>
        <w:tc>
          <w:tcPr>
            <w:tcW w:w="2125" w:type="dxa"/>
            <w:tcBorders>
              <w:right w:val="single" w:sz="4" w:space="0" w:color="auto"/>
            </w:tcBorders>
          </w:tcPr>
          <w:p w:rsidR="00742BFD" w:rsidRDefault="00742BFD" w:rsidP="001477EE">
            <w:pPr>
              <w:ind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>нежилое здание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42BFD" w:rsidRDefault="00742BFD" w:rsidP="00742BFD">
            <w:pPr>
              <w:ind w:firstLine="0"/>
              <w:jc w:val="left"/>
              <w:rPr>
                <w:kern w:val="2"/>
                <w:szCs w:val="28"/>
              </w:rPr>
            </w:pPr>
          </w:p>
          <w:p w:rsidR="00A27EEA" w:rsidRDefault="00A27EEA" w:rsidP="00742BFD">
            <w:pPr>
              <w:ind w:firstLine="0"/>
              <w:jc w:val="left"/>
              <w:rPr>
                <w:kern w:val="2"/>
                <w:szCs w:val="28"/>
              </w:rPr>
            </w:pPr>
          </w:p>
          <w:p w:rsidR="00A27EEA" w:rsidRDefault="00A27EEA" w:rsidP="00742BFD">
            <w:pPr>
              <w:ind w:firstLine="0"/>
              <w:jc w:val="left"/>
              <w:rPr>
                <w:kern w:val="2"/>
                <w:szCs w:val="28"/>
              </w:rPr>
            </w:pPr>
          </w:p>
          <w:p w:rsidR="00A27EEA" w:rsidRDefault="00A27EEA" w:rsidP="00742BFD">
            <w:pPr>
              <w:ind w:firstLine="0"/>
              <w:jc w:val="left"/>
              <w:rPr>
                <w:kern w:val="2"/>
                <w:szCs w:val="28"/>
              </w:rPr>
            </w:pPr>
          </w:p>
          <w:p w:rsidR="00A27EEA" w:rsidRDefault="00A27EEA" w:rsidP="00742BFD">
            <w:pPr>
              <w:ind w:firstLine="0"/>
              <w:jc w:val="left"/>
              <w:rPr>
                <w:kern w:val="2"/>
                <w:szCs w:val="28"/>
              </w:rPr>
            </w:pPr>
          </w:p>
          <w:p w:rsidR="00A27EEA" w:rsidRDefault="00A27EEA" w:rsidP="00742BFD">
            <w:pPr>
              <w:ind w:firstLine="0"/>
              <w:jc w:val="left"/>
              <w:rPr>
                <w:kern w:val="2"/>
                <w:szCs w:val="28"/>
              </w:rPr>
            </w:pPr>
          </w:p>
          <w:p w:rsidR="00A27EEA" w:rsidRDefault="00A27EEA" w:rsidP="00742BFD">
            <w:pPr>
              <w:ind w:firstLine="0"/>
              <w:jc w:val="left"/>
              <w:rPr>
                <w:kern w:val="2"/>
                <w:szCs w:val="28"/>
              </w:rPr>
            </w:pPr>
          </w:p>
          <w:p w:rsidR="00A27EEA" w:rsidRDefault="00A27EEA" w:rsidP="00742BFD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81BFE" w:rsidRDefault="00781BFE" w:rsidP="00742BFD">
            <w:pPr>
              <w:ind w:firstLine="0"/>
              <w:jc w:val="left"/>
              <w:rPr>
                <w:kern w:val="2"/>
                <w:szCs w:val="28"/>
              </w:rPr>
            </w:pPr>
          </w:p>
          <w:p w:rsidR="00742BFD" w:rsidRDefault="00426174" w:rsidP="00426174">
            <w:pPr>
              <w:ind w:left="-108" w:firstLine="0"/>
              <w:jc w:val="left"/>
              <w:rPr>
                <w:kern w:val="2"/>
                <w:szCs w:val="28"/>
              </w:rPr>
            </w:pPr>
            <w:r>
              <w:rPr>
                <w:kern w:val="2"/>
                <w:szCs w:val="28"/>
              </w:rPr>
              <w:t xml:space="preserve"> </w:t>
            </w:r>
            <w:r w:rsidR="00742BFD">
              <w:rPr>
                <w:kern w:val="2"/>
                <w:szCs w:val="28"/>
              </w:rPr>
              <w:t>».</w:t>
            </w:r>
          </w:p>
        </w:tc>
      </w:tr>
    </w:tbl>
    <w:p w:rsidR="00781BFE" w:rsidRPr="00781BFE" w:rsidRDefault="00781BFE" w:rsidP="00EB10A9">
      <w:pPr>
        <w:ind w:right="-285" w:firstLine="709"/>
        <w:rPr>
          <w:rFonts w:cs="Calibri"/>
          <w:bCs/>
          <w:szCs w:val="28"/>
          <w:lang w:eastAsia="en-US"/>
        </w:rPr>
      </w:pPr>
    </w:p>
    <w:p w:rsidR="00B92C76" w:rsidRPr="001C57FE" w:rsidRDefault="00B92C76" w:rsidP="00EB10A9">
      <w:pPr>
        <w:ind w:right="-285" w:firstLine="709"/>
        <w:rPr>
          <w:rFonts w:cs="Calibri"/>
          <w:b/>
          <w:bCs/>
          <w:szCs w:val="28"/>
          <w:lang w:eastAsia="en-US"/>
        </w:rPr>
      </w:pPr>
      <w:r w:rsidRPr="001C57FE">
        <w:rPr>
          <w:rFonts w:cs="Calibri"/>
          <w:b/>
          <w:bCs/>
          <w:szCs w:val="28"/>
          <w:lang w:eastAsia="en-US"/>
        </w:rPr>
        <w:t xml:space="preserve">Статья 2 </w:t>
      </w:r>
    </w:p>
    <w:p w:rsidR="00B92C76" w:rsidRPr="001C57FE" w:rsidRDefault="00B92C76" w:rsidP="00EB10A9">
      <w:pPr>
        <w:ind w:right="-144" w:firstLine="709"/>
        <w:rPr>
          <w:bCs/>
          <w:szCs w:val="28"/>
        </w:rPr>
      </w:pPr>
      <w:r w:rsidRPr="001C57FE">
        <w:rPr>
          <w:bCs/>
          <w:szCs w:val="28"/>
        </w:rPr>
        <w:t>Настоящий Закон вступает в силу со дня его официального опубликования.</w:t>
      </w:r>
    </w:p>
    <w:p w:rsidR="00B92C76" w:rsidRPr="001C57FE" w:rsidRDefault="00B92C76" w:rsidP="00B92C76">
      <w:pPr>
        <w:ind w:firstLine="0"/>
        <w:rPr>
          <w:bCs/>
          <w:szCs w:val="28"/>
        </w:rPr>
      </w:pPr>
    </w:p>
    <w:p w:rsidR="00B92C76" w:rsidRPr="001C57FE" w:rsidRDefault="00B92C76" w:rsidP="00B92C76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B92C76" w:rsidRPr="001C57FE" w:rsidRDefault="00B92C76" w:rsidP="00B92C76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B92C76" w:rsidRPr="001C57FE" w:rsidRDefault="00B92C76" w:rsidP="00B92C76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1C57FE">
        <w:rPr>
          <w:bCs/>
          <w:szCs w:val="28"/>
        </w:rPr>
        <w:t>Губернатор</w:t>
      </w:r>
    </w:p>
    <w:p w:rsidR="00B92C76" w:rsidRPr="001C57FE" w:rsidRDefault="00B92C76" w:rsidP="00B92C76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1C57FE">
        <w:rPr>
          <w:bCs/>
          <w:szCs w:val="28"/>
        </w:rPr>
        <w:t xml:space="preserve">Ярославской области </w:t>
      </w:r>
      <w:r w:rsidRPr="001C57FE">
        <w:rPr>
          <w:bCs/>
          <w:szCs w:val="28"/>
        </w:rPr>
        <w:tab/>
        <w:t xml:space="preserve"> М.Я. </w:t>
      </w:r>
      <w:proofErr w:type="spellStart"/>
      <w:r w:rsidRPr="001C57FE">
        <w:rPr>
          <w:bCs/>
          <w:szCs w:val="28"/>
        </w:rPr>
        <w:t>Евраев</w:t>
      </w:r>
      <w:proofErr w:type="spellEnd"/>
    </w:p>
    <w:p w:rsidR="00B92C76" w:rsidRPr="005C271E" w:rsidRDefault="00B92C76" w:rsidP="00B92C76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5C271E" w:rsidRPr="005C271E" w:rsidRDefault="005C271E" w:rsidP="00B92C76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B92C76" w:rsidRPr="001C57FE" w:rsidRDefault="00B92C76" w:rsidP="00B92C76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1C57FE">
        <w:rPr>
          <w:bCs/>
          <w:szCs w:val="28"/>
        </w:rPr>
        <w:t>«_____» _____________ 2025 г.</w:t>
      </w:r>
    </w:p>
    <w:p w:rsidR="00B92C76" w:rsidRPr="005C271E" w:rsidRDefault="00B92C76" w:rsidP="00B92C76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9275A9" w:rsidRDefault="00B92C76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1C57FE">
        <w:rPr>
          <w:bCs/>
          <w:szCs w:val="28"/>
        </w:rPr>
        <w:t>№______</w:t>
      </w:r>
    </w:p>
    <w:sectPr w:rsidR="00572F15" w:rsidRPr="009275A9" w:rsidSect="000C7F2C">
      <w:headerReference w:type="even" r:id="rId12"/>
      <w:headerReference w:type="default" r:id="rId13"/>
      <w:pgSz w:w="11906" w:h="16838" w:code="9"/>
      <w:pgMar w:top="1134" w:right="851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26C2" w:rsidRDefault="009526C2">
      <w:r>
        <w:separator/>
      </w:r>
    </w:p>
    <w:p w:rsidR="009526C2" w:rsidRDefault="009526C2"/>
    <w:p w:rsidR="009526C2" w:rsidRDefault="009526C2"/>
  </w:endnote>
  <w:endnote w:type="continuationSeparator" w:id="0">
    <w:p w:rsidR="009526C2" w:rsidRDefault="009526C2">
      <w:r>
        <w:continuationSeparator/>
      </w:r>
    </w:p>
    <w:p w:rsidR="009526C2" w:rsidRDefault="009526C2"/>
    <w:p w:rsidR="009526C2" w:rsidRDefault="009526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26C2" w:rsidRDefault="009526C2">
      <w:r>
        <w:separator/>
      </w:r>
    </w:p>
    <w:p w:rsidR="009526C2" w:rsidRDefault="009526C2"/>
    <w:p w:rsidR="009526C2" w:rsidRDefault="009526C2"/>
  </w:footnote>
  <w:footnote w:type="continuationSeparator" w:id="0">
    <w:p w:rsidR="009526C2" w:rsidRDefault="009526C2">
      <w:r>
        <w:continuationSeparator/>
      </w:r>
    </w:p>
    <w:p w:rsidR="009526C2" w:rsidRDefault="009526C2"/>
    <w:p w:rsidR="009526C2" w:rsidRDefault="009526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26C2" w:rsidRDefault="009526C2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526C2" w:rsidRDefault="009526C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264701"/>
      <w:docPartObj>
        <w:docPartGallery w:val="Page Numbers (Top of Page)"/>
        <w:docPartUnique/>
      </w:docPartObj>
    </w:sdtPr>
    <w:sdtEndPr/>
    <w:sdtContent>
      <w:p w:rsidR="009526C2" w:rsidRDefault="009526C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20F5">
          <w:rPr>
            <w:noProof/>
          </w:rPr>
          <w:t>14</w:t>
        </w:r>
        <w:r>
          <w:fldChar w:fldCharType="end"/>
        </w:r>
      </w:p>
    </w:sdtContent>
  </w:sdt>
  <w:p w:rsidR="009526C2" w:rsidRDefault="009526C2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 w15:restartNumberingAfterBreak="0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 w15:restartNumberingAfterBreak="0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65204"/>
    <w:multiLevelType w:val="multilevel"/>
    <w:tmpl w:val="752489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71126C7"/>
    <w:multiLevelType w:val="hybridMultilevel"/>
    <w:tmpl w:val="72F0DCA4"/>
    <w:lvl w:ilvl="0" w:tplc="C8109B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8949F4"/>
    <w:multiLevelType w:val="hybridMultilevel"/>
    <w:tmpl w:val="93F81A0C"/>
    <w:lvl w:ilvl="0" w:tplc="AC70D7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4" w15:restartNumberingAfterBreak="0">
    <w:nsid w:val="2A8A2534"/>
    <w:multiLevelType w:val="hybridMultilevel"/>
    <w:tmpl w:val="C818F6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7F4A8A"/>
    <w:multiLevelType w:val="multilevel"/>
    <w:tmpl w:val="BCACA5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16" w15:restartNumberingAfterBreak="0">
    <w:nsid w:val="2CAF0314"/>
    <w:multiLevelType w:val="multilevel"/>
    <w:tmpl w:val="3E5E0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2CB272B9"/>
    <w:multiLevelType w:val="multilevel"/>
    <w:tmpl w:val="FF74A7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3E73DD1"/>
    <w:multiLevelType w:val="multilevel"/>
    <w:tmpl w:val="595201C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48EC4B3B"/>
    <w:multiLevelType w:val="hybridMultilevel"/>
    <w:tmpl w:val="9BF6C57A"/>
    <w:lvl w:ilvl="0" w:tplc="C8109B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5" w15:restartNumberingAfterBreak="0">
    <w:nsid w:val="4ABA0D82"/>
    <w:multiLevelType w:val="hybridMultilevel"/>
    <w:tmpl w:val="BEB84B6C"/>
    <w:lvl w:ilvl="0" w:tplc="C2AA7E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42C6E6E"/>
    <w:multiLevelType w:val="hybridMultilevel"/>
    <w:tmpl w:val="19481EF2"/>
    <w:lvl w:ilvl="0" w:tplc="C8109B5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34" w15:restartNumberingAfterBreak="0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38" w15:restartNumberingAfterBreak="0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3"/>
  </w:num>
  <w:num w:numId="2">
    <w:abstractNumId w:val="40"/>
  </w:num>
  <w:num w:numId="3">
    <w:abstractNumId w:val="13"/>
  </w:num>
  <w:num w:numId="4">
    <w:abstractNumId w:val="1"/>
  </w:num>
  <w:num w:numId="5">
    <w:abstractNumId w:val="26"/>
  </w:num>
  <w:num w:numId="6">
    <w:abstractNumId w:val="23"/>
  </w:num>
  <w:num w:numId="7">
    <w:abstractNumId w:val="21"/>
  </w:num>
  <w:num w:numId="8">
    <w:abstractNumId w:val="34"/>
  </w:num>
  <w:num w:numId="9">
    <w:abstractNumId w:val="11"/>
  </w:num>
  <w:num w:numId="10">
    <w:abstractNumId w:val="19"/>
  </w:num>
  <w:num w:numId="11">
    <w:abstractNumId w:val="35"/>
  </w:num>
  <w:num w:numId="12">
    <w:abstractNumId w:val="36"/>
  </w:num>
  <w:num w:numId="13">
    <w:abstractNumId w:val="7"/>
  </w:num>
  <w:num w:numId="14">
    <w:abstractNumId w:val="37"/>
  </w:num>
  <w:num w:numId="15">
    <w:abstractNumId w:val="12"/>
  </w:num>
  <w:num w:numId="16">
    <w:abstractNumId w:val="32"/>
  </w:num>
  <w:num w:numId="17">
    <w:abstractNumId w:val="27"/>
  </w:num>
  <w:num w:numId="18">
    <w:abstractNumId w:val="39"/>
  </w:num>
  <w:num w:numId="19">
    <w:abstractNumId w:val="38"/>
  </w:num>
  <w:num w:numId="20">
    <w:abstractNumId w:val="18"/>
  </w:num>
  <w:num w:numId="21">
    <w:abstractNumId w:val="31"/>
  </w:num>
  <w:num w:numId="22">
    <w:abstractNumId w:val="24"/>
  </w:num>
  <w:num w:numId="23">
    <w:abstractNumId w:val="10"/>
  </w:num>
  <w:num w:numId="24">
    <w:abstractNumId w:val="29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30"/>
  </w:num>
  <w:num w:numId="31">
    <w:abstractNumId w:val="9"/>
  </w:num>
  <w:num w:numId="32">
    <w:abstractNumId w:val="25"/>
  </w:num>
  <w:num w:numId="33">
    <w:abstractNumId w:val="15"/>
  </w:num>
  <w:num w:numId="34">
    <w:abstractNumId w:val="6"/>
  </w:num>
  <w:num w:numId="35">
    <w:abstractNumId w:val="16"/>
  </w:num>
  <w:num w:numId="36">
    <w:abstractNumId w:val="20"/>
  </w:num>
  <w:num w:numId="37">
    <w:abstractNumId w:val="17"/>
  </w:num>
  <w:num w:numId="38">
    <w:abstractNumId w:val="28"/>
  </w:num>
  <w:num w:numId="39">
    <w:abstractNumId w:val="8"/>
  </w:num>
  <w:num w:numId="40">
    <w:abstractNumId w:val="14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70"/>
  <w:autoHyphenation/>
  <w:hyphenationZone w:val="357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81"/>
    <w:rsid w:val="000002B8"/>
    <w:rsid w:val="00000467"/>
    <w:rsid w:val="000005F7"/>
    <w:rsid w:val="00001BD4"/>
    <w:rsid w:val="00001DDC"/>
    <w:rsid w:val="00001F3F"/>
    <w:rsid w:val="00002D87"/>
    <w:rsid w:val="00002DD9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5563"/>
    <w:rsid w:val="00015A9D"/>
    <w:rsid w:val="00015BBC"/>
    <w:rsid w:val="00015C0B"/>
    <w:rsid w:val="0001603B"/>
    <w:rsid w:val="000168D0"/>
    <w:rsid w:val="00016CA8"/>
    <w:rsid w:val="00016CC0"/>
    <w:rsid w:val="00016CCB"/>
    <w:rsid w:val="00016D14"/>
    <w:rsid w:val="00020ADC"/>
    <w:rsid w:val="000211FA"/>
    <w:rsid w:val="000222C9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6324"/>
    <w:rsid w:val="0003640F"/>
    <w:rsid w:val="000367DA"/>
    <w:rsid w:val="0003721C"/>
    <w:rsid w:val="00037707"/>
    <w:rsid w:val="00037B2D"/>
    <w:rsid w:val="00037B7A"/>
    <w:rsid w:val="00037D45"/>
    <w:rsid w:val="00037D75"/>
    <w:rsid w:val="00037F44"/>
    <w:rsid w:val="00040BDB"/>
    <w:rsid w:val="00040E77"/>
    <w:rsid w:val="000412B5"/>
    <w:rsid w:val="00041C96"/>
    <w:rsid w:val="0004252B"/>
    <w:rsid w:val="00042FA4"/>
    <w:rsid w:val="0004326A"/>
    <w:rsid w:val="00043298"/>
    <w:rsid w:val="000432AA"/>
    <w:rsid w:val="0004410E"/>
    <w:rsid w:val="000447B1"/>
    <w:rsid w:val="00044B09"/>
    <w:rsid w:val="00044DF4"/>
    <w:rsid w:val="0004514D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57CEF"/>
    <w:rsid w:val="000600DB"/>
    <w:rsid w:val="00060A5A"/>
    <w:rsid w:val="00060DD9"/>
    <w:rsid w:val="00061295"/>
    <w:rsid w:val="00061B45"/>
    <w:rsid w:val="00062253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2F93"/>
    <w:rsid w:val="00073028"/>
    <w:rsid w:val="000738F9"/>
    <w:rsid w:val="00074B7B"/>
    <w:rsid w:val="000751CC"/>
    <w:rsid w:val="0008008A"/>
    <w:rsid w:val="000803E6"/>
    <w:rsid w:val="0008189B"/>
    <w:rsid w:val="00081A3E"/>
    <w:rsid w:val="00081D97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E4"/>
    <w:rsid w:val="000917F4"/>
    <w:rsid w:val="00093964"/>
    <w:rsid w:val="00093E1C"/>
    <w:rsid w:val="00094724"/>
    <w:rsid w:val="000954A1"/>
    <w:rsid w:val="000955BE"/>
    <w:rsid w:val="00095802"/>
    <w:rsid w:val="00095A6C"/>
    <w:rsid w:val="000963A7"/>
    <w:rsid w:val="0009680A"/>
    <w:rsid w:val="00097488"/>
    <w:rsid w:val="0009772E"/>
    <w:rsid w:val="00097E3F"/>
    <w:rsid w:val="000A0244"/>
    <w:rsid w:val="000A0776"/>
    <w:rsid w:val="000A1C1C"/>
    <w:rsid w:val="000A36A0"/>
    <w:rsid w:val="000A4B0D"/>
    <w:rsid w:val="000A4FEA"/>
    <w:rsid w:val="000A63F1"/>
    <w:rsid w:val="000A6DE1"/>
    <w:rsid w:val="000A7990"/>
    <w:rsid w:val="000B0365"/>
    <w:rsid w:val="000B057E"/>
    <w:rsid w:val="000B170A"/>
    <w:rsid w:val="000B1C15"/>
    <w:rsid w:val="000B2059"/>
    <w:rsid w:val="000B20BA"/>
    <w:rsid w:val="000B35AF"/>
    <w:rsid w:val="000B3A46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0E97"/>
    <w:rsid w:val="000C1230"/>
    <w:rsid w:val="000C253C"/>
    <w:rsid w:val="000C30F9"/>
    <w:rsid w:val="000C36D9"/>
    <w:rsid w:val="000C41A6"/>
    <w:rsid w:val="000C4631"/>
    <w:rsid w:val="000C4810"/>
    <w:rsid w:val="000C4E39"/>
    <w:rsid w:val="000C6558"/>
    <w:rsid w:val="000C65C9"/>
    <w:rsid w:val="000C74E1"/>
    <w:rsid w:val="000C77D2"/>
    <w:rsid w:val="000C7F2C"/>
    <w:rsid w:val="000D0A7A"/>
    <w:rsid w:val="000D1148"/>
    <w:rsid w:val="000D14B5"/>
    <w:rsid w:val="000D1AA9"/>
    <w:rsid w:val="000D2D67"/>
    <w:rsid w:val="000D3883"/>
    <w:rsid w:val="000D4538"/>
    <w:rsid w:val="000D4A2C"/>
    <w:rsid w:val="000D4AE5"/>
    <w:rsid w:val="000D546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F0A99"/>
    <w:rsid w:val="000F0BFC"/>
    <w:rsid w:val="000F15E6"/>
    <w:rsid w:val="000F207A"/>
    <w:rsid w:val="000F239D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EC0"/>
    <w:rsid w:val="00100FA4"/>
    <w:rsid w:val="0010259B"/>
    <w:rsid w:val="00102DA2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4A3"/>
    <w:rsid w:val="00107A47"/>
    <w:rsid w:val="00107D1E"/>
    <w:rsid w:val="001101EA"/>
    <w:rsid w:val="00110E8E"/>
    <w:rsid w:val="0011193D"/>
    <w:rsid w:val="00112051"/>
    <w:rsid w:val="00112654"/>
    <w:rsid w:val="00112FE3"/>
    <w:rsid w:val="0011334F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B3D"/>
    <w:rsid w:val="00120FED"/>
    <w:rsid w:val="00121406"/>
    <w:rsid w:val="0012153F"/>
    <w:rsid w:val="001216E6"/>
    <w:rsid w:val="001221BD"/>
    <w:rsid w:val="00123A79"/>
    <w:rsid w:val="00123D26"/>
    <w:rsid w:val="00125ECE"/>
    <w:rsid w:val="0012638A"/>
    <w:rsid w:val="001263D2"/>
    <w:rsid w:val="001270F6"/>
    <w:rsid w:val="00127B9F"/>
    <w:rsid w:val="001300EF"/>
    <w:rsid w:val="001322FE"/>
    <w:rsid w:val="00132904"/>
    <w:rsid w:val="00133629"/>
    <w:rsid w:val="00133E2B"/>
    <w:rsid w:val="001362C4"/>
    <w:rsid w:val="00136636"/>
    <w:rsid w:val="00136C9F"/>
    <w:rsid w:val="001408C9"/>
    <w:rsid w:val="0014122C"/>
    <w:rsid w:val="00141314"/>
    <w:rsid w:val="00141E2D"/>
    <w:rsid w:val="00141F13"/>
    <w:rsid w:val="00142305"/>
    <w:rsid w:val="00143C59"/>
    <w:rsid w:val="001443CF"/>
    <w:rsid w:val="00144677"/>
    <w:rsid w:val="00144790"/>
    <w:rsid w:val="00144B69"/>
    <w:rsid w:val="00145896"/>
    <w:rsid w:val="0014595F"/>
    <w:rsid w:val="0014599D"/>
    <w:rsid w:val="00145A50"/>
    <w:rsid w:val="00145F67"/>
    <w:rsid w:val="00146B74"/>
    <w:rsid w:val="00146D41"/>
    <w:rsid w:val="00146E21"/>
    <w:rsid w:val="0014722E"/>
    <w:rsid w:val="00147682"/>
    <w:rsid w:val="001477EE"/>
    <w:rsid w:val="00150BF8"/>
    <w:rsid w:val="00152452"/>
    <w:rsid w:val="00152BA4"/>
    <w:rsid w:val="00152C80"/>
    <w:rsid w:val="00154446"/>
    <w:rsid w:val="001545CA"/>
    <w:rsid w:val="0015540A"/>
    <w:rsid w:val="00156724"/>
    <w:rsid w:val="0015679A"/>
    <w:rsid w:val="001576C7"/>
    <w:rsid w:val="001601AC"/>
    <w:rsid w:val="00160292"/>
    <w:rsid w:val="0016042C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1214"/>
    <w:rsid w:val="00173A52"/>
    <w:rsid w:val="0017446C"/>
    <w:rsid w:val="001752A3"/>
    <w:rsid w:val="00175553"/>
    <w:rsid w:val="00175FA4"/>
    <w:rsid w:val="001760B6"/>
    <w:rsid w:val="00176118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88A"/>
    <w:rsid w:val="00190ADE"/>
    <w:rsid w:val="00190B65"/>
    <w:rsid w:val="00190EF8"/>
    <w:rsid w:val="00191686"/>
    <w:rsid w:val="00192434"/>
    <w:rsid w:val="00192B57"/>
    <w:rsid w:val="00194756"/>
    <w:rsid w:val="00194EC2"/>
    <w:rsid w:val="001A0771"/>
    <w:rsid w:val="001A1ADF"/>
    <w:rsid w:val="001A27BA"/>
    <w:rsid w:val="001A3E08"/>
    <w:rsid w:val="001A47E8"/>
    <w:rsid w:val="001A481F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BC1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2482"/>
    <w:rsid w:val="001C28E3"/>
    <w:rsid w:val="001C2E29"/>
    <w:rsid w:val="001C378C"/>
    <w:rsid w:val="001C41FD"/>
    <w:rsid w:val="001C49A0"/>
    <w:rsid w:val="001C49ED"/>
    <w:rsid w:val="001C4EE2"/>
    <w:rsid w:val="001C532A"/>
    <w:rsid w:val="001C57FE"/>
    <w:rsid w:val="001C6D8E"/>
    <w:rsid w:val="001C788C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980"/>
    <w:rsid w:val="001D6B28"/>
    <w:rsid w:val="001D6CA9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55A2"/>
    <w:rsid w:val="001E66F0"/>
    <w:rsid w:val="001E6C07"/>
    <w:rsid w:val="001E6C13"/>
    <w:rsid w:val="001E79CC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4B9E"/>
    <w:rsid w:val="001F5191"/>
    <w:rsid w:val="001F58A4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A31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CD9"/>
    <w:rsid w:val="00216F3E"/>
    <w:rsid w:val="00220E5C"/>
    <w:rsid w:val="00221CA5"/>
    <w:rsid w:val="002228B5"/>
    <w:rsid w:val="00222B9A"/>
    <w:rsid w:val="00222E51"/>
    <w:rsid w:val="00222FAE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34C8"/>
    <w:rsid w:val="0024425B"/>
    <w:rsid w:val="0024585F"/>
    <w:rsid w:val="002458AE"/>
    <w:rsid w:val="00245F59"/>
    <w:rsid w:val="00246978"/>
    <w:rsid w:val="00246DBB"/>
    <w:rsid w:val="002512A1"/>
    <w:rsid w:val="00251935"/>
    <w:rsid w:val="00252437"/>
    <w:rsid w:val="00252EBE"/>
    <w:rsid w:val="0025305E"/>
    <w:rsid w:val="002530FA"/>
    <w:rsid w:val="002534B4"/>
    <w:rsid w:val="0025408F"/>
    <w:rsid w:val="002549E1"/>
    <w:rsid w:val="00254C8B"/>
    <w:rsid w:val="00256A60"/>
    <w:rsid w:val="002575E8"/>
    <w:rsid w:val="00260074"/>
    <w:rsid w:val="00260D98"/>
    <w:rsid w:val="002614AE"/>
    <w:rsid w:val="00261631"/>
    <w:rsid w:val="0026164C"/>
    <w:rsid w:val="00261A5A"/>
    <w:rsid w:val="002620A6"/>
    <w:rsid w:val="002628AA"/>
    <w:rsid w:val="00262A13"/>
    <w:rsid w:val="00265684"/>
    <w:rsid w:val="00265E60"/>
    <w:rsid w:val="00265E75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9D6"/>
    <w:rsid w:val="002A0BF2"/>
    <w:rsid w:val="002A1105"/>
    <w:rsid w:val="002A26FB"/>
    <w:rsid w:val="002A286D"/>
    <w:rsid w:val="002A414C"/>
    <w:rsid w:val="002A4B4B"/>
    <w:rsid w:val="002A53EB"/>
    <w:rsid w:val="002A53FB"/>
    <w:rsid w:val="002A61F0"/>
    <w:rsid w:val="002A668A"/>
    <w:rsid w:val="002A6D98"/>
    <w:rsid w:val="002B05D4"/>
    <w:rsid w:val="002B0BDB"/>
    <w:rsid w:val="002B2CAE"/>
    <w:rsid w:val="002B3D99"/>
    <w:rsid w:val="002B4FA7"/>
    <w:rsid w:val="002B5B00"/>
    <w:rsid w:val="002B5B89"/>
    <w:rsid w:val="002B627D"/>
    <w:rsid w:val="002B7300"/>
    <w:rsid w:val="002B7ACF"/>
    <w:rsid w:val="002B7B42"/>
    <w:rsid w:val="002C0082"/>
    <w:rsid w:val="002C00CF"/>
    <w:rsid w:val="002C1083"/>
    <w:rsid w:val="002C1E42"/>
    <w:rsid w:val="002C2016"/>
    <w:rsid w:val="002C3207"/>
    <w:rsid w:val="002C3C5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15AB"/>
    <w:rsid w:val="002F180C"/>
    <w:rsid w:val="002F182E"/>
    <w:rsid w:val="002F1CDA"/>
    <w:rsid w:val="002F2EB0"/>
    <w:rsid w:val="002F5391"/>
    <w:rsid w:val="002F58E1"/>
    <w:rsid w:val="002F6167"/>
    <w:rsid w:val="002F642C"/>
    <w:rsid w:val="002F6CF5"/>
    <w:rsid w:val="0030003F"/>
    <w:rsid w:val="003001A7"/>
    <w:rsid w:val="003009BA"/>
    <w:rsid w:val="00301084"/>
    <w:rsid w:val="003010FD"/>
    <w:rsid w:val="00301E79"/>
    <w:rsid w:val="00301EE3"/>
    <w:rsid w:val="00301F44"/>
    <w:rsid w:val="00302620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06E2A"/>
    <w:rsid w:val="003103AA"/>
    <w:rsid w:val="00310F64"/>
    <w:rsid w:val="00311070"/>
    <w:rsid w:val="00311276"/>
    <w:rsid w:val="00311A90"/>
    <w:rsid w:val="00311B32"/>
    <w:rsid w:val="003136E8"/>
    <w:rsid w:val="00313719"/>
    <w:rsid w:val="0031371B"/>
    <w:rsid w:val="003139F7"/>
    <w:rsid w:val="0031421C"/>
    <w:rsid w:val="003145B0"/>
    <w:rsid w:val="0031492B"/>
    <w:rsid w:val="00314B7B"/>
    <w:rsid w:val="00315460"/>
    <w:rsid w:val="00315659"/>
    <w:rsid w:val="00315B95"/>
    <w:rsid w:val="00316F13"/>
    <w:rsid w:val="003173EE"/>
    <w:rsid w:val="00317A31"/>
    <w:rsid w:val="00317CAA"/>
    <w:rsid w:val="003202F1"/>
    <w:rsid w:val="00320DA6"/>
    <w:rsid w:val="00321D4B"/>
    <w:rsid w:val="00322068"/>
    <w:rsid w:val="00322AB6"/>
    <w:rsid w:val="00324184"/>
    <w:rsid w:val="0032442B"/>
    <w:rsid w:val="003249AF"/>
    <w:rsid w:val="003255B2"/>
    <w:rsid w:val="00325C66"/>
    <w:rsid w:val="00326E06"/>
    <w:rsid w:val="00327E98"/>
    <w:rsid w:val="0033049B"/>
    <w:rsid w:val="00330657"/>
    <w:rsid w:val="00330914"/>
    <w:rsid w:val="00330B5C"/>
    <w:rsid w:val="0033166F"/>
    <w:rsid w:val="00331A6F"/>
    <w:rsid w:val="00332C28"/>
    <w:rsid w:val="00333433"/>
    <w:rsid w:val="00333527"/>
    <w:rsid w:val="00333BAA"/>
    <w:rsid w:val="003356DF"/>
    <w:rsid w:val="00341F38"/>
    <w:rsid w:val="00342D61"/>
    <w:rsid w:val="00343027"/>
    <w:rsid w:val="003435E1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509"/>
    <w:rsid w:val="00351571"/>
    <w:rsid w:val="0035186B"/>
    <w:rsid w:val="00351A60"/>
    <w:rsid w:val="0035239F"/>
    <w:rsid w:val="00353621"/>
    <w:rsid w:val="00354245"/>
    <w:rsid w:val="003544EB"/>
    <w:rsid w:val="00354A22"/>
    <w:rsid w:val="003560AF"/>
    <w:rsid w:val="003603DB"/>
    <w:rsid w:val="00360C82"/>
    <w:rsid w:val="0036163A"/>
    <w:rsid w:val="00362304"/>
    <w:rsid w:val="00362682"/>
    <w:rsid w:val="00363643"/>
    <w:rsid w:val="00363AAC"/>
    <w:rsid w:val="00365619"/>
    <w:rsid w:val="00366B63"/>
    <w:rsid w:val="003672E2"/>
    <w:rsid w:val="003679A5"/>
    <w:rsid w:val="00367E70"/>
    <w:rsid w:val="003709FE"/>
    <w:rsid w:val="00370B99"/>
    <w:rsid w:val="0037169C"/>
    <w:rsid w:val="00372A69"/>
    <w:rsid w:val="003735A0"/>
    <w:rsid w:val="003737B0"/>
    <w:rsid w:val="00373C7E"/>
    <w:rsid w:val="00374122"/>
    <w:rsid w:val="003747B5"/>
    <w:rsid w:val="003750F7"/>
    <w:rsid w:val="003764BE"/>
    <w:rsid w:val="00380E96"/>
    <w:rsid w:val="00381071"/>
    <w:rsid w:val="00381AC1"/>
    <w:rsid w:val="00381F7D"/>
    <w:rsid w:val="00382F70"/>
    <w:rsid w:val="0038336E"/>
    <w:rsid w:val="0038374B"/>
    <w:rsid w:val="00384A4C"/>
    <w:rsid w:val="00385D84"/>
    <w:rsid w:val="00386057"/>
    <w:rsid w:val="0038672C"/>
    <w:rsid w:val="003868A3"/>
    <w:rsid w:val="00387855"/>
    <w:rsid w:val="00390250"/>
    <w:rsid w:val="0039101C"/>
    <w:rsid w:val="00391E08"/>
    <w:rsid w:val="00392032"/>
    <w:rsid w:val="0039236C"/>
    <w:rsid w:val="0039249B"/>
    <w:rsid w:val="00392725"/>
    <w:rsid w:val="003930C0"/>
    <w:rsid w:val="003937C3"/>
    <w:rsid w:val="00393E60"/>
    <w:rsid w:val="003950A3"/>
    <w:rsid w:val="003952EB"/>
    <w:rsid w:val="003956EC"/>
    <w:rsid w:val="0039589E"/>
    <w:rsid w:val="00397085"/>
    <w:rsid w:val="00397B3D"/>
    <w:rsid w:val="003A0808"/>
    <w:rsid w:val="003A1957"/>
    <w:rsid w:val="003A289B"/>
    <w:rsid w:val="003A2C1C"/>
    <w:rsid w:val="003A3419"/>
    <w:rsid w:val="003A3614"/>
    <w:rsid w:val="003A384A"/>
    <w:rsid w:val="003A3AD1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63C7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E6"/>
    <w:rsid w:val="003D11B9"/>
    <w:rsid w:val="003D1DE0"/>
    <w:rsid w:val="003D1FE7"/>
    <w:rsid w:val="003D2879"/>
    <w:rsid w:val="003D3B07"/>
    <w:rsid w:val="003D48B0"/>
    <w:rsid w:val="003D563C"/>
    <w:rsid w:val="003D5EA3"/>
    <w:rsid w:val="003D6000"/>
    <w:rsid w:val="003D6A4D"/>
    <w:rsid w:val="003D6D82"/>
    <w:rsid w:val="003E0362"/>
    <w:rsid w:val="003E1361"/>
    <w:rsid w:val="003E273F"/>
    <w:rsid w:val="003E2AD0"/>
    <w:rsid w:val="003E2B53"/>
    <w:rsid w:val="003E2BC5"/>
    <w:rsid w:val="003E2DAC"/>
    <w:rsid w:val="003E33A3"/>
    <w:rsid w:val="003E380C"/>
    <w:rsid w:val="003E3E4A"/>
    <w:rsid w:val="003E445B"/>
    <w:rsid w:val="003E4C4B"/>
    <w:rsid w:val="003E4CD6"/>
    <w:rsid w:val="003E52CA"/>
    <w:rsid w:val="003E5944"/>
    <w:rsid w:val="003E620D"/>
    <w:rsid w:val="003E63D6"/>
    <w:rsid w:val="003E6FAE"/>
    <w:rsid w:val="003E71E1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19A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163"/>
    <w:rsid w:val="004162BF"/>
    <w:rsid w:val="00420500"/>
    <w:rsid w:val="00420689"/>
    <w:rsid w:val="00421B1F"/>
    <w:rsid w:val="00421D6F"/>
    <w:rsid w:val="00422146"/>
    <w:rsid w:val="0042435F"/>
    <w:rsid w:val="00424C50"/>
    <w:rsid w:val="00425306"/>
    <w:rsid w:val="00426174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6C3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650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3F17"/>
    <w:rsid w:val="00456D20"/>
    <w:rsid w:val="0046058D"/>
    <w:rsid w:val="00461B64"/>
    <w:rsid w:val="00461BFE"/>
    <w:rsid w:val="00462B3D"/>
    <w:rsid w:val="0046346D"/>
    <w:rsid w:val="00464508"/>
    <w:rsid w:val="00464773"/>
    <w:rsid w:val="00464BE7"/>
    <w:rsid w:val="004650BD"/>
    <w:rsid w:val="00465207"/>
    <w:rsid w:val="00465F00"/>
    <w:rsid w:val="00466099"/>
    <w:rsid w:val="00466D4A"/>
    <w:rsid w:val="00466D77"/>
    <w:rsid w:val="00467BC8"/>
    <w:rsid w:val="004703E2"/>
    <w:rsid w:val="00470C38"/>
    <w:rsid w:val="004711DC"/>
    <w:rsid w:val="004715CB"/>
    <w:rsid w:val="00471F9F"/>
    <w:rsid w:val="00473D46"/>
    <w:rsid w:val="004740B8"/>
    <w:rsid w:val="004744B2"/>
    <w:rsid w:val="00474900"/>
    <w:rsid w:val="00475A15"/>
    <w:rsid w:val="00476553"/>
    <w:rsid w:val="00476D8A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312C"/>
    <w:rsid w:val="0049342C"/>
    <w:rsid w:val="0049345E"/>
    <w:rsid w:val="004948FC"/>
    <w:rsid w:val="00494AB3"/>
    <w:rsid w:val="004953E6"/>
    <w:rsid w:val="00495483"/>
    <w:rsid w:val="00495A1E"/>
    <w:rsid w:val="00495F00"/>
    <w:rsid w:val="00496214"/>
    <w:rsid w:val="00496F3F"/>
    <w:rsid w:val="004A1ADD"/>
    <w:rsid w:val="004A1E7B"/>
    <w:rsid w:val="004A2053"/>
    <w:rsid w:val="004A2625"/>
    <w:rsid w:val="004A3958"/>
    <w:rsid w:val="004A4462"/>
    <w:rsid w:val="004A468C"/>
    <w:rsid w:val="004A528A"/>
    <w:rsid w:val="004A56F8"/>
    <w:rsid w:val="004A6B96"/>
    <w:rsid w:val="004A6E19"/>
    <w:rsid w:val="004B0409"/>
    <w:rsid w:val="004B0AE3"/>
    <w:rsid w:val="004B0E46"/>
    <w:rsid w:val="004B142A"/>
    <w:rsid w:val="004B142E"/>
    <w:rsid w:val="004B2EE2"/>
    <w:rsid w:val="004B327D"/>
    <w:rsid w:val="004B32F8"/>
    <w:rsid w:val="004B3D6E"/>
    <w:rsid w:val="004B5524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2A6"/>
    <w:rsid w:val="004C14EB"/>
    <w:rsid w:val="004C1805"/>
    <w:rsid w:val="004C35C0"/>
    <w:rsid w:val="004C50FB"/>
    <w:rsid w:val="004C5149"/>
    <w:rsid w:val="004C548F"/>
    <w:rsid w:val="004C5B79"/>
    <w:rsid w:val="004C5CB1"/>
    <w:rsid w:val="004C6C10"/>
    <w:rsid w:val="004C7946"/>
    <w:rsid w:val="004D0145"/>
    <w:rsid w:val="004D037C"/>
    <w:rsid w:val="004D06B9"/>
    <w:rsid w:val="004D0946"/>
    <w:rsid w:val="004D0CB5"/>
    <w:rsid w:val="004D0E9F"/>
    <w:rsid w:val="004D16B2"/>
    <w:rsid w:val="004D20DE"/>
    <w:rsid w:val="004D22B6"/>
    <w:rsid w:val="004D2FDE"/>
    <w:rsid w:val="004D407D"/>
    <w:rsid w:val="004D4DBD"/>
    <w:rsid w:val="004D5B03"/>
    <w:rsid w:val="004D5D42"/>
    <w:rsid w:val="004D60DB"/>
    <w:rsid w:val="004D66E6"/>
    <w:rsid w:val="004D7706"/>
    <w:rsid w:val="004D7C71"/>
    <w:rsid w:val="004D7D93"/>
    <w:rsid w:val="004E0DB5"/>
    <w:rsid w:val="004E308F"/>
    <w:rsid w:val="004E31CC"/>
    <w:rsid w:val="004E345D"/>
    <w:rsid w:val="004E3612"/>
    <w:rsid w:val="004E4D49"/>
    <w:rsid w:val="004E5612"/>
    <w:rsid w:val="004E57E2"/>
    <w:rsid w:val="004E6F66"/>
    <w:rsid w:val="004E7225"/>
    <w:rsid w:val="004E7A83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4F795E"/>
    <w:rsid w:val="00500672"/>
    <w:rsid w:val="005008E9"/>
    <w:rsid w:val="00500C18"/>
    <w:rsid w:val="00500C7F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7F8"/>
    <w:rsid w:val="005072E3"/>
    <w:rsid w:val="00507B6D"/>
    <w:rsid w:val="00507FCB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0459"/>
    <w:rsid w:val="00521D9E"/>
    <w:rsid w:val="005243DF"/>
    <w:rsid w:val="00524472"/>
    <w:rsid w:val="005256E4"/>
    <w:rsid w:val="005262FE"/>
    <w:rsid w:val="00526CEB"/>
    <w:rsid w:val="00526D8E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40F9A"/>
    <w:rsid w:val="00542563"/>
    <w:rsid w:val="00542727"/>
    <w:rsid w:val="00542944"/>
    <w:rsid w:val="00542BC1"/>
    <w:rsid w:val="00542CF3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27E5"/>
    <w:rsid w:val="00553DE4"/>
    <w:rsid w:val="0055455D"/>
    <w:rsid w:val="005555F7"/>
    <w:rsid w:val="00555B69"/>
    <w:rsid w:val="00556647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4E2"/>
    <w:rsid w:val="00565F4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F15"/>
    <w:rsid w:val="00572FB5"/>
    <w:rsid w:val="00574F52"/>
    <w:rsid w:val="005769E4"/>
    <w:rsid w:val="00577C47"/>
    <w:rsid w:val="0058032B"/>
    <w:rsid w:val="00580388"/>
    <w:rsid w:val="005804EB"/>
    <w:rsid w:val="005807EE"/>
    <w:rsid w:val="00580B3E"/>
    <w:rsid w:val="00580DB7"/>
    <w:rsid w:val="0058113C"/>
    <w:rsid w:val="005812E7"/>
    <w:rsid w:val="00581668"/>
    <w:rsid w:val="00581A77"/>
    <w:rsid w:val="0058218A"/>
    <w:rsid w:val="00582591"/>
    <w:rsid w:val="00583E64"/>
    <w:rsid w:val="00585CFB"/>
    <w:rsid w:val="00585DA6"/>
    <w:rsid w:val="005872AD"/>
    <w:rsid w:val="005872F9"/>
    <w:rsid w:val="005878B7"/>
    <w:rsid w:val="0059064A"/>
    <w:rsid w:val="00591725"/>
    <w:rsid w:val="00591B27"/>
    <w:rsid w:val="00592023"/>
    <w:rsid w:val="00594D99"/>
    <w:rsid w:val="00595C27"/>
    <w:rsid w:val="0059639B"/>
    <w:rsid w:val="00596D62"/>
    <w:rsid w:val="00596D8F"/>
    <w:rsid w:val="00596ED8"/>
    <w:rsid w:val="0059775F"/>
    <w:rsid w:val="0059790D"/>
    <w:rsid w:val="005A034E"/>
    <w:rsid w:val="005A055F"/>
    <w:rsid w:val="005A0ABD"/>
    <w:rsid w:val="005A0EE7"/>
    <w:rsid w:val="005A10ED"/>
    <w:rsid w:val="005A1D40"/>
    <w:rsid w:val="005A22EF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A38"/>
    <w:rsid w:val="005B18F0"/>
    <w:rsid w:val="005B2D51"/>
    <w:rsid w:val="005B2ED2"/>
    <w:rsid w:val="005B347F"/>
    <w:rsid w:val="005B3A9D"/>
    <w:rsid w:val="005B3BB1"/>
    <w:rsid w:val="005B3DAE"/>
    <w:rsid w:val="005B4548"/>
    <w:rsid w:val="005B4569"/>
    <w:rsid w:val="005B4B67"/>
    <w:rsid w:val="005B5095"/>
    <w:rsid w:val="005B5416"/>
    <w:rsid w:val="005B575D"/>
    <w:rsid w:val="005B577B"/>
    <w:rsid w:val="005B78E8"/>
    <w:rsid w:val="005C00AB"/>
    <w:rsid w:val="005C0969"/>
    <w:rsid w:val="005C12BF"/>
    <w:rsid w:val="005C13D8"/>
    <w:rsid w:val="005C150E"/>
    <w:rsid w:val="005C1E7E"/>
    <w:rsid w:val="005C1EE0"/>
    <w:rsid w:val="005C22EC"/>
    <w:rsid w:val="005C271E"/>
    <w:rsid w:val="005C2E55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257"/>
    <w:rsid w:val="005E1464"/>
    <w:rsid w:val="005E1D46"/>
    <w:rsid w:val="005E262B"/>
    <w:rsid w:val="005E380F"/>
    <w:rsid w:val="005E465A"/>
    <w:rsid w:val="005E504E"/>
    <w:rsid w:val="005E59ED"/>
    <w:rsid w:val="005E6095"/>
    <w:rsid w:val="005E66A5"/>
    <w:rsid w:val="005E747B"/>
    <w:rsid w:val="005F0113"/>
    <w:rsid w:val="005F0168"/>
    <w:rsid w:val="005F2399"/>
    <w:rsid w:val="005F23CB"/>
    <w:rsid w:val="005F2804"/>
    <w:rsid w:val="005F3676"/>
    <w:rsid w:val="005F4231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9A7"/>
    <w:rsid w:val="0060631A"/>
    <w:rsid w:val="006067C4"/>
    <w:rsid w:val="00606A0D"/>
    <w:rsid w:val="00606D3C"/>
    <w:rsid w:val="00610923"/>
    <w:rsid w:val="00610EDE"/>
    <w:rsid w:val="006111F4"/>
    <w:rsid w:val="00611649"/>
    <w:rsid w:val="00611F76"/>
    <w:rsid w:val="00611FE8"/>
    <w:rsid w:val="006129B1"/>
    <w:rsid w:val="00612D66"/>
    <w:rsid w:val="006141F8"/>
    <w:rsid w:val="00614645"/>
    <w:rsid w:val="00615292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26D5"/>
    <w:rsid w:val="006231DB"/>
    <w:rsid w:val="00623BD1"/>
    <w:rsid w:val="00623D3E"/>
    <w:rsid w:val="00623D90"/>
    <w:rsid w:val="00624628"/>
    <w:rsid w:val="00625B92"/>
    <w:rsid w:val="00625E96"/>
    <w:rsid w:val="00626611"/>
    <w:rsid w:val="00627624"/>
    <w:rsid w:val="00627939"/>
    <w:rsid w:val="00627CF0"/>
    <w:rsid w:val="006301DC"/>
    <w:rsid w:val="006308FE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44F5"/>
    <w:rsid w:val="00634593"/>
    <w:rsid w:val="00634ADF"/>
    <w:rsid w:val="00634FD4"/>
    <w:rsid w:val="0063540A"/>
    <w:rsid w:val="006362BB"/>
    <w:rsid w:val="006362E9"/>
    <w:rsid w:val="00636D85"/>
    <w:rsid w:val="006375EF"/>
    <w:rsid w:val="0064098D"/>
    <w:rsid w:val="00640C4A"/>
    <w:rsid w:val="0064120C"/>
    <w:rsid w:val="00641734"/>
    <w:rsid w:val="00641AC1"/>
    <w:rsid w:val="0064206D"/>
    <w:rsid w:val="00642B1A"/>
    <w:rsid w:val="00643D63"/>
    <w:rsid w:val="00643DD6"/>
    <w:rsid w:val="00644319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2B35"/>
    <w:rsid w:val="006641A2"/>
    <w:rsid w:val="0066452F"/>
    <w:rsid w:val="006656A5"/>
    <w:rsid w:val="00665BB0"/>
    <w:rsid w:val="006705E0"/>
    <w:rsid w:val="00670760"/>
    <w:rsid w:val="006713D8"/>
    <w:rsid w:val="00672801"/>
    <w:rsid w:val="006728DE"/>
    <w:rsid w:val="00673081"/>
    <w:rsid w:val="0067318A"/>
    <w:rsid w:val="0067348C"/>
    <w:rsid w:val="00673F74"/>
    <w:rsid w:val="00674A46"/>
    <w:rsid w:val="00674E10"/>
    <w:rsid w:val="006751DF"/>
    <w:rsid w:val="00675282"/>
    <w:rsid w:val="00675C23"/>
    <w:rsid w:val="0068028F"/>
    <w:rsid w:val="00680D80"/>
    <w:rsid w:val="00681248"/>
    <w:rsid w:val="00681380"/>
    <w:rsid w:val="00683EA6"/>
    <w:rsid w:val="006840B7"/>
    <w:rsid w:val="00684866"/>
    <w:rsid w:val="00685FAE"/>
    <w:rsid w:val="006862EE"/>
    <w:rsid w:val="00686AF0"/>
    <w:rsid w:val="006872EF"/>
    <w:rsid w:val="00687B53"/>
    <w:rsid w:val="00690C74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2A0C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B25D4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2584"/>
    <w:rsid w:val="006C3AB5"/>
    <w:rsid w:val="006C3BA5"/>
    <w:rsid w:val="006C43A9"/>
    <w:rsid w:val="006C5471"/>
    <w:rsid w:val="006C6209"/>
    <w:rsid w:val="006C6B7B"/>
    <w:rsid w:val="006C7AD9"/>
    <w:rsid w:val="006D1F88"/>
    <w:rsid w:val="006D290F"/>
    <w:rsid w:val="006D2E9E"/>
    <w:rsid w:val="006D3ADA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04A"/>
    <w:rsid w:val="006E1B06"/>
    <w:rsid w:val="006E279D"/>
    <w:rsid w:val="006E2897"/>
    <w:rsid w:val="006E2A07"/>
    <w:rsid w:val="006E42B2"/>
    <w:rsid w:val="006E4667"/>
    <w:rsid w:val="006E5C6A"/>
    <w:rsid w:val="006E64BE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24F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A22"/>
    <w:rsid w:val="007122C5"/>
    <w:rsid w:val="00712C08"/>
    <w:rsid w:val="00712C21"/>
    <w:rsid w:val="0071598C"/>
    <w:rsid w:val="007167EC"/>
    <w:rsid w:val="00716DCF"/>
    <w:rsid w:val="00720930"/>
    <w:rsid w:val="00721F1B"/>
    <w:rsid w:val="00722B34"/>
    <w:rsid w:val="00722C3D"/>
    <w:rsid w:val="00723E3B"/>
    <w:rsid w:val="00724D00"/>
    <w:rsid w:val="007255A9"/>
    <w:rsid w:val="00725EDA"/>
    <w:rsid w:val="0072614F"/>
    <w:rsid w:val="00726D70"/>
    <w:rsid w:val="00726F73"/>
    <w:rsid w:val="00727891"/>
    <w:rsid w:val="00730CD4"/>
    <w:rsid w:val="007316E2"/>
    <w:rsid w:val="00731AEF"/>
    <w:rsid w:val="00732011"/>
    <w:rsid w:val="00733310"/>
    <w:rsid w:val="00733745"/>
    <w:rsid w:val="00733C24"/>
    <w:rsid w:val="007341DE"/>
    <w:rsid w:val="00734500"/>
    <w:rsid w:val="00734656"/>
    <w:rsid w:val="007349E4"/>
    <w:rsid w:val="007351FE"/>
    <w:rsid w:val="007356D3"/>
    <w:rsid w:val="0073570B"/>
    <w:rsid w:val="0073570D"/>
    <w:rsid w:val="007358F6"/>
    <w:rsid w:val="00736B07"/>
    <w:rsid w:val="00737E15"/>
    <w:rsid w:val="00740DA8"/>
    <w:rsid w:val="0074165B"/>
    <w:rsid w:val="00742490"/>
    <w:rsid w:val="00742BFD"/>
    <w:rsid w:val="00743468"/>
    <w:rsid w:val="00743C2A"/>
    <w:rsid w:val="007440B3"/>
    <w:rsid w:val="0074536D"/>
    <w:rsid w:val="00745FA6"/>
    <w:rsid w:val="007466C1"/>
    <w:rsid w:val="00746C66"/>
    <w:rsid w:val="00747275"/>
    <w:rsid w:val="007475A5"/>
    <w:rsid w:val="00747611"/>
    <w:rsid w:val="00750751"/>
    <w:rsid w:val="007516D0"/>
    <w:rsid w:val="007532F6"/>
    <w:rsid w:val="007542BF"/>
    <w:rsid w:val="007559A2"/>
    <w:rsid w:val="00755C8C"/>
    <w:rsid w:val="007567B0"/>
    <w:rsid w:val="00756E6E"/>
    <w:rsid w:val="00757D89"/>
    <w:rsid w:val="00760524"/>
    <w:rsid w:val="00760C27"/>
    <w:rsid w:val="0076156E"/>
    <w:rsid w:val="007625CE"/>
    <w:rsid w:val="00762DC0"/>
    <w:rsid w:val="00762FBF"/>
    <w:rsid w:val="00763ABA"/>
    <w:rsid w:val="00764EA1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67B1F"/>
    <w:rsid w:val="00770A07"/>
    <w:rsid w:val="00770DF3"/>
    <w:rsid w:val="00771D0C"/>
    <w:rsid w:val="00772A8C"/>
    <w:rsid w:val="007733B8"/>
    <w:rsid w:val="00773757"/>
    <w:rsid w:val="00773A38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BFE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22E"/>
    <w:rsid w:val="00792F74"/>
    <w:rsid w:val="00793FDC"/>
    <w:rsid w:val="00794093"/>
    <w:rsid w:val="00794233"/>
    <w:rsid w:val="00795068"/>
    <w:rsid w:val="007950BC"/>
    <w:rsid w:val="00795734"/>
    <w:rsid w:val="007959CB"/>
    <w:rsid w:val="007962CD"/>
    <w:rsid w:val="007964F6"/>
    <w:rsid w:val="00796742"/>
    <w:rsid w:val="00797641"/>
    <w:rsid w:val="00797DD0"/>
    <w:rsid w:val="007A0827"/>
    <w:rsid w:val="007A0A44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5E53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5BD"/>
    <w:rsid w:val="007C57F1"/>
    <w:rsid w:val="007C65B5"/>
    <w:rsid w:val="007C767F"/>
    <w:rsid w:val="007C7AA0"/>
    <w:rsid w:val="007C7CD6"/>
    <w:rsid w:val="007D000C"/>
    <w:rsid w:val="007D23E6"/>
    <w:rsid w:val="007D361E"/>
    <w:rsid w:val="007D3EAA"/>
    <w:rsid w:val="007D4766"/>
    <w:rsid w:val="007D47E2"/>
    <w:rsid w:val="007D6764"/>
    <w:rsid w:val="007D77D3"/>
    <w:rsid w:val="007D7B21"/>
    <w:rsid w:val="007E0887"/>
    <w:rsid w:val="007E10C0"/>
    <w:rsid w:val="007E20F5"/>
    <w:rsid w:val="007E2890"/>
    <w:rsid w:val="007E2E9B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C0E"/>
    <w:rsid w:val="007E7EE5"/>
    <w:rsid w:val="007F1295"/>
    <w:rsid w:val="007F196C"/>
    <w:rsid w:val="007F2187"/>
    <w:rsid w:val="007F21CD"/>
    <w:rsid w:val="007F3057"/>
    <w:rsid w:val="007F347D"/>
    <w:rsid w:val="007F37B0"/>
    <w:rsid w:val="007F57E4"/>
    <w:rsid w:val="007F5973"/>
    <w:rsid w:val="007F5CD0"/>
    <w:rsid w:val="007F6523"/>
    <w:rsid w:val="007F709B"/>
    <w:rsid w:val="007F7FAA"/>
    <w:rsid w:val="00802B09"/>
    <w:rsid w:val="008035DC"/>
    <w:rsid w:val="008036ED"/>
    <w:rsid w:val="008041BE"/>
    <w:rsid w:val="0080454A"/>
    <w:rsid w:val="00804ED1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4D45"/>
    <w:rsid w:val="008158A2"/>
    <w:rsid w:val="00815C86"/>
    <w:rsid w:val="00815F1F"/>
    <w:rsid w:val="00817DC3"/>
    <w:rsid w:val="0082040A"/>
    <w:rsid w:val="00821710"/>
    <w:rsid w:val="00821764"/>
    <w:rsid w:val="00821F2C"/>
    <w:rsid w:val="008221C5"/>
    <w:rsid w:val="00822931"/>
    <w:rsid w:val="00823BD0"/>
    <w:rsid w:val="008257EA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45DB"/>
    <w:rsid w:val="008353EC"/>
    <w:rsid w:val="00835B92"/>
    <w:rsid w:val="00835BC1"/>
    <w:rsid w:val="00835F3C"/>
    <w:rsid w:val="00836AE6"/>
    <w:rsid w:val="00836EB7"/>
    <w:rsid w:val="008379F5"/>
    <w:rsid w:val="00837A69"/>
    <w:rsid w:val="00840A1B"/>
    <w:rsid w:val="0084112A"/>
    <w:rsid w:val="0084139F"/>
    <w:rsid w:val="008420AA"/>
    <w:rsid w:val="0084245B"/>
    <w:rsid w:val="00842746"/>
    <w:rsid w:val="008427FA"/>
    <w:rsid w:val="00843BA3"/>
    <w:rsid w:val="00845715"/>
    <w:rsid w:val="008457D2"/>
    <w:rsid w:val="008459A9"/>
    <w:rsid w:val="008476FF"/>
    <w:rsid w:val="008478C9"/>
    <w:rsid w:val="00850736"/>
    <w:rsid w:val="00850C41"/>
    <w:rsid w:val="008535EB"/>
    <w:rsid w:val="0085436F"/>
    <w:rsid w:val="0085468A"/>
    <w:rsid w:val="00855091"/>
    <w:rsid w:val="00855A0C"/>
    <w:rsid w:val="00855A18"/>
    <w:rsid w:val="00855B9A"/>
    <w:rsid w:val="00855DC6"/>
    <w:rsid w:val="00856442"/>
    <w:rsid w:val="008567D1"/>
    <w:rsid w:val="00856CE3"/>
    <w:rsid w:val="00856EAA"/>
    <w:rsid w:val="0085707E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3C7"/>
    <w:rsid w:val="00865F3A"/>
    <w:rsid w:val="0086669F"/>
    <w:rsid w:val="008703DE"/>
    <w:rsid w:val="00871517"/>
    <w:rsid w:val="008722DB"/>
    <w:rsid w:val="00872940"/>
    <w:rsid w:val="0087387F"/>
    <w:rsid w:val="008746EC"/>
    <w:rsid w:val="0087575A"/>
    <w:rsid w:val="00875AD0"/>
    <w:rsid w:val="00876258"/>
    <w:rsid w:val="00876C98"/>
    <w:rsid w:val="0087716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1545"/>
    <w:rsid w:val="00891B49"/>
    <w:rsid w:val="008937A8"/>
    <w:rsid w:val="00893BDD"/>
    <w:rsid w:val="00894086"/>
    <w:rsid w:val="008947B9"/>
    <w:rsid w:val="00895503"/>
    <w:rsid w:val="0089689C"/>
    <w:rsid w:val="00897008"/>
    <w:rsid w:val="0089713B"/>
    <w:rsid w:val="008979F5"/>
    <w:rsid w:val="00897BBA"/>
    <w:rsid w:val="008A07F2"/>
    <w:rsid w:val="008A0BF7"/>
    <w:rsid w:val="008A14EB"/>
    <w:rsid w:val="008A1AFA"/>
    <w:rsid w:val="008A1D98"/>
    <w:rsid w:val="008A2107"/>
    <w:rsid w:val="008A2465"/>
    <w:rsid w:val="008A280F"/>
    <w:rsid w:val="008A2D7E"/>
    <w:rsid w:val="008A3489"/>
    <w:rsid w:val="008A34C8"/>
    <w:rsid w:val="008A3D89"/>
    <w:rsid w:val="008A3E54"/>
    <w:rsid w:val="008A475D"/>
    <w:rsid w:val="008A553B"/>
    <w:rsid w:val="008A59AB"/>
    <w:rsid w:val="008A6B9F"/>
    <w:rsid w:val="008A6D2E"/>
    <w:rsid w:val="008B06F0"/>
    <w:rsid w:val="008B08F6"/>
    <w:rsid w:val="008B1FC1"/>
    <w:rsid w:val="008B2469"/>
    <w:rsid w:val="008B2A43"/>
    <w:rsid w:val="008B2E18"/>
    <w:rsid w:val="008B3006"/>
    <w:rsid w:val="008B302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851"/>
    <w:rsid w:val="008C1AE6"/>
    <w:rsid w:val="008C1ED0"/>
    <w:rsid w:val="008C2836"/>
    <w:rsid w:val="008C30F5"/>
    <w:rsid w:val="008C321B"/>
    <w:rsid w:val="008C391B"/>
    <w:rsid w:val="008C3EA4"/>
    <w:rsid w:val="008C4F2A"/>
    <w:rsid w:val="008C5072"/>
    <w:rsid w:val="008C5196"/>
    <w:rsid w:val="008C5BD5"/>
    <w:rsid w:val="008C5C7D"/>
    <w:rsid w:val="008C6750"/>
    <w:rsid w:val="008C747D"/>
    <w:rsid w:val="008D052A"/>
    <w:rsid w:val="008D10EE"/>
    <w:rsid w:val="008D1143"/>
    <w:rsid w:val="008D2C24"/>
    <w:rsid w:val="008D3B97"/>
    <w:rsid w:val="008D4600"/>
    <w:rsid w:val="008D4C3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734"/>
    <w:rsid w:val="008E197C"/>
    <w:rsid w:val="008E1CE8"/>
    <w:rsid w:val="008E21FA"/>
    <w:rsid w:val="008E2A50"/>
    <w:rsid w:val="008E40D5"/>
    <w:rsid w:val="008E423A"/>
    <w:rsid w:val="008E48DF"/>
    <w:rsid w:val="008E6D28"/>
    <w:rsid w:val="008E6F13"/>
    <w:rsid w:val="008E7986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4D5C"/>
    <w:rsid w:val="008F5616"/>
    <w:rsid w:val="008F57A7"/>
    <w:rsid w:val="008F57F4"/>
    <w:rsid w:val="008F616B"/>
    <w:rsid w:val="008F645E"/>
    <w:rsid w:val="009010F0"/>
    <w:rsid w:val="00901839"/>
    <w:rsid w:val="00901C29"/>
    <w:rsid w:val="009031C0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129"/>
    <w:rsid w:val="00912462"/>
    <w:rsid w:val="00912CCC"/>
    <w:rsid w:val="0091397C"/>
    <w:rsid w:val="00913E0E"/>
    <w:rsid w:val="00914DA6"/>
    <w:rsid w:val="00915B30"/>
    <w:rsid w:val="00915B9C"/>
    <w:rsid w:val="00915CBD"/>
    <w:rsid w:val="00916DA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5A9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365"/>
    <w:rsid w:val="00933861"/>
    <w:rsid w:val="00933B3B"/>
    <w:rsid w:val="00933E2C"/>
    <w:rsid w:val="00934AFB"/>
    <w:rsid w:val="00935321"/>
    <w:rsid w:val="00936F23"/>
    <w:rsid w:val="00937770"/>
    <w:rsid w:val="0094015B"/>
    <w:rsid w:val="009408B8"/>
    <w:rsid w:val="00941733"/>
    <w:rsid w:val="00941AF9"/>
    <w:rsid w:val="009436C0"/>
    <w:rsid w:val="00944051"/>
    <w:rsid w:val="00944D99"/>
    <w:rsid w:val="00945665"/>
    <w:rsid w:val="00945C7C"/>
    <w:rsid w:val="00947ABE"/>
    <w:rsid w:val="0095062F"/>
    <w:rsid w:val="009509DE"/>
    <w:rsid w:val="00950BC7"/>
    <w:rsid w:val="00950C5F"/>
    <w:rsid w:val="00950D16"/>
    <w:rsid w:val="0095128D"/>
    <w:rsid w:val="009515EC"/>
    <w:rsid w:val="00951F70"/>
    <w:rsid w:val="009526C2"/>
    <w:rsid w:val="009527FD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2283"/>
    <w:rsid w:val="00963F9C"/>
    <w:rsid w:val="00964191"/>
    <w:rsid w:val="009653DE"/>
    <w:rsid w:val="00965E14"/>
    <w:rsid w:val="00965E1D"/>
    <w:rsid w:val="009664A5"/>
    <w:rsid w:val="00966C29"/>
    <w:rsid w:val="0096710E"/>
    <w:rsid w:val="00967901"/>
    <w:rsid w:val="00967981"/>
    <w:rsid w:val="009714F8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CBE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318B"/>
    <w:rsid w:val="009B31C3"/>
    <w:rsid w:val="009B3AD8"/>
    <w:rsid w:val="009B40A4"/>
    <w:rsid w:val="009B556B"/>
    <w:rsid w:val="009B5D76"/>
    <w:rsid w:val="009B690E"/>
    <w:rsid w:val="009B6EBC"/>
    <w:rsid w:val="009B7BA7"/>
    <w:rsid w:val="009B7ECD"/>
    <w:rsid w:val="009C016A"/>
    <w:rsid w:val="009C1255"/>
    <w:rsid w:val="009C15EB"/>
    <w:rsid w:val="009C3D65"/>
    <w:rsid w:val="009C43D5"/>
    <w:rsid w:val="009C5753"/>
    <w:rsid w:val="009C6A17"/>
    <w:rsid w:val="009C77ED"/>
    <w:rsid w:val="009D07FC"/>
    <w:rsid w:val="009D0897"/>
    <w:rsid w:val="009D0BB4"/>
    <w:rsid w:val="009D2353"/>
    <w:rsid w:val="009D23CE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06"/>
    <w:rsid w:val="009E7B69"/>
    <w:rsid w:val="009E7F97"/>
    <w:rsid w:val="009F051A"/>
    <w:rsid w:val="009F0DA6"/>
    <w:rsid w:val="009F1637"/>
    <w:rsid w:val="009F2B21"/>
    <w:rsid w:val="009F2EB8"/>
    <w:rsid w:val="009F3007"/>
    <w:rsid w:val="009F3083"/>
    <w:rsid w:val="009F33A0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23"/>
    <w:rsid w:val="00A12E61"/>
    <w:rsid w:val="00A135B5"/>
    <w:rsid w:val="00A13A1B"/>
    <w:rsid w:val="00A13E71"/>
    <w:rsid w:val="00A14119"/>
    <w:rsid w:val="00A14AD5"/>
    <w:rsid w:val="00A1665F"/>
    <w:rsid w:val="00A17F6B"/>
    <w:rsid w:val="00A20ABE"/>
    <w:rsid w:val="00A219B6"/>
    <w:rsid w:val="00A23682"/>
    <w:rsid w:val="00A2460B"/>
    <w:rsid w:val="00A2480E"/>
    <w:rsid w:val="00A256ED"/>
    <w:rsid w:val="00A25866"/>
    <w:rsid w:val="00A25C5B"/>
    <w:rsid w:val="00A26917"/>
    <w:rsid w:val="00A277EF"/>
    <w:rsid w:val="00A27EEA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0187"/>
    <w:rsid w:val="00A424C7"/>
    <w:rsid w:val="00A427B5"/>
    <w:rsid w:val="00A42912"/>
    <w:rsid w:val="00A43504"/>
    <w:rsid w:val="00A436EE"/>
    <w:rsid w:val="00A44400"/>
    <w:rsid w:val="00A4461E"/>
    <w:rsid w:val="00A4522B"/>
    <w:rsid w:val="00A4523D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0BFF"/>
    <w:rsid w:val="00A62147"/>
    <w:rsid w:val="00A626CE"/>
    <w:rsid w:val="00A630C4"/>
    <w:rsid w:val="00A640B5"/>
    <w:rsid w:val="00A64394"/>
    <w:rsid w:val="00A644B4"/>
    <w:rsid w:val="00A646F5"/>
    <w:rsid w:val="00A64BCB"/>
    <w:rsid w:val="00A64C2C"/>
    <w:rsid w:val="00A64D8C"/>
    <w:rsid w:val="00A65C25"/>
    <w:rsid w:val="00A65C61"/>
    <w:rsid w:val="00A6685C"/>
    <w:rsid w:val="00A70E6F"/>
    <w:rsid w:val="00A7145F"/>
    <w:rsid w:val="00A71DFE"/>
    <w:rsid w:val="00A72F1F"/>
    <w:rsid w:val="00A73174"/>
    <w:rsid w:val="00A733AF"/>
    <w:rsid w:val="00A73504"/>
    <w:rsid w:val="00A73D8B"/>
    <w:rsid w:val="00A73F91"/>
    <w:rsid w:val="00A749AD"/>
    <w:rsid w:val="00A74E88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639"/>
    <w:rsid w:val="00A83FC9"/>
    <w:rsid w:val="00A84D8C"/>
    <w:rsid w:val="00A85896"/>
    <w:rsid w:val="00A865AD"/>
    <w:rsid w:val="00A8694E"/>
    <w:rsid w:val="00A86F3A"/>
    <w:rsid w:val="00A86FFB"/>
    <w:rsid w:val="00A87B61"/>
    <w:rsid w:val="00A900C9"/>
    <w:rsid w:val="00A905C9"/>
    <w:rsid w:val="00A9280A"/>
    <w:rsid w:val="00A9326E"/>
    <w:rsid w:val="00A948CC"/>
    <w:rsid w:val="00A94B2C"/>
    <w:rsid w:val="00A95577"/>
    <w:rsid w:val="00A95B56"/>
    <w:rsid w:val="00A96D48"/>
    <w:rsid w:val="00A97DBB"/>
    <w:rsid w:val="00A97E80"/>
    <w:rsid w:val="00AA0BA0"/>
    <w:rsid w:val="00AA24D4"/>
    <w:rsid w:val="00AA2A8B"/>
    <w:rsid w:val="00AA2BEB"/>
    <w:rsid w:val="00AA3426"/>
    <w:rsid w:val="00AA3D97"/>
    <w:rsid w:val="00AA462B"/>
    <w:rsid w:val="00AA4698"/>
    <w:rsid w:val="00AA50AD"/>
    <w:rsid w:val="00AA5258"/>
    <w:rsid w:val="00AA57A7"/>
    <w:rsid w:val="00AA59DD"/>
    <w:rsid w:val="00AA5C48"/>
    <w:rsid w:val="00AA61ED"/>
    <w:rsid w:val="00AA624A"/>
    <w:rsid w:val="00AA6287"/>
    <w:rsid w:val="00AB2015"/>
    <w:rsid w:val="00AB2162"/>
    <w:rsid w:val="00AB3805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4B9"/>
    <w:rsid w:val="00AC7C31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A22"/>
    <w:rsid w:val="00AD6C8D"/>
    <w:rsid w:val="00AD7ABE"/>
    <w:rsid w:val="00AE0057"/>
    <w:rsid w:val="00AE1274"/>
    <w:rsid w:val="00AE15DA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4AEA"/>
    <w:rsid w:val="00AF66D5"/>
    <w:rsid w:val="00AF742E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2C4"/>
    <w:rsid w:val="00B04BC6"/>
    <w:rsid w:val="00B04F4D"/>
    <w:rsid w:val="00B05216"/>
    <w:rsid w:val="00B05597"/>
    <w:rsid w:val="00B055F5"/>
    <w:rsid w:val="00B06E0C"/>
    <w:rsid w:val="00B07CB6"/>
    <w:rsid w:val="00B1132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06E0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5591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47948"/>
    <w:rsid w:val="00B50622"/>
    <w:rsid w:val="00B50E05"/>
    <w:rsid w:val="00B51471"/>
    <w:rsid w:val="00B52C47"/>
    <w:rsid w:val="00B533A2"/>
    <w:rsid w:val="00B54274"/>
    <w:rsid w:val="00B557C4"/>
    <w:rsid w:val="00B563BD"/>
    <w:rsid w:val="00B567BB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BFD"/>
    <w:rsid w:val="00B642F8"/>
    <w:rsid w:val="00B65CB8"/>
    <w:rsid w:val="00B6627B"/>
    <w:rsid w:val="00B66B37"/>
    <w:rsid w:val="00B6752F"/>
    <w:rsid w:val="00B678A7"/>
    <w:rsid w:val="00B712EE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5251"/>
    <w:rsid w:val="00B861EB"/>
    <w:rsid w:val="00B862D8"/>
    <w:rsid w:val="00B87ACC"/>
    <w:rsid w:val="00B90F75"/>
    <w:rsid w:val="00B90FA1"/>
    <w:rsid w:val="00B90FB9"/>
    <w:rsid w:val="00B9102A"/>
    <w:rsid w:val="00B916AF"/>
    <w:rsid w:val="00B91964"/>
    <w:rsid w:val="00B91E94"/>
    <w:rsid w:val="00B9241B"/>
    <w:rsid w:val="00B92C76"/>
    <w:rsid w:val="00B94EBF"/>
    <w:rsid w:val="00B9661D"/>
    <w:rsid w:val="00B96B8C"/>
    <w:rsid w:val="00B96D6B"/>
    <w:rsid w:val="00B97430"/>
    <w:rsid w:val="00B978C2"/>
    <w:rsid w:val="00B97AE4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BA0"/>
    <w:rsid w:val="00BC4E80"/>
    <w:rsid w:val="00BC5930"/>
    <w:rsid w:val="00BC60F5"/>
    <w:rsid w:val="00BC67C9"/>
    <w:rsid w:val="00BC6833"/>
    <w:rsid w:val="00BC7F37"/>
    <w:rsid w:val="00BD02E1"/>
    <w:rsid w:val="00BD0604"/>
    <w:rsid w:val="00BD068C"/>
    <w:rsid w:val="00BD0788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79F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139"/>
    <w:rsid w:val="00BF1F5D"/>
    <w:rsid w:val="00BF25C8"/>
    <w:rsid w:val="00BF3152"/>
    <w:rsid w:val="00BF36DF"/>
    <w:rsid w:val="00BF49A5"/>
    <w:rsid w:val="00BF5498"/>
    <w:rsid w:val="00BF6AA9"/>
    <w:rsid w:val="00BF6F8D"/>
    <w:rsid w:val="00BF7156"/>
    <w:rsid w:val="00C00843"/>
    <w:rsid w:val="00C00A61"/>
    <w:rsid w:val="00C00C90"/>
    <w:rsid w:val="00C01DC1"/>
    <w:rsid w:val="00C027CC"/>
    <w:rsid w:val="00C02B23"/>
    <w:rsid w:val="00C03AFA"/>
    <w:rsid w:val="00C048A2"/>
    <w:rsid w:val="00C10C25"/>
    <w:rsid w:val="00C11206"/>
    <w:rsid w:val="00C11766"/>
    <w:rsid w:val="00C129FF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C92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93B"/>
    <w:rsid w:val="00C254F3"/>
    <w:rsid w:val="00C26DEE"/>
    <w:rsid w:val="00C27549"/>
    <w:rsid w:val="00C30509"/>
    <w:rsid w:val="00C30CB6"/>
    <w:rsid w:val="00C30F68"/>
    <w:rsid w:val="00C31760"/>
    <w:rsid w:val="00C32400"/>
    <w:rsid w:val="00C331DD"/>
    <w:rsid w:val="00C34B59"/>
    <w:rsid w:val="00C34E2E"/>
    <w:rsid w:val="00C34F59"/>
    <w:rsid w:val="00C350F3"/>
    <w:rsid w:val="00C35289"/>
    <w:rsid w:val="00C35A54"/>
    <w:rsid w:val="00C35A79"/>
    <w:rsid w:val="00C35EAB"/>
    <w:rsid w:val="00C35F8A"/>
    <w:rsid w:val="00C361F4"/>
    <w:rsid w:val="00C370F5"/>
    <w:rsid w:val="00C37B8C"/>
    <w:rsid w:val="00C40C09"/>
    <w:rsid w:val="00C40E0A"/>
    <w:rsid w:val="00C41307"/>
    <w:rsid w:val="00C42D94"/>
    <w:rsid w:val="00C443F2"/>
    <w:rsid w:val="00C44964"/>
    <w:rsid w:val="00C44F93"/>
    <w:rsid w:val="00C45845"/>
    <w:rsid w:val="00C458A9"/>
    <w:rsid w:val="00C465B4"/>
    <w:rsid w:val="00C46BA5"/>
    <w:rsid w:val="00C475B6"/>
    <w:rsid w:val="00C47927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68"/>
    <w:rsid w:val="00C75C88"/>
    <w:rsid w:val="00C7678E"/>
    <w:rsid w:val="00C77463"/>
    <w:rsid w:val="00C774E6"/>
    <w:rsid w:val="00C77657"/>
    <w:rsid w:val="00C82B07"/>
    <w:rsid w:val="00C835CC"/>
    <w:rsid w:val="00C849D3"/>
    <w:rsid w:val="00C85152"/>
    <w:rsid w:val="00C866EB"/>
    <w:rsid w:val="00C86B7E"/>
    <w:rsid w:val="00C87473"/>
    <w:rsid w:val="00C874AA"/>
    <w:rsid w:val="00C877B5"/>
    <w:rsid w:val="00C87C47"/>
    <w:rsid w:val="00C90B25"/>
    <w:rsid w:val="00C90D05"/>
    <w:rsid w:val="00C90F1D"/>
    <w:rsid w:val="00C90F3A"/>
    <w:rsid w:val="00C90F47"/>
    <w:rsid w:val="00C91C2C"/>
    <w:rsid w:val="00C91F14"/>
    <w:rsid w:val="00C92403"/>
    <w:rsid w:val="00C92D8B"/>
    <w:rsid w:val="00C92E93"/>
    <w:rsid w:val="00C94575"/>
    <w:rsid w:val="00C94AE5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899"/>
    <w:rsid w:val="00CA707D"/>
    <w:rsid w:val="00CA791B"/>
    <w:rsid w:val="00CA7E47"/>
    <w:rsid w:val="00CB044F"/>
    <w:rsid w:val="00CB0E4E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3EA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25DD"/>
    <w:rsid w:val="00CC42E7"/>
    <w:rsid w:val="00CC5CF0"/>
    <w:rsid w:val="00CC62FA"/>
    <w:rsid w:val="00CC718A"/>
    <w:rsid w:val="00CC7424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F36"/>
    <w:rsid w:val="00CD5FC3"/>
    <w:rsid w:val="00CD60BB"/>
    <w:rsid w:val="00CD60EB"/>
    <w:rsid w:val="00CD6A72"/>
    <w:rsid w:val="00CD6C84"/>
    <w:rsid w:val="00CD7222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8D0"/>
    <w:rsid w:val="00CE2BE3"/>
    <w:rsid w:val="00CE2BF2"/>
    <w:rsid w:val="00CE31D8"/>
    <w:rsid w:val="00CE35DE"/>
    <w:rsid w:val="00CE4207"/>
    <w:rsid w:val="00CE6096"/>
    <w:rsid w:val="00CE693B"/>
    <w:rsid w:val="00CE69E3"/>
    <w:rsid w:val="00CE6BEC"/>
    <w:rsid w:val="00CE6FA2"/>
    <w:rsid w:val="00CE7FAD"/>
    <w:rsid w:val="00CF022B"/>
    <w:rsid w:val="00CF1E5E"/>
    <w:rsid w:val="00CF235D"/>
    <w:rsid w:val="00CF28C4"/>
    <w:rsid w:val="00CF2ED0"/>
    <w:rsid w:val="00CF2F8E"/>
    <w:rsid w:val="00CF3A40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177"/>
    <w:rsid w:val="00D10BF1"/>
    <w:rsid w:val="00D10DA7"/>
    <w:rsid w:val="00D10F10"/>
    <w:rsid w:val="00D11138"/>
    <w:rsid w:val="00D11355"/>
    <w:rsid w:val="00D11477"/>
    <w:rsid w:val="00D120E1"/>
    <w:rsid w:val="00D12285"/>
    <w:rsid w:val="00D1330D"/>
    <w:rsid w:val="00D133CB"/>
    <w:rsid w:val="00D13550"/>
    <w:rsid w:val="00D139F6"/>
    <w:rsid w:val="00D147B7"/>
    <w:rsid w:val="00D1480A"/>
    <w:rsid w:val="00D14E3F"/>
    <w:rsid w:val="00D16A82"/>
    <w:rsid w:val="00D16BE4"/>
    <w:rsid w:val="00D17B49"/>
    <w:rsid w:val="00D20629"/>
    <w:rsid w:val="00D210AB"/>
    <w:rsid w:val="00D217CD"/>
    <w:rsid w:val="00D22910"/>
    <w:rsid w:val="00D2328A"/>
    <w:rsid w:val="00D23A1D"/>
    <w:rsid w:val="00D24344"/>
    <w:rsid w:val="00D254D7"/>
    <w:rsid w:val="00D25B94"/>
    <w:rsid w:val="00D27113"/>
    <w:rsid w:val="00D27259"/>
    <w:rsid w:val="00D27A7D"/>
    <w:rsid w:val="00D27CF3"/>
    <w:rsid w:val="00D303E2"/>
    <w:rsid w:val="00D31A2A"/>
    <w:rsid w:val="00D31D04"/>
    <w:rsid w:val="00D33835"/>
    <w:rsid w:val="00D33C4C"/>
    <w:rsid w:val="00D34E03"/>
    <w:rsid w:val="00D3573C"/>
    <w:rsid w:val="00D35CF1"/>
    <w:rsid w:val="00D3672F"/>
    <w:rsid w:val="00D3686A"/>
    <w:rsid w:val="00D37161"/>
    <w:rsid w:val="00D376F5"/>
    <w:rsid w:val="00D404BC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B95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B10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7172"/>
    <w:rsid w:val="00D67AEC"/>
    <w:rsid w:val="00D70B93"/>
    <w:rsid w:val="00D70E1F"/>
    <w:rsid w:val="00D71451"/>
    <w:rsid w:val="00D73F9A"/>
    <w:rsid w:val="00D749BA"/>
    <w:rsid w:val="00D74BFD"/>
    <w:rsid w:val="00D74FF9"/>
    <w:rsid w:val="00D75763"/>
    <w:rsid w:val="00D76327"/>
    <w:rsid w:val="00D76E11"/>
    <w:rsid w:val="00D771AE"/>
    <w:rsid w:val="00D7769B"/>
    <w:rsid w:val="00D77963"/>
    <w:rsid w:val="00D8086D"/>
    <w:rsid w:val="00D81935"/>
    <w:rsid w:val="00D81B2A"/>
    <w:rsid w:val="00D81D4C"/>
    <w:rsid w:val="00D82100"/>
    <w:rsid w:val="00D822B3"/>
    <w:rsid w:val="00D82F64"/>
    <w:rsid w:val="00D834E5"/>
    <w:rsid w:val="00D83752"/>
    <w:rsid w:val="00D84B18"/>
    <w:rsid w:val="00D85201"/>
    <w:rsid w:val="00D85653"/>
    <w:rsid w:val="00D85EA8"/>
    <w:rsid w:val="00D85EB9"/>
    <w:rsid w:val="00D86125"/>
    <w:rsid w:val="00D86B2D"/>
    <w:rsid w:val="00D86C41"/>
    <w:rsid w:val="00D86D06"/>
    <w:rsid w:val="00D90EBD"/>
    <w:rsid w:val="00D93A89"/>
    <w:rsid w:val="00D96256"/>
    <w:rsid w:val="00D97B87"/>
    <w:rsid w:val="00DA049B"/>
    <w:rsid w:val="00DA0EC6"/>
    <w:rsid w:val="00DA16DC"/>
    <w:rsid w:val="00DA2D75"/>
    <w:rsid w:val="00DA358B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3AA"/>
    <w:rsid w:val="00DB09C2"/>
    <w:rsid w:val="00DB0AC8"/>
    <w:rsid w:val="00DB1623"/>
    <w:rsid w:val="00DB1BD2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40E"/>
    <w:rsid w:val="00DC0644"/>
    <w:rsid w:val="00DC0E09"/>
    <w:rsid w:val="00DC1705"/>
    <w:rsid w:val="00DC20C9"/>
    <w:rsid w:val="00DC2CE2"/>
    <w:rsid w:val="00DC2D47"/>
    <w:rsid w:val="00DC2F79"/>
    <w:rsid w:val="00DC4ED2"/>
    <w:rsid w:val="00DC55B2"/>
    <w:rsid w:val="00DC5A45"/>
    <w:rsid w:val="00DC6337"/>
    <w:rsid w:val="00DC6824"/>
    <w:rsid w:val="00DC6CEF"/>
    <w:rsid w:val="00DC717A"/>
    <w:rsid w:val="00DD007B"/>
    <w:rsid w:val="00DD274E"/>
    <w:rsid w:val="00DD4F13"/>
    <w:rsid w:val="00DD5736"/>
    <w:rsid w:val="00DD5A23"/>
    <w:rsid w:val="00DD6687"/>
    <w:rsid w:val="00DD6D34"/>
    <w:rsid w:val="00DD7149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EE7"/>
    <w:rsid w:val="00DE503A"/>
    <w:rsid w:val="00DE6352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2810"/>
    <w:rsid w:val="00E0313F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DBB"/>
    <w:rsid w:val="00E2180E"/>
    <w:rsid w:val="00E21EDB"/>
    <w:rsid w:val="00E226B1"/>
    <w:rsid w:val="00E22BC1"/>
    <w:rsid w:val="00E23FEE"/>
    <w:rsid w:val="00E24296"/>
    <w:rsid w:val="00E2488C"/>
    <w:rsid w:val="00E24CEB"/>
    <w:rsid w:val="00E25621"/>
    <w:rsid w:val="00E25D49"/>
    <w:rsid w:val="00E2652B"/>
    <w:rsid w:val="00E27210"/>
    <w:rsid w:val="00E273A4"/>
    <w:rsid w:val="00E30551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2EF"/>
    <w:rsid w:val="00E333D6"/>
    <w:rsid w:val="00E33E84"/>
    <w:rsid w:val="00E34779"/>
    <w:rsid w:val="00E34EBD"/>
    <w:rsid w:val="00E350AD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232"/>
    <w:rsid w:val="00E46DE3"/>
    <w:rsid w:val="00E46E5D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9BB"/>
    <w:rsid w:val="00E53F81"/>
    <w:rsid w:val="00E54AC2"/>
    <w:rsid w:val="00E54CAF"/>
    <w:rsid w:val="00E55318"/>
    <w:rsid w:val="00E56113"/>
    <w:rsid w:val="00E5619B"/>
    <w:rsid w:val="00E561E1"/>
    <w:rsid w:val="00E56C9A"/>
    <w:rsid w:val="00E5771A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90E"/>
    <w:rsid w:val="00E66DF8"/>
    <w:rsid w:val="00E67989"/>
    <w:rsid w:val="00E67DFE"/>
    <w:rsid w:val="00E71ECB"/>
    <w:rsid w:val="00E72E66"/>
    <w:rsid w:val="00E730A7"/>
    <w:rsid w:val="00E73F66"/>
    <w:rsid w:val="00E74C46"/>
    <w:rsid w:val="00E753D3"/>
    <w:rsid w:val="00E76601"/>
    <w:rsid w:val="00E76907"/>
    <w:rsid w:val="00E808CD"/>
    <w:rsid w:val="00E80A18"/>
    <w:rsid w:val="00E80AB2"/>
    <w:rsid w:val="00E80B9C"/>
    <w:rsid w:val="00E80BED"/>
    <w:rsid w:val="00E81EAD"/>
    <w:rsid w:val="00E83956"/>
    <w:rsid w:val="00E8409A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C03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68B"/>
    <w:rsid w:val="00EA37FD"/>
    <w:rsid w:val="00EA3B81"/>
    <w:rsid w:val="00EA3D1A"/>
    <w:rsid w:val="00EA42D8"/>
    <w:rsid w:val="00EA5D8A"/>
    <w:rsid w:val="00EA6298"/>
    <w:rsid w:val="00EB01A0"/>
    <w:rsid w:val="00EB023D"/>
    <w:rsid w:val="00EB0319"/>
    <w:rsid w:val="00EB106A"/>
    <w:rsid w:val="00EB10A9"/>
    <w:rsid w:val="00EB17A2"/>
    <w:rsid w:val="00EB1AB0"/>
    <w:rsid w:val="00EB3B68"/>
    <w:rsid w:val="00EB4441"/>
    <w:rsid w:val="00EB5018"/>
    <w:rsid w:val="00EB5966"/>
    <w:rsid w:val="00EB5DED"/>
    <w:rsid w:val="00EB600A"/>
    <w:rsid w:val="00EB7764"/>
    <w:rsid w:val="00EC1871"/>
    <w:rsid w:val="00EC2692"/>
    <w:rsid w:val="00EC3E9E"/>
    <w:rsid w:val="00EC4D14"/>
    <w:rsid w:val="00EC4DE4"/>
    <w:rsid w:val="00EC50C8"/>
    <w:rsid w:val="00EC5397"/>
    <w:rsid w:val="00EC5858"/>
    <w:rsid w:val="00EC585B"/>
    <w:rsid w:val="00EC58F0"/>
    <w:rsid w:val="00EC5AD3"/>
    <w:rsid w:val="00EC6903"/>
    <w:rsid w:val="00EC76BF"/>
    <w:rsid w:val="00EC7A5F"/>
    <w:rsid w:val="00ED017E"/>
    <w:rsid w:val="00ED0637"/>
    <w:rsid w:val="00ED0C6D"/>
    <w:rsid w:val="00ED1FF1"/>
    <w:rsid w:val="00ED222C"/>
    <w:rsid w:val="00ED2B41"/>
    <w:rsid w:val="00ED2D45"/>
    <w:rsid w:val="00ED33B6"/>
    <w:rsid w:val="00ED436F"/>
    <w:rsid w:val="00ED5ECB"/>
    <w:rsid w:val="00ED6D92"/>
    <w:rsid w:val="00EE0AAB"/>
    <w:rsid w:val="00EE0E0F"/>
    <w:rsid w:val="00EE240D"/>
    <w:rsid w:val="00EE3509"/>
    <w:rsid w:val="00EE3582"/>
    <w:rsid w:val="00EE3B16"/>
    <w:rsid w:val="00EE3D6A"/>
    <w:rsid w:val="00EE49AC"/>
    <w:rsid w:val="00EE5A1D"/>
    <w:rsid w:val="00EE6A0A"/>
    <w:rsid w:val="00EE6AA8"/>
    <w:rsid w:val="00EE6D6C"/>
    <w:rsid w:val="00EE723E"/>
    <w:rsid w:val="00EE7E1D"/>
    <w:rsid w:val="00EF0AA5"/>
    <w:rsid w:val="00EF0D25"/>
    <w:rsid w:val="00EF1EF9"/>
    <w:rsid w:val="00EF20D5"/>
    <w:rsid w:val="00EF228D"/>
    <w:rsid w:val="00EF2A80"/>
    <w:rsid w:val="00EF366F"/>
    <w:rsid w:val="00EF3E64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666"/>
    <w:rsid w:val="00F03C58"/>
    <w:rsid w:val="00F058D3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1718C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D38"/>
    <w:rsid w:val="00F3108A"/>
    <w:rsid w:val="00F3213B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6C00"/>
    <w:rsid w:val="00F37D40"/>
    <w:rsid w:val="00F37D5A"/>
    <w:rsid w:val="00F40041"/>
    <w:rsid w:val="00F404E0"/>
    <w:rsid w:val="00F40608"/>
    <w:rsid w:val="00F4085F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57F08"/>
    <w:rsid w:val="00F60071"/>
    <w:rsid w:val="00F60F75"/>
    <w:rsid w:val="00F61987"/>
    <w:rsid w:val="00F64544"/>
    <w:rsid w:val="00F663D5"/>
    <w:rsid w:val="00F66720"/>
    <w:rsid w:val="00F669E5"/>
    <w:rsid w:val="00F66D22"/>
    <w:rsid w:val="00F67060"/>
    <w:rsid w:val="00F67FCD"/>
    <w:rsid w:val="00F701DA"/>
    <w:rsid w:val="00F706A1"/>
    <w:rsid w:val="00F70BF5"/>
    <w:rsid w:val="00F72B70"/>
    <w:rsid w:val="00F73A92"/>
    <w:rsid w:val="00F73D45"/>
    <w:rsid w:val="00F7415F"/>
    <w:rsid w:val="00F74BCA"/>
    <w:rsid w:val="00F753C5"/>
    <w:rsid w:val="00F76A3E"/>
    <w:rsid w:val="00F76F13"/>
    <w:rsid w:val="00F77543"/>
    <w:rsid w:val="00F7769D"/>
    <w:rsid w:val="00F805D5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905"/>
    <w:rsid w:val="00F86789"/>
    <w:rsid w:val="00F87551"/>
    <w:rsid w:val="00F90E31"/>
    <w:rsid w:val="00F90E53"/>
    <w:rsid w:val="00F9195D"/>
    <w:rsid w:val="00F931C4"/>
    <w:rsid w:val="00F93359"/>
    <w:rsid w:val="00F93682"/>
    <w:rsid w:val="00F95904"/>
    <w:rsid w:val="00F965F0"/>
    <w:rsid w:val="00F97B4C"/>
    <w:rsid w:val="00F97C8D"/>
    <w:rsid w:val="00FA0225"/>
    <w:rsid w:val="00FA1B47"/>
    <w:rsid w:val="00FA287D"/>
    <w:rsid w:val="00FA33C7"/>
    <w:rsid w:val="00FA388C"/>
    <w:rsid w:val="00FA39EE"/>
    <w:rsid w:val="00FA433C"/>
    <w:rsid w:val="00FA44BE"/>
    <w:rsid w:val="00FA4C98"/>
    <w:rsid w:val="00FA4EE0"/>
    <w:rsid w:val="00FA59FF"/>
    <w:rsid w:val="00FA629B"/>
    <w:rsid w:val="00FA62F9"/>
    <w:rsid w:val="00FA6436"/>
    <w:rsid w:val="00FA7ACA"/>
    <w:rsid w:val="00FB041C"/>
    <w:rsid w:val="00FB04AE"/>
    <w:rsid w:val="00FB0990"/>
    <w:rsid w:val="00FB11B2"/>
    <w:rsid w:val="00FB1C83"/>
    <w:rsid w:val="00FB1DE8"/>
    <w:rsid w:val="00FB2281"/>
    <w:rsid w:val="00FB23B8"/>
    <w:rsid w:val="00FB2ABC"/>
    <w:rsid w:val="00FB32A0"/>
    <w:rsid w:val="00FB3EE5"/>
    <w:rsid w:val="00FB445D"/>
    <w:rsid w:val="00FB5224"/>
    <w:rsid w:val="00FB544D"/>
    <w:rsid w:val="00FC046C"/>
    <w:rsid w:val="00FC10C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60"/>
    <w:rsid w:val="00FD1882"/>
    <w:rsid w:val="00FD1E53"/>
    <w:rsid w:val="00FD32A3"/>
    <w:rsid w:val="00FD3327"/>
    <w:rsid w:val="00FD383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E0537"/>
    <w:rsid w:val="00FE1B44"/>
    <w:rsid w:val="00FE1B49"/>
    <w:rsid w:val="00FE1B99"/>
    <w:rsid w:val="00FE2AB6"/>
    <w:rsid w:val="00FE370C"/>
    <w:rsid w:val="00FE4132"/>
    <w:rsid w:val="00FE471F"/>
    <w:rsid w:val="00FE64FD"/>
    <w:rsid w:val="00FE6EAB"/>
    <w:rsid w:val="00FE6F05"/>
    <w:rsid w:val="00FE7646"/>
    <w:rsid w:val="00FF05CA"/>
    <w:rsid w:val="00FF0DE8"/>
    <w:rsid w:val="00FF1282"/>
    <w:rsid w:val="00FF2AA4"/>
    <w:rsid w:val="00FF2DD6"/>
    <w:rsid w:val="00FF2E31"/>
    <w:rsid w:val="00FF2E81"/>
    <w:rsid w:val="00FF3574"/>
    <w:rsid w:val="00FF40BE"/>
    <w:rsid w:val="00FF4632"/>
    <w:rsid w:val="00FF5544"/>
    <w:rsid w:val="00FF55B7"/>
    <w:rsid w:val="00FF57B8"/>
    <w:rsid w:val="00FF6212"/>
    <w:rsid w:val="00FF62C7"/>
    <w:rsid w:val="00FF6726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54FF908"/>
  <w15:docId w15:val="{596313B2-566E-4762-96FB-401B8A3AE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link w:val="3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uiPriority w:val="99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8E48DF"/>
    <w:rPr>
      <w:sz w:val="28"/>
      <w:szCs w:val="24"/>
    </w:rPr>
  </w:style>
  <w:style w:type="paragraph" w:styleId="ab">
    <w:name w:val="Balloon Text"/>
    <w:basedOn w:val="a0"/>
    <w:link w:val="ac"/>
    <w:uiPriority w:val="99"/>
    <w:rsid w:val="00BF5498"/>
    <w:rPr>
      <w:rFonts w:ascii="Tahoma" w:hAnsi="Tahoma" w:cs="Tahoma"/>
      <w:sz w:val="16"/>
      <w:szCs w:val="16"/>
    </w:rPr>
  </w:style>
  <w:style w:type="paragraph" w:styleId="ad">
    <w:name w:val="Body Text"/>
    <w:aliases w:val="Основной текст Знак2,Основной текст Знак1 Знак,Основной текст Знак Знак Знак,Body Text Char Знак Знак Знак,Основной текст Знак Знак1,Body Text Char Знак Знак1"/>
    <w:basedOn w:val="a0"/>
    <w:link w:val="ae"/>
    <w:rsid w:val="00A57E20"/>
    <w:rPr>
      <w:b/>
      <w:bCs/>
      <w:i/>
      <w:iCs/>
      <w:szCs w:val="20"/>
    </w:rPr>
  </w:style>
  <w:style w:type="paragraph" w:customStyle="1" w:styleId="af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f0">
    <w:name w:val="Номер статьи без названия"/>
    <w:qFormat/>
    <w:rsid w:val="0018436B"/>
    <w:rPr>
      <w:b/>
      <w:bCs/>
    </w:rPr>
  </w:style>
  <w:style w:type="paragraph" w:customStyle="1" w:styleId="af1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2">
    <w:name w:val="Plain Text"/>
    <w:basedOn w:val="a0"/>
    <w:link w:val="af3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4">
    <w:name w:val="Title"/>
    <w:basedOn w:val="a0"/>
    <w:link w:val="af5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5">
    <w:name w:val="Заголовок Знак"/>
    <w:link w:val="af4"/>
    <w:rsid w:val="00C613CB"/>
    <w:rPr>
      <w:b/>
      <w:bCs/>
      <w:sz w:val="28"/>
    </w:rPr>
  </w:style>
  <w:style w:type="paragraph" w:styleId="af6">
    <w:name w:val="List Paragraph"/>
    <w:basedOn w:val="a0"/>
    <w:uiPriority w:val="99"/>
    <w:qFormat/>
    <w:rsid w:val="003930C0"/>
    <w:pPr>
      <w:ind w:left="708"/>
    </w:pPr>
  </w:style>
  <w:style w:type="character" w:styleId="af7">
    <w:name w:val="annotation reference"/>
    <w:uiPriority w:val="99"/>
    <w:rsid w:val="00301084"/>
    <w:rPr>
      <w:sz w:val="16"/>
      <w:szCs w:val="16"/>
    </w:rPr>
  </w:style>
  <w:style w:type="paragraph" w:styleId="af8">
    <w:name w:val="annotation text"/>
    <w:basedOn w:val="a0"/>
    <w:link w:val="af9"/>
    <w:uiPriority w:val="99"/>
    <w:rsid w:val="00301084"/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uiPriority w:val="99"/>
    <w:rsid w:val="00301084"/>
  </w:style>
  <w:style w:type="paragraph" w:styleId="afa">
    <w:name w:val="annotation subject"/>
    <w:basedOn w:val="af8"/>
    <w:next w:val="af8"/>
    <w:link w:val="afb"/>
    <w:uiPriority w:val="99"/>
    <w:rsid w:val="00301084"/>
    <w:rPr>
      <w:b/>
      <w:bCs/>
    </w:rPr>
  </w:style>
  <w:style w:type="character" w:customStyle="1" w:styleId="afb">
    <w:name w:val="Тема примечания Знак"/>
    <w:link w:val="afa"/>
    <w:uiPriority w:val="99"/>
    <w:rsid w:val="00301084"/>
    <w:rPr>
      <w:b/>
      <w:bCs/>
    </w:rPr>
  </w:style>
  <w:style w:type="table" w:styleId="afc">
    <w:name w:val="Table Grid"/>
    <w:basedOn w:val="a2"/>
    <w:uiPriority w:val="59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Hyperlink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  <w:style w:type="character" w:customStyle="1" w:styleId="30">
    <w:name w:val="Заголовок 3 Знак"/>
    <w:aliases w:val="Проект вносит Знак"/>
    <w:basedOn w:val="a1"/>
    <w:link w:val="3"/>
    <w:rsid w:val="008A14EB"/>
    <w:rPr>
      <w:b/>
      <w:bCs/>
      <w:szCs w:val="24"/>
    </w:rPr>
  </w:style>
  <w:style w:type="character" w:customStyle="1" w:styleId="ac">
    <w:name w:val="Текст выноски Знак"/>
    <w:basedOn w:val="a1"/>
    <w:link w:val="ab"/>
    <w:uiPriority w:val="99"/>
    <w:rsid w:val="008A14EB"/>
    <w:rPr>
      <w:rFonts w:ascii="Tahoma" w:hAnsi="Tahoma" w:cs="Tahoma"/>
      <w:sz w:val="16"/>
      <w:szCs w:val="16"/>
    </w:rPr>
  </w:style>
  <w:style w:type="table" w:styleId="afe">
    <w:name w:val="Light List"/>
    <w:basedOn w:val="a2"/>
    <w:uiPriority w:val="61"/>
    <w:rsid w:val="008A14EB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itemtext1">
    <w:name w:val="itemtext1"/>
    <w:basedOn w:val="a1"/>
    <w:rsid w:val="008A14EB"/>
    <w:rPr>
      <w:rFonts w:ascii="Segoe UI" w:hAnsi="Segoe UI" w:cs="Segoe UI" w:hint="default"/>
      <w:color w:val="000000"/>
    </w:rPr>
  </w:style>
  <w:style w:type="character" w:styleId="aff">
    <w:name w:val="Emphasis"/>
    <w:basedOn w:val="a1"/>
    <w:uiPriority w:val="20"/>
    <w:qFormat/>
    <w:rsid w:val="008A14EB"/>
    <w:rPr>
      <w:i/>
      <w:iCs/>
    </w:rPr>
  </w:style>
  <w:style w:type="paragraph" w:styleId="aff0">
    <w:name w:val="Normal (Web)"/>
    <w:basedOn w:val="a0"/>
    <w:uiPriority w:val="99"/>
    <w:unhideWhenUsed/>
    <w:rsid w:val="008A14EB"/>
    <w:pPr>
      <w:spacing w:before="100" w:beforeAutospacing="1" w:after="100" w:afterAutospacing="1"/>
      <w:ind w:firstLine="0"/>
      <w:jc w:val="left"/>
    </w:pPr>
    <w:rPr>
      <w:sz w:val="24"/>
    </w:rPr>
  </w:style>
  <w:style w:type="numbering" w:customStyle="1" w:styleId="11">
    <w:name w:val="Нет списка1"/>
    <w:next w:val="a3"/>
    <w:uiPriority w:val="99"/>
    <w:semiHidden/>
    <w:unhideWhenUsed/>
    <w:rsid w:val="008A14EB"/>
  </w:style>
  <w:style w:type="character" w:customStyle="1" w:styleId="ae">
    <w:name w:val="Основной текст Знак"/>
    <w:aliases w:val="Основной текст Знак2 Знак,Основной текст Знак1 Знак Знак,Основной текст Знак Знак Знак Знак,Body Text Char Знак Знак Знак Знак,Основной текст Знак Знак1 Знак,Body Text Char Знак Знак1 Знак"/>
    <w:basedOn w:val="a1"/>
    <w:link w:val="ad"/>
    <w:rsid w:val="008A14EB"/>
    <w:rPr>
      <w:b/>
      <w:bCs/>
      <w:i/>
      <w:iCs/>
      <w:sz w:val="28"/>
    </w:rPr>
  </w:style>
  <w:style w:type="table" w:customStyle="1" w:styleId="12">
    <w:name w:val="Сетка таблицы1"/>
    <w:basedOn w:val="a2"/>
    <w:next w:val="afc"/>
    <w:uiPriority w:val="59"/>
    <w:rsid w:val="008A1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fc"/>
    <w:uiPriority w:val="59"/>
    <w:rsid w:val="008A14E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1">
    <w:name w:val="Strong"/>
    <w:uiPriority w:val="22"/>
    <w:qFormat/>
    <w:rsid w:val="008A14EB"/>
    <w:rPr>
      <w:b/>
      <w:bCs/>
    </w:rPr>
  </w:style>
  <w:style w:type="paragraph" w:customStyle="1" w:styleId="ConsPlusTitle">
    <w:name w:val="ConsPlusTitle"/>
    <w:uiPriority w:val="99"/>
    <w:rsid w:val="008A14E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character" w:customStyle="1" w:styleId="13">
    <w:name w:val="Заголовок №1_"/>
    <w:link w:val="14"/>
    <w:rsid w:val="008A14EB"/>
    <w:rPr>
      <w:b/>
      <w:bCs/>
      <w:spacing w:val="110"/>
      <w:sz w:val="58"/>
      <w:szCs w:val="58"/>
      <w:shd w:val="clear" w:color="auto" w:fill="FFFFFF"/>
    </w:rPr>
  </w:style>
  <w:style w:type="character" w:customStyle="1" w:styleId="21">
    <w:name w:val="Основной текст (2)_"/>
    <w:link w:val="22"/>
    <w:rsid w:val="008A14EB"/>
    <w:rPr>
      <w:b/>
      <w:bCs/>
      <w:spacing w:val="10"/>
      <w:shd w:val="clear" w:color="auto" w:fill="FFFFFF"/>
    </w:rPr>
  </w:style>
  <w:style w:type="character" w:customStyle="1" w:styleId="aff2">
    <w:name w:val="Основной текст_"/>
    <w:link w:val="15"/>
    <w:rsid w:val="008A14EB"/>
    <w:rPr>
      <w:sz w:val="25"/>
      <w:szCs w:val="25"/>
      <w:shd w:val="clear" w:color="auto" w:fill="FFFFFF"/>
    </w:rPr>
  </w:style>
  <w:style w:type="character" w:customStyle="1" w:styleId="2pt">
    <w:name w:val="Основной текст + Интервал 2 pt"/>
    <w:rsid w:val="008A14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5"/>
      <w:szCs w:val="25"/>
      <w:u w:val="none"/>
      <w:lang w:val="ru-RU"/>
    </w:rPr>
  </w:style>
  <w:style w:type="character" w:customStyle="1" w:styleId="Exact">
    <w:name w:val="Основной текст Exact"/>
    <w:rsid w:val="008A14E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"/>
      <w:u w:val="none"/>
    </w:rPr>
  </w:style>
  <w:style w:type="paragraph" w:customStyle="1" w:styleId="14">
    <w:name w:val="Заголовок №1"/>
    <w:basedOn w:val="a0"/>
    <w:link w:val="13"/>
    <w:rsid w:val="008A14EB"/>
    <w:pPr>
      <w:widowControl w:val="0"/>
      <w:shd w:val="clear" w:color="auto" w:fill="FFFFFF"/>
      <w:spacing w:after="240" w:line="0" w:lineRule="atLeast"/>
      <w:ind w:firstLine="0"/>
      <w:jc w:val="center"/>
      <w:outlineLvl w:val="0"/>
    </w:pPr>
    <w:rPr>
      <w:b/>
      <w:bCs/>
      <w:spacing w:val="110"/>
      <w:sz w:val="58"/>
      <w:szCs w:val="58"/>
    </w:rPr>
  </w:style>
  <w:style w:type="paragraph" w:customStyle="1" w:styleId="22">
    <w:name w:val="Основной текст (2)"/>
    <w:basedOn w:val="a0"/>
    <w:link w:val="21"/>
    <w:rsid w:val="008A14EB"/>
    <w:pPr>
      <w:widowControl w:val="0"/>
      <w:shd w:val="clear" w:color="auto" w:fill="FFFFFF"/>
      <w:spacing w:before="240" w:after="600" w:line="0" w:lineRule="atLeast"/>
      <w:ind w:firstLine="0"/>
      <w:jc w:val="left"/>
    </w:pPr>
    <w:rPr>
      <w:b/>
      <w:bCs/>
      <w:spacing w:val="10"/>
      <w:sz w:val="20"/>
      <w:szCs w:val="20"/>
    </w:rPr>
  </w:style>
  <w:style w:type="paragraph" w:customStyle="1" w:styleId="15">
    <w:name w:val="Основной текст1"/>
    <w:basedOn w:val="a0"/>
    <w:link w:val="aff2"/>
    <w:rsid w:val="008A14EB"/>
    <w:pPr>
      <w:widowControl w:val="0"/>
      <w:shd w:val="clear" w:color="auto" w:fill="FFFFFF"/>
      <w:spacing w:before="600" w:after="720" w:line="0" w:lineRule="atLeast"/>
      <w:ind w:firstLine="0"/>
      <w:jc w:val="left"/>
    </w:pPr>
    <w:rPr>
      <w:sz w:val="25"/>
      <w:szCs w:val="25"/>
    </w:rPr>
  </w:style>
  <w:style w:type="numbering" w:customStyle="1" w:styleId="111">
    <w:name w:val="Нет списка11"/>
    <w:next w:val="a3"/>
    <w:semiHidden/>
    <w:unhideWhenUsed/>
    <w:rsid w:val="008A14EB"/>
  </w:style>
  <w:style w:type="character" w:customStyle="1" w:styleId="FontStyle14">
    <w:name w:val="Font Style14"/>
    <w:uiPriority w:val="99"/>
    <w:rsid w:val="008A14EB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0"/>
    <w:rsid w:val="008A14EB"/>
    <w:pPr>
      <w:widowControl w:val="0"/>
      <w:autoSpaceDE w:val="0"/>
      <w:autoSpaceDN w:val="0"/>
      <w:adjustRightInd w:val="0"/>
      <w:spacing w:line="326" w:lineRule="exact"/>
      <w:ind w:firstLine="0"/>
      <w:jc w:val="center"/>
    </w:pPr>
    <w:rPr>
      <w:sz w:val="24"/>
    </w:rPr>
  </w:style>
  <w:style w:type="character" w:customStyle="1" w:styleId="FontStyle12">
    <w:name w:val="Font Style12"/>
    <w:rsid w:val="008A14EB"/>
    <w:rPr>
      <w:rFonts w:ascii="Times New Roman" w:hAnsi="Times New Roman" w:cs="Times New Roman"/>
      <w:b/>
      <w:bCs/>
      <w:sz w:val="26"/>
      <w:szCs w:val="26"/>
    </w:rPr>
  </w:style>
  <w:style w:type="paragraph" w:styleId="aff3">
    <w:name w:val="Body Text Indent"/>
    <w:basedOn w:val="a0"/>
    <w:link w:val="aff4"/>
    <w:rsid w:val="008A14EB"/>
    <w:pPr>
      <w:spacing w:after="120"/>
      <w:ind w:left="283" w:firstLine="0"/>
      <w:jc w:val="left"/>
    </w:pPr>
    <w:rPr>
      <w:sz w:val="20"/>
      <w:szCs w:val="20"/>
    </w:rPr>
  </w:style>
  <w:style w:type="character" w:customStyle="1" w:styleId="aff4">
    <w:name w:val="Основной текст с отступом Знак"/>
    <w:basedOn w:val="a1"/>
    <w:link w:val="aff3"/>
    <w:rsid w:val="008A14EB"/>
  </w:style>
  <w:style w:type="paragraph" w:customStyle="1" w:styleId="ConsNonformat">
    <w:name w:val="ConsNonformat"/>
    <w:semiHidden/>
    <w:rsid w:val="008A14EB"/>
    <w:pPr>
      <w:widowControl w:val="0"/>
    </w:pPr>
    <w:rPr>
      <w:rFonts w:ascii="Courier New" w:hAnsi="Courier New"/>
      <w:sz w:val="18"/>
    </w:rPr>
  </w:style>
  <w:style w:type="character" w:customStyle="1" w:styleId="16">
    <w:name w:val="Название Знак1"/>
    <w:basedOn w:val="a1"/>
    <w:uiPriority w:val="10"/>
    <w:rsid w:val="008A14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7">
    <w:name w:val="Заголовок Знак1"/>
    <w:basedOn w:val="a1"/>
    <w:rsid w:val="008A14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31">
    <w:name w:val="Основной текст 31"/>
    <w:basedOn w:val="a0"/>
    <w:rsid w:val="008A14EB"/>
    <w:pPr>
      <w:suppressAutoHyphens/>
      <w:ind w:firstLine="0"/>
    </w:pPr>
    <w:rPr>
      <w:sz w:val="22"/>
      <w:szCs w:val="20"/>
    </w:rPr>
  </w:style>
  <w:style w:type="paragraph" w:customStyle="1" w:styleId="p3">
    <w:name w:val="p3"/>
    <w:basedOn w:val="a0"/>
    <w:rsid w:val="008A14EB"/>
    <w:pPr>
      <w:spacing w:before="100" w:beforeAutospacing="1" w:after="100" w:afterAutospacing="1"/>
      <w:ind w:firstLine="0"/>
      <w:jc w:val="left"/>
    </w:pPr>
    <w:rPr>
      <w:sz w:val="24"/>
    </w:rPr>
  </w:style>
  <w:style w:type="character" w:customStyle="1" w:styleId="WW-WW8Num1ztrue1">
    <w:name w:val="WW-WW8Num1ztrue1"/>
    <w:uiPriority w:val="99"/>
    <w:rsid w:val="008A14EB"/>
  </w:style>
  <w:style w:type="paragraph" w:customStyle="1" w:styleId="TableParagraph">
    <w:name w:val="Table Paragraph"/>
    <w:basedOn w:val="a0"/>
    <w:uiPriority w:val="1"/>
    <w:qFormat/>
    <w:rsid w:val="008A14EB"/>
    <w:pPr>
      <w:widowControl w:val="0"/>
      <w:autoSpaceDE w:val="0"/>
      <w:autoSpaceDN w:val="0"/>
      <w:ind w:firstLine="0"/>
      <w:jc w:val="left"/>
    </w:pPr>
    <w:rPr>
      <w:sz w:val="22"/>
      <w:szCs w:val="22"/>
      <w:lang w:eastAsia="en-US"/>
    </w:rPr>
  </w:style>
  <w:style w:type="paragraph" w:styleId="aff5">
    <w:name w:val="footnote text"/>
    <w:basedOn w:val="a0"/>
    <w:link w:val="aff6"/>
    <w:uiPriority w:val="99"/>
    <w:unhideWhenUsed/>
    <w:rsid w:val="008A14EB"/>
    <w:pPr>
      <w:widowControl w:val="0"/>
      <w:ind w:firstLine="0"/>
      <w:jc w:val="left"/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aff6">
    <w:name w:val="Текст сноски Знак"/>
    <w:basedOn w:val="a1"/>
    <w:link w:val="aff5"/>
    <w:uiPriority w:val="99"/>
    <w:rsid w:val="008A14EB"/>
    <w:rPr>
      <w:rFonts w:ascii="Courier New" w:eastAsia="Courier New" w:hAnsi="Courier New" w:cs="Courier New"/>
      <w:color w:val="000000"/>
    </w:rPr>
  </w:style>
  <w:style w:type="character" w:styleId="aff7">
    <w:name w:val="footnote reference"/>
    <w:uiPriority w:val="99"/>
    <w:unhideWhenUsed/>
    <w:rsid w:val="008A14EB"/>
    <w:rPr>
      <w:vertAlign w:val="superscript"/>
    </w:rPr>
  </w:style>
  <w:style w:type="paragraph" w:customStyle="1" w:styleId="Heading">
    <w:name w:val="Heading"/>
    <w:rsid w:val="008A14E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8A14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2">
    <w:name w:val="Body Text 3"/>
    <w:basedOn w:val="a0"/>
    <w:link w:val="33"/>
    <w:rsid w:val="008A14EB"/>
    <w:pPr>
      <w:ind w:firstLine="0"/>
      <w:jc w:val="left"/>
    </w:pPr>
    <w:rPr>
      <w:rFonts w:eastAsia="Calibri"/>
      <w:sz w:val="24"/>
      <w:szCs w:val="20"/>
    </w:rPr>
  </w:style>
  <w:style w:type="character" w:customStyle="1" w:styleId="33">
    <w:name w:val="Основной текст 3 Знак"/>
    <w:basedOn w:val="a1"/>
    <w:link w:val="32"/>
    <w:rsid w:val="008A14EB"/>
    <w:rPr>
      <w:rFonts w:eastAsia="Calibri"/>
      <w:sz w:val="24"/>
    </w:rPr>
  </w:style>
  <w:style w:type="paragraph" w:styleId="aff8">
    <w:name w:val="No Spacing"/>
    <w:uiPriority w:val="1"/>
    <w:qFormat/>
    <w:rsid w:val="008A14EB"/>
    <w:rPr>
      <w:rFonts w:ascii="Verdana" w:eastAsia="Verdana" w:hAnsi="Verdana"/>
      <w:sz w:val="15"/>
      <w:szCs w:val="16"/>
    </w:rPr>
  </w:style>
  <w:style w:type="paragraph" w:styleId="aff9">
    <w:name w:val="Document Map"/>
    <w:basedOn w:val="a0"/>
    <w:link w:val="affa"/>
    <w:rsid w:val="008A14EB"/>
    <w:pPr>
      <w:shd w:val="clear" w:color="auto" w:fill="000080"/>
      <w:ind w:firstLine="0"/>
      <w:jc w:val="left"/>
    </w:pPr>
    <w:rPr>
      <w:rFonts w:ascii="Tahoma" w:hAnsi="Tahoma" w:cs="Tahoma"/>
      <w:sz w:val="24"/>
    </w:rPr>
  </w:style>
  <w:style w:type="character" w:customStyle="1" w:styleId="affa">
    <w:name w:val="Схема документа Знак"/>
    <w:basedOn w:val="a1"/>
    <w:link w:val="aff9"/>
    <w:rsid w:val="008A14EB"/>
    <w:rPr>
      <w:rFonts w:ascii="Tahoma" w:hAnsi="Tahoma" w:cs="Tahoma"/>
      <w:sz w:val="24"/>
      <w:szCs w:val="24"/>
      <w:shd w:val="clear" w:color="auto" w:fill="000080"/>
    </w:rPr>
  </w:style>
  <w:style w:type="character" w:customStyle="1" w:styleId="affb">
    <w:name w:val="Гипертекстовая ссылка"/>
    <w:rsid w:val="008A14EB"/>
    <w:rPr>
      <w:color w:val="008000"/>
    </w:rPr>
  </w:style>
  <w:style w:type="paragraph" w:customStyle="1" w:styleId="xl65">
    <w:name w:val="xl65"/>
    <w:basedOn w:val="a0"/>
    <w:rsid w:val="008A14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</w:rPr>
  </w:style>
  <w:style w:type="paragraph" w:customStyle="1" w:styleId="xl66">
    <w:name w:val="xl66"/>
    <w:basedOn w:val="a0"/>
    <w:rsid w:val="008A14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67">
    <w:name w:val="xl67"/>
    <w:basedOn w:val="a0"/>
    <w:rsid w:val="008A14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68">
    <w:name w:val="xl68"/>
    <w:basedOn w:val="a0"/>
    <w:rsid w:val="008A14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4"/>
    </w:rPr>
  </w:style>
  <w:style w:type="paragraph" w:customStyle="1" w:styleId="xl69">
    <w:name w:val="xl69"/>
    <w:basedOn w:val="a0"/>
    <w:rsid w:val="008A14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70">
    <w:name w:val="xl70"/>
    <w:basedOn w:val="a0"/>
    <w:rsid w:val="008A14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18"/>
      <w:szCs w:val="18"/>
    </w:rPr>
  </w:style>
  <w:style w:type="paragraph" w:customStyle="1" w:styleId="xl71">
    <w:name w:val="xl71"/>
    <w:basedOn w:val="a0"/>
    <w:rsid w:val="008A14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18"/>
      <w:szCs w:val="18"/>
    </w:rPr>
  </w:style>
  <w:style w:type="paragraph" w:customStyle="1" w:styleId="xl72">
    <w:name w:val="xl72"/>
    <w:basedOn w:val="a0"/>
    <w:rsid w:val="008A14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73">
    <w:name w:val="xl73"/>
    <w:basedOn w:val="a0"/>
    <w:rsid w:val="008A14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="0"/>
      <w:jc w:val="left"/>
    </w:pPr>
    <w:rPr>
      <w:sz w:val="24"/>
    </w:rPr>
  </w:style>
  <w:style w:type="paragraph" w:customStyle="1" w:styleId="xl74">
    <w:name w:val="xl74"/>
    <w:basedOn w:val="a0"/>
    <w:rsid w:val="008A14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="0"/>
      <w:jc w:val="center"/>
    </w:pPr>
    <w:rPr>
      <w:sz w:val="18"/>
      <w:szCs w:val="18"/>
    </w:rPr>
  </w:style>
  <w:style w:type="numbering" w:customStyle="1" w:styleId="1110">
    <w:name w:val="Нет списка111"/>
    <w:next w:val="a3"/>
    <w:semiHidden/>
    <w:rsid w:val="008A14EB"/>
  </w:style>
  <w:style w:type="table" w:customStyle="1" w:styleId="1111">
    <w:name w:val="Сетка таблицы111"/>
    <w:basedOn w:val="a2"/>
    <w:next w:val="afc"/>
    <w:rsid w:val="008A14EB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0">
    <w:name w:val="Нет списка1111"/>
    <w:next w:val="a3"/>
    <w:semiHidden/>
    <w:rsid w:val="008A14EB"/>
  </w:style>
  <w:style w:type="table" w:customStyle="1" w:styleId="11111">
    <w:name w:val="Сетка таблицы1111"/>
    <w:basedOn w:val="a2"/>
    <w:next w:val="afc"/>
    <w:rsid w:val="008A14EB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2"/>
    <w:next w:val="afc"/>
    <w:rsid w:val="008A14E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4">
    <w:name w:val="Body Text Indent 2"/>
    <w:basedOn w:val="a0"/>
    <w:link w:val="25"/>
    <w:rsid w:val="008A14EB"/>
    <w:pPr>
      <w:ind w:firstLine="720"/>
    </w:pPr>
  </w:style>
  <w:style w:type="character" w:customStyle="1" w:styleId="25">
    <w:name w:val="Основной текст с отступом 2 Знак"/>
    <w:basedOn w:val="a1"/>
    <w:link w:val="24"/>
    <w:rsid w:val="008A14EB"/>
    <w:rPr>
      <w:sz w:val="28"/>
      <w:szCs w:val="24"/>
    </w:rPr>
  </w:style>
  <w:style w:type="paragraph" w:styleId="26">
    <w:name w:val="Body Text 2"/>
    <w:basedOn w:val="a0"/>
    <w:link w:val="27"/>
    <w:rsid w:val="008A14EB"/>
    <w:pPr>
      <w:ind w:firstLine="0"/>
      <w:jc w:val="center"/>
    </w:pPr>
    <w:rPr>
      <w:b/>
      <w:bCs/>
    </w:rPr>
  </w:style>
  <w:style w:type="character" w:customStyle="1" w:styleId="27">
    <w:name w:val="Основной текст 2 Знак"/>
    <w:basedOn w:val="a1"/>
    <w:link w:val="26"/>
    <w:rsid w:val="008A14EB"/>
    <w:rPr>
      <w:b/>
      <w:bCs/>
      <w:sz w:val="28"/>
      <w:szCs w:val="24"/>
    </w:rPr>
  </w:style>
  <w:style w:type="paragraph" w:styleId="affc">
    <w:name w:val="Subtitle"/>
    <w:basedOn w:val="a0"/>
    <w:link w:val="affd"/>
    <w:qFormat/>
    <w:rsid w:val="008A14EB"/>
    <w:pPr>
      <w:ind w:firstLine="0"/>
    </w:pPr>
    <w:rPr>
      <w:sz w:val="24"/>
      <w:szCs w:val="20"/>
    </w:rPr>
  </w:style>
  <w:style w:type="character" w:customStyle="1" w:styleId="affd">
    <w:name w:val="Подзаголовок Знак"/>
    <w:basedOn w:val="a1"/>
    <w:link w:val="affc"/>
    <w:rsid w:val="008A14EB"/>
    <w:rPr>
      <w:sz w:val="24"/>
    </w:rPr>
  </w:style>
  <w:style w:type="paragraph" w:customStyle="1" w:styleId="ConsPlusNonformat">
    <w:name w:val="ConsPlusNonformat"/>
    <w:rsid w:val="008A14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3">
    <w:name w:val="Текст Знак"/>
    <w:link w:val="af2"/>
    <w:locked/>
    <w:rsid w:val="008A14EB"/>
    <w:rPr>
      <w:rFonts w:ascii="Courier New" w:hAnsi="Courier New" w:cs="Courier New"/>
    </w:rPr>
  </w:style>
  <w:style w:type="character" w:customStyle="1" w:styleId="19">
    <w:name w:val="Текст Знак1"/>
    <w:basedOn w:val="a1"/>
    <w:rsid w:val="008A14EB"/>
    <w:rPr>
      <w:rFonts w:ascii="Consolas" w:eastAsia="Times New Roman" w:hAnsi="Consolas" w:cs="Calibri"/>
      <w:sz w:val="21"/>
      <w:szCs w:val="21"/>
    </w:rPr>
  </w:style>
  <w:style w:type="paragraph" w:customStyle="1" w:styleId="ConsPlusCell">
    <w:name w:val="ConsPlusCell"/>
    <w:uiPriority w:val="99"/>
    <w:rsid w:val="008A14EB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fe">
    <w:name w:val="Revision"/>
    <w:hidden/>
    <w:uiPriority w:val="99"/>
    <w:semiHidden/>
    <w:rsid w:val="008A14EB"/>
    <w:rPr>
      <w:rFonts w:cs="Calibri"/>
      <w:sz w:val="28"/>
      <w:szCs w:val="22"/>
      <w:lang w:eastAsia="en-US"/>
    </w:rPr>
  </w:style>
  <w:style w:type="character" w:styleId="afff">
    <w:name w:val="Book Title"/>
    <w:uiPriority w:val="33"/>
    <w:qFormat/>
    <w:rsid w:val="008A14EB"/>
    <w:rPr>
      <w:b/>
      <w:bCs/>
      <w:smallCaps/>
      <w:spacing w:val="5"/>
    </w:rPr>
  </w:style>
  <w:style w:type="table" w:customStyle="1" w:styleId="1a">
    <w:name w:val="Светлый список1"/>
    <w:basedOn w:val="a2"/>
    <w:next w:val="afe"/>
    <w:uiPriority w:val="61"/>
    <w:rsid w:val="008A14EB"/>
    <w:rPr>
      <w:rFonts w:ascii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1b">
    <w:name w:val="Заголовок1"/>
    <w:basedOn w:val="a0"/>
    <w:next w:val="af4"/>
    <w:qFormat/>
    <w:rsid w:val="008A14EB"/>
    <w:pPr>
      <w:ind w:firstLine="0"/>
      <w:jc w:val="center"/>
    </w:pPr>
    <w:rPr>
      <w:rFonts w:asciiTheme="minorHAnsi" w:eastAsiaTheme="minorHAnsi" w:hAnsiTheme="minorHAnsi" w:cstheme="minorBidi"/>
      <w:b/>
      <w:szCs w:val="22"/>
      <w:lang w:eastAsia="en-US"/>
    </w:rPr>
  </w:style>
  <w:style w:type="numbering" w:customStyle="1" w:styleId="111110">
    <w:name w:val="Нет списка11111"/>
    <w:next w:val="a3"/>
    <w:semiHidden/>
    <w:rsid w:val="008A14EB"/>
  </w:style>
  <w:style w:type="table" w:customStyle="1" w:styleId="111111">
    <w:name w:val="Сетка таблицы11111"/>
    <w:basedOn w:val="a2"/>
    <w:next w:val="afc"/>
    <w:rsid w:val="008A14EB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">
    <w:name w:val="Текст1"/>
    <w:basedOn w:val="a0"/>
    <w:next w:val="af2"/>
    <w:rsid w:val="008A14EB"/>
    <w:pPr>
      <w:ind w:firstLine="0"/>
      <w:jc w:val="left"/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28">
    <w:name w:val="Заголовок Знак2"/>
    <w:basedOn w:val="a1"/>
    <w:uiPriority w:val="10"/>
    <w:rsid w:val="008A14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9">
    <w:name w:val="Текст Знак2"/>
    <w:basedOn w:val="a1"/>
    <w:uiPriority w:val="99"/>
    <w:semiHidden/>
    <w:rsid w:val="008A14EB"/>
    <w:rPr>
      <w:rFonts w:ascii="Consolas" w:hAnsi="Consolas"/>
      <w:sz w:val="21"/>
      <w:szCs w:val="21"/>
    </w:rPr>
  </w:style>
  <w:style w:type="table" w:customStyle="1" w:styleId="34">
    <w:name w:val="Сетка таблицы3"/>
    <w:basedOn w:val="a2"/>
    <w:next w:val="afc"/>
    <w:uiPriority w:val="39"/>
    <w:rsid w:val="008A14EB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a">
    <w:name w:val="Нет списка2"/>
    <w:next w:val="a3"/>
    <w:uiPriority w:val="99"/>
    <w:semiHidden/>
    <w:unhideWhenUsed/>
    <w:rsid w:val="008A14EB"/>
  </w:style>
  <w:style w:type="table" w:customStyle="1" w:styleId="4">
    <w:name w:val="Сетка таблицы4"/>
    <w:basedOn w:val="a2"/>
    <w:next w:val="afc"/>
    <w:uiPriority w:val="39"/>
    <w:rsid w:val="008A14EB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BCF9F4-7627-4E30-BD09-62D6EBA11EFC}">
  <ds:schemaRefs>
    <ds:schemaRef ds:uri="http://purl.org/dc/terms/"/>
    <ds:schemaRef ds:uri="http://purl.org/dc/dcmitype/"/>
    <ds:schemaRef ds:uri="af44e648-6311-40f1-ad37-1234555fd9ba"/>
    <ds:schemaRef ds:uri="http://www.w3.org/XML/1998/namespace"/>
    <ds:schemaRef ds:uri="a853e5a8-fa1e-4dd3-a1b5-1604bfb35b05"/>
    <ds:schemaRef ds:uri="http://schemas.microsoft.com/office/infopath/2007/PartnerControls"/>
    <ds:schemaRef ds:uri="http://schemas.openxmlformats.org/package/2006/metadata/core-properties"/>
    <ds:schemaRef ds:uri="05bb7913-6745-425b-9415-f9dbd3e56b95"/>
    <ds:schemaRef ds:uri="5256eb8c-d5dd-498a-ad6f-7fa801666f9a"/>
    <ds:schemaRef ds:uri="bc1d99f4-2047-4b43-99f0-e8f2a593a624"/>
    <ds:schemaRef ds:uri="081b8c99-5a1b-4ba1-9a3e-0d0cea83319e"/>
    <ds:schemaRef ds:uri="http://schemas.microsoft.com/office/2006/documentManagement/types"/>
    <ds:schemaRef ds:uri="http://schemas.microsoft.com/office/2006/metadata/properties"/>
    <ds:schemaRef ds:uri="67a9cb4f-e58d-445a-8e0b-2b8d792f9e38"/>
    <ds:schemaRef ds:uri="http://purl.org/dc/elements/1.1/"/>
    <ds:schemaRef ds:uri="e2080b48-eafa-461e-b501-38555d38caa1"/>
    <ds:schemaRef ds:uri="1e82c985-6cf2-4d43-b8b5-a430af7accc6"/>
  </ds:schemaRefs>
</ds:datastoreItem>
</file>

<file path=customXml/itemProps4.xml><?xml version="1.0" encoding="utf-8"?>
<ds:datastoreItem xmlns:ds="http://schemas.openxmlformats.org/officeDocument/2006/customXml" ds:itemID="{2F0D45E0-A813-47C9-8039-2F2D3DF51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14</Pages>
  <Words>1922</Words>
  <Characters>14639</Characters>
  <Application>Microsoft Office Word</Application>
  <DocSecurity>0</DocSecurity>
  <Lines>121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16528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36</cp:revision>
  <cp:lastPrinted>2025-03-14T08:46:00Z</cp:lastPrinted>
  <dcterms:created xsi:type="dcterms:W3CDTF">2025-03-13T06:35:00Z</dcterms:created>
  <dcterms:modified xsi:type="dcterms:W3CDTF">2025-03-19T05:51:00Z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