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B60" w:rsidRPr="008F0FA3" w:rsidRDefault="00A05E25" w:rsidP="00D87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8F0FA3">
        <w:rPr>
          <w:rFonts w:ascii="Times New Roman" w:hAnsi="Times New Roman" w:cs="Times New Roman"/>
          <w:sz w:val="28"/>
        </w:rPr>
        <w:t>Пояснительная записка</w:t>
      </w:r>
      <w:r w:rsidR="00CD43B4" w:rsidRPr="008F0FA3">
        <w:rPr>
          <w:rFonts w:ascii="Times New Roman" w:hAnsi="Times New Roman" w:cs="Times New Roman"/>
          <w:sz w:val="28"/>
        </w:rPr>
        <w:t xml:space="preserve"> </w:t>
      </w:r>
      <w:r w:rsidR="00D87AAD" w:rsidRPr="008F0FA3">
        <w:rPr>
          <w:rFonts w:ascii="Times New Roman" w:hAnsi="Times New Roman" w:cs="Times New Roman"/>
          <w:sz w:val="28"/>
        </w:rPr>
        <w:t>к проекту закона Ярославской области</w:t>
      </w:r>
    </w:p>
    <w:p w:rsidR="006C2CF5" w:rsidRPr="006C2CF5" w:rsidRDefault="00D87AAD" w:rsidP="006C2CF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6C2CF5">
        <w:rPr>
          <w:rFonts w:ascii="Times New Roman" w:hAnsi="Times New Roman" w:cs="Times New Roman"/>
          <w:sz w:val="28"/>
        </w:rPr>
        <w:t>«</w:t>
      </w:r>
      <w:r w:rsidR="006C2CF5" w:rsidRPr="006C2CF5">
        <w:rPr>
          <w:rFonts w:ascii="Times New Roman" w:hAnsi="Times New Roman" w:cs="Times New Roman"/>
          <w:bCs/>
          <w:sz w:val="28"/>
        </w:rPr>
        <w:t xml:space="preserve">О внесении изменений в Закон Ярославской области </w:t>
      </w:r>
    </w:p>
    <w:p w:rsidR="006C2CF5" w:rsidRPr="006C2CF5" w:rsidRDefault="006C2CF5" w:rsidP="006C2CF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6C2CF5">
        <w:rPr>
          <w:rFonts w:ascii="Times New Roman" w:hAnsi="Times New Roman" w:cs="Times New Roman"/>
          <w:bCs/>
          <w:sz w:val="28"/>
        </w:rPr>
        <w:t xml:space="preserve">«О наделении органов местного самоуправления государственными </w:t>
      </w:r>
    </w:p>
    <w:p w:rsidR="006C2CF5" w:rsidRPr="006C2CF5" w:rsidRDefault="006C2CF5" w:rsidP="006C2CF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6C2CF5">
        <w:rPr>
          <w:rFonts w:ascii="Times New Roman" w:hAnsi="Times New Roman" w:cs="Times New Roman"/>
          <w:bCs/>
          <w:sz w:val="28"/>
        </w:rPr>
        <w:t>полномочиями Ярославской области»</w:t>
      </w:r>
    </w:p>
    <w:p w:rsidR="00D87AAD" w:rsidRPr="008F0FA3" w:rsidRDefault="00D87AAD" w:rsidP="00D87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2245B" w:rsidRDefault="00D87AAD" w:rsidP="006C2C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F0FA3">
        <w:rPr>
          <w:rFonts w:ascii="Times New Roman" w:hAnsi="Times New Roman" w:cs="Times New Roman"/>
          <w:sz w:val="28"/>
        </w:rPr>
        <w:t xml:space="preserve">Проект закона Ярославской области </w:t>
      </w:r>
      <w:r w:rsidR="000A0264">
        <w:rPr>
          <w:rFonts w:ascii="Times New Roman" w:hAnsi="Times New Roman" w:cs="Times New Roman"/>
          <w:sz w:val="28"/>
        </w:rPr>
        <w:t>«</w:t>
      </w:r>
      <w:r w:rsidR="006C2CF5" w:rsidRPr="006C2CF5">
        <w:rPr>
          <w:rFonts w:ascii="Times New Roman" w:hAnsi="Times New Roman" w:cs="Times New Roman"/>
          <w:sz w:val="28"/>
        </w:rPr>
        <w:t>О внесении изменен</w:t>
      </w:r>
      <w:r w:rsidR="006C2CF5">
        <w:rPr>
          <w:rFonts w:ascii="Times New Roman" w:hAnsi="Times New Roman" w:cs="Times New Roman"/>
          <w:sz w:val="28"/>
        </w:rPr>
        <w:t xml:space="preserve">ий в Закон Ярославской области </w:t>
      </w:r>
      <w:r w:rsidR="006C2CF5" w:rsidRPr="006C2CF5">
        <w:rPr>
          <w:rFonts w:ascii="Times New Roman" w:hAnsi="Times New Roman" w:cs="Times New Roman"/>
          <w:sz w:val="28"/>
        </w:rPr>
        <w:t>«О наделении органов местного самоуправления государственны</w:t>
      </w:r>
      <w:r w:rsidR="006C2CF5">
        <w:rPr>
          <w:rFonts w:ascii="Times New Roman" w:hAnsi="Times New Roman" w:cs="Times New Roman"/>
          <w:sz w:val="28"/>
        </w:rPr>
        <w:t xml:space="preserve">ми </w:t>
      </w:r>
      <w:r w:rsidR="006C2CF5" w:rsidRPr="006C2CF5">
        <w:rPr>
          <w:rFonts w:ascii="Times New Roman" w:hAnsi="Times New Roman" w:cs="Times New Roman"/>
          <w:sz w:val="28"/>
        </w:rPr>
        <w:t>п</w:t>
      </w:r>
      <w:r w:rsidR="006C2CF5">
        <w:rPr>
          <w:rFonts w:ascii="Times New Roman" w:hAnsi="Times New Roman" w:cs="Times New Roman"/>
          <w:sz w:val="28"/>
        </w:rPr>
        <w:t>олномочиями Ярославской области</w:t>
      </w:r>
      <w:bookmarkStart w:id="0" w:name="_GoBack"/>
      <w:bookmarkEnd w:id="0"/>
      <w:r w:rsidR="00115490">
        <w:rPr>
          <w:rFonts w:ascii="Times New Roman" w:hAnsi="Times New Roman" w:cs="Times New Roman"/>
          <w:sz w:val="28"/>
        </w:rPr>
        <w:t xml:space="preserve">» </w:t>
      </w:r>
      <w:r w:rsidRPr="008F0FA3">
        <w:rPr>
          <w:rFonts w:ascii="Times New Roman" w:hAnsi="Times New Roman" w:cs="Times New Roman"/>
          <w:sz w:val="28"/>
        </w:rPr>
        <w:t xml:space="preserve">(далее – проект закона) подготовлен в целях </w:t>
      </w:r>
      <w:r w:rsidR="00994D43" w:rsidRPr="00994D43">
        <w:rPr>
          <w:rFonts w:ascii="Times New Roman" w:hAnsi="Times New Roman" w:cs="Times New Roman"/>
          <w:bCs/>
          <w:sz w:val="28"/>
        </w:rPr>
        <w:t>совершенствования регионального законодательства в сфере наделения полномочиями органов местного самоуправления муниципальных образований Ярославской области</w:t>
      </w:r>
      <w:r w:rsidR="0032245B">
        <w:rPr>
          <w:rFonts w:ascii="Times New Roman" w:hAnsi="Times New Roman" w:cs="Times New Roman"/>
          <w:bCs/>
          <w:sz w:val="28"/>
        </w:rPr>
        <w:t>.</w:t>
      </w:r>
    </w:p>
    <w:p w:rsidR="00115490" w:rsidRDefault="00A502BD" w:rsidP="001154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</w:rPr>
      </w:pPr>
      <w:r>
        <w:rPr>
          <w:rFonts w:ascii="Times New Roman" w:hAnsi="Times New Roman" w:cs="Times New Roman"/>
          <w:sz w:val="28"/>
        </w:rPr>
        <w:t xml:space="preserve">Проектом закона </w:t>
      </w:r>
      <w:r w:rsidR="00115490">
        <w:rPr>
          <w:rFonts w:ascii="Times New Roman" w:hAnsi="Times New Roman" w:cs="Times New Roman"/>
          <w:sz w:val="28"/>
        </w:rPr>
        <w:t xml:space="preserve">в связи с разработкой </w:t>
      </w:r>
      <w:r w:rsidR="00901555">
        <w:rPr>
          <w:rFonts w:ascii="Times New Roman" w:hAnsi="Times New Roman" w:cs="Times New Roman"/>
          <w:sz w:val="28"/>
        </w:rPr>
        <w:t xml:space="preserve">проекта </w:t>
      </w:r>
      <w:r w:rsidR="00115490">
        <w:rPr>
          <w:rFonts w:ascii="Times New Roman" w:hAnsi="Times New Roman" w:cs="Times New Roman"/>
          <w:sz w:val="28"/>
        </w:rPr>
        <w:t>закона Ярославской области «</w:t>
      </w:r>
      <w:r w:rsidR="00115490">
        <w:rPr>
          <w:rFonts w:ascii="Times New Roman" w:hAnsi="Times New Roman" w:cs="Times New Roman"/>
          <w:bCs/>
          <w:iCs/>
          <w:sz w:val="28"/>
        </w:rPr>
        <w:t>О </w:t>
      </w:r>
      <w:r w:rsidR="00115490" w:rsidRPr="00115490">
        <w:rPr>
          <w:rFonts w:ascii="Times New Roman" w:hAnsi="Times New Roman" w:cs="Times New Roman"/>
          <w:bCs/>
          <w:iCs/>
          <w:sz w:val="28"/>
        </w:rPr>
        <w:t>мерах социальной поддержки отдельных категорий граждан в связи с проведением специальной военной операции</w:t>
      </w:r>
      <w:r w:rsidR="00115490">
        <w:rPr>
          <w:rFonts w:ascii="Times New Roman" w:hAnsi="Times New Roman" w:cs="Times New Roman"/>
          <w:bCs/>
          <w:iCs/>
          <w:sz w:val="28"/>
        </w:rPr>
        <w:t>»</w:t>
      </w:r>
      <w:r w:rsidR="00115490" w:rsidRPr="00115490">
        <w:rPr>
          <w:rFonts w:ascii="Times New Roman" w:hAnsi="Times New Roman" w:cs="Times New Roman"/>
          <w:sz w:val="28"/>
        </w:rPr>
        <w:t xml:space="preserve"> </w:t>
      </w:r>
      <w:r w:rsidR="00115490">
        <w:rPr>
          <w:rFonts w:ascii="Times New Roman" w:hAnsi="Times New Roman" w:cs="Times New Roman"/>
          <w:sz w:val="28"/>
        </w:rPr>
        <w:t xml:space="preserve">и признанием утратившими силу </w:t>
      </w:r>
      <w:r w:rsidR="00115490">
        <w:rPr>
          <w:rFonts w:ascii="Times New Roman" w:hAnsi="Times New Roman" w:cs="Times New Roman"/>
          <w:bCs/>
          <w:iCs/>
          <w:sz w:val="28"/>
        </w:rPr>
        <w:t>з</w:t>
      </w:r>
      <w:r w:rsidR="00115490" w:rsidRPr="00115490">
        <w:rPr>
          <w:rFonts w:ascii="Times New Roman" w:hAnsi="Times New Roman" w:cs="Times New Roman"/>
          <w:bCs/>
          <w:iCs/>
          <w:sz w:val="28"/>
        </w:rPr>
        <w:t>акон</w:t>
      </w:r>
      <w:r w:rsidR="00115490">
        <w:rPr>
          <w:rFonts w:ascii="Times New Roman" w:hAnsi="Times New Roman" w:cs="Times New Roman"/>
          <w:bCs/>
          <w:iCs/>
          <w:sz w:val="28"/>
        </w:rPr>
        <w:t>ов</w:t>
      </w:r>
      <w:r w:rsidR="00115490" w:rsidRPr="00115490">
        <w:rPr>
          <w:rFonts w:ascii="Times New Roman" w:hAnsi="Times New Roman" w:cs="Times New Roman"/>
          <w:bCs/>
          <w:iCs/>
          <w:sz w:val="28"/>
        </w:rPr>
        <w:t xml:space="preserve"> Ярославской области </w:t>
      </w:r>
      <w:r w:rsidR="00115490">
        <w:rPr>
          <w:rFonts w:ascii="Times New Roman" w:hAnsi="Times New Roman" w:cs="Times New Roman"/>
          <w:bCs/>
          <w:iCs/>
          <w:sz w:val="28"/>
        </w:rPr>
        <w:t>от 27.10.2022 № 45-з «</w:t>
      </w:r>
      <w:r w:rsidR="00115490" w:rsidRPr="00115490">
        <w:rPr>
          <w:rFonts w:ascii="Times New Roman" w:hAnsi="Times New Roman" w:cs="Times New Roman"/>
          <w:bCs/>
          <w:iCs/>
          <w:sz w:val="28"/>
        </w:rPr>
        <w:t>О мерах социальной поддержки членов семей граждан, призванных на военную службу п</w:t>
      </w:r>
      <w:r w:rsidR="00115490">
        <w:rPr>
          <w:rFonts w:ascii="Times New Roman" w:hAnsi="Times New Roman" w:cs="Times New Roman"/>
          <w:bCs/>
          <w:iCs/>
          <w:sz w:val="28"/>
        </w:rPr>
        <w:t xml:space="preserve">о мобилизации» </w:t>
      </w:r>
      <w:r w:rsidR="00115490" w:rsidRPr="00115490">
        <w:rPr>
          <w:rFonts w:ascii="Times New Roman" w:hAnsi="Times New Roman" w:cs="Times New Roman"/>
          <w:bCs/>
          <w:iCs/>
          <w:sz w:val="28"/>
        </w:rPr>
        <w:t>и от 24.11.2022 № 52-з «О мерах социальной поддержки членов семей отдель</w:t>
      </w:r>
      <w:r w:rsidR="00115490">
        <w:rPr>
          <w:rFonts w:ascii="Times New Roman" w:hAnsi="Times New Roman" w:cs="Times New Roman"/>
          <w:bCs/>
          <w:iCs/>
          <w:sz w:val="28"/>
        </w:rPr>
        <w:t>ных категорий граждан в связи с </w:t>
      </w:r>
      <w:r w:rsidR="00115490" w:rsidRPr="00115490">
        <w:rPr>
          <w:rFonts w:ascii="Times New Roman" w:hAnsi="Times New Roman" w:cs="Times New Roman"/>
          <w:bCs/>
          <w:iCs/>
          <w:sz w:val="28"/>
        </w:rPr>
        <w:t>проведением специальной военной операции»</w:t>
      </w:r>
      <w:r w:rsidR="00115490">
        <w:rPr>
          <w:rFonts w:ascii="Times New Roman" w:hAnsi="Times New Roman" w:cs="Times New Roman"/>
          <w:bCs/>
          <w:iCs/>
          <w:sz w:val="28"/>
        </w:rPr>
        <w:t xml:space="preserve"> </w:t>
      </w:r>
      <w:r w:rsidR="00987CD4">
        <w:rPr>
          <w:rFonts w:ascii="Times New Roman" w:hAnsi="Times New Roman" w:cs="Times New Roman"/>
          <w:bCs/>
          <w:iCs/>
          <w:sz w:val="28"/>
        </w:rPr>
        <w:t xml:space="preserve">предлагается </w:t>
      </w:r>
      <w:r w:rsidR="00115490">
        <w:rPr>
          <w:rFonts w:ascii="Times New Roman" w:hAnsi="Times New Roman" w:cs="Times New Roman"/>
          <w:bCs/>
          <w:iCs/>
          <w:sz w:val="28"/>
        </w:rPr>
        <w:t>вн</w:t>
      </w:r>
      <w:r w:rsidR="00987CD4">
        <w:rPr>
          <w:rFonts w:ascii="Times New Roman" w:hAnsi="Times New Roman" w:cs="Times New Roman"/>
          <w:bCs/>
          <w:iCs/>
          <w:sz w:val="28"/>
        </w:rPr>
        <w:t>ести</w:t>
      </w:r>
      <w:r w:rsidR="00115490">
        <w:rPr>
          <w:rFonts w:ascii="Times New Roman" w:hAnsi="Times New Roman" w:cs="Times New Roman"/>
          <w:bCs/>
          <w:iCs/>
          <w:sz w:val="28"/>
        </w:rPr>
        <w:t xml:space="preserve"> изменения ю</w:t>
      </w:r>
      <w:r w:rsidR="00901555">
        <w:rPr>
          <w:rFonts w:ascii="Times New Roman" w:hAnsi="Times New Roman" w:cs="Times New Roman"/>
          <w:bCs/>
          <w:iCs/>
          <w:sz w:val="28"/>
        </w:rPr>
        <w:t>ридико-технического характера в </w:t>
      </w:r>
      <w:r w:rsidR="00115490">
        <w:rPr>
          <w:rFonts w:ascii="Times New Roman" w:hAnsi="Times New Roman" w:cs="Times New Roman"/>
          <w:bCs/>
          <w:iCs/>
          <w:sz w:val="28"/>
        </w:rPr>
        <w:t xml:space="preserve">Закон Ярославской области </w:t>
      </w:r>
      <w:r w:rsidR="00115490" w:rsidRPr="00115490">
        <w:rPr>
          <w:rFonts w:ascii="Times New Roman" w:hAnsi="Times New Roman" w:cs="Times New Roman"/>
          <w:bCs/>
          <w:iCs/>
          <w:sz w:val="28"/>
        </w:rPr>
        <w:t xml:space="preserve">от 16.12.2009 </w:t>
      </w:r>
      <w:r w:rsidR="00115490">
        <w:rPr>
          <w:rFonts w:ascii="Times New Roman" w:hAnsi="Times New Roman" w:cs="Times New Roman"/>
          <w:bCs/>
          <w:iCs/>
          <w:sz w:val="28"/>
        </w:rPr>
        <w:t>№ 70-з «</w:t>
      </w:r>
      <w:r w:rsidR="00115490" w:rsidRPr="00115490">
        <w:rPr>
          <w:rFonts w:ascii="Times New Roman" w:hAnsi="Times New Roman" w:cs="Times New Roman"/>
          <w:bCs/>
          <w:iCs/>
          <w:sz w:val="28"/>
        </w:rPr>
        <w:t>О наделении органов местного самоуправления государственными полномочиями Ярославской области</w:t>
      </w:r>
      <w:r w:rsidR="00115490">
        <w:rPr>
          <w:rFonts w:ascii="Times New Roman" w:hAnsi="Times New Roman" w:cs="Times New Roman"/>
          <w:bCs/>
          <w:iCs/>
          <w:sz w:val="28"/>
        </w:rPr>
        <w:t>».</w:t>
      </w:r>
    </w:p>
    <w:p w:rsidR="00987CD4" w:rsidRPr="00115490" w:rsidRDefault="00987CD4" w:rsidP="001154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</w:rPr>
      </w:pPr>
      <w:r>
        <w:rPr>
          <w:rFonts w:ascii="Times New Roman" w:hAnsi="Times New Roman" w:cs="Times New Roman"/>
          <w:bCs/>
          <w:iCs/>
          <w:sz w:val="28"/>
        </w:rPr>
        <w:t>Принятие проекта закона потребуется в случае принятия</w:t>
      </w:r>
      <w:r w:rsidRPr="00987CD4">
        <w:rPr>
          <w:rFonts w:ascii="Times New Roman" w:hAnsi="Times New Roman" w:cs="Times New Roman"/>
          <w:bCs/>
          <w:iCs/>
          <w:sz w:val="28"/>
        </w:rPr>
        <w:t xml:space="preserve"> закона Ярославской области «О мерах социальной поддержки отдельных категорий граждан в связи с проведением специальной военной операции»</w:t>
      </w:r>
      <w:r>
        <w:rPr>
          <w:rFonts w:ascii="Times New Roman" w:hAnsi="Times New Roman" w:cs="Times New Roman"/>
          <w:bCs/>
          <w:iCs/>
          <w:sz w:val="28"/>
        </w:rPr>
        <w:t>.</w:t>
      </w:r>
    </w:p>
    <w:p w:rsidR="00F425EF" w:rsidRDefault="00F425EF" w:rsidP="00F425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A6AD2">
        <w:rPr>
          <w:rFonts w:ascii="Times New Roman" w:hAnsi="Times New Roman" w:cs="Times New Roman"/>
          <w:sz w:val="28"/>
        </w:rPr>
        <w:t xml:space="preserve">Принятие проекта закона </w:t>
      </w:r>
      <w:r w:rsidR="000A0264" w:rsidRPr="00EA6AD2">
        <w:rPr>
          <w:rFonts w:ascii="Times New Roman" w:hAnsi="Times New Roman" w:cs="Times New Roman"/>
          <w:bCs/>
          <w:sz w:val="28"/>
        </w:rPr>
        <w:t xml:space="preserve">не повлечет увеличения (уменьшения) расходов или доходов областного бюджета и </w:t>
      </w:r>
      <w:r w:rsidRPr="00EA6AD2">
        <w:rPr>
          <w:rFonts w:ascii="Times New Roman" w:hAnsi="Times New Roman" w:cs="Times New Roman"/>
          <w:sz w:val="28"/>
        </w:rPr>
        <w:t xml:space="preserve">не потребует признания утратившими силу, приостановления действия, изменения или принятия иных законодательных </w:t>
      </w:r>
      <w:r w:rsidRPr="0032245B">
        <w:rPr>
          <w:rFonts w:ascii="Times New Roman" w:hAnsi="Times New Roman" w:cs="Times New Roman"/>
          <w:sz w:val="28"/>
        </w:rPr>
        <w:t>актов Ярославской области.</w:t>
      </w:r>
    </w:p>
    <w:p w:rsidR="00F425EF" w:rsidRPr="0032245B" w:rsidRDefault="00F425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sectPr w:rsidR="00F425EF" w:rsidRPr="0032245B" w:rsidSect="00C55A74">
      <w:headerReference w:type="default" r:id="rId7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0E7" w:rsidRDefault="004410E7" w:rsidP="004410E7">
      <w:pPr>
        <w:spacing w:after="0" w:line="240" w:lineRule="auto"/>
      </w:pPr>
      <w:r>
        <w:separator/>
      </w:r>
    </w:p>
  </w:endnote>
  <w:end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0E7" w:rsidRDefault="004410E7" w:rsidP="004410E7">
      <w:pPr>
        <w:spacing w:after="0" w:line="240" w:lineRule="auto"/>
      </w:pPr>
      <w:r>
        <w:separator/>
      </w:r>
    </w:p>
  </w:footnote>
  <w:foot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923514"/>
      <w:docPartObj>
        <w:docPartGallery w:val="Page Numbers (Top of Page)"/>
        <w:docPartUnique/>
      </w:docPartObj>
    </w:sdtPr>
    <w:sdtEndPr/>
    <w:sdtContent>
      <w:p w:rsidR="004410E7" w:rsidRDefault="004410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490">
          <w:rPr>
            <w:noProof/>
          </w:rPr>
          <w:t>2</w:t>
        </w:r>
        <w:r>
          <w:fldChar w:fldCharType="end"/>
        </w:r>
      </w:p>
    </w:sdtContent>
  </w:sdt>
  <w:p w:rsidR="004410E7" w:rsidRDefault="004410E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1400B"/>
    <w:multiLevelType w:val="hybridMultilevel"/>
    <w:tmpl w:val="199A6A68"/>
    <w:lvl w:ilvl="0" w:tplc="E1B68A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AD"/>
    <w:rsid w:val="000A0264"/>
    <w:rsid w:val="000E2010"/>
    <w:rsid w:val="00115490"/>
    <w:rsid w:val="001C069F"/>
    <w:rsid w:val="0026099E"/>
    <w:rsid w:val="002F0EB9"/>
    <w:rsid w:val="00314605"/>
    <w:rsid w:val="0032245B"/>
    <w:rsid w:val="00340164"/>
    <w:rsid w:val="00356FF4"/>
    <w:rsid w:val="00364339"/>
    <w:rsid w:val="003C45B0"/>
    <w:rsid w:val="003E6731"/>
    <w:rsid w:val="0041721D"/>
    <w:rsid w:val="004410E7"/>
    <w:rsid w:val="004C1051"/>
    <w:rsid w:val="005010F3"/>
    <w:rsid w:val="0053767E"/>
    <w:rsid w:val="00561F23"/>
    <w:rsid w:val="00571D1D"/>
    <w:rsid w:val="005A3B50"/>
    <w:rsid w:val="00641309"/>
    <w:rsid w:val="006771FD"/>
    <w:rsid w:val="006C2CF5"/>
    <w:rsid w:val="006F05DE"/>
    <w:rsid w:val="00716044"/>
    <w:rsid w:val="00766016"/>
    <w:rsid w:val="00777685"/>
    <w:rsid w:val="00817BF3"/>
    <w:rsid w:val="008A7638"/>
    <w:rsid w:val="008F0FA3"/>
    <w:rsid w:val="008F72DD"/>
    <w:rsid w:val="00901555"/>
    <w:rsid w:val="009132B1"/>
    <w:rsid w:val="00987CD4"/>
    <w:rsid w:val="00994D43"/>
    <w:rsid w:val="00A05E25"/>
    <w:rsid w:val="00A502BD"/>
    <w:rsid w:val="00AB46C3"/>
    <w:rsid w:val="00B94553"/>
    <w:rsid w:val="00C213F0"/>
    <w:rsid w:val="00C55A74"/>
    <w:rsid w:val="00C705FB"/>
    <w:rsid w:val="00CD1F53"/>
    <w:rsid w:val="00CD43B4"/>
    <w:rsid w:val="00D22FCA"/>
    <w:rsid w:val="00D87AAD"/>
    <w:rsid w:val="00DE6D4D"/>
    <w:rsid w:val="00DF19EC"/>
    <w:rsid w:val="00EA1C08"/>
    <w:rsid w:val="00EA3084"/>
    <w:rsid w:val="00EA354C"/>
    <w:rsid w:val="00EA6AD2"/>
    <w:rsid w:val="00F425EF"/>
    <w:rsid w:val="00F7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3279C"/>
  <w15:chartTrackingRefBased/>
  <w15:docId w15:val="{CAED449B-F150-4381-8CBE-BA0C50B7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4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F19E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10E7"/>
  </w:style>
  <w:style w:type="paragraph" w:styleId="a8">
    <w:name w:val="footer"/>
    <w:basedOn w:val="a"/>
    <w:link w:val="a9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10E7"/>
  </w:style>
  <w:style w:type="character" w:styleId="aa">
    <w:name w:val="Hyperlink"/>
    <w:basedOn w:val="a0"/>
    <w:uiPriority w:val="99"/>
    <w:unhideWhenUsed/>
    <w:rsid w:val="003224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Георгиевская Анастасия Павловна</dc:creator>
  <cp:keywords/>
  <dc:description/>
  <cp:lastModifiedBy>Новожилова Татьяна Николаевна</cp:lastModifiedBy>
  <cp:revision>16</cp:revision>
  <cp:lastPrinted>2025-04-02T06:00:00Z</cp:lastPrinted>
  <dcterms:created xsi:type="dcterms:W3CDTF">2025-04-01T14:04:00Z</dcterms:created>
  <dcterms:modified xsi:type="dcterms:W3CDTF">2025-06-20T10:37:00Z</dcterms:modified>
</cp:coreProperties>
</file>