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CC73C4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CC73C4" w:rsidRPr="00CC73C4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2B0A6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F65588" w:rsidRPr="00F65588">
        <w:rPr>
          <w:bCs/>
          <w:szCs w:val="28"/>
        </w:rPr>
        <w:t xml:space="preserve">министр </w:t>
      </w:r>
      <w:r w:rsidR="00CC73C4" w:rsidRPr="00CC73C4">
        <w:rPr>
          <w:bCs/>
          <w:szCs w:val="28"/>
        </w:rPr>
        <w:t>труда и социальной поддержки населения Ярославской области</w:t>
      </w:r>
      <w:r w:rsidR="00CC73C4">
        <w:rPr>
          <w:bCs/>
          <w:szCs w:val="28"/>
        </w:rPr>
        <w:t xml:space="preserve"> </w:t>
      </w:r>
      <w:proofErr w:type="spellStart"/>
      <w:r w:rsidR="00CC73C4">
        <w:rPr>
          <w:bCs/>
          <w:szCs w:val="28"/>
        </w:rPr>
        <w:t>Биочино</w:t>
      </w:r>
      <w:proofErr w:type="spellEnd"/>
      <w:r w:rsidR="00CC73C4">
        <w:rPr>
          <w:bCs/>
          <w:szCs w:val="28"/>
        </w:rPr>
        <w:t xml:space="preserve"> Н.Л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0516F">
        <w:rPr>
          <w:rFonts w:ascii="Times New Roman" w:hAnsi="Times New Roman"/>
          <w:sz w:val="28"/>
        </w:rPr>
        <w:t>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25" w:rsidRDefault="006B4C25">
      <w:r>
        <w:separator/>
      </w:r>
    </w:p>
  </w:endnote>
  <w:endnote w:type="continuationSeparator" w:id="0">
    <w:p w:rsidR="006B4C25" w:rsidRDefault="006B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25" w:rsidRDefault="006B4C25">
      <w:r>
        <w:separator/>
      </w:r>
    </w:p>
  </w:footnote>
  <w:footnote w:type="continuationSeparator" w:id="0">
    <w:p w:rsidR="006B4C25" w:rsidRDefault="006B4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A616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B0A6C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B4C25"/>
    <w:rsid w:val="006C3294"/>
    <w:rsid w:val="006D5624"/>
    <w:rsid w:val="006E2583"/>
    <w:rsid w:val="006F04AE"/>
    <w:rsid w:val="00747F32"/>
    <w:rsid w:val="00761EB2"/>
    <w:rsid w:val="0076381D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1D4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516F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430B5"/>
    <w:rsid w:val="00B44379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5567B"/>
    <w:rsid w:val="00C619EB"/>
    <w:rsid w:val="00C673D5"/>
    <w:rsid w:val="00C9434A"/>
    <w:rsid w:val="00CA2B1F"/>
    <w:rsid w:val="00CB05EA"/>
    <w:rsid w:val="00CC73C4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DF194A"/>
    <w:rsid w:val="00E23E8E"/>
    <w:rsid w:val="00E24CE3"/>
    <w:rsid w:val="00E26561"/>
    <w:rsid w:val="00E32A8E"/>
    <w:rsid w:val="00E32BAC"/>
    <w:rsid w:val="00E55F5E"/>
    <w:rsid w:val="00E5751C"/>
    <w:rsid w:val="00E57533"/>
    <w:rsid w:val="00E62F9E"/>
    <w:rsid w:val="00E67B15"/>
    <w:rsid w:val="00E70EE2"/>
    <w:rsid w:val="00E73EDC"/>
    <w:rsid w:val="00E81B0F"/>
    <w:rsid w:val="00E86382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65588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55101-AA3C-413A-B908-DA642DD4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2025-10-21T07:26:00Z</dcterms:created>
  <dcterms:modified xsi:type="dcterms:W3CDTF">2025-10-21T07:26:00Z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