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Pr="009A7164" w:rsidRDefault="00061D27">
      <w:pPr>
        <w:jc w:val="center"/>
        <w:rPr>
          <w:b/>
          <w:sz w:val="40"/>
        </w:rPr>
      </w:pPr>
      <w:r w:rsidRPr="009A7164">
        <w:rPr>
          <w:noProof/>
        </w:rPr>
        <w:drawing>
          <wp:inline distT="0" distB="0" distL="0" distR="0" wp14:anchorId="496F6E38" wp14:editId="52E43FCC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9A7164" w:rsidRDefault="00575AFA">
      <w:pPr>
        <w:jc w:val="center"/>
        <w:rPr>
          <w:b/>
          <w:sz w:val="16"/>
          <w:szCs w:val="16"/>
        </w:rPr>
      </w:pPr>
    </w:p>
    <w:p w:rsidR="00092C19" w:rsidRPr="009A7164" w:rsidRDefault="00C8204E">
      <w:pPr>
        <w:jc w:val="center"/>
        <w:rPr>
          <w:b/>
          <w:sz w:val="24"/>
          <w:szCs w:val="24"/>
        </w:rPr>
      </w:pPr>
      <w:r w:rsidRPr="009A7164">
        <w:rPr>
          <w:b/>
          <w:sz w:val="24"/>
          <w:szCs w:val="24"/>
        </w:rPr>
        <w:t>ЯРОСЛАВСКАЯ ОБЛАСТНАЯ ДУМ</w:t>
      </w:r>
      <w:r w:rsidR="00B85592" w:rsidRPr="009A7164">
        <w:rPr>
          <w:b/>
          <w:sz w:val="24"/>
          <w:szCs w:val="24"/>
        </w:rPr>
        <w:t>А</w:t>
      </w:r>
      <w:r w:rsidRPr="009A7164">
        <w:rPr>
          <w:b/>
          <w:sz w:val="24"/>
          <w:szCs w:val="24"/>
        </w:rPr>
        <w:t xml:space="preserve"> </w:t>
      </w:r>
    </w:p>
    <w:p w:rsidR="00565294" w:rsidRPr="009A7164" w:rsidRDefault="00565294">
      <w:pPr>
        <w:jc w:val="center"/>
        <w:rPr>
          <w:b/>
          <w:sz w:val="24"/>
          <w:szCs w:val="24"/>
        </w:rPr>
      </w:pPr>
    </w:p>
    <w:p w:rsidR="00061D27" w:rsidRPr="009A7164" w:rsidRDefault="00C8204E" w:rsidP="00061D27">
      <w:pPr>
        <w:jc w:val="center"/>
        <w:rPr>
          <w:b/>
          <w:sz w:val="40"/>
        </w:rPr>
      </w:pPr>
      <w:r w:rsidRPr="009A7164">
        <w:rPr>
          <w:b/>
          <w:sz w:val="40"/>
        </w:rPr>
        <w:t>Д</w:t>
      </w:r>
      <w:r w:rsidR="00B178D2" w:rsidRPr="009A7164">
        <w:rPr>
          <w:b/>
          <w:sz w:val="40"/>
        </w:rPr>
        <w:t xml:space="preserve"> </w:t>
      </w:r>
      <w:r w:rsidRPr="009A7164">
        <w:rPr>
          <w:b/>
          <w:sz w:val="40"/>
        </w:rPr>
        <w:t>Е</w:t>
      </w:r>
      <w:r w:rsidR="00B178D2" w:rsidRPr="009A7164">
        <w:rPr>
          <w:b/>
          <w:sz w:val="40"/>
        </w:rPr>
        <w:t xml:space="preserve"> </w:t>
      </w:r>
      <w:r w:rsidRPr="009A7164">
        <w:rPr>
          <w:b/>
          <w:sz w:val="40"/>
        </w:rPr>
        <w:t>П</w:t>
      </w:r>
      <w:r w:rsidR="00B178D2" w:rsidRPr="009A7164">
        <w:rPr>
          <w:b/>
          <w:sz w:val="40"/>
        </w:rPr>
        <w:t xml:space="preserve"> </w:t>
      </w:r>
      <w:r w:rsidRPr="009A7164">
        <w:rPr>
          <w:b/>
          <w:sz w:val="40"/>
        </w:rPr>
        <w:t>У</w:t>
      </w:r>
      <w:r w:rsidR="00B178D2" w:rsidRPr="009A7164">
        <w:rPr>
          <w:b/>
          <w:sz w:val="40"/>
        </w:rPr>
        <w:t xml:space="preserve"> </w:t>
      </w:r>
      <w:r w:rsidRPr="009A7164">
        <w:rPr>
          <w:b/>
          <w:sz w:val="40"/>
        </w:rPr>
        <w:t>Т</w:t>
      </w:r>
      <w:r w:rsidR="00B178D2" w:rsidRPr="009A7164">
        <w:rPr>
          <w:b/>
          <w:sz w:val="40"/>
        </w:rPr>
        <w:t xml:space="preserve"> </w:t>
      </w:r>
      <w:r w:rsidRPr="009A7164">
        <w:rPr>
          <w:b/>
          <w:sz w:val="40"/>
        </w:rPr>
        <w:t>А</w:t>
      </w:r>
      <w:r w:rsidR="00B178D2" w:rsidRPr="009A7164">
        <w:rPr>
          <w:b/>
          <w:sz w:val="40"/>
        </w:rPr>
        <w:t xml:space="preserve"> </w:t>
      </w:r>
      <w:r w:rsidRPr="009A7164">
        <w:rPr>
          <w:b/>
          <w:sz w:val="40"/>
        </w:rPr>
        <w:t>Т</w:t>
      </w:r>
    </w:p>
    <w:p w:rsidR="00C8204E" w:rsidRPr="009A7164" w:rsidRDefault="00C8204E" w:rsidP="00061D27">
      <w:pPr>
        <w:jc w:val="center"/>
        <w:rPr>
          <w:b/>
          <w:sz w:val="32"/>
          <w:szCs w:val="32"/>
        </w:rPr>
      </w:pPr>
      <w:r w:rsidRPr="009A7164">
        <w:rPr>
          <w:b/>
          <w:sz w:val="32"/>
          <w:szCs w:val="32"/>
        </w:rPr>
        <w:t xml:space="preserve">ЯРОСЛАВСКОЙ ОБЛАСТНОЙ ДУМЫ </w:t>
      </w:r>
    </w:p>
    <w:p w:rsidR="00092C19" w:rsidRPr="009A7164" w:rsidRDefault="000B51D5" w:rsidP="00D307ED">
      <w:pPr>
        <w:jc w:val="center"/>
        <w:rPr>
          <w:b/>
          <w:sz w:val="24"/>
          <w:szCs w:val="24"/>
        </w:rPr>
      </w:pPr>
      <w:r w:rsidRPr="009A7164">
        <w:rPr>
          <w:b/>
          <w:sz w:val="24"/>
          <w:szCs w:val="24"/>
        </w:rPr>
        <w:t>вос</w:t>
      </w:r>
      <w:r w:rsidR="009E7AAA" w:rsidRPr="009A7164">
        <w:rPr>
          <w:b/>
          <w:sz w:val="24"/>
          <w:szCs w:val="24"/>
        </w:rPr>
        <w:t>ьмого</w:t>
      </w:r>
      <w:r w:rsidR="00CF1C57" w:rsidRPr="009A7164">
        <w:rPr>
          <w:b/>
          <w:sz w:val="24"/>
          <w:szCs w:val="24"/>
        </w:rPr>
        <w:t xml:space="preserve"> созыва  </w:t>
      </w:r>
      <w:r w:rsidR="00C8204E" w:rsidRPr="009A7164">
        <w:rPr>
          <w:b/>
          <w:sz w:val="24"/>
          <w:szCs w:val="24"/>
        </w:rPr>
        <w:t>(</w:t>
      </w:r>
      <w:r w:rsidR="00CB03D1" w:rsidRPr="009A7164">
        <w:rPr>
          <w:b/>
          <w:sz w:val="24"/>
          <w:szCs w:val="24"/>
        </w:rPr>
        <w:t>20</w:t>
      </w:r>
      <w:r w:rsidRPr="009A7164">
        <w:rPr>
          <w:b/>
          <w:sz w:val="24"/>
          <w:szCs w:val="24"/>
        </w:rPr>
        <w:t>23-2028</w:t>
      </w:r>
      <w:r w:rsidR="00C8204E" w:rsidRPr="009A7164">
        <w:rPr>
          <w:b/>
          <w:sz w:val="24"/>
          <w:szCs w:val="24"/>
        </w:rPr>
        <w:t>)</w:t>
      </w:r>
    </w:p>
    <w:p w:rsidR="00623DD7" w:rsidRPr="009A7164" w:rsidRDefault="00867775" w:rsidP="00623DD7">
      <w:pPr>
        <w:ind w:right="-1"/>
        <w:jc w:val="center"/>
      </w:pPr>
      <w:r w:rsidRPr="009A716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DB1A616" wp14:editId="233D861E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 w:rsidRPr="009A716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FA38D4F" wp14:editId="1070C221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9A7164" w:rsidRDefault="00623DD7" w:rsidP="00623DD7">
      <w:pPr>
        <w:ind w:firstLine="6237"/>
        <w:jc w:val="both"/>
      </w:pPr>
    </w:p>
    <w:p w:rsidR="00091962" w:rsidRPr="009A7164" w:rsidRDefault="00623DD7" w:rsidP="002C770C">
      <w:r w:rsidRPr="009A7164">
        <w:rPr>
          <w:sz w:val="24"/>
        </w:rPr>
        <w:t>«____» _________________20</w:t>
      </w:r>
      <w:r w:rsidR="00933F3E" w:rsidRPr="009A7164">
        <w:rPr>
          <w:sz w:val="24"/>
        </w:rPr>
        <w:t>2</w:t>
      </w:r>
      <w:r w:rsidR="00F66639">
        <w:rPr>
          <w:sz w:val="24"/>
        </w:rPr>
        <w:t>5</w:t>
      </w:r>
      <w:r w:rsidR="00547643" w:rsidRPr="009A7164">
        <w:rPr>
          <w:sz w:val="24"/>
        </w:rPr>
        <w:t xml:space="preserve"> </w:t>
      </w:r>
      <w:r w:rsidRPr="009A7164">
        <w:rPr>
          <w:sz w:val="16"/>
        </w:rPr>
        <w:t>Г</w:t>
      </w:r>
      <w:r w:rsidRPr="009A7164">
        <w:t xml:space="preserve">.                                                                               </w:t>
      </w:r>
      <w:r w:rsidR="00F14BA6" w:rsidRPr="009A7164">
        <w:t xml:space="preserve">  </w:t>
      </w:r>
      <w:r w:rsidR="00867775" w:rsidRPr="009A7164">
        <w:t xml:space="preserve">   </w:t>
      </w:r>
      <w:r w:rsidR="00F14BA6" w:rsidRPr="009A7164">
        <w:t xml:space="preserve">   </w:t>
      </w:r>
      <w:r w:rsidRPr="009A7164">
        <w:t xml:space="preserve"> </w:t>
      </w:r>
      <w:r w:rsidR="00F14BA6" w:rsidRPr="009A7164">
        <w:rPr>
          <w:sz w:val="24"/>
        </w:rPr>
        <w:t>№</w:t>
      </w:r>
      <w:r w:rsidRPr="009A7164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0973E9" w:rsidRDefault="000973E9" w:rsidP="000973E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</w:p>
    <w:p w:rsidR="000973E9" w:rsidRDefault="000973E9" w:rsidP="000973E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0973E9" w:rsidRDefault="000973E9" w:rsidP="000973E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М.В. Боровицкому</w:t>
      </w:r>
    </w:p>
    <w:p w:rsidR="000973E9" w:rsidRDefault="000973E9" w:rsidP="000973E9">
      <w:pPr>
        <w:ind w:firstLine="709"/>
        <w:jc w:val="right"/>
        <w:rPr>
          <w:sz w:val="28"/>
          <w:szCs w:val="28"/>
        </w:rPr>
      </w:pPr>
    </w:p>
    <w:p w:rsidR="000973E9" w:rsidRDefault="000973E9" w:rsidP="000973E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Уважаемый Михаил Васильевич!</w:t>
      </w:r>
    </w:p>
    <w:p w:rsidR="00071712" w:rsidRPr="009A7164" w:rsidRDefault="00071712" w:rsidP="00E326EC">
      <w:pPr>
        <w:jc w:val="both"/>
        <w:rPr>
          <w:sz w:val="28"/>
          <w:szCs w:val="28"/>
        </w:rPr>
      </w:pPr>
    </w:p>
    <w:p w:rsidR="00886FCC" w:rsidRDefault="0027112B" w:rsidP="00A97C1C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со</w:t>
      </w:r>
      <w:r w:rsidR="00091962" w:rsidRPr="009A7164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="008D1155" w:rsidRPr="009A7164">
        <w:rPr>
          <w:sz w:val="28"/>
          <w:szCs w:val="28"/>
        </w:rPr>
        <w:t xml:space="preserve"> 27 </w:t>
      </w:r>
      <w:r w:rsidR="004120E6" w:rsidRPr="009A7164">
        <w:rPr>
          <w:sz w:val="28"/>
          <w:szCs w:val="28"/>
        </w:rPr>
        <w:t>Устава Ярославской области вносим</w:t>
      </w:r>
      <w:r w:rsidR="00091962" w:rsidRPr="009A7164">
        <w:rPr>
          <w:sz w:val="28"/>
          <w:szCs w:val="28"/>
        </w:rPr>
        <w:t xml:space="preserve"> на рассмотрение Ярославской областной Думы в качестве законодательной инициативы </w:t>
      </w:r>
      <w:r w:rsidR="00A97C1C">
        <w:rPr>
          <w:sz w:val="28"/>
          <w:szCs w:val="28"/>
        </w:rPr>
        <w:t>проект</w:t>
      </w:r>
      <w:r w:rsidR="00091962" w:rsidRPr="009A7164">
        <w:rPr>
          <w:sz w:val="28"/>
          <w:szCs w:val="28"/>
        </w:rPr>
        <w:t xml:space="preserve"> закона Ярославской области </w:t>
      </w:r>
      <w:r w:rsidR="005B2ABF" w:rsidRPr="009A7164">
        <w:rPr>
          <w:sz w:val="28"/>
          <w:szCs w:val="28"/>
        </w:rPr>
        <w:t>«</w:t>
      </w:r>
      <w:r w:rsidR="00A97C1C" w:rsidRPr="00A97C1C">
        <w:rPr>
          <w:bCs/>
          <w:sz w:val="28"/>
          <w:szCs w:val="28"/>
        </w:rPr>
        <w:t xml:space="preserve">О введении в действие </w:t>
      </w:r>
      <w:r w:rsidR="009C6076" w:rsidRPr="00A97C1C">
        <w:rPr>
          <w:bCs/>
          <w:sz w:val="28"/>
          <w:szCs w:val="28"/>
        </w:rPr>
        <w:t xml:space="preserve">на территории Ярославской области </w:t>
      </w:r>
      <w:r w:rsidR="00A97C1C" w:rsidRPr="00A97C1C">
        <w:rPr>
          <w:bCs/>
          <w:sz w:val="28"/>
          <w:szCs w:val="28"/>
        </w:rPr>
        <w:t>специаль</w:t>
      </w:r>
      <w:r w:rsidR="00A97C1C">
        <w:rPr>
          <w:bCs/>
          <w:sz w:val="28"/>
          <w:szCs w:val="28"/>
        </w:rPr>
        <w:t xml:space="preserve">ного налогового режима </w:t>
      </w:r>
      <w:r w:rsidR="00A97C1C" w:rsidRPr="00A97C1C">
        <w:rPr>
          <w:bCs/>
          <w:sz w:val="28"/>
          <w:szCs w:val="28"/>
        </w:rPr>
        <w:t>«Автом</w:t>
      </w:r>
      <w:r w:rsidR="00A97C1C" w:rsidRPr="00A97C1C">
        <w:rPr>
          <w:bCs/>
          <w:sz w:val="28"/>
          <w:szCs w:val="28"/>
        </w:rPr>
        <w:t>а</w:t>
      </w:r>
      <w:r w:rsidR="00A97C1C" w:rsidRPr="00A97C1C">
        <w:rPr>
          <w:bCs/>
          <w:sz w:val="28"/>
          <w:szCs w:val="28"/>
        </w:rPr>
        <w:t>тизированная упрощенная система налого</w:t>
      </w:r>
      <w:r w:rsidR="00A97C1C">
        <w:rPr>
          <w:bCs/>
          <w:sz w:val="28"/>
          <w:szCs w:val="28"/>
        </w:rPr>
        <w:t>обложения».</w:t>
      </w:r>
    </w:p>
    <w:p w:rsidR="00A97C1C" w:rsidRDefault="00A97C1C" w:rsidP="00A97C1C">
      <w:pPr>
        <w:ind w:firstLine="709"/>
        <w:jc w:val="both"/>
        <w:rPr>
          <w:bCs/>
          <w:sz w:val="28"/>
          <w:szCs w:val="28"/>
        </w:rPr>
      </w:pPr>
    </w:p>
    <w:p w:rsidR="00A97C1C" w:rsidRDefault="00A97C1C" w:rsidP="00A97C1C">
      <w:pPr>
        <w:ind w:firstLine="709"/>
        <w:jc w:val="both"/>
        <w:rPr>
          <w:bCs/>
          <w:sz w:val="28"/>
          <w:szCs w:val="28"/>
        </w:rPr>
      </w:pPr>
    </w:p>
    <w:p w:rsidR="00A97C1C" w:rsidRPr="00E563AE" w:rsidRDefault="00A97C1C" w:rsidP="002711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Приложение: на ___ л. в 1 экз.</w:t>
      </w:r>
    </w:p>
    <w:p w:rsidR="00E563AE" w:rsidRDefault="00E563AE" w:rsidP="0027112B">
      <w:pPr>
        <w:jc w:val="both"/>
        <w:rPr>
          <w:bCs/>
          <w:sz w:val="28"/>
          <w:szCs w:val="28"/>
          <w:lang w:val="en-US"/>
        </w:rPr>
      </w:pPr>
    </w:p>
    <w:p w:rsidR="00E563AE" w:rsidRDefault="00E563AE" w:rsidP="002711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Гончаров А.Г.</w:t>
      </w:r>
    </w:p>
    <w:p w:rsidR="00E563AE" w:rsidRDefault="00E563AE" w:rsidP="002711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Вахруков М.С.</w:t>
      </w:r>
    </w:p>
    <w:p w:rsidR="00E563AE" w:rsidRDefault="00E563AE" w:rsidP="0027112B">
      <w:p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Александрычев</w:t>
      </w:r>
      <w:proofErr w:type="spellEnd"/>
      <w:r>
        <w:rPr>
          <w:bCs/>
          <w:sz w:val="28"/>
          <w:szCs w:val="28"/>
        </w:rPr>
        <w:t xml:space="preserve"> Н.А.</w:t>
      </w:r>
    </w:p>
    <w:p w:rsidR="00E563AE" w:rsidRDefault="00E563AE" w:rsidP="002711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Дмитриев М.В.</w:t>
      </w:r>
    </w:p>
    <w:p w:rsidR="00E563AE" w:rsidRDefault="00E563AE" w:rsidP="002711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Исаев П.В.</w:t>
      </w:r>
    </w:p>
    <w:p w:rsidR="00E563AE" w:rsidRDefault="00E563AE" w:rsidP="0027112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Боровицкий М.В.</w:t>
      </w:r>
    </w:p>
    <w:p w:rsidR="00E563AE" w:rsidRPr="00E563AE" w:rsidRDefault="00E563AE" w:rsidP="0027112B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Демидов И.А.</w:t>
      </w:r>
      <w:bookmarkStart w:id="0" w:name="_GoBack"/>
      <w:bookmarkEnd w:id="0"/>
    </w:p>
    <w:p w:rsidR="00EE5FCC" w:rsidRPr="009A7164" w:rsidRDefault="00EE5FCC" w:rsidP="00EE5FCC">
      <w:pPr>
        <w:pStyle w:val="ConsPlusNormal"/>
        <w:ind w:firstLine="540"/>
        <w:jc w:val="both"/>
        <w:outlineLvl w:val="0"/>
      </w:pPr>
    </w:p>
    <w:sectPr w:rsidR="00EE5FCC" w:rsidRPr="009A7164" w:rsidSect="00071712">
      <w:headerReference w:type="default" r:id="rId10"/>
      <w:pgSz w:w="11907" w:h="16840"/>
      <w:pgMar w:top="1247" w:right="851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F20" w:rsidRDefault="00C24F20" w:rsidP="00071712">
      <w:r>
        <w:separator/>
      </w:r>
    </w:p>
  </w:endnote>
  <w:endnote w:type="continuationSeparator" w:id="0">
    <w:p w:rsidR="00C24F20" w:rsidRDefault="00C24F20" w:rsidP="0007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F20" w:rsidRDefault="00C24F20" w:rsidP="00071712">
      <w:r>
        <w:separator/>
      </w:r>
    </w:p>
  </w:footnote>
  <w:footnote w:type="continuationSeparator" w:id="0">
    <w:p w:rsidR="00C24F20" w:rsidRDefault="00C24F20" w:rsidP="00071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1759755"/>
      <w:docPartObj>
        <w:docPartGallery w:val="Page Numbers (Top of Page)"/>
        <w:docPartUnique/>
      </w:docPartObj>
    </w:sdtPr>
    <w:sdtEndPr/>
    <w:sdtContent>
      <w:p w:rsidR="00071712" w:rsidRDefault="0007171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C1C">
          <w:rPr>
            <w:noProof/>
          </w:rPr>
          <w:t>3</w:t>
        </w:r>
        <w:r>
          <w:fldChar w:fldCharType="end"/>
        </w:r>
      </w:p>
    </w:sdtContent>
  </w:sdt>
  <w:p w:rsidR="00071712" w:rsidRDefault="0007171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5CD0"/>
    <w:multiLevelType w:val="hybridMultilevel"/>
    <w:tmpl w:val="34CA813E"/>
    <w:lvl w:ilvl="0" w:tplc="7EF291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0252F"/>
    <w:rsid w:val="00043EC4"/>
    <w:rsid w:val="00061D27"/>
    <w:rsid w:val="00063F11"/>
    <w:rsid w:val="00071712"/>
    <w:rsid w:val="00072022"/>
    <w:rsid w:val="00073C10"/>
    <w:rsid w:val="00091962"/>
    <w:rsid w:val="00092287"/>
    <w:rsid w:val="00092C19"/>
    <w:rsid w:val="000930E0"/>
    <w:rsid w:val="000973E9"/>
    <w:rsid w:val="000B1657"/>
    <w:rsid w:val="000B51D5"/>
    <w:rsid w:val="000C0500"/>
    <w:rsid w:val="000C4062"/>
    <w:rsid w:val="00107F87"/>
    <w:rsid w:val="00142617"/>
    <w:rsid w:val="001444A5"/>
    <w:rsid w:val="001568DE"/>
    <w:rsid w:val="00193310"/>
    <w:rsid w:val="001F0573"/>
    <w:rsid w:val="00220385"/>
    <w:rsid w:val="00253240"/>
    <w:rsid w:val="0027112B"/>
    <w:rsid w:val="00271D76"/>
    <w:rsid w:val="00282F3A"/>
    <w:rsid w:val="00285E74"/>
    <w:rsid w:val="00286918"/>
    <w:rsid w:val="002A15F0"/>
    <w:rsid w:val="002A3FAC"/>
    <w:rsid w:val="002C770C"/>
    <w:rsid w:val="002D648B"/>
    <w:rsid w:val="00344214"/>
    <w:rsid w:val="00347DA5"/>
    <w:rsid w:val="00352B3F"/>
    <w:rsid w:val="0035522E"/>
    <w:rsid w:val="00360848"/>
    <w:rsid w:val="00385796"/>
    <w:rsid w:val="003B2DCE"/>
    <w:rsid w:val="003D0334"/>
    <w:rsid w:val="003D2648"/>
    <w:rsid w:val="003D61BF"/>
    <w:rsid w:val="00404232"/>
    <w:rsid w:val="004120E6"/>
    <w:rsid w:val="004504FE"/>
    <w:rsid w:val="004759EB"/>
    <w:rsid w:val="00482DA3"/>
    <w:rsid w:val="004865DD"/>
    <w:rsid w:val="004B434E"/>
    <w:rsid w:val="004E093A"/>
    <w:rsid w:val="004F3DC3"/>
    <w:rsid w:val="004F5A57"/>
    <w:rsid w:val="00512B54"/>
    <w:rsid w:val="0051513E"/>
    <w:rsid w:val="0053502B"/>
    <w:rsid w:val="00547643"/>
    <w:rsid w:val="005545A3"/>
    <w:rsid w:val="00555071"/>
    <w:rsid w:val="00565294"/>
    <w:rsid w:val="0057109C"/>
    <w:rsid w:val="00575AFA"/>
    <w:rsid w:val="00581CE5"/>
    <w:rsid w:val="0058661A"/>
    <w:rsid w:val="00587929"/>
    <w:rsid w:val="00591E16"/>
    <w:rsid w:val="005A0E50"/>
    <w:rsid w:val="005B2ABF"/>
    <w:rsid w:val="005D3D79"/>
    <w:rsid w:val="005F0E96"/>
    <w:rsid w:val="00623DD7"/>
    <w:rsid w:val="00632402"/>
    <w:rsid w:val="0063710F"/>
    <w:rsid w:val="00643DE3"/>
    <w:rsid w:val="00645FFA"/>
    <w:rsid w:val="00664156"/>
    <w:rsid w:val="00674AEA"/>
    <w:rsid w:val="00675833"/>
    <w:rsid w:val="006822F1"/>
    <w:rsid w:val="0068283E"/>
    <w:rsid w:val="00691537"/>
    <w:rsid w:val="006B3C6B"/>
    <w:rsid w:val="006C72D0"/>
    <w:rsid w:val="006E3995"/>
    <w:rsid w:val="006E675A"/>
    <w:rsid w:val="00712FA9"/>
    <w:rsid w:val="007167FC"/>
    <w:rsid w:val="00745EA6"/>
    <w:rsid w:val="00751E04"/>
    <w:rsid w:val="0075266A"/>
    <w:rsid w:val="00762924"/>
    <w:rsid w:val="0076715C"/>
    <w:rsid w:val="007712FB"/>
    <w:rsid w:val="00786B6F"/>
    <w:rsid w:val="00790136"/>
    <w:rsid w:val="007A2334"/>
    <w:rsid w:val="007D4C62"/>
    <w:rsid w:val="008022F5"/>
    <w:rsid w:val="00867775"/>
    <w:rsid w:val="00867A31"/>
    <w:rsid w:val="00877C1A"/>
    <w:rsid w:val="00880E13"/>
    <w:rsid w:val="00886FCC"/>
    <w:rsid w:val="008911CB"/>
    <w:rsid w:val="00894924"/>
    <w:rsid w:val="008B0F6B"/>
    <w:rsid w:val="008B1DDD"/>
    <w:rsid w:val="008B3563"/>
    <w:rsid w:val="008D1155"/>
    <w:rsid w:val="008F0DA5"/>
    <w:rsid w:val="008F74F5"/>
    <w:rsid w:val="00903EBD"/>
    <w:rsid w:val="00933F3E"/>
    <w:rsid w:val="00951309"/>
    <w:rsid w:val="009677A3"/>
    <w:rsid w:val="00987D80"/>
    <w:rsid w:val="00992C5A"/>
    <w:rsid w:val="009A1C4A"/>
    <w:rsid w:val="009A2AE2"/>
    <w:rsid w:val="009A7164"/>
    <w:rsid w:val="009C6076"/>
    <w:rsid w:val="009D40FC"/>
    <w:rsid w:val="009E7AAA"/>
    <w:rsid w:val="009E7AB7"/>
    <w:rsid w:val="00A03F98"/>
    <w:rsid w:val="00A05B60"/>
    <w:rsid w:val="00A05DCF"/>
    <w:rsid w:val="00A41FD8"/>
    <w:rsid w:val="00A57885"/>
    <w:rsid w:val="00A61E0D"/>
    <w:rsid w:val="00A70C77"/>
    <w:rsid w:val="00A755D7"/>
    <w:rsid w:val="00A97C1C"/>
    <w:rsid w:val="00AB0D73"/>
    <w:rsid w:val="00B178D2"/>
    <w:rsid w:val="00B2726E"/>
    <w:rsid w:val="00B36AA7"/>
    <w:rsid w:val="00B40954"/>
    <w:rsid w:val="00B62D09"/>
    <w:rsid w:val="00B73597"/>
    <w:rsid w:val="00B85592"/>
    <w:rsid w:val="00BA3BB3"/>
    <w:rsid w:val="00BA4E95"/>
    <w:rsid w:val="00BC5DC2"/>
    <w:rsid w:val="00BD37B5"/>
    <w:rsid w:val="00BE378D"/>
    <w:rsid w:val="00BF51BF"/>
    <w:rsid w:val="00C24F20"/>
    <w:rsid w:val="00C37A05"/>
    <w:rsid w:val="00C521C9"/>
    <w:rsid w:val="00C62971"/>
    <w:rsid w:val="00C7552E"/>
    <w:rsid w:val="00C8204E"/>
    <w:rsid w:val="00CB03D1"/>
    <w:rsid w:val="00CD187F"/>
    <w:rsid w:val="00CE357C"/>
    <w:rsid w:val="00CE79F5"/>
    <w:rsid w:val="00CF1C57"/>
    <w:rsid w:val="00CF6BA6"/>
    <w:rsid w:val="00D003FB"/>
    <w:rsid w:val="00D2017D"/>
    <w:rsid w:val="00D307ED"/>
    <w:rsid w:val="00D428DA"/>
    <w:rsid w:val="00D61553"/>
    <w:rsid w:val="00D726F1"/>
    <w:rsid w:val="00D815F3"/>
    <w:rsid w:val="00D82150"/>
    <w:rsid w:val="00D86FB2"/>
    <w:rsid w:val="00DB5316"/>
    <w:rsid w:val="00DD25B9"/>
    <w:rsid w:val="00DE26ED"/>
    <w:rsid w:val="00E216D3"/>
    <w:rsid w:val="00E25F80"/>
    <w:rsid w:val="00E326EC"/>
    <w:rsid w:val="00E52D1B"/>
    <w:rsid w:val="00E563AE"/>
    <w:rsid w:val="00E9797F"/>
    <w:rsid w:val="00ED6C92"/>
    <w:rsid w:val="00EE23B3"/>
    <w:rsid w:val="00EE5FCC"/>
    <w:rsid w:val="00EE6CCC"/>
    <w:rsid w:val="00EF4419"/>
    <w:rsid w:val="00F0115B"/>
    <w:rsid w:val="00F14BA6"/>
    <w:rsid w:val="00F349AE"/>
    <w:rsid w:val="00F36F89"/>
    <w:rsid w:val="00F61570"/>
    <w:rsid w:val="00F644FB"/>
    <w:rsid w:val="00F662A0"/>
    <w:rsid w:val="00F66639"/>
    <w:rsid w:val="00F76A61"/>
    <w:rsid w:val="00F83057"/>
    <w:rsid w:val="00F85C83"/>
    <w:rsid w:val="00F866D6"/>
    <w:rsid w:val="00F90E56"/>
    <w:rsid w:val="00FA21A9"/>
    <w:rsid w:val="00FC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0717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71712"/>
  </w:style>
  <w:style w:type="paragraph" w:styleId="aa">
    <w:name w:val="footer"/>
    <w:basedOn w:val="a"/>
    <w:link w:val="ab"/>
    <w:uiPriority w:val="99"/>
    <w:unhideWhenUsed/>
    <w:rsid w:val="000717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717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0717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71712"/>
  </w:style>
  <w:style w:type="paragraph" w:styleId="aa">
    <w:name w:val="footer"/>
    <w:basedOn w:val="a"/>
    <w:link w:val="ab"/>
    <w:uiPriority w:val="99"/>
    <w:unhideWhenUsed/>
    <w:rsid w:val="000717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71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682C8-295F-4631-94A1-FDE10ECEA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56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Молчанова Ольга Петровна</cp:lastModifiedBy>
  <cp:revision>31</cp:revision>
  <cp:lastPrinted>2024-11-25T04:41:00Z</cp:lastPrinted>
  <dcterms:created xsi:type="dcterms:W3CDTF">2024-11-25T05:20:00Z</dcterms:created>
  <dcterms:modified xsi:type="dcterms:W3CDTF">2025-12-12T09:14:00Z</dcterms:modified>
</cp:coreProperties>
</file>