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6123"/>
        <w:gridCol w:w="4083"/>
      </w:tblGrid>
      <w:tr w:rsidR="00797E28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97E28" w:rsidRDefault="00DA423D">
            <w:pPr>
              <w:spacing w:line="1" w:lineRule="auto"/>
            </w:pPr>
            <w:bookmarkStart w:id="0" w:name="_GoBack"/>
            <w:bookmarkEnd w:id="0"/>
            <w:r w:rsidRPr="00DA423D">
              <w:t>убсидия на реализацию мероприятий по модернизации школьных систем образования (объекты, пла</w:t>
            </w:r>
          </w:p>
        </w:tc>
        <w:tc>
          <w:tcPr>
            <w:tcW w:w="4083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4083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083"/>
            </w:tblGrid>
            <w:tr w:rsidR="00797E28">
              <w:tc>
                <w:tcPr>
                  <w:tcW w:w="4083" w:type="dxa"/>
                  <w:tcMar>
                    <w:top w:w="560" w:type="dxa"/>
                    <w:left w:w="0" w:type="dxa"/>
                    <w:bottom w:w="560" w:type="dxa"/>
                    <w:right w:w="0" w:type="dxa"/>
                  </w:tcMar>
                </w:tcPr>
                <w:p w:rsidR="00797E28" w:rsidRDefault="004E049E">
                  <w:r>
                    <w:rPr>
                      <w:color w:val="000000"/>
                      <w:sz w:val="28"/>
                      <w:szCs w:val="28"/>
                    </w:rPr>
                    <w:t xml:space="preserve">Приложение </w:t>
                  </w:r>
                  <w:r w:rsidR="007B63E1">
                    <w:rPr>
                      <w:color w:val="000000"/>
                      <w:sz w:val="28"/>
                      <w:szCs w:val="28"/>
                    </w:rPr>
                    <w:t>9</w:t>
                  </w:r>
                </w:p>
                <w:p w:rsidR="00797E28" w:rsidRDefault="004E049E">
                  <w:r>
                    <w:rPr>
                      <w:color w:val="000000"/>
                      <w:sz w:val="28"/>
                      <w:szCs w:val="28"/>
                    </w:rPr>
                    <w:t>к Закону Ярославской области</w:t>
                  </w:r>
                </w:p>
                <w:p w:rsidR="00797E28" w:rsidRDefault="004E049E">
                  <w:r>
                    <w:rPr>
                      <w:color w:val="000000"/>
                      <w:sz w:val="28"/>
                      <w:szCs w:val="28"/>
                    </w:rPr>
                    <w:t>от ________________№ _____</w:t>
                  </w:r>
                </w:p>
              </w:tc>
            </w:tr>
          </w:tbl>
          <w:p w:rsidR="00797E28" w:rsidRDefault="00797E28">
            <w:pPr>
              <w:spacing w:line="1" w:lineRule="auto"/>
            </w:pPr>
          </w:p>
        </w:tc>
      </w:tr>
      <w:tr w:rsidR="00797E28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97E28" w:rsidRDefault="00797E28">
            <w:pPr>
              <w:spacing w:line="1" w:lineRule="auto"/>
            </w:pPr>
          </w:p>
        </w:tc>
        <w:tc>
          <w:tcPr>
            <w:tcW w:w="4083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97E28" w:rsidRDefault="00797E28">
            <w:pPr>
              <w:spacing w:line="1" w:lineRule="auto"/>
            </w:pPr>
          </w:p>
        </w:tc>
      </w:tr>
      <w:tr w:rsidR="00797E28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97E28" w:rsidRDefault="00797E28">
            <w:pPr>
              <w:spacing w:line="1" w:lineRule="auto"/>
            </w:pPr>
          </w:p>
        </w:tc>
        <w:tc>
          <w:tcPr>
            <w:tcW w:w="4083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97E28" w:rsidRDefault="00797E28">
            <w:pPr>
              <w:spacing w:line="1" w:lineRule="auto"/>
            </w:pPr>
          </w:p>
        </w:tc>
      </w:tr>
    </w:tbl>
    <w:p w:rsidR="00797E28" w:rsidRDefault="00797E28">
      <w:pPr>
        <w:rPr>
          <w:vanish/>
        </w:rPr>
      </w:pP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797E28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97E28" w:rsidRDefault="004E049E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Субсидии бюджетам муниципальных образований</w:t>
            </w:r>
          </w:p>
          <w:p w:rsidR="00797E28" w:rsidRDefault="004E049E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Ярославской области на 2025 год</w:t>
            </w:r>
          </w:p>
          <w:p w:rsidR="00797E28" w:rsidRDefault="00797E28">
            <w:pPr>
              <w:ind w:firstLine="420"/>
              <w:jc w:val="center"/>
            </w:pPr>
          </w:p>
          <w:p w:rsidR="00797E28" w:rsidRDefault="00797E28">
            <w:pPr>
              <w:ind w:firstLine="420"/>
              <w:jc w:val="center"/>
            </w:pPr>
          </w:p>
        </w:tc>
      </w:tr>
    </w:tbl>
    <w:p w:rsidR="00797E28" w:rsidRDefault="00797E28">
      <w:pPr>
        <w:rPr>
          <w:vanish/>
        </w:rPr>
      </w:pPr>
      <w:bookmarkStart w:id="1" w:name="__bookmark_1"/>
      <w:bookmarkEnd w:id="1"/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8356"/>
        <w:gridCol w:w="1850"/>
      </w:tblGrid>
      <w:tr w:rsidR="00797E28" w:rsidTr="00492953">
        <w:trPr>
          <w:tblHeader/>
        </w:trPr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center"/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  <w:p w:rsidR="00797E28" w:rsidRDefault="00797E28">
            <w:pPr>
              <w:spacing w:line="1" w:lineRule="auto"/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2025 год </w:t>
            </w:r>
          </w:p>
          <w:p w:rsidR="00797E28" w:rsidRDefault="004E049E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797E28" w:rsidRDefault="00797E28">
            <w:pPr>
              <w:spacing w:line="1" w:lineRule="auto"/>
            </w:pP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 Субсидия на обеспечение работы спортивных площадок общеобразовательных организаций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16 873 576</w:t>
            </w: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3. 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22 258 777</w:t>
            </w: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8 972 379</w:t>
            </w: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3 644 919</w:t>
            </w: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1 399 032</w:t>
            </w: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797E2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363 528</w:t>
            </w: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797E2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1 328 805</w:t>
            </w: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797E2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680 238</w:t>
            </w: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797E2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1 422 441</w:t>
            </w: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797E2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209 304</w:t>
            </w: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797E2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400 707</w:t>
            </w: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797E2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111 537</w:t>
            </w: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797E2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706 401</w:t>
            </w: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797E2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632 043</w:t>
            </w: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Любимский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797E2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181 764</w:t>
            </w: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797E2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247 860</w:t>
            </w: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797E2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214 812</w:t>
            </w: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797E2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177 633</w:t>
            </w: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797E2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71 604</w:t>
            </w: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797E2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217 566</w:t>
            </w: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797E2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1 276 204</w:t>
            </w: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7. 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145 380 718</w:t>
            </w: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797E2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31 871 700</w:t>
            </w: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797E2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36 952 962</w:t>
            </w: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797E2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Чебаковское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6 105 926</w:t>
            </w: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797E2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40 112 426</w:t>
            </w: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 Субсидия на создание (реконструкцию) объектов спортивной инфраструктуры массового спорта (возмещение затрат концессионера по созданию объекта и использованию капитального гранта)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30 500 400</w:t>
            </w: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30 500 400</w:t>
            </w: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19. Субсидия на реализацию мероприятий по строительству спортивных объектов за счет средств областного бюджета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121 998 480</w:t>
            </w: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городской округ г.Ярославль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113 437 300</w:t>
            </w: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797E2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8 561 180</w:t>
            </w: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21. 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155 388 200</w:t>
            </w: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6 057 000</w:t>
            </w: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797E2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12 700 000</w:t>
            </w: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797E2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21 370 140</w:t>
            </w: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797E2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28 975 000</w:t>
            </w: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797E2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24 120 000</w:t>
            </w: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797E2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54 666 060</w:t>
            </w: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797E2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29. Субсидия на реализацию мероприятий по возмещению части затрат организациям и индивидуальным предпринимателям, занимающимся доставкой товаров в малонаселенные и (или) отдаленные населенные пункты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10 169 777</w:t>
            </w: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426 408</w:t>
            </w: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797E2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51 262</w:t>
            </w: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Арефинское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293 010</w:t>
            </w: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142 253</w:t>
            </w: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59 068</w:t>
            </w: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Огарковское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108 350</w:t>
            </w: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Судоверфское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63 495</w:t>
            </w: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Назаровское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137 476</w:t>
            </w: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Глебовское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170 097</w:t>
            </w: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Ростовский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797E2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408 932</w:t>
            </w: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177 088</w:t>
            </w: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797E2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Головинское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125 243</w:t>
            </w: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Ильинское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209 709</w:t>
            </w: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Отрадновское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151 456</w:t>
            </w: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87 961</w:t>
            </w: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797E2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Артемьевское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87 379</w:t>
            </w: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Чебаковское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68 155</w:t>
            </w: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Левобережное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263 301</w:t>
            </w: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797E2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213 204</w:t>
            </w: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101 359</w:t>
            </w: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797E2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54 175</w:t>
            </w: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76 893</w:t>
            </w: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72 233</w:t>
            </w: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Вощажниковское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179 126</w:t>
            </w: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797E2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Гореловское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302 913</w:t>
            </w: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Прозоровское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223 107</w:t>
            </w: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204 466</w:t>
            </w: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797E2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Заячье-Холмское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66 408</w:t>
            </w: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Митинское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109 515</w:t>
            </w: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Шопшинское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76 311</w:t>
            </w: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Великосельское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55 340</w:t>
            </w: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797E2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559 224</w:t>
            </w: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Дмитриевское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61 748</w:t>
            </w: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Середское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214 369</w:t>
            </w: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797E2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111 845</w:t>
            </w: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75 146</w:t>
            </w: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Осецкое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201 321</w:t>
            </w: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797E2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797E2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345 146</w:t>
            </w: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Веретейское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103 689</w:t>
            </w: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263 010</w:t>
            </w: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835 341</w:t>
            </w: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797E2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136 311</w:t>
            </w: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163 107</w:t>
            </w: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471 612</w:t>
            </w: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797E2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64 078</w:t>
            </w: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Кукобойское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134 272</w:t>
            </w: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797E2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299 709</w:t>
            </w: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Кременевское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100 777</w:t>
            </w: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Белосельское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84 466</w:t>
            </w: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254 447</w:t>
            </w: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797E2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Курбское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73 981</w:t>
            </w: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Туношенское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270 291</w:t>
            </w: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63 786</w:t>
            </w: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Карабихское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34 369</w:t>
            </w:r>
          </w:p>
        </w:tc>
      </w:tr>
      <w:tr w:rsidR="00797E2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97E28" w:rsidRDefault="004E04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32 039</w:t>
            </w:r>
          </w:p>
        </w:tc>
      </w:tr>
      <w:tr w:rsidR="003D17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 xml:space="preserve">52. Субсидия на реализацию мероприятий по модернизации школьных систем образования 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896 685 411</w:t>
            </w:r>
          </w:p>
        </w:tc>
      </w:tr>
      <w:tr w:rsidR="003D17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Pr="009513A5" w:rsidRDefault="003D17F8" w:rsidP="003D17F8">
            <w:pPr>
              <w:rPr>
                <w:color w:val="000000"/>
                <w:sz w:val="24"/>
                <w:szCs w:val="24"/>
              </w:rPr>
            </w:pPr>
            <w:r w:rsidRPr="009513A5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Pr="009513A5" w:rsidRDefault="003D17F8" w:rsidP="003D17F8">
            <w:pPr>
              <w:jc w:val="right"/>
              <w:rPr>
                <w:color w:val="000000"/>
                <w:sz w:val="24"/>
                <w:szCs w:val="24"/>
              </w:rPr>
            </w:pPr>
            <w:r w:rsidRPr="009513A5">
              <w:rPr>
                <w:color w:val="000000"/>
                <w:sz w:val="24"/>
                <w:szCs w:val="24"/>
              </w:rPr>
              <w:t>80 462 072</w:t>
            </w:r>
          </w:p>
        </w:tc>
      </w:tr>
      <w:tr w:rsidR="003D17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Pr="009513A5" w:rsidRDefault="003D17F8" w:rsidP="003D17F8">
            <w:pPr>
              <w:rPr>
                <w:color w:val="000000"/>
                <w:sz w:val="24"/>
                <w:szCs w:val="24"/>
              </w:rPr>
            </w:pPr>
            <w:r w:rsidRPr="009513A5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Pr="009513A5" w:rsidRDefault="003D17F8" w:rsidP="003D17F8">
            <w:pPr>
              <w:jc w:val="right"/>
              <w:rPr>
                <w:color w:val="000000"/>
                <w:sz w:val="24"/>
                <w:szCs w:val="24"/>
              </w:rPr>
            </w:pPr>
            <w:r w:rsidRPr="009513A5">
              <w:rPr>
                <w:color w:val="000000"/>
                <w:sz w:val="24"/>
                <w:szCs w:val="24"/>
              </w:rPr>
              <w:t>284 764 558</w:t>
            </w:r>
          </w:p>
        </w:tc>
      </w:tr>
      <w:tr w:rsidR="003D17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Pr="009513A5" w:rsidRDefault="003D17F8" w:rsidP="003D17F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513A5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Pr="009513A5" w:rsidRDefault="003D17F8" w:rsidP="003D17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D17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Pr="009513A5" w:rsidRDefault="003D17F8" w:rsidP="003D17F8">
            <w:pPr>
              <w:rPr>
                <w:color w:val="000000"/>
                <w:sz w:val="24"/>
                <w:szCs w:val="24"/>
              </w:rPr>
            </w:pPr>
            <w:r w:rsidRPr="009513A5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Pr="009513A5" w:rsidRDefault="003D17F8" w:rsidP="003D17F8">
            <w:pPr>
              <w:jc w:val="right"/>
              <w:rPr>
                <w:color w:val="000000"/>
                <w:sz w:val="24"/>
                <w:szCs w:val="24"/>
              </w:rPr>
            </w:pPr>
            <w:r w:rsidRPr="009513A5">
              <w:rPr>
                <w:color w:val="000000"/>
                <w:sz w:val="24"/>
                <w:szCs w:val="24"/>
              </w:rPr>
              <w:t>54 728 90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</w:tr>
      <w:tr w:rsidR="003D17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Pr="009513A5" w:rsidRDefault="003D17F8" w:rsidP="003D17F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513A5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Pr="009513A5" w:rsidRDefault="003D17F8" w:rsidP="003D17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D17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Pr="009513A5" w:rsidRDefault="003D17F8" w:rsidP="003D17F8">
            <w:pPr>
              <w:rPr>
                <w:color w:val="000000"/>
                <w:sz w:val="24"/>
                <w:szCs w:val="24"/>
              </w:rPr>
            </w:pPr>
            <w:r w:rsidRPr="009513A5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Pr="009513A5" w:rsidRDefault="003D17F8" w:rsidP="003D17F8">
            <w:pPr>
              <w:jc w:val="right"/>
              <w:rPr>
                <w:color w:val="000000"/>
                <w:sz w:val="24"/>
                <w:szCs w:val="24"/>
              </w:rPr>
            </w:pPr>
            <w:r w:rsidRPr="009513A5">
              <w:rPr>
                <w:color w:val="000000"/>
                <w:sz w:val="24"/>
                <w:szCs w:val="24"/>
              </w:rPr>
              <w:t>26 898 051</w:t>
            </w:r>
          </w:p>
        </w:tc>
      </w:tr>
      <w:tr w:rsidR="003D17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Pr="009513A5" w:rsidRDefault="003D17F8" w:rsidP="003D17F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513A5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Pr="009513A5" w:rsidRDefault="003D17F8" w:rsidP="003D17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D17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Pr="009513A5" w:rsidRDefault="003D17F8" w:rsidP="003D17F8">
            <w:pPr>
              <w:rPr>
                <w:color w:val="000000"/>
                <w:sz w:val="24"/>
                <w:szCs w:val="24"/>
              </w:rPr>
            </w:pPr>
            <w:r w:rsidRPr="009513A5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Pr="009513A5" w:rsidRDefault="003D17F8" w:rsidP="003D17F8">
            <w:pPr>
              <w:jc w:val="right"/>
              <w:rPr>
                <w:color w:val="000000"/>
                <w:sz w:val="24"/>
                <w:szCs w:val="24"/>
              </w:rPr>
            </w:pPr>
            <w:r w:rsidRPr="009513A5">
              <w:rPr>
                <w:color w:val="000000"/>
                <w:sz w:val="24"/>
                <w:szCs w:val="24"/>
              </w:rPr>
              <w:t>98 087 060</w:t>
            </w:r>
          </w:p>
        </w:tc>
      </w:tr>
      <w:tr w:rsidR="003D17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Pr="009513A5" w:rsidRDefault="003D17F8" w:rsidP="003D17F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513A5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Pr="009513A5" w:rsidRDefault="003D17F8" w:rsidP="003D17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D17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Pr="009513A5" w:rsidRDefault="003D17F8" w:rsidP="003D17F8">
            <w:pPr>
              <w:rPr>
                <w:color w:val="000000"/>
                <w:sz w:val="24"/>
                <w:szCs w:val="24"/>
              </w:rPr>
            </w:pPr>
            <w:r w:rsidRPr="009513A5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Pr="009513A5" w:rsidRDefault="003D17F8" w:rsidP="003D17F8">
            <w:pPr>
              <w:jc w:val="right"/>
              <w:rPr>
                <w:color w:val="000000"/>
                <w:sz w:val="24"/>
                <w:szCs w:val="24"/>
              </w:rPr>
            </w:pPr>
            <w:r w:rsidRPr="009513A5">
              <w:rPr>
                <w:color w:val="000000"/>
                <w:sz w:val="24"/>
                <w:szCs w:val="24"/>
              </w:rPr>
              <w:t>140 130 834</w:t>
            </w:r>
          </w:p>
        </w:tc>
      </w:tr>
      <w:tr w:rsidR="003D17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Pr="009513A5" w:rsidRDefault="003D17F8" w:rsidP="003D17F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513A5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Pr="009513A5" w:rsidRDefault="003D17F8" w:rsidP="003D17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D17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Pr="009513A5" w:rsidRDefault="003D17F8" w:rsidP="003D17F8">
            <w:pPr>
              <w:rPr>
                <w:color w:val="000000"/>
                <w:sz w:val="24"/>
                <w:szCs w:val="24"/>
              </w:rPr>
            </w:pPr>
            <w:r w:rsidRPr="009513A5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Pr="009513A5" w:rsidRDefault="003D17F8" w:rsidP="003D17F8">
            <w:pPr>
              <w:jc w:val="right"/>
              <w:rPr>
                <w:color w:val="000000"/>
                <w:sz w:val="24"/>
                <w:szCs w:val="24"/>
              </w:rPr>
            </w:pPr>
            <w:r w:rsidRPr="009513A5">
              <w:rPr>
                <w:color w:val="000000"/>
                <w:sz w:val="24"/>
                <w:szCs w:val="24"/>
              </w:rPr>
              <w:t>116 564 322</w:t>
            </w:r>
          </w:p>
        </w:tc>
      </w:tr>
      <w:tr w:rsidR="003D17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Pr="009513A5" w:rsidRDefault="003D17F8" w:rsidP="003D17F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513A5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Pr="009513A5" w:rsidRDefault="003D17F8" w:rsidP="003D17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D17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Pr="009513A5" w:rsidRDefault="003D17F8" w:rsidP="003D17F8">
            <w:pPr>
              <w:rPr>
                <w:color w:val="000000"/>
                <w:sz w:val="24"/>
                <w:szCs w:val="24"/>
              </w:rPr>
            </w:pPr>
            <w:r w:rsidRPr="009513A5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Pr="009513A5" w:rsidRDefault="003D17F8" w:rsidP="003D17F8">
            <w:pPr>
              <w:jc w:val="right"/>
              <w:rPr>
                <w:color w:val="000000"/>
                <w:sz w:val="24"/>
                <w:szCs w:val="24"/>
              </w:rPr>
            </w:pPr>
            <w:r w:rsidRPr="009513A5">
              <w:rPr>
                <w:color w:val="000000"/>
                <w:sz w:val="24"/>
                <w:szCs w:val="24"/>
              </w:rPr>
              <w:t>95 049 609</w:t>
            </w:r>
          </w:p>
        </w:tc>
      </w:tr>
      <w:tr w:rsidR="003D17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55. 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47 150 100</w:t>
            </w:r>
          </w:p>
        </w:tc>
      </w:tr>
      <w:tr w:rsidR="003D17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14 157 570</w:t>
            </w:r>
          </w:p>
        </w:tc>
      </w:tr>
      <w:tr w:rsidR="003D17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3 894 712</w:t>
            </w:r>
          </w:p>
        </w:tc>
      </w:tr>
      <w:tr w:rsidR="003D17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1 014 374</w:t>
            </w:r>
          </w:p>
        </w:tc>
      </w:tr>
      <w:tr w:rsidR="003D17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D17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864 176</w:t>
            </w:r>
          </w:p>
        </w:tc>
      </w:tr>
      <w:tr w:rsidR="003D17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D17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829 058</w:t>
            </w:r>
          </w:p>
        </w:tc>
      </w:tr>
      <w:tr w:rsidR="003D17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1 381 762</w:t>
            </w:r>
          </w:p>
        </w:tc>
      </w:tr>
      <w:tr w:rsidR="003D17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1 381 762</w:t>
            </w:r>
          </w:p>
        </w:tc>
      </w:tr>
      <w:tr w:rsidR="003D17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D17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221 134</w:t>
            </w:r>
          </w:p>
        </w:tc>
      </w:tr>
      <w:tr w:rsidR="003D17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D17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Константиновское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1 090 384</w:t>
            </w:r>
          </w:p>
        </w:tc>
      </w:tr>
      <w:tr w:rsidR="003D17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городское поселение Тутаев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1 635 576</w:t>
            </w:r>
          </w:p>
        </w:tc>
      </w:tr>
      <w:tr w:rsidR="003D17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D17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596 070</w:t>
            </w:r>
          </w:p>
        </w:tc>
      </w:tr>
      <w:tr w:rsidR="003D17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397 381</w:t>
            </w:r>
          </w:p>
        </w:tc>
      </w:tr>
      <w:tr w:rsidR="003D17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D17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1 063 766</w:t>
            </w:r>
          </w:p>
        </w:tc>
      </w:tr>
      <w:tr w:rsidR="003D17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Инальцинское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425 508</w:t>
            </w:r>
          </w:p>
        </w:tc>
      </w:tr>
      <w:tr w:rsidR="003D17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Вощажниковское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425 508</w:t>
            </w:r>
          </w:p>
        </w:tc>
      </w:tr>
      <w:tr w:rsidR="003D17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D17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Прозоровское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414 298</w:t>
            </w:r>
          </w:p>
        </w:tc>
      </w:tr>
      <w:tr w:rsidR="003D17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414 298</w:t>
            </w:r>
          </w:p>
        </w:tc>
      </w:tr>
      <w:tr w:rsidR="003D17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D17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Митинское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838 926</w:t>
            </w:r>
          </w:p>
        </w:tc>
      </w:tr>
      <w:tr w:rsidR="003D17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D17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529 319</w:t>
            </w:r>
          </w:p>
        </w:tc>
      </w:tr>
      <w:tr w:rsidR="003D17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907 400</w:t>
            </w:r>
          </w:p>
        </w:tc>
      </w:tr>
      <w:tr w:rsidR="003D17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453 701</w:t>
            </w:r>
          </w:p>
        </w:tc>
      </w:tr>
      <w:tr w:rsidR="003D17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D17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399 517</w:t>
            </w:r>
          </w:p>
        </w:tc>
      </w:tr>
      <w:tr w:rsidR="003D17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986 501</w:t>
            </w:r>
          </w:p>
        </w:tc>
      </w:tr>
      <w:tr w:rsidR="003D17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D17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626 787</w:t>
            </w:r>
          </w:p>
        </w:tc>
      </w:tr>
      <w:tr w:rsidR="003D17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D17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623 037</w:t>
            </w:r>
          </w:p>
        </w:tc>
      </w:tr>
      <w:tr w:rsidR="003D17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Веретейское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623 037</w:t>
            </w:r>
          </w:p>
        </w:tc>
      </w:tr>
      <w:tr w:rsidR="003D17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830 716</w:t>
            </w:r>
          </w:p>
        </w:tc>
      </w:tr>
      <w:tr w:rsidR="003D17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D17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152 189</w:t>
            </w:r>
          </w:p>
        </w:tc>
      </w:tr>
      <w:tr w:rsidR="003D17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674 085</w:t>
            </w:r>
          </w:p>
        </w:tc>
      </w:tr>
      <w:tr w:rsidR="003D17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D17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378 340</w:t>
            </w:r>
          </w:p>
        </w:tc>
      </w:tr>
      <w:tr w:rsidR="003D17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Кукобойское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756 677</w:t>
            </w:r>
          </w:p>
        </w:tc>
      </w:tr>
      <w:tr w:rsidR="003D17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D17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Лесная Поляна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1 050 100</w:t>
            </w:r>
          </w:p>
        </w:tc>
      </w:tr>
      <w:tr w:rsidR="003D17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Курбское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549 305</w:t>
            </w:r>
          </w:p>
        </w:tc>
      </w:tr>
      <w:tr w:rsidR="003D17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Туношенское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1 050 100</w:t>
            </w:r>
          </w:p>
        </w:tc>
      </w:tr>
      <w:tr w:rsidR="003D17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1 050 100</w:t>
            </w:r>
          </w:p>
        </w:tc>
      </w:tr>
      <w:tr w:rsidR="003D17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Ивняковское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1 050 100</w:t>
            </w:r>
          </w:p>
        </w:tc>
      </w:tr>
      <w:tr w:rsidR="003D17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Кузнечихинское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1 050 100</w:t>
            </w:r>
          </w:p>
        </w:tc>
      </w:tr>
      <w:tr w:rsidR="003D17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Карабихское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1 050 100</w:t>
            </w:r>
          </w:p>
        </w:tc>
      </w:tr>
      <w:tr w:rsidR="003D17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1 312 626</w:t>
            </w:r>
          </w:p>
        </w:tc>
      </w:tr>
      <w:tr w:rsidR="003D17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62. Субсидия на реализацию мероприятий инициативного бюджетирования на территории Ярославской области (поддержка местных инициатив)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292 536 568</w:t>
            </w:r>
          </w:p>
        </w:tc>
      </w:tr>
      <w:tr w:rsidR="003D17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5A449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64. </w:t>
            </w:r>
            <w:r w:rsidR="00C1567D">
              <w:rPr>
                <w:b/>
                <w:bCs/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 за счет средств, поступивших от публично-правовой компании "Фонд развития территорий"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116 582 647</w:t>
            </w:r>
          </w:p>
        </w:tc>
      </w:tr>
      <w:tr w:rsidR="003D17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110 667 556</w:t>
            </w:r>
          </w:p>
        </w:tc>
      </w:tr>
      <w:tr w:rsidR="003D17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D17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Каменниковское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1 589 331</w:t>
            </w:r>
          </w:p>
        </w:tc>
      </w:tr>
      <w:tr w:rsidR="003D17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D17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4 325 760</w:t>
            </w:r>
          </w:p>
        </w:tc>
      </w:tr>
      <w:tr w:rsidR="003D17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5A449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65. </w:t>
            </w:r>
            <w:r w:rsidR="00C1567D" w:rsidRPr="005967A5">
              <w:rPr>
                <w:b/>
                <w:bCs/>
                <w:color w:val="000000"/>
                <w:sz w:val="24"/>
                <w:szCs w:val="24"/>
              </w:rPr>
              <w:t xml:space="preserve">Субсидия </w:t>
            </w:r>
            <w:r w:rsidR="00C1567D">
              <w:rPr>
                <w:b/>
                <w:bCs/>
                <w:color w:val="000000"/>
                <w:sz w:val="24"/>
                <w:szCs w:val="24"/>
              </w:rPr>
              <w:t>на обеспечение</w:t>
            </w:r>
            <w:r w:rsidR="00C1567D" w:rsidRPr="005967A5">
              <w:rPr>
                <w:b/>
                <w:bCs/>
                <w:color w:val="000000"/>
                <w:sz w:val="24"/>
                <w:szCs w:val="24"/>
              </w:rPr>
              <w:t xml:space="preserve">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137 686 486</w:t>
            </w:r>
          </w:p>
        </w:tc>
      </w:tr>
      <w:tr w:rsidR="003D17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88 410 603</w:t>
            </w:r>
          </w:p>
        </w:tc>
      </w:tr>
      <w:tr w:rsidR="003D17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21 962 826</w:t>
            </w:r>
          </w:p>
        </w:tc>
      </w:tr>
      <w:tr w:rsidR="003D17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7 991 588</w:t>
            </w:r>
          </w:p>
        </w:tc>
      </w:tr>
      <w:tr w:rsidR="003D17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D17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Каменниковское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62 911</w:t>
            </w:r>
          </w:p>
        </w:tc>
      </w:tr>
      <w:tr w:rsidR="003D17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Тихменевское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2 470 050</w:t>
            </w:r>
          </w:p>
        </w:tc>
      </w:tr>
      <w:tr w:rsidR="003D17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D17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3 762 889</w:t>
            </w:r>
          </w:p>
        </w:tc>
      </w:tr>
      <w:tr w:rsidR="003D17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D17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городское поселение Гаврилов-Ям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6 714 395</w:t>
            </w:r>
          </w:p>
        </w:tc>
      </w:tr>
      <w:tr w:rsidR="003D17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D17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1 213 766</w:t>
            </w:r>
          </w:p>
        </w:tc>
      </w:tr>
      <w:tr w:rsidR="003D17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162 216</w:t>
            </w:r>
          </w:p>
        </w:tc>
      </w:tr>
      <w:tr w:rsidR="003D17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D17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4 935 242</w:t>
            </w:r>
          </w:p>
        </w:tc>
      </w:tr>
      <w:tr w:rsidR="003D17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66. </w:t>
            </w:r>
            <w:r w:rsidR="001A68CA" w:rsidRPr="001A68CA">
              <w:rPr>
                <w:b/>
                <w:bCs/>
                <w:color w:val="000000"/>
                <w:sz w:val="24"/>
                <w:szCs w:val="24"/>
              </w:rPr>
              <w:t>Субсидия на реализацию мероприятий по модернизации коммунальной инфраструктуры (строительство, реконструкция объектов водоотведения)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76 928 160</w:t>
            </w:r>
          </w:p>
        </w:tc>
      </w:tr>
      <w:tr w:rsidR="003D17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D17F8" w:rsidTr="00492953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17F8" w:rsidRDefault="003D17F8" w:rsidP="003D17F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17F8" w:rsidRDefault="003D17F8" w:rsidP="003D17F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76 928 160</w:t>
            </w:r>
          </w:p>
        </w:tc>
      </w:tr>
    </w:tbl>
    <w:p w:rsidR="002E42C3" w:rsidRDefault="002E42C3"/>
    <w:sectPr w:rsidR="002E42C3" w:rsidSect="00797E28">
      <w:headerReference w:type="default" r:id="rId6"/>
      <w:footerReference w:type="default" r:id="rId7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423D" w:rsidRDefault="00DA423D" w:rsidP="00797E28">
      <w:r>
        <w:separator/>
      </w:r>
    </w:p>
  </w:endnote>
  <w:endnote w:type="continuationSeparator" w:id="0">
    <w:p w:rsidR="00DA423D" w:rsidRDefault="00DA423D" w:rsidP="00797E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DA423D">
      <w:tc>
        <w:tcPr>
          <w:tcW w:w="10421" w:type="dxa"/>
        </w:tcPr>
        <w:p w:rsidR="00DA423D" w:rsidRDefault="00DA423D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DA423D" w:rsidRDefault="00DA423D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423D" w:rsidRDefault="00DA423D" w:rsidP="00797E28">
      <w:r>
        <w:separator/>
      </w:r>
    </w:p>
  </w:footnote>
  <w:footnote w:type="continuationSeparator" w:id="0">
    <w:p w:rsidR="00DA423D" w:rsidRDefault="00DA423D" w:rsidP="00797E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DA423D">
      <w:tc>
        <w:tcPr>
          <w:tcW w:w="10421" w:type="dxa"/>
        </w:tcPr>
        <w:p w:rsidR="00DA423D" w:rsidRDefault="00DA423D">
          <w:pPr>
            <w:jc w:val="center"/>
            <w:rPr>
              <w:color w:val="000000"/>
            </w:rPr>
          </w:pPr>
          <w:r>
            <w:fldChar w:fldCharType="begin"/>
          </w:r>
          <w:r>
            <w:rPr>
              <w:color w:val="000000"/>
            </w:rPr>
            <w:instrText>PAGE</w:instrText>
          </w:r>
          <w:r>
            <w:fldChar w:fldCharType="separate"/>
          </w:r>
          <w:r w:rsidR="00521A1C">
            <w:rPr>
              <w:noProof/>
              <w:color w:val="000000"/>
            </w:rPr>
            <w:t>9</w:t>
          </w:r>
          <w:r>
            <w:fldChar w:fldCharType="end"/>
          </w:r>
        </w:p>
        <w:p w:rsidR="00DA423D" w:rsidRDefault="00DA423D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E28"/>
    <w:rsid w:val="00165BFC"/>
    <w:rsid w:val="001A68CA"/>
    <w:rsid w:val="002E42C3"/>
    <w:rsid w:val="003D17F8"/>
    <w:rsid w:val="00492953"/>
    <w:rsid w:val="004E049E"/>
    <w:rsid w:val="00521A1C"/>
    <w:rsid w:val="005A4497"/>
    <w:rsid w:val="00797E28"/>
    <w:rsid w:val="007A05D3"/>
    <w:rsid w:val="007B63E1"/>
    <w:rsid w:val="00C1567D"/>
    <w:rsid w:val="00DA4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5A8032-CF32-4291-8BAB-54DF5A27E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797E2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21A1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21A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1978</Words>
  <Characters>11281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Овсянникова Евгения Владимировна</dc:creator>
  <cp:keywords/>
  <dc:description/>
  <cp:lastModifiedBy>Леонова Анна Владимировна</cp:lastModifiedBy>
  <cp:revision>2</cp:revision>
  <cp:lastPrinted>2025-06-30T07:45:00Z</cp:lastPrinted>
  <dcterms:created xsi:type="dcterms:W3CDTF">2025-06-30T07:45:00Z</dcterms:created>
  <dcterms:modified xsi:type="dcterms:W3CDTF">2025-06-30T07:45:00Z</dcterms:modified>
</cp:coreProperties>
</file>