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F5C37" w:rsidRPr="000F5C37" w:rsidRDefault="000F5C37" w:rsidP="00DF682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0F5C37">
        <w:rPr>
          <w:szCs w:val="28"/>
        </w:rPr>
        <w:t xml:space="preserve">В соответствии со статьей 27 Устава Ярославской области вношу в Ярославскую областную Думу проект закона Ярославской области </w:t>
      </w:r>
      <w:r w:rsidRPr="000F5C37">
        <w:rPr>
          <w:szCs w:val="28"/>
        </w:rPr>
        <w:br/>
      </w:r>
      <w:r w:rsidR="00E76FA7" w:rsidRPr="00E76FA7">
        <w:rPr>
          <w:szCs w:val="28"/>
        </w:rPr>
        <w:t>«О внесении изменений в Закон Ярославской области «О бюджете Территориального фонда обязательного медицинского страхования Ярославской области на 2025 год и на плановый период 2026 и 2027 годов»</w:t>
      </w:r>
      <w:r w:rsidRPr="000F5C37">
        <w:rPr>
          <w:bCs/>
          <w:szCs w:val="28"/>
        </w:rPr>
        <w:t>.</w:t>
      </w:r>
    </w:p>
    <w:p w:rsidR="000F5C37" w:rsidRPr="000F5C37" w:rsidRDefault="000F5C37" w:rsidP="000F5C37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0F5C37">
        <w:rPr>
          <w:szCs w:val="28"/>
        </w:rPr>
        <w:t xml:space="preserve">Официальным представителем Губернатора Ярославской области по 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0F5C37">
        <w:rPr>
          <w:szCs w:val="28"/>
        </w:rPr>
        <w:t>Смыслова</w:t>
      </w:r>
      <w:proofErr w:type="spellEnd"/>
      <w:r w:rsidRPr="000F5C37">
        <w:rPr>
          <w:szCs w:val="28"/>
        </w:rPr>
        <w:t> Д.В.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E2C5F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919" w:rsidRDefault="00294919">
      <w:r>
        <w:separator/>
      </w:r>
    </w:p>
  </w:endnote>
  <w:endnote w:type="continuationSeparator" w:id="0">
    <w:p w:rsidR="00294919" w:rsidRDefault="0029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919" w:rsidRDefault="00294919">
      <w:r>
        <w:separator/>
      </w:r>
    </w:p>
  </w:footnote>
  <w:footnote w:type="continuationSeparator" w:id="0">
    <w:p w:rsidR="00294919" w:rsidRDefault="00294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0F5C37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919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36F5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A536F"/>
    <w:rsid w:val="00DB57BB"/>
    <w:rsid w:val="00DE1C2A"/>
    <w:rsid w:val="00DF6821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76FA7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7D7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DF68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DF682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DF68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DF682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7430-3B56-43C4-95DF-037BB3A7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2025-12-03T12:58:00Z</dcterms:created>
  <dcterms:modified xsi:type="dcterms:W3CDTF">2025-12-03T12:58:00Z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