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D24" w:rsidRPr="00DD3AAE" w:rsidRDefault="009B7D24" w:rsidP="008343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3AAE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AD2149" w:rsidRPr="00AD2149" w:rsidRDefault="00AD2149" w:rsidP="00AD214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D2149">
        <w:rPr>
          <w:rFonts w:ascii="Times New Roman" w:hAnsi="Times New Roman"/>
          <w:bCs/>
          <w:sz w:val="28"/>
          <w:szCs w:val="28"/>
        </w:rPr>
        <w:t>«О внесении изменений в Закон Ярославской области</w:t>
      </w:r>
    </w:p>
    <w:p w:rsidR="00AD2149" w:rsidRPr="00AD2149" w:rsidRDefault="00AD2149" w:rsidP="00AD214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D2149">
        <w:rPr>
          <w:rFonts w:ascii="Times New Roman" w:hAnsi="Times New Roman"/>
          <w:bCs/>
          <w:sz w:val="28"/>
          <w:szCs w:val="28"/>
        </w:rPr>
        <w:t xml:space="preserve">«О градостроительной деятельности на территории </w:t>
      </w:r>
    </w:p>
    <w:p w:rsidR="00F56F5D" w:rsidRPr="00AD2149" w:rsidRDefault="00AD2149" w:rsidP="00AD214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D2149">
        <w:rPr>
          <w:rFonts w:ascii="Times New Roman" w:hAnsi="Times New Roman"/>
          <w:bCs/>
          <w:sz w:val="28"/>
          <w:szCs w:val="28"/>
        </w:rPr>
        <w:t>Ярославской области»</w:t>
      </w:r>
    </w:p>
    <w:p w:rsidR="002F6001" w:rsidRPr="00AD2149" w:rsidRDefault="002F6001" w:rsidP="002F60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D2149" w:rsidRDefault="009B7D24" w:rsidP="00AD21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34B">
        <w:rPr>
          <w:rFonts w:ascii="Times New Roman" w:hAnsi="Times New Roman"/>
          <w:sz w:val="28"/>
          <w:szCs w:val="28"/>
        </w:rPr>
        <w:t xml:space="preserve">Проект закона Ярославской </w:t>
      </w:r>
      <w:r w:rsidRPr="00AD2149">
        <w:rPr>
          <w:rFonts w:ascii="Times New Roman" w:hAnsi="Times New Roman"/>
          <w:sz w:val="28"/>
          <w:szCs w:val="28"/>
        </w:rPr>
        <w:t xml:space="preserve">области </w:t>
      </w:r>
      <w:r w:rsidR="00AD2149" w:rsidRPr="00AD2149">
        <w:rPr>
          <w:rFonts w:ascii="Times New Roman" w:hAnsi="Times New Roman"/>
          <w:sz w:val="28"/>
          <w:szCs w:val="28"/>
        </w:rPr>
        <w:t>«</w:t>
      </w:r>
      <w:r w:rsidR="00AD2149" w:rsidRPr="00AD2149">
        <w:rPr>
          <w:rFonts w:ascii="Times New Roman" w:hAnsi="Times New Roman"/>
          <w:bCs/>
          <w:sz w:val="28"/>
          <w:szCs w:val="28"/>
        </w:rPr>
        <w:t>О внесении изменений в Закон Ярославской области «О градостроительной деятельности на территории Ярославской области»</w:t>
      </w:r>
      <w:r w:rsidRPr="00426138">
        <w:rPr>
          <w:rFonts w:ascii="Times New Roman" w:hAnsi="Times New Roman"/>
          <w:sz w:val="28"/>
          <w:szCs w:val="28"/>
        </w:rPr>
        <w:t xml:space="preserve"> </w:t>
      </w:r>
      <w:r w:rsidR="00AD2149">
        <w:rPr>
          <w:rFonts w:ascii="Times New Roman" w:hAnsi="Times New Roman"/>
          <w:sz w:val="28"/>
          <w:szCs w:val="28"/>
        </w:rPr>
        <w:t xml:space="preserve">подготовлен </w:t>
      </w:r>
      <w:r w:rsidR="00AD2149" w:rsidRPr="00AD2149">
        <w:rPr>
          <w:rFonts w:ascii="Times New Roman" w:hAnsi="Times New Roman"/>
          <w:sz w:val="28"/>
          <w:szCs w:val="28"/>
        </w:rPr>
        <w:t>в целях приведения положений Закона Ярославской области от 11.10.2006 № 66-з «</w:t>
      </w:r>
      <w:r w:rsidR="00AD2149">
        <w:rPr>
          <w:rFonts w:ascii="Times New Roman" w:hAnsi="Times New Roman"/>
          <w:sz w:val="28"/>
          <w:szCs w:val="28"/>
        </w:rPr>
        <w:t>О </w:t>
      </w:r>
      <w:r w:rsidR="00AD2149" w:rsidRPr="00AD2149">
        <w:rPr>
          <w:rFonts w:ascii="Times New Roman" w:hAnsi="Times New Roman"/>
          <w:sz w:val="28"/>
          <w:szCs w:val="28"/>
        </w:rPr>
        <w:t>градостроительной деятельности на территории Ярославской области» (далее – Закон области)</w:t>
      </w:r>
      <w:r w:rsidR="00AD2149">
        <w:rPr>
          <w:rFonts w:ascii="Times New Roman" w:hAnsi="Times New Roman"/>
          <w:sz w:val="28"/>
          <w:szCs w:val="28"/>
        </w:rPr>
        <w:t xml:space="preserve"> в </w:t>
      </w:r>
      <w:r w:rsidR="00AD2149" w:rsidRPr="00AD2149">
        <w:rPr>
          <w:rFonts w:ascii="Times New Roman" w:hAnsi="Times New Roman"/>
          <w:sz w:val="28"/>
          <w:szCs w:val="28"/>
        </w:rPr>
        <w:t xml:space="preserve">соответствие федеральному законодательству, совершенствования отдельных его положений, </w:t>
      </w:r>
      <w:r w:rsidR="00AD2149">
        <w:rPr>
          <w:rFonts w:ascii="Times New Roman" w:hAnsi="Times New Roman"/>
          <w:sz w:val="28"/>
          <w:szCs w:val="28"/>
        </w:rPr>
        <w:t>а также согласования с положениями Закона Ярославской области от 25.12.2017 № 60-з «</w:t>
      </w:r>
      <w:bookmarkStart w:id="0" w:name="_GoBack"/>
      <w:bookmarkEnd w:id="0"/>
      <w:r w:rsidR="00AD2149" w:rsidRPr="00AD2149">
        <w:rPr>
          <w:rFonts w:ascii="Times New Roman" w:hAnsi="Times New Roman"/>
          <w:sz w:val="28"/>
          <w:szCs w:val="28"/>
        </w:rPr>
        <w:t>О перераспределении между органами местного самоуправления муниципальных образований Ярославской области и органами государственной власти Ярославской области полномочий в области градостроительной деятельности</w:t>
      </w:r>
      <w:r w:rsidR="00AD2149">
        <w:rPr>
          <w:rFonts w:ascii="Times New Roman" w:hAnsi="Times New Roman"/>
          <w:sz w:val="28"/>
          <w:szCs w:val="28"/>
        </w:rPr>
        <w:t>» (в редакции Закона Ярославской области от 28.12.2024 №</w:t>
      </w:r>
      <w:r w:rsidR="00AD2149" w:rsidRPr="00AD2149">
        <w:rPr>
          <w:rFonts w:ascii="Times New Roman" w:hAnsi="Times New Roman"/>
          <w:sz w:val="28"/>
          <w:szCs w:val="28"/>
        </w:rPr>
        <w:t xml:space="preserve"> 107-з</w:t>
      </w:r>
      <w:r w:rsidR="00AD2149">
        <w:rPr>
          <w:rFonts w:ascii="Times New Roman" w:hAnsi="Times New Roman"/>
          <w:sz w:val="28"/>
          <w:szCs w:val="28"/>
        </w:rPr>
        <w:t>).</w:t>
      </w:r>
    </w:p>
    <w:p w:rsidR="00586B2F" w:rsidRPr="00A77D67" w:rsidRDefault="00586B2F" w:rsidP="00586B2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86B2F">
        <w:rPr>
          <w:rFonts w:ascii="Times New Roman" w:hAnsi="Times New Roman"/>
          <w:bCs/>
          <w:sz w:val="28"/>
          <w:szCs w:val="28"/>
        </w:rPr>
        <w:t xml:space="preserve">Законом Ярославской области от 28.12.2024 № 107-з «О внесении изменений в отдельные законодательные акты Ярославской области в сфере градостроительной деятельности» внесены изменения в Закон Ярославской области от 25.12.2017 № 60-з «О перераспределении между органами местного самоуправления муниципальных образований Ярославской области и органами государственной власти Ярославской области полномочий в области градостроительной деятельности», предусматривающие отнесение к </w:t>
      </w:r>
      <w:r w:rsidRPr="00A77D67">
        <w:rPr>
          <w:rFonts w:ascii="Times New Roman" w:hAnsi="Times New Roman"/>
          <w:bCs/>
          <w:sz w:val="28"/>
          <w:szCs w:val="28"/>
        </w:rPr>
        <w:t>полномочиям органов государственной власти Ярославской области полномочий органов местного самоуправления муниципальных округов, городских округов Ярославской области по подготовке и утверждению генеральных планов, правил землепользования и застройки, единых документов территориального планирования и градостроительного зонирования и проектов о внесении изменений в указанные документы муниципальных образований Ярославской области.</w:t>
      </w:r>
    </w:p>
    <w:p w:rsidR="00586B2F" w:rsidRPr="00A77D67" w:rsidRDefault="005E1EA0" w:rsidP="007F4B6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77D67">
        <w:rPr>
          <w:rFonts w:ascii="Times New Roman" w:hAnsi="Times New Roman"/>
          <w:bCs/>
          <w:sz w:val="28"/>
          <w:szCs w:val="28"/>
        </w:rPr>
        <w:t>При</w:t>
      </w:r>
      <w:r w:rsidR="00586B2F" w:rsidRPr="00A77D67">
        <w:rPr>
          <w:rFonts w:ascii="Times New Roman" w:hAnsi="Times New Roman"/>
          <w:bCs/>
          <w:sz w:val="28"/>
          <w:szCs w:val="28"/>
        </w:rPr>
        <w:t xml:space="preserve"> рассматриваемых обстоятельствах требуют дополнительного регулирования вопросы территориального планирования и градостроительного зонирования муниципальных образований Ярославской области. Проектом закона предлагается установить, что </w:t>
      </w:r>
      <w:r w:rsidR="007F4B66" w:rsidRPr="00A77D67">
        <w:rPr>
          <w:rFonts w:ascii="Times New Roman" w:hAnsi="Times New Roman"/>
          <w:bCs/>
          <w:sz w:val="28"/>
          <w:szCs w:val="28"/>
        </w:rPr>
        <w:t>при перераспределении между органами местного самоуправления муниципальных образований Ярославской области и органами государственной власти Ярославской области полномочий по подготовке и внесению изменений в генеральные планы, правила землепользования и застройки, единые документы территориального планирования и градостроительного зонирования муниципальных образований Ярославской области Правительством Ярославской области будет осуществляться утверждение таких документов, проектов о внесении в них изменений, устанавливаться состав и</w:t>
      </w:r>
      <w:r w:rsidR="00586B2F" w:rsidRPr="00A77D67">
        <w:rPr>
          <w:rFonts w:ascii="Times New Roman" w:hAnsi="Times New Roman"/>
          <w:bCs/>
          <w:sz w:val="28"/>
          <w:szCs w:val="28"/>
        </w:rPr>
        <w:t xml:space="preserve"> порядок подготовки документов территориального планирования муниципальных образований Ярославской области, внесения </w:t>
      </w:r>
      <w:r w:rsidR="007F4B66" w:rsidRPr="00A77D67">
        <w:rPr>
          <w:rFonts w:ascii="Times New Roman" w:hAnsi="Times New Roman"/>
          <w:bCs/>
          <w:sz w:val="28"/>
          <w:szCs w:val="28"/>
        </w:rPr>
        <w:t>в них изменений.</w:t>
      </w:r>
      <w:r w:rsidRPr="00A77D67">
        <w:rPr>
          <w:rFonts w:ascii="Times New Roman" w:hAnsi="Times New Roman"/>
          <w:bCs/>
          <w:sz w:val="28"/>
          <w:szCs w:val="28"/>
        </w:rPr>
        <w:t xml:space="preserve"> </w:t>
      </w:r>
      <w:r w:rsidR="007F4B66" w:rsidRPr="00A77D67">
        <w:rPr>
          <w:rFonts w:ascii="Times New Roman" w:hAnsi="Times New Roman"/>
          <w:bCs/>
          <w:sz w:val="28"/>
          <w:szCs w:val="28"/>
        </w:rPr>
        <w:t xml:space="preserve">Проектом закона </w:t>
      </w:r>
      <w:r w:rsidR="00586B2F" w:rsidRPr="00A77D67">
        <w:rPr>
          <w:rFonts w:ascii="Times New Roman" w:hAnsi="Times New Roman"/>
          <w:bCs/>
          <w:sz w:val="28"/>
          <w:szCs w:val="28"/>
        </w:rPr>
        <w:t xml:space="preserve">также </w:t>
      </w:r>
      <w:r w:rsidR="007F4B66" w:rsidRPr="00A77D67">
        <w:rPr>
          <w:rFonts w:ascii="Times New Roman" w:hAnsi="Times New Roman"/>
          <w:bCs/>
          <w:sz w:val="28"/>
          <w:szCs w:val="28"/>
        </w:rPr>
        <w:t xml:space="preserve">предлагается </w:t>
      </w:r>
      <w:r w:rsidR="00586B2F" w:rsidRPr="00A77D67">
        <w:rPr>
          <w:rFonts w:ascii="Times New Roman" w:hAnsi="Times New Roman"/>
          <w:bCs/>
          <w:sz w:val="28"/>
          <w:szCs w:val="28"/>
        </w:rPr>
        <w:t>определить от</w:t>
      </w:r>
      <w:r w:rsidR="008049D6" w:rsidRPr="00A77D67">
        <w:rPr>
          <w:rFonts w:ascii="Times New Roman" w:hAnsi="Times New Roman"/>
          <w:bCs/>
          <w:sz w:val="28"/>
          <w:szCs w:val="28"/>
        </w:rPr>
        <w:t>д</w:t>
      </w:r>
      <w:r w:rsidR="00586B2F" w:rsidRPr="00A77D67">
        <w:rPr>
          <w:rFonts w:ascii="Times New Roman" w:hAnsi="Times New Roman"/>
          <w:bCs/>
          <w:sz w:val="28"/>
          <w:szCs w:val="28"/>
        </w:rPr>
        <w:t>ельные особенност</w:t>
      </w:r>
      <w:r w:rsidR="007F4B66" w:rsidRPr="00A77D67">
        <w:rPr>
          <w:rFonts w:ascii="Times New Roman" w:hAnsi="Times New Roman"/>
          <w:bCs/>
          <w:sz w:val="28"/>
          <w:szCs w:val="28"/>
        </w:rPr>
        <w:t xml:space="preserve">и подготовки данных документов </w:t>
      </w:r>
      <w:r w:rsidR="00586B2F" w:rsidRPr="00A77D67">
        <w:rPr>
          <w:rFonts w:ascii="Times New Roman" w:hAnsi="Times New Roman"/>
          <w:bCs/>
          <w:sz w:val="28"/>
          <w:szCs w:val="28"/>
        </w:rPr>
        <w:t>в </w:t>
      </w:r>
      <w:r w:rsidR="007F4B66" w:rsidRPr="00A77D67">
        <w:rPr>
          <w:rFonts w:ascii="Times New Roman" w:hAnsi="Times New Roman"/>
          <w:bCs/>
          <w:sz w:val="28"/>
          <w:szCs w:val="28"/>
        </w:rPr>
        <w:t>указанном случае.</w:t>
      </w:r>
    </w:p>
    <w:p w:rsidR="00911CC2" w:rsidRPr="00A77D67" w:rsidRDefault="00AD2149" w:rsidP="00911C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77D67">
        <w:rPr>
          <w:rFonts w:ascii="Times New Roman" w:hAnsi="Times New Roman"/>
          <w:sz w:val="28"/>
          <w:szCs w:val="28"/>
        </w:rPr>
        <w:lastRenderedPageBreak/>
        <w:t>Положения</w:t>
      </w:r>
      <w:r w:rsidR="0050438E" w:rsidRPr="00A77D67">
        <w:rPr>
          <w:rFonts w:ascii="Times New Roman" w:hAnsi="Times New Roman"/>
          <w:sz w:val="28"/>
          <w:szCs w:val="28"/>
        </w:rPr>
        <w:t>ми</w:t>
      </w:r>
      <w:r w:rsidRPr="00A77D67">
        <w:rPr>
          <w:rFonts w:ascii="Times New Roman" w:hAnsi="Times New Roman"/>
          <w:sz w:val="28"/>
          <w:szCs w:val="28"/>
        </w:rPr>
        <w:t xml:space="preserve"> статьи </w:t>
      </w:r>
      <w:r w:rsidR="0050438E" w:rsidRPr="00A77D67">
        <w:rPr>
          <w:rFonts w:ascii="Times New Roman" w:hAnsi="Times New Roman"/>
          <w:bCs/>
          <w:sz w:val="28"/>
          <w:szCs w:val="28"/>
        </w:rPr>
        <w:t>6</w:t>
      </w:r>
      <w:r w:rsidR="0050438E" w:rsidRPr="00A77D67">
        <w:rPr>
          <w:rFonts w:ascii="Times New Roman" w:hAnsi="Times New Roman"/>
          <w:bCs/>
          <w:sz w:val="28"/>
          <w:szCs w:val="28"/>
          <w:vertAlign w:val="superscript"/>
        </w:rPr>
        <w:t>1</w:t>
      </w:r>
      <w:r w:rsidR="0050438E" w:rsidRPr="00A77D67">
        <w:rPr>
          <w:rFonts w:ascii="Times New Roman" w:hAnsi="Times New Roman"/>
          <w:bCs/>
          <w:sz w:val="28"/>
          <w:szCs w:val="28"/>
        </w:rPr>
        <w:t xml:space="preserve"> Закона области в соответствии с требованиями пункта 19 статьи 1 Градостроительного кодекса Российской Федерации </w:t>
      </w:r>
      <w:r w:rsidR="008049D6" w:rsidRPr="00A77D67">
        <w:rPr>
          <w:rFonts w:ascii="Times New Roman" w:hAnsi="Times New Roman"/>
          <w:bCs/>
          <w:sz w:val="28"/>
          <w:szCs w:val="28"/>
        </w:rPr>
        <w:t xml:space="preserve">определены </w:t>
      </w:r>
      <w:r w:rsidR="0050438E" w:rsidRPr="00A77D67">
        <w:rPr>
          <w:rFonts w:ascii="Times New Roman" w:hAnsi="Times New Roman"/>
          <w:bCs/>
          <w:sz w:val="28"/>
          <w:szCs w:val="28"/>
        </w:rPr>
        <w:t>виды объектов регионального значения, подлежащих отображению в документах территориального планирования Ярославской области. Проектом закона предлагается уточнить</w:t>
      </w:r>
      <w:r w:rsidR="003009D3" w:rsidRPr="00A77D67">
        <w:rPr>
          <w:rFonts w:ascii="Times New Roman" w:hAnsi="Times New Roman"/>
          <w:bCs/>
          <w:sz w:val="28"/>
          <w:szCs w:val="28"/>
        </w:rPr>
        <w:t xml:space="preserve"> перечень видов таких объектов </w:t>
      </w:r>
      <w:r w:rsidR="0050438E" w:rsidRPr="00A77D67">
        <w:rPr>
          <w:rFonts w:ascii="Times New Roman" w:hAnsi="Times New Roman"/>
          <w:bCs/>
          <w:sz w:val="28"/>
          <w:szCs w:val="28"/>
        </w:rPr>
        <w:t>в области физической культуры и спорта</w:t>
      </w:r>
      <w:r w:rsidR="00911CC2" w:rsidRPr="00A77D67">
        <w:rPr>
          <w:rFonts w:ascii="Times New Roman" w:hAnsi="Times New Roman"/>
          <w:bCs/>
          <w:sz w:val="28"/>
          <w:szCs w:val="28"/>
        </w:rPr>
        <w:t xml:space="preserve">, исключив объекты, размещение которых не планируется к отображению </w:t>
      </w:r>
      <w:r w:rsidR="008049D6" w:rsidRPr="00A77D67">
        <w:rPr>
          <w:rFonts w:ascii="Times New Roman" w:hAnsi="Times New Roman"/>
          <w:bCs/>
          <w:sz w:val="28"/>
          <w:szCs w:val="28"/>
        </w:rPr>
        <w:t>в</w:t>
      </w:r>
      <w:r w:rsidR="00911CC2" w:rsidRPr="00A77D67">
        <w:rPr>
          <w:rFonts w:ascii="Times New Roman" w:hAnsi="Times New Roman"/>
          <w:bCs/>
          <w:sz w:val="28"/>
          <w:szCs w:val="28"/>
        </w:rPr>
        <w:t> документах территориального планирования.</w:t>
      </w:r>
    </w:p>
    <w:p w:rsidR="005D273C" w:rsidRPr="00A77D67" w:rsidRDefault="005D273C" w:rsidP="005D27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77D67">
        <w:rPr>
          <w:rFonts w:ascii="Times New Roman" w:hAnsi="Times New Roman"/>
          <w:bCs/>
          <w:sz w:val="28"/>
          <w:szCs w:val="28"/>
        </w:rPr>
        <w:t>Предлагаемое законопроектом изменение статьи 8 Закона области направлено на приведение ее положений в соответствие с положениями статьи 29</w:t>
      </w:r>
      <w:r w:rsidRPr="00A77D67">
        <w:rPr>
          <w:rFonts w:ascii="Times New Roman" w:hAnsi="Times New Roman"/>
          <w:bCs/>
          <w:sz w:val="28"/>
          <w:szCs w:val="28"/>
          <w:vertAlign w:val="superscript"/>
        </w:rPr>
        <w:t>2</w:t>
      </w:r>
      <w:r w:rsidRPr="00A77D67">
        <w:rPr>
          <w:rFonts w:ascii="Times New Roman" w:hAnsi="Times New Roman"/>
          <w:bCs/>
          <w:sz w:val="28"/>
          <w:szCs w:val="28"/>
        </w:rPr>
        <w:t xml:space="preserve"> Градостроительного кодекса Российской Федерации (в редакции Федерального закона от 26.12.2024 № 486-ФЗ), определяющими содержание региональных нормативов градостроительного проектирования.</w:t>
      </w:r>
    </w:p>
    <w:p w:rsidR="009541B6" w:rsidRPr="00A77D67" w:rsidRDefault="00036DF6" w:rsidP="00036D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7D67">
        <w:rPr>
          <w:rFonts w:ascii="Times New Roman" w:hAnsi="Times New Roman"/>
          <w:sz w:val="28"/>
          <w:szCs w:val="28"/>
        </w:rPr>
        <w:t>Принятие законопроекта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9541B6" w:rsidRPr="00A77D67" w:rsidSect="00E21C00">
      <w:headerReference w:type="default" r:id="rId7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F45" w:rsidRDefault="00E55F45" w:rsidP="00F44B96">
      <w:pPr>
        <w:spacing w:after="0" w:line="240" w:lineRule="auto"/>
      </w:pPr>
      <w:r>
        <w:separator/>
      </w:r>
    </w:p>
  </w:endnote>
  <w:end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F45" w:rsidRDefault="00E55F45" w:rsidP="00F44B96">
      <w:pPr>
        <w:spacing w:after="0" w:line="240" w:lineRule="auto"/>
      </w:pPr>
      <w:r>
        <w:separator/>
      </w:r>
    </w:p>
  </w:footnote>
  <w:foot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A77D67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DC6"/>
    <w:rsid w:val="00002FD4"/>
    <w:rsid w:val="00003E03"/>
    <w:rsid w:val="0000497A"/>
    <w:rsid w:val="0000514D"/>
    <w:rsid w:val="000055F1"/>
    <w:rsid w:val="00021B0C"/>
    <w:rsid w:val="00022190"/>
    <w:rsid w:val="000235E8"/>
    <w:rsid w:val="00031B79"/>
    <w:rsid w:val="00032EC3"/>
    <w:rsid w:val="00035C72"/>
    <w:rsid w:val="00036DF6"/>
    <w:rsid w:val="00044533"/>
    <w:rsid w:val="000553EB"/>
    <w:rsid w:val="00066110"/>
    <w:rsid w:val="00067E48"/>
    <w:rsid w:val="00071726"/>
    <w:rsid w:val="00086A0C"/>
    <w:rsid w:val="00090E70"/>
    <w:rsid w:val="00094B9D"/>
    <w:rsid w:val="00095506"/>
    <w:rsid w:val="00096158"/>
    <w:rsid w:val="000A33D9"/>
    <w:rsid w:val="000A418E"/>
    <w:rsid w:val="000A5883"/>
    <w:rsid w:val="000B0857"/>
    <w:rsid w:val="000B4115"/>
    <w:rsid w:val="000B53F6"/>
    <w:rsid w:val="000B6F4C"/>
    <w:rsid w:val="000C03A2"/>
    <w:rsid w:val="000D40DB"/>
    <w:rsid w:val="000D5539"/>
    <w:rsid w:val="000D7209"/>
    <w:rsid w:val="000E4B83"/>
    <w:rsid w:val="000F4BF3"/>
    <w:rsid w:val="00102317"/>
    <w:rsid w:val="00107269"/>
    <w:rsid w:val="0012009D"/>
    <w:rsid w:val="001213BE"/>
    <w:rsid w:val="00130BB9"/>
    <w:rsid w:val="00136857"/>
    <w:rsid w:val="0014047E"/>
    <w:rsid w:val="00146C7D"/>
    <w:rsid w:val="00160FDB"/>
    <w:rsid w:val="00165136"/>
    <w:rsid w:val="001669FC"/>
    <w:rsid w:val="00175A66"/>
    <w:rsid w:val="00177B36"/>
    <w:rsid w:val="001826E5"/>
    <w:rsid w:val="001836CA"/>
    <w:rsid w:val="001837E6"/>
    <w:rsid w:val="00183B7D"/>
    <w:rsid w:val="00187132"/>
    <w:rsid w:val="001A0AF2"/>
    <w:rsid w:val="001A0CD9"/>
    <w:rsid w:val="001A10E6"/>
    <w:rsid w:val="001B205D"/>
    <w:rsid w:val="001B51BC"/>
    <w:rsid w:val="001C2EDB"/>
    <w:rsid w:val="001C6064"/>
    <w:rsid w:val="001C79B6"/>
    <w:rsid w:val="001D106A"/>
    <w:rsid w:val="001D14EA"/>
    <w:rsid w:val="001D5686"/>
    <w:rsid w:val="001D6289"/>
    <w:rsid w:val="001D7C52"/>
    <w:rsid w:val="001E5872"/>
    <w:rsid w:val="001F1D4E"/>
    <w:rsid w:val="00206FF1"/>
    <w:rsid w:val="0021223F"/>
    <w:rsid w:val="00213558"/>
    <w:rsid w:val="00220735"/>
    <w:rsid w:val="00220936"/>
    <w:rsid w:val="00226041"/>
    <w:rsid w:val="00226EA0"/>
    <w:rsid w:val="00231630"/>
    <w:rsid w:val="00234805"/>
    <w:rsid w:val="00245AD9"/>
    <w:rsid w:val="002461EB"/>
    <w:rsid w:val="00246D64"/>
    <w:rsid w:val="002518DA"/>
    <w:rsid w:val="00257D09"/>
    <w:rsid w:val="00260C6A"/>
    <w:rsid w:val="00270CAE"/>
    <w:rsid w:val="00272294"/>
    <w:rsid w:val="0027274A"/>
    <w:rsid w:val="00272D99"/>
    <w:rsid w:val="002753A3"/>
    <w:rsid w:val="00275CC0"/>
    <w:rsid w:val="00277930"/>
    <w:rsid w:val="002860A0"/>
    <w:rsid w:val="002910E9"/>
    <w:rsid w:val="00295A47"/>
    <w:rsid w:val="002A2D39"/>
    <w:rsid w:val="002A563B"/>
    <w:rsid w:val="002B3A26"/>
    <w:rsid w:val="002B6D76"/>
    <w:rsid w:val="002B7B7C"/>
    <w:rsid w:val="002C240F"/>
    <w:rsid w:val="002C3406"/>
    <w:rsid w:val="002C54E2"/>
    <w:rsid w:val="002C565C"/>
    <w:rsid w:val="002C6382"/>
    <w:rsid w:val="002C6753"/>
    <w:rsid w:val="002D1A90"/>
    <w:rsid w:val="002D1EE7"/>
    <w:rsid w:val="002D6406"/>
    <w:rsid w:val="002D7AF9"/>
    <w:rsid w:val="002E39F6"/>
    <w:rsid w:val="002E6764"/>
    <w:rsid w:val="002F6001"/>
    <w:rsid w:val="002F6BD7"/>
    <w:rsid w:val="003009D3"/>
    <w:rsid w:val="00300C58"/>
    <w:rsid w:val="0030361A"/>
    <w:rsid w:val="003074C8"/>
    <w:rsid w:val="00307AB5"/>
    <w:rsid w:val="00313101"/>
    <w:rsid w:val="003165E8"/>
    <w:rsid w:val="00320A24"/>
    <w:rsid w:val="0032431E"/>
    <w:rsid w:val="00324748"/>
    <w:rsid w:val="00327F1B"/>
    <w:rsid w:val="003308BA"/>
    <w:rsid w:val="0033197B"/>
    <w:rsid w:val="00333AD6"/>
    <w:rsid w:val="00357DBA"/>
    <w:rsid w:val="003623B8"/>
    <w:rsid w:val="0036305B"/>
    <w:rsid w:val="00376D79"/>
    <w:rsid w:val="00381CD7"/>
    <w:rsid w:val="00385385"/>
    <w:rsid w:val="00390E35"/>
    <w:rsid w:val="00392976"/>
    <w:rsid w:val="003960DF"/>
    <w:rsid w:val="003A2F0D"/>
    <w:rsid w:val="003A6E9A"/>
    <w:rsid w:val="003B2C89"/>
    <w:rsid w:val="003B572A"/>
    <w:rsid w:val="003C3FB9"/>
    <w:rsid w:val="003C4DEB"/>
    <w:rsid w:val="003D2836"/>
    <w:rsid w:val="003D31D2"/>
    <w:rsid w:val="003E3B62"/>
    <w:rsid w:val="003E6B19"/>
    <w:rsid w:val="003F2577"/>
    <w:rsid w:val="003F278D"/>
    <w:rsid w:val="00403AC7"/>
    <w:rsid w:val="0041194F"/>
    <w:rsid w:val="00413FE6"/>
    <w:rsid w:val="0042034D"/>
    <w:rsid w:val="00421C53"/>
    <w:rsid w:val="004231C5"/>
    <w:rsid w:val="00426138"/>
    <w:rsid w:val="004262F8"/>
    <w:rsid w:val="00426BFC"/>
    <w:rsid w:val="00430524"/>
    <w:rsid w:val="0043309F"/>
    <w:rsid w:val="00441CAA"/>
    <w:rsid w:val="00455B28"/>
    <w:rsid w:val="00456A41"/>
    <w:rsid w:val="00462FFB"/>
    <w:rsid w:val="0046427A"/>
    <w:rsid w:val="0046574A"/>
    <w:rsid w:val="00466010"/>
    <w:rsid w:val="00472794"/>
    <w:rsid w:val="004736C7"/>
    <w:rsid w:val="00475274"/>
    <w:rsid w:val="0048227D"/>
    <w:rsid w:val="00482CE1"/>
    <w:rsid w:val="00486249"/>
    <w:rsid w:val="004934A4"/>
    <w:rsid w:val="00496859"/>
    <w:rsid w:val="004A0707"/>
    <w:rsid w:val="004A6098"/>
    <w:rsid w:val="004B7990"/>
    <w:rsid w:val="004C1822"/>
    <w:rsid w:val="004C35BA"/>
    <w:rsid w:val="004E5CDF"/>
    <w:rsid w:val="004E7071"/>
    <w:rsid w:val="004E77F5"/>
    <w:rsid w:val="00502D58"/>
    <w:rsid w:val="00503378"/>
    <w:rsid w:val="0050438E"/>
    <w:rsid w:val="005046E0"/>
    <w:rsid w:val="00512A12"/>
    <w:rsid w:val="00512BDA"/>
    <w:rsid w:val="00513585"/>
    <w:rsid w:val="00517702"/>
    <w:rsid w:val="00532C16"/>
    <w:rsid w:val="005357BB"/>
    <w:rsid w:val="00545893"/>
    <w:rsid w:val="00562E43"/>
    <w:rsid w:val="00563E23"/>
    <w:rsid w:val="00564708"/>
    <w:rsid w:val="00565A2E"/>
    <w:rsid w:val="0056728C"/>
    <w:rsid w:val="00567EAA"/>
    <w:rsid w:val="00573799"/>
    <w:rsid w:val="005834FF"/>
    <w:rsid w:val="00583944"/>
    <w:rsid w:val="00586B2F"/>
    <w:rsid w:val="005A532C"/>
    <w:rsid w:val="005A63B8"/>
    <w:rsid w:val="005B0454"/>
    <w:rsid w:val="005B67FF"/>
    <w:rsid w:val="005C1B4B"/>
    <w:rsid w:val="005C553D"/>
    <w:rsid w:val="005C6EB8"/>
    <w:rsid w:val="005D273C"/>
    <w:rsid w:val="005D3170"/>
    <w:rsid w:val="005D6311"/>
    <w:rsid w:val="005E1EA0"/>
    <w:rsid w:val="005E33C0"/>
    <w:rsid w:val="005E7952"/>
    <w:rsid w:val="005F01BA"/>
    <w:rsid w:val="00605C32"/>
    <w:rsid w:val="0060615D"/>
    <w:rsid w:val="006227B4"/>
    <w:rsid w:val="00623836"/>
    <w:rsid w:val="00630E85"/>
    <w:rsid w:val="0063799D"/>
    <w:rsid w:val="00645DC7"/>
    <w:rsid w:val="006510FD"/>
    <w:rsid w:val="00651CC7"/>
    <w:rsid w:val="006669F0"/>
    <w:rsid w:val="006759A7"/>
    <w:rsid w:val="006A01BF"/>
    <w:rsid w:val="006A093F"/>
    <w:rsid w:val="006B1508"/>
    <w:rsid w:val="006C1583"/>
    <w:rsid w:val="006C655E"/>
    <w:rsid w:val="006D3A55"/>
    <w:rsid w:val="006D412B"/>
    <w:rsid w:val="006E5878"/>
    <w:rsid w:val="006F075A"/>
    <w:rsid w:val="006F3036"/>
    <w:rsid w:val="006F5D74"/>
    <w:rsid w:val="007015BD"/>
    <w:rsid w:val="0070413D"/>
    <w:rsid w:val="007062AE"/>
    <w:rsid w:val="007112F4"/>
    <w:rsid w:val="00712677"/>
    <w:rsid w:val="00730155"/>
    <w:rsid w:val="00731A74"/>
    <w:rsid w:val="007323F8"/>
    <w:rsid w:val="00744665"/>
    <w:rsid w:val="00745578"/>
    <w:rsid w:val="00752842"/>
    <w:rsid w:val="00753307"/>
    <w:rsid w:val="0075551C"/>
    <w:rsid w:val="007840FC"/>
    <w:rsid w:val="00785928"/>
    <w:rsid w:val="00790758"/>
    <w:rsid w:val="00791539"/>
    <w:rsid w:val="007A0336"/>
    <w:rsid w:val="007A3F0A"/>
    <w:rsid w:val="007B0CC5"/>
    <w:rsid w:val="007B28BA"/>
    <w:rsid w:val="007B3063"/>
    <w:rsid w:val="007B65EA"/>
    <w:rsid w:val="007C0245"/>
    <w:rsid w:val="007C1094"/>
    <w:rsid w:val="007C6F62"/>
    <w:rsid w:val="007F12DB"/>
    <w:rsid w:val="007F14EF"/>
    <w:rsid w:val="007F176C"/>
    <w:rsid w:val="007F4B66"/>
    <w:rsid w:val="007F6FF2"/>
    <w:rsid w:val="008048D1"/>
    <w:rsid w:val="008049D6"/>
    <w:rsid w:val="00815315"/>
    <w:rsid w:val="00815A13"/>
    <w:rsid w:val="0082035B"/>
    <w:rsid w:val="008206FF"/>
    <w:rsid w:val="008232BF"/>
    <w:rsid w:val="0082583D"/>
    <w:rsid w:val="008263B3"/>
    <w:rsid w:val="00827A91"/>
    <w:rsid w:val="00834361"/>
    <w:rsid w:val="0084221C"/>
    <w:rsid w:val="008520BA"/>
    <w:rsid w:val="00854848"/>
    <w:rsid w:val="00862230"/>
    <w:rsid w:val="00877DF2"/>
    <w:rsid w:val="008848F8"/>
    <w:rsid w:val="008918A6"/>
    <w:rsid w:val="00893C7C"/>
    <w:rsid w:val="008955C6"/>
    <w:rsid w:val="008959C6"/>
    <w:rsid w:val="00897BEE"/>
    <w:rsid w:val="008A01A0"/>
    <w:rsid w:val="008A48BC"/>
    <w:rsid w:val="008A7D4D"/>
    <w:rsid w:val="008B23E7"/>
    <w:rsid w:val="008B2DBB"/>
    <w:rsid w:val="008B367F"/>
    <w:rsid w:val="008C0B89"/>
    <w:rsid w:val="008C6A8C"/>
    <w:rsid w:val="008D4568"/>
    <w:rsid w:val="008D699B"/>
    <w:rsid w:val="008E1E53"/>
    <w:rsid w:val="008E54EE"/>
    <w:rsid w:val="008F39B7"/>
    <w:rsid w:val="00904730"/>
    <w:rsid w:val="009069DC"/>
    <w:rsid w:val="00911CC2"/>
    <w:rsid w:val="0091667D"/>
    <w:rsid w:val="009211B9"/>
    <w:rsid w:val="00922EB8"/>
    <w:rsid w:val="00923CB1"/>
    <w:rsid w:val="00927DCD"/>
    <w:rsid w:val="009321D5"/>
    <w:rsid w:val="00953A07"/>
    <w:rsid w:val="009541B6"/>
    <w:rsid w:val="00957CF6"/>
    <w:rsid w:val="00960902"/>
    <w:rsid w:val="00972AB6"/>
    <w:rsid w:val="00974256"/>
    <w:rsid w:val="009779C9"/>
    <w:rsid w:val="0098091C"/>
    <w:rsid w:val="009838C8"/>
    <w:rsid w:val="00986C27"/>
    <w:rsid w:val="009A0779"/>
    <w:rsid w:val="009A2C9E"/>
    <w:rsid w:val="009A5D7A"/>
    <w:rsid w:val="009B705A"/>
    <w:rsid w:val="009B7CE0"/>
    <w:rsid w:val="009B7D24"/>
    <w:rsid w:val="009C2F2B"/>
    <w:rsid w:val="009C36E9"/>
    <w:rsid w:val="009E485B"/>
    <w:rsid w:val="009E626F"/>
    <w:rsid w:val="009F6C78"/>
    <w:rsid w:val="00A013D0"/>
    <w:rsid w:val="00A0375E"/>
    <w:rsid w:val="00A07E6E"/>
    <w:rsid w:val="00A15794"/>
    <w:rsid w:val="00A16A89"/>
    <w:rsid w:val="00A17217"/>
    <w:rsid w:val="00A2395E"/>
    <w:rsid w:val="00A30264"/>
    <w:rsid w:val="00A32BF7"/>
    <w:rsid w:val="00A32F32"/>
    <w:rsid w:val="00A3674E"/>
    <w:rsid w:val="00A402CF"/>
    <w:rsid w:val="00A524EF"/>
    <w:rsid w:val="00A53D51"/>
    <w:rsid w:val="00A630AA"/>
    <w:rsid w:val="00A64119"/>
    <w:rsid w:val="00A66AAB"/>
    <w:rsid w:val="00A67095"/>
    <w:rsid w:val="00A73B45"/>
    <w:rsid w:val="00A73D73"/>
    <w:rsid w:val="00A77334"/>
    <w:rsid w:val="00A77A5A"/>
    <w:rsid w:val="00A77D67"/>
    <w:rsid w:val="00A8296E"/>
    <w:rsid w:val="00A90E24"/>
    <w:rsid w:val="00A926C9"/>
    <w:rsid w:val="00A9624C"/>
    <w:rsid w:val="00A96D74"/>
    <w:rsid w:val="00AA3DEE"/>
    <w:rsid w:val="00AB0588"/>
    <w:rsid w:val="00AD2149"/>
    <w:rsid w:val="00AD59B9"/>
    <w:rsid w:val="00AD6E96"/>
    <w:rsid w:val="00AE63E7"/>
    <w:rsid w:val="00AF11C9"/>
    <w:rsid w:val="00B01F3F"/>
    <w:rsid w:val="00B075FC"/>
    <w:rsid w:val="00B10264"/>
    <w:rsid w:val="00B13844"/>
    <w:rsid w:val="00B14CB6"/>
    <w:rsid w:val="00B176A0"/>
    <w:rsid w:val="00B2096A"/>
    <w:rsid w:val="00B32454"/>
    <w:rsid w:val="00B3352E"/>
    <w:rsid w:val="00B416FF"/>
    <w:rsid w:val="00B41C3D"/>
    <w:rsid w:val="00B439D1"/>
    <w:rsid w:val="00B4491F"/>
    <w:rsid w:val="00B44ED4"/>
    <w:rsid w:val="00B5617A"/>
    <w:rsid w:val="00B56580"/>
    <w:rsid w:val="00B66143"/>
    <w:rsid w:val="00B66286"/>
    <w:rsid w:val="00B72FFA"/>
    <w:rsid w:val="00B733AB"/>
    <w:rsid w:val="00B92D14"/>
    <w:rsid w:val="00B95FBF"/>
    <w:rsid w:val="00BA32DF"/>
    <w:rsid w:val="00BA62D6"/>
    <w:rsid w:val="00BB4E43"/>
    <w:rsid w:val="00BB66D4"/>
    <w:rsid w:val="00BC1232"/>
    <w:rsid w:val="00BC1511"/>
    <w:rsid w:val="00BC4ED8"/>
    <w:rsid w:val="00BC522F"/>
    <w:rsid w:val="00BD2410"/>
    <w:rsid w:val="00BD7886"/>
    <w:rsid w:val="00BE0FDF"/>
    <w:rsid w:val="00BF0AD3"/>
    <w:rsid w:val="00BF5104"/>
    <w:rsid w:val="00C022A1"/>
    <w:rsid w:val="00C12A20"/>
    <w:rsid w:val="00C13CB2"/>
    <w:rsid w:val="00C159F6"/>
    <w:rsid w:val="00C1779B"/>
    <w:rsid w:val="00C24656"/>
    <w:rsid w:val="00C30306"/>
    <w:rsid w:val="00C366A5"/>
    <w:rsid w:val="00C424EF"/>
    <w:rsid w:val="00C43D42"/>
    <w:rsid w:val="00C60214"/>
    <w:rsid w:val="00C61608"/>
    <w:rsid w:val="00C635DA"/>
    <w:rsid w:val="00C735E7"/>
    <w:rsid w:val="00C7456D"/>
    <w:rsid w:val="00C74FA3"/>
    <w:rsid w:val="00C80E26"/>
    <w:rsid w:val="00C8436A"/>
    <w:rsid w:val="00C86863"/>
    <w:rsid w:val="00CA0737"/>
    <w:rsid w:val="00CA0DA1"/>
    <w:rsid w:val="00CA1BA2"/>
    <w:rsid w:val="00CA20B6"/>
    <w:rsid w:val="00CA4592"/>
    <w:rsid w:val="00CB23F7"/>
    <w:rsid w:val="00CB65DF"/>
    <w:rsid w:val="00CC0B2C"/>
    <w:rsid w:val="00CC3164"/>
    <w:rsid w:val="00CC3968"/>
    <w:rsid w:val="00CD1281"/>
    <w:rsid w:val="00CD51A7"/>
    <w:rsid w:val="00CE4C14"/>
    <w:rsid w:val="00CF2395"/>
    <w:rsid w:val="00CF4C80"/>
    <w:rsid w:val="00CF5C29"/>
    <w:rsid w:val="00D02563"/>
    <w:rsid w:val="00D0269E"/>
    <w:rsid w:val="00D0435D"/>
    <w:rsid w:val="00D055C8"/>
    <w:rsid w:val="00D05EA1"/>
    <w:rsid w:val="00D13C4D"/>
    <w:rsid w:val="00D17F0E"/>
    <w:rsid w:val="00D22DC6"/>
    <w:rsid w:val="00D23889"/>
    <w:rsid w:val="00D25AA3"/>
    <w:rsid w:val="00D25AB6"/>
    <w:rsid w:val="00D276C7"/>
    <w:rsid w:val="00D34FEF"/>
    <w:rsid w:val="00D36E12"/>
    <w:rsid w:val="00D37D6C"/>
    <w:rsid w:val="00D441C5"/>
    <w:rsid w:val="00D45917"/>
    <w:rsid w:val="00D477B1"/>
    <w:rsid w:val="00D53E50"/>
    <w:rsid w:val="00D54863"/>
    <w:rsid w:val="00D55006"/>
    <w:rsid w:val="00D55825"/>
    <w:rsid w:val="00D55DA9"/>
    <w:rsid w:val="00D563D8"/>
    <w:rsid w:val="00D723E2"/>
    <w:rsid w:val="00D7261A"/>
    <w:rsid w:val="00D82A98"/>
    <w:rsid w:val="00D93308"/>
    <w:rsid w:val="00DA1728"/>
    <w:rsid w:val="00DA3F70"/>
    <w:rsid w:val="00DA5D09"/>
    <w:rsid w:val="00DB601D"/>
    <w:rsid w:val="00DC7448"/>
    <w:rsid w:val="00DC7B9D"/>
    <w:rsid w:val="00DD3AAE"/>
    <w:rsid w:val="00DD590F"/>
    <w:rsid w:val="00DE2367"/>
    <w:rsid w:val="00DE5DEA"/>
    <w:rsid w:val="00DE67D7"/>
    <w:rsid w:val="00DF64AE"/>
    <w:rsid w:val="00E0406B"/>
    <w:rsid w:val="00E05BF2"/>
    <w:rsid w:val="00E06A84"/>
    <w:rsid w:val="00E07189"/>
    <w:rsid w:val="00E07D5E"/>
    <w:rsid w:val="00E11537"/>
    <w:rsid w:val="00E13BC0"/>
    <w:rsid w:val="00E1634B"/>
    <w:rsid w:val="00E21C00"/>
    <w:rsid w:val="00E24C44"/>
    <w:rsid w:val="00E25961"/>
    <w:rsid w:val="00E51D0B"/>
    <w:rsid w:val="00E5489F"/>
    <w:rsid w:val="00E55F45"/>
    <w:rsid w:val="00E646F9"/>
    <w:rsid w:val="00E70ABC"/>
    <w:rsid w:val="00E7444E"/>
    <w:rsid w:val="00E776AD"/>
    <w:rsid w:val="00E80A80"/>
    <w:rsid w:val="00E83E63"/>
    <w:rsid w:val="00E92DE0"/>
    <w:rsid w:val="00EA0712"/>
    <w:rsid w:val="00EA47B0"/>
    <w:rsid w:val="00EB7CB3"/>
    <w:rsid w:val="00EC20B4"/>
    <w:rsid w:val="00EC3346"/>
    <w:rsid w:val="00EC515A"/>
    <w:rsid w:val="00ED2159"/>
    <w:rsid w:val="00ED4A6B"/>
    <w:rsid w:val="00ED7575"/>
    <w:rsid w:val="00EE0845"/>
    <w:rsid w:val="00EE25A1"/>
    <w:rsid w:val="00EE2CC5"/>
    <w:rsid w:val="00EF7FB6"/>
    <w:rsid w:val="00F055AB"/>
    <w:rsid w:val="00F06023"/>
    <w:rsid w:val="00F069EA"/>
    <w:rsid w:val="00F078A4"/>
    <w:rsid w:val="00F20816"/>
    <w:rsid w:val="00F21C6F"/>
    <w:rsid w:val="00F34C18"/>
    <w:rsid w:val="00F402C2"/>
    <w:rsid w:val="00F43FD0"/>
    <w:rsid w:val="00F44402"/>
    <w:rsid w:val="00F44B96"/>
    <w:rsid w:val="00F44D2A"/>
    <w:rsid w:val="00F5404D"/>
    <w:rsid w:val="00F55A3F"/>
    <w:rsid w:val="00F56B01"/>
    <w:rsid w:val="00F56F5D"/>
    <w:rsid w:val="00F63807"/>
    <w:rsid w:val="00F64337"/>
    <w:rsid w:val="00F67141"/>
    <w:rsid w:val="00F80427"/>
    <w:rsid w:val="00F80DF0"/>
    <w:rsid w:val="00F81E9A"/>
    <w:rsid w:val="00F82A01"/>
    <w:rsid w:val="00F847F6"/>
    <w:rsid w:val="00F85CD8"/>
    <w:rsid w:val="00FB2F9C"/>
    <w:rsid w:val="00FB5E14"/>
    <w:rsid w:val="00FB67E7"/>
    <w:rsid w:val="00FD0CF0"/>
    <w:rsid w:val="00FD5F56"/>
    <w:rsid w:val="00FD767E"/>
    <w:rsid w:val="00FD7DD2"/>
    <w:rsid w:val="00FE13A7"/>
    <w:rsid w:val="00FE6DD6"/>
    <w:rsid w:val="00FF12C8"/>
    <w:rsid w:val="00FF2A08"/>
    <w:rsid w:val="00FF763E"/>
    <w:rsid w:val="00FF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63261F-5468-46AD-A9AC-B96B8C8C8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CDF12-E738-4973-85C6-4C1E2688D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Вошатко Антон Владимирович</cp:lastModifiedBy>
  <cp:revision>4</cp:revision>
  <cp:lastPrinted>2022-09-07T13:50:00Z</cp:lastPrinted>
  <dcterms:created xsi:type="dcterms:W3CDTF">2025-05-15T08:59:00Z</dcterms:created>
  <dcterms:modified xsi:type="dcterms:W3CDTF">2025-05-15T11:41:00Z</dcterms:modified>
</cp:coreProperties>
</file>