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81E7F" w:rsidTr="00F92803">
        <w:tc>
          <w:tcPr>
            <w:tcW w:w="709" w:type="dxa"/>
          </w:tcPr>
          <w:p w:rsidR="00D81E7F" w:rsidRDefault="00D81E7F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1E7F" w:rsidRDefault="00D81E7F">
            <w:pPr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D81E7F" w:rsidRDefault="00D81E7F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D81E7F" w:rsidRDefault="00D81E7F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1E7F" w:rsidRDefault="00D81E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153</w:t>
            </w:r>
          </w:p>
        </w:tc>
      </w:tr>
    </w:tbl>
    <w:p w:rsidR="00D81E7F" w:rsidRDefault="00D81E7F" w:rsidP="00BC1DE9">
      <w:pPr>
        <w:pStyle w:val="Heading2"/>
        <w:rPr>
          <w:szCs w:val="28"/>
        </w:rPr>
      </w:pPr>
    </w:p>
    <w:p w:rsidR="00D81E7F" w:rsidRDefault="00D81E7F" w:rsidP="00BC1DE9">
      <w:pPr>
        <w:pStyle w:val="Heading2"/>
        <w:rPr>
          <w:szCs w:val="28"/>
        </w:rPr>
      </w:pPr>
    </w:p>
    <w:p w:rsidR="00D81E7F" w:rsidRDefault="00D81E7F" w:rsidP="00BC1DE9">
      <w:pPr>
        <w:pStyle w:val="Heading2"/>
        <w:rPr>
          <w:szCs w:val="28"/>
        </w:rPr>
      </w:pPr>
    </w:p>
    <w:p w:rsidR="00D81E7F" w:rsidRPr="008817F5" w:rsidRDefault="00D81E7F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Кокуркиной Жанны Валентиновны</w:t>
      </w:r>
    </w:p>
    <w:p w:rsidR="00D81E7F" w:rsidRPr="00A1532D" w:rsidRDefault="00D81E7F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A1532D">
        <w:rPr>
          <w:sz w:val="28"/>
          <w:szCs w:val="28"/>
        </w:rPr>
        <w:t xml:space="preserve">должность мирового судьи судебного </w:t>
      </w:r>
    </w:p>
    <w:p w:rsidR="00D81E7F" w:rsidRPr="00A1532D" w:rsidRDefault="00D81E7F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10 г"/>
        </w:smartTagPr>
        <w:r>
          <w:rPr>
            <w:sz w:val="28"/>
            <w:szCs w:val="28"/>
          </w:rPr>
          <w:t>10</w:t>
        </w:r>
        <w:r w:rsidRPr="00215BAE">
          <w:rPr>
            <w:sz w:val="28"/>
            <w:szCs w:val="28"/>
          </w:rPr>
          <w:t xml:space="preserve"> </w:t>
        </w:r>
        <w:r w:rsidRPr="00DD0AD6">
          <w:rPr>
            <w:sz w:val="28"/>
            <w:szCs w:val="28"/>
          </w:rPr>
          <w:t>г</w:t>
        </w:r>
      </w:smartTag>
      <w:r w:rsidRPr="00DD0AD6">
        <w:rPr>
          <w:sz w:val="28"/>
          <w:szCs w:val="28"/>
        </w:rPr>
        <w:t>. Рыбинска Ярославской области</w:t>
      </w:r>
    </w:p>
    <w:p w:rsidR="00D81E7F" w:rsidRPr="00A1532D" w:rsidRDefault="00D81E7F" w:rsidP="00BC1DE9">
      <w:pPr>
        <w:rPr>
          <w:sz w:val="28"/>
          <w:szCs w:val="28"/>
        </w:rPr>
      </w:pPr>
      <w:bookmarkStart w:id="0" w:name="_GoBack"/>
      <w:bookmarkEnd w:id="0"/>
    </w:p>
    <w:p w:rsidR="00D81E7F" w:rsidRDefault="00D81E7F" w:rsidP="00BC1DE9">
      <w:pPr>
        <w:pStyle w:val="BodyTextIndent2"/>
        <w:rPr>
          <w:szCs w:val="28"/>
        </w:rPr>
      </w:pPr>
    </w:p>
    <w:p w:rsidR="00D81E7F" w:rsidRPr="00B424BA" w:rsidRDefault="00D81E7F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DD0AD6">
        <w:rPr>
          <w:sz w:val="28"/>
          <w:szCs w:val="28"/>
        </w:rPr>
        <w:t>представление председателя Ярославского областного суда В.Н. Ананьева о назначении Кокуркиной Жанны Валентиновны на дол</w:t>
      </w:r>
      <w:r w:rsidRPr="00DD0AD6">
        <w:rPr>
          <w:sz w:val="28"/>
          <w:szCs w:val="28"/>
        </w:rPr>
        <w:t>ж</w:t>
      </w:r>
      <w:r w:rsidRPr="00DD0AD6">
        <w:rPr>
          <w:sz w:val="28"/>
          <w:szCs w:val="28"/>
        </w:rPr>
        <w:t xml:space="preserve">ность мирового судьи судебного участка № </w:t>
      </w:r>
      <w:smartTag w:uri="urn:schemas-microsoft-com:office:smarttags" w:element="metricconverter">
        <w:smartTagPr>
          <w:attr w:name="ProductID" w:val="10 г"/>
        </w:smartTagPr>
        <w:r w:rsidRPr="00DD0AD6">
          <w:rPr>
            <w:sz w:val="28"/>
            <w:szCs w:val="28"/>
          </w:rPr>
          <w:t>10 г</w:t>
        </w:r>
      </w:smartTag>
      <w:r w:rsidRPr="00DD0AD6">
        <w:rPr>
          <w:sz w:val="28"/>
          <w:szCs w:val="28"/>
        </w:rPr>
        <w:t>. Рыбинска Ярославской о</w:t>
      </w:r>
      <w:r w:rsidRPr="00DD0AD6">
        <w:rPr>
          <w:sz w:val="28"/>
          <w:szCs w:val="28"/>
        </w:rPr>
        <w:t>б</w:t>
      </w:r>
      <w:r w:rsidRPr="00DD0AD6">
        <w:rPr>
          <w:sz w:val="28"/>
          <w:szCs w:val="28"/>
        </w:rPr>
        <w:t>ласти, в соответствии с пунктом 6 статьи 26 Устава Ярославской области и статьей 7 Закона Ярославской области «О мировых</w:t>
      </w:r>
      <w:r w:rsidRPr="00B424BA">
        <w:rPr>
          <w:sz w:val="28"/>
          <w:szCs w:val="28"/>
        </w:rPr>
        <w:t xml:space="preserve"> судьях в Ярославской о</w:t>
      </w:r>
      <w:r w:rsidRPr="00B424BA">
        <w:rPr>
          <w:sz w:val="28"/>
          <w:szCs w:val="28"/>
        </w:rPr>
        <w:t>б</w:t>
      </w:r>
      <w:r w:rsidRPr="00B424BA">
        <w:rPr>
          <w:sz w:val="28"/>
          <w:szCs w:val="28"/>
        </w:rPr>
        <w:t>ласти» Ярославская областная Дума</w:t>
      </w:r>
    </w:p>
    <w:p w:rsidR="00D81E7F" w:rsidRPr="00FA3779" w:rsidRDefault="00D81E7F" w:rsidP="00BC1DE9">
      <w:pPr>
        <w:ind w:firstLine="709"/>
        <w:jc w:val="both"/>
        <w:rPr>
          <w:sz w:val="28"/>
          <w:szCs w:val="28"/>
        </w:rPr>
      </w:pPr>
    </w:p>
    <w:p w:rsidR="00D81E7F" w:rsidRPr="00FA3779" w:rsidRDefault="00D81E7F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D81E7F" w:rsidRPr="00FA3779" w:rsidRDefault="00D81E7F" w:rsidP="00BC1DE9">
      <w:pPr>
        <w:ind w:firstLine="709"/>
        <w:jc w:val="center"/>
        <w:rPr>
          <w:sz w:val="28"/>
          <w:szCs w:val="28"/>
        </w:rPr>
      </w:pPr>
    </w:p>
    <w:p w:rsidR="00D81E7F" w:rsidRDefault="00D81E7F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Кокуркину Жанну Валентиновну</w:t>
      </w:r>
      <w:r w:rsidRPr="00FA3779">
        <w:rPr>
          <w:szCs w:val="28"/>
        </w:rPr>
        <w:t xml:space="preserve"> на </w:t>
      </w:r>
      <w:r>
        <w:t>трехлетний</w:t>
      </w:r>
      <w:r w:rsidRPr="00FA3779">
        <w:rPr>
          <w:szCs w:val="28"/>
        </w:rPr>
        <w:t xml:space="preserve"> срок по</w:t>
      </w:r>
      <w:r w:rsidRPr="00FA3779">
        <w:rPr>
          <w:szCs w:val="28"/>
        </w:rPr>
        <w:t>л</w:t>
      </w:r>
      <w:r w:rsidRPr="00FA3779">
        <w:rPr>
          <w:szCs w:val="28"/>
        </w:rPr>
        <w:t xml:space="preserve">номочий мировым судьей судебного участка </w:t>
      </w:r>
      <w:r>
        <w:t xml:space="preserve">№ </w:t>
      </w:r>
      <w:smartTag w:uri="urn:schemas-microsoft-com:office:smarttags" w:element="metricconverter">
        <w:smartTagPr>
          <w:attr w:name="ProductID" w:val="10 г"/>
        </w:smartTagPr>
        <w:r>
          <w:t>10 г</w:t>
        </w:r>
      </w:smartTag>
      <w:r>
        <w:t>. Рыбинска Ярославской области</w:t>
      </w:r>
      <w:r>
        <w:rPr>
          <w:szCs w:val="28"/>
        </w:rPr>
        <w:t>.</w:t>
      </w:r>
    </w:p>
    <w:p w:rsidR="00D81E7F" w:rsidRDefault="00D81E7F" w:rsidP="00BC1DE9">
      <w:pPr>
        <w:ind w:firstLine="709"/>
        <w:jc w:val="both"/>
        <w:rPr>
          <w:sz w:val="28"/>
        </w:rPr>
      </w:pPr>
    </w:p>
    <w:p w:rsidR="00D81E7F" w:rsidRDefault="00D81E7F" w:rsidP="00BC1DE9">
      <w:pPr>
        <w:ind w:firstLine="709"/>
        <w:jc w:val="both"/>
        <w:rPr>
          <w:sz w:val="28"/>
        </w:rPr>
      </w:pPr>
    </w:p>
    <w:p w:rsidR="00D81E7F" w:rsidRDefault="00D81E7F" w:rsidP="00BC1DE9">
      <w:pPr>
        <w:ind w:firstLine="709"/>
        <w:jc w:val="both"/>
        <w:rPr>
          <w:sz w:val="28"/>
        </w:rPr>
      </w:pPr>
    </w:p>
    <w:p w:rsidR="00D81E7F" w:rsidRPr="00F82586" w:rsidRDefault="00D81E7F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D81E7F" w:rsidRPr="00F82586" w:rsidRDefault="00D81E7F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D81E7F" w:rsidRDefault="00D81E7F" w:rsidP="00BC1DE9">
      <w:pPr>
        <w:jc w:val="both"/>
      </w:pPr>
    </w:p>
    <w:sectPr w:rsidR="00D81E7F" w:rsidSect="009D0ACA">
      <w:endnotePr>
        <w:numFmt w:val="decimal"/>
      </w:endnotePr>
      <w:pgSz w:w="11907" w:h="16840" w:code="9"/>
      <w:pgMar w:top="3969" w:right="851" w:bottom="1134" w:left="1701" w:header="397" w:footer="39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1056"/>
    <w:rsid w:val="00086790"/>
    <w:rsid w:val="00103663"/>
    <w:rsid w:val="00127523"/>
    <w:rsid w:val="00206785"/>
    <w:rsid w:val="00211740"/>
    <w:rsid w:val="00215BAE"/>
    <w:rsid w:val="00260523"/>
    <w:rsid w:val="00262580"/>
    <w:rsid w:val="00317A46"/>
    <w:rsid w:val="00322E14"/>
    <w:rsid w:val="00431913"/>
    <w:rsid w:val="00432478"/>
    <w:rsid w:val="00473E42"/>
    <w:rsid w:val="00475537"/>
    <w:rsid w:val="004851EF"/>
    <w:rsid w:val="00494382"/>
    <w:rsid w:val="004A4407"/>
    <w:rsid w:val="0057697A"/>
    <w:rsid w:val="005F3481"/>
    <w:rsid w:val="006F4AF7"/>
    <w:rsid w:val="0071597C"/>
    <w:rsid w:val="007459DC"/>
    <w:rsid w:val="00771364"/>
    <w:rsid w:val="00796CD6"/>
    <w:rsid w:val="007B30A5"/>
    <w:rsid w:val="007B3F83"/>
    <w:rsid w:val="00800219"/>
    <w:rsid w:val="0080676A"/>
    <w:rsid w:val="00852D55"/>
    <w:rsid w:val="008817F5"/>
    <w:rsid w:val="00883129"/>
    <w:rsid w:val="008C71F0"/>
    <w:rsid w:val="00997E0D"/>
    <w:rsid w:val="009C45EB"/>
    <w:rsid w:val="009D0ACA"/>
    <w:rsid w:val="00A1532D"/>
    <w:rsid w:val="00A34F28"/>
    <w:rsid w:val="00AC190A"/>
    <w:rsid w:val="00AF3E15"/>
    <w:rsid w:val="00B424BA"/>
    <w:rsid w:val="00BC1DE9"/>
    <w:rsid w:val="00BD64A1"/>
    <w:rsid w:val="00C2329B"/>
    <w:rsid w:val="00C56E9C"/>
    <w:rsid w:val="00CB6E42"/>
    <w:rsid w:val="00CF51D2"/>
    <w:rsid w:val="00CF58C1"/>
    <w:rsid w:val="00D46786"/>
    <w:rsid w:val="00D659EC"/>
    <w:rsid w:val="00D81E7F"/>
    <w:rsid w:val="00DD0AD6"/>
    <w:rsid w:val="00E67DA2"/>
    <w:rsid w:val="00E73527"/>
    <w:rsid w:val="00EB071D"/>
    <w:rsid w:val="00EF6C0A"/>
    <w:rsid w:val="00F82586"/>
    <w:rsid w:val="00F92803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8C1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58C1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58C1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CF58C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F58C1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CF58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F58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F58C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F58C1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F58C1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24</TotalTime>
  <Pages>1</Pages>
  <Words>115</Words>
  <Characters>660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17</cp:revision>
  <cp:lastPrinted>2010-11-10T06:13:00Z</cp:lastPrinted>
  <dcterms:created xsi:type="dcterms:W3CDTF">2011-05-12T04:59:00Z</dcterms:created>
  <dcterms:modified xsi:type="dcterms:W3CDTF">2011-10-28T05:41:00Z</dcterms:modified>
</cp:coreProperties>
</file>