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0E315D" w:rsidRDefault="001E72D8" w:rsidP="000E315D">
      <w:pPr>
        <w:pStyle w:val="Con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="000E315D">
        <w:rPr>
          <w:rFonts w:ascii="Times New Roman" w:hAnsi="Times New Roman" w:cs="Times New Roman"/>
          <w:sz w:val="28"/>
          <w:szCs w:val="28"/>
        </w:rPr>
        <w:br/>
      </w:r>
      <w:r w:rsidR="008C2562" w:rsidRPr="008C2562">
        <w:rPr>
          <w:rFonts w:ascii="Times New Roman" w:hAnsi="Times New Roman" w:cs="Times New Roman"/>
          <w:bCs/>
          <w:sz w:val="28"/>
          <w:szCs w:val="28"/>
        </w:rPr>
        <w:t>«</w:t>
      </w:r>
      <w:r w:rsidR="000E315D" w:rsidRPr="000E315D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в Закон Ярославской области «Об</w:t>
      </w:r>
      <w:r w:rsidR="000E315D" w:rsidRPr="000E315D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0E315D">
        <w:rPr>
          <w:rFonts w:ascii="Times New Roman" w:hAnsi="Times New Roman" w:cs="Times New Roman"/>
          <w:bCs/>
          <w:sz w:val="28"/>
          <w:szCs w:val="28"/>
        </w:rPr>
        <w:t>дминистративных правонарушениях</w:t>
      </w:r>
      <w:r w:rsidR="008C2562" w:rsidRPr="008C2562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>назначен</w:t>
      </w:r>
      <w:r w:rsidR="008C2562">
        <w:rPr>
          <w:szCs w:val="28"/>
        </w:rPr>
        <w:t xml:space="preserve"> министр</w:t>
      </w:r>
      <w:r w:rsidR="008C2562" w:rsidRPr="008C2562">
        <w:rPr>
          <w:szCs w:val="28"/>
        </w:rPr>
        <w:t xml:space="preserve"> региональной безопасности</w:t>
      </w:r>
      <w:r w:rsidR="00CE48BB" w:rsidRPr="00CE48BB">
        <w:rPr>
          <w:bCs/>
          <w:szCs w:val="28"/>
        </w:rPr>
        <w:t xml:space="preserve"> </w:t>
      </w:r>
      <w:r w:rsidR="00CE48BB">
        <w:rPr>
          <w:bCs/>
          <w:szCs w:val="28"/>
        </w:rPr>
        <w:t xml:space="preserve">Ярославской области </w:t>
      </w:r>
      <w:r w:rsidR="008C2562">
        <w:rPr>
          <w:bCs/>
          <w:szCs w:val="28"/>
        </w:rPr>
        <w:t>Гаврилов С.А.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315D" w:rsidRPr="00346C4A" w:rsidRDefault="000E315D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0E315D" w:rsidRDefault="000E315D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825" w:rsidRDefault="00F97825">
      <w:r>
        <w:separator/>
      </w:r>
    </w:p>
  </w:endnote>
  <w:endnote w:type="continuationSeparator" w:id="0">
    <w:p w:rsidR="00F97825" w:rsidRDefault="00F9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825" w:rsidRDefault="00F97825">
      <w:r>
        <w:separator/>
      </w:r>
    </w:p>
  </w:footnote>
  <w:footnote w:type="continuationSeparator" w:id="0">
    <w:p w:rsidR="00F97825" w:rsidRDefault="00F97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15D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46C4A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832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4443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2562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8BB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97825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791D-9AA7-4811-9FB9-744ED2D2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2025-09-11T13:05:00Z</cp:lastPrinted>
  <dcterms:created xsi:type="dcterms:W3CDTF">2025-10-14T08:12:00Z</dcterms:created>
  <dcterms:modified xsi:type="dcterms:W3CDTF">2025-10-14T08:12:00Z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