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4B4" w:rsidRPr="0073570B" w:rsidRDefault="00A644B4" w:rsidP="00DC6CEF">
      <w:pPr>
        <w:ind w:right="-285"/>
        <w:jc w:val="right"/>
        <w:rPr>
          <w:b/>
          <w:sz w:val="20"/>
        </w:rPr>
      </w:pPr>
      <w:r w:rsidRPr="0073570B">
        <w:rPr>
          <w:b/>
          <w:sz w:val="20"/>
        </w:rPr>
        <w:t>Проект вносит</w:t>
      </w:r>
    </w:p>
    <w:p w:rsidR="00A644B4" w:rsidRPr="0073570B" w:rsidRDefault="00A644B4" w:rsidP="00DC6CEF">
      <w:pPr>
        <w:ind w:right="-285"/>
        <w:jc w:val="right"/>
        <w:rPr>
          <w:b/>
          <w:sz w:val="20"/>
        </w:rPr>
      </w:pPr>
      <w:r w:rsidRPr="0073570B">
        <w:rPr>
          <w:b/>
          <w:sz w:val="20"/>
        </w:rPr>
        <w:t>Губернатор Ярославской области</w:t>
      </w:r>
    </w:p>
    <w:p w:rsidR="00A644B4" w:rsidRPr="0073570B" w:rsidRDefault="00A644B4" w:rsidP="00DC6CEF">
      <w:pPr>
        <w:ind w:right="-285"/>
        <w:jc w:val="right"/>
        <w:rPr>
          <w:b/>
          <w:sz w:val="20"/>
        </w:rPr>
      </w:pPr>
    </w:p>
    <w:p w:rsidR="00EB17A2" w:rsidRPr="0073570B" w:rsidRDefault="00444E2B" w:rsidP="00DC6CEF">
      <w:pPr>
        <w:ind w:right="-285"/>
        <w:jc w:val="right"/>
        <w:rPr>
          <w:b/>
          <w:sz w:val="20"/>
        </w:rPr>
      </w:pPr>
      <w:r w:rsidRPr="0073570B">
        <w:rPr>
          <w:b/>
          <w:sz w:val="20"/>
        </w:rPr>
        <w:t>Евраев</w:t>
      </w:r>
      <w:r w:rsidR="00392725" w:rsidRPr="0073570B">
        <w:rPr>
          <w:b/>
          <w:sz w:val="20"/>
        </w:rPr>
        <w:t xml:space="preserve"> М.Я.</w:t>
      </w:r>
    </w:p>
    <w:p w:rsidR="00EB17A2" w:rsidRPr="00FB041C" w:rsidRDefault="00EB17A2" w:rsidP="00DC6CEF">
      <w:pPr>
        <w:ind w:right="-285"/>
        <w:jc w:val="right"/>
        <w:rPr>
          <w:b/>
          <w:bCs/>
          <w:sz w:val="20"/>
          <w:highlight w:val="yellow"/>
        </w:rPr>
      </w:pPr>
    </w:p>
    <w:p w:rsidR="008D4C30" w:rsidRPr="0064098D" w:rsidRDefault="008D4C30" w:rsidP="00EB17A2">
      <w:pPr>
        <w:jc w:val="right"/>
        <w:rPr>
          <w:b/>
          <w:bCs/>
          <w:sz w:val="20"/>
        </w:rPr>
      </w:pPr>
    </w:p>
    <w:p w:rsidR="00EB17A2" w:rsidRPr="0064098D" w:rsidRDefault="00980CC5" w:rsidP="009408B8">
      <w:pPr>
        <w:ind w:firstLine="0"/>
        <w:jc w:val="center"/>
      </w:pPr>
      <w:r w:rsidRPr="0064098D">
        <w:rPr>
          <w:noProof/>
        </w:rPr>
        <w:drawing>
          <wp:inline distT="0" distB="0" distL="0" distR="0" wp14:anchorId="48A86027" wp14:editId="7E7D8C29">
            <wp:extent cx="1371600" cy="1371600"/>
            <wp:effectExtent l="0" t="0" r="0" b="0"/>
            <wp:docPr id="2" name="Рисунок 2"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ararf_shtrihla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rsidR="00EB17A2" w:rsidRPr="00D75763" w:rsidRDefault="00EB17A2" w:rsidP="009408B8">
      <w:pPr>
        <w:ind w:firstLine="0"/>
        <w:jc w:val="center"/>
        <w:rPr>
          <w:b/>
          <w:bCs/>
          <w:sz w:val="36"/>
        </w:rPr>
      </w:pPr>
      <w:r w:rsidRPr="0064098D">
        <w:rPr>
          <w:b/>
          <w:bCs/>
          <w:sz w:val="36"/>
        </w:rPr>
        <w:t>З А К О Н</w:t>
      </w:r>
    </w:p>
    <w:p w:rsidR="00EB17A2" w:rsidRPr="00D75763" w:rsidRDefault="00EB17A2" w:rsidP="009408B8">
      <w:pPr>
        <w:ind w:firstLine="0"/>
        <w:jc w:val="center"/>
        <w:rPr>
          <w:b/>
          <w:bCs/>
        </w:rPr>
      </w:pPr>
      <w:r w:rsidRPr="00D75763">
        <w:rPr>
          <w:b/>
          <w:bCs/>
        </w:rPr>
        <w:t>ЯРОСЛАВСКОЙ ОБЛАСТИ</w:t>
      </w:r>
    </w:p>
    <w:p w:rsidR="008577E7" w:rsidRPr="00D75763" w:rsidRDefault="008577E7" w:rsidP="009408B8">
      <w:pPr>
        <w:ind w:firstLine="0"/>
        <w:rPr>
          <w:bCs/>
          <w:szCs w:val="28"/>
        </w:rPr>
      </w:pPr>
    </w:p>
    <w:p w:rsidR="00DE503A" w:rsidRPr="009A3F0F" w:rsidRDefault="00DE503A" w:rsidP="004C12A6">
      <w:pPr>
        <w:pStyle w:val="af1"/>
        <w:tabs>
          <w:tab w:val="left" w:pos="709"/>
        </w:tabs>
        <w:jc w:val="center"/>
        <w:rPr>
          <w:b/>
          <w:bCs/>
          <w:sz w:val="28"/>
          <w:szCs w:val="28"/>
        </w:rPr>
      </w:pPr>
      <w:r w:rsidRPr="009A3F0F">
        <w:rPr>
          <w:b/>
          <w:bCs/>
          <w:sz w:val="28"/>
          <w:szCs w:val="28"/>
        </w:rPr>
        <w:t>О внесении изменени</w:t>
      </w:r>
      <w:r w:rsidR="009A3F0F">
        <w:rPr>
          <w:b/>
          <w:bCs/>
          <w:sz w:val="28"/>
          <w:szCs w:val="28"/>
        </w:rPr>
        <w:t>й</w:t>
      </w:r>
      <w:r w:rsidRPr="009A3F0F">
        <w:rPr>
          <w:b/>
          <w:bCs/>
          <w:sz w:val="28"/>
          <w:szCs w:val="28"/>
        </w:rPr>
        <w:t xml:space="preserve"> в Закон Ярославской области </w:t>
      </w:r>
    </w:p>
    <w:p w:rsidR="00DE503A" w:rsidRPr="009A3F0F" w:rsidRDefault="00404DC4" w:rsidP="004C12A6">
      <w:pPr>
        <w:pStyle w:val="af1"/>
        <w:tabs>
          <w:tab w:val="left" w:pos="709"/>
        </w:tabs>
        <w:jc w:val="center"/>
        <w:rPr>
          <w:b/>
          <w:bCs/>
          <w:sz w:val="28"/>
          <w:szCs w:val="28"/>
        </w:rPr>
      </w:pPr>
      <w:r w:rsidRPr="009A3F0F">
        <w:rPr>
          <w:b/>
          <w:bCs/>
          <w:sz w:val="28"/>
          <w:szCs w:val="28"/>
        </w:rPr>
        <w:t>«</w:t>
      </w:r>
      <w:r w:rsidR="0004252B" w:rsidRPr="009A3F0F">
        <w:rPr>
          <w:b/>
          <w:bCs/>
          <w:sz w:val="28"/>
          <w:szCs w:val="28"/>
        </w:rPr>
        <w:t xml:space="preserve">О прогнозном плане (программе) приватизации имущества, </w:t>
      </w:r>
    </w:p>
    <w:p w:rsidR="0011334F" w:rsidRPr="009A3F0F" w:rsidRDefault="0004252B" w:rsidP="004C12A6">
      <w:pPr>
        <w:pStyle w:val="af1"/>
        <w:tabs>
          <w:tab w:val="left" w:pos="709"/>
        </w:tabs>
        <w:jc w:val="center"/>
        <w:rPr>
          <w:b/>
          <w:bCs/>
          <w:sz w:val="28"/>
          <w:szCs w:val="28"/>
        </w:rPr>
      </w:pPr>
      <w:r w:rsidRPr="009A3F0F">
        <w:rPr>
          <w:b/>
          <w:bCs/>
          <w:sz w:val="28"/>
          <w:szCs w:val="28"/>
        </w:rPr>
        <w:t>находящегося в собственности Ярославской области, на 202</w:t>
      </w:r>
      <w:r w:rsidR="0011334F" w:rsidRPr="009A3F0F">
        <w:rPr>
          <w:b/>
          <w:bCs/>
          <w:sz w:val="28"/>
          <w:szCs w:val="28"/>
        </w:rPr>
        <w:t xml:space="preserve">5 год </w:t>
      </w:r>
    </w:p>
    <w:p w:rsidR="00404DC4" w:rsidRPr="00D75763" w:rsidRDefault="0011334F" w:rsidP="004C12A6">
      <w:pPr>
        <w:pStyle w:val="af1"/>
        <w:tabs>
          <w:tab w:val="left" w:pos="709"/>
        </w:tabs>
        <w:jc w:val="center"/>
        <w:rPr>
          <w:b/>
          <w:bCs/>
          <w:sz w:val="28"/>
          <w:szCs w:val="28"/>
        </w:rPr>
      </w:pPr>
      <w:r w:rsidRPr="009A3F0F">
        <w:rPr>
          <w:b/>
          <w:bCs/>
          <w:sz w:val="28"/>
          <w:szCs w:val="28"/>
        </w:rPr>
        <w:t>и на плановый период 2026 и 2027 годов</w:t>
      </w:r>
      <w:r w:rsidR="00404DC4" w:rsidRPr="009A3F0F">
        <w:rPr>
          <w:b/>
          <w:bCs/>
          <w:sz w:val="28"/>
          <w:szCs w:val="28"/>
        </w:rPr>
        <w:t>»</w:t>
      </w:r>
    </w:p>
    <w:p w:rsidR="002E017E" w:rsidRPr="00D75763" w:rsidRDefault="002E017E" w:rsidP="009408B8">
      <w:pPr>
        <w:pStyle w:val="af1"/>
        <w:tabs>
          <w:tab w:val="left" w:pos="709"/>
        </w:tabs>
        <w:jc w:val="center"/>
        <w:rPr>
          <w:sz w:val="28"/>
          <w:szCs w:val="28"/>
        </w:rPr>
      </w:pPr>
    </w:p>
    <w:p w:rsidR="002E017E" w:rsidRPr="00D75763" w:rsidRDefault="002E017E" w:rsidP="00DF51D4">
      <w:pPr>
        <w:pStyle w:val="af1"/>
        <w:tabs>
          <w:tab w:val="left" w:pos="709"/>
        </w:tabs>
        <w:rPr>
          <w:sz w:val="28"/>
          <w:szCs w:val="28"/>
        </w:rPr>
      </w:pPr>
    </w:p>
    <w:p w:rsidR="00EB17A2" w:rsidRPr="00D75763" w:rsidRDefault="00EB17A2" w:rsidP="003001A7">
      <w:pPr>
        <w:tabs>
          <w:tab w:val="left" w:pos="709"/>
        </w:tabs>
        <w:ind w:firstLine="0"/>
        <w:rPr>
          <w:sz w:val="24"/>
        </w:rPr>
      </w:pPr>
      <w:r w:rsidRPr="00D75763">
        <w:rPr>
          <w:sz w:val="24"/>
        </w:rPr>
        <w:t>Принят Ярославской областной Думой</w:t>
      </w:r>
    </w:p>
    <w:p w:rsidR="00EB17A2" w:rsidRPr="00D75763" w:rsidRDefault="00EB17A2" w:rsidP="002D2779">
      <w:pPr>
        <w:tabs>
          <w:tab w:val="left" w:pos="709"/>
        </w:tabs>
        <w:ind w:firstLine="0"/>
        <w:rPr>
          <w:sz w:val="24"/>
        </w:rPr>
      </w:pPr>
      <w:r w:rsidRPr="00D75763">
        <w:rPr>
          <w:sz w:val="24"/>
        </w:rPr>
        <w:t>«____»</w:t>
      </w:r>
      <w:r w:rsidR="00AD6A22">
        <w:rPr>
          <w:sz w:val="24"/>
        </w:rPr>
        <w:t xml:space="preserve"> </w:t>
      </w:r>
      <w:r w:rsidRPr="00D75763">
        <w:rPr>
          <w:sz w:val="24"/>
        </w:rPr>
        <w:t>_____________ 202</w:t>
      </w:r>
      <w:r w:rsidR="00DE503A" w:rsidRPr="00D75763">
        <w:rPr>
          <w:sz w:val="24"/>
        </w:rPr>
        <w:t>5</w:t>
      </w:r>
      <w:r w:rsidRPr="00D75763">
        <w:rPr>
          <w:sz w:val="24"/>
        </w:rPr>
        <w:t xml:space="preserve"> года</w:t>
      </w:r>
    </w:p>
    <w:p w:rsidR="00B00450" w:rsidRPr="00D75763" w:rsidRDefault="00B00450" w:rsidP="003709FE">
      <w:pPr>
        <w:ind w:firstLine="0"/>
        <w:rPr>
          <w:rFonts w:eastAsia="Calibri"/>
          <w:bCs/>
          <w:szCs w:val="28"/>
          <w:lang w:eastAsia="en-US"/>
        </w:rPr>
      </w:pPr>
    </w:p>
    <w:p w:rsidR="0011334F" w:rsidRPr="00D75763" w:rsidRDefault="0011334F" w:rsidP="003709FE">
      <w:pPr>
        <w:ind w:firstLine="0"/>
        <w:rPr>
          <w:rFonts w:eastAsia="Calibri"/>
          <w:bCs/>
          <w:szCs w:val="28"/>
          <w:lang w:eastAsia="en-US"/>
        </w:rPr>
      </w:pPr>
    </w:p>
    <w:p w:rsidR="00781BFE" w:rsidRPr="0019062D" w:rsidRDefault="006A6B28" w:rsidP="0019062D">
      <w:pPr>
        <w:ind w:firstLine="709"/>
        <w:rPr>
          <w:b/>
          <w:bCs/>
          <w:szCs w:val="28"/>
        </w:rPr>
      </w:pPr>
      <w:r w:rsidRPr="00D75763">
        <w:rPr>
          <w:b/>
          <w:bCs/>
          <w:szCs w:val="28"/>
        </w:rPr>
        <w:t xml:space="preserve">Статья </w:t>
      </w:r>
      <w:r w:rsidR="003F132C" w:rsidRPr="00D75763">
        <w:rPr>
          <w:b/>
          <w:bCs/>
          <w:szCs w:val="28"/>
        </w:rPr>
        <w:t>1</w:t>
      </w:r>
    </w:p>
    <w:p w:rsidR="00451FD1" w:rsidRPr="00451FD1" w:rsidRDefault="00451FD1" w:rsidP="00451FD1">
      <w:pPr>
        <w:autoSpaceDE w:val="0"/>
        <w:autoSpaceDN w:val="0"/>
        <w:adjustRightInd w:val="0"/>
        <w:ind w:firstLine="709"/>
        <w:rPr>
          <w:rFonts w:cs="Calibri"/>
          <w:bCs/>
          <w:szCs w:val="28"/>
          <w:lang w:eastAsia="en-US"/>
        </w:rPr>
      </w:pPr>
      <w:r w:rsidRPr="00451FD1">
        <w:rPr>
          <w:rFonts w:cs="Calibri"/>
          <w:bCs/>
          <w:szCs w:val="28"/>
          <w:lang w:eastAsia="en-US"/>
        </w:rPr>
        <w:t xml:space="preserve">Внести в приложение к Закону Ярославской области от 13.12.2024 </w:t>
      </w:r>
      <w:r w:rsidRPr="00451FD1">
        <w:rPr>
          <w:rFonts w:cs="Calibri"/>
          <w:bCs/>
          <w:szCs w:val="28"/>
          <w:lang w:eastAsia="en-US"/>
        </w:rPr>
        <w:br/>
        <w:t xml:space="preserve">№ 93-з «О прогнозном плане (программе) приватизации имущества, находящегося в собственности Ярославской области, на 2025 год и на плановый период 2026 и 2027 годов» (Документ-Регион, 2024, 20 декабря, № 101; </w:t>
      </w:r>
      <w:r>
        <w:rPr>
          <w:rFonts w:cs="Calibri"/>
          <w:bCs/>
          <w:szCs w:val="28"/>
          <w:lang w:eastAsia="en-US"/>
        </w:rPr>
        <w:t>2025, 4 </w:t>
      </w:r>
      <w:r w:rsidRPr="00451FD1">
        <w:rPr>
          <w:rFonts w:cs="Calibri"/>
          <w:bCs/>
          <w:szCs w:val="28"/>
          <w:lang w:eastAsia="en-US"/>
        </w:rPr>
        <w:t>апреля, № 25) следующие изменения:</w:t>
      </w:r>
    </w:p>
    <w:p w:rsidR="00451FD1" w:rsidRPr="00451FD1" w:rsidRDefault="00451FD1" w:rsidP="00451FD1">
      <w:pPr>
        <w:autoSpaceDE w:val="0"/>
        <w:autoSpaceDN w:val="0"/>
        <w:adjustRightInd w:val="0"/>
        <w:ind w:firstLine="709"/>
        <w:rPr>
          <w:rFonts w:cs="Calibri"/>
          <w:bCs/>
          <w:szCs w:val="28"/>
          <w:lang w:eastAsia="en-US"/>
        </w:rPr>
      </w:pPr>
      <w:r w:rsidRPr="00451FD1">
        <w:rPr>
          <w:rFonts w:cs="Calibri"/>
          <w:bCs/>
          <w:szCs w:val="28"/>
          <w:lang w:eastAsia="en-US"/>
        </w:rPr>
        <w:t>1) в разделе 2:</w:t>
      </w:r>
    </w:p>
    <w:p w:rsidR="00451FD1" w:rsidRPr="00451FD1" w:rsidRDefault="00451FD1" w:rsidP="00451FD1">
      <w:pPr>
        <w:autoSpaceDE w:val="0"/>
        <w:autoSpaceDN w:val="0"/>
        <w:adjustRightInd w:val="0"/>
        <w:ind w:firstLine="709"/>
        <w:rPr>
          <w:rFonts w:cs="Calibri"/>
          <w:bCs/>
          <w:szCs w:val="28"/>
          <w:lang w:eastAsia="en-US"/>
        </w:rPr>
      </w:pPr>
      <w:r w:rsidRPr="00451FD1">
        <w:rPr>
          <w:rFonts w:cs="Calibri"/>
          <w:bCs/>
          <w:szCs w:val="28"/>
          <w:lang w:eastAsia="en-US"/>
        </w:rPr>
        <w:t>а) в пункте 30 слова «п. Борок, д. 40» заменить словами «п. Борок, д. 40а»;</w:t>
      </w:r>
    </w:p>
    <w:p w:rsidR="00451FD1" w:rsidRPr="00451FD1" w:rsidRDefault="00451FD1" w:rsidP="00451FD1">
      <w:pPr>
        <w:autoSpaceDE w:val="0"/>
        <w:autoSpaceDN w:val="0"/>
        <w:adjustRightInd w:val="0"/>
        <w:ind w:firstLine="709"/>
        <w:rPr>
          <w:rFonts w:cs="Calibri"/>
          <w:bCs/>
          <w:szCs w:val="28"/>
          <w:lang w:eastAsia="en-US"/>
        </w:rPr>
      </w:pPr>
      <w:r w:rsidRPr="00451FD1">
        <w:rPr>
          <w:rFonts w:cs="Calibri"/>
          <w:bCs/>
          <w:szCs w:val="28"/>
          <w:lang w:eastAsia="en-US"/>
        </w:rPr>
        <w:t>б) в пункте 45 слова «кадастровый номер 76:09:110101:136» заменить словами «кадастровый номер 76:09:100101:136»;</w:t>
      </w:r>
    </w:p>
    <w:p w:rsidR="00451FD1" w:rsidRPr="00451FD1" w:rsidRDefault="00451FD1" w:rsidP="00451FD1">
      <w:pPr>
        <w:autoSpaceDE w:val="0"/>
        <w:autoSpaceDN w:val="0"/>
        <w:adjustRightInd w:val="0"/>
        <w:ind w:firstLine="709"/>
        <w:rPr>
          <w:rFonts w:cs="Calibri"/>
          <w:bCs/>
          <w:szCs w:val="28"/>
          <w:lang w:eastAsia="en-US"/>
        </w:rPr>
      </w:pPr>
      <w:r w:rsidRPr="00451FD1">
        <w:rPr>
          <w:rFonts w:cs="Calibri"/>
          <w:bCs/>
          <w:szCs w:val="28"/>
          <w:lang w:eastAsia="en-US"/>
        </w:rPr>
        <w:t>в) дополнить пунктами 59 – 8</w:t>
      </w:r>
      <w:r w:rsidR="00C15059">
        <w:rPr>
          <w:rFonts w:cs="Calibri"/>
          <w:bCs/>
          <w:szCs w:val="28"/>
          <w:lang w:eastAsia="en-US"/>
        </w:rPr>
        <w:t>4</w:t>
      </w:r>
      <w:r w:rsidRPr="00451FD1">
        <w:rPr>
          <w:rFonts w:cs="Calibri"/>
          <w:bCs/>
          <w:szCs w:val="28"/>
          <w:lang w:eastAsia="en-US"/>
        </w:rPr>
        <w:t xml:space="preserve"> следующего содержания:</w:t>
      </w:r>
    </w:p>
    <w:tbl>
      <w:tblPr>
        <w:tblStyle w:val="4"/>
        <w:tblW w:w="10348" w:type="dxa"/>
        <w:tblLayout w:type="fixed"/>
        <w:tblLook w:val="04A0" w:firstRow="1" w:lastRow="0" w:firstColumn="1" w:lastColumn="0" w:noHBand="0" w:noVBand="1"/>
      </w:tblPr>
      <w:tblGrid>
        <w:gridCol w:w="284"/>
        <w:gridCol w:w="567"/>
        <w:gridCol w:w="3260"/>
        <w:gridCol w:w="3544"/>
        <w:gridCol w:w="1701"/>
        <w:gridCol w:w="992"/>
      </w:tblGrid>
      <w:tr w:rsidR="00451FD1" w:rsidRPr="00451FD1" w:rsidTr="00B45BBB">
        <w:tc>
          <w:tcPr>
            <w:tcW w:w="284" w:type="dxa"/>
            <w:tcBorders>
              <w:top w:val="nil"/>
              <w:left w:val="nil"/>
              <w:bottom w:val="nil"/>
              <w:right w:val="single" w:sz="4" w:space="0" w:color="auto"/>
            </w:tcBorders>
          </w:tcPr>
          <w:p w:rsidR="00451FD1" w:rsidRPr="00451FD1" w:rsidRDefault="00451FD1" w:rsidP="00451FD1">
            <w:pPr>
              <w:ind w:left="-254" w:firstLine="111"/>
              <w:jc w:val="center"/>
              <w:rPr>
                <w:szCs w:val="28"/>
              </w:rPr>
            </w:pPr>
            <w:r w:rsidRPr="00451FD1">
              <w:rPr>
                <w:szCs w:val="28"/>
              </w:rPr>
              <w:t>«</w:t>
            </w: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59</w:t>
            </w:r>
          </w:p>
        </w:tc>
        <w:tc>
          <w:tcPr>
            <w:tcW w:w="3260" w:type="dxa"/>
          </w:tcPr>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r w:rsidRPr="00451FD1">
              <w:rPr>
                <w:color w:val="000000"/>
                <w:kern w:val="2"/>
                <w:szCs w:val="28"/>
              </w:rPr>
              <w:t xml:space="preserve">Нежилое здание, </w:t>
            </w: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r w:rsidRPr="00451FD1">
              <w:rPr>
                <w:color w:val="000000"/>
                <w:kern w:val="2"/>
                <w:szCs w:val="28"/>
              </w:rPr>
              <w:t>кадастровый номер 76:02:020101:847</w:t>
            </w:r>
          </w:p>
          <w:p w:rsidR="00451FD1" w:rsidRPr="00451FD1" w:rsidRDefault="00451FD1" w:rsidP="00451FD1">
            <w:pPr>
              <w:autoSpaceDE w:val="0"/>
              <w:autoSpaceDN w:val="0"/>
              <w:adjustRightInd w:val="0"/>
              <w:ind w:firstLine="0"/>
              <w:jc w:val="left"/>
              <w:rPr>
                <w:color w:val="000000"/>
                <w:kern w:val="2"/>
                <w:szCs w:val="28"/>
              </w:rPr>
            </w:pP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r w:rsidRPr="00451FD1">
              <w:rPr>
                <w:color w:val="000000"/>
                <w:kern w:val="2"/>
                <w:szCs w:val="28"/>
              </w:rPr>
              <w:t xml:space="preserve">с земельным участком, </w:t>
            </w: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r w:rsidRPr="00451FD1">
              <w:rPr>
                <w:color w:val="000000"/>
                <w:kern w:val="2"/>
                <w:szCs w:val="28"/>
              </w:rPr>
              <w:t>кадастровый номер 76:02:020101:1224</w:t>
            </w: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p>
        </w:tc>
        <w:tc>
          <w:tcPr>
            <w:tcW w:w="3544" w:type="dxa"/>
          </w:tcPr>
          <w:p w:rsidR="00451FD1" w:rsidRPr="00451FD1" w:rsidRDefault="00451FD1" w:rsidP="00451FD1">
            <w:pPr>
              <w:ind w:firstLine="0"/>
              <w:jc w:val="left"/>
              <w:rPr>
                <w:color w:val="000000"/>
                <w:kern w:val="2"/>
                <w:szCs w:val="28"/>
              </w:rPr>
            </w:pPr>
            <w:r w:rsidRPr="00451FD1">
              <w:rPr>
                <w:color w:val="000000"/>
                <w:kern w:val="2"/>
                <w:szCs w:val="28"/>
              </w:rPr>
              <w:t xml:space="preserve">Ярославская область, </w:t>
            </w:r>
          </w:p>
          <w:p w:rsidR="00451FD1" w:rsidRDefault="00451FD1" w:rsidP="00451FD1">
            <w:pPr>
              <w:ind w:firstLine="0"/>
              <w:jc w:val="left"/>
              <w:rPr>
                <w:color w:val="000000"/>
                <w:kern w:val="2"/>
                <w:szCs w:val="28"/>
              </w:rPr>
            </w:pPr>
            <w:r w:rsidRPr="00451FD1">
              <w:rPr>
                <w:color w:val="000000"/>
                <w:kern w:val="2"/>
                <w:szCs w:val="28"/>
              </w:rPr>
              <w:t xml:space="preserve">Борисоглебский район, </w:t>
            </w:r>
          </w:p>
          <w:p w:rsidR="00451FD1" w:rsidRPr="00451FD1" w:rsidRDefault="00451FD1" w:rsidP="00451FD1">
            <w:pPr>
              <w:ind w:firstLine="0"/>
              <w:jc w:val="left"/>
              <w:rPr>
                <w:color w:val="000000"/>
                <w:kern w:val="2"/>
                <w:szCs w:val="28"/>
              </w:rPr>
            </w:pPr>
            <w:r w:rsidRPr="00451FD1">
              <w:rPr>
                <w:color w:val="000000"/>
                <w:kern w:val="2"/>
                <w:szCs w:val="28"/>
              </w:rPr>
              <w:t xml:space="preserve">с. Вощажниково, </w:t>
            </w:r>
          </w:p>
          <w:p w:rsidR="00451FD1" w:rsidRPr="00451FD1" w:rsidRDefault="00451FD1" w:rsidP="00451FD1">
            <w:pPr>
              <w:ind w:firstLine="0"/>
              <w:jc w:val="left"/>
              <w:rPr>
                <w:color w:val="000000"/>
                <w:kern w:val="2"/>
                <w:szCs w:val="28"/>
              </w:rPr>
            </w:pPr>
            <w:r w:rsidRPr="00451FD1">
              <w:rPr>
                <w:color w:val="000000"/>
                <w:kern w:val="2"/>
                <w:szCs w:val="28"/>
              </w:rPr>
              <w:t>ул. Советская, д. 37</w:t>
            </w:r>
          </w:p>
          <w:p w:rsidR="00451FD1" w:rsidRPr="00451FD1" w:rsidRDefault="00451FD1" w:rsidP="00451FD1">
            <w:pPr>
              <w:ind w:firstLine="0"/>
              <w:jc w:val="left"/>
              <w:rPr>
                <w:color w:val="000000"/>
                <w:kern w:val="2"/>
                <w:szCs w:val="28"/>
              </w:rPr>
            </w:pPr>
          </w:p>
          <w:p w:rsidR="00451FD1" w:rsidRPr="00451FD1" w:rsidRDefault="00451FD1" w:rsidP="00451FD1">
            <w:pPr>
              <w:ind w:firstLine="0"/>
              <w:jc w:val="left"/>
              <w:rPr>
                <w:color w:val="000000"/>
                <w:kern w:val="2"/>
                <w:szCs w:val="28"/>
              </w:rPr>
            </w:pPr>
            <w:r w:rsidRPr="00451FD1">
              <w:rPr>
                <w:color w:val="000000"/>
                <w:kern w:val="2"/>
                <w:szCs w:val="28"/>
              </w:rPr>
              <w:t xml:space="preserve">Ярославская область, </w:t>
            </w:r>
          </w:p>
          <w:p w:rsidR="00451FD1" w:rsidRPr="00451FD1" w:rsidRDefault="00451FD1" w:rsidP="00451FD1">
            <w:pPr>
              <w:ind w:firstLine="0"/>
              <w:jc w:val="left"/>
              <w:rPr>
                <w:color w:val="000000"/>
                <w:kern w:val="2"/>
                <w:szCs w:val="28"/>
              </w:rPr>
            </w:pPr>
            <w:r w:rsidRPr="00451FD1">
              <w:rPr>
                <w:color w:val="000000"/>
                <w:kern w:val="2"/>
                <w:szCs w:val="28"/>
              </w:rPr>
              <w:t xml:space="preserve">Борисоглебский муниципальный район, Вощажниковское сельское поселение, с. Вощажниково, </w:t>
            </w:r>
          </w:p>
          <w:p w:rsidR="00451FD1" w:rsidRPr="00451FD1" w:rsidRDefault="00451FD1" w:rsidP="00451FD1">
            <w:pPr>
              <w:ind w:firstLine="0"/>
              <w:jc w:val="left"/>
              <w:rPr>
                <w:color w:val="000000"/>
                <w:kern w:val="2"/>
                <w:szCs w:val="28"/>
              </w:rPr>
            </w:pPr>
            <w:r w:rsidRPr="00451FD1">
              <w:rPr>
                <w:color w:val="000000"/>
                <w:kern w:val="2"/>
                <w:szCs w:val="28"/>
              </w:rPr>
              <w:lastRenderedPageBreak/>
              <w:t>ул. Советская, земельный участок 37</w:t>
            </w:r>
          </w:p>
        </w:tc>
        <w:tc>
          <w:tcPr>
            <w:tcW w:w="1701" w:type="dxa"/>
            <w:tcBorders>
              <w:right w:val="single" w:sz="4" w:space="0" w:color="auto"/>
            </w:tcBorders>
          </w:tcPr>
          <w:p w:rsidR="00451FD1" w:rsidRPr="00451FD1" w:rsidRDefault="00451FD1" w:rsidP="00451FD1">
            <w:pPr>
              <w:tabs>
                <w:tab w:val="center" w:pos="4677"/>
                <w:tab w:val="right" w:pos="9355"/>
              </w:tabs>
              <w:ind w:firstLine="0"/>
              <w:jc w:val="left"/>
              <w:rPr>
                <w:kern w:val="2"/>
                <w:szCs w:val="28"/>
              </w:rPr>
            </w:pPr>
            <w:r w:rsidRPr="00451FD1">
              <w:rPr>
                <w:kern w:val="2"/>
                <w:szCs w:val="28"/>
              </w:rPr>
              <w:lastRenderedPageBreak/>
              <w:t>нежилое здание</w:t>
            </w: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60</w:t>
            </w:r>
          </w:p>
        </w:tc>
        <w:tc>
          <w:tcPr>
            <w:tcW w:w="3260" w:type="dxa"/>
          </w:tcPr>
          <w:p w:rsidR="00451FD1" w:rsidRPr="00451FD1" w:rsidRDefault="00B3655D" w:rsidP="00451FD1">
            <w:pPr>
              <w:autoSpaceDE w:val="0"/>
              <w:autoSpaceDN w:val="0"/>
              <w:adjustRightInd w:val="0"/>
              <w:ind w:firstLine="0"/>
              <w:jc w:val="left"/>
              <w:rPr>
                <w:kern w:val="2"/>
                <w:szCs w:val="28"/>
              </w:rPr>
            </w:pPr>
            <w:r>
              <w:rPr>
                <w:kern w:val="2"/>
                <w:szCs w:val="28"/>
              </w:rPr>
              <w:t>П</w:t>
            </w:r>
            <w:r w:rsidR="00451FD1" w:rsidRPr="00451FD1">
              <w:rPr>
                <w:kern w:val="2"/>
                <w:szCs w:val="28"/>
              </w:rPr>
              <w:t xml:space="preserve">омещение </w:t>
            </w:r>
            <w:r w:rsidR="00451FD1" w:rsidRPr="00451FD1">
              <w:rPr>
                <w:kern w:val="2"/>
                <w:szCs w:val="28"/>
                <w:lang w:val="en-US"/>
              </w:rPr>
              <w:t>VI</w:t>
            </w:r>
            <w:r w:rsidR="00451FD1" w:rsidRPr="00451FD1">
              <w:rPr>
                <w:kern w:val="2"/>
                <w:szCs w:val="28"/>
              </w:rPr>
              <w:t xml:space="preserve">, </w:t>
            </w:r>
          </w:p>
          <w:p w:rsidR="00451FD1" w:rsidRPr="00451FD1" w:rsidRDefault="00451FD1" w:rsidP="00451FD1">
            <w:pPr>
              <w:autoSpaceDE w:val="0"/>
              <w:autoSpaceDN w:val="0"/>
              <w:adjustRightInd w:val="0"/>
              <w:ind w:firstLine="0"/>
              <w:jc w:val="left"/>
              <w:rPr>
                <w:kern w:val="2"/>
                <w:szCs w:val="28"/>
                <w:vertAlign w:val="superscript"/>
              </w:rPr>
            </w:pPr>
            <w:r w:rsidRPr="00451FD1">
              <w:rPr>
                <w:kern w:val="2"/>
                <w:szCs w:val="28"/>
              </w:rPr>
              <w:t>кадастровый номер 76:02:010101:765</w:t>
            </w:r>
            <w:r w:rsidRPr="00451FD1">
              <w:rPr>
                <w:kern w:val="2"/>
                <w:szCs w:val="28"/>
                <w:vertAlign w:val="superscript"/>
              </w:rPr>
              <w:t>1</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Default="00451FD1" w:rsidP="00451FD1">
            <w:pPr>
              <w:ind w:firstLine="0"/>
              <w:jc w:val="left"/>
              <w:rPr>
                <w:kern w:val="2"/>
                <w:szCs w:val="28"/>
              </w:rPr>
            </w:pPr>
            <w:r w:rsidRPr="00451FD1">
              <w:rPr>
                <w:kern w:val="2"/>
                <w:szCs w:val="28"/>
              </w:rPr>
              <w:t xml:space="preserve">Борисоглебский район, </w:t>
            </w:r>
          </w:p>
          <w:p w:rsidR="00451FD1" w:rsidRPr="00451FD1" w:rsidRDefault="00451FD1" w:rsidP="00451FD1">
            <w:pPr>
              <w:ind w:firstLine="0"/>
              <w:jc w:val="left"/>
              <w:rPr>
                <w:kern w:val="2"/>
                <w:szCs w:val="28"/>
              </w:rPr>
            </w:pPr>
            <w:r w:rsidRPr="00451FD1">
              <w:rPr>
                <w:kern w:val="2"/>
                <w:szCs w:val="28"/>
              </w:rPr>
              <w:t>с. Высоково (Высоковская с/а), ул. Центральная, д. 18</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 xml:space="preserve">нежилое </w:t>
            </w:r>
          </w:p>
          <w:p w:rsidR="00451FD1" w:rsidRPr="00451FD1" w:rsidRDefault="00451FD1" w:rsidP="00451FD1">
            <w:pPr>
              <w:ind w:firstLine="0"/>
              <w:jc w:val="left"/>
              <w:rPr>
                <w:kern w:val="2"/>
                <w:szCs w:val="28"/>
              </w:rPr>
            </w:pPr>
            <w:r w:rsidRPr="00451FD1">
              <w:rPr>
                <w:kern w:val="2"/>
                <w:szCs w:val="28"/>
              </w:rPr>
              <w:t>помещение</w:t>
            </w: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61</w:t>
            </w:r>
          </w:p>
        </w:tc>
        <w:tc>
          <w:tcPr>
            <w:tcW w:w="3260" w:type="dxa"/>
          </w:tcPr>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r w:rsidRPr="00451FD1">
              <w:rPr>
                <w:color w:val="000000"/>
                <w:kern w:val="2"/>
                <w:szCs w:val="28"/>
              </w:rPr>
              <w:t xml:space="preserve">Нежилое здание, </w:t>
            </w: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r w:rsidRPr="00451FD1">
              <w:rPr>
                <w:color w:val="000000"/>
                <w:kern w:val="2"/>
                <w:szCs w:val="28"/>
              </w:rPr>
              <w:t>кадастровый номер 76:02:071501:198</w:t>
            </w:r>
          </w:p>
          <w:p w:rsidR="00451FD1" w:rsidRPr="00451FD1" w:rsidRDefault="00451FD1" w:rsidP="00451FD1">
            <w:pPr>
              <w:autoSpaceDE w:val="0"/>
              <w:autoSpaceDN w:val="0"/>
              <w:adjustRightInd w:val="0"/>
              <w:ind w:firstLine="0"/>
              <w:jc w:val="left"/>
              <w:rPr>
                <w:color w:val="000000"/>
                <w:kern w:val="2"/>
                <w:szCs w:val="28"/>
              </w:rPr>
            </w:pP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r w:rsidRPr="00451FD1">
              <w:rPr>
                <w:color w:val="000000"/>
                <w:kern w:val="2"/>
                <w:szCs w:val="28"/>
              </w:rPr>
              <w:t xml:space="preserve">с земельным участком, </w:t>
            </w: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r w:rsidRPr="00451FD1">
              <w:rPr>
                <w:color w:val="000000"/>
                <w:kern w:val="2"/>
                <w:szCs w:val="28"/>
              </w:rPr>
              <w:t>кадастровый номер 76:02:010101:144</w:t>
            </w:r>
          </w:p>
          <w:p w:rsidR="00451FD1" w:rsidRPr="00451FD1" w:rsidRDefault="00451FD1" w:rsidP="00451FD1">
            <w:pPr>
              <w:tabs>
                <w:tab w:val="center" w:pos="4677"/>
                <w:tab w:val="right" w:pos="9355"/>
              </w:tabs>
              <w:autoSpaceDE w:val="0"/>
              <w:autoSpaceDN w:val="0"/>
              <w:adjustRightInd w:val="0"/>
              <w:ind w:firstLine="0"/>
              <w:jc w:val="left"/>
              <w:rPr>
                <w:color w:val="000000"/>
                <w:kern w:val="2"/>
                <w:szCs w:val="28"/>
              </w:rPr>
            </w:pPr>
          </w:p>
        </w:tc>
        <w:tc>
          <w:tcPr>
            <w:tcW w:w="3544" w:type="dxa"/>
          </w:tcPr>
          <w:p w:rsidR="00451FD1" w:rsidRPr="00451FD1" w:rsidRDefault="00451FD1" w:rsidP="00451FD1">
            <w:pPr>
              <w:ind w:firstLine="0"/>
              <w:jc w:val="left"/>
              <w:rPr>
                <w:color w:val="000000"/>
                <w:kern w:val="2"/>
                <w:szCs w:val="28"/>
              </w:rPr>
            </w:pPr>
            <w:r w:rsidRPr="00451FD1">
              <w:rPr>
                <w:color w:val="000000"/>
                <w:kern w:val="2"/>
                <w:szCs w:val="28"/>
              </w:rPr>
              <w:t xml:space="preserve">Ярославская область, </w:t>
            </w:r>
          </w:p>
          <w:p w:rsidR="00451FD1" w:rsidRPr="00451FD1" w:rsidRDefault="00451FD1" w:rsidP="00451FD1">
            <w:pPr>
              <w:ind w:firstLine="0"/>
              <w:jc w:val="left"/>
              <w:rPr>
                <w:color w:val="000000"/>
                <w:kern w:val="2"/>
                <w:szCs w:val="28"/>
              </w:rPr>
            </w:pPr>
            <w:r w:rsidRPr="00451FD1">
              <w:rPr>
                <w:color w:val="000000"/>
                <w:kern w:val="2"/>
                <w:szCs w:val="28"/>
              </w:rPr>
              <w:t>Борисоглебский район, д. Инальцино, ул. Новая, д. 20</w:t>
            </w:r>
          </w:p>
          <w:p w:rsidR="00451FD1" w:rsidRPr="00451FD1" w:rsidRDefault="00451FD1" w:rsidP="00451FD1">
            <w:pPr>
              <w:ind w:firstLine="0"/>
              <w:jc w:val="left"/>
              <w:rPr>
                <w:color w:val="000000"/>
                <w:kern w:val="2"/>
                <w:szCs w:val="28"/>
              </w:rPr>
            </w:pPr>
          </w:p>
          <w:p w:rsidR="00451FD1" w:rsidRPr="00451FD1" w:rsidRDefault="00451FD1" w:rsidP="00451FD1">
            <w:pPr>
              <w:ind w:firstLine="0"/>
              <w:jc w:val="left"/>
              <w:rPr>
                <w:color w:val="000000"/>
                <w:kern w:val="2"/>
                <w:szCs w:val="28"/>
              </w:rPr>
            </w:pPr>
            <w:r w:rsidRPr="00451FD1">
              <w:rPr>
                <w:color w:val="000000"/>
                <w:kern w:val="2"/>
                <w:szCs w:val="28"/>
              </w:rPr>
              <w:t xml:space="preserve">Ярославская область, </w:t>
            </w:r>
          </w:p>
          <w:p w:rsidR="00451FD1" w:rsidRPr="00451FD1" w:rsidRDefault="00451FD1" w:rsidP="00451FD1">
            <w:pPr>
              <w:ind w:firstLine="0"/>
              <w:jc w:val="left"/>
              <w:rPr>
                <w:color w:val="000000"/>
                <w:kern w:val="2"/>
                <w:szCs w:val="28"/>
              </w:rPr>
            </w:pPr>
            <w:r w:rsidRPr="00451FD1">
              <w:rPr>
                <w:color w:val="000000"/>
                <w:kern w:val="2"/>
                <w:szCs w:val="28"/>
              </w:rPr>
              <w:t>Борисоглебский район, д. Инальцино, ул. Новая, д. 20</w:t>
            </w:r>
          </w:p>
        </w:tc>
        <w:tc>
          <w:tcPr>
            <w:tcW w:w="1701" w:type="dxa"/>
            <w:tcBorders>
              <w:right w:val="single" w:sz="4" w:space="0" w:color="auto"/>
            </w:tcBorders>
          </w:tcPr>
          <w:p w:rsidR="00451FD1" w:rsidRPr="00451FD1" w:rsidRDefault="00451FD1" w:rsidP="00451FD1">
            <w:pPr>
              <w:tabs>
                <w:tab w:val="center" w:pos="4677"/>
                <w:tab w:val="right" w:pos="9355"/>
              </w:tabs>
              <w:ind w:firstLine="0"/>
              <w:jc w:val="left"/>
              <w:rPr>
                <w:kern w:val="2"/>
                <w:szCs w:val="28"/>
              </w:rPr>
            </w:pPr>
            <w:r w:rsidRPr="00451FD1">
              <w:rPr>
                <w:kern w:val="2"/>
                <w:szCs w:val="28"/>
              </w:rPr>
              <w:t>нежилое здание</w:t>
            </w: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62</w:t>
            </w:r>
          </w:p>
        </w:tc>
        <w:tc>
          <w:tcPr>
            <w:tcW w:w="3260" w:type="dxa"/>
          </w:tcPr>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Здание сарая,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76:02:030101:325</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 земельным участком,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76:02:030101:197</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Борисоглебский район, с. Высоково </w:t>
            </w:r>
            <w:r>
              <w:rPr>
                <w:kern w:val="2"/>
                <w:szCs w:val="28"/>
              </w:rPr>
              <w:br/>
            </w:r>
            <w:r w:rsidRPr="00451FD1">
              <w:rPr>
                <w:kern w:val="2"/>
                <w:szCs w:val="28"/>
              </w:rPr>
              <w:t>(Высоковская с/а)</w:t>
            </w:r>
          </w:p>
          <w:p w:rsidR="00451FD1" w:rsidRPr="00451FD1" w:rsidRDefault="00451FD1" w:rsidP="00451FD1">
            <w:pPr>
              <w:ind w:firstLine="0"/>
              <w:jc w:val="left"/>
              <w:rPr>
                <w:kern w:val="2"/>
                <w:szCs w:val="28"/>
              </w:rPr>
            </w:pPr>
          </w:p>
          <w:p w:rsidR="00451FD1" w:rsidRDefault="00451FD1" w:rsidP="00451FD1">
            <w:pPr>
              <w:ind w:firstLine="0"/>
              <w:jc w:val="left"/>
              <w:rPr>
                <w:kern w:val="2"/>
                <w:szCs w:val="28"/>
              </w:rPr>
            </w:pPr>
            <w:r w:rsidRPr="00451FD1">
              <w:rPr>
                <w:kern w:val="2"/>
                <w:szCs w:val="28"/>
              </w:rPr>
              <w:t xml:space="preserve">местоположение установлено относительно ориентира, расположенного в границах участка. Почтовый адрес ориентира: </w:t>
            </w: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right="-110" w:firstLine="0"/>
              <w:jc w:val="left"/>
              <w:rPr>
                <w:kern w:val="2"/>
                <w:szCs w:val="28"/>
              </w:rPr>
            </w:pPr>
            <w:r w:rsidRPr="00451FD1">
              <w:rPr>
                <w:kern w:val="2"/>
                <w:szCs w:val="28"/>
              </w:rPr>
              <w:t xml:space="preserve">Борисоглебский район, с. Высоково </w:t>
            </w:r>
            <w:r>
              <w:rPr>
                <w:kern w:val="2"/>
                <w:szCs w:val="28"/>
              </w:rPr>
              <w:br/>
            </w:r>
            <w:r w:rsidRPr="00451FD1">
              <w:rPr>
                <w:kern w:val="2"/>
                <w:szCs w:val="28"/>
              </w:rPr>
              <w:t>(Высоковская с/а)</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63</w:t>
            </w:r>
          </w:p>
        </w:tc>
        <w:tc>
          <w:tcPr>
            <w:tcW w:w="3260" w:type="dxa"/>
          </w:tcPr>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Нежилое здание,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76:02:020201:380</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 земельным участком,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76:02:020201:213</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Борисоглебский район, д. Юркино, </w:t>
            </w:r>
          </w:p>
          <w:p w:rsidR="00451FD1" w:rsidRPr="00451FD1" w:rsidRDefault="00451FD1" w:rsidP="00451FD1">
            <w:pPr>
              <w:ind w:firstLine="0"/>
              <w:jc w:val="left"/>
              <w:rPr>
                <w:kern w:val="2"/>
                <w:szCs w:val="28"/>
              </w:rPr>
            </w:pPr>
            <w:r w:rsidRPr="00451FD1">
              <w:rPr>
                <w:kern w:val="2"/>
                <w:szCs w:val="28"/>
              </w:rPr>
              <w:t>ул. Транспортная, д. 6</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Борисоглебский район, д. Юркино, </w:t>
            </w:r>
          </w:p>
          <w:p w:rsidR="00451FD1" w:rsidRPr="00451FD1" w:rsidRDefault="00451FD1" w:rsidP="00451FD1">
            <w:pPr>
              <w:ind w:firstLine="0"/>
              <w:jc w:val="left"/>
              <w:rPr>
                <w:kern w:val="2"/>
                <w:szCs w:val="28"/>
              </w:rPr>
            </w:pPr>
            <w:r w:rsidRPr="00451FD1">
              <w:rPr>
                <w:kern w:val="2"/>
                <w:szCs w:val="28"/>
              </w:rPr>
              <w:t>ул. Транспортная, д. 6</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64</w:t>
            </w:r>
          </w:p>
        </w:tc>
        <w:tc>
          <w:tcPr>
            <w:tcW w:w="3260" w:type="dxa"/>
          </w:tcPr>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Нежилое здание,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76:09:160103:142</w:t>
            </w:r>
            <w:r w:rsidRPr="00451FD1">
              <w:rPr>
                <w:kern w:val="2"/>
                <w:szCs w:val="28"/>
                <w:vertAlign w:val="superscript"/>
              </w:rPr>
              <w:t>1</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 земельным участком, </w:t>
            </w:r>
          </w:p>
          <w:p w:rsidR="00451FD1" w:rsidRPr="00451FD1" w:rsidRDefault="00451FD1" w:rsidP="00451FD1">
            <w:pPr>
              <w:autoSpaceDE w:val="0"/>
              <w:autoSpaceDN w:val="0"/>
              <w:adjustRightInd w:val="0"/>
              <w:ind w:firstLine="0"/>
              <w:jc w:val="left"/>
              <w:rPr>
                <w:kern w:val="2"/>
                <w:szCs w:val="28"/>
              </w:rPr>
            </w:pPr>
            <w:r w:rsidRPr="00451FD1">
              <w:rPr>
                <w:kern w:val="2"/>
                <w:szCs w:val="28"/>
              </w:rPr>
              <w:lastRenderedPageBreak/>
              <w:t>кадастровый номер 76:09:160103:121</w:t>
            </w:r>
          </w:p>
        </w:tc>
        <w:tc>
          <w:tcPr>
            <w:tcW w:w="3544" w:type="dxa"/>
          </w:tcPr>
          <w:p w:rsidR="00451FD1" w:rsidRPr="00451FD1" w:rsidRDefault="00451FD1" w:rsidP="00451FD1">
            <w:pPr>
              <w:ind w:firstLine="0"/>
              <w:jc w:val="left"/>
              <w:rPr>
                <w:kern w:val="2"/>
                <w:szCs w:val="28"/>
              </w:rPr>
            </w:pPr>
            <w:r w:rsidRPr="00451FD1">
              <w:rPr>
                <w:kern w:val="2"/>
                <w:szCs w:val="28"/>
              </w:rPr>
              <w:lastRenderedPageBreak/>
              <w:t xml:space="preserve">Ярославская область, Некрасовский район, </w:t>
            </w:r>
          </w:p>
          <w:p w:rsidR="00451FD1" w:rsidRPr="00DD5319" w:rsidRDefault="00451FD1" w:rsidP="00451FD1">
            <w:pPr>
              <w:ind w:firstLine="0"/>
              <w:jc w:val="left"/>
              <w:rPr>
                <w:kern w:val="2"/>
                <w:szCs w:val="28"/>
              </w:rPr>
            </w:pPr>
            <w:r w:rsidRPr="00DD5319">
              <w:rPr>
                <w:kern w:val="2"/>
                <w:szCs w:val="28"/>
              </w:rPr>
              <w:t>рабочий поселок Некрасовское, ул. Советская, д. 51</w:t>
            </w:r>
          </w:p>
          <w:p w:rsidR="00451FD1" w:rsidRPr="00DD5319" w:rsidRDefault="00451FD1" w:rsidP="00451FD1">
            <w:pPr>
              <w:ind w:firstLine="0"/>
              <w:jc w:val="left"/>
              <w:rPr>
                <w:kern w:val="2"/>
                <w:szCs w:val="28"/>
              </w:rPr>
            </w:pPr>
          </w:p>
          <w:p w:rsidR="00451FD1" w:rsidRPr="00DD5319" w:rsidRDefault="00451FD1" w:rsidP="00451FD1">
            <w:pPr>
              <w:ind w:firstLine="0"/>
              <w:jc w:val="left"/>
              <w:rPr>
                <w:kern w:val="2"/>
                <w:szCs w:val="28"/>
              </w:rPr>
            </w:pPr>
            <w:r w:rsidRPr="00DD5319">
              <w:rPr>
                <w:kern w:val="2"/>
                <w:szCs w:val="28"/>
              </w:rPr>
              <w:t xml:space="preserve">Ярославская область, </w:t>
            </w:r>
          </w:p>
          <w:p w:rsidR="00451FD1" w:rsidRPr="00DD5319" w:rsidRDefault="00451FD1" w:rsidP="00451FD1">
            <w:pPr>
              <w:ind w:firstLine="0"/>
              <w:jc w:val="left"/>
              <w:rPr>
                <w:kern w:val="2"/>
                <w:szCs w:val="28"/>
              </w:rPr>
            </w:pPr>
            <w:r w:rsidRPr="00DD5319">
              <w:rPr>
                <w:kern w:val="2"/>
                <w:szCs w:val="28"/>
              </w:rPr>
              <w:t xml:space="preserve">Некрасовский район, </w:t>
            </w:r>
          </w:p>
          <w:p w:rsidR="00451FD1" w:rsidRPr="00451FD1" w:rsidRDefault="00451FD1" w:rsidP="00451FD1">
            <w:pPr>
              <w:ind w:firstLine="0"/>
              <w:jc w:val="left"/>
              <w:rPr>
                <w:kern w:val="2"/>
                <w:szCs w:val="28"/>
              </w:rPr>
            </w:pPr>
            <w:r w:rsidRPr="00DD5319">
              <w:rPr>
                <w:kern w:val="2"/>
                <w:szCs w:val="28"/>
              </w:rPr>
              <w:lastRenderedPageBreak/>
              <w:t>п. Некрасовское</w:t>
            </w:r>
            <w:r w:rsidRPr="00451FD1">
              <w:rPr>
                <w:kern w:val="2"/>
                <w:szCs w:val="28"/>
              </w:rPr>
              <w:t xml:space="preserve">, </w:t>
            </w:r>
          </w:p>
          <w:p w:rsidR="00451FD1" w:rsidRPr="00451FD1" w:rsidRDefault="00451FD1" w:rsidP="00451FD1">
            <w:pPr>
              <w:ind w:firstLine="0"/>
              <w:jc w:val="left"/>
              <w:rPr>
                <w:kern w:val="2"/>
                <w:szCs w:val="28"/>
              </w:rPr>
            </w:pPr>
            <w:r w:rsidRPr="00451FD1">
              <w:rPr>
                <w:kern w:val="2"/>
                <w:szCs w:val="28"/>
              </w:rPr>
              <w:t>ул. Советская, д. 51</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lastRenderedPageBreak/>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65</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Нежилое 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76:10:100301:9988</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 земельным участком,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76:10:100301:9907</w:t>
            </w:r>
          </w:p>
        </w:tc>
        <w:tc>
          <w:tcPr>
            <w:tcW w:w="3544" w:type="dxa"/>
          </w:tcPr>
          <w:p w:rsid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Первомайский муниципальный район, Кукобойское сельское поселение, </w:t>
            </w:r>
          </w:p>
          <w:p w:rsidR="00451FD1" w:rsidRPr="00451FD1" w:rsidRDefault="00451FD1" w:rsidP="00451FD1">
            <w:pPr>
              <w:ind w:firstLine="0"/>
              <w:jc w:val="left"/>
              <w:rPr>
                <w:kern w:val="2"/>
                <w:szCs w:val="28"/>
              </w:rPr>
            </w:pPr>
            <w:r w:rsidRPr="00451FD1">
              <w:rPr>
                <w:kern w:val="2"/>
                <w:szCs w:val="28"/>
              </w:rPr>
              <w:t>д. Оносово, ул. Центральная, д. 1</w:t>
            </w:r>
          </w:p>
          <w:p w:rsidR="00451FD1" w:rsidRPr="00451FD1" w:rsidRDefault="00451FD1" w:rsidP="00451FD1">
            <w:pPr>
              <w:ind w:firstLine="0"/>
              <w:jc w:val="left"/>
              <w:rPr>
                <w:kern w:val="2"/>
                <w:szCs w:val="28"/>
              </w:rPr>
            </w:pPr>
          </w:p>
          <w:p w:rsid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Первомайский муниципальный район, Кукобойское сельское поселение, </w:t>
            </w:r>
          </w:p>
          <w:p w:rsidR="00451FD1" w:rsidRPr="00451FD1" w:rsidRDefault="00451FD1" w:rsidP="00451FD1">
            <w:pPr>
              <w:ind w:firstLine="0"/>
              <w:jc w:val="left"/>
              <w:rPr>
                <w:kern w:val="2"/>
                <w:szCs w:val="28"/>
              </w:rPr>
            </w:pPr>
            <w:r w:rsidRPr="00451FD1">
              <w:rPr>
                <w:kern w:val="2"/>
                <w:szCs w:val="28"/>
              </w:rPr>
              <w:t>д. Оносово, ул. Центральная, земельный участок 1</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66</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Нежилое 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76:10:100301:9995</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 земельным участком,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76:10:100301:9909</w:t>
            </w:r>
          </w:p>
        </w:tc>
        <w:tc>
          <w:tcPr>
            <w:tcW w:w="3544" w:type="dxa"/>
          </w:tcPr>
          <w:p w:rsid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Первомайский муниципальный район, Кукобойское сельское поселение, д.</w:t>
            </w:r>
            <w:r>
              <w:rPr>
                <w:kern w:val="2"/>
                <w:szCs w:val="28"/>
              </w:rPr>
              <w:t> </w:t>
            </w:r>
            <w:r w:rsidRPr="00451FD1">
              <w:rPr>
                <w:kern w:val="2"/>
                <w:szCs w:val="28"/>
              </w:rPr>
              <w:t>Оносово, ул. Центральная, д. 5</w:t>
            </w:r>
          </w:p>
          <w:p w:rsidR="00451FD1" w:rsidRPr="00451FD1" w:rsidRDefault="00451FD1" w:rsidP="00451FD1">
            <w:pPr>
              <w:ind w:firstLine="0"/>
              <w:jc w:val="left"/>
              <w:rPr>
                <w:kern w:val="2"/>
                <w:szCs w:val="28"/>
              </w:rPr>
            </w:pPr>
          </w:p>
          <w:p w:rsid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Первомайский муниципальный район, Кукобойское сельское поселение, </w:t>
            </w:r>
            <w:r>
              <w:rPr>
                <w:kern w:val="2"/>
                <w:szCs w:val="28"/>
              </w:rPr>
              <w:br/>
            </w:r>
            <w:r w:rsidRPr="00451FD1">
              <w:rPr>
                <w:kern w:val="2"/>
                <w:szCs w:val="28"/>
              </w:rPr>
              <w:t>д. Оносово, ул. Центральная, земельный участок 5</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autoSpaceDE w:val="0"/>
              <w:autoSpaceDN w:val="0"/>
              <w:adjustRightInd w:val="0"/>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67</w:t>
            </w:r>
          </w:p>
        </w:tc>
        <w:tc>
          <w:tcPr>
            <w:tcW w:w="3260" w:type="dxa"/>
          </w:tcPr>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Нежилые помещения </w:t>
            </w:r>
            <w:r>
              <w:rPr>
                <w:kern w:val="2"/>
                <w:szCs w:val="28"/>
              </w:rPr>
              <w:br/>
            </w:r>
            <w:r w:rsidRPr="00451FD1">
              <w:rPr>
                <w:kern w:val="2"/>
                <w:szCs w:val="28"/>
              </w:rPr>
              <w:t xml:space="preserve">1 этаж (3 – 27), </w:t>
            </w:r>
            <w:r>
              <w:rPr>
                <w:kern w:val="2"/>
                <w:szCs w:val="28"/>
              </w:rPr>
              <w:br/>
            </w:r>
            <w:r w:rsidRPr="00451FD1">
              <w:rPr>
                <w:kern w:val="2"/>
                <w:szCs w:val="28"/>
              </w:rPr>
              <w:t xml:space="preserve">подвал (1 – 8), </w:t>
            </w:r>
          </w:p>
          <w:p w:rsidR="00451FD1" w:rsidRPr="00451FD1" w:rsidRDefault="00451FD1" w:rsidP="00451FD1">
            <w:pPr>
              <w:autoSpaceDE w:val="0"/>
              <w:autoSpaceDN w:val="0"/>
              <w:adjustRightInd w:val="0"/>
              <w:ind w:firstLine="0"/>
              <w:jc w:val="left"/>
              <w:rPr>
                <w:kern w:val="2"/>
                <w:szCs w:val="28"/>
                <w:vertAlign w:val="superscript"/>
              </w:rPr>
            </w:pPr>
            <w:r w:rsidRPr="00451FD1">
              <w:rPr>
                <w:kern w:val="2"/>
                <w:szCs w:val="28"/>
              </w:rPr>
              <w:t>кадастровый номер 76:22:010106:184</w:t>
            </w:r>
          </w:p>
        </w:tc>
        <w:tc>
          <w:tcPr>
            <w:tcW w:w="3544" w:type="dxa"/>
          </w:tcPr>
          <w:p w:rsid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Угличский район, г. Углич, ул. Ленина, д. 4</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 xml:space="preserve">нежилое </w:t>
            </w:r>
          </w:p>
          <w:p w:rsidR="00451FD1" w:rsidRPr="00451FD1" w:rsidRDefault="00451FD1" w:rsidP="00451FD1">
            <w:pPr>
              <w:ind w:firstLine="0"/>
              <w:jc w:val="left"/>
              <w:rPr>
                <w:kern w:val="2"/>
                <w:szCs w:val="28"/>
              </w:rPr>
            </w:pPr>
            <w:r w:rsidRPr="00451FD1">
              <w:rPr>
                <w:kern w:val="2"/>
                <w:szCs w:val="28"/>
              </w:rPr>
              <w:t>помещение</w:t>
            </w: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68</w:t>
            </w:r>
          </w:p>
        </w:tc>
        <w:tc>
          <w:tcPr>
            <w:tcW w:w="3260" w:type="dxa"/>
          </w:tcPr>
          <w:p w:rsidR="00451FD1" w:rsidRPr="00451FD1" w:rsidRDefault="00451FD1" w:rsidP="00451FD1">
            <w:pPr>
              <w:autoSpaceDE w:val="0"/>
              <w:autoSpaceDN w:val="0"/>
              <w:adjustRightInd w:val="0"/>
              <w:ind w:right="179" w:firstLine="0"/>
              <w:jc w:val="left"/>
              <w:rPr>
                <w:color w:val="000000" w:themeColor="text1"/>
                <w:kern w:val="2"/>
                <w:szCs w:val="28"/>
              </w:rPr>
            </w:pPr>
            <w:r w:rsidRPr="00451FD1">
              <w:rPr>
                <w:color w:val="000000" w:themeColor="text1"/>
                <w:kern w:val="2"/>
                <w:szCs w:val="28"/>
              </w:rPr>
              <w:t xml:space="preserve">Здание фельдшерско-акушерского пункта,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76:16:010726:75</w:t>
            </w:r>
          </w:p>
          <w:p w:rsidR="00451FD1" w:rsidRPr="00451FD1" w:rsidRDefault="00451FD1" w:rsidP="00451FD1">
            <w:pPr>
              <w:autoSpaceDE w:val="0"/>
              <w:autoSpaceDN w:val="0"/>
              <w:adjustRightInd w:val="0"/>
              <w:ind w:firstLine="0"/>
              <w:jc w:val="left"/>
              <w:rPr>
                <w:kern w:val="2"/>
                <w:szCs w:val="28"/>
              </w:rPr>
            </w:pPr>
          </w:p>
          <w:p w:rsid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 земельным участком, </w:t>
            </w:r>
          </w:p>
          <w:p w:rsidR="00451FD1" w:rsidRPr="00451FD1" w:rsidRDefault="00451FD1" w:rsidP="00451FD1">
            <w:pPr>
              <w:autoSpaceDE w:val="0"/>
              <w:autoSpaceDN w:val="0"/>
              <w:adjustRightInd w:val="0"/>
              <w:ind w:firstLine="0"/>
              <w:jc w:val="left"/>
              <w:rPr>
                <w:kern w:val="2"/>
                <w:szCs w:val="28"/>
                <w:vertAlign w:val="superscript"/>
              </w:rPr>
            </w:pPr>
            <w:r w:rsidRPr="00451FD1">
              <w:rPr>
                <w:kern w:val="2"/>
                <w:szCs w:val="28"/>
              </w:rPr>
              <w:t>кадастровый номер 76:16:010726:35</w:t>
            </w:r>
            <w:r w:rsidRPr="00451FD1">
              <w:rPr>
                <w:kern w:val="2"/>
                <w:szCs w:val="28"/>
                <w:vertAlign w:val="superscript"/>
              </w:rPr>
              <w:t>2</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Угличский муниципальный район, Ильинское сельское поселение, д. Щипнево, д.</w:t>
            </w:r>
            <w:r>
              <w:rPr>
                <w:kern w:val="2"/>
                <w:szCs w:val="28"/>
              </w:rPr>
              <w:t> </w:t>
            </w:r>
            <w:r w:rsidRPr="00451FD1">
              <w:rPr>
                <w:kern w:val="2"/>
                <w:szCs w:val="28"/>
              </w:rPr>
              <w:t>2</w:t>
            </w:r>
          </w:p>
          <w:p w:rsid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Угличский район, </w:t>
            </w:r>
            <w:r>
              <w:rPr>
                <w:kern w:val="2"/>
                <w:szCs w:val="28"/>
              </w:rPr>
              <w:br/>
            </w:r>
            <w:r w:rsidRPr="00451FD1">
              <w:rPr>
                <w:kern w:val="2"/>
                <w:szCs w:val="28"/>
              </w:rPr>
              <w:t>д.</w:t>
            </w:r>
            <w:r>
              <w:rPr>
                <w:kern w:val="2"/>
                <w:szCs w:val="28"/>
              </w:rPr>
              <w:t xml:space="preserve"> </w:t>
            </w:r>
            <w:r w:rsidRPr="00451FD1">
              <w:rPr>
                <w:kern w:val="2"/>
                <w:szCs w:val="28"/>
              </w:rPr>
              <w:t>Щипнево</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highlight w:val="yellow"/>
              </w:rPr>
            </w:pPr>
            <w:r w:rsidRPr="00451FD1">
              <w:rPr>
                <w:szCs w:val="28"/>
              </w:rPr>
              <w:t>69</w:t>
            </w:r>
          </w:p>
        </w:tc>
        <w:tc>
          <w:tcPr>
            <w:tcW w:w="3260" w:type="dxa"/>
          </w:tcPr>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Здание фельдшерско-акушерского пункта, </w:t>
            </w:r>
          </w:p>
          <w:p w:rsidR="00451FD1" w:rsidRPr="00451FD1" w:rsidRDefault="00451FD1" w:rsidP="00451FD1">
            <w:pPr>
              <w:autoSpaceDE w:val="0"/>
              <w:autoSpaceDN w:val="0"/>
              <w:adjustRightInd w:val="0"/>
              <w:ind w:firstLine="0"/>
              <w:jc w:val="left"/>
              <w:rPr>
                <w:kern w:val="2"/>
                <w:szCs w:val="28"/>
              </w:rPr>
            </w:pPr>
            <w:r w:rsidRPr="00451FD1">
              <w:rPr>
                <w:kern w:val="2"/>
                <w:szCs w:val="28"/>
              </w:rPr>
              <w:lastRenderedPageBreak/>
              <w:t>кадастровый номер 76:16:</w:t>
            </w:r>
            <w:r w:rsidRPr="00DD5319">
              <w:rPr>
                <w:kern w:val="2"/>
                <w:szCs w:val="28"/>
              </w:rPr>
              <w:t>020205:</w:t>
            </w:r>
            <w:r w:rsidRPr="00451FD1">
              <w:rPr>
                <w:kern w:val="2"/>
                <w:szCs w:val="28"/>
              </w:rPr>
              <w:t>116</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Default="00451FD1" w:rsidP="00451FD1">
            <w:pPr>
              <w:autoSpaceDE w:val="0"/>
              <w:autoSpaceDN w:val="0"/>
              <w:adjustRightInd w:val="0"/>
              <w:ind w:firstLine="0"/>
              <w:jc w:val="left"/>
              <w:rPr>
                <w:kern w:val="2"/>
                <w:szCs w:val="28"/>
              </w:rPr>
            </w:pPr>
          </w:p>
          <w:p w:rsidR="009A3F0F" w:rsidRPr="00451FD1" w:rsidRDefault="009A3F0F"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 земельным участком,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76:16:020205:79</w:t>
            </w:r>
            <w:r w:rsidRPr="00451FD1">
              <w:rPr>
                <w:kern w:val="2"/>
                <w:szCs w:val="28"/>
                <w:vertAlign w:val="superscript"/>
              </w:rPr>
              <w:t>2</w:t>
            </w:r>
          </w:p>
        </w:tc>
        <w:tc>
          <w:tcPr>
            <w:tcW w:w="3544" w:type="dxa"/>
          </w:tcPr>
          <w:p w:rsidR="00451FD1" w:rsidRPr="00451FD1" w:rsidRDefault="00451FD1" w:rsidP="00451FD1">
            <w:pPr>
              <w:ind w:firstLine="0"/>
              <w:jc w:val="left"/>
              <w:rPr>
                <w:kern w:val="2"/>
                <w:szCs w:val="28"/>
              </w:rPr>
            </w:pPr>
            <w:r w:rsidRPr="00451FD1">
              <w:rPr>
                <w:kern w:val="2"/>
                <w:szCs w:val="28"/>
              </w:rPr>
              <w:lastRenderedPageBreak/>
              <w:t xml:space="preserve">Ярославская область, </w:t>
            </w:r>
          </w:p>
          <w:p w:rsidR="00451FD1" w:rsidRPr="00451FD1" w:rsidRDefault="00451FD1" w:rsidP="00451FD1">
            <w:pPr>
              <w:ind w:firstLine="0"/>
              <w:jc w:val="left"/>
              <w:rPr>
                <w:kern w:val="2"/>
                <w:szCs w:val="28"/>
              </w:rPr>
            </w:pPr>
            <w:r w:rsidRPr="00451FD1">
              <w:rPr>
                <w:kern w:val="2"/>
                <w:szCs w:val="28"/>
              </w:rPr>
              <w:lastRenderedPageBreak/>
              <w:t>Угличский муниципальный район, Головинское сельское поселение, д.</w:t>
            </w:r>
            <w:r>
              <w:rPr>
                <w:kern w:val="2"/>
                <w:szCs w:val="28"/>
              </w:rPr>
              <w:t xml:space="preserve"> </w:t>
            </w:r>
            <w:r w:rsidRPr="00451FD1">
              <w:rPr>
                <w:kern w:val="2"/>
                <w:szCs w:val="28"/>
              </w:rPr>
              <w:t>Ульянкино, ул.</w:t>
            </w:r>
            <w:r>
              <w:rPr>
                <w:kern w:val="2"/>
                <w:szCs w:val="28"/>
              </w:rPr>
              <w:t xml:space="preserve"> </w:t>
            </w:r>
            <w:r w:rsidRPr="00451FD1">
              <w:rPr>
                <w:kern w:val="2"/>
                <w:szCs w:val="28"/>
              </w:rPr>
              <w:t xml:space="preserve">Молодежная, </w:t>
            </w:r>
            <w:r>
              <w:rPr>
                <w:kern w:val="2"/>
                <w:szCs w:val="28"/>
              </w:rPr>
              <w:br/>
            </w:r>
            <w:r w:rsidRPr="00451FD1">
              <w:rPr>
                <w:kern w:val="2"/>
                <w:szCs w:val="28"/>
              </w:rPr>
              <w:t>здание 4</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Угличский район,</w:t>
            </w:r>
          </w:p>
          <w:p w:rsidR="00451FD1" w:rsidRPr="00451FD1" w:rsidRDefault="00451FD1" w:rsidP="00451FD1">
            <w:pPr>
              <w:ind w:firstLine="0"/>
              <w:jc w:val="left"/>
              <w:rPr>
                <w:kern w:val="2"/>
                <w:szCs w:val="28"/>
              </w:rPr>
            </w:pPr>
            <w:r w:rsidRPr="00451FD1">
              <w:rPr>
                <w:kern w:val="2"/>
                <w:szCs w:val="28"/>
              </w:rPr>
              <w:t>д. Ульянкино</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lastRenderedPageBreak/>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70</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Фельдшерско-акушерский пункт,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76:16:010316:116</w:t>
            </w:r>
          </w:p>
          <w:p w:rsidR="00451FD1" w:rsidRDefault="00451FD1" w:rsidP="00451FD1">
            <w:pPr>
              <w:autoSpaceDE w:val="0"/>
              <w:autoSpaceDN w:val="0"/>
              <w:adjustRightInd w:val="0"/>
              <w:ind w:firstLine="0"/>
              <w:jc w:val="left"/>
              <w:rPr>
                <w:kern w:val="2"/>
                <w:szCs w:val="28"/>
              </w:rPr>
            </w:pPr>
          </w:p>
          <w:p w:rsidR="00B3655D" w:rsidRPr="00451FD1" w:rsidRDefault="00B3655D"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 земельным участком,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76:16:010316:114</w:t>
            </w:r>
            <w:r w:rsidRPr="00451FD1">
              <w:rPr>
                <w:kern w:val="2"/>
                <w:szCs w:val="28"/>
                <w:vertAlign w:val="superscript"/>
              </w:rPr>
              <w:t>2</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Угличский муниципальный район, </w:t>
            </w:r>
            <w:r w:rsidR="00B3655D" w:rsidRPr="00451FD1">
              <w:rPr>
                <w:kern w:val="2"/>
                <w:szCs w:val="28"/>
              </w:rPr>
              <w:t xml:space="preserve">Слободское </w:t>
            </w:r>
            <w:r w:rsidRPr="00451FD1">
              <w:rPr>
                <w:kern w:val="2"/>
                <w:szCs w:val="28"/>
              </w:rPr>
              <w:t>сельское поселение, с. Ефремово</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Угличский район, </w:t>
            </w:r>
          </w:p>
          <w:p w:rsidR="00451FD1" w:rsidRPr="00451FD1" w:rsidRDefault="00451FD1" w:rsidP="00451FD1">
            <w:pPr>
              <w:ind w:firstLine="0"/>
              <w:jc w:val="left"/>
              <w:rPr>
                <w:kern w:val="2"/>
                <w:szCs w:val="28"/>
              </w:rPr>
            </w:pPr>
            <w:r w:rsidRPr="00451FD1">
              <w:rPr>
                <w:kern w:val="2"/>
                <w:szCs w:val="28"/>
              </w:rPr>
              <w:t>с. Ефремово</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71</w:t>
            </w:r>
          </w:p>
        </w:tc>
        <w:tc>
          <w:tcPr>
            <w:tcW w:w="3260" w:type="dxa"/>
          </w:tcPr>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Помещение, </w:t>
            </w:r>
          </w:p>
          <w:p w:rsidR="00451FD1" w:rsidRPr="00451FD1" w:rsidRDefault="00451FD1" w:rsidP="00451FD1">
            <w:pPr>
              <w:autoSpaceDE w:val="0"/>
              <w:autoSpaceDN w:val="0"/>
              <w:adjustRightInd w:val="0"/>
              <w:ind w:firstLine="0"/>
              <w:jc w:val="left"/>
              <w:rPr>
                <w:kern w:val="2"/>
                <w:szCs w:val="28"/>
                <w:vertAlign w:val="superscript"/>
              </w:rPr>
            </w:pPr>
            <w:r w:rsidRPr="00451FD1">
              <w:rPr>
                <w:kern w:val="2"/>
                <w:szCs w:val="28"/>
              </w:rPr>
              <w:t>кадастровый номер 76:16:020117:397</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B3655D">
            <w:pPr>
              <w:ind w:firstLine="0"/>
              <w:jc w:val="left"/>
              <w:rPr>
                <w:kern w:val="2"/>
                <w:szCs w:val="28"/>
              </w:rPr>
            </w:pPr>
            <w:r w:rsidRPr="00451FD1">
              <w:rPr>
                <w:kern w:val="2"/>
                <w:szCs w:val="28"/>
              </w:rPr>
              <w:t xml:space="preserve">Угличский муниципальный район, </w:t>
            </w:r>
            <w:r w:rsidR="00B3655D" w:rsidRPr="00451FD1">
              <w:rPr>
                <w:kern w:val="2"/>
                <w:szCs w:val="28"/>
              </w:rPr>
              <w:t xml:space="preserve">Головинское </w:t>
            </w:r>
            <w:r w:rsidRPr="00451FD1">
              <w:rPr>
                <w:kern w:val="2"/>
                <w:szCs w:val="28"/>
              </w:rPr>
              <w:t xml:space="preserve">сельское поселение, д. Заречье, </w:t>
            </w:r>
            <w:r>
              <w:rPr>
                <w:kern w:val="2"/>
                <w:szCs w:val="28"/>
              </w:rPr>
              <w:br/>
            </w:r>
            <w:r w:rsidRPr="00451FD1">
              <w:rPr>
                <w:kern w:val="2"/>
                <w:szCs w:val="28"/>
              </w:rPr>
              <w:t>ул. Заречная, д. 5, пом. 1</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 xml:space="preserve">нежилое </w:t>
            </w:r>
          </w:p>
          <w:p w:rsidR="00451FD1" w:rsidRPr="00451FD1" w:rsidRDefault="00451FD1" w:rsidP="00451FD1">
            <w:pPr>
              <w:ind w:firstLine="0"/>
              <w:jc w:val="left"/>
              <w:rPr>
                <w:kern w:val="2"/>
                <w:szCs w:val="28"/>
              </w:rPr>
            </w:pPr>
            <w:r w:rsidRPr="00451FD1">
              <w:rPr>
                <w:kern w:val="2"/>
                <w:szCs w:val="28"/>
              </w:rPr>
              <w:t>помещение</w:t>
            </w: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72</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фельдшерско-акушерского пункта,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76:16:020511:315</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vertAlign w:val="superscript"/>
              </w:rPr>
            </w:pPr>
            <w:r w:rsidRPr="00451FD1">
              <w:rPr>
                <w:color w:val="000000" w:themeColor="text1"/>
                <w:kern w:val="2"/>
                <w:szCs w:val="28"/>
              </w:rPr>
              <w:t>кадастровый номер 76:16:020511:152</w:t>
            </w:r>
            <w:r w:rsidRPr="00451FD1">
              <w:rPr>
                <w:color w:val="000000" w:themeColor="text1"/>
                <w:kern w:val="2"/>
                <w:szCs w:val="28"/>
                <w:vertAlign w:val="superscript"/>
              </w:rPr>
              <w:t>2</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Угличский район, </w:t>
            </w:r>
          </w:p>
          <w:p w:rsidR="00451FD1" w:rsidRPr="00451FD1" w:rsidRDefault="00451FD1" w:rsidP="00451FD1">
            <w:pPr>
              <w:ind w:firstLine="0"/>
              <w:jc w:val="left"/>
              <w:rPr>
                <w:kern w:val="2"/>
                <w:szCs w:val="28"/>
              </w:rPr>
            </w:pPr>
            <w:r w:rsidRPr="00451FD1">
              <w:rPr>
                <w:kern w:val="2"/>
                <w:szCs w:val="28"/>
              </w:rPr>
              <w:t>д. Воскресенское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Угличский район, </w:t>
            </w:r>
          </w:p>
          <w:p w:rsidR="00451FD1" w:rsidRPr="00451FD1" w:rsidRDefault="00451FD1" w:rsidP="00451FD1">
            <w:pPr>
              <w:ind w:firstLine="0"/>
              <w:jc w:val="left"/>
              <w:rPr>
                <w:kern w:val="2"/>
                <w:szCs w:val="28"/>
              </w:rPr>
            </w:pPr>
            <w:r w:rsidRPr="00451FD1">
              <w:rPr>
                <w:kern w:val="2"/>
                <w:szCs w:val="28"/>
              </w:rPr>
              <w:t>д. Воскресенское</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73</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фельдшерско-акушерского пункта,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76:03:081301:428</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vertAlign w:val="superscript"/>
              </w:rPr>
            </w:pPr>
            <w:r w:rsidRPr="00451FD1">
              <w:rPr>
                <w:color w:val="000000" w:themeColor="text1"/>
                <w:kern w:val="2"/>
                <w:szCs w:val="28"/>
              </w:rPr>
              <w:t>кадастровый номер 76:03:081301:980</w:t>
            </w:r>
          </w:p>
          <w:p w:rsidR="00451FD1" w:rsidRPr="00451FD1" w:rsidRDefault="00451FD1" w:rsidP="00451FD1">
            <w:pPr>
              <w:autoSpaceDE w:val="0"/>
              <w:autoSpaceDN w:val="0"/>
              <w:adjustRightInd w:val="0"/>
              <w:ind w:firstLine="0"/>
              <w:jc w:val="left"/>
              <w:rPr>
                <w:kern w:val="2"/>
                <w:szCs w:val="28"/>
              </w:rPr>
            </w:pPr>
          </w:p>
        </w:tc>
        <w:tc>
          <w:tcPr>
            <w:tcW w:w="3544" w:type="dxa"/>
          </w:tcPr>
          <w:p w:rsidR="00451FD1" w:rsidRDefault="00451FD1" w:rsidP="00451FD1">
            <w:pPr>
              <w:ind w:firstLine="0"/>
              <w:jc w:val="left"/>
              <w:rPr>
                <w:kern w:val="2"/>
                <w:szCs w:val="28"/>
              </w:rPr>
            </w:pPr>
            <w:r w:rsidRPr="00451FD1">
              <w:rPr>
                <w:kern w:val="2"/>
                <w:szCs w:val="28"/>
              </w:rPr>
              <w:t xml:space="preserve">Ярославская область, </w:t>
            </w:r>
          </w:p>
          <w:p w:rsidR="00451FD1" w:rsidRDefault="00451FD1" w:rsidP="00451FD1">
            <w:pPr>
              <w:ind w:firstLine="0"/>
              <w:jc w:val="left"/>
              <w:rPr>
                <w:kern w:val="2"/>
                <w:szCs w:val="28"/>
              </w:rPr>
            </w:pPr>
            <w:r w:rsidRPr="00451FD1">
              <w:rPr>
                <w:kern w:val="2"/>
                <w:szCs w:val="28"/>
              </w:rPr>
              <w:t xml:space="preserve">Брейтовский район, </w:t>
            </w:r>
          </w:p>
          <w:p w:rsidR="00451FD1" w:rsidRPr="00451FD1" w:rsidRDefault="00451FD1" w:rsidP="00451FD1">
            <w:pPr>
              <w:ind w:firstLine="0"/>
              <w:jc w:val="left"/>
              <w:rPr>
                <w:kern w:val="2"/>
                <w:szCs w:val="28"/>
              </w:rPr>
            </w:pPr>
            <w:r w:rsidRPr="00451FD1">
              <w:rPr>
                <w:kern w:val="2"/>
                <w:szCs w:val="28"/>
              </w:rPr>
              <w:t xml:space="preserve">с. Прозорово, </w:t>
            </w:r>
          </w:p>
          <w:p w:rsidR="00451FD1" w:rsidRPr="00451FD1" w:rsidRDefault="00451FD1" w:rsidP="00451FD1">
            <w:pPr>
              <w:ind w:firstLine="0"/>
              <w:jc w:val="left"/>
              <w:rPr>
                <w:kern w:val="2"/>
                <w:szCs w:val="28"/>
              </w:rPr>
            </w:pPr>
            <w:r w:rsidRPr="00451FD1">
              <w:rPr>
                <w:kern w:val="2"/>
                <w:szCs w:val="28"/>
              </w:rPr>
              <w:t>ул. Михайловская, д. 3</w:t>
            </w:r>
          </w:p>
          <w:p w:rsidR="00451FD1" w:rsidRPr="00451FD1" w:rsidRDefault="00451FD1" w:rsidP="00451FD1">
            <w:pPr>
              <w:ind w:firstLine="0"/>
              <w:jc w:val="left"/>
              <w:rPr>
                <w:kern w:val="2"/>
                <w:szCs w:val="28"/>
              </w:rPr>
            </w:pPr>
          </w:p>
          <w:p w:rsidR="008818AA"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Брейтовский район, </w:t>
            </w:r>
          </w:p>
          <w:p w:rsidR="00451FD1" w:rsidRDefault="00451FD1" w:rsidP="00451FD1">
            <w:pPr>
              <w:ind w:firstLine="0"/>
              <w:jc w:val="left"/>
              <w:rPr>
                <w:kern w:val="2"/>
                <w:szCs w:val="28"/>
              </w:rPr>
            </w:pPr>
            <w:r w:rsidRPr="00451FD1">
              <w:rPr>
                <w:kern w:val="2"/>
                <w:szCs w:val="28"/>
              </w:rPr>
              <w:t xml:space="preserve">Прозоровское сельское </w:t>
            </w:r>
          </w:p>
          <w:p w:rsidR="00451FD1" w:rsidRPr="00451FD1" w:rsidRDefault="00451FD1" w:rsidP="00451FD1">
            <w:pPr>
              <w:ind w:firstLine="0"/>
              <w:jc w:val="left"/>
              <w:rPr>
                <w:kern w:val="2"/>
                <w:szCs w:val="28"/>
              </w:rPr>
            </w:pPr>
            <w:r w:rsidRPr="00451FD1">
              <w:rPr>
                <w:kern w:val="2"/>
                <w:szCs w:val="28"/>
              </w:rPr>
              <w:t>поселение, с.</w:t>
            </w:r>
            <w:r w:rsidRPr="00451FD1">
              <w:rPr>
                <w:kern w:val="2"/>
                <w:szCs w:val="28"/>
                <w:lang w:val="en-US"/>
              </w:rPr>
              <w:t> </w:t>
            </w:r>
            <w:r w:rsidRPr="00451FD1">
              <w:rPr>
                <w:kern w:val="2"/>
                <w:szCs w:val="28"/>
              </w:rPr>
              <w:t>Прозорово, ул.</w:t>
            </w:r>
            <w:r w:rsidRPr="00451FD1">
              <w:rPr>
                <w:kern w:val="2"/>
                <w:szCs w:val="28"/>
                <w:lang w:val="en-US"/>
              </w:rPr>
              <w:t> </w:t>
            </w:r>
            <w:r w:rsidRPr="00451FD1">
              <w:rPr>
                <w:kern w:val="2"/>
                <w:szCs w:val="28"/>
              </w:rPr>
              <w:t>Михайловская, д. 3</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lang w:val="en-US"/>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lang w:val="en-US"/>
              </w:rPr>
              <w:t>7</w:t>
            </w:r>
            <w:r w:rsidRPr="00451FD1">
              <w:rPr>
                <w:szCs w:val="28"/>
              </w:rPr>
              <w:t>4</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фельдшерско-акушерского пункта,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76:03:021901:139</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lastRenderedPageBreak/>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vertAlign w:val="superscript"/>
              </w:rPr>
            </w:pPr>
            <w:r w:rsidRPr="00451FD1">
              <w:rPr>
                <w:color w:val="000000" w:themeColor="text1"/>
                <w:kern w:val="2"/>
                <w:szCs w:val="28"/>
              </w:rPr>
              <w:t>кадастровый номер 76:03:021901:436</w:t>
            </w:r>
          </w:p>
          <w:p w:rsidR="00451FD1" w:rsidRPr="00451FD1" w:rsidRDefault="00451FD1" w:rsidP="00451FD1">
            <w:pPr>
              <w:autoSpaceDE w:val="0"/>
              <w:autoSpaceDN w:val="0"/>
              <w:adjustRightInd w:val="0"/>
              <w:ind w:firstLine="0"/>
              <w:jc w:val="left"/>
              <w:rPr>
                <w:kern w:val="2"/>
                <w:szCs w:val="28"/>
              </w:rPr>
            </w:pPr>
          </w:p>
        </w:tc>
        <w:tc>
          <w:tcPr>
            <w:tcW w:w="3544" w:type="dxa"/>
          </w:tcPr>
          <w:p w:rsidR="00451FD1" w:rsidRDefault="00451FD1" w:rsidP="00451FD1">
            <w:pPr>
              <w:ind w:firstLine="0"/>
              <w:jc w:val="left"/>
              <w:rPr>
                <w:kern w:val="2"/>
                <w:szCs w:val="28"/>
              </w:rPr>
            </w:pPr>
            <w:r w:rsidRPr="00451FD1">
              <w:rPr>
                <w:kern w:val="2"/>
                <w:szCs w:val="28"/>
              </w:rPr>
              <w:lastRenderedPageBreak/>
              <w:t xml:space="preserve">Ярославская область, </w:t>
            </w:r>
          </w:p>
          <w:p w:rsidR="00451FD1" w:rsidRDefault="00451FD1" w:rsidP="00451FD1">
            <w:pPr>
              <w:ind w:firstLine="0"/>
              <w:jc w:val="left"/>
              <w:rPr>
                <w:kern w:val="2"/>
                <w:szCs w:val="28"/>
              </w:rPr>
            </w:pPr>
            <w:r w:rsidRPr="00451FD1">
              <w:rPr>
                <w:kern w:val="2"/>
                <w:szCs w:val="28"/>
              </w:rPr>
              <w:t xml:space="preserve">Брейтовский район, </w:t>
            </w:r>
          </w:p>
          <w:p w:rsidR="00451FD1" w:rsidRPr="00451FD1" w:rsidRDefault="00451FD1" w:rsidP="00451FD1">
            <w:pPr>
              <w:ind w:firstLine="0"/>
              <w:jc w:val="left"/>
              <w:rPr>
                <w:kern w:val="2"/>
                <w:szCs w:val="28"/>
              </w:rPr>
            </w:pPr>
            <w:r w:rsidRPr="00451FD1">
              <w:rPr>
                <w:kern w:val="2"/>
                <w:szCs w:val="28"/>
              </w:rPr>
              <w:t>д. Остряковка, д. 17</w:t>
            </w:r>
          </w:p>
          <w:p w:rsidR="00451FD1" w:rsidRPr="00451FD1" w:rsidRDefault="00451FD1" w:rsidP="00451FD1">
            <w:pPr>
              <w:ind w:firstLine="0"/>
              <w:jc w:val="left"/>
              <w:rPr>
                <w:kern w:val="2"/>
                <w:szCs w:val="28"/>
              </w:rPr>
            </w:pPr>
          </w:p>
          <w:p w:rsidR="009A3F0F" w:rsidRDefault="00451FD1" w:rsidP="00451FD1">
            <w:pPr>
              <w:ind w:firstLine="0"/>
              <w:jc w:val="left"/>
              <w:rPr>
                <w:kern w:val="2"/>
                <w:szCs w:val="28"/>
              </w:rPr>
            </w:pPr>
            <w:r w:rsidRPr="00451FD1">
              <w:rPr>
                <w:kern w:val="2"/>
                <w:szCs w:val="28"/>
              </w:rPr>
              <w:lastRenderedPageBreak/>
              <w:t xml:space="preserve">Ярославская область, </w:t>
            </w:r>
          </w:p>
          <w:p w:rsidR="009A3F0F" w:rsidRDefault="00451FD1" w:rsidP="00451FD1">
            <w:pPr>
              <w:ind w:firstLine="0"/>
              <w:jc w:val="left"/>
              <w:rPr>
                <w:kern w:val="2"/>
                <w:szCs w:val="28"/>
              </w:rPr>
            </w:pPr>
            <w:r w:rsidRPr="00451FD1">
              <w:rPr>
                <w:kern w:val="2"/>
                <w:szCs w:val="28"/>
              </w:rPr>
              <w:t xml:space="preserve">Брейтовский район, </w:t>
            </w:r>
          </w:p>
          <w:p w:rsidR="00451FD1" w:rsidRPr="00451FD1" w:rsidRDefault="00451FD1" w:rsidP="00451FD1">
            <w:pPr>
              <w:ind w:firstLine="0"/>
              <w:jc w:val="left"/>
              <w:rPr>
                <w:kern w:val="2"/>
                <w:szCs w:val="28"/>
              </w:rPr>
            </w:pPr>
            <w:r w:rsidRPr="00451FD1">
              <w:rPr>
                <w:kern w:val="2"/>
                <w:szCs w:val="28"/>
              </w:rPr>
              <w:t>Гореловское сельское поселение, д. Остряковка, д. 17</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lastRenderedPageBreak/>
              <w:t>нежилое здание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75</w:t>
            </w:r>
          </w:p>
        </w:tc>
        <w:tc>
          <w:tcPr>
            <w:tcW w:w="3260" w:type="dxa"/>
          </w:tcPr>
          <w:p w:rsidR="00451FD1" w:rsidRDefault="00451FD1" w:rsidP="00451FD1">
            <w:pPr>
              <w:autoSpaceDE w:val="0"/>
              <w:autoSpaceDN w:val="0"/>
              <w:adjustRightInd w:val="0"/>
              <w:ind w:firstLine="0"/>
              <w:jc w:val="left"/>
              <w:rPr>
                <w:kern w:val="2"/>
                <w:szCs w:val="28"/>
              </w:rPr>
            </w:pPr>
            <w:r w:rsidRPr="00451FD1">
              <w:rPr>
                <w:kern w:val="2"/>
                <w:szCs w:val="28"/>
              </w:rPr>
              <w:t xml:space="preserve">Помещения 1 этажа </w:t>
            </w:r>
            <w:r>
              <w:rPr>
                <w:kern w:val="2"/>
                <w:szCs w:val="28"/>
              </w:rPr>
              <w:br/>
            </w:r>
            <w:r w:rsidRPr="00451FD1">
              <w:rPr>
                <w:kern w:val="2"/>
                <w:szCs w:val="28"/>
              </w:rPr>
              <w:t xml:space="preserve">№ 1 – 3, </w:t>
            </w:r>
          </w:p>
          <w:p w:rsidR="00451FD1" w:rsidRPr="00451FD1" w:rsidRDefault="00451FD1" w:rsidP="00451FD1">
            <w:pPr>
              <w:autoSpaceDE w:val="0"/>
              <w:autoSpaceDN w:val="0"/>
              <w:adjustRightInd w:val="0"/>
              <w:ind w:firstLine="0"/>
              <w:jc w:val="left"/>
              <w:rPr>
                <w:kern w:val="2"/>
                <w:szCs w:val="28"/>
                <w:vertAlign w:val="superscript"/>
              </w:rPr>
            </w:pPr>
            <w:r w:rsidRPr="00451FD1">
              <w:rPr>
                <w:kern w:val="2"/>
                <w:szCs w:val="28"/>
              </w:rPr>
              <w:t>кадастровый номер 76:17:165501:225</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Ярославский район, </w:t>
            </w:r>
            <w:r>
              <w:rPr>
                <w:kern w:val="2"/>
                <w:szCs w:val="28"/>
              </w:rPr>
              <w:br/>
            </w:r>
            <w:r w:rsidRPr="00451FD1">
              <w:rPr>
                <w:kern w:val="2"/>
                <w:szCs w:val="28"/>
              </w:rPr>
              <w:t>д. Меленки, д. 40, пом. 1</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 xml:space="preserve">нежилое </w:t>
            </w:r>
          </w:p>
          <w:p w:rsidR="00451FD1" w:rsidRPr="00451FD1" w:rsidRDefault="00451FD1" w:rsidP="00451FD1">
            <w:pPr>
              <w:ind w:firstLine="0"/>
              <w:jc w:val="left"/>
              <w:rPr>
                <w:kern w:val="2"/>
                <w:szCs w:val="28"/>
              </w:rPr>
            </w:pPr>
            <w:r w:rsidRPr="00451FD1">
              <w:rPr>
                <w:kern w:val="2"/>
                <w:szCs w:val="28"/>
              </w:rPr>
              <w:t>помещение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76</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Отделение общей </w:t>
            </w:r>
            <w:r>
              <w:rPr>
                <w:color w:val="000000" w:themeColor="text1"/>
                <w:kern w:val="2"/>
                <w:szCs w:val="28"/>
              </w:rPr>
              <w:br/>
              <w:t>врачебной практики с. </w:t>
            </w:r>
            <w:r w:rsidRPr="00451FD1">
              <w:rPr>
                <w:color w:val="000000" w:themeColor="text1"/>
                <w:kern w:val="2"/>
                <w:szCs w:val="28"/>
              </w:rPr>
              <w:t xml:space="preserve">Охотино со служебными постройками </w:t>
            </w:r>
            <w:r w:rsidRPr="00451FD1">
              <w:rPr>
                <w:color w:val="000000" w:themeColor="text1"/>
                <w:kern w:val="2"/>
                <w:szCs w:val="28"/>
              </w:rPr>
              <w:br/>
              <w:t>(лит. а,</w:t>
            </w:r>
            <w:r w:rsidR="00633B1F">
              <w:rPr>
                <w:color w:val="000000" w:themeColor="text1"/>
                <w:kern w:val="2"/>
                <w:szCs w:val="28"/>
              </w:rPr>
              <w:t xml:space="preserve"> </w:t>
            </w:r>
            <w:r w:rsidRPr="00451FD1">
              <w:rPr>
                <w:color w:val="000000" w:themeColor="text1"/>
                <w:kern w:val="2"/>
                <w:szCs w:val="28"/>
              </w:rPr>
              <w:t>а1,</w:t>
            </w:r>
            <w:r w:rsidR="00633B1F">
              <w:rPr>
                <w:color w:val="000000" w:themeColor="text1"/>
                <w:kern w:val="2"/>
                <w:szCs w:val="28"/>
              </w:rPr>
              <w:t xml:space="preserve"> </w:t>
            </w:r>
            <w:r w:rsidRPr="00451FD1">
              <w:rPr>
                <w:color w:val="000000" w:themeColor="text1"/>
                <w:kern w:val="2"/>
                <w:szCs w:val="28"/>
              </w:rPr>
              <w:t>Г,</w:t>
            </w:r>
            <w:r w:rsidR="00633B1F">
              <w:rPr>
                <w:color w:val="000000" w:themeColor="text1"/>
                <w:kern w:val="2"/>
                <w:szCs w:val="28"/>
              </w:rPr>
              <w:t xml:space="preserve"> </w:t>
            </w:r>
            <w:r w:rsidRPr="00451FD1">
              <w:rPr>
                <w:color w:val="000000" w:themeColor="text1"/>
                <w:kern w:val="2"/>
                <w:szCs w:val="28"/>
              </w:rPr>
              <w:t xml:space="preserve">Г1),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76:07:010101:1086</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vertAlign w:val="superscript"/>
              </w:rPr>
            </w:pPr>
            <w:r w:rsidRPr="00451FD1">
              <w:rPr>
                <w:color w:val="000000" w:themeColor="text1"/>
                <w:kern w:val="2"/>
                <w:szCs w:val="28"/>
              </w:rPr>
              <w:t>кадастровый номер 76:07:070101:223</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Мышкинский район, </w:t>
            </w:r>
          </w:p>
          <w:p w:rsidR="004578BD" w:rsidRDefault="00451FD1" w:rsidP="00451FD1">
            <w:pPr>
              <w:ind w:firstLine="0"/>
              <w:jc w:val="left"/>
              <w:rPr>
                <w:kern w:val="2"/>
                <w:szCs w:val="28"/>
              </w:rPr>
            </w:pPr>
            <w:r w:rsidRPr="00451FD1">
              <w:rPr>
                <w:kern w:val="2"/>
                <w:szCs w:val="28"/>
              </w:rPr>
              <w:t xml:space="preserve">Охотинский </w:t>
            </w:r>
            <w:r w:rsidR="004578BD" w:rsidRPr="004578BD">
              <w:rPr>
                <w:kern w:val="2"/>
                <w:szCs w:val="28"/>
              </w:rPr>
              <w:t>сельский округ</w:t>
            </w:r>
            <w:r w:rsidRPr="004578BD">
              <w:rPr>
                <w:kern w:val="2"/>
                <w:szCs w:val="28"/>
              </w:rPr>
              <w:t>,</w:t>
            </w:r>
            <w:r w:rsidRPr="00451FD1">
              <w:rPr>
                <w:kern w:val="2"/>
                <w:szCs w:val="28"/>
              </w:rPr>
              <w:t xml:space="preserve"> с. Охотино, </w:t>
            </w:r>
          </w:p>
          <w:p w:rsidR="00451FD1" w:rsidRPr="00451FD1" w:rsidRDefault="00451FD1" w:rsidP="00451FD1">
            <w:pPr>
              <w:ind w:firstLine="0"/>
              <w:jc w:val="left"/>
              <w:rPr>
                <w:kern w:val="2"/>
                <w:szCs w:val="28"/>
              </w:rPr>
            </w:pPr>
            <w:r w:rsidRPr="00451FD1">
              <w:rPr>
                <w:kern w:val="2"/>
                <w:szCs w:val="28"/>
              </w:rPr>
              <w:t>ул. Лесная, д. 9</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Мышкинский район, </w:t>
            </w:r>
            <w:r>
              <w:rPr>
                <w:kern w:val="2"/>
                <w:szCs w:val="28"/>
              </w:rPr>
              <w:br/>
            </w:r>
            <w:r w:rsidRPr="00451FD1">
              <w:rPr>
                <w:kern w:val="2"/>
                <w:szCs w:val="28"/>
              </w:rPr>
              <w:t xml:space="preserve">Охотинский </w:t>
            </w:r>
            <w:r w:rsidRPr="00DD5319">
              <w:rPr>
                <w:kern w:val="2"/>
                <w:szCs w:val="28"/>
              </w:rPr>
              <w:t>с/с</w:t>
            </w:r>
            <w:r w:rsidRPr="00451FD1">
              <w:rPr>
                <w:kern w:val="2"/>
                <w:szCs w:val="28"/>
              </w:rPr>
              <w:t>, с. Охотино</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77</w:t>
            </w:r>
          </w:p>
        </w:tc>
        <w:tc>
          <w:tcPr>
            <w:tcW w:w="3260" w:type="dxa"/>
          </w:tcPr>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Помещение, </w:t>
            </w:r>
          </w:p>
          <w:p w:rsidR="00451FD1" w:rsidRPr="00451FD1" w:rsidRDefault="00451FD1" w:rsidP="00451FD1">
            <w:pPr>
              <w:autoSpaceDE w:val="0"/>
              <w:autoSpaceDN w:val="0"/>
              <w:adjustRightInd w:val="0"/>
              <w:ind w:firstLine="0"/>
              <w:jc w:val="left"/>
              <w:rPr>
                <w:kern w:val="2"/>
                <w:szCs w:val="28"/>
                <w:vertAlign w:val="superscript"/>
              </w:rPr>
            </w:pPr>
            <w:r w:rsidRPr="00451FD1">
              <w:rPr>
                <w:kern w:val="2"/>
                <w:szCs w:val="28"/>
              </w:rPr>
              <w:t>кадастровый номер 76:14:010101:895</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D87C2E" w:rsidRDefault="00451FD1" w:rsidP="00451FD1">
            <w:pPr>
              <w:ind w:firstLine="0"/>
              <w:jc w:val="left"/>
              <w:rPr>
                <w:kern w:val="2"/>
                <w:szCs w:val="28"/>
              </w:rPr>
            </w:pPr>
            <w:r w:rsidRPr="00451FD1">
              <w:rPr>
                <w:kern w:val="2"/>
                <w:szCs w:val="28"/>
              </w:rPr>
              <w:t xml:space="preserve">Рыбинский район, </w:t>
            </w:r>
          </w:p>
          <w:p w:rsidR="00451FD1" w:rsidRPr="00451FD1" w:rsidRDefault="00451FD1" w:rsidP="00451FD1">
            <w:pPr>
              <w:ind w:firstLine="0"/>
              <w:jc w:val="left"/>
              <w:rPr>
                <w:kern w:val="2"/>
                <w:szCs w:val="28"/>
              </w:rPr>
            </w:pPr>
            <w:r w:rsidRPr="00451FD1">
              <w:rPr>
                <w:kern w:val="2"/>
                <w:szCs w:val="28"/>
              </w:rPr>
              <w:t xml:space="preserve">Глебовский сельский округ, </w:t>
            </w:r>
            <w:r w:rsidRPr="00451FD1">
              <w:rPr>
                <w:kern w:val="2"/>
                <w:szCs w:val="28"/>
              </w:rPr>
              <w:br/>
              <w:t>с. Глебово, ул. Рыбзаводская, д. 45, пом. I</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 xml:space="preserve">нежилое </w:t>
            </w:r>
          </w:p>
          <w:p w:rsidR="00451FD1" w:rsidRPr="00451FD1" w:rsidRDefault="00451FD1" w:rsidP="00451FD1">
            <w:pPr>
              <w:ind w:firstLine="0"/>
              <w:jc w:val="left"/>
              <w:rPr>
                <w:kern w:val="2"/>
                <w:szCs w:val="28"/>
              </w:rPr>
            </w:pPr>
            <w:r w:rsidRPr="00451FD1">
              <w:rPr>
                <w:kern w:val="2"/>
                <w:szCs w:val="28"/>
              </w:rPr>
              <w:t>помещение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bottom w:val="single" w:sz="4" w:space="0" w:color="auto"/>
            </w:tcBorders>
          </w:tcPr>
          <w:p w:rsidR="00451FD1" w:rsidRPr="00451FD1" w:rsidRDefault="00451FD1" w:rsidP="00451FD1">
            <w:pPr>
              <w:ind w:firstLine="0"/>
              <w:jc w:val="center"/>
              <w:rPr>
                <w:szCs w:val="28"/>
              </w:rPr>
            </w:pPr>
            <w:r w:rsidRPr="00451FD1">
              <w:rPr>
                <w:szCs w:val="28"/>
              </w:rPr>
              <w:t>78</w:t>
            </w:r>
          </w:p>
        </w:tc>
        <w:tc>
          <w:tcPr>
            <w:tcW w:w="3260" w:type="dxa"/>
            <w:tcBorders>
              <w:bottom w:val="single" w:sz="4" w:space="0" w:color="auto"/>
            </w:tcBorders>
          </w:tcPr>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Гаражный бокс, </w:t>
            </w:r>
          </w:p>
          <w:p w:rsidR="00451FD1" w:rsidRPr="00451FD1" w:rsidRDefault="00451FD1" w:rsidP="00451FD1">
            <w:pPr>
              <w:autoSpaceDE w:val="0"/>
              <w:autoSpaceDN w:val="0"/>
              <w:adjustRightInd w:val="0"/>
              <w:ind w:firstLine="0"/>
              <w:jc w:val="left"/>
              <w:rPr>
                <w:kern w:val="2"/>
                <w:szCs w:val="28"/>
                <w:vertAlign w:val="superscript"/>
              </w:rPr>
            </w:pPr>
            <w:r w:rsidRPr="00451FD1">
              <w:rPr>
                <w:kern w:val="2"/>
                <w:szCs w:val="28"/>
              </w:rPr>
              <w:t>кадастровый номер 76:21:010103:268</w:t>
            </w:r>
          </w:p>
        </w:tc>
        <w:tc>
          <w:tcPr>
            <w:tcW w:w="3544" w:type="dxa"/>
            <w:tcBorders>
              <w:bottom w:val="single" w:sz="4" w:space="0" w:color="auto"/>
            </w:tcBorders>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Тутаевский район, </w:t>
            </w:r>
            <w:r w:rsidRPr="00451FD1">
              <w:rPr>
                <w:kern w:val="2"/>
                <w:szCs w:val="28"/>
              </w:rPr>
              <w:br/>
              <w:t>г. Тутаев, ул. Волжская Набережная, д. 162, ГСК «Буревестник», блок 1, бокс 5</w:t>
            </w:r>
          </w:p>
        </w:tc>
        <w:tc>
          <w:tcPr>
            <w:tcW w:w="1701" w:type="dxa"/>
            <w:tcBorders>
              <w:bottom w:val="single" w:sz="4" w:space="0" w:color="auto"/>
              <w:right w:val="single" w:sz="4" w:space="0" w:color="auto"/>
            </w:tcBorders>
          </w:tcPr>
          <w:p w:rsidR="00451FD1" w:rsidRPr="00451FD1" w:rsidRDefault="00451FD1" w:rsidP="00451FD1">
            <w:pPr>
              <w:ind w:firstLine="0"/>
              <w:jc w:val="left"/>
              <w:rPr>
                <w:kern w:val="2"/>
                <w:szCs w:val="28"/>
              </w:rPr>
            </w:pPr>
            <w:r w:rsidRPr="00451FD1">
              <w:rPr>
                <w:kern w:val="2"/>
                <w:szCs w:val="28"/>
              </w:rPr>
              <w:t xml:space="preserve">нежилое </w:t>
            </w:r>
          </w:p>
          <w:p w:rsidR="00451FD1" w:rsidRPr="00451FD1" w:rsidRDefault="00451FD1" w:rsidP="00451FD1">
            <w:pPr>
              <w:ind w:firstLine="0"/>
              <w:jc w:val="left"/>
              <w:rPr>
                <w:kern w:val="2"/>
                <w:szCs w:val="28"/>
              </w:rPr>
            </w:pPr>
            <w:r w:rsidRPr="00451FD1">
              <w:rPr>
                <w:kern w:val="2"/>
                <w:szCs w:val="28"/>
              </w:rPr>
              <w:t>помещение</w:t>
            </w: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r w:rsidR="00451FD1" w:rsidRPr="00451FD1" w:rsidTr="00B45BBB">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top w:val="single" w:sz="4" w:space="0" w:color="auto"/>
              <w:left w:val="single" w:sz="4" w:space="0" w:color="auto"/>
              <w:bottom w:val="single" w:sz="4" w:space="0" w:color="auto"/>
              <w:right w:val="single" w:sz="4" w:space="0" w:color="auto"/>
            </w:tcBorders>
          </w:tcPr>
          <w:p w:rsidR="00451FD1" w:rsidRPr="00451FD1" w:rsidRDefault="00451FD1" w:rsidP="00451FD1">
            <w:pPr>
              <w:ind w:firstLine="0"/>
              <w:jc w:val="center"/>
              <w:rPr>
                <w:szCs w:val="28"/>
              </w:rPr>
            </w:pPr>
            <w:r w:rsidRPr="00451FD1">
              <w:rPr>
                <w:szCs w:val="28"/>
              </w:rPr>
              <w:t>79</w:t>
            </w:r>
          </w:p>
        </w:tc>
        <w:tc>
          <w:tcPr>
            <w:tcW w:w="3260" w:type="dxa"/>
            <w:tcBorders>
              <w:top w:val="single" w:sz="4" w:space="0" w:color="auto"/>
              <w:left w:val="single" w:sz="4" w:space="0" w:color="auto"/>
              <w:bottom w:val="single" w:sz="4" w:space="0" w:color="auto"/>
              <w:right w:val="single" w:sz="4" w:space="0" w:color="auto"/>
            </w:tcBorders>
          </w:tcPr>
          <w:p w:rsidR="00451FD1" w:rsidRPr="00451FD1" w:rsidRDefault="00451FD1" w:rsidP="00451FD1">
            <w:pPr>
              <w:autoSpaceDE w:val="0"/>
              <w:autoSpaceDN w:val="0"/>
              <w:adjustRightInd w:val="0"/>
              <w:ind w:firstLine="0"/>
              <w:jc w:val="left"/>
              <w:rPr>
                <w:kern w:val="2"/>
                <w:szCs w:val="28"/>
              </w:rPr>
            </w:pPr>
            <w:r w:rsidRPr="00451FD1">
              <w:rPr>
                <w:kern w:val="2"/>
                <w:szCs w:val="28"/>
              </w:rPr>
              <w:t>Недвижимое имущество:</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хранилище </w:t>
            </w: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для медикаментов № 1,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76:04:010435:101</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хранилище </w:t>
            </w: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для медикаментов № 2,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76:04:010435:94</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проходная,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76:04:010435:122</w:t>
            </w:r>
          </w:p>
          <w:p w:rsidR="00451FD1" w:rsidRPr="00451FD1" w:rsidRDefault="00451FD1" w:rsidP="00451FD1">
            <w:pPr>
              <w:autoSpaceDE w:val="0"/>
              <w:autoSpaceDN w:val="0"/>
              <w:adjustRightInd w:val="0"/>
              <w:ind w:firstLine="0"/>
              <w:jc w:val="left"/>
              <w:rPr>
                <w:kern w:val="2"/>
                <w:szCs w:val="28"/>
              </w:rPr>
            </w:pPr>
            <w:r w:rsidRPr="00451FD1">
              <w:rPr>
                <w:kern w:val="2"/>
                <w:szCs w:val="28"/>
              </w:rPr>
              <w:lastRenderedPageBreak/>
              <w:t xml:space="preserve">склад для хранения </w:t>
            </w: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огнеопасных веществ,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76:04:010435:154</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склад для хранения </w:t>
            </w: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баллонов,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76:04:010435:115</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колодезная,</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76:04:010435:143</w:t>
            </w:r>
          </w:p>
          <w:p w:rsidR="00451FD1" w:rsidRPr="00451FD1" w:rsidRDefault="00451FD1" w:rsidP="00451FD1">
            <w:pPr>
              <w:autoSpaceDE w:val="0"/>
              <w:autoSpaceDN w:val="0"/>
              <w:adjustRightInd w:val="0"/>
              <w:ind w:firstLine="0"/>
              <w:jc w:val="left"/>
              <w:rPr>
                <w:kern w:val="2"/>
                <w:szCs w:val="28"/>
              </w:rPr>
            </w:pPr>
          </w:p>
          <w:p w:rsidR="00D91137" w:rsidRDefault="00451FD1" w:rsidP="00451FD1">
            <w:pPr>
              <w:autoSpaceDE w:val="0"/>
              <w:autoSpaceDN w:val="0"/>
              <w:adjustRightInd w:val="0"/>
              <w:ind w:firstLine="0"/>
              <w:jc w:val="left"/>
              <w:rPr>
                <w:kern w:val="2"/>
                <w:szCs w:val="28"/>
              </w:rPr>
            </w:pPr>
            <w:r w:rsidRPr="00451FD1">
              <w:rPr>
                <w:kern w:val="2"/>
                <w:szCs w:val="28"/>
              </w:rPr>
              <w:t>резервуар для воды</w:t>
            </w:r>
            <w:r w:rsidR="00D91137">
              <w:rPr>
                <w:kern w:val="2"/>
                <w:szCs w:val="28"/>
              </w:rPr>
              <w:br/>
            </w:r>
            <w:r w:rsidRPr="00451FD1">
              <w:rPr>
                <w:kern w:val="2"/>
                <w:szCs w:val="28"/>
              </w:rPr>
              <w:t xml:space="preserve">Д-7,65,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76:04:010435:110</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резервуар, </w:t>
            </w:r>
          </w:p>
          <w:p w:rsidR="00451FD1" w:rsidRPr="00451FD1" w:rsidRDefault="00451FD1" w:rsidP="00451FD1">
            <w:pPr>
              <w:autoSpaceDE w:val="0"/>
              <w:autoSpaceDN w:val="0"/>
              <w:adjustRightInd w:val="0"/>
              <w:ind w:firstLine="0"/>
              <w:jc w:val="left"/>
              <w:rPr>
                <w:kern w:val="2"/>
                <w:szCs w:val="28"/>
              </w:rPr>
            </w:pPr>
            <w:r w:rsidRPr="00451FD1">
              <w:rPr>
                <w:kern w:val="2"/>
                <w:szCs w:val="28"/>
              </w:rPr>
              <w:t>кадастровый номер 76:04:010435:153</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vertAlign w:val="superscript"/>
              </w:rPr>
            </w:pPr>
            <w:r w:rsidRPr="00451FD1">
              <w:rPr>
                <w:color w:val="000000" w:themeColor="text1"/>
                <w:kern w:val="2"/>
                <w:szCs w:val="28"/>
              </w:rPr>
              <w:t>кадастровый номер 76:04:052701:272</w:t>
            </w: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p>
          <w:p w:rsidR="00451FD1" w:rsidRPr="00451FD1" w:rsidRDefault="00451FD1" w:rsidP="00451FD1">
            <w:pPr>
              <w:autoSpaceDE w:val="0"/>
              <w:autoSpaceDN w:val="0"/>
              <w:adjustRightInd w:val="0"/>
              <w:ind w:firstLine="0"/>
              <w:jc w:val="left"/>
              <w:rPr>
                <w:kern w:val="2"/>
                <w:szCs w:val="28"/>
              </w:rPr>
            </w:pPr>
            <w:r w:rsidRPr="00451FD1">
              <w:rPr>
                <w:kern w:val="2"/>
                <w:szCs w:val="28"/>
              </w:rPr>
              <w:t xml:space="preserve">движимое имущество </w:t>
            </w:r>
          </w:p>
          <w:p w:rsidR="00451FD1" w:rsidRPr="00451FD1" w:rsidRDefault="00451FD1" w:rsidP="00451FD1">
            <w:pPr>
              <w:autoSpaceDE w:val="0"/>
              <w:autoSpaceDN w:val="0"/>
              <w:adjustRightInd w:val="0"/>
              <w:ind w:firstLine="0"/>
              <w:jc w:val="left"/>
              <w:rPr>
                <w:kern w:val="2"/>
                <w:szCs w:val="28"/>
              </w:rPr>
            </w:pPr>
            <w:r w:rsidRPr="00451FD1">
              <w:rPr>
                <w:kern w:val="2"/>
                <w:szCs w:val="28"/>
              </w:rPr>
              <w:t>(</w:t>
            </w:r>
            <w:r w:rsidRPr="00833785">
              <w:rPr>
                <w:kern w:val="2"/>
                <w:szCs w:val="28"/>
              </w:rPr>
              <w:t>прочие нефинансовые активы):</w:t>
            </w:r>
          </w:p>
          <w:p w:rsidR="00451FD1" w:rsidRPr="00451FD1" w:rsidRDefault="00451FD1" w:rsidP="00451FD1">
            <w:pPr>
              <w:autoSpaceDE w:val="0"/>
              <w:autoSpaceDN w:val="0"/>
              <w:adjustRightInd w:val="0"/>
              <w:ind w:firstLine="0"/>
              <w:jc w:val="left"/>
              <w:rPr>
                <w:kern w:val="2"/>
                <w:szCs w:val="28"/>
              </w:rPr>
            </w:pPr>
            <w:r w:rsidRPr="00451FD1">
              <w:rPr>
                <w:kern w:val="2"/>
                <w:szCs w:val="28"/>
              </w:rPr>
              <w:t>– забор деревянный;</w:t>
            </w:r>
          </w:p>
          <w:p w:rsidR="00451FD1" w:rsidRPr="00451FD1" w:rsidRDefault="00451FD1" w:rsidP="00451FD1">
            <w:pPr>
              <w:autoSpaceDE w:val="0"/>
              <w:autoSpaceDN w:val="0"/>
              <w:adjustRightInd w:val="0"/>
              <w:ind w:firstLine="0"/>
              <w:jc w:val="left"/>
              <w:rPr>
                <w:kern w:val="2"/>
                <w:szCs w:val="28"/>
              </w:rPr>
            </w:pPr>
            <w:r w:rsidRPr="00451FD1">
              <w:rPr>
                <w:kern w:val="2"/>
                <w:szCs w:val="28"/>
              </w:rPr>
              <w:t>– колодец рубленый;</w:t>
            </w:r>
          </w:p>
          <w:p w:rsidR="00451FD1" w:rsidRPr="00451FD1" w:rsidRDefault="00451FD1" w:rsidP="00451FD1">
            <w:pPr>
              <w:autoSpaceDE w:val="0"/>
              <w:autoSpaceDN w:val="0"/>
              <w:adjustRightInd w:val="0"/>
              <w:ind w:firstLine="0"/>
              <w:jc w:val="left"/>
              <w:rPr>
                <w:kern w:val="2"/>
                <w:szCs w:val="28"/>
              </w:rPr>
            </w:pPr>
            <w:r w:rsidRPr="00451FD1">
              <w:rPr>
                <w:kern w:val="2"/>
                <w:szCs w:val="28"/>
              </w:rPr>
              <w:t>– котел отопительный;</w:t>
            </w:r>
          </w:p>
          <w:p w:rsidR="00451FD1" w:rsidRPr="00451FD1" w:rsidRDefault="00451FD1" w:rsidP="00451FD1">
            <w:pPr>
              <w:autoSpaceDE w:val="0"/>
              <w:autoSpaceDN w:val="0"/>
              <w:adjustRightInd w:val="0"/>
              <w:ind w:firstLine="0"/>
              <w:jc w:val="left"/>
              <w:rPr>
                <w:kern w:val="2"/>
                <w:szCs w:val="28"/>
              </w:rPr>
            </w:pPr>
            <w:r w:rsidRPr="00451FD1">
              <w:rPr>
                <w:kern w:val="2"/>
                <w:szCs w:val="28"/>
              </w:rPr>
              <w:t>– котел отопительный;</w:t>
            </w:r>
          </w:p>
          <w:p w:rsidR="00451FD1" w:rsidRPr="00451FD1" w:rsidRDefault="00451FD1" w:rsidP="00451FD1">
            <w:pPr>
              <w:autoSpaceDE w:val="0"/>
              <w:autoSpaceDN w:val="0"/>
              <w:adjustRightInd w:val="0"/>
              <w:ind w:right="-104" w:firstLine="0"/>
              <w:jc w:val="left"/>
              <w:rPr>
                <w:kern w:val="2"/>
                <w:szCs w:val="28"/>
              </w:rPr>
            </w:pPr>
            <w:r w:rsidRPr="00451FD1">
              <w:rPr>
                <w:kern w:val="2"/>
                <w:szCs w:val="28"/>
              </w:rPr>
              <w:t xml:space="preserve">– вентилятор ВО-400 </w:t>
            </w:r>
            <w:r w:rsidR="00D91137">
              <w:rPr>
                <w:kern w:val="2"/>
                <w:szCs w:val="28"/>
              </w:rPr>
              <w:br/>
            </w:r>
            <w:r w:rsidRPr="00451FD1">
              <w:rPr>
                <w:kern w:val="2"/>
                <w:szCs w:val="28"/>
              </w:rPr>
              <w:t xml:space="preserve">с защитной решеткой </w:t>
            </w:r>
            <w:r w:rsidR="00D91137">
              <w:rPr>
                <w:kern w:val="2"/>
                <w:szCs w:val="28"/>
              </w:rPr>
              <w:br/>
            </w:r>
            <w:r w:rsidRPr="00451FD1">
              <w:rPr>
                <w:kern w:val="2"/>
                <w:szCs w:val="28"/>
              </w:rPr>
              <w:t>(серии 02);</w:t>
            </w:r>
          </w:p>
          <w:p w:rsidR="00451FD1" w:rsidRPr="00451FD1" w:rsidRDefault="00451FD1" w:rsidP="00451FD1">
            <w:pPr>
              <w:autoSpaceDE w:val="0"/>
              <w:autoSpaceDN w:val="0"/>
              <w:adjustRightInd w:val="0"/>
              <w:ind w:firstLine="0"/>
              <w:jc w:val="left"/>
              <w:rPr>
                <w:kern w:val="2"/>
                <w:szCs w:val="28"/>
              </w:rPr>
            </w:pPr>
            <w:r w:rsidRPr="00451FD1">
              <w:rPr>
                <w:kern w:val="2"/>
                <w:szCs w:val="28"/>
              </w:rPr>
              <w:t>– насос К8/18 (2,2 кВт);</w:t>
            </w:r>
          </w:p>
          <w:p w:rsidR="004578BD" w:rsidRPr="00451FD1" w:rsidRDefault="00D91137" w:rsidP="00451FD1">
            <w:pPr>
              <w:autoSpaceDE w:val="0"/>
              <w:autoSpaceDN w:val="0"/>
              <w:adjustRightInd w:val="0"/>
              <w:ind w:firstLine="0"/>
              <w:jc w:val="left"/>
              <w:rPr>
                <w:spacing w:val="-4"/>
                <w:kern w:val="2"/>
                <w:szCs w:val="28"/>
              </w:rPr>
            </w:pPr>
            <w:r>
              <w:rPr>
                <w:spacing w:val="-4"/>
                <w:kern w:val="2"/>
                <w:szCs w:val="28"/>
              </w:rPr>
              <w:t>– насос К 65-50-160, 5,5 </w:t>
            </w:r>
            <w:r w:rsidR="00451FD1" w:rsidRPr="00451FD1">
              <w:rPr>
                <w:spacing w:val="-4"/>
                <w:kern w:val="2"/>
                <w:szCs w:val="28"/>
              </w:rPr>
              <w:t>кВт</w:t>
            </w:r>
          </w:p>
        </w:tc>
        <w:tc>
          <w:tcPr>
            <w:tcW w:w="3544" w:type="dxa"/>
            <w:tcBorders>
              <w:top w:val="single" w:sz="4" w:space="0" w:color="auto"/>
              <w:left w:val="single" w:sz="4" w:space="0" w:color="auto"/>
              <w:bottom w:val="single" w:sz="4" w:space="0" w:color="auto"/>
              <w:right w:val="single" w:sz="4" w:space="0" w:color="auto"/>
            </w:tcBorders>
          </w:tcPr>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Гаврилов-Ямский район, п.</w:t>
            </w:r>
            <w:r>
              <w:rPr>
                <w:kern w:val="2"/>
                <w:szCs w:val="28"/>
              </w:rPr>
              <w:t> </w:t>
            </w:r>
            <w:r w:rsidRPr="00451FD1">
              <w:rPr>
                <w:kern w:val="2"/>
                <w:szCs w:val="28"/>
              </w:rPr>
              <w:t>Ясеневка</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Гаврилов-Ямский район, п.</w:t>
            </w:r>
            <w:r w:rsidR="00D91137">
              <w:rPr>
                <w:kern w:val="2"/>
                <w:szCs w:val="28"/>
              </w:rPr>
              <w:t> </w:t>
            </w:r>
            <w:r w:rsidRPr="00451FD1">
              <w:rPr>
                <w:kern w:val="2"/>
                <w:szCs w:val="28"/>
              </w:rPr>
              <w:t>Ясеневка</w:t>
            </w:r>
          </w:p>
          <w:p w:rsidR="00451FD1" w:rsidRPr="00451FD1" w:rsidRDefault="00451FD1" w:rsidP="00451FD1">
            <w:pPr>
              <w:ind w:firstLine="0"/>
              <w:jc w:val="left"/>
              <w:rPr>
                <w:kern w:val="2"/>
                <w:szCs w:val="28"/>
              </w:rPr>
            </w:pPr>
          </w:p>
          <w:p w:rsidR="00D91137" w:rsidRPr="00451FD1" w:rsidRDefault="00D91137"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D91137" w:rsidP="00451FD1">
            <w:pPr>
              <w:ind w:firstLine="0"/>
              <w:jc w:val="left"/>
              <w:rPr>
                <w:kern w:val="2"/>
                <w:szCs w:val="28"/>
              </w:rPr>
            </w:pPr>
            <w:r>
              <w:rPr>
                <w:kern w:val="2"/>
                <w:szCs w:val="28"/>
              </w:rPr>
              <w:t>Гаврилов-Ямский район, п. </w:t>
            </w:r>
            <w:r w:rsidR="00451FD1" w:rsidRPr="00451FD1">
              <w:rPr>
                <w:kern w:val="2"/>
                <w:szCs w:val="28"/>
              </w:rPr>
              <w:t>Ясеневка</w:t>
            </w:r>
          </w:p>
          <w:p w:rsidR="00451FD1" w:rsidRPr="00451FD1" w:rsidRDefault="00451FD1" w:rsidP="00451FD1">
            <w:pPr>
              <w:ind w:firstLine="0"/>
              <w:jc w:val="left"/>
              <w:rPr>
                <w:kern w:val="2"/>
                <w:szCs w:val="28"/>
              </w:rPr>
            </w:pPr>
            <w:r w:rsidRPr="00451FD1">
              <w:rPr>
                <w:kern w:val="2"/>
                <w:szCs w:val="28"/>
              </w:rPr>
              <w:lastRenderedPageBreak/>
              <w:t xml:space="preserve">Ярославская область, </w:t>
            </w:r>
          </w:p>
          <w:p w:rsidR="00451FD1" w:rsidRPr="00451FD1" w:rsidRDefault="00451FD1" w:rsidP="00451FD1">
            <w:pPr>
              <w:ind w:firstLine="0"/>
              <w:jc w:val="left"/>
              <w:rPr>
                <w:kern w:val="2"/>
                <w:szCs w:val="28"/>
              </w:rPr>
            </w:pPr>
            <w:r w:rsidRPr="00451FD1">
              <w:rPr>
                <w:kern w:val="2"/>
                <w:szCs w:val="28"/>
              </w:rPr>
              <w:t>Гаврилов-Ямский район, п.</w:t>
            </w:r>
            <w:r w:rsidR="00D91137">
              <w:rPr>
                <w:kern w:val="2"/>
                <w:szCs w:val="28"/>
              </w:rPr>
              <w:t> </w:t>
            </w:r>
            <w:r w:rsidRPr="00451FD1">
              <w:rPr>
                <w:kern w:val="2"/>
                <w:szCs w:val="28"/>
              </w:rPr>
              <w:t>Ясеневка</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Гаврилов-Ямский район, п.</w:t>
            </w:r>
            <w:r w:rsidR="00D91137">
              <w:rPr>
                <w:kern w:val="2"/>
                <w:szCs w:val="28"/>
              </w:rPr>
              <w:t> </w:t>
            </w:r>
            <w:r w:rsidRPr="00451FD1">
              <w:rPr>
                <w:kern w:val="2"/>
                <w:szCs w:val="28"/>
              </w:rPr>
              <w:t>Ясеневка</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D91137" w:rsidP="00451FD1">
            <w:pPr>
              <w:ind w:firstLine="0"/>
              <w:jc w:val="left"/>
              <w:rPr>
                <w:kern w:val="2"/>
                <w:szCs w:val="28"/>
              </w:rPr>
            </w:pPr>
            <w:r>
              <w:rPr>
                <w:kern w:val="2"/>
                <w:szCs w:val="28"/>
              </w:rPr>
              <w:t>Гаврилов-Ямский район, п. </w:t>
            </w:r>
            <w:r w:rsidR="00451FD1" w:rsidRPr="00451FD1">
              <w:rPr>
                <w:kern w:val="2"/>
                <w:szCs w:val="28"/>
              </w:rPr>
              <w:t>Ясеневка</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Гаврилов-Ямский район, п.</w:t>
            </w:r>
            <w:r w:rsidR="00D91137">
              <w:rPr>
                <w:kern w:val="2"/>
                <w:szCs w:val="28"/>
              </w:rPr>
              <w:t> </w:t>
            </w:r>
            <w:r w:rsidRPr="00451FD1">
              <w:rPr>
                <w:kern w:val="2"/>
                <w:szCs w:val="28"/>
              </w:rPr>
              <w:t xml:space="preserve"> Ясеневка</w:t>
            </w:r>
          </w:p>
          <w:p w:rsidR="00451FD1" w:rsidRDefault="00451FD1" w:rsidP="00451FD1">
            <w:pPr>
              <w:ind w:firstLine="0"/>
              <w:jc w:val="left"/>
              <w:rPr>
                <w:kern w:val="2"/>
                <w:szCs w:val="28"/>
              </w:rPr>
            </w:pPr>
          </w:p>
          <w:p w:rsidR="00D91137" w:rsidRPr="00451FD1" w:rsidRDefault="00D91137"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Гаврилов-Ямский район, п.</w:t>
            </w:r>
            <w:r w:rsidR="00D91137">
              <w:rPr>
                <w:kern w:val="2"/>
                <w:szCs w:val="28"/>
              </w:rPr>
              <w:t> </w:t>
            </w:r>
            <w:r w:rsidRPr="00451FD1">
              <w:rPr>
                <w:kern w:val="2"/>
                <w:szCs w:val="28"/>
              </w:rPr>
              <w:t>Ясеневка</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Гаврилов-Ямский район, Шопшинский </w:t>
            </w:r>
            <w:r w:rsidR="004578BD">
              <w:rPr>
                <w:szCs w:val="28"/>
              </w:rPr>
              <w:t>сельский округ</w:t>
            </w:r>
            <w:r w:rsidRPr="00451FD1">
              <w:rPr>
                <w:kern w:val="2"/>
                <w:szCs w:val="28"/>
              </w:rPr>
              <w:t>, район п.</w:t>
            </w:r>
            <w:r w:rsidR="00D91137">
              <w:rPr>
                <w:kern w:val="2"/>
                <w:szCs w:val="28"/>
              </w:rPr>
              <w:t> </w:t>
            </w:r>
            <w:r w:rsidRPr="00451FD1">
              <w:rPr>
                <w:kern w:val="2"/>
                <w:szCs w:val="28"/>
              </w:rPr>
              <w:t>Ясеневка</w:t>
            </w:r>
          </w:p>
          <w:p w:rsidR="00451FD1" w:rsidRPr="00451FD1" w:rsidRDefault="00451FD1" w:rsidP="00451FD1">
            <w:pPr>
              <w:ind w:firstLine="0"/>
              <w:jc w:val="left"/>
              <w:rPr>
                <w:kern w:val="2"/>
                <w:szCs w:val="28"/>
              </w:rPr>
            </w:pPr>
          </w:p>
        </w:tc>
        <w:tc>
          <w:tcPr>
            <w:tcW w:w="1701" w:type="dxa"/>
            <w:tcBorders>
              <w:top w:val="single" w:sz="4" w:space="0" w:color="auto"/>
              <w:left w:val="single" w:sz="4" w:space="0" w:color="auto"/>
              <w:bottom w:val="single" w:sz="4" w:space="0" w:color="auto"/>
              <w:right w:val="single" w:sz="4" w:space="0" w:color="auto"/>
            </w:tcBorders>
          </w:tcPr>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r w:rsidRPr="00451FD1">
              <w:rPr>
                <w:kern w:val="2"/>
                <w:szCs w:val="28"/>
              </w:rPr>
              <w:lastRenderedPageBreak/>
              <w:t>нежилое здание</w:t>
            </w:r>
          </w:p>
          <w:p w:rsidR="00451FD1" w:rsidRPr="00451FD1" w:rsidRDefault="00451FD1" w:rsidP="00451FD1">
            <w:pPr>
              <w:ind w:firstLine="0"/>
              <w:jc w:val="left"/>
              <w:rPr>
                <w:kern w:val="2"/>
                <w:szCs w:val="28"/>
              </w:rPr>
            </w:pPr>
          </w:p>
          <w:p w:rsidR="00B3655D" w:rsidRDefault="00B3655D" w:rsidP="00451FD1">
            <w:pPr>
              <w:ind w:firstLine="0"/>
              <w:jc w:val="left"/>
              <w:rPr>
                <w:kern w:val="2"/>
                <w:szCs w:val="28"/>
              </w:rPr>
            </w:pPr>
          </w:p>
          <w:p w:rsidR="00B3655D" w:rsidRPr="00451FD1" w:rsidRDefault="00B3655D"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B3655D" w:rsidRPr="00B3655D" w:rsidRDefault="00B3655D" w:rsidP="00B3655D">
            <w:pPr>
              <w:ind w:firstLine="0"/>
              <w:jc w:val="left"/>
              <w:rPr>
                <w:kern w:val="2"/>
                <w:szCs w:val="28"/>
              </w:rPr>
            </w:pPr>
            <w:r w:rsidRPr="00B3655D">
              <w:rPr>
                <w:kern w:val="2"/>
                <w:szCs w:val="28"/>
              </w:rPr>
              <w:t xml:space="preserve">иное </w:t>
            </w:r>
          </w:p>
          <w:p w:rsidR="00B3655D" w:rsidRPr="00B3655D" w:rsidRDefault="00B3655D" w:rsidP="00B3655D">
            <w:pPr>
              <w:ind w:firstLine="0"/>
              <w:jc w:val="left"/>
              <w:rPr>
                <w:kern w:val="2"/>
                <w:szCs w:val="28"/>
              </w:rPr>
            </w:pPr>
            <w:r w:rsidRPr="00B3655D">
              <w:rPr>
                <w:kern w:val="2"/>
                <w:szCs w:val="28"/>
              </w:rPr>
              <w:t>сооружение</w:t>
            </w:r>
          </w:p>
          <w:p w:rsidR="00451FD1" w:rsidRPr="00451FD1" w:rsidRDefault="00451FD1" w:rsidP="00451FD1">
            <w:pPr>
              <w:ind w:firstLine="0"/>
              <w:jc w:val="left"/>
              <w:rPr>
                <w:kern w:val="2"/>
                <w:szCs w:val="28"/>
              </w:rPr>
            </w:pPr>
          </w:p>
          <w:p w:rsidR="00451FD1" w:rsidRDefault="00451FD1" w:rsidP="00451FD1">
            <w:pPr>
              <w:ind w:firstLine="0"/>
              <w:jc w:val="left"/>
              <w:rPr>
                <w:kern w:val="2"/>
                <w:szCs w:val="28"/>
              </w:rPr>
            </w:pPr>
          </w:p>
          <w:p w:rsidR="00D91137" w:rsidRPr="00451FD1" w:rsidRDefault="00D91137" w:rsidP="00451FD1">
            <w:pPr>
              <w:ind w:firstLine="0"/>
              <w:jc w:val="left"/>
              <w:rPr>
                <w:kern w:val="2"/>
                <w:szCs w:val="28"/>
              </w:rPr>
            </w:pPr>
          </w:p>
          <w:p w:rsidR="00B3655D" w:rsidRPr="00B3655D" w:rsidRDefault="00B3655D" w:rsidP="00B3655D">
            <w:pPr>
              <w:ind w:firstLine="0"/>
              <w:jc w:val="left"/>
              <w:rPr>
                <w:kern w:val="2"/>
                <w:szCs w:val="28"/>
              </w:rPr>
            </w:pPr>
            <w:r w:rsidRPr="00B3655D">
              <w:rPr>
                <w:kern w:val="2"/>
                <w:szCs w:val="28"/>
              </w:rPr>
              <w:t xml:space="preserve">иное </w:t>
            </w:r>
          </w:p>
          <w:p w:rsidR="00B3655D" w:rsidRPr="00B3655D" w:rsidRDefault="00B3655D" w:rsidP="00B3655D">
            <w:pPr>
              <w:ind w:firstLine="0"/>
              <w:jc w:val="left"/>
              <w:rPr>
                <w:kern w:val="2"/>
                <w:szCs w:val="28"/>
              </w:rPr>
            </w:pPr>
            <w:r w:rsidRPr="00B3655D">
              <w:rPr>
                <w:kern w:val="2"/>
                <w:szCs w:val="28"/>
              </w:rPr>
              <w:t>сооружение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tc>
        <w:tc>
          <w:tcPr>
            <w:tcW w:w="992" w:type="dxa"/>
            <w:tcBorders>
              <w:top w:val="nil"/>
              <w:left w:val="single" w:sz="4" w:space="0" w:color="auto"/>
              <w:bottom w:val="nil"/>
              <w:right w:val="nil"/>
            </w:tcBorders>
          </w:tcPr>
          <w:p w:rsidR="00451FD1" w:rsidRPr="00451FD1" w:rsidRDefault="00451FD1" w:rsidP="00B45BBB">
            <w:pPr>
              <w:ind w:right="57" w:firstLine="0"/>
              <w:jc w:val="left"/>
              <w:rPr>
                <w:kern w:val="2"/>
                <w:szCs w:val="28"/>
              </w:rPr>
            </w:pPr>
          </w:p>
        </w:tc>
      </w:tr>
    </w:tbl>
    <w:p w:rsidR="00833785" w:rsidRDefault="00833785">
      <w:r>
        <w:br w:type="page"/>
      </w:r>
    </w:p>
    <w:tbl>
      <w:tblPr>
        <w:tblStyle w:val="4"/>
        <w:tblW w:w="10065" w:type="dxa"/>
        <w:tblLayout w:type="fixed"/>
        <w:tblLook w:val="04A0" w:firstRow="1" w:lastRow="0" w:firstColumn="1" w:lastColumn="0" w:noHBand="0" w:noVBand="1"/>
      </w:tblPr>
      <w:tblGrid>
        <w:gridCol w:w="284"/>
        <w:gridCol w:w="567"/>
        <w:gridCol w:w="3260"/>
        <w:gridCol w:w="3544"/>
        <w:gridCol w:w="1701"/>
        <w:gridCol w:w="709"/>
      </w:tblGrid>
      <w:tr w:rsidR="00451FD1" w:rsidRPr="00451FD1" w:rsidTr="00D91137">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451FD1">
            <w:pPr>
              <w:ind w:firstLine="0"/>
              <w:jc w:val="center"/>
              <w:rPr>
                <w:szCs w:val="28"/>
              </w:rPr>
            </w:pPr>
            <w:r w:rsidRPr="00451FD1">
              <w:rPr>
                <w:szCs w:val="28"/>
              </w:rPr>
              <w:t>80</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Недвижимое имущество:</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детский дом,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76:20:010503:100</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склад,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76:20:010503:101</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сарай-навес теневой </w:t>
            </w:r>
            <w:r w:rsidRPr="00451FD1">
              <w:rPr>
                <w:color w:val="000000" w:themeColor="text1"/>
                <w:kern w:val="2"/>
                <w:szCs w:val="28"/>
              </w:rPr>
              <w:br/>
              <w:t xml:space="preserve">(инв. № ДД1010712),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76:20:010506:216</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сарай-навес теневой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(инв. № ДД1012506),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76:20:010506:214</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площадка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(инв. № 01910002),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76:20:010506:215</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дорога и тротуары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(инв. № 01910001),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76:20:010506:218</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76:20:010506:2</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движимое имущество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w:t>
            </w:r>
            <w:r w:rsidRPr="00D91137">
              <w:rPr>
                <w:color w:val="000000" w:themeColor="text1"/>
                <w:kern w:val="2"/>
                <w:szCs w:val="28"/>
              </w:rPr>
              <w:t>прочие нефинансовые активы</w:t>
            </w:r>
            <w:r w:rsidRPr="00451FD1">
              <w:rPr>
                <w:color w:val="000000" w:themeColor="text1"/>
                <w:kern w:val="2"/>
                <w:szCs w:val="28"/>
              </w:rPr>
              <w:t>):</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забор;</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автоматическая пожарная сигнализация;</w:t>
            </w:r>
          </w:p>
          <w:p w:rsid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узел коммерческого учета тепла № 2</w:t>
            </w:r>
          </w:p>
          <w:p w:rsidR="00B35AC8" w:rsidRDefault="00B35AC8" w:rsidP="00451FD1">
            <w:pPr>
              <w:autoSpaceDE w:val="0"/>
              <w:autoSpaceDN w:val="0"/>
              <w:adjustRightInd w:val="0"/>
              <w:ind w:firstLine="0"/>
              <w:jc w:val="left"/>
              <w:rPr>
                <w:color w:val="000000" w:themeColor="text1"/>
                <w:kern w:val="2"/>
                <w:szCs w:val="28"/>
              </w:rPr>
            </w:pPr>
          </w:p>
          <w:p w:rsidR="00B35AC8" w:rsidRPr="00451FD1" w:rsidRDefault="00B35AC8" w:rsidP="00451FD1">
            <w:pPr>
              <w:autoSpaceDE w:val="0"/>
              <w:autoSpaceDN w:val="0"/>
              <w:adjustRightInd w:val="0"/>
              <w:ind w:firstLine="0"/>
              <w:jc w:val="left"/>
              <w:rPr>
                <w:color w:val="000000" w:themeColor="text1"/>
                <w:kern w:val="2"/>
                <w:szCs w:val="28"/>
              </w:rPr>
            </w:pPr>
          </w:p>
        </w:tc>
        <w:tc>
          <w:tcPr>
            <w:tcW w:w="3544" w:type="dxa"/>
          </w:tcPr>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Рыбинск, ул. Толбухина, д. 10</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Рыбинский район, </w:t>
            </w:r>
          </w:p>
          <w:p w:rsidR="00451FD1" w:rsidRPr="00451FD1" w:rsidRDefault="00451FD1" w:rsidP="00451FD1">
            <w:pPr>
              <w:ind w:firstLine="0"/>
              <w:jc w:val="left"/>
              <w:rPr>
                <w:kern w:val="2"/>
                <w:szCs w:val="28"/>
              </w:rPr>
            </w:pPr>
            <w:r w:rsidRPr="00451FD1">
              <w:rPr>
                <w:kern w:val="2"/>
                <w:szCs w:val="28"/>
              </w:rPr>
              <w:t>г. Рыбинск, ул. Толбухина, д. 10</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Рыбинский район, </w:t>
            </w:r>
          </w:p>
          <w:p w:rsidR="00451FD1" w:rsidRPr="00451FD1" w:rsidRDefault="00451FD1" w:rsidP="00451FD1">
            <w:pPr>
              <w:ind w:firstLine="0"/>
              <w:jc w:val="left"/>
              <w:rPr>
                <w:kern w:val="2"/>
                <w:szCs w:val="28"/>
              </w:rPr>
            </w:pPr>
            <w:r w:rsidRPr="00451FD1">
              <w:rPr>
                <w:kern w:val="2"/>
                <w:szCs w:val="28"/>
              </w:rPr>
              <w:t>г. Рыбинск, ул. Толбухина, д. 10</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Рыбинский район, </w:t>
            </w:r>
          </w:p>
          <w:p w:rsidR="00451FD1" w:rsidRPr="00451FD1" w:rsidRDefault="00451FD1" w:rsidP="00451FD1">
            <w:pPr>
              <w:ind w:firstLine="0"/>
              <w:jc w:val="left"/>
              <w:rPr>
                <w:kern w:val="2"/>
                <w:szCs w:val="28"/>
              </w:rPr>
            </w:pPr>
            <w:r w:rsidRPr="00451FD1">
              <w:rPr>
                <w:kern w:val="2"/>
                <w:szCs w:val="28"/>
              </w:rPr>
              <w:t>г. Рыбинск, ул. Толбухина, д. 10</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Рыбинск, ул. Толбухина, д. 10</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Рыбинский район,</w:t>
            </w:r>
          </w:p>
          <w:p w:rsidR="00451FD1" w:rsidRPr="00451FD1" w:rsidRDefault="00451FD1" w:rsidP="00451FD1">
            <w:pPr>
              <w:ind w:firstLine="0"/>
              <w:jc w:val="left"/>
              <w:rPr>
                <w:kern w:val="2"/>
                <w:szCs w:val="28"/>
              </w:rPr>
            </w:pPr>
            <w:r w:rsidRPr="00451FD1">
              <w:rPr>
                <w:kern w:val="2"/>
                <w:szCs w:val="28"/>
              </w:rPr>
              <w:t>г. Рыбинск, ул. Толбухина, д. 10</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г.  Рыбинск, </w:t>
            </w:r>
          </w:p>
          <w:p w:rsidR="00451FD1" w:rsidRPr="00451FD1" w:rsidRDefault="00451FD1" w:rsidP="00451FD1">
            <w:pPr>
              <w:ind w:firstLine="0"/>
              <w:jc w:val="left"/>
              <w:rPr>
                <w:kern w:val="2"/>
                <w:szCs w:val="28"/>
              </w:rPr>
            </w:pPr>
            <w:r w:rsidRPr="00451FD1">
              <w:rPr>
                <w:kern w:val="2"/>
                <w:szCs w:val="28"/>
              </w:rPr>
              <w:t>ул. Толбухина, д. 10</w:t>
            </w:r>
          </w:p>
          <w:p w:rsidR="00451FD1" w:rsidRPr="00451FD1" w:rsidRDefault="00451FD1" w:rsidP="00451FD1">
            <w:pPr>
              <w:ind w:firstLine="0"/>
              <w:jc w:val="left"/>
              <w:rPr>
                <w:kern w:val="2"/>
                <w:szCs w:val="28"/>
              </w:rPr>
            </w:pPr>
          </w:p>
        </w:tc>
        <w:tc>
          <w:tcPr>
            <w:tcW w:w="1701" w:type="dxa"/>
            <w:tcBorders>
              <w:right w:val="single" w:sz="4" w:space="0" w:color="auto"/>
            </w:tcBorders>
          </w:tcPr>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иное </w:t>
            </w:r>
          </w:p>
          <w:p w:rsidR="00451FD1" w:rsidRPr="00451FD1" w:rsidRDefault="00451FD1" w:rsidP="00451FD1">
            <w:pPr>
              <w:ind w:firstLine="0"/>
              <w:jc w:val="left"/>
              <w:rPr>
                <w:kern w:val="2"/>
                <w:szCs w:val="28"/>
              </w:rPr>
            </w:pPr>
            <w:r w:rsidRPr="00451FD1">
              <w:rPr>
                <w:kern w:val="2"/>
                <w:szCs w:val="28"/>
              </w:rPr>
              <w:t>сооружение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иное </w:t>
            </w:r>
          </w:p>
          <w:p w:rsidR="00451FD1" w:rsidRPr="00451FD1" w:rsidRDefault="00451FD1" w:rsidP="00451FD1">
            <w:pPr>
              <w:ind w:firstLine="0"/>
              <w:jc w:val="left"/>
              <w:rPr>
                <w:kern w:val="2"/>
                <w:szCs w:val="28"/>
              </w:rPr>
            </w:pPr>
            <w:r w:rsidRPr="00451FD1">
              <w:rPr>
                <w:kern w:val="2"/>
                <w:szCs w:val="28"/>
              </w:rPr>
              <w:t>сооружение</w:t>
            </w:r>
          </w:p>
        </w:tc>
        <w:tc>
          <w:tcPr>
            <w:tcW w:w="709" w:type="dxa"/>
            <w:tcBorders>
              <w:top w:val="nil"/>
              <w:left w:val="single" w:sz="4" w:space="0" w:color="auto"/>
              <w:bottom w:val="nil"/>
              <w:right w:val="nil"/>
            </w:tcBorders>
          </w:tcPr>
          <w:p w:rsidR="00451FD1" w:rsidRPr="00451FD1" w:rsidRDefault="00451FD1" w:rsidP="00451FD1">
            <w:pPr>
              <w:ind w:right="672" w:firstLine="0"/>
              <w:jc w:val="left"/>
              <w:rPr>
                <w:kern w:val="2"/>
                <w:szCs w:val="28"/>
              </w:rPr>
            </w:pPr>
          </w:p>
        </w:tc>
      </w:tr>
      <w:tr w:rsidR="00451FD1" w:rsidRPr="00451FD1" w:rsidTr="00D91137">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C15059">
            <w:pPr>
              <w:ind w:firstLine="0"/>
              <w:jc w:val="center"/>
              <w:rPr>
                <w:szCs w:val="28"/>
              </w:rPr>
            </w:pPr>
            <w:r w:rsidRPr="00451FD1">
              <w:rPr>
                <w:szCs w:val="28"/>
              </w:rPr>
              <w:t>8</w:t>
            </w:r>
            <w:r w:rsidR="00C15059">
              <w:rPr>
                <w:szCs w:val="28"/>
              </w:rPr>
              <w:t>1</w:t>
            </w:r>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Недвижимое имущество:</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детского дома,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76:20:010101:4186</w:t>
            </w:r>
          </w:p>
          <w:p w:rsidR="00833785" w:rsidRDefault="00833785"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дорога и тротуары </w:t>
            </w:r>
            <w:r w:rsidRPr="00451FD1">
              <w:rPr>
                <w:color w:val="000000" w:themeColor="text1"/>
                <w:kern w:val="2"/>
                <w:szCs w:val="28"/>
              </w:rPr>
              <w:br/>
              <w:t>(инв. № 01910001),</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76:20:010506:219</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76:20:010506:3</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движимое имущество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w:t>
            </w:r>
            <w:r w:rsidRPr="00D91137">
              <w:rPr>
                <w:color w:val="000000" w:themeColor="text1"/>
                <w:kern w:val="2"/>
                <w:szCs w:val="28"/>
              </w:rPr>
              <w:t>прочие нефинансовые активы):</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забор 1;</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автоматическая пожарная сигнализация;</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система видеонаблюдения</w:t>
            </w:r>
          </w:p>
        </w:tc>
        <w:tc>
          <w:tcPr>
            <w:tcW w:w="3544" w:type="dxa"/>
          </w:tcPr>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Default="00451FD1" w:rsidP="00451FD1">
            <w:pPr>
              <w:ind w:firstLine="0"/>
              <w:jc w:val="left"/>
              <w:rPr>
                <w:kern w:val="2"/>
                <w:szCs w:val="28"/>
              </w:rPr>
            </w:pPr>
            <w:r w:rsidRPr="00451FD1">
              <w:rPr>
                <w:kern w:val="2"/>
                <w:szCs w:val="28"/>
              </w:rPr>
              <w:t>г. Рыбинск, ул. Толбухина, д. 10</w:t>
            </w:r>
          </w:p>
          <w:p w:rsidR="00833785" w:rsidRPr="00451FD1" w:rsidRDefault="00833785"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Рыбинский район, </w:t>
            </w:r>
          </w:p>
          <w:p w:rsidR="00451FD1" w:rsidRPr="00451FD1" w:rsidRDefault="00451FD1" w:rsidP="00451FD1">
            <w:pPr>
              <w:ind w:firstLine="0"/>
              <w:jc w:val="left"/>
              <w:rPr>
                <w:kern w:val="2"/>
                <w:szCs w:val="28"/>
              </w:rPr>
            </w:pPr>
            <w:r w:rsidRPr="00451FD1">
              <w:rPr>
                <w:kern w:val="2"/>
                <w:szCs w:val="28"/>
              </w:rPr>
              <w:t>г. Рыбинск, ул. Толбухина, д. 10</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Рыбинск, ул. Толбухина, д. 10</w:t>
            </w:r>
          </w:p>
        </w:tc>
        <w:tc>
          <w:tcPr>
            <w:tcW w:w="1701" w:type="dxa"/>
            <w:tcBorders>
              <w:right w:val="single" w:sz="4" w:space="0" w:color="auto"/>
            </w:tcBorders>
          </w:tcPr>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i/>
                <w:kern w:val="2"/>
                <w:szCs w:val="28"/>
              </w:rPr>
            </w:pPr>
          </w:p>
          <w:p w:rsidR="00451FD1" w:rsidRPr="00451FD1" w:rsidRDefault="00451FD1" w:rsidP="00451FD1">
            <w:pPr>
              <w:ind w:firstLine="0"/>
              <w:jc w:val="left"/>
              <w:rPr>
                <w:i/>
                <w:kern w:val="2"/>
                <w:szCs w:val="28"/>
              </w:rPr>
            </w:pPr>
          </w:p>
          <w:p w:rsidR="00451FD1" w:rsidRPr="00451FD1" w:rsidRDefault="00451FD1" w:rsidP="00451FD1">
            <w:pPr>
              <w:ind w:firstLine="0"/>
              <w:jc w:val="left"/>
              <w:rPr>
                <w:kern w:val="2"/>
                <w:szCs w:val="28"/>
              </w:rPr>
            </w:pPr>
            <w:r w:rsidRPr="00451FD1">
              <w:rPr>
                <w:kern w:val="2"/>
                <w:szCs w:val="28"/>
              </w:rPr>
              <w:t xml:space="preserve">иное </w:t>
            </w:r>
          </w:p>
          <w:p w:rsidR="00451FD1" w:rsidRPr="00451FD1" w:rsidRDefault="00451FD1" w:rsidP="00451FD1">
            <w:pPr>
              <w:ind w:firstLine="0"/>
              <w:jc w:val="left"/>
              <w:rPr>
                <w:kern w:val="2"/>
                <w:szCs w:val="28"/>
              </w:rPr>
            </w:pPr>
            <w:r w:rsidRPr="00451FD1">
              <w:rPr>
                <w:kern w:val="2"/>
                <w:szCs w:val="28"/>
              </w:rPr>
              <w:t>сооружение</w:t>
            </w:r>
          </w:p>
          <w:p w:rsidR="00451FD1" w:rsidRPr="00451FD1" w:rsidRDefault="00451FD1" w:rsidP="00451FD1">
            <w:pPr>
              <w:ind w:firstLine="0"/>
              <w:jc w:val="left"/>
              <w:rPr>
                <w:kern w:val="2"/>
                <w:szCs w:val="28"/>
              </w:rPr>
            </w:pPr>
          </w:p>
        </w:tc>
        <w:tc>
          <w:tcPr>
            <w:tcW w:w="709" w:type="dxa"/>
            <w:tcBorders>
              <w:top w:val="nil"/>
              <w:left w:val="single" w:sz="4" w:space="0" w:color="auto"/>
              <w:bottom w:val="nil"/>
              <w:right w:val="nil"/>
            </w:tcBorders>
          </w:tcPr>
          <w:p w:rsidR="00451FD1" w:rsidRPr="00451FD1" w:rsidRDefault="00451FD1" w:rsidP="00451FD1">
            <w:pPr>
              <w:ind w:right="672" w:firstLine="0"/>
              <w:jc w:val="left"/>
              <w:rPr>
                <w:kern w:val="2"/>
                <w:szCs w:val="28"/>
              </w:rPr>
            </w:pPr>
          </w:p>
        </w:tc>
      </w:tr>
      <w:tr w:rsidR="00451FD1" w:rsidRPr="00451FD1" w:rsidTr="00D91137">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C15059">
            <w:pPr>
              <w:ind w:firstLine="0"/>
              <w:jc w:val="center"/>
              <w:rPr>
                <w:szCs w:val="28"/>
              </w:rPr>
            </w:pPr>
            <w:r w:rsidRPr="00451FD1">
              <w:rPr>
                <w:szCs w:val="28"/>
              </w:rPr>
              <w:t>8</w:t>
            </w:r>
            <w:r w:rsidR="00C15059">
              <w:rPr>
                <w:szCs w:val="28"/>
              </w:rPr>
              <w:t>2</w:t>
            </w:r>
          </w:p>
        </w:tc>
        <w:tc>
          <w:tcPr>
            <w:tcW w:w="3260" w:type="dxa"/>
          </w:tcPr>
          <w:p w:rsidR="00451FD1" w:rsidRPr="00451FD1" w:rsidRDefault="00833785" w:rsidP="00451FD1">
            <w:pPr>
              <w:autoSpaceDE w:val="0"/>
              <w:autoSpaceDN w:val="0"/>
              <w:adjustRightInd w:val="0"/>
              <w:ind w:firstLine="0"/>
              <w:jc w:val="left"/>
              <w:rPr>
                <w:kern w:val="2"/>
                <w:szCs w:val="28"/>
              </w:rPr>
            </w:pPr>
            <w:r>
              <w:rPr>
                <w:kern w:val="2"/>
                <w:szCs w:val="28"/>
              </w:rPr>
              <w:t>П</w:t>
            </w:r>
            <w:r w:rsidR="00451FD1" w:rsidRPr="00451FD1">
              <w:rPr>
                <w:kern w:val="2"/>
                <w:szCs w:val="28"/>
              </w:rPr>
              <w:t xml:space="preserve">омещения, </w:t>
            </w:r>
          </w:p>
          <w:p w:rsidR="00451FD1" w:rsidRPr="00451FD1" w:rsidRDefault="00451FD1" w:rsidP="00451FD1">
            <w:pPr>
              <w:autoSpaceDE w:val="0"/>
              <w:autoSpaceDN w:val="0"/>
              <w:adjustRightInd w:val="0"/>
              <w:ind w:firstLine="0"/>
              <w:jc w:val="left"/>
              <w:rPr>
                <w:kern w:val="2"/>
                <w:szCs w:val="28"/>
                <w:vertAlign w:val="superscript"/>
              </w:rPr>
            </w:pPr>
            <w:r w:rsidRPr="00451FD1">
              <w:rPr>
                <w:kern w:val="2"/>
                <w:szCs w:val="28"/>
              </w:rPr>
              <w:t>кадастровый номер 76:23:010101:196761</w:t>
            </w:r>
          </w:p>
        </w:tc>
        <w:tc>
          <w:tcPr>
            <w:tcW w:w="3544" w:type="dxa"/>
          </w:tcPr>
          <w:p w:rsidR="00D91137" w:rsidRDefault="00451FD1" w:rsidP="00451FD1">
            <w:pPr>
              <w:ind w:firstLine="0"/>
              <w:jc w:val="left"/>
              <w:rPr>
                <w:spacing w:val="-4"/>
                <w:kern w:val="2"/>
                <w:szCs w:val="28"/>
              </w:rPr>
            </w:pPr>
            <w:r w:rsidRPr="00451FD1">
              <w:rPr>
                <w:spacing w:val="-4"/>
                <w:kern w:val="2"/>
                <w:szCs w:val="28"/>
              </w:rPr>
              <w:t xml:space="preserve">Ярославская область, </w:t>
            </w:r>
          </w:p>
          <w:p w:rsidR="00D91137" w:rsidRDefault="00451FD1" w:rsidP="00451FD1">
            <w:pPr>
              <w:ind w:firstLine="0"/>
              <w:jc w:val="left"/>
              <w:rPr>
                <w:spacing w:val="-4"/>
                <w:kern w:val="2"/>
                <w:szCs w:val="28"/>
              </w:rPr>
            </w:pPr>
            <w:r w:rsidRPr="00451FD1">
              <w:rPr>
                <w:spacing w:val="-4"/>
                <w:kern w:val="2"/>
                <w:szCs w:val="28"/>
              </w:rPr>
              <w:t xml:space="preserve">г. Ярославль, </w:t>
            </w:r>
          </w:p>
          <w:p w:rsidR="00451FD1" w:rsidRPr="00451FD1" w:rsidRDefault="00451FD1" w:rsidP="00451FD1">
            <w:pPr>
              <w:ind w:firstLine="0"/>
              <w:jc w:val="left"/>
              <w:rPr>
                <w:spacing w:val="-4"/>
                <w:kern w:val="2"/>
                <w:szCs w:val="28"/>
              </w:rPr>
            </w:pPr>
            <w:r w:rsidRPr="00451FD1">
              <w:rPr>
                <w:spacing w:val="-4"/>
                <w:kern w:val="2"/>
                <w:szCs w:val="28"/>
              </w:rPr>
              <w:t xml:space="preserve">проспект Авиаторов, д. 94, </w:t>
            </w:r>
          </w:p>
          <w:p w:rsidR="00451FD1" w:rsidRPr="00451FD1" w:rsidRDefault="00451FD1" w:rsidP="00451FD1">
            <w:pPr>
              <w:ind w:firstLine="0"/>
              <w:jc w:val="left"/>
              <w:rPr>
                <w:spacing w:val="-4"/>
                <w:kern w:val="2"/>
                <w:szCs w:val="28"/>
              </w:rPr>
            </w:pPr>
            <w:r w:rsidRPr="00451FD1">
              <w:rPr>
                <w:spacing w:val="-4"/>
                <w:kern w:val="2"/>
                <w:szCs w:val="28"/>
              </w:rPr>
              <w:t>пом. 22 – 25</w:t>
            </w: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нежилые помещения</w:t>
            </w:r>
          </w:p>
          <w:p w:rsidR="00451FD1" w:rsidRPr="00451FD1" w:rsidRDefault="00451FD1" w:rsidP="00451FD1">
            <w:pPr>
              <w:ind w:firstLine="0"/>
              <w:jc w:val="left"/>
              <w:rPr>
                <w:kern w:val="2"/>
                <w:szCs w:val="28"/>
              </w:rPr>
            </w:pPr>
          </w:p>
        </w:tc>
        <w:tc>
          <w:tcPr>
            <w:tcW w:w="709" w:type="dxa"/>
            <w:tcBorders>
              <w:top w:val="nil"/>
              <w:left w:val="single" w:sz="4" w:space="0" w:color="auto"/>
              <w:bottom w:val="nil"/>
              <w:right w:val="nil"/>
            </w:tcBorders>
          </w:tcPr>
          <w:p w:rsidR="00451FD1" w:rsidRPr="00451FD1" w:rsidRDefault="00451FD1" w:rsidP="00451FD1">
            <w:pPr>
              <w:ind w:right="672" w:firstLine="0"/>
              <w:jc w:val="left"/>
              <w:rPr>
                <w:kern w:val="2"/>
                <w:szCs w:val="28"/>
              </w:rPr>
            </w:pPr>
          </w:p>
        </w:tc>
      </w:tr>
      <w:tr w:rsidR="00451FD1" w:rsidRPr="00451FD1" w:rsidTr="00D91137">
        <w:tc>
          <w:tcPr>
            <w:tcW w:w="284" w:type="dxa"/>
            <w:tcBorders>
              <w:top w:val="nil"/>
              <w:left w:val="nil"/>
              <w:bottom w:val="nil"/>
              <w:right w:val="single" w:sz="4" w:space="0" w:color="auto"/>
            </w:tcBorders>
          </w:tcPr>
          <w:p w:rsidR="00451FD1" w:rsidRPr="00451FD1" w:rsidRDefault="00451FD1" w:rsidP="00451FD1">
            <w:pPr>
              <w:ind w:firstLine="0"/>
              <w:jc w:val="center"/>
              <w:rPr>
                <w:szCs w:val="28"/>
              </w:rPr>
            </w:pPr>
          </w:p>
        </w:tc>
        <w:tc>
          <w:tcPr>
            <w:tcW w:w="567" w:type="dxa"/>
            <w:tcBorders>
              <w:left w:val="single" w:sz="4" w:space="0" w:color="auto"/>
            </w:tcBorders>
          </w:tcPr>
          <w:p w:rsidR="00451FD1" w:rsidRPr="00451FD1" w:rsidRDefault="00451FD1" w:rsidP="00C15059">
            <w:pPr>
              <w:ind w:firstLine="0"/>
              <w:jc w:val="center"/>
              <w:rPr>
                <w:szCs w:val="28"/>
              </w:rPr>
            </w:pPr>
            <w:r w:rsidRPr="00451FD1">
              <w:rPr>
                <w:szCs w:val="28"/>
              </w:rPr>
              <w:t>8</w:t>
            </w:r>
            <w:r w:rsidR="00C15059">
              <w:rPr>
                <w:szCs w:val="28"/>
              </w:rPr>
              <w:t>3</w:t>
            </w:r>
          </w:p>
        </w:tc>
        <w:tc>
          <w:tcPr>
            <w:tcW w:w="3260" w:type="dxa"/>
          </w:tcPr>
          <w:p w:rsidR="00D91137"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учебного </w:t>
            </w:r>
          </w:p>
          <w:p w:rsidR="00D91137"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корпуса, </w:t>
            </w:r>
          </w:p>
          <w:p w:rsidR="00451FD1" w:rsidRPr="00451FD1" w:rsidRDefault="00451FD1" w:rsidP="00451FD1">
            <w:pPr>
              <w:autoSpaceDE w:val="0"/>
              <w:autoSpaceDN w:val="0"/>
              <w:adjustRightInd w:val="0"/>
              <w:ind w:firstLine="0"/>
              <w:jc w:val="left"/>
              <w:rPr>
                <w:color w:val="000000" w:themeColor="text1"/>
                <w:kern w:val="2"/>
                <w:szCs w:val="28"/>
                <w:vertAlign w:val="superscript"/>
              </w:rPr>
            </w:pPr>
            <w:r w:rsidRPr="00451FD1">
              <w:rPr>
                <w:color w:val="000000" w:themeColor="text1"/>
                <w:kern w:val="2"/>
                <w:szCs w:val="28"/>
              </w:rPr>
              <w:t>кадастровый номер 76:22:010101:2648</w:t>
            </w:r>
            <w:r w:rsidRPr="00451FD1">
              <w:rPr>
                <w:color w:val="000000" w:themeColor="text1"/>
                <w:kern w:val="2"/>
                <w:szCs w:val="28"/>
                <w:vertAlign w:val="superscript"/>
              </w:rPr>
              <w:t>1</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76:22:010101:8</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движимое имущество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w:t>
            </w:r>
            <w:r w:rsidRPr="00D91137">
              <w:rPr>
                <w:color w:val="000000" w:themeColor="text1"/>
                <w:kern w:val="2"/>
                <w:szCs w:val="28"/>
              </w:rPr>
              <w:t>прочие нефинансовые активы</w:t>
            </w:r>
            <w:r w:rsidRPr="00451FD1">
              <w:rPr>
                <w:color w:val="000000" w:themeColor="text1"/>
                <w:kern w:val="2"/>
                <w:szCs w:val="28"/>
              </w:rPr>
              <w:t>):</w:t>
            </w:r>
          </w:p>
          <w:p w:rsidR="00D91137"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 теплосчетчик № 2 </w:t>
            </w:r>
            <w:r w:rsidR="00D91137">
              <w:rPr>
                <w:color w:val="000000" w:themeColor="text1"/>
                <w:kern w:val="2"/>
                <w:szCs w:val="28"/>
              </w:rPr>
              <w:br/>
              <w:t>(по реконструкции ул. </w:t>
            </w:r>
            <w:r w:rsidRPr="00451FD1">
              <w:rPr>
                <w:color w:val="000000" w:themeColor="text1"/>
                <w:kern w:val="2"/>
                <w:szCs w:val="28"/>
              </w:rPr>
              <w:t>Спасская, д. 10)</w:t>
            </w:r>
          </w:p>
        </w:tc>
        <w:tc>
          <w:tcPr>
            <w:tcW w:w="3544" w:type="dxa"/>
          </w:tcPr>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Угличский район, </w:t>
            </w:r>
          </w:p>
          <w:p w:rsidR="00451FD1" w:rsidRPr="00451FD1" w:rsidRDefault="00451FD1" w:rsidP="00451FD1">
            <w:pPr>
              <w:ind w:firstLine="0"/>
              <w:jc w:val="left"/>
              <w:rPr>
                <w:kern w:val="2"/>
                <w:szCs w:val="28"/>
              </w:rPr>
            </w:pPr>
            <w:r w:rsidRPr="00451FD1">
              <w:rPr>
                <w:kern w:val="2"/>
                <w:szCs w:val="28"/>
              </w:rPr>
              <w:t>г. Углич, ул. Спасская, д. 10</w:t>
            </w:r>
          </w:p>
          <w:p w:rsidR="00451FD1" w:rsidRDefault="00451FD1" w:rsidP="00451FD1">
            <w:pPr>
              <w:ind w:firstLine="0"/>
              <w:jc w:val="left"/>
              <w:rPr>
                <w:kern w:val="2"/>
                <w:szCs w:val="28"/>
              </w:rPr>
            </w:pPr>
          </w:p>
          <w:p w:rsidR="00D91137" w:rsidRPr="00451FD1" w:rsidRDefault="00D91137"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Углич, ул. Спасская, д. 10</w:t>
            </w:r>
          </w:p>
          <w:p w:rsidR="00451FD1" w:rsidRPr="00451FD1" w:rsidRDefault="00451FD1" w:rsidP="00451FD1">
            <w:pPr>
              <w:ind w:firstLine="0"/>
              <w:jc w:val="left"/>
              <w:rPr>
                <w:kern w:val="2"/>
                <w:szCs w:val="28"/>
              </w:rPr>
            </w:pPr>
          </w:p>
        </w:tc>
        <w:tc>
          <w:tcPr>
            <w:tcW w:w="1701" w:type="dxa"/>
            <w:tcBorders>
              <w:right w:val="single" w:sz="4" w:space="0" w:color="auto"/>
            </w:tcBorders>
          </w:tcPr>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tc>
        <w:tc>
          <w:tcPr>
            <w:tcW w:w="709" w:type="dxa"/>
            <w:tcBorders>
              <w:top w:val="nil"/>
              <w:left w:val="single" w:sz="4" w:space="0" w:color="auto"/>
              <w:bottom w:val="nil"/>
              <w:right w:val="nil"/>
            </w:tcBorders>
          </w:tcPr>
          <w:p w:rsidR="00451FD1" w:rsidRPr="00451FD1" w:rsidRDefault="00451FD1" w:rsidP="00B45BBB">
            <w:pPr>
              <w:ind w:right="672" w:firstLine="0"/>
              <w:jc w:val="left"/>
              <w:rPr>
                <w:kern w:val="2"/>
                <w:szCs w:val="28"/>
              </w:rPr>
            </w:pPr>
          </w:p>
        </w:tc>
      </w:tr>
    </w:tbl>
    <w:p w:rsidR="00833785" w:rsidRDefault="00833785">
      <w:r>
        <w:br w:type="page"/>
      </w:r>
    </w:p>
    <w:tbl>
      <w:tblPr>
        <w:tblStyle w:val="4"/>
        <w:tblW w:w="10065" w:type="dxa"/>
        <w:tblLayout w:type="fixed"/>
        <w:tblLook w:val="04A0" w:firstRow="1" w:lastRow="0" w:firstColumn="1" w:lastColumn="0" w:noHBand="0" w:noVBand="1"/>
      </w:tblPr>
      <w:tblGrid>
        <w:gridCol w:w="284"/>
        <w:gridCol w:w="567"/>
        <w:gridCol w:w="3260"/>
        <w:gridCol w:w="3544"/>
        <w:gridCol w:w="1701"/>
        <w:gridCol w:w="709"/>
      </w:tblGrid>
      <w:tr w:rsidR="00451FD1" w:rsidRPr="00451FD1" w:rsidTr="00B45BBB">
        <w:trPr>
          <w:trHeight w:val="12960"/>
        </w:trPr>
        <w:tc>
          <w:tcPr>
            <w:tcW w:w="284" w:type="dxa"/>
            <w:tcBorders>
              <w:top w:val="nil"/>
              <w:left w:val="nil"/>
              <w:bottom w:val="nil"/>
              <w:right w:val="single" w:sz="4" w:space="0" w:color="auto"/>
            </w:tcBorders>
          </w:tcPr>
          <w:p w:rsidR="00451FD1" w:rsidRPr="00451FD1" w:rsidRDefault="00451FD1" w:rsidP="00451FD1">
            <w:pPr>
              <w:ind w:firstLine="0"/>
              <w:jc w:val="center"/>
              <w:rPr>
                <w:color w:val="000000" w:themeColor="text1"/>
                <w:kern w:val="2"/>
                <w:szCs w:val="28"/>
              </w:rPr>
            </w:pPr>
          </w:p>
        </w:tc>
        <w:tc>
          <w:tcPr>
            <w:tcW w:w="567" w:type="dxa"/>
            <w:tcBorders>
              <w:left w:val="single" w:sz="4" w:space="0" w:color="auto"/>
            </w:tcBorders>
          </w:tcPr>
          <w:p w:rsidR="00451FD1" w:rsidRPr="00451FD1" w:rsidRDefault="00451FD1" w:rsidP="00C15059">
            <w:pPr>
              <w:ind w:firstLine="0"/>
              <w:jc w:val="center"/>
              <w:rPr>
                <w:color w:val="000000" w:themeColor="text1"/>
                <w:kern w:val="2"/>
                <w:szCs w:val="28"/>
              </w:rPr>
            </w:pPr>
            <w:r w:rsidRPr="00451FD1">
              <w:rPr>
                <w:color w:val="000000" w:themeColor="text1"/>
                <w:kern w:val="2"/>
                <w:szCs w:val="28"/>
              </w:rPr>
              <w:t>8</w:t>
            </w:r>
            <w:r w:rsidR="00C15059">
              <w:rPr>
                <w:color w:val="000000" w:themeColor="text1"/>
                <w:kern w:val="2"/>
                <w:szCs w:val="28"/>
              </w:rPr>
              <w:t>4</w:t>
            </w:r>
            <w:bookmarkStart w:id="0" w:name="_GoBack"/>
            <w:bookmarkEnd w:id="0"/>
          </w:p>
        </w:tc>
        <w:tc>
          <w:tcPr>
            <w:tcW w:w="3260" w:type="dxa"/>
          </w:tcPr>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Недвижимое имущество:</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76:18:010207:67</w:t>
            </w:r>
            <w:r w:rsidRPr="00451FD1">
              <w:rPr>
                <w:color w:val="000000" w:themeColor="text1"/>
                <w:kern w:val="2"/>
                <w:szCs w:val="28"/>
                <w:vertAlign w:val="superscript"/>
              </w:rPr>
              <w:t>2</w:t>
            </w:r>
          </w:p>
          <w:p w:rsidR="0019062D" w:rsidRPr="00451FD1" w:rsidRDefault="0019062D"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76:18:010207:400</w:t>
            </w:r>
            <w:r w:rsidRPr="00451FD1">
              <w:rPr>
                <w:color w:val="000000" w:themeColor="text1"/>
                <w:kern w:val="2"/>
                <w:szCs w:val="28"/>
                <w:vertAlign w:val="superscript"/>
              </w:rPr>
              <w:t>2</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76:18:010207:82</w:t>
            </w:r>
            <w:r w:rsidRPr="00451FD1">
              <w:rPr>
                <w:color w:val="000000" w:themeColor="text1"/>
                <w:kern w:val="2"/>
                <w:szCs w:val="28"/>
                <w:vertAlign w:val="superscript"/>
              </w:rPr>
              <w:t>2</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76:18:010207:17</w:t>
            </w:r>
            <w:r w:rsidRPr="00451FD1">
              <w:rPr>
                <w:color w:val="000000" w:themeColor="text1"/>
                <w:kern w:val="2"/>
                <w:szCs w:val="28"/>
                <w:vertAlign w:val="superscript"/>
              </w:rPr>
              <w:t>2</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76:18:010207:72</w:t>
            </w:r>
            <w:r w:rsidRPr="00451FD1">
              <w:rPr>
                <w:color w:val="000000" w:themeColor="text1"/>
                <w:kern w:val="2"/>
                <w:szCs w:val="28"/>
                <w:vertAlign w:val="superscript"/>
              </w:rPr>
              <w:t>2</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76:18:010207:70</w:t>
            </w:r>
            <w:r w:rsidRPr="00451FD1">
              <w:rPr>
                <w:color w:val="000000" w:themeColor="text1"/>
                <w:kern w:val="2"/>
                <w:szCs w:val="28"/>
                <w:vertAlign w:val="superscript"/>
              </w:rPr>
              <w:t>2</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76:18:010207:34</w:t>
            </w:r>
            <w:r w:rsidRPr="00451FD1">
              <w:rPr>
                <w:color w:val="000000" w:themeColor="text1"/>
                <w:kern w:val="2"/>
                <w:szCs w:val="28"/>
                <w:vertAlign w:val="superscript"/>
              </w:rPr>
              <w:t>2</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 xml:space="preserve">здание,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themeColor="text1"/>
                <w:kern w:val="2"/>
                <w:szCs w:val="28"/>
              </w:rPr>
              <w:t>кадастровый номер 76:18:010207:63</w:t>
            </w:r>
            <w:r w:rsidRPr="00451FD1">
              <w:rPr>
                <w:color w:val="000000" w:themeColor="text1"/>
                <w:kern w:val="2"/>
                <w:szCs w:val="28"/>
                <w:vertAlign w:val="superscript"/>
              </w:rPr>
              <w:t>2</w:t>
            </w:r>
          </w:p>
          <w:p w:rsidR="00451FD1" w:rsidRPr="00451FD1" w:rsidRDefault="00451FD1" w:rsidP="00451FD1">
            <w:pPr>
              <w:autoSpaceDE w:val="0"/>
              <w:autoSpaceDN w:val="0"/>
              <w:adjustRightInd w:val="0"/>
              <w:ind w:firstLine="0"/>
              <w:jc w:val="left"/>
              <w:rPr>
                <w:color w:val="000000" w:themeColor="text1"/>
                <w:kern w:val="2"/>
                <w:szCs w:val="28"/>
              </w:rPr>
            </w:pPr>
          </w:p>
          <w:p w:rsidR="00451FD1" w:rsidRPr="00451FD1" w:rsidRDefault="00451FD1" w:rsidP="00451FD1">
            <w:pPr>
              <w:autoSpaceDE w:val="0"/>
              <w:autoSpaceDN w:val="0"/>
              <w:adjustRightInd w:val="0"/>
              <w:ind w:firstLine="0"/>
              <w:jc w:val="left"/>
              <w:rPr>
                <w:color w:val="000000"/>
                <w:kern w:val="2"/>
              </w:rPr>
            </w:pPr>
            <w:r w:rsidRPr="00451FD1">
              <w:rPr>
                <w:color w:val="000000"/>
                <w:kern w:val="2"/>
              </w:rPr>
              <w:t xml:space="preserve">с земельным участком, </w:t>
            </w:r>
          </w:p>
          <w:p w:rsidR="00451FD1" w:rsidRPr="00451FD1" w:rsidRDefault="00451FD1" w:rsidP="00451FD1">
            <w:pPr>
              <w:autoSpaceDE w:val="0"/>
              <w:autoSpaceDN w:val="0"/>
              <w:adjustRightInd w:val="0"/>
              <w:ind w:firstLine="0"/>
              <w:jc w:val="left"/>
              <w:rPr>
                <w:color w:val="000000" w:themeColor="text1"/>
                <w:kern w:val="2"/>
                <w:szCs w:val="28"/>
              </w:rPr>
            </w:pPr>
            <w:r w:rsidRPr="00451FD1">
              <w:rPr>
                <w:color w:val="000000"/>
                <w:kern w:val="2"/>
              </w:rPr>
              <w:t>кадастровый номер 76:18:010207:402</w:t>
            </w:r>
            <w:r w:rsidRPr="00451FD1">
              <w:rPr>
                <w:color w:val="000000"/>
                <w:kern w:val="2"/>
                <w:vertAlign w:val="superscript"/>
              </w:rPr>
              <w:t>2</w:t>
            </w:r>
          </w:p>
          <w:p w:rsidR="00451FD1" w:rsidRPr="00451FD1" w:rsidRDefault="00451FD1" w:rsidP="00451FD1">
            <w:pPr>
              <w:autoSpaceDE w:val="0"/>
              <w:autoSpaceDN w:val="0"/>
              <w:adjustRightInd w:val="0"/>
              <w:ind w:firstLine="0"/>
              <w:jc w:val="left"/>
              <w:rPr>
                <w:color w:val="000000" w:themeColor="text1"/>
                <w:kern w:val="2"/>
                <w:szCs w:val="28"/>
              </w:rPr>
            </w:pPr>
          </w:p>
        </w:tc>
        <w:tc>
          <w:tcPr>
            <w:tcW w:w="3544" w:type="dxa"/>
          </w:tcPr>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Переславль-Залесский, ул. Советская, д. 1</w:t>
            </w:r>
            <w:r w:rsidR="00563328">
              <w:rPr>
                <w:kern w:val="2"/>
                <w:szCs w:val="28"/>
              </w:rPr>
              <w:t>а</w:t>
            </w:r>
          </w:p>
          <w:p w:rsidR="0019062D" w:rsidRPr="00451FD1" w:rsidRDefault="0019062D"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Переславль-Залесский, ул. Советская, д. 1</w:t>
            </w: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Переславль-Залесский, ул. Советская, д. 1</w:t>
            </w:r>
            <w:r w:rsidR="00563328">
              <w:rPr>
                <w:kern w:val="2"/>
                <w:szCs w:val="28"/>
              </w:rPr>
              <w:t>а</w:t>
            </w: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Переславль-Залесский, ул. Советская, д. 1</w:t>
            </w:r>
            <w:r w:rsidR="00563328">
              <w:rPr>
                <w:kern w:val="2"/>
                <w:szCs w:val="28"/>
              </w:rPr>
              <w:t>а</w:t>
            </w: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Переславль-Залесский, ул. Советская, д. 1</w:t>
            </w:r>
            <w:r w:rsidR="00563328">
              <w:rPr>
                <w:kern w:val="2"/>
                <w:szCs w:val="28"/>
              </w:rPr>
              <w:t>а</w:t>
            </w: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Переславль-Залесский, ул. Советская, д. 1</w:t>
            </w:r>
            <w:r w:rsidR="00563328">
              <w:rPr>
                <w:kern w:val="2"/>
                <w:szCs w:val="28"/>
              </w:rPr>
              <w:t>а</w:t>
            </w: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Переславль-Залесский, ул.</w:t>
            </w:r>
            <w:r w:rsidRPr="00451FD1">
              <w:rPr>
                <w:kern w:val="2"/>
                <w:szCs w:val="28"/>
                <w:lang w:val="en-US"/>
              </w:rPr>
              <w:t> </w:t>
            </w:r>
            <w:r w:rsidRPr="00451FD1">
              <w:rPr>
                <w:kern w:val="2"/>
                <w:szCs w:val="28"/>
              </w:rPr>
              <w:t>Советская, д. 1</w:t>
            </w:r>
            <w:r w:rsidR="00563328">
              <w:rPr>
                <w:kern w:val="2"/>
                <w:szCs w:val="28"/>
              </w:rPr>
              <w:t>а</w:t>
            </w:r>
          </w:p>
          <w:p w:rsidR="00451FD1" w:rsidRPr="00451FD1" w:rsidRDefault="00451FD1" w:rsidP="00451FD1">
            <w:pPr>
              <w:ind w:firstLine="0"/>
              <w:jc w:val="left"/>
              <w:rPr>
                <w:kern w:val="2"/>
                <w:szCs w:val="28"/>
              </w:rPr>
            </w:pPr>
          </w:p>
          <w:p w:rsidR="00D91137"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г. Переславль-Залесский, ул.</w:t>
            </w:r>
            <w:r w:rsidRPr="00451FD1">
              <w:rPr>
                <w:kern w:val="2"/>
                <w:szCs w:val="28"/>
                <w:lang w:val="en-US"/>
              </w:rPr>
              <w:t> </w:t>
            </w:r>
            <w:r w:rsidRPr="00451FD1">
              <w:rPr>
                <w:kern w:val="2"/>
                <w:szCs w:val="28"/>
              </w:rPr>
              <w:t>Советская, д. 1</w:t>
            </w:r>
            <w:r w:rsidR="00563328">
              <w:rPr>
                <w:kern w:val="2"/>
                <w:szCs w:val="28"/>
              </w:rPr>
              <w:t>а</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 xml:space="preserve">Ярославская область, </w:t>
            </w:r>
          </w:p>
          <w:p w:rsidR="00451FD1" w:rsidRPr="00451FD1" w:rsidRDefault="00451FD1" w:rsidP="00451FD1">
            <w:pPr>
              <w:ind w:firstLine="0"/>
              <w:jc w:val="left"/>
              <w:rPr>
                <w:kern w:val="2"/>
                <w:szCs w:val="28"/>
              </w:rPr>
            </w:pPr>
            <w:r w:rsidRPr="00451FD1">
              <w:rPr>
                <w:kern w:val="2"/>
                <w:szCs w:val="28"/>
              </w:rPr>
              <w:t xml:space="preserve">городской округ город </w:t>
            </w:r>
          </w:p>
          <w:p w:rsidR="00451FD1" w:rsidRPr="00451FD1" w:rsidRDefault="00451FD1" w:rsidP="00451FD1">
            <w:pPr>
              <w:ind w:firstLine="0"/>
              <w:jc w:val="left"/>
              <w:rPr>
                <w:kern w:val="2"/>
                <w:szCs w:val="28"/>
              </w:rPr>
            </w:pPr>
            <w:r w:rsidRPr="00451FD1">
              <w:rPr>
                <w:kern w:val="2"/>
                <w:szCs w:val="28"/>
              </w:rPr>
              <w:t xml:space="preserve">Переславль-Залесский, </w:t>
            </w:r>
            <w:r w:rsidRPr="00451FD1">
              <w:rPr>
                <w:kern w:val="2"/>
                <w:szCs w:val="28"/>
              </w:rPr>
              <w:br/>
              <w:t>г. Переславль-Залесский, ул. Советская, земельный участок 1а</w:t>
            </w:r>
          </w:p>
        </w:tc>
        <w:tc>
          <w:tcPr>
            <w:tcW w:w="1701" w:type="dxa"/>
            <w:tcBorders>
              <w:right w:val="single" w:sz="4" w:space="0" w:color="auto"/>
            </w:tcBorders>
          </w:tcPr>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19062D" w:rsidRPr="00451FD1" w:rsidRDefault="0019062D" w:rsidP="00451FD1">
            <w:pPr>
              <w:ind w:firstLine="0"/>
              <w:jc w:val="left"/>
              <w:rPr>
                <w:kern w:val="2"/>
                <w:szCs w:val="28"/>
              </w:rPr>
            </w:pPr>
          </w:p>
          <w:p w:rsidR="00563328" w:rsidRDefault="00563328" w:rsidP="00451FD1">
            <w:pPr>
              <w:ind w:firstLine="0"/>
              <w:jc w:val="left"/>
              <w:rPr>
                <w:kern w:val="2"/>
                <w:szCs w:val="28"/>
              </w:rPr>
            </w:pPr>
            <w:r>
              <w:rPr>
                <w:kern w:val="2"/>
                <w:szCs w:val="28"/>
              </w:rPr>
              <w:t xml:space="preserve">иное </w:t>
            </w:r>
          </w:p>
          <w:p w:rsidR="00451FD1" w:rsidRPr="00451FD1" w:rsidRDefault="00563328" w:rsidP="00451FD1">
            <w:pPr>
              <w:ind w:firstLine="0"/>
              <w:jc w:val="left"/>
              <w:rPr>
                <w:kern w:val="2"/>
                <w:szCs w:val="28"/>
              </w:rPr>
            </w:pPr>
            <w:r>
              <w:rPr>
                <w:kern w:val="2"/>
                <w:szCs w:val="28"/>
              </w:rPr>
              <w:t>сооружение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p>
          <w:p w:rsidR="00451FD1" w:rsidRPr="00451FD1" w:rsidRDefault="00451FD1" w:rsidP="00451FD1">
            <w:pPr>
              <w:ind w:firstLine="0"/>
              <w:jc w:val="left"/>
              <w:rPr>
                <w:kern w:val="2"/>
                <w:szCs w:val="28"/>
              </w:rPr>
            </w:pPr>
            <w:r w:rsidRPr="00451FD1">
              <w:rPr>
                <w:kern w:val="2"/>
                <w:szCs w:val="28"/>
              </w:rPr>
              <w:t>нежилое здание</w:t>
            </w:r>
          </w:p>
        </w:tc>
        <w:tc>
          <w:tcPr>
            <w:tcW w:w="709" w:type="dxa"/>
            <w:tcBorders>
              <w:top w:val="nil"/>
              <w:left w:val="single" w:sz="4" w:space="0" w:color="auto"/>
              <w:bottom w:val="nil"/>
              <w:right w:val="nil"/>
            </w:tcBorders>
            <w:tcMar>
              <w:left w:w="0" w:type="dxa"/>
              <w:right w:w="0" w:type="dxa"/>
            </w:tcMar>
          </w:tcPr>
          <w:p w:rsidR="00451FD1" w:rsidRPr="00451FD1" w:rsidRDefault="00451FD1" w:rsidP="00B45BBB">
            <w:pPr>
              <w:tabs>
                <w:tab w:val="left" w:pos="0"/>
              </w:tabs>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451FD1" w:rsidRPr="00451FD1" w:rsidRDefault="00451FD1" w:rsidP="00451FD1">
            <w:pPr>
              <w:ind w:right="672" w:firstLine="0"/>
              <w:jc w:val="left"/>
              <w:rPr>
                <w:kern w:val="2"/>
                <w:szCs w:val="28"/>
              </w:rPr>
            </w:pPr>
          </w:p>
          <w:p w:rsidR="0019062D" w:rsidRPr="00451FD1" w:rsidRDefault="0019062D" w:rsidP="00451FD1">
            <w:pPr>
              <w:ind w:right="672" w:firstLine="0"/>
              <w:jc w:val="left"/>
              <w:rPr>
                <w:kern w:val="2"/>
                <w:szCs w:val="28"/>
              </w:rPr>
            </w:pPr>
          </w:p>
          <w:p w:rsidR="00451FD1" w:rsidRPr="00451FD1" w:rsidRDefault="00451FD1" w:rsidP="000E045E">
            <w:pPr>
              <w:ind w:left="57" w:firstLine="0"/>
              <w:jc w:val="left"/>
              <w:rPr>
                <w:spacing w:val="-20"/>
                <w:kern w:val="2"/>
                <w:szCs w:val="28"/>
              </w:rPr>
            </w:pPr>
            <w:r w:rsidRPr="00451FD1">
              <w:rPr>
                <w:kern w:val="2"/>
                <w:szCs w:val="28"/>
              </w:rPr>
              <w:t>»</w:t>
            </w:r>
            <w:r w:rsidR="00B45BBB">
              <w:rPr>
                <w:kern w:val="2"/>
                <w:szCs w:val="28"/>
              </w:rPr>
              <w:t>;</w:t>
            </w:r>
          </w:p>
        </w:tc>
      </w:tr>
    </w:tbl>
    <w:p w:rsidR="00833785" w:rsidRDefault="00833785" w:rsidP="00EB10A9">
      <w:pPr>
        <w:ind w:right="-285" w:firstLine="709"/>
        <w:rPr>
          <w:rFonts w:cs="Calibri"/>
          <w:bCs/>
          <w:szCs w:val="28"/>
          <w:lang w:eastAsia="en-US"/>
        </w:rPr>
      </w:pPr>
      <w:r>
        <w:rPr>
          <w:rFonts w:cs="Calibri"/>
          <w:bCs/>
          <w:szCs w:val="28"/>
          <w:lang w:eastAsia="en-US"/>
        </w:rPr>
        <w:br w:type="page"/>
      </w:r>
    </w:p>
    <w:p w:rsidR="00230D20" w:rsidRDefault="00230D20" w:rsidP="00230D20">
      <w:pPr>
        <w:ind w:left="284" w:firstLine="709"/>
        <w:rPr>
          <w:rFonts w:cs="Calibri"/>
          <w:bCs/>
          <w:szCs w:val="28"/>
          <w:lang w:eastAsia="en-US"/>
        </w:rPr>
      </w:pPr>
      <w:r>
        <w:rPr>
          <w:rFonts w:cs="Calibri"/>
          <w:bCs/>
          <w:szCs w:val="28"/>
          <w:lang w:eastAsia="en-US"/>
        </w:rPr>
        <w:lastRenderedPageBreak/>
        <w:t xml:space="preserve">2) раздел 4 </w:t>
      </w:r>
      <w:r w:rsidRPr="00451FD1">
        <w:rPr>
          <w:rFonts w:cs="Calibri"/>
          <w:bCs/>
          <w:szCs w:val="28"/>
          <w:lang w:eastAsia="en-US"/>
        </w:rPr>
        <w:t xml:space="preserve">дополнить пунктами </w:t>
      </w:r>
      <w:r>
        <w:rPr>
          <w:rFonts w:cs="Calibri"/>
          <w:bCs/>
          <w:szCs w:val="28"/>
          <w:lang w:eastAsia="en-US"/>
        </w:rPr>
        <w:t>338</w:t>
      </w:r>
      <w:r w:rsidRPr="00451FD1">
        <w:rPr>
          <w:rFonts w:cs="Calibri"/>
          <w:bCs/>
          <w:szCs w:val="28"/>
          <w:lang w:eastAsia="en-US"/>
        </w:rPr>
        <w:t xml:space="preserve"> – </w:t>
      </w:r>
      <w:r>
        <w:rPr>
          <w:rFonts w:cs="Calibri"/>
          <w:bCs/>
          <w:szCs w:val="28"/>
          <w:lang w:eastAsia="en-US"/>
        </w:rPr>
        <w:t>352</w:t>
      </w:r>
      <w:r w:rsidRPr="00451FD1">
        <w:rPr>
          <w:rFonts w:cs="Calibri"/>
          <w:bCs/>
          <w:szCs w:val="28"/>
          <w:lang w:eastAsia="en-US"/>
        </w:rPr>
        <w:t xml:space="preserve"> следующего содержания:</w:t>
      </w:r>
    </w:p>
    <w:tbl>
      <w:tblPr>
        <w:tblStyle w:val="4"/>
        <w:tblW w:w="10065" w:type="dxa"/>
        <w:tblLayout w:type="fixed"/>
        <w:tblLook w:val="04A0" w:firstRow="1" w:lastRow="0" w:firstColumn="1" w:lastColumn="0" w:noHBand="0" w:noVBand="1"/>
      </w:tblPr>
      <w:tblGrid>
        <w:gridCol w:w="284"/>
        <w:gridCol w:w="709"/>
        <w:gridCol w:w="3118"/>
        <w:gridCol w:w="3544"/>
        <w:gridCol w:w="1701"/>
        <w:gridCol w:w="709"/>
      </w:tblGrid>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r w:rsidRPr="00451FD1">
              <w:rPr>
                <w:szCs w:val="28"/>
              </w:rPr>
              <w:t>«</w:t>
            </w: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338</w:t>
            </w:r>
          </w:p>
        </w:tc>
        <w:tc>
          <w:tcPr>
            <w:tcW w:w="3118" w:type="dxa"/>
            <w:shd w:val="clear" w:color="auto" w:fill="auto"/>
          </w:tcPr>
          <w:p w:rsidR="00230D20" w:rsidRPr="002C52A5" w:rsidRDefault="00633B1F" w:rsidP="00B9678E">
            <w:pPr>
              <w:ind w:firstLine="0"/>
              <w:jc w:val="left"/>
              <w:rPr>
                <w:rFonts w:cs="Calibri"/>
                <w:bCs/>
                <w:szCs w:val="28"/>
              </w:rPr>
            </w:pPr>
            <w:r>
              <w:rPr>
                <w:rFonts w:cs="Calibri"/>
                <w:bCs/>
                <w:szCs w:val="28"/>
              </w:rPr>
              <w:t>Б</w:t>
            </w:r>
            <w:r w:rsidR="00230D20" w:rsidRPr="002C52A5">
              <w:rPr>
                <w:rFonts w:cs="Calibri"/>
                <w:bCs/>
                <w:szCs w:val="28"/>
              </w:rPr>
              <w:t>лочно-модульн</w:t>
            </w:r>
            <w:r>
              <w:rPr>
                <w:rFonts w:cs="Calibri"/>
                <w:bCs/>
                <w:szCs w:val="28"/>
              </w:rPr>
              <w:t>ая</w:t>
            </w:r>
            <w:r w:rsidR="00230D20" w:rsidRPr="002C52A5">
              <w:rPr>
                <w:rFonts w:cs="Calibri"/>
                <w:bCs/>
                <w:szCs w:val="28"/>
              </w:rPr>
              <w:t xml:space="preserve"> газов</w:t>
            </w:r>
            <w:r>
              <w:rPr>
                <w:rFonts w:cs="Calibri"/>
                <w:bCs/>
                <w:szCs w:val="28"/>
              </w:rPr>
              <w:t xml:space="preserve">ая </w:t>
            </w:r>
            <w:r w:rsidR="00230D20" w:rsidRPr="002C52A5">
              <w:rPr>
                <w:rFonts w:cs="Calibri"/>
                <w:bCs/>
                <w:szCs w:val="28"/>
              </w:rPr>
              <w:t>котельн</w:t>
            </w:r>
            <w:r>
              <w:rPr>
                <w:rFonts w:cs="Calibri"/>
                <w:bCs/>
                <w:szCs w:val="28"/>
              </w:rPr>
              <w:t>ая</w:t>
            </w:r>
            <w:r w:rsidR="00230D20">
              <w:rPr>
                <w:rFonts w:cs="Calibri"/>
                <w:bCs/>
                <w:szCs w:val="28"/>
              </w:rPr>
              <w:t>,</w:t>
            </w:r>
          </w:p>
          <w:p w:rsidR="00230D20" w:rsidRPr="002C52A5" w:rsidRDefault="00230D20" w:rsidP="00B9678E">
            <w:pPr>
              <w:ind w:firstLine="0"/>
              <w:jc w:val="left"/>
              <w:rPr>
                <w:rFonts w:cs="Calibri"/>
                <w:bCs/>
                <w:szCs w:val="28"/>
              </w:rPr>
            </w:pPr>
            <w:r w:rsidRPr="002C52A5">
              <w:rPr>
                <w:rFonts w:cs="Calibri"/>
                <w:bCs/>
                <w:szCs w:val="28"/>
              </w:rPr>
              <w:t>с. Спас Даниловс</w:t>
            </w:r>
            <w:r>
              <w:rPr>
                <w:rFonts w:cs="Calibri"/>
                <w:bCs/>
                <w:szCs w:val="28"/>
              </w:rPr>
              <w:t xml:space="preserve">кого района Ярославской области, </w:t>
            </w:r>
            <w:r w:rsidRPr="00DD5319">
              <w:rPr>
                <w:rFonts w:cs="Calibri"/>
                <w:bCs/>
                <w:szCs w:val="28"/>
              </w:rPr>
              <w:t>в составе:</w:t>
            </w:r>
          </w:p>
          <w:p w:rsidR="00230D20" w:rsidRPr="002C52A5" w:rsidRDefault="00230D20" w:rsidP="00B9678E">
            <w:pPr>
              <w:ind w:firstLine="0"/>
              <w:jc w:val="left"/>
              <w:rPr>
                <w:rFonts w:cs="Calibri"/>
                <w:bCs/>
                <w:szCs w:val="28"/>
              </w:rPr>
            </w:pPr>
            <w:r>
              <w:rPr>
                <w:rFonts w:cs="Calibri"/>
                <w:bCs/>
                <w:szCs w:val="28"/>
              </w:rPr>
              <w:t xml:space="preserve">– </w:t>
            </w:r>
            <w:r w:rsidRPr="002C52A5">
              <w:rPr>
                <w:rFonts w:cs="Calibri"/>
                <w:bCs/>
                <w:szCs w:val="28"/>
              </w:rPr>
              <w:t>стальной водогрейный жаротрубный промышленный котел с максимальной температурой до 110º С, модель котла TITAN Prom 600, мощность 600 кВт, заводской номер 1455;</w:t>
            </w:r>
          </w:p>
          <w:p w:rsidR="00230D20" w:rsidRPr="002C52A5" w:rsidRDefault="00230D20" w:rsidP="00B9678E">
            <w:pPr>
              <w:ind w:firstLine="0"/>
              <w:jc w:val="left"/>
              <w:rPr>
                <w:rFonts w:cs="Calibri"/>
                <w:bCs/>
                <w:szCs w:val="28"/>
              </w:rPr>
            </w:pPr>
            <w:r>
              <w:rPr>
                <w:rFonts w:cs="Calibri"/>
                <w:bCs/>
                <w:szCs w:val="28"/>
              </w:rPr>
              <w:t xml:space="preserve">– </w:t>
            </w:r>
            <w:r w:rsidRPr="002C52A5">
              <w:rPr>
                <w:rFonts w:cs="Calibri"/>
                <w:bCs/>
                <w:szCs w:val="28"/>
              </w:rPr>
              <w:t xml:space="preserve">стальной водогрейный жаротрубный промышленный котел с максимальной температурой до 110º С, модель котла TITAN Prom 600, мощность 600 кВт, заводской номер 1460; </w:t>
            </w:r>
          </w:p>
          <w:p w:rsidR="00633B1F" w:rsidRDefault="00230D20" w:rsidP="00B9678E">
            <w:pPr>
              <w:ind w:firstLine="0"/>
              <w:jc w:val="left"/>
              <w:rPr>
                <w:rFonts w:cs="Calibri"/>
                <w:bCs/>
                <w:szCs w:val="28"/>
              </w:rPr>
            </w:pPr>
            <w:r>
              <w:rPr>
                <w:rFonts w:cs="Calibri"/>
                <w:bCs/>
                <w:szCs w:val="28"/>
              </w:rPr>
              <w:t xml:space="preserve">– </w:t>
            </w:r>
            <w:r w:rsidRPr="002C52A5">
              <w:rPr>
                <w:rFonts w:cs="Calibri"/>
                <w:bCs/>
                <w:szCs w:val="28"/>
              </w:rPr>
              <w:t xml:space="preserve">дымовая труба, h=12 м; </w:t>
            </w:r>
          </w:p>
          <w:p w:rsidR="00633B1F" w:rsidRDefault="00633B1F" w:rsidP="00B9678E">
            <w:pPr>
              <w:ind w:firstLine="0"/>
              <w:jc w:val="left"/>
              <w:rPr>
                <w:rFonts w:cs="Calibri"/>
                <w:bCs/>
                <w:szCs w:val="28"/>
              </w:rPr>
            </w:pPr>
            <w:r>
              <w:rPr>
                <w:rFonts w:cs="Calibri"/>
                <w:bCs/>
                <w:szCs w:val="28"/>
              </w:rPr>
              <w:t xml:space="preserve">– </w:t>
            </w:r>
            <w:r w:rsidR="00230D20" w:rsidRPr="002C52A5">
              <w:rPr>
                <w:rFonts w:cs="Calibri"/>
                <w:bCs/>
                <w:szCs w:val="28"/>
              </w:rPr>
              <w:t xml:space="preserve">ограждение, </w:t>
            </w:r>
          </w:p>
          <w:p w:rsidR="00230D20" w:rsidRPr="002C52A5" w:rsidRDefault="00230D20" w:rsidP="00B9678E">
            <w:pPr>
              <w:ind w:firstLine="0"/>
              <w:jc w:val="left"/>
              <w:rPr>
                <w:rFonts w:cs="Calibri"/>
                <w:bCs/>
                <w:szCs w:val="28"/>
              </w:rPr>
            </w:pPr>
            <w:r w:rsidRPr="002C52A5">
              <w:rPr>
                <w:rFonts w:cs="Calibri"/>
                <w:bCs/>
                <w:szCs w:val="28"/>
              </w:rPr>
              <w:t>протяженность 15 м</w:t>
            </w:r>
          </w:p>
        </w:tc>
        <w:tc>
          <w:tcPr>
            <w:tcW w:w="3544" w:type="dxa"/>
            <w:shd w:val="clear" w:color="auto" w:fill="auto"/>
          </w:tcPr>
          <w:p w:rsidR="00230D20" w:rsidRDefault="00230D20" w:rsidP="00230D20">
            <w:pPr>
              <w:ind w:firstLine="0"/>
              <w:jc w:val="left"/>
              <w:rPr>
                <w:rFonts w:cs="Calibri"/>
                <w:bCs/>
                <w:szCs w:val="28"/>
              </w:rPr>
            </w:pPr>
            <w:r w:rsidRPr="002C52A5">
              <w:rPr>
                <w:rFonts w:cs="Calibri"/>
                <w:bCs/>
                <w:szCs w:val="28"/>
              </w:rPr>
              <w:t xml:space="preserve">Ярославская область, </w:t>
            </w:r>
          </w:p>
          <w:p w:rsidR="00230D20" w:rsidRPr="002C52A5" w:rsidRDefault="00230D20" w:rsidP="00230D20">
            <w:pPr>
              <w:ind w:firstLine="0"/>
              <w:jc w:val="left"/>
              <w:rPr>
                <w:rFonts w:cs="Calibri"/>
                <w:bCs/>
                <w:szCs w:val="28"/>
              </w:rPr>
            </w:pPr>
            <w:r w:rsidRPr="002C52A5">
              <w:rPr>
                <w:rFonts w:cs="Calibri"/>
                <w:bCs/>
                <w:szCs w:val="28"/>
              </w:rPr>
              <w:t>Даниловский</w:t>
            </w:r>
            <w:r>
              <w:rPr>
                <w:rFonts w:cs="Calibri"/>
                <w:bCs/>
                <w:szCs w:val="28"/>
              </w:rPr>
              <w:t xml:space="preserve"> район</w:t>
            </w:r>
            <w:r w:rsidRPr="002C52A5">
              <w:rPr>
                <w:rFonts w:cs="Calibri"/>
                <w:bCs/>
                <w:szCs w:val="28"/>
              </w:rPr>
              <w:t>, Даниловское</w:t>
            </w:r>
            <w:r>
              <w:rPr>
                <w:rFonts w:cs="Calibri"/>
                <w:bCs/>
                <w:szCs w:val="28"/>
              </w:rPr>
              <w:t xml:space="preserve"> сельское поселение</w:t>
            </w:r>
            <w:r w:rsidRPr="002C52A5">
              <w:rPr>
                <w:rFonts w:cs="Calibri"/>
                <w:bCs/>
                <w:szCs w:val="28"/>
              </w:rPr>
              <w:t>, с. Спас</w:t>
            </w:r>
          </w:p>
        </w:tc>
        <w:tc>
          <w:tcPr>
            <w:tcW w:w="1701" w:type="dxa"/>
            <w:shd w:val="clear" w:color="auto" w:fill="auto"/>
          </w:tcPr>
          <w:p w:rsidR="00230D20" w:rsidRPr="002C52A5" w:rsidRDefault="00230D20" w:rsidP="00B9678E">
            <w:pPr>
              <w:ind w:firstLine="0"/>
              <w:jc w:val="center"/>
              <w:rPr>
                <w:rFonts w:cs="Calibri"/>
                <w:bCs/>
                <w:szCs w:val="28"/>
              </w:rPr>
            </w:pP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339</w:t>
            </w:r>
          </w:p>
        </w:tc>
        <w:tc>
          <w:tcPr>
            <w:tcW w:w="3118" w:type="dxa"/>
            <w:shd w:val="clear" w:color="auto" w:fill="auto"/>
          </w:tcPr>
          <w:p w:rsidR="00230D20" w:rsidRDefault="005D1F19" w:rsidP="00B9678E">
            <w:pPr>
              <w:ind w:firstLine="0"/>
              <w:jc w:val="left"/>
              <w:rPr>
                <w:rFonts w:cs="Calibri"/>
                <w:bCs/>
                <w:szCs w:val="28"/>
              </w:rPr>
            </w:pPr>
            <w:r>
              <w:rPr>
                <w:rFonts w:cs="Calibri"/>
                <w:bCs/>
                <w:szCs w:val="28"/>
              </w:rPr>
              <w:t>Т</w:t>
            </w:r>
            <w:r w:rsidR="00230D20" w:rsidRPr="002C52A5">
              <w:rPr>
                <w:rFonts w:cs="Calibri"/>
                <w:bCs/>
                <w:szCs w:val="28"/>
              </w:rPr>
              <w:t xml:space="preserve">еплотрасса, </w:t>
            </w:r>
          </w:p>
          <w:p w:rsidR="00230D20" w:rsidRPr="002C52A5" w:rsidRDefault="00230D20" w:rsidP="00B9678E">
            <w:pPr>
              <w:ind w:firstLine="0"/>
              <w:jc w:val="left"/>
              <w:rPr>
                <w:rFonts w:cs="Calibri"/>
                <w:bCs/>
                <w:szCs w:val="28"/>
              </w:rPr>
            </w:pPr>
            <w:r w:rsidRPr="002C52A5">
              <w:rPr>
                <w:rFonts w:cs="Calibri"/>
                <w:bCs/>
                <w:szCs w:val="28"/>
              </w:rPr>
              <w:t>кадастровый номер 76:05:030101:9665</w:t>
            </w:r>
          </w:p>
        </w:tc>
        <w:tc>
          <w:tcPr>
            <w:tcW w:w="3544" w:type="dxa"/>
            <w:shd w:val="clear" w:color="auto" w:fill="auto"/>
          </w:tcPr>
          <w:p w:rsidR="00230D20" w:rsidRDefault="00230D20" w:rsidP="00B9678E">
            <w:pPr>
              <w:ind w:firstLine="0"/>
              <w:jc w:val="left"/>
              <w:rPr>
                <w:rFonts w:cs="Calibri"/>
                <w:bCs/>
                <w:szCs w:val="28"/>
              </w:rPr>
            </w:pPr>
            <w:r w:rsidRPr="002C52A5">
              <w:rPr>
                <w:rFonts w:cs="Calibri"/>
                <w:bCs/>
                <w:szCs w:val="28"/>
              </w:rPr>
              <w:t xml:space="preserve">Ярославская область, </w:t>
            </w:r>
          </w:p>
          <w:p w:rsidR="00230D20" w:rsidRPr="002C52A5" w:rsidRDefault="00230D20" w:rsidP="00B9678E">
            <w:pPr>
              <w:ind w:firstLine="0"/>
              <w:jc w:val="left"/>
              <w:rPr>
                <w:rFonts w:cs="Calibri"/>
                <w:bCs/>
                <w:szCs w:val="28"/>
              </w:rPr>
            </w:pPr>
            <w:r w:rsidRPr="002C52A5">
              <w:rPr>
                <w:rFonts w:cs="Calibri"/>
                <w:bCs/>
                <w:szCs w:val="28"/>
              </w:rPr>
              <w:t>Даниловский</w:t>
            </w:r>
            <w:r>
              <w:rPr>
                <w:rFonts w:cs="Calibri"/>
                <w:bCs/>
                <w:szCs w:val="28"/>
              </w:rPr>
              <w:t xml:space="preserve"> район</w:t>
            </w:r>
            <w:r w:rsidRPr="002C52A5">
              <w:rPr>
                <w:rFonts w:cs="Calibri"/>
                <w:bCs/>
                <w:szCs w:val="28"/>
              </w:rPr>
              <w:t xml:space="preserve">, </w:t>
            </w:r>
            <w:r>
              <w:rPr>
                <w:rFonts w:cs="Calibri"/>
                <w:bCs/>
                <w:szCs w:val="28"/>
              </w:rPr>
              <w:br/>
            </w:r>
            <w:r w:rsidRPr="002C52A5">
              <w:rPr>
                <w:rFonts w:cs="Calibri"/>
                <w:bCs/>
                <w:szCs w:val="28"/>
              </w:rPr>
              <w:t>с. Спас</w:t>
            </w:r>
          </w:p>
        </w:tc>
        <w:tc>
          <w:tcPr>
            <w:tcW w:w="1701"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280</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340</w:t>
            </w:r>
          </w:p>
        </w:tc>
        <w:tc>
          <w:tcPr>
            <w:tcW w:w="3118" w:type="dxa"/>
            <w:shd w:val="clear" w:color="auto" w:fill="auto"/>
          </w:tcPr>
          <w:p w:rsidR="00230D20" w:rsidRDefault="005D1F19" w:rsidP="00B9678E">
            <w:pPr>
              <w:ind w:firstLine="0"/>
              <w:jc w:val="left"/>
              <w:rPr>
                <w:rFonts w:cs="Calibri"/>
                <w:bCs/>
                <w:szCs w:val="28"/>
              </w:rPr>
            </w:pPr>
            <w:r>
              <w:rPr>
                <w:rFonts w:cs="Calibri"/>
                <w:bCs/>
                <w:szCs w:val="28"/>
              </w:rPr>
              <w:t>Г</w:t>
            </w:r>
            <w:r w:rsidR="00230D20" w:rsidRPr="002C52A5">
              <w:rPr>
                <w:rFonts w:cs="Calibri"/>
                <w:bCs/>
                <w:szCs w:val="28"/>
              </w:rPr>
              <w:t xml:space="preserve">азопровод, </w:t>
            </w:r>
          </w:p>
          <w:p w:rsidR="00230D20" w:rsidRPr="002C52A5" w:rsidRDefault="00230D20" w:rsidP="00B9678E">
            <w:pPr>
              <w:ind w:firstLine="0"/>
              <w:jc w:val="left"/>
              <w:rPr>
                <w:rFonts w:cs="Calibri"/>
                <w:bCs/>
                <w:szCs w:val="28"/>
              </w:rPr>
            </w:pPr>
            <w:r w:rsidRPr="002C52A5">
              <w:rPr>
                <w:rFonts w:cs="Calibri"/>
                <w:bCs/>
                <w:szCs w:val="28"/>
              </w:rPr>
              <w:t>кадастровый номер 76:05:030101:9666</w:t>
            </w:r>
          </w:p>
        </w:tc>
        <w:tc>
          <w:tcPr>
            <w:tcW w:w="3544" w:type="dxa"/>
            <w:shd w:val="clear" w:color="auto" w:fill="auto"/>
          </w:tcPr>
          <w:p w:rsidR="00230D20" w:rsidRDefault="00230D20" w:rsidP="00230D20">
            <w:pPr>
              <w:ind w:firstLine="0"/>
              <w:jc w:val="left"/>
              <w:rPr>
                <w:rFonts w:cs="Calibri"/>
                <w:bCs/>
                <w:szCs w:val="28"/>
              </w:rPr>
            </w:pPr>
            <w:r w:rsidRPr="002C52A5">
              <w:rPr>
                <w:rFonts w:cs="Calibri"/>
                <w:bCs/>
                <w:szCs w:val="28"/>
              </w:rPr>
              <w:t xml:space="preserve">Ярославская область, </w:t>
            </w:r>
          </w:p>
          <w:p w:rsidR="00230D20" w:rsidRDefault="00230D20" w:rsidP="00230D20">
            <w:pPr>
              <w:ind w:firstLine="0"/>
              <w:jc w:val="left"/>
              <w:rPr>
                <w:rFonts w:cs="Calibri"/>
                <w:bCs/>
                <w:szCs w:val="28"/>
              </w:rPr>
            </w:pPr>
            <w:r w:rsidRPr="002C52A5">
              <w:rPr>
                <w:rFonts w:cs="Calibri"/>
                <w:bCs/>
                <w:szCs w:val="28"/>
              </w:rPr>
              <w:t>Даниловский</w:t>
            </w:r>
            <w:r>
              <w:rPr>
                <w:rFonts w:cs="Calibri"/>
                <w:bCs/>
                <w:szCs w:val="28"/>
              </w:rPr>
              <w:t xml:space="preserve"> район</w:t>
            </w:r>
            <w:r w:rsidRPr="002C52A5">
              <w:rPr>
                <w:rFonts w:cs="Calibri"/>
                <w:bCs/>
                <w:szCs w:val="28"/>
              </w:rPr>
              <w:t xml:space="preserve">, </w:t>
            </w:r>
          </w:p>
          <w:p w:rsidR="00230D20" w:rsidRPr="002C52A5" w:rsidRDefault="00230D20" w:rsidP="00230D20">
            <w:pPr>
              <w:ind w:firstLine="0"/>
              <w:jc w:val="left"/>
              <w:rPr>
                <w:rFonts w:cs="Calibri"/>
                <w:bCs/>
                <w:szCs w:val="28"/>
              </w:rPr>
            </w:pPr>
            <w:r w:rsidRPr="002C52A5">
              <w:rPr>
                <w:rFonts w:cs="Calibri"/>
                <w:bCs/>
                <w:szCs w:val="28"/>
              </w:rPr>
              <w:t>Даниловское</w:t>
            </w:r>
            <w:r>
              <w:rPr>
                <w:rFonts w:cs="Calibri"/>
                <w:bCs/>
                <w:szCs w:val="28"/>
              </w:rPr>
              <w:t xml:space="preserve"> сельское поселение</w:t>
            </w:r>
            <w:r w:rsidRPr="002C52A5">
              <w:rPr>
                <w:rFonts w:cs="Calibri"/>
                <w:bCs/>
                <w:szCs w:val="28"/>
              </w:rPr>
              <w:t>, с. Спас</w:t>
            </w:r>
          </w:p>
        </w:tc>
        <w:tc>
          <w:tcPr>
            <w:tcW w:w="1701"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38</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341</w:t>
            </w:r>
          </w:p>
        </w:tc>
        <w:tc>
          <w:tcPr>
            <w:tcW w:w="3118" w:type="dxa"/>
            <w:shd w:val="clear" w:color="auto" w:fill="auto"/>
          </w:tcPr>
          <w:p w:rsidR="00230D20" w:rsidRDefault="00230D20" w:rsidP="00B9678E">
            <w:pPr>
              <w:ind w:firstLine="0"/>
              <w:jc w:val="left"/>
              <w:rPr>
                <w:rFonts w:cs="Calibri"/>
                <w:bCs/>
                <w:szCs w:val="28"/>
              </w:rPr>
            </w:pPr>
            <w:r w:rsidRPr="002C52A5">
              <w:rPr>
                <w:rFonts w:cs="Calibri"/>
                <w:bCs/>
                <w:szCs w:val="28"/>
              </w:rPr>
              <w:t xml:space="preserve">Земельный участок, </w:t>
            </w:r>
          </w:p>
          <w:p w:rsidR="00230D20" w:rsidRPr="002C52A5" w:rsidRDefault="00230D20" w:rsidP="00B9678E">
            <w:pPr>
              <w:ind w:firstLine="0"/>
              <w:jc w:val="left"/>
              <w:rPr>
                <w:rFonts w:cs="Calibri"/>
                <w:bCs/>
                <w:szCs w:val="28"/>
              </w:rPr>
            </w:pPr>
            <w:r w:rsidRPr="002C52A5">
              <w:rPr>
                <w:rFonts w:cs="Calibri"/>
                <w:bCs/>
                <w:szCs w:val="28"/>
              </w:rPr>
              <w:t>кадастровый номер</w:t>
            </w:r>
          </w:p>
          <w:p w:rsidR="00230D20" w:rsidRPr="002C52A5" w:rsidRDefault="00230D20" w:rsidP="00B9678E">
            <w:pPr>
              <w:ind w:firstLine="0"/>
              <w:jc w:val="left"/>
              <w:rPr>
                <w:rFonts w:cs="Calibri"/>
                <w:bCs/>
                <w:szCs w:val="28"/>
              </w:rPr>
            </w:pPr>
            <w:r w:rsidRPr="002C52A5">
              <w:rPr>
                <w:rFonts w:cs="Calibri"/>
                <w:bCs/>
                <w:szCs w:val="28"/>
              </w:rPr>
              <w:t>76:05:030101:9414</w:t>
            </w:r>
          </w:p>
        </w:tc>
        <w:tc>
          <w:tcPr>
            <w:tcW w:w="3544" w:type="dxa"/>
            <w:shd w:val="clear" w:color="auto" w:fill="auto"/>
          </w:tcPr>
          <w:p w:rsidR="00230D20" w:rsidRDefault="00230D20" w:rsidP="00B9678E">
            <w:pPr>
              <w:ind w:firstLine="0"/>
              <w:jc w:val="left"/>
              <w:rPr>
                <w:rFonts w:cs="Calibri"/>
                <w:bCs/>
                <w:szCs w:val="28"/>
              </w:rPr>
            </w:pPr>
            <w:r w:rsidRPr="002C52A5">
              <w:rPr>
                <w:rFonts w:cs="Calibri"/>
                <w:bCs/>
                <w:szCs w:val="28"/>
              </w:rPr>
              <w:t xml:space="preserve">Российская Федерация, Ярославская область, </w:t>
            </w:r>
          </w:p>
          <w:p w:rsidR="00230D20" w:rsidRPr="002C52A5" w:rsidRDefault="00230D20" w:rsidP="00230D20">
            <w:pPr>
              <w:ind w:firstLine="0"/>
              <w:jc w:val="left"/>
              <w:rPr>
                <w:rFonts w:cs="Calibri"/>
                <w:bCs/>
                <w:szCs w:val="28"/>
              </w:rPr>
            </w:pPr>
            <w:r w:rsidRPr="002C52A5">
              <w:rPr>
                <w:rFonts w:cs="Calibri"/>
                <w:bCs/>
                <w:szCs w:val="28"/>
              </w:rPr>
              <w:t>Даниловский муниципальный район, Даниловское сельское поселение</w:t>
            </w:r>
            <w:r>
              <w:rPr>
                <w:rFonts w:cs="Calibri"/>
                <w:bCs/>
                <w:szCs w:val="28"/>
              </w:rPr>
              <w:t>, с. </w:t>
            </w:r>
            <w:r w:rsidRPr="002C52A5">
              <w:rPr>
                <w:rFonts w:cs="Calibri"/>
                <w:bCs/>
                <w:szCs w:val="28"/>
              </w:rPr>
              <w:t>Спас, ул</w:t>
            </w:r>
            <w:r>
              <w:rPr>
                <w:rFonts w:cs="Calibri"/>
                <w:bCs/>
                <w:szCs w:val="28"/>
              </w:rPr>
              <w:t>.</w:t>
            </w:r>
            <w:r w:rsidRPr="002C52A5">
              <w:rPr>
                <w:rFonts w:cs="Calibri"/>
                <w:bCs/>
                <w:szCs w:val="28"/>
              </w:rPr>
              <w:t xml:space="preserve"> Школьная, </w:t>
            </w:r>
            <w:r>
              <w:rPr>
                <w:rFonts w:cs="Calibri"/>
                <w:bCs/>
                <w:szCs w:val="28"/>
              </w:rPr>
              <w:br/>
              <w:t>земельный участок 2</w:t>
            </w:r>
            <w:r w:rsidRPr="002C52A5">
              <w:rPr>
                <w:rFonts w:cs="Calibri"/>
                <w:bCs/>
                <w:szCs w:val="28"/>
              </w:rPr>
              <w:t>г</w:t>
            </w:r>
          </w:p>
        </w:tc>
        <w:tc>
          <w:tcPr>
            <w:tcW w:w="1701"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570</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342</w:t>
            </w:r>
          </w:p>
        </w:tc>
        <w:tc>
          <w:tcPr>
            <w:tcW w:w="3118" w:type="dxa"/>
            <w:shd w:val="clear" w:color="auto" w:fill="auto"/>
          </w:tcPr>
          <w:p w:rsidR="005D1F19" w:rsidRDefault="005D1F19" w:rsidP="00B9678E">
            <w:pPr>
              <w:autoSpaceDE w:val="0"/>
              <w:autoSpaceDN w:val="0"/>
              <w:adjustRightInd w:val="0"/>
              <w:ind w:firstLine="0"/>
              <w:jc w:val="left"/>
              <w:rPr>
                <w:rFonts w:eastAsia="Times New Roman" w:cs="Calibri"/>
                <w:bCs/>
                <w:szCs w:val="28"/>
              </w:rPr>
            </w:pPr>
            <w:r>
              <w:rPr>
                <w:rFonts w:eastAsia="Times New Roman" w:cs="Calibri"/>
                <w:bCs/>
                <w:szCs w:val="28"/>
              </w:rPr>
              <w:t xml:space="preserve">Тепломагистраль к </w:t>
            </w:r>
            <w:r w:rsidR="00B9678E">
              <w:rPr>
                <w:rFonts w:eastAsia="Times New Roman" w:cs="Calibri"/>
                <w:bCs/>
                <w:szCs w:val="28"/>
              </w:rPr>
              <w:t xml:space="preserve">жилому </w:t>
            </w:r>
            <w:r w:rsidR="00230D20" w:rsidRPr="002C52A5">
              <w:rPr>
                <w:rFonts w:eastAsia="Times New Roman" w:cs="Calibri"/>
                <w:bCs/>
                <w:szCs w:val="28"/>
              </w:rPr>
              <w:t>дому</w:t>
            </w:r>
            <w:r w:rsidR="00B9678E">
              <w:rPr>
                <w:rFonts w:eastAsia="Times New Roman" w:cs="Calibri"/>
                <w:bCs/>
                <w:szCs w:val="28"/>
              </w:rPr>
              <w:t>,</w:t>
            </w:r>
            <w:r w:rsidR="00230D20" w:rsidRPr="002C52A5">
              <w:rPr>
                <w:rFonts w:eastAsia="Times New Roman" w:cs="Calibri"/>
                <w:bCs/>
                <w:szCs w:val="28"/>
              </w:rPr>
              <w:t xml:space="preserve"> </w:t>
            </w:r>
            <w:r w:rsidR="00B9678E">
              <w:rPr>
                <w:rFonts w:eastAsia="Times New Roman" w:cs="Calibri"/>
                <w:bCs/>
                <w:szCs w:val="28"/>
              </w:rPr>
              <w:t>рабочий поселок</w:t>
            </w:r>
            <w:r w:rsidR="00230D20" w:rsidRPr="002C52A5">
              <w:rPr>
                <w:rFonts w:eastAsia="Times New Roman" w:cs="Calibri"/>
                <w:bCs/>
                <w:szCs w:val="28"/>
              </w:rPr>
              <w:t xml:space="preserve"> Некрасовское, ул. Комсомольская</w:t>
            </w:r>
            <w:r w:rsidR="00B9678E">
              <w:rPr>
                <w:rFonts w:eastAsia="Times New Roman" w:cs="Calibri"/>
                <w:bCs/>
                <w:szCs w:val="28"/>
              </w:rPr>
              <w:t xml:space="preserve">, </w:t>
            </w:r>
          </w:p>
          <w:p w:rsidR="00230D20" w:rsidRPr="002C52A5" w:rsidRDefault="00B9678E" w:rsidP="00B9678E">
            <w:pPr>
              <w:autoSpaceDE w:val="0"/>
              <w:autoSpaceDN w:val="0"/>
              <w:adjustRightInd w:val="0"/>
              <w:ind w:firstLine="0"/>
              <w:jc w:val="left"/>
              <w:rPr>
                <w:rFonts w:eastAsia="Times New Roman" w:cs="Calibri"/>
                <w:bCs/>
                <w:szCs w:val="28"/>
              </w:rPr>
            </w:pPr>
            <w:r>
              <w:rPr>
                <w:rFonts w:eastAsia="Times New Roman" w:cs="Calibri"/>
                <w:bCs/>
                <w:szCs w:val="28"/>
              </w:rPr>
              <w:t>д.</w:t>
            </w:r>
            <w:r w:rsidR="00230D20" w:rsidRPr="002C52A5">
              <w:rPr>
                <w:rFonts w:eastAsia="Times New Roman" w:cs="Calibri"/>
                <w:bCs/>
                <w:szCs w:val="28"/>
              </w:rPr>
              <w:t xml:space="preserve"> 3А</w:t>
            </w:r>
          </w:p>
        </w:tc>
        <w:tc>
          <w:tcPr>
            <w:tcW w:w="3544" w:type="dxa"/>
            <w:shd w:val="clear" w:color="auto" w:fill="auto"/>
          </w:tcPr>
          <w:p w:rsidR="00B9678E" w:rsidRDefault="00230D20" w:rsidP="00B9678E">
            <w:pPr>
              <w:autoSpaceDE w:val="0"/>
              <w:autoSpaceDN w:val="0"/>
              <w:adjustRightInd w:val="0"/>
              <w:ind w:firstLine="0"/>
              <w:jc w:val="left"/>
              <w:rPr>
                <w:rFonts w:cs="Calibri"/>
                <w:bCs/>
                <w:szCs w:val="28"/>
              </w:rPr>
            </w:pPr>
            <w:r w:rsidRPr="002C52A5">
              <w:rPr>
                <w:rFonts w:cs="Calibri"/>
                <w:bCs/>
                <w:szCs w:val="28"/>
              </w:rPr>
              <w:t xml:space="preserve">Ярославская область, Некрасовский район, </w:t>
            </w:r>
          </w:p>
          <w:p w:rsidR="00230D20" w:rsidRPr="002C52A5" w:rsidRDefault="00B9678E" w:rsidP="00B9678E">
            <w:pPr>
              <w:autoSpaceDE w:val="0"/>
              <w:autoSpaceDN w:val="0"/>
              <w:adjustRightInd w:val="0"/>
              <w:ind w:firstLine="0"/>
              <w:jc w:val="left"/>
              <w:rPr>
                <w:rFonts w:eastAsia="Times New Roman" w:cs="Calibri"/>
                <w:bCs/>
                <w:szCs w:val="28"/>
              </w:rPr>
            </w:pPr>
            <w:r>
              <w:rPr>
                <w:rFonts w:cs="Calibri"/>
                <w:bCs/>
                <w:szCs w:val="28"/>
              </w:rPr>
              <w:t xml:space="preserve">рабочий поселок </w:t>
            </w:r>
            <w:r w:rsidR="00230D20" w:rsidRPr="002C52A5">
              <w:rPr>
                <w:rFonts w:cs="Calibri"/>
                <w:bCs/>
                <w:szCs w:val="28"/>
              </w:rPr>
              <w:t>Некрасовское,</w:t>
            </w:r>
            <w:r>
              <w:rPr>
                <w:rFonts w:cs="Calibri"/>
                <w:bCs/>
                <w:szCs w:val="28"/>
              </w:rPr>
              <w:t xml:space="preserve"> </w:t>
            </w:r>
            <w:r w:rsidR="00230D20" w:rsidRPr="002C52A5">
              <w:rPr>
                <w:rFonts w:eastAsia="Times New Roman" w:cs="Calibri"/>
                <w:bCs/>
                <w:szCs w:val="28"/>
              </w:rPr>
              <w:t>ул. Комсомольская</w:t>
            </w:r>
            <w:r>
              <w:rPr>
                <w:rFonts w:eastAsia="Times New Roman" w:cs="Calibri"/>
                <w:bCs/>
                <w:szCs w:val="28"/>
              </w:rPr>
              <w:t>, д. </w:t>
            </w:r>
            <w:r w:rsidR="00230D20" w:rsidRPr="002C52A5">
              <w:rPr>
                <w:rFonts w:eastAsia="Times New Roman" w:cs="Calibri"/>
                <w:bCs/>
                <w:szCs w:val="28"/>
              </w:rPr>
              <w:t>3А</w:t>
            </w:r>
          </w:p>
        </w:tc>
        <w:tc>
          <w:tcPr>
            <w:tcW w:w="1701" w:type="dxa"/>
            <w:shd w:val="clear" w:color="auto" w:fill="auto"/>
          </w:tcPr>
          <w:p w:rsidR="00230D20" w:rsidRPr="002C52A5" w:rsidRDefault="00230D20" w:rsidP="00B9678E">
            <w:pPr>
              <w:autoSpaceDE w:val="0"/>
              <w:autoSpaceDN w:val="0"/>
              <w:adjustRightInd w:val="0"/>
              <w:ind w:firstLine="0"/>
              <w:jc w:val="center"/>
              <w:rPr>
                <w:rFonts w:eastAsia="Times New Roman" w:cs="Calibri"/>
                <w:bCs/>
                <w:szCs w:val="28"/>
              </w:rPr>
            </w:pPr>
            <w:r w:rsidRPr="002C52A5">
              <w:rPr>
                <w:rFonts w:eastAsia="Times New Roman" w:cs="Calibri"/>
                <w:bCs/>
                <w:szCs w:val="28"/>
              </w:rPr>
              <w:t>134</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343</w:t>
            </w:r>
          </w:p>
        </w:tc>
        <w:tc>
          <w:tcPr>
            <w:tcW w:w="3118" w:type="dxa"/>
            <w:shd w:val="clear" w:color="auto" w:fill="auto"/>
          </w:tcPr>
          <w:p w:rsidR="00230D20" w:rsidRPr="002C52A5" w:rsidRDefault="00B9678E" w:rsidP="00B9678E">
            <w:pPr>
              <w:ind w:firstLine="0"/>
              <w:jc w:val="left"/>
              <w:rPr>
                <w:rFonts w:cs="Calibri"/>
                <w:bCs/>
                <w:szCs w:val="28"/>
              </w:rPr>
            </w:pPr>
            <w:r>
              <w:rPr>
                <w:rFonts w:cs="Calibri"/>
                <w:bCs/>
                <w:szCs w:val="28"/>
              </w:rPr>
              <w:t xml:space="preserve">Тепломагистраль к жилому </w:t>
            </w:r>
            <w:r w:rsidR="00230D20" w:rsidRPr="002C52A5">
              <w:rPr>
                <w:rFonts w:cs="Calibri"/>
                <w:bCs/>
                <w:szCs w:val="28"/>
              </w:rPr>
              <w:t>дому</w:t>
            </w:r>
            <w:r>
              <w:rPr>
                <w:rFonts w:cs="Calibri"/>
                <w:bCs/>
                <w:szCs w:val="28"/>
              </w:rPr>
              <w:t>, рабочий поселок</w:t>
            </w:r>
            <w:r w:rsidR="00230D20" w:rsidRPr="002C52A5">
              <w:rPr>
                <w:rFonts w:cs="Calibri"/>
                <w:bCs/>
                <w:szCs w:val="28"/>
              </w:rPr>
              <w:t xml:space="preserve"> Некрасовское, ул. Молодежная д.</w:t>
            </w:r>
            <w:r w:rsidR="00230D20">
              <w:rPr>
                <w:rFonts w:cs="Calibri"/>
                <w:bCs/>
                <w:szCs w:val="28"/>
              </w:rPr>
              <w:t> </w:t>
            </w:r>
            <w:r w:rsidR="00230D20" w:rsidRPr="002C52A5">
              <w:rPr>
                <w:rFonts w:cs="Calibri"/>
                <w:bCs/>
                <w:szCs w:val="28"/>
              </w:rPr>
              <w:t>11</w:t>
            </w:r>
          </w:p>
        </w:tc>
        <w:tc>
          <w:tcPr>
            <w:tcW w:w="3544" w:type="dxa"/>
            <w:shd w:val="clear" w:color="auto" w:fill="auto"/>
          </w:tcPr>
          <w:p w:rsidR="00230D20" w:rsidRPr="002C52A5" w:rsidRDefault="00230D20" w:rsidP="00B9678E">
            <w:pPr>
              <w:autoSpaceDE w:val="0"/>
              <w:autoSpaceDN w:val="0"/>
              <w:adjustRightInd w:val="0"/>
              <w:ind w:firstLine="0"/>
              <w:jc w:val="left"/>
              <w:rPr>
                <w:rFonts w:cs="Calibri"/>
                <w:bCs/>
                <w:szCs w:val="28"/>
              </w:rPr>
            </w:pPr>
            <w:r w:rsidRPr="002C52A5">
              <w:rPr>
                <w:rFonts w:cs="Calibri"/>
                <w:bCs/>
                <w:szCs w:val="28"/>
              </w:rPr>
              <w:t xml:space="preserve">Ярославская область, Некрасовский район, </w:t>
            </w:r>
            <w:r w:rsidR="00B9678E">
              <w:rPr>
                <w:rFonts w:cs="Calibri"/>
                <w:bCs/>
                <w:szCs w:val="28"/>
              </w:rPr>
              <w:t>рабочий поселок</w:t>
            </w:r>
            <w:r w:rsidRPr="002C52A5">
              <w:rPr>
                <w:rFonts w:cs="Calibri"/>
                <w:bCs/>
                <w:szCs w:val="28"/>
              </w:rPr>
              <w:t xml:space="preserve"> Некрасовское, ул. Молодежная, д. 11</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r w:rsidRPr="002C52A5">
              <w:rPr>
                <w:rFonts w:cs="Calibri"/>
                <w:bCs/>
                <w:szCs w:val="28"/>
              </w:rPr>
              <w:t>185</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344</w:t>
            </w:r>
          </w:p>
        </w:tc>
        <w:tc>
          <w:tcPr>
            <w:tcW w:w="3118" w:type="dxa"/>
            <w:shd w:val="clear" w:color="auto" w:fill="auto"/>
          </w:tcPr>
          <w:p w:rsidR="00B9678E" w:rsidRDefault="0015695A" w:rsidP="00B9678E">
            <w:pPr>
              <w:autoSpaceDE w:val="0"/>
              <w:autoSpaceDN w:val="0"/>
              <w:adjustRightInd w:val="0"/>
              <w:ind w:firstLine="0"/>
              <w:jc w:val="left"/>
              <w:rPr>
                <w:rFonts w:cs="Calibri"/>
                <w:bCs/>
                <w:szCs w:val="28"/>
              </w:rPr>
            </w:pPr>
            <w:r>
              <w:rPr>
                <w:rFonts w:cs="Calibri"/>
                <w:bCs/>
                <w:szCs w:val="28"/>
              </w:rPr>
              <w:t>Тепловая сеть жилого фонда,</w:t>
            </w:r>
          </w:p>
          <w:p w:rsidR="00230D20" w:rsidRPr="002C52A5" w:rsidRDefault="00230D20" w:rsidP="00B9678E">
            <w:pPr>
              <w:autoSpaceDE w:val="0"/>
              <w:autoSpaceDN w:val="0"/>
              <w:adjustRightInd w:val="0"/>
              <w:ind w:firstLine="0"/>
              <w:jc w:val="left"/>
              <w:rPr>
                <w:rFonts w:cs="Calibri"/>
                <w:bCs/>
                <w:szCs w:val="28"/>
              </w:rPr>
            </w:pPr>
            <w:r w:rsidRPr="002C52A5">
              <w:rPr>
                <w:rFonts w:cs="Calibri"/>
                <w:bCs/>
                <w:szCs w:val="28"/>
              </w:rPr>
              <w:t>кадастровый номер 76:15:011013:251</w:t>
            </w:r>
            <w:r w:rsidR="0015695A" w:rsidRPr="0015695A">
              <w:rPr>
                <w:rFonts w:cs="Calibri"/>
                <w:bCs/>
                <w:szCs w:val="28"/>
                <w:vertAlign w:val="superscript"/>
              </w:rPr>
              <w:t>2</w:t>
            </w:r>
          </w:p>
        </w:tc>
        <w:tc>
          <w:tcPr>
            <w:tcW w:w="3544" w:type="dxa"/>
            <w:shd w:val="clear" w:color="auto" w:fill="auto"/>
          </w:tcPr>
          <w:p w:rsidR="00B9678E" w:rsidRDefault="00230D20" w:rsidP="00B9678E">
            <w:pPr>
              <w:autoSpaceDE w:val="0"/>
              <w:autoSpaceDN w:val="0"/>
              <w:adjustRightInd w:val="0"/>
              <w:ind w:firstLine="0"/>
              <w:jc w:val="left"/>
              <w:rPr>
                <w:rFonts w:cs="Calibri"/>
                <w:bCs/>
                <w:szCs w:val="28"/>
              </w:rPr>
            </w:pPr>
            <w:r w:rsidRPr="002C52A5">
              <w:rPr>
                <w:rFonts w:cs="Calibri"/>
                <w:bCs/>
                <w:szCs w:val="28"/>
              </w:rPr>
              <w:t xml:space="preserve">Ярославская область, </w:t>
            </w:r>
          </w:p>
          <w:p w:rsidR="00230D20" w:rsidRPr="002C52A5" w:rsidRDefault="00230D20" w:rsidP="00B9678E">
            <w:pPr>
              <w:autoSpaceDE w:val="0"/>
              <w:autoSpaceDN w:val="0"/>
              <w:adjustRightInd w:val="0"/>
              <w:ind w:firstLine="0"/>
              <w:jc w:val="left"/>
              <w:rPr>
                <w:rFonts w:cs="Calibri"/>
                <w:bCs/>
                <w:szCs w:val="28"/>
              </w:rPr>
            </w:pPr>
            <w:r w:rsidRPr="002C52A5">
              <w:rPr>
                <w:rFonts w:cs="Calibri"/>
                <w:bCs/>
                <w:szCs w:val="28"/>
              </w:rPr>
              <w:t>Тутаевский</w:t>
            </w:r>
            <w:r w:rsidR="00B9678E">
              <w:rPr>
                <w:rFonts w:cs="Calibri"/>
                <w:bCs/>
                <w:szCs w:val="28"/>
              </w:rPr>
              <w:t xml:space="preserve"> район, </w:t>
            </w:r>
            <w:r w:rsidRPr="002C52A5">
              <w:rPr>
                <w:rFonts w:cs="Calibri"/>
                <w:bCs/>
                <w:szCs w:val="28"/>
              </w:rPr>
              <w:t>Помогаловский</w:t>
            </w:r>
            <w:r w:rsidR="00B9678E" w:rsidRPr="002C52A5">
              <w:rPr>
                <w:rFonts w:cs="Calibri"/>
                <w:bCs/>
                <w:szCs w:val="28"/>
              </w:rPr>
              <w:t xml:space="preserve"> </w:t>
            </w:r>
            <w:r w:rsidR="00B9678E">
              <w:rPr>
                <w:rFonts w:cs="Calibri"/>
                <w:bCs/>
                <w:szCs w:val="28"/>
              </w:rPr>
              <w:t>сельский округ</w:t>
            </w:r>
            <w:r w:rsidRPr="002C52A5">
              <w:rPr>
                <w:rFonts w:cs="Calibri"/>
                <w:bCs/>
                <w:szCs w:val="28"/>
              </w:rPr>
              <w:t xml:space="preserve">, </w:t>
            </w:r>
            <w:r w:rsidR="00B9678E">
              <w:rPr>
                <w:rFonts w:cs="Calibri"/>
                <w:bCs/>
                <w:szCs w:val="28"/>
              </w:rPr>
              <w:br/>
            </w:r>
            <w:r w:rsidRPr="002C52A5">
              <w:rPr>
                <w:rFonts w:cs="Calibri"/>
                <w:bCs/>
                <w:szCs w:val="28"/>
              </w:rPr>
              <w:t xml:space="preserve">п. Красный Бор, </w:t>
            </w:r>
            <w:r w:rsidR="00B9678E">
              <w:rPr>
                <w:rFonts w:cs="Calibri"/>
                <w:bCs/>
                <w:szCs w:val="28"/>
              </w:rPr>
              <w:br/>
            </w:r>
            <w:r w:rsidRPr="002C52A5">
              <w:rPr>
                <w:rFonts w:cs="Calibri"/>
                <w:bCs/>
                <w:szCs w:val="28"/>
              </w:rPr>
              <w:t>ул. Верхняя Дача, уч. 11, 17, 18, 19, 20, 21, 22</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r w:rsidRPr="002C52A5">
              <w:rPr>
                <w:rFonts w:cs="Calibri"/>
                <w:bCs/>
                <w:szCs w:val="28"/>
              </w:rPr>
              <w:t>682</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345</w:t>
            </w:r>
          </w:p>
        </w:tc>
        <w:tc>
          <w:tcPr>
            <w:tcW w:w="3118" w:type="dxa"/>
            <w:shd w:val="clear" w:color="auto" w:fill="auto"/>
          </w:tcPr>
          <w:p w:rsidR="0015695A" w:rsidRDefault="0015695A" w:rsidP="00B9678E">
            <w:pPr>
              <w:autoSpaceDE w:val="0"/>
              <w:autoSpaceDN w:val="0"/>
              <w:adjustRightInd w:val="0"/>
              <w:ind w:firstLine="0"/>
              <w:jc w:val="left"/>
              <w:rPr>
                <w:rFonts w:cs="Calibri"/>
                <w:bCs/>
                <w:szCs w:val="28"/>
              </w:rPr>
            </w:pPr>
            <w:r w:rsidRPr="0015695A">
              <w:rPr>
                <w:rFonts w:cs="Calibri"/>
                <w:bCs/>
                <w:szCs w:val="28"/>
              </w:rPr>
              <w:t>Тепловая сеть жилого фонда,</w:t>
            </w:r>
          </w:p>
          <w:p w:rsidR="00230D20" w:rsidRPr="002C52A5" w:rsidRDefault="00230D20" w:rsidP="00B9678E">
            <w:pPr>
              <w:autoSpaceDE w:val="0"/>
              <w:autoSpaceDN w:val="0"/>
              <w:adjustRightInd w:val="0"/>
              <w:ind w:firstLine="0"/>
              <w:jc w:val="left"/>
              <w:rPr>
                <w:rFonts w:cs="Calibri"/>
                <w:bCs/>
                <w:szCs w:val="28"/>
              </w:rPr>
            </w:pPr>
            <w:r w:rsidRPr="002C52A5">
              <w:rPr>
                <w:rFonts w:cs="Calibri"/>
                <w:bCs/>
                <w:szCs w:val="28"/>
              </w:rPr>
              <w:t>кадастровый номер 76:15:011013:250</w:t>
            </w:r>
            <w:r w:rsidR="0015695A" w:rsidRPr="0015695A">
              <w:rPr>
                <w:rFonts w:cs="Calibri"/>
                <w:bCs/>
                <w:szCs w:val="28"/>
                <w:vertAlign w:val="superscript"/>
              </w:rPr>
              <w:t>2</w:t>
            </w:r>
          </w:p>
        </w:tc>
        <w:tc>
          <w:tcPr>
            <w:tcW w:w="3544" w:type="dxa"/>
            <w:shd w:val="clear" w:color="auto" w:fill="auto"/>
          </w:tcPr>
          <w:p w:rsidR="00B9678E" w:rsidRDefault="00230D20" w:rsidP="00B9678E">
            <w:pPr>
              <w:autoSpaceDE w:val="0"/>
              <w:autoSpaceDN w:val="0"/>
              <w:adjustRightInd w:val="0"/>
              <w:ind w:firstLine="0"/>
              <w:jc w:val="left"/>
              <w:rPr>
                <w:rFonts w:cs="Calibri"/>
                <w:bCs/>
                <w:szCs w:val="28"/>
              </w:rPr>
            </w:pPr>
            <w:r w:rsidRPr="002C52A5">
              <w:rPr>
                <w:rFonts w:cs="Calibri"/>
                <w:bCs/>
                <w:szCs w:val="28"/>
              </w:rPr>
              <w:t xml:space="preserve">Ярославская область, </w:t>
            </w:r>
          </w:p>
          <w:p w:rsidR="00230D20" w:rsidRPr="002C52A5" w:rsidRDefault="00230D20" w:rsidP="00B9678E">
            <w:pPr>
              <w:autoSpaceDE w:val="0"/>
              <w:autoSpaceDN w:val="0"/>
              <w:adjustRightInd w:val="0"/>
              <w:ind w:firstLine="0"/>
              <w:jc w:val="left"/>
              <w:rPr>
                <w:rFonts w:cs="Calibri"/>
                <w:bCs/>
                <w:szCs w:val="28"/>
              </w:rPr>
            </w:pPr>
            <w:r w:rsidRPr="002C52A5">
              <w:rPr>
                <w:rFonts w:cs="Calibri"/>
                <w:bCs/>
                <w:szCs w:val="28"/>
              </w:rPr>
              <w:t>Тутаевский</w:t>
            </w:r>
            <w:r w:rsidR="00B9678E">
              <w:rPr>
                <w:rFonts w:cs="Calibri"/>
                <w:bCs/>
                <w:szCs w:val="28"/>
              </w:rPr>
              <w:t xml:space="preserve"> район</w:t>
            </w:r>
            <w:r w:rsidRPr="002C52A5">
              <w:rPr>
                <w:rFonts w:cs="Calibri"/>
                <w:bCs/>
                <w:szCs w:val="28"/>
              </w:rPr>
              <w:t>, Помогаловский</w:t>
            </w:r>
            <w:r w:rsidR="00B9678E">
              <w:rPr>
                <w:rFonts w:cs="Calibri"/>
                <w:bCs/>
                <w:szCs w:val="28"/>
              </w:rPr>
              <w:t xml:space="preserve"> сельский округ</w:t>
            </w:r>
            <w:r w:rsidRPr="002C52A5">
              <w:rPr>
                <w:rFonts w:cs="Calibri"/>
                <w:bCs/>
                <w:szCs w:val="28"/>
              </w:rPr>
              <w:t xml:space="preserve">, </w:t>
            </w:r>
            <w:r w:rsidR="00B9678E">
              <w:rPr>
                <w:rFonts w:cs="Calibri"/>
                <w:bCs/>
                <w:szCs w:val="28"/>
              </w:rPr>
              <w:br/>
            </w:r>
            <w:r w:rsidRPr="002C52A5">
              <w:rPr>
                <w:rFonts w:cs="Calibri"/>
                <w:bCs/>
                <w:szCs w:val="28"/>
              </w:rPr>
              <w:t xml:space="preserve">п. Красный Бор, </w:t>
            </w:r>
            <w:r w:rsidR="00AF1989">
              <w:rPr>
                <w:rFonts w:cs="Calibri"/>
                <w:bCs/>
                <w:szCs w:val="28"/>
              </w:rPr>
              <w:br/>
            </w:r>
            <w:r w:rsidRPr="002C52A5">
              <w:rPr>
                <w:rFonts w:cs="Calibri"/>
                <w:bCs/>
                <w:szCs w:val="28"/>
              </w:rPr>
              <w:t>ул. Верхняя Дача, уч. 12,</w:t>
            </w:r>
            <w:r w:rsidR="00AF1989">
              <w:rPr>
                <w:rFonts w:cs="Calibri"/>
                <w:bCs/>
                <w:szCs w:val="28"/>
              </w:rPr>
              <w:t xml:space="preserve"> </w:t>
            </w:r>
            <w:r w:rsidRPr="002C52A5">
              <w:rPr>
                <w:rFonts w:cs="Calibri"/>
                <w:bCs/>
                <w:szCs w:val="28"/>
              </w:rPr>
              <w:t>13, 14, 15, 16</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r w:rsidRPr="002C52A5">
              <w:rPr>
                <w:rFonts w:cs="Calibri"/>
                <w:bCs/>
                <w:szCs w:val="28"/>
              </w:rPr>
              <w:t>195</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ind w:firstLine="0"/>
              <w:jc w:val="center"/>
              <w:rPr>
                <w:rFonts w:cs="Calibri"/>
                <w:bCs/>
                <w:szCs w:val="28"/>
              </w:rPr>
            </w:pPr>
            <w:r w:rsidRPr="002C52A5">
              <w:rPr>
                <w:rFonts w:cs="Calibri"/>
                <w:bCs/>
                <w:szCs w:val="28"/>
              </w:rPr>
              <w:t>346</w:t>
            </w:r>
          </w:p>
        </w:tc>
        <w:tc>
          <w:tcPr>
            <w:tcW w:w="3118" w:type="dxa"/>
            <w:shd w:val="clear" w:color="auto" w:fill="auto"/>
          </w:tcPr>
          <w:p w:rsidR="00230D20" w:rsidRDefault="00230D20" w:rsidP="00B9678E">
            <w:pPr>
              <w:widowControl w:val="0"/>
              <w:tabs>
                <w:tab w:val="center" w:pos="4677"/>
                <w:tab w:val="right" w:pos="9355"/>
              </w:tabs>
              <w:ind w:firstLine="0"/>
              <w:jc w:val="left"/>
              <w:rPr>
                <w:rFonts w:cs="Calibri"/>
                <w:bCs/>
                <w:szCs w:val="28"/>
              </w:rPr>
            </w:pPr>
            <w:r w:rsidRPr="002C52A5">
              <w:rPr>
                <w:rFonts w:cs="Calibri"/>
                <w:bCs/>
                <w:szCs w:val="28"/>
              </w:rPr>
              <w:t xml:space="preserve">Здание котельной, </w:t>
            </w:r>
            <w:r w:rsidR="00AF1989">
              <w:rPr>
                <w:rFonts w:cs="Calibri"/>
                <w:bCs/>
                <w:szCs w:val="28"/>
              </w:rPr>
              <w:br/>
            </w:r>
            <w:r w:rsidR="00C722C7">
              <w:rPr>
                <w:rFonts w:cs="Calibri"/>
                <w:bCs/>
                <w:szCs w:val="28"/>
              </w:rPr>
              <w:t>3-</w:t>
            </w:r>
            <w:r w:rsidRPr="002C52A5">
              <w:rPr>
                <w:rFonts w:cs="Calibri"/>
                <w:bCs/>
                <w:szCs w:val="28"/>
              </w:rPr>
              <w:t>этаж</w:t>
            </w:r>
            <w:r>
              <w:rPr>
                <w:rFonts w:cs="Calibri"/>
                <w:bCs/>
                <w:szCs w:val="28"/>
              </w:rPr>
              <w:t>ное</w:t>
            </w:r>
            <w:r w:rsidRPr="002C52A5">
              <w:rPr>
                <w:rFonts w:cs="Calibri"/>
                <w:bCs/>
                <w:szCs w:val="28"/>
              </w:rPr>
              <w:t>, инв. № 801, лит. </w:t>
            </w:r>
            <w:r>
              <w:rPr>
                <w:rFonts w:cs="Calibri"/>
                <w:bCs/>
                <w:szCs w:val="28"/>
              </w:rPr>
              <w:t xml:space="preserve">А, </w:t>
            </w:r>
            <w:r w:rsidRPr="00DD5319">
              <w:rPr>
                <w:rFonts w:cs="Calibri"/>
                <w:bCs/>
                <w:szCs w:val="28"/>
              </w:rPr>
              <w:t>в составе:</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в</w:t>
            </w:r>
            <w:r w:rsidR="00230D20" w:rsidRPr="00A05EDA">
              <w:rPr>
                <w:rFonts w:cs="Calibri"/>
                <w:bCs/>
                <w:szCs w:val="28"/>
              </w:rPr>
              <w:t>одомер</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в</w:t>
            </w:r>
            <w:r w:rsidR="00230D20" w:rsidRPr="00A05EDA">
              <w:rPr>
                <w:rFonts w:cs="Calibri"/>
                <w:bCs/>
                <w:szCs w:val="28"/>
              </w:rPr>
              <w:t>одонагреватель</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в</w:t>
            </w:r>
            <w:r w:rsidR="00230D20" w:rsidRPr="00A05EDA">
              <w:rPr>
                <w:rFonts w:cs="Calibri"/>
                <w:bCs/>
                <w:szCs w:val="28"/>
              </w:rPr>
              <w:t>одоподогреватель</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в</w:t>
            </w:r>
            <w:r w:rsidR="00230D20" w:rsidRPr="00A05EDA">
              <w:rPr>
                <w:rFonts w:cs="Calibri"/>
                <w:bCs/>
                <w:szCs w:val="28"/>
              </w:rPr>
              <w:t>одоподогреватель</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г</w:t>
            </w:r>
            <w:r w:rsidR="00230D20" w:rsidRPr="00A05EDA">
              <w:rPr>
                <w:rFonts w:cs="Calibri"/>
                <w:bCs/>
                <w:szCs w:val="28"/>
              </w:rPr>
              <w:t>азораспределительное устройство котельной</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к</w:t>
            </w:r>
            <w:r w:rsidR="00230D20" w:rsidRPr="00A05EDA">
              <w:rPr>
                <w:rFonts w:cs="Calibri"/>
                <w:bCs/>
                <w:szCs w:val="28"/>
              </w:rPr>
              <w:t>орректор электронный типа ЕК-260-7.5 (комплект)</w:t>
            </w:r>
            <w:r w:rsidR="00230D20">
              <w:rPr>
                <w:rFonts w:cs="Calibri"/>
                <w:bCs/>
                <w:szCs w:val="28"/>
              </w:rPr>
              <w:t>;</w:t>
            </w:r>
          </w:p>
          <w:p w:rsidR="00230D20" w:rsidRPr="00AF1989" w:rsidRDefault="00AF1989" w:rsidP="00B9678E">
            <w:pPr>
              <w:widowControl w:val="0"/>
              <w:tabs>
                <w:tab w:val="center" w:pos="4677"/>
                <w:tab w:val="right" w:pos="9355"/>
              </w:tabs>
              <w:ind w:firstLine="0"/>
              <w:jc w:val="left"/>
              <w:rPr>
                <w:rFonts w:cs="Calibri"/>
                <w:bCs/>
                <w:spacing w:val="-10"/>
                <w:szCs w:val="28"/>
              </w:rPr>
            </w:pPr>
            <w:r>
              <w:rPr>
                <w:rFonts w:cs="Calibri"/>
                <w:bCs/>
                <w:szCs w:val="28"/>
              </w:rPr>
              <w:t>–</w:t>
            </w:r>
            <w:r w:rsidR="00230D20">
              <w:rPr>
                <w:rFonts w:cs="Calibri"/>
                <w:bCs/>
                <w:szCs w:val="28"/>
              </w:rPr>
              <w:t xml:space="preserve"> </w:t>
            </w:r>
            <w:r w:rsidR="00230D20" w:rsidRPr="00AF1989">
              <w:rPr>
                <w:rFonts w:cs="Calibri"/>
                <w:bCs/>
                <w:spacing w:val="-10"/>
                <w:szCs w:val="28"/>
              </w:rPr>
              <w:t xml:space="preserve">насос консольный </w:t>
            </w:r>
            <w:r w:rsidRPr="00AF1989">
              <w:rPr>
                <w:rFonts w:cs="Calibri"/>
                <w:bCs/>
                <w:spacing w:val="-10"/>
                <w:szCs w:val="28"/>
              </w:rPr>
              <w:br/>
            </w:r>
            <w:r w:rsidR="00230D20" w:rsidRPr="00AF1989">
              <w:rPr>
                <w:rFonts w:cs="Calibri"/>
                <w:bCs/>
                <w:spacing w:val="-10"/>
                <w:szCs w:val="28"/>
              </w:rPr>
              <w:t>К 20/30;</w:t>
            </w:r>
          </w:p>
          <w:p w:rsidR="00230D20" w:rsidRPr="00A05EDA" w:rsidRDefault="00AF1989" w:rsidP="00B9678E">
            <w:pPr>
              <w:widowControl w:val="0"/>
              <w:tabs>
                <w:tab w:val="center" w:pos="4677"/>
                <w:tab w:val="right" w:pos="9355"/>
              </w:tabs>
              <w:ind w:firstLine="0"/>
              <w:jc w:val="left"/>
              <w:rPr>
                <w:rFonts w:cs="Calibri"/>
                <w:bCs/>
                <w:szCs w:val="28"/>
              </w:rPr>
            </w:pPr>
            <w:r w:rsidRPr="00AF1989">
              <w:rPr>
                <w:rFonts w:cs="Calibri"/>
                <w:bCs/>
                <w:spacing w:val="-10"/>
                <w:szCs w:val="28"/>
              </w:rPr>
              <w:t>–</w:t>
            </w:r>
            <w:r w:rsidR="00230D20" w:rsidRPr="00AF1989">
              <w:rPr>
                <w:rFonts w:cs="Calibri"/>
                <w:bCs/>
                <w:spacing w:val="-10"/>
                <w:szCs w:val="28"/>
              </w:rPr>
              <w:t xml:space="preserve"> осветительный щиток</w:t>
            </w:r>
            <w:r w:rsidR="00230D20">
              <w:rPr>
                <w:rFonts w:cs="Calibri"/>
                <w:bCs/>
                <w:szCs w:val="28"/>
              </w:rPr>
              <w:t>;</w:t>
            </w:r>
          </w:p>
          <w:p w:rsidR="00230D20" w:rsidRPr="00AF1989" w:rsidRDefault="00AF1989" w:rsidP="00B9678E">
            <w:pPr>
              <w:widowControl w:val="0"/>
              <w:tabs>
                <w:tab w:val="center" w:pos="4677"/>
                <w:tab w:val="right" w:pos="9355"/>
              </w:tabs>
              <w:ind w:firstLine="0"/>
              <w:jc w:val="left"/>
              <w:rPr>
                <w:rFonts w:cs="Calibri"/>
                <w:bCs/>
                <w:spacing w:val="-10"/>
                <w:szCs w:val="28"/>
              </w:rPr>
            </w:pPr>
            <w:r>
              <w:rPr>
                <w:rFonts w:cs="Calibri"/>
                <w:bCs/>
                <w:szCs w:val="28"/>
              </w:rPr>
              <w:t>–</w:t>
            </w:r>
            <w:r w:rsidR="00230D20">
              <w:rPr>
                <w:rFonts w:cs="Calibri"/>
                <w:bCs/>
                <w:szCs w:val="28"/>
              </w:rPr>
              <w:t xml:space="preserve"> </w:t>
            </w:r>
            <w:r w:rsidR="00230D20" w:rsidRPr="00AF1989">
              <w:rPr>
                <w:rFonts w:cs="Calibri"/>
                <w:bCs/>
                <w:spacing w:val="-10"/>
                <w:szCs w:val="28"/>
              </w:rPr>
              <w:t>осветительный щиток;</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п</w:t>
            </w:r>
            <w:r w:rsidR="00230D20" w:rsidRPr="00A05EDA">
              <w:rPr>
                <w:rFonts w:cs="Calibri"/>
                <w:bCs/>
                <w:szCs w:val="28"/>
              </w:rPr>
              <w:t>анель автоматики</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п</w:t>
            </w:r>
            <w:r w:rsidR="00230D20" w:rsidRPr="00A05EDA">
              <w:rPr>
                <w:rFonts w:cs="Calibri"/>
                <w:bCs/>
                <w:szCs w:val="28"/>
              </w:rPr>
              <w:t>анель автоматики</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п</w:t>
            </w:r>
            <w:r w:rsidR="00230D20" w:rsidRPr="00A05EDA">
              <w:rPr>
                <w:rFonts w:cs="Calibri"/>
                <w:bCs/>
                <w:szCs w:val="28"/>
              </w:rPr>
              <w:t>анель автоматики</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п</w:t>
            </w:r>
            <w:r w:rsidR="00230D20" w:rsidRPr="00A05EDA">
              <w:rPr>
                <w:rFonts w:cs="Calibri"/>
                <w:bCs/>
                <w:szCs w:val="28"/>
              </w:rPr>
              <w:t>ункт распределительный</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п</w:t>
            </w:r>
            <w:r w:rsidR="00230D20" w:rsidRPr="00A05EDA">
              <w:rPr>
                <w:rFonts w:cs="Calibri"/>
                <w:bCs/>
                <w:szCs w:val="28"/>
              </w:rPr>
              <w:t>ункт распределительный</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с</w:t>
            </w:r>
            <w:r w:rsidR="00230D20" w:rsidRPr="00A05EDA">
              <w:rPr>
                <w:rFonts w:cs="Calibri"/>
                <w:bCs/>
                <w:szCs w:val="28"/>
              </w:rPr>
              <w:t>истемный блок</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у</w:t>
            </w:r>
            <w:r w:rsidR="00230D20" w:rsidRPr="00A05EDA">
              <w:rPr>
                <w:rFonts w:cs="Calibri"/>
                <w:bCs/>
                <w:szCs w:val="28"/>
              </w:rPr>
              <w:t>становка водоподготовительная</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ф</w:t>
            </w:r>
            <w:r w:rsidR="00230D20" w:rsidRPr="00A05EDA">
              <w:rPr>
                <w:rFonts w:cs="Calibri"/>
                <w:bCs/>
                <w:szCs w:val="28"/>
              </w:rPr>
              <w:t>ильтр газовый</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ф</w:t>
            </w:r>
            <w:r w:rsidR="00230D20" w:rsidRPr="00A05EDA">
              <w:rPr>
                <w:rFonts w:cs="Calibri"/>
                <w:bCs/>
                <w:szCs w:val="28"/>
              </w:rPr>
              <w:t>ильтр ячейковый</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lastRenderedPageBreak/>
              <w:t>–</w:t>
            </w:r>
            <w:r w:rsidR="00230D20">
              <w:rPr>
                <w:rFonts w:cs="Calibri"/>
                <w:bCs/>
                <w:szCs w:val="28"/>
              </w:rPr>
              <w:t xml:space="preserve"> ш</w:t>
            </w:r>
            <w:r w:rsidR="00230D20" w:rsidRPr="00A05EDA">
              <w:rPr>
                <w:rFonts w:cs="Calibri"/>
                <w:bCs/>
                <w:szCs w:val="28"/>
              </w:rPr>
              <w:t>каф управления</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ш</w:t>
            </w:r>
            <w:r w:rsidR="00230D20" w:rsidRPr="00A05EDA">
              <w:rPr>
                <w:rFonts w:cs="Calibri"/>
                <w:bCs/>
                <w:szCs w:val="28"/>
              </w:rPr>
              <w:t>каф управления</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ш</w:t>
            </w:r>
            <w:r w:rsidR="00230D20" w:rsidRPr="00A05EDA">
              <w:rPr>
                <w:rFonts w:cs="Calibri"/>
                <w:bCs/>
                <w:szCs w:val="28"/>
              </w:rPr>
              <w:t>каф управления</w:t>
            </w:r>
            <w:r w:rsidR="00230D20">
              <w:rPr>
                <w:rFonts w:cs="Calibri"/>
                <w:bCs/>
                <w:szCs w:val="28"/>
              </w:rPr>
              <w:t>;</w:t>
            </w:r>
          </w:p>
          <w:p w:rsidR="00230D20" w:rsidRPr="00A05EDA"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э</w:t>
            </w:r>
            <w:r w:rsidR="00230D20" w:rsidRPr="00A05EDA">
              <w:rPr>
                <w:rFonts w:cs="Calibri"/>
                <w:bCs/>
                <w:szCs w:val="28"/>
              </w:rPr>
              <w:t>лектрическая система автоматики газифицированной котельной</w:t>
            </w:r>
            <w:r w:rsidR="00230D20">
              <w:rPr>
                <w:rFonts w:cs="Calibri"/>
                <w:bCs/>
                <w:szCs w:val="28"/>
              </w:rPr>
              <w:t>;</w:t>
            </w:r>
          </w:p>
          <w:p w:rsidR="00230D20"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э</w:t>
            </w:r>
            <w:r w:rsidR="00230D20" w:rsidRPr="00A05EDA">
              <w:rPr>
                <w:rFonts w:cs="Calibri"/>
                <w:bCs/>
                <w:szCs w:val="28"/>
              </w:rPr>
              <w:t>лектронный сигнализатор уровня</w:t>
            </w:r>
            <w:r w:rsidR="00230D20">
              <w:rPr>
                <w:rFonts w:cs="Calibri"/>
                <w:bCs/>
                <w:szCs w:val="28"/>
              </w:rPr>
              <w:t>;</w:t>
            </w:r>
          </w:p>
          <w:p w:rsidR="00230D20"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автоматика котлов;</w:t>
            </w:r>
          </w:p>
          <w:p w:rsidR="00230D20" w:rsidRPr="004C439D"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w:t>
            </w:r>
            <w:r>
              <w:rPr>
                <w:rFonts w:cs="Calibri"/>
                <w:bCs/>
                <w:szCs w:val="28"/>
              </w:rPr>
              <w:t>к</w:t>
            </w:r>
            <w:r w:rsidR="00230D20" w:rsidRPr="004C439D">
              <w:rPr>
                <w:rFonts w:cs="Calibri"/>
                <w:bCs/>
                <w:szCs w:val="28"/>
              </w:rPr>
              <w:t>омплект автоматики котла КСУ-ЭВМ-М</w:t>
            </w:r>
            <w:r w:rsidR="00230D20">
              <w:rPr>
                <w:rFonts w:cs="Calibri"/>
                <w:bCs/>
                <w:szCs w:val="28"/>
              </w:rPr>
              <w:t>;</w:t>
            </w:r>
          </w:p>
          <w:p w:rsidR="00230D20" w:rsidRPr="004C439D"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к</w:t>
            </w:r>
            <w:r w:rsidR="00230D20" w:rsidRPr="004C439D">
              <w:rPr>
                <w:rFonts w:cs="Calibri"/>
                <w:bCs/>
                <w:szCs w:val="28"/>
              </w:rPr>
              <w:t>отел водогрейный</w:t>
            </w:r>
            <w:r w:rsidR="00230D20">
              <w:rPr>
                <w:rFonts w:cs="Calibri"/>
                <w:bCs/>
                <w:szCs w:val="28"/>
              </w:rPr>
              <w:t>;</w:t>
            </w:r>
          </w:p>
          <w:p w:rsidR="00230D20" w:rsidRPr="004C439D"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к</w:t>
            </w:r>
            <w:r w:rsidR="00230D20" w:rsidRPr="004C439D">
              <w:rPr>
                <w:rFonts w:cs="Calibri"/>
                <w:bCs/>
                <w:szCs w:val="28"/>
              </w:rPr>
              <w:t>отел водогрейный</w:t>
            </w:r>
            <w:r w:rsidR="00230D20">
              <w:rPr>
                <w:rFonts w:cs="Calibri"/>
                <w:bCs/>
                <w:szCs w:val="28"/>
              </w:rPr>
              <w:t>;</w:t>
            </w:r>
          </w:p>
          <w:p w:rsidR="00230D20" w:rsidRPr="004C439D" w:rsidRDefault="00AF1989" w:rsidP="00B9678E">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к</w:t>
            </w:r>
            <w:r w:rsidR="00230D20" w:rsidRPr="004C439D">
              <w:rPr>
                <w:rFonts w:cs="Calibri"/>
                <w:bCs/>
                <w:szCs w:val="28"/>
              </w:rPr>
              <w:t>отел водогрейный</w:t>
            </w:r>
            <w:r w:rsidR="00230D20">
              <w:rPr>
                <w:rFonts w:cs="Calibri"/>
                <w:bCs/>
                <w:szCs w:val="28"/>
              </w:rPr>
              <w:t>;</w:t>
            </w:r>
          </w:p>
          <w:p w:rsidR="00230D20" w:rsidRPr="002C52A5" w:rsidRDefault="00AF1989" w:rsidP="00AF1989">
            <w:pPr>
              <w:widowControl w:val="0"/>
              <w:tabs>
                <w:tab w:val="center" w:pos="4677"/>
                <w:tab w:val="right" w:pos="9355"/>
              </w:tabs>
              <w:ind w:firstLine="0"/>
              <w:jc w:val="left"/>
              <w:rPr>
                <w:rFonts w:cs="Calibri"/>
                <w:bCs/>
                <w:szCs w:val="28"/>
              </w:rPr>
            </w:pPr>
            <w:r>
              <w:rPr>
                <w:rFonts w:cs="Calibri"/>
                <w:bCs/>
                <w:szCs w:val="28"/>
              </w:rPr>
              <w:t>–</w:t>
            </w:r>
            <w:r w:rsidR="00230D20">
              <w:rPr>
                <w:rFonts w:cs="Calibri"/>
                <w:bCs/>
                <w:szCs w:val="28"/>
              </w:rPr>
              <w:t xml:space="preserve"> к</w:t>
            </w:r>
            <w:r>
              <w:rPr>
                <w:rFonts w:cs="Calibri"/>
                <w:bCs/>
                <w:szCs w:val="28"/>
              </w:rPr>
              <w:t>отел</w:t>
            </w:r>
            <w:r w:rsidR="00230D20" w:rsidRPr="004C439D">
              <w:rPr>
                <w:rFonts w:cs="Calibri"/>
                <w:bCs/>
                <w:szCs w:val="28"/>
              </w:rPr>
              <w:t xml:space="preserve"> водогрейный стационарный</w:t>
            </w:r>
          </w:p>
        </w:tc>
        <w:tc>
          <w:tcPr>
            <w:tcW w:w="3544" w:type="dxa"/>
            <w:shd w:val="clear" w:color="auto" w:fill="auto"/>
          </w:tcPr>
          <w:p w:rsidR="00230D20" w:rsidRPr="002C52A5" w:rsidRDefault="00230D20" w:rsidP="00AF1989">
            <w:pPr>
              <w:autoSpaceDE w:val="0"/>
              <w:autoSpaceDN w:val="0"/>
              <w:adjustRightInd w:val="0"/>
              <w:ind w:firstLine="0"/>
              <w:jc w:val="left"/>
              <w:rPr>
                <w:rFonts w:cs="Calibri"/>
                <w:bCs/>
                <w:szCs w:val="28"/>
              </w:rPr>
            </w:pPr>
            <w:r w:rsidRPr="002C52A5">
              <w:rPr>
                <w:rFonts w:cs="Calibri"/>
                <w:bCs/>
                <w:szCs w:val="28"/>
              </w:rPr>
              <w:lastRenderedPageBreak/>
              <w:t xml:space="preserve">Ярославская область, </w:t>
            </w:r>
            <w:r w:rsidR="00AF1989">
              <w:rPr>
                <w:rFonts w:cs="Calibri"/>
                <w:bCs/>
                <w:szCs w:val="28"/>
              </w:rPr>
              <w:br/>
              <w:t xml:space="preserve">рабочий поселок </w:t>
            </w:r>
            <w:r w:rsidRPr="002C52A5">
              <w:rPr>
                <w:rFonts w:cs="Calibri"/>
                <w:bCs/>
                <w:szCs w:val="28"/>
              </w:rPr>
              <w:t>Поречье-Рыбное Ростовского округа, ул. Дальняя, д. 8</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r w:rsidRPr="002C52A5">
              <w:rPr>
                <w:rFonts w:cs="Calibri"/>
                <w:bCs/>
                <w:szCs w:val="28"/>
              </w:rPr>
              <w:t>538,7</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widowControl w:val="0"/>
              <w:tabs>
                <w:tab w:val="center" w:pos="4677"/>
                <w:tab w:val="right" w:pos="9355"/>
              </w:tabs>
              <w:ind w:firstLine="0"/>
              <w:jc w:val="center"/>
              <w:rPr>
                <w:rFonts w:cs="Calibri"/>
                <w:bCs/>
                <w:szCs w:val="28"/>
              </w:rPr>
            </w:pPr>
            <w:r w:rsidRPr="002C52A5">
              <w:rPr>
                <w:rFonts w:cs="Calibri"/>
                <w:bCs/>
                <w:szCs w:val="28"/>
              </w:rPr>
              <w:t>3</w:t>
            </w:r>
            <w:r>
              <w:rPr>
                <w:rFonts w:cs="Calibri"/>
                <w:bCs/>
                <w:szCs w:val="28"/>
              </w:rPr>
              <w:t>47</w:t>
            </w:r>
          </w:p>
        </w:tc>
        <w:tc>
          <w:tcPr>
            <w:tcW w:w="3118" w:type="dxa"/>
            <w:shd w:val="clear" w:color="auto" w:fill="auto"/>
          </w:tcPr>
          <w:p w:rsidR="00230D20" w:rsidRPr="002C52A5" w:rsidRDefault="00230D20" w:rsidP="00B9678E">
            <w:pPr>
              <w:widowControl w:val="0"/>
              <w:tabs>
                <w:tab w:val="center" w:pos="4677"/>
                <w:tab w:val="right" w:pos="9355"/>
              </w:tabs>
              <w:ind w:firstLine="0"/>
              <w:jc w:val="left"/>
              <w:rPr>
                <w:rFonts w:cs="Calibri"/>
                <w:bCs/>
                <w:szCs w:val="28"/>
              </w:rPr>
            </w:pPr>
            <w:r w:rsidRPr="002C52A5">
              <w:rPr>
                <w:rFonts w:cs="Calibri"/>
                <w:bCs/>
                <w:szCs w:val="28"/>
              </w:rPr>
              <w:t>Теплотрасса</w:t>
            </w:r>
          </w:p>
        </w:tc>
        <w:tc>
          <w:tcPr>
            <w:tcW w:w="3544" w:type="dxa"/>
            <w:shd w:val="clear" w:color="auto" w:fill="auto"/>
          </w:tcPr>
          <w:p w:rsidR="00230D20" w:rsidRPr="002C52A5" w:rsidRDefault="00230D20" w:rsidP="00AF1989">
            <w:pPr>
              <w:ind w:firstLine="0"/>
              <w:jc w:val="left"/>
              <w:rPr>
                <w:rFonts w:cs="Calibri"/>
                <w:bCs/>
                <w:szCs w:val="28"/>
              </w:rPr>
            </w:pPr>
            <w:r w:rsidRPr="002C52A5">
              <w:rPr>
                <w:rFonts w:cs="Calibri"/>
                <w:bCs/>
                <w:szCs w:val="28"/>
              </w:rPr>
              <w:t xml:space="preserve">Ярославская область, </w:t>
            </w:r>
            <w:r w:rsidR="00AF1989">
              <w:rPr>
                <w:rFonts w:cs="Calibri"/>
                <w:bCs/>
                <w:szCs w:val="28"/>
              </w:rPr>
              <w:t>рабочий поселок</w:t>
            </w:r>
            <w:r w:rsidRPr="002C52A5">
              <w:rPr>
                <w:rFonts w:cs="Calibri"/>
                <w:bCs/>
                <w:szCs w:val="28"/>
              </w:rPr>
              <w:t xml:space="preserve"> Поречье-Рыбное Ростовского округа, </w:t>
            </w:r>
            <w:r w:rsidR="00AF1989">
              <w:rPr>
                <w:rFonts w:cs="Calibri"/>
                <w:bCs/>
                <w:szCs w:val="28"/>
              </w:rPr>
              <w:br/>
            </w:r>
            <w:r w:rsidRPr="002C52A5">
              <w:rPr>
                <w:rFonts w:cs="Calibri"/>
                <w:bCs/>
                <w:szCs w:val="28"/>
              </w:rPr>
              <w:t>ул. Дальняя, д. 8</w:t>
            </w:r>
            <w:r>
              <w:rPr>
                <w:rFonts w:cs="Calibri"/>
                <w:bCs/>
                <w:szCs w:val="28"/>
              </w:rPr>
              <w:t xml:space="preserve"> </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r w:rsidRPr="002C52A5">
              <w:rPr>
                <w:rFonts w:cs="Calibri"/>
                <w:bCs/>
                <w:szCs w:val="28"/>
              </w:rPr>
              <w:t>353</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widowControl w:val="0"/>
              <w:tabs>
                <w:tab w:val="center" w:pos="4677"/>
                <w:tab w:val="right" w:pos="9355"/>
              </w:tabs>
              <w:ind w:firstLine="0"/>
              <w:jc w:val="center"/>
              <w:rPr>
                <w:rFonts w:cs="Calibri"/>
                <w:bCs/>
                <w:szCs w:val="28"/>
              </w:rPr>
            </w:pPr>
            <w:r w:rsidRPr="002C52A5">
              <w:rPr>
                <w:rFonts w:cs="Calibri"/>
                <w:bCs/>
                <w:szCs w:val="28"/>
              </w:rPr>
              <w:t>3</w:t>
            </w:r>
            <w:r>
              <w:rPr>
                <w:rFonts w:cs="Calibri"/>
                <w:bCs/>
                <w:szCs w:val="28"/>
              </w:rPr>
              <w:t>48</w:t>
            </w:r>
          </w:p>
        </w:tc>
        <w:tc>
          <w:tcPr>
            <w:tcW w:w="3118" w:type="dxa"/>
            <w:shd w:val="clear" w:color="auto" w:fill="auto"/>
          </w:tcPr>
          <w:p w:rsidR="00230D20" w:rsidRPr="002C52A5" w:rsidRDefault="00230D20" w:rsidP="00B9678E">
            <w:pPr>
              <w:widowControl w:val="0"/>
              <w:tabs>
                <w:tab w:val="center" w:pos="4677"/>
                <w:tab w:val="right" w:pos="9355"/>
              </w:tabs>
              <w:ind w:firstLine="0"/>
              <w:jc w:val="left"/>
              <w:rPr>
                <w:rFonts w:cs="Calibri"/>
                <w:bCs/>
                <w:szCs w:val="28"/>
              </w:rPr>
            </w:pPr>
            <w:r w:rsidRPr="002C52A5">
              <w:rPr>
                <w:rFonts w:cs="Calibri"/>
                <w:bCs/>
                <w:szCs w:val="28"/>
              </w:rPr>
              <w:t>Газопровод</w:t>
            </w:r>
          </w:p>
        </w:tc>
        <w:tc>
          <w:tcPr>
            <w:tcW w:w="3544" w:type="dxa"/>
            <w:shd w:val="clear" w:color="auto" w:fill="auto"/>
          </w:tcPr>
          <w:p w:rsidR="00230D20" w:rsidRPr="002C52A5" w:rsidRDefault="00230D20" w:rsidP="00AF1989">
            <w:pPr>
              <w:ind w:firstLine="0"/>
              <w:jc w:val="left"/>
              <w:rPr>
                <w:rFonts w:cs="Calibri"/>
                <w:bCs/>
                <w:szCs w:val="28"/>
              </w:rPr>
            </w:pPr>
            <w:r w:rsidRPr="002C52A5">
              <w:rPr>
                <w:rFonts w:cs="Calibri"/>
                <w:bCs/>
                <w:szCs w:val="28"/>
              </w:rPr>
              <w:t xml:space="preserve">Ярославская область, </w:t>
            </w:r>
            <w:r w:rsidR="00AF1989">
              <w:rPr>
                <w:rFonts w:cs="Calibri"/>
                <w:bCs/>
                <w:szCs w:val="28"/>
              </w:rPr>
              <w:t>рабочий поселок</w:t>
            </w:r>
            <w:r w:rsidRPr="002C52A5">
              <w:rPr>
                <w:rFonts w:cs="Calibri"/>
                <w:bCs/>
                <w:szCs w:val="28"/>
              </w:rPr>
              <w:t xml:space="preserve"> Поречье-Рыбное Ростовского округа, </w:t>
            </w:r>
            <w:r w:rsidR="00AF1989">
              <w:rPr>
                <w:rFonts w:cs="Calibri"/>
                <w:bCs/>
                <w:szCs w:val="28"/>
              </w:rPr>
              <w:br/>
            </w:r>
            <w:r w:rsidRPr="002C52A5">
              <w:rPr>
                <w:rFonts w:cs="Calibri"/>
                <w:bCs/>
                <w:szCs w:val="28"/>
              </w:rPr>
              <w:t>ул. Дальняя, д. 8</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widowControl w:val="0"/>
              <w:tabs>
                <w:tab w:val="center" w:pos="4677"/>
                <w:tab w:val="right" w:pos="9355"/>
              </w:tabs>
              <w:ind w:firstLine="0"/>
              <w:jc w:val="center"/>
              <w:rPr>
                <w:rFonts w:cs="Calibri"/>
                <w:bCs/>
                <w:szCs w:val="28"/>
              </w:rPr>
            </w:pPr>
            <w:r w:rsidRPr="002C52A5">
              <w:rPr>
                <w:rFonts w:cs="Calibri"/>
                <w:bCs/>
                <w:szCs w:val="28"/>
              </w:rPr>
              <w:t>3</w:t>
            </w:r>
            <w:r>
              <w:rPr>
                <w:rFonts w:cs="Calibri"/>
                <w:bCs/>
                <w:szCs w:val="28"/>
              </w:rPr>
              <w:t>49</w:t>
            </w:r>
          </w:p>
        </w:tc>
        <w:tc>
          <w:tcPr>
            <w:tcW w:w="3118" w:type="dxa"/>
            <w:shd w:val="clear" w:color="auto" w:fill="auto"/>
          </w:tcPr>
          <w:p w:rsidR="00230D20" w:rsidRPr="002C52A5" w:rsidRDefault="00230D20" w:rsidP="00B9678E">
            <w:pPr>
              <w:widowControl w:val="0"/>
              <w:tabs>
                <w:tab w:val="center" w:pos="4677"/>
                <w:tab w:val="right" w:pos="9355"/>
              </w:tabs>
              <w:ind w:firstLine="0"/>
              <w:jc w:val="left"/>
              <w:rPr>
                <w:rFonts w:cs="Calibri"/>
                <w:bCs/>
                <w:szCs w:val="28"/>
              </w:rPr>
            </w:pPr>
            <w:r w:rsidRPr="002C52A5">
              <w:rPr>
                <w:rFonts w:cs="Calibri"/>
                <w:bCs/>
                <w:szCs w:val="28"/>
              </w:rPr>
              <w:t>Резервуар для хранения диз</w:t>
            </w:r>
            <w:r w:rsidR="00AF1989">
              <w:rPr>
                <w:rFonts w:cs="Calibri"/>
                <w:bCs/>
                <w:szCs w:val="28"/>
              </w:rPr>
              <w:t xml:space="preserve">ельного </w:t>
            </w:r>
            <w:r w:rsidRPr="002C52A5">
              <w:rPr>
                <w:rFonts w:cs="Calibri"/>
                <w:bCs/>
                <w:szCs w:val="28"/>
              </w:rPr>
              <w:t>топлива</w:t>
            </w:r>
          </w:p>
        </w:tc>
        <w:tc>
          <w:tcPr>
            <w:tcW w:w="3544" w:type="dxa"/>
            <w:shd w:val="clear" w:color="auto" w:fill="auto"/>
          </w:tcPr>
          <w:p w:rsidR="00230D20" w:rsidRPr="002C52A5" w:rsidRDefault="00230D20" w:rsidP="00AF1989">
            <w:pPr>
              <w:ind w:firstLine="0"/>
              <w:jc w:val="left"/>
              <w:rPr>
                <w:rFonts w:cs="Calibri"/>
                <w:bCs/>
                <w:szCs w:val="28"/>
              </w:rPr>
            </w:pPr>
            <w:r w:rsidRPr="002C52A5">
              <w:rPr>
                <w:rFonts w:cs="Calibri"/>
                <w:bCs/>
                <w:szCs w:val="28"/>
              </w:rPr>
              <w:t xml:space="preserve">Ярославская область, </w:t>
            </w:r>
            <w:r w:rsidR="00AF1989">
              <w:rPr>
                <w:rFonts w:cs="Calibri"/>
                <w:bCs/>
                <w:szCs w:val="28"/>
              </w:rPr>
              <w:t>рабочий поселок</w:t>
            </w:r>
            <w:r w:rsidRPr="002C52A5">
              <w:rPr>
                <w:rFonts w:cs="Calibri"/>
                <w:bCs/>
                <w:szCs w:val="28"/>
              </w:rPr>
              <w:t xml:space="preserve"> Поречье-Рыбное Ростовского округа, </w:t>
            </w:r>
            <w:r w:rsidR="00AF1989">
              <w:rPr>
                <w:rFonts w:cs="Calibri"/>
                <w:bCs/>
                <w:szCs w:val="28"/>
              </w:rPr>
              <w:br/>
            </w:r>
            <w:r w:rsidRPr="002C52A5">
              <w:rPr>
                <w:rFonts w:cs="Calibri"/>
                <w:bCs/>
                <w:szCs w:val="28"/>
              </w:rPr>
              <w:t>ул. Дальняя, д. 8</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widowControl w:val="0"/>
              <w:tabs>
                <w:tab w:val="center" w:pos="4677"/>
                <w:tab w:val="right" w:pos="9355"/>
              </w:tabs>
              <w:ind w:firstLine="0"/>
              <w:jc w:val="center"/>
              <w:rPr>
                <w:rFonts w:cs="Calibri"/>
                <w:bCs/>
                <w:szCs w:val="28"/>
              </w:rPr>
            </w:pPr>
            <w:r>
              <w:rPr>
                <w:rFonts w:cs="Calibri"/>
                <w:bCs/>
                <w:szCs w:val="28"/>
              </w:rPr>
              <w:t>350</w:t>
            </w:r>
          </w:p>
        </w:tc>
        <w:tc>
          <w:tcPr>
            <w:tcW w:w="3118" w:type="dxa"/>
            <w:shd w:val="clear" w:color="auto" w:fill="auto"/>
          </w:tcPr>
          <w:p w:rsidR="00230D20" w:rsidRPr="002C52A5" w:rsidRDefault="00230D20" w:rsidP="00B9678E">
            <w:pPr>
              <w:widowControl w:val="0"/>
              <w:tabs>
                <w:tab w:val="center" w:pos="4677"/>
                <w:tab w:val="right" w:pos="9355"/>
              </w:tabs>
              <w:ind w:firstLine="0"/>
              <w:jc w:val="left"/>
              <w:rPr>
                <w:rFonts w:cs="Calibri"/>
                <w:bCs/>
                <w:szCs w:val="28"/>
              </w:rPr>
            </w:pPr>
            <w:r w:rsidRPr="002C52A5">
              <w:rPr>
                <w:rFonts w:cs="Calibri"/>
                <w:bCs/>
                <w:szCs w:val="28"/>
              </w:rPr>
              <w:t>Резервуар для хранения диз</w:t>
            </w:r>
            <w:r w:rsidR="00AF1989">
              <w:rPr>
                <w:rFonts w:cs="Calibri"/>
                <w:bCs/>
                <w:szCs w:val="28"/>
              </w:rPr>
              <w:t xml:space="preserve">ельного </w:t>
            </w:r>
            <w:r w:rsidRPr="002C52A5">
              <w:rPr>
                <w:rFonts w:cs="Calibri"/>
                <w:bCs/>
                <w:szCs w:val="28"/>
              </w:rPr>
              <w:t>топлива</w:t>
            </w:r>
          </w:p>
        </w:tc>
        <w:tc>
          <w:tcPr>
            <w:tcW w:w="3544" w:type="dxa"/>
            <w:shd w:val="clear" w:color="auto" w:fill="auto"/>
          </w:tcPr>
          <w:p w:rsidR="00230D20" w:rsidRPr="002C52A5" w:rsidRDefault="00230D20" w:rsidP="00AF1989">
            <w:pPr>
              <w:ind w:firstLine="0"/>
              <w:jc w:val="left"/>
              <w:rPr>
                <w:rFonts w:cs="Calibri"/>
                <w:bCs/>
                <w:szCs w:val="28"/>
              </w:rPr>
            </w:pPr>
            <w:r w:rsidRPr="002C52A5">
              <w:rPr>
                <w:rFonts w:cs="Calibri"/>
                <w:bCs/>
                <w:szCs w:val="28"/>
              </w:rPr>
              <w:t xml:space="preserve">Ярославская область, </w:t>
            </w:r>
            <w:r w:rsidR="00AF1989">
              <w:rPr>
                <w:rFonts w:cs="Calibri"/>
                <w:bCs/>
                <w:szCs w:val="28"/>
              </w:rPr>
              <w:t>рабочий поселок</w:t>
            </w:r>
            <w:r w:rsidRPr="002C52A5">
              <w:rPr>
                <w:rFonts w:cs="Calibri"/>
                <w:bCs/>
                <w:szCs w:val="28"/>
              </w:rPr>
              <w:t xml:space="preserve"> Поречье-Рыбное Ростовского округа, </w:t>
            </w:r>
            <w:r w:rsidR="00AF1989">
              <w:rPr>
                <w:rFonts w:cs="Calibri"/>
                <w:bCs/>
                <w:szCs w:val="28"/>
              </w:rPr>
              <w:br/>
            </w:r>
            <w:r w:rsidRPr="002C52A5">
              <w:rPr>
                <w:rFonts w:cs="Calibri"/>
                <w:bCs/>
                <w:szCs w:val="28"/>
              </w:rPr>
              <w:t>ул. Дальняя, д. 8</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widowControl w:val="0"/>
              <w:tabs>
                <w:tab w:val="center" w:pos="4677"/>
                <w:tab w:val="right" w:pos="9355"/>
              </w:tabs>
              <w:ind w:firstLine="0"/>
              <w:jc w:val="center"/>
              <w:rPr>
                <w:rFonts w:cs="Calibri"/>
                <w:bCs/>
                <w:szCs w:val="28"/>
              </w:rPr>
            </w:pPr>
            <w:r w:rsidRPr="002C52A5">
              <w:rPr>
                <w:rFonts w:cs="Calibri"/>
                <w:bCs/>
                <w:szCs w:val="28"/>
              </w:rPr>
              <w:t>3</w:t>
            </w:r>
            <w:r>
              <w:rPr>
                <w:rFonts w:cs="Calibri"/>
                <w:bCs/>
                <w:szCs w:val="28"/>
              </w:rPr>
              <w:t>51</w:t>
            </w:r>
          </w:p>
        </w:tc>
        <w:tc>
          <w:tcPr>
            <w:tcW w:w="3118" w:type="dxa"/>
            <w:shd w:val="clear" w:color="auto" w:fill="auto"/>
          </w:tcPr>
          <w:p w:rsidR="00AF1989" w:rsidRDefault="00230D20" w:rsidP="00B9678E">
            <w:pPr>
              <w:widowControl w:val="0"/>
              <w:tabs>
                <w:tab w:val="center" w:pos="4677"/>
                <w:tab w:val="right" w:pos="9355"/>
              </w:tabs>
              <w:ind w:firstLine="0"/>
              <w:jc w:val="left"/>
              <w:rPr>
                <w:rFonts w:cs="Calibri"/>
                <w:bCs/>
                <w:szCs w:val="28"/>
              </w:rPr>
            </w:pPr>
            <w:r w:rsidRPr="002C52A5">
              <w:rPr>
                <w:rFonts w:cs="Calibri"/>
                <w:bCs/>
                <w:szCs w:val="28"/>
              </w:rPr>
              <w:t xml:space="preserve">Здание склада </w:t>
            </w:r>
          </w:p>
          <w:p w:rsidR="00AF1989" w:rsidRDefault="00230D20" w:rsidP="00B9678E">
            <w:pPr>
              <w:widowControl w:val="0"/>
              <w:tabs>
                <w:tab w:val="center" w:pos="4677"/>
                <w:tab w:val="right" w:pos="9355"/>
              </w:tabs>
              <w:ind w:firstLine="0"/>
              <w:jc w:val="left"/>
              <w:rPr>
                <w:rFonts w:cs="Calibri"/>
                <w:bCs/>
                <w:szCs w:val="28"/>
              </w:rPr>
            </w:pPr>
            <w:r w:rsidRPr="002C52A5">
              <w:rPr>
                <w:rFonts w:cs="Calibri"/>
                <w:bCs/>
                <w:szCs w:val="28"/>
              </w:rPr>
              <w:t xml:space="preserve">реагентов, </w:t>
            </w:r>
          </w:p>
          <w:p w:rsidR="00230D20" w:rsidRPr="002C52A5" w:rsidRDefault="00230D20" w:rsidP="00B9678E">
            <w:pPr>
              <w:widowControl w:val="0"/>
              <w:tabs>
                <w:tab w:val="center" w:pos="4677"/>
                <w:tab w:val="right" w:pos="9355"/>
              </w:tabs>
              <w:ind w:firstLine="0"/>
              <w:jc w:val="left"/>
              <w:rPr>
                <w:rFonts w:cs="Calibri"/>
                <w:bCs/>
                <w:szCs w:val="28"/>
              </w:rPr>
            </w:pPr>
            <w:r w:rsidRPr="002C52A5">
              <w:rPr>
                <w:rFonts w:cs="Calibri"/>
                <w:bCs/>
                <w:szCs w:val="28"/>
              </w:rPr>
              <w:t>кадастровый номер 76:05:010101:662</w:t>
            </w:r>
            <w:r w:rsidR="00C722C7" w:rsidRPr="00C722C7">
              <w:rPr>
                <w:rFonts w:cs="Calibri"/>
                <w:bCs/>
                <w:szCs w:val="28"/>
                <w:vertAlign w:val="superscript"/>
              </w:rPr>
              <w:t>2</w:t>
            </w:r>
          </w:p>
        </w:tc>
        <w:tc>
          <w:tcPr>
            <w:tcW w:w="3544" w:type="dxa"/>
            <w:shd w:val="clear" w:color="auto" w:fill="auto"/>
          </w:tcPr>
          <w:p w:rsidR="00AF1989" w:rsidRDefault="00230D20" w:rsidP="00AF1989">
            <w:pPr>
              <w:autoSpaceDE w:val="0"/>
              <w:autoSpaceDN w:val="0"/>
              <w:adjustRightInd w:val="0"/>
              <w:ind w:firstLine="0"/>
              <w:jc w:val="left"/>
              <w:rPr>
                <w:rFonts w:cs="Calibri"/>
                <w:bCs/>
                <w:szCs w:val="28"/>
              </w:rPr>
            </w:pPr>
            <w:r w:rsidRPr="002C52A5">
              <w:rPr>
                <w:rFonts w:cs="Calibri"/>
                <w:bCs/>
                <w:szCs w:val="28"/>
              </w:rPr>
              <w:t xml:space="preserve">Ярославская область, </w:t>
            </w:r>
          </w:p>
          <w:p w:rsidR="00AF1989" w:rsidRDefault="00230D20" w:rsidP="00AF1989">
            <w:pPr>
              <w:autoSpaceDE w:val="0"/>
              <w:autoSpaceDN w:val="0"/>
              <w:adjustRightInd w:val="0"/>
              <w:ind w:firstLine="0"/>
              <w:jc w:val="left"/>
              <w:rPr>
                <w:rFonts w:cs="Calibri"/>
                <w:bCs/>
                <w:szCs w:val="28"/>
              </w:rPr>
            </w:pPr>
            <w:r w:rsidRPr="002C52A5">
              <w:rPr>
                <w:rFonts w:cs="Calibri"/>
                <w:bCs/>
                <w:szCs w:val="28"/>
              </w:rPr>
              <w:t>Даниловский</w:t>
            </w:r>
            <w:r w:rsidR="00AF1989">
              <w:rPr>
                <w:rFonts w:cs="Calibri"/>
                <w:bCs/>
                <w:szCs w:val="28"/>
              </w:rPr>
              <w:t xml:space="preserve"> район</w:t>
            </w:r>
            <w:r w:rsidRPr="002C52A5">
              <w:rPr>
                <w:rFonts w:cs="Calibri"/>
                <w:bCs/>
                <w:szCs w:val="28"/>
              </w:rPr>
              <w:t xml:space="preserve">, </w:t>
            </w:r>
          </w:p>
          <w:p w:rsidR="00230D20" w:rsidRPr="002C52A5" w:rsidRDefault="00230D20" w:rsidP="00AF1989">
            <w:pPr>
              <w:autoSpaceDE w:val="0"/>
              <w:autoSpaceDN w:val="0"/>
              <w:adjustRightInd w:val="0"/>
              <w:ind w:firstLine="0"/>
              <w:jc w:val="left"/>
              <w:rPr>
                <w:rFonts w:cs="Calibri"/>
                <w:bCs/>
                <w:szCs w:val="28"/>
              </w:rPr>
            </w:pPr>
            <w:r w:rsidRPr="002C52A5">
              <w:rPr>
                <w:rFonts w:cs="Calibri"/>
                <w:bCs/>
                <w:szCs w:val="28"/>
              </w:rPr>
              <w:t>г. Данилов, ул. Заводская, д. 7</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r w:rsidRPr="002C52A5">
              <w:rPr>
                <w:rFonts w:cs="Calibri"/>
                <w:bCs/>
                <w:szCs w:val="28"/>
              </w:rPr>
              <w:t>135,6</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widowControl w:val="0"/>
              <w:tabs>
                <w:tab w:val="center" w:pos="4677"/>
                <w:tab w:val="right" w:pos="9355"/>
              </w:tabs>
              <w:ind w:firstLine="0"/>
              <w:jc w:val="center"/>
              <w:rPr>
                <w:rFonts w:cs="Calibri"/>
                <w:bCs/>
                <w:szCs w:val="28"/>
              </w:rPr>
            </w:pPr>
            <w:r w:rsidRPr="002C52A5">
              <w:rPr>
                <w:rFonts w:cs="Calibri"/>
                <w:bCs/>
                <w:szCs w:val="28"/>
              </w:rPr>
              <w:t>3</w:t>
            </w:r>
            <w:r>
              <w:rPr>
                <w:rFonts w:cs="Calibri"/>
                <w:bCs/>
                <w:szCs w:val="28"/>
              </w:rPr>
              <w:t>52</w:t>
            </w:r>
          </w:p>
        </w:tc>
        <w:tc>
          <w:tcPr>
            <w:tcW w:w="3118" w:type="dxa"/>
            <w:shd w:val="clear" w:color="auto" w:fill="auto"/>
          </w:tcPr>
          <w:p w:rsidR="00AF1989" w:rsidRDefault="00230D20" w:rsidP="00B9678E">
            <w:pPr>
              <w:widowControl w:val="0"/>
              <w:tabs>
                <w:tab w:val="center" w:pos="4677"/>
                <w:tab w:val="right" w:pos="9355"/>
              </w:tabs>
              <w:ind w:firstLine="0"/>
              <w:jc w:val="left"/>
              <w:rPr>
                <w:rFonts w:cs="Calibri"/>
                <w:bCs/>
                <w:szCs w:val="28"/>
              </w:rPr>
            </w:pPr>
            <w:r w:rsidRPr="002C52A5">
              <w:rPr>
                <w:rFonts w:cs="Calibri"/>
                <w:bCs/>
                <w:szCs w:val="28"/>
              </w:rPr>
              <w:t>Магистральн</w:t>
            </w:r>
            <w:r w:rsidR="00C722C7">
              <w:rPr>
                <w:rFonts w:cs="Calibri"/>
                <w:bCs/>
                <w:szCs w:val="28"/>
              </w:rPr>
              <w:t>ая</w:t>
            </w:r>
            <w:r w:rsidRPr="002C52A5">
              <w:rPr>
                <w:rFonts w:cs="Calibri"/>
                <w:bCs/>
                <w:szCs w:val="28"/>
              </w:rPr>
              <w:t xml:space="preserve"> </w:t>
            </w:r>
            <w:r w:rsidR="00C722C7">
              <w:rPr>
                <w:rFonts w:cs="Calibri"/>
                <w:bCs/>
                <w:szCs w:val="28"/>
              </w:rPr>
              <w:t xml:space="preserve">тепловая </w:t>
            </w:r>
            <w:r w:rsidRPr="002C52A5">
              <w:rPr>
                <w:rFonts w:cs="Calibri"/>
                <w:bCs/>
                <w:szCs w:val="28"/>
              </w:rPr>
              <w:t>сет</w:t>
            </w:r>
            <w:r w:rsidR="00C722C7">
              <w:rPr>
                <w:rFonts w:cs="Calibri"/>
                <w:bCs/>
                <w:szCs w:val="28"/>
              </w:rPr>
              <w:t>ь на территории</w:t>
            </w:r>
            <w:r w:rsidRPr="002C52A5">
              <w:rPr>
                <w:rFonts w:cs="Calibri"/>
                <w:bCs/>
                <w:szCs w:val="28"/>
              </w:rPr>
              <w:t xml:space="preserve"> ДЗДС (в 2-трубном исполнении) от котельной по направлению на очистные сооружения, </w:t>
            </w:r>
          </w:p>
          <w:p w:rsidR="00230D20" w:rsidRPr="002C52A5" w:rsidRDefault="00230D20" w:rsidP="00B9678E">
            <w:pPr>
              <w:widowControl w:val="0"/>
              <w:tabs>
                <w:tab w:val="center" w:pos="4677"/>
                <w:tab w:val="right" w:pos="9355"/>
              </w:tabs>
              <w:ind w:firstLine="0"/>
              <w:jc w:val="left"/>
              <w:rPr>
                <w:rFonts w:cs="Calibri"/>
                <w:bCs/>
                <w:szCs w:val="28"/>
              </w:rPr>
            </w:pPr>
            <w:r w:rsidRPr="002C52A5">
              <w:rPr>
                <w:rFonts w:cs="Calibri"/>
                <w:bCs/>
                <w:szCs w:val="28"/>
              </w:rPr>
              <w:t>кадастровый номер 76:05:010101:7017</w:t>
            </w:r>
            <w:r w:rsidR="00C722C7" w:rsidRPr="00C722C7">
              <w:rPr>
                <w:rFonts w:cs="Calibri"/>
                <w:bCs/>
                <w:szCs w:val="28"/>
                <w:vertAlign w:val="superscript"/>
              </w:rPr>
              <w:t>2</w:t>
            </w:r>
            <w:r w:rsidRPr="002C52A5">
              <w:rPr>
                <w:rFonts w:cs="Calibri"/>
                <w:bCs/>
                <w:szCs w:val="28"/>
              </w:rPr>
              <w:t xml:space="preserve"> </w:t>
            </w:r>
          </w:p>
        </w:tc>
        <w:tc>
          <w:tcPr>
            <w:tcW w:w="3544" w:type="dxa"/>
            <w:shd w:val="clear" w:color="auto" w:fill="auto"/>
          </w:tcPr>
          <w:p w:rsidR="00AF1989" w:rsidRDefault="00230D20" w:rsidP="00AF1989">
            <w:pPr>
              <w:autoSpaceDE w:val="0"/>
              <w:autoSpaceDN w:val="0"/>
              <w:adjustRightInd w:val="0"/>
              <w:ind w:firstLine="0"/>
              <w:jc w:val="left"/>
              <w:rPr>
                <w:rFonts w:cs="Calibri"/>
                <w:bCs/>
                <w:szCs w:val="28"/>
              </w:rPr>
            </w:pPr>
            <w:r w:rsidRPr="002C52A5">
              <w:rPr>
                <w:rFonts w:cs="Calibri"/>
                <w:bCs/>
                <w:szCs w:val="28"/>
              </w:rPr>
              <w:t xml:space="preserve">Ярославская область, </w:t>
            </w:r>
          </w:p>
          <w:p w:rsidR="00230D20" w:rsidRPr="002C52A5" w:rsidRDefault="00230D20" w:rsidP="00AF1989">
            <w:pPr>
              <w:autoSpaceDE w:val="0"/>
              <w:autoSpaceDN w:val="0"/>
              <w:adjustRightInd w:val="0"/>
              <w:ind w:firstLine="0"/>
              <w:jc w:val="left"/>
              <w:rPr>
                <w:rFonts w:cs="Calibri"/>
                <w:bCs/>
                <w:szCs w:val="28"/>
              </w:rPr>
            </w:pPr>
            <w:r w:rsidRPr="002C52A5">
              <w:rPr>
                <w:rFonts w:cs="Calibri"/>
                <w:bCs/>
                <w:szCs w:val="28"/>
              </w:rPr>
              <w:t>Даниловский</w:t>
            </w:r>
            <w:r w:rsidR="00AF1989">
              <w:rPr>
                <w:rFonts w:cs="Calibri"/>
                <w:bCs/>
                <w:szCs w:val="28"/>
              </w:rPr>
              <w:t xml:space="preserve"> район</w:t>
            </w:r>
            <w:r w:rsidRPr="002C52A5">
              <w:rPr>
                <w:rFonts w:cs="Calibri"/>
                <w:bCs/>
                <w:szCs w:val="28"/>
              </w:rPr>
              <w:t xml:space="preserve">, </w:t>
            </w:r>
            <w:r w:rsidR="00AF1989">
              <w:rPr>
                <w:rFonts w:cs="Calibri"/>
                <w:bCs/>
                <w:szCs w:val="28"/>
              </w:rPr>
              <w:br/>
            </w:r>
            <w:r w:rsidRPr="002C52A5">
              <w:rPr>
                <w:rFonts w:cs="Calibri"/>
                <w:bCs/>
                <w:szCs w:val="28"/>
              </w:rPr>
              <w:t>г. Данилов, ул. Заводская, д. 7</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r w:rsidRPr="002C52A5">
              <w:rPr>
                <w:rFonts w:cs="Calibri"/>
                <w:bCs/>
                <w:szCs w:val="28"/>
              </w:rPr>
              <w:t>324</w:t>
            </w:r>
          </w:p>
        </w:tc>
        <w:tc>
          <w:tcPr>
            <w:tcW w:w="709" w:type="dxa"/>
            <w:tcBorders>
              <w:top w:val="nil"/>
              <w:left w:val="single" w:sz="4" w:space="0" w:color="auto"/>
              <w:bottom w:val="nil"/>
              <w:right w:val="nil"/>
            </w:tcBorders>
          </w:tcPr>
          <w:p w:rsidR="00230D20" w:rsidRPr="00451FD1" w:rsidRDefault="00230D20" w:rsidP="00B9678E">
            <w:pPr>
              <w:tabs>
                <w:tab w:val="center" w:pos="4677"/>
                <w:tab w:val="right" w:pos="9355"/>
              </w:tabs>
              <w:ind w:right="672" w:firstLine="0"/>
              <w:jc w:val="left"/>
              <w:rPr>
                <w:kern w:val="2"/>
                <w:szCs w:val="28"/>
              </w:rPr>
            </w:pPr>
          </w:p>
        </w:tc>
      </w:tr>
      <w:tr w:rsidR="00230D20" w:rsidRPr="00451FD1" w:rsidTr="00B9678E">
        <w:tc>
          <w:tcPr>
            <w:tcW w:w="284" w:type="dxa"/>
            <w:tcBorders>
              <w:top w:val="nil"/>
              <w:left w:val="nil"/>
              <w:bottom w:val="nil"/>
              <w:right w:val="single" w:sz="4" w:space="0" w:color="auto"/>
            </w:tcBorders>
          </w:tcPr>
          <w:p w:rsidR="00230D20" w:rsidRPr="00451FD1" w:rsidRDefault="00230D20" w:rsidP="00B9678E">
            <w:pPr>
              <w:ind w:left="-254" w:firstLine="111"/>
              <w:jc w:val="center"/>
              <w:rPr>
                <w:szCs w:val="28"/>
              </w:rPr>
            </w:pPr>
          </w:p>
        </w:tc>
        <w:tc>
          <w:tcPr>
            <w:tcW w:w="709" w:type="dxa"/>
            <w:shd w:val="clear" w:color="auto" w:fill="auto"/>
          </w:tcPr>
          <w:p w:rsidR="00230D20" w:rsidRPr="002C52A5" w:rsidRDefault="00230D20" w:rsidP="00B9678E">
            <w:pPr>
              <w:widowControl w:val="0"/>
              <w:tabs>
                <w:tab w:val="center" w:pos="4677"/>
                <w:tab w:val="right" w:pos="9355"/>
              </w:tabs>
              <w:ind w:firstLine="0"/>
              <w:jc w:val="center"/>
              <w:rPr>
                <w:rFonts w:cs="Calibri"/>
                <w:bCs/>
                <w:szCs w:val="28"/>
              </w:rPr>
            </w:pPr>
            <w:r>
              <w:rPr>
                <w:rFonts w:cs="Calibri"/>
                <w:bCs/>
                <w:szCs w:val="28"/>
              </w:rPr>
              <w:t>353</w:t>
            </w:r>
          </w:p>
        </w:tc>
        <w:tc>
          <w:tcPr>
            <w:tcW w:w="3118" w:type="dxa"/>
            <w:shd w:val="clear" w:color="auto" w:fill="auto"/>
          </w:tcPr>
          <w:p w:rsidR="00A26380" w:rsidRDefault="00230D20" w:rsidP="00B9678E">
            <w:pPr>
              <w:widowControl w:val="0"/>
              <w:tabs>
                <w:tab w:val="center" w:pos="4677"/>
                <w:tab w:val="right" w:pos="9355"/>
              </w:tabs>
              <w:ind w:firstLine="0"/>
              <w:jc w:val="left"/>
              <w:rPr>
                <w:rFonts w:cs="Calibri"/>
                <w:bCs/>
                <w:szCs w:val="28"/>
              </w:rPr>
            </w:pPr>
            <w:r w:rsidRPr="002C52A5">
              <w:rPr>
                <w:rFonts w:cs="Calibri"/>
                <w:bCs/>
                <w:szCs w:val="28"/>
              </w:rPr>
              <w:t xml:space="preserve">Земельный участок, </w:t>
            </w:r>
          </w:p>
          <w:p w:rsidR="00230D20" w:rsidRPr="002C52A5" w:rsidRDefault="00230D20" w:rsidP="00B9678E">
            <w:pPr>
              <w:widowControl w:val="0"/>
              <w:tabs>
                <w:tab w:val="center" w:pos="4677"/>
                <w:tab w:val="right" w:pos="9355"/>
              </w:tabs>
              <w:ind w:firstLine="0"/>
              <w:jc w:val="left"/>
              <w:rPr>
                <w:rFonts w:cs="Calibri"/>
                <w:bCs/>
                <w:szCs w:val="28"/>
              </w:rPr>
            </w:pPr>
            <w:r w:rsidRPr="002C52A5">
              <w:rPr>
                <w:rFonts w:cs="Calibri"/>
                <w:bCs/>
                <w:szCs w:val="28"/>
              </w:rPr>
              <w:t>кадастровый номер 76:05:010101:7328</w:t>
            </w:r>
          </w:p>
        </w:tc>
        <w:tc>
          <w:tcPr>
            <w:tcW w:w="3544" w:type="dxa"/>
            <w:shd w:val="clear" w:color="auto" w:fill="auto"/>
          </w:tcPr>
          <w:p w:rsidR="00A26380" w:rsidRDefault="00230D20" w:rsidP="00A26380">
            <w:pPr>
              <w:autoSpaceDE w:val="0"/>
              <w:autoSpaceDN w:val="0"/>
              <w:adjustRightInd w:val="0"/>
              <w:ind w:firstLine="0"/>
              <w:jc w:val="left"/>
              <w:rPr>
                <w:rFonts w:cs="Calibri"/>
                <w:bCs/>
                <w:szCs w:val="28"/>
              </w:rPr>
            </w:pPr>
            <w:r w:rsidRPr="002C52A5">
              <w:rPr>
                <w:rFonts w:cs="Calibri"/>
                <w:bCs/>
                <w:szCs w:val="28"/>
              </w:rPr>
              <w:t xml:space="preserve">Ярославская область, </w:t>
            </w:r>
          </w:p>
          <w:p w:rsidR="00A26380" w:rsidRDefault="00230D20" w:rsidP="00A26380">
            <w:pPr>
              <w:autoSpaceDE w:val="0"/>
              <w:autoSpaceDN w:val="0"/>
              <w:adjustRightInd w:val="0"/>
              <w:ind w:firstLine="0"/>
              <w:jc w:val="left"/>
              <w:rPr>
                <w:rFonts w:cs="Calibri"/>
                <w:bCs/>
                <w:szCs w:val="28"/>
              </w:rPr>
            </w:pPr>
            <w:r w:rsidRPr="002C52A5">
              <w:rPr>
                <w:rFonts w:cs="Calibri"/>
                <w:bCs/>
                <w:szCs w:val="28"/>
              </w:rPr>
              <w:t>Даниловский</w:t>
            </w:r>
            <w:r w:rsidR="00A26380">
              <w:rPr>
                <w:rFonts w:cs="Calibri"/>
                <w:bCs/>
                <w:szCs w:val="28"/>
              </w:rPr>
              <w:t xml:space="preserve"> район</w:t>
            </w:r>
            <w:r w:rsidRPr="002C52A5">
              <w:rPr>
                <w:rFonts w:cs="Calibri"/>
                <w:bCs/>
                <w:szCs w:val="28"/>
              </w:rPr>
              <w:t xml:space="preserve">, </w:t>
            </w:r>
          </w:p>
          <w:p w:rsidR="00230D20" w:rsidRPr="002C52A5" w:rsidRDefault="00230D20" w:rsidP="00A26380">
            <w:pPr>
              <w:autoSpaceDE w:val="0"/>
              <w:autoSpaceDN w:val="0"/>
              <w:adjustRightInd w:val="0"/>
              <w:ind w:firstLine="0"/>
              <w:jc w:val="left"/>
              <w:rPr>
                <w:rFonts w:cs="Calibri"/>
                <w:bCs/>
                <w:szCs w:val="28"/>
              </w:rPr>
            </w:pPr>
            <w:r w:rsidRPr="002C52A5">
              <w:rPr>
                <w:rFonts w:cs="Calibri"/>
                <w:bCs/>
                <w:szCs w:val="28"/>
              </w:rPr>
              <w:t>г. Данилов, ул. Заводская, земельный участок 7/10</w:t>
            </w:r>
          </w:p>
        </w:tc>
        <w:tc>
          <w:tcPr>
            <w:tcW w:w="1701" w:type="dxa"/>
            <w:shd w:val="clear" w:color="auto" w:fill="auto"/>
          </w:tcPr>
          <w:p w:rsidR="00230D20" w:rsidRPr="002C52A5" w:rsidRDefault="00230D20" w:rsidP="00B9678E">
            <w:pPr>
              <w:autoSpaceDE w:val="0"/>
              <w:autoSpaceDN w:val="0"/>
              <w:adjustRightInd w:val="0"/>
              <w:ind w:firstLine="0"/>
              <w:jc w:val="center"/>
              <w:rPr>
                <w:rFonts w:cs="Calibri"/>
                <w:bCs/>
                <w:szCs w:val="28"/>
              </w:rPr>
            </w:pPr>
            <w:r w:rsidRPr="002C52A5">
              <w:rPr>
                <w:rFonts w:cs="Calibri"/>
                <w:bCs/>
                <w:szCs w:val="28"/>
              </w:rPr>
              <w:t>4</w:t>
            </w:r>
            <w:r w:rsidR="00C722C7">
              <w:rPr>
                <w:rFonts w:cs="Calibri"/>
                <w:bCs/>
                <w:szCs w:val="28"/>
              </w:rPr>
              <w:t> </w:t>
            </w:r>
            <w:r w:rsidRPr="002C52A5">
              <w:rPr>
                <w:rFonts w:cs="Calibri"/>
                <w:bCs/>
                <w:szCs w:val="28"/>
              </w:rPr>
              <w:t>731</w:t>
            </w:r>
          </w:p>
        </w:tc>
        <w:tc>
          <w:tcPr>
            <w:tcW w:w="709" w:type="dxa"/>
            <w:tcBorders>
              <w:top w:val="nil"/>
              <w:left w:val="single" w:sz="4" w:space="0" w:color="auto"/>
              <w:bottom w:val="nil"/>
              <w:right w:val="nil"/>
            </w:tcBorders>
          </w:tcPr>
          <w:p w:rsidR="00A26380" w:rsidRDefault="00A26380" w:rsidP="000E045E">
            <w:pPr>
              <w:tabs>
                <w:tab w:val="center" w:pos="4677"/>
                <w:tab w:val="right" w:pos="9355"/>
              </w:tabs>
              <w:ind w:firstLine="0"/>
              <w:jc w:val="left"/>
              <w:rPr>
                <w:kern w:val="2"/>
                <w:szCs w:val="28"/>
              </w:rPr>
            </w:pPr>
          </w:p>
          <w:p w:rsidR="00A26380" w:rsidRDefault="00A26380" w:rsidP="000E045E">
            <w:pPr>
              <w:tabs>
                <w:tab w:val="center" w:pos="4677"/>
                <w:tab w:val="right" w:pos="9355"/>
              </w:tabs>
              <w:ind w:firstLine="0"/>
              <w:jc w:val="left"/>
              <w:rPr>
                <w:kern w:val="2"/>
                <w:szCs w:val="28"/>
              </w:rPr>
            </w:pPr>
          </w:p>
          <w:p w:rsidR="00A26380" w:rsidRDefault="00A26380" w:rsidP="000E045E">
            <w:pPr>
              <w:tabs>
                <w:tab w:val="center" w:pos="4677"/>
                <w:tab w:val="right" w:pos="9355"/>
              </w:tabs>
              <w:ind w:firstLine="0"/>
              <w:jc w:val="left"/>
              <w:rPr>
                <w:kern w:val="2"/>
                <w:szCs w:val="28"/>
              </w:rPr>
            </w:pPr>
          </w:p>
          <w:p w:rsidR="00230D20" w:rsidRPr="00451FD1" w:rsidRDefault="00230D20" w:rsidP="000E045E">
            <w:pPr>
              <w:tabs>
                <w:tab w:val="center" w:pos="4677"/>
                <w:tab w:val="right" w:pos="9355"/>
              </w:tabs>
              <w:ind w:firstLine="0"/>
              <w:jc w:val="left"/>
              <w:rPr>
                <w:kern w:val="2"/>
                <w:szCs w:val="28"/>
              </w:rPr>
            </w:pPr>
            <w:r>
              <w:rPr>
                <w:kern w:val="2"/>
                <w:szCs w:val="28"/>
              </w:rPr>
              <w:t>»</w:t>
            </w:r>
            <w:r w:rsidR="000E045E">
              <w:rPr>
                <w:kern w:val="2"/>
                <w:szCs w:val="28"/>
              </w:rPr>
              <w:t>;</w:t>
            </w:r>
          </w:p>
        </w:tc>
      </w:tr>
    </w:tbl>
    <w:p w:rsidR="00230D20" w:rsidRDefault="00230D20" w:rsidP="00A26380">
      <w:pPr>
        <w:ind w:firstLine="0"/>
        <w:rPr>
          <w:rFonts w:cs="Calibri"/>
          <w:bCs/>
          <w:szCs w:val="28"/>
          <w:lang w:eastAsia="en-US"/>
        </w:rPr>
      </w:pPr>
    </w:p>
    <w:p w:rsidR="00D91137" w:rsidRDefault="00230D20" w:rsidP="00D91137">
      <w:pPr>
        <w:ind w:left="284" w:firstLine="709"/>
        <w:rPr>
          <w:rFonts w:cs="Calibri"/>
          <w:bCs/>
          <w:szCs w:val="28"/>
          <w:lang w:eastAsia="en-US"/>
        </w:rPr>
      </w:pPr>
      <w:r>
        <w:rPr>
          <w:rFonts w:cs="Calibri"/>
          <w:bCs/>
          <w:szCs w:val="28"/>
          <w:lang w:eastAsia="en-US"/>
        </w:rPr>
        <w:t>3</w:t>
      </w:r>
      <w:r w:rsidR="00D91137">
        <w:rPr>
          <w:rFonts w:cs="Calibri"/>
          <w:bCs/>
          <w:szCs w:val="28"/>
          <w:lang w:eastAsia="en-US"/>
        </w:rPr>
        <w:t xml:space="preserve">) дополнить </w:t>
      </w:r>
      <w:r w:rsidR="00D91137" w:rsidRPr="009275A9">
        <w:rPr>
          <w:rFonts w:cs="Calibri"/>
          <w:bCs/>
          <w:szCs w:val="28"/>
          <w:lang w:eastAsia="en-US"/>
        </w:rPr>
        <w:t>раздел</w:t>
      </w:r>
      <w:r w:rsidR="00D91137">
        <w:rPr>
          <w:rFonts w:cs="Calibri"/>
          <w:bCs/>
          <w:szCs w:val="28"/>
          <w:lang w:eastAsia="en-US"/>
        </w:rPr>
        <w:t>ом</w:t>
      </w:r>
      <w:r w:rsidR="00D91137" w:rsidRPr="009275A9">
        <w:rPr>
          <w:rFonts w:cs="Calibri"/>
          <w:bCs/>
          <w:szCs w:val="28"/>
          <w:lang w:eastAsia="en-US"/>
        </w:rPr>
        <w:t xml:space="preserve"> </w:t>
      </w:r>
      <w:r w:rsidR="00D91137">
        <w:rPr>
          <w:rFonts w:cs="Calibri"/>
          <w:bCs/>
          <w:szCs w:val="28"/>
          <w:lang w:eastAsia="en-US"/>
        </w:rPr>
        <w:t>5</w:t>
      </w:r>
      <w:r w:rsidR="00D91137" w:rsidRPr="009275A9">
        <w:rPr>
          <w:rFonts w:cs="Calibri"/>
          <w:bCs/>
          <w:szCs w:val="28"/>
          <w:lang w:eastAsia="en-US"/>
        </w:rPr>
        <w:t xml:space="preserve"> следующего содержания</w:t>
      </w:r>
      <w:r w:rsidR="00D91137">
        <w:rPr>
          <w:rFonts w:cs="Calibri"/>
          <w:bCs/>
          <w:szCs w:val="28"/>
          <w:lang w:eastAsia="en-US"/>
        </w:rPr>
        <w:t>:</w:t>
      </w:r>
    </w:p>
    <w:p w:rsidR="0019062D" w:rsidRDefault="00D91137" w:rsidP="00833785">
      <w:pPr>
        <w:ind w:left="284" w:firstLine="709"/>
        <w:rPr>
          <w:rFonts w:cs="Calibri"/>
          <w:b/>
          <w:bCs/>
          <w:szCs w:val="28"/>
          <w:lang w:eastAsia="en-US"/>
        </w:rPr>
      </w:pPr>
      <w:r>
        <w:rPr>
          <w:rFonts w:cs="Calibri"/>
          <w:bCs/>
          <w:szCs w:val="28"/>
          <w:lang w:eastAsia="en-US"/>
        </w:rPr>
        <w:t xml:space="preserve">«Раздел 5. </w:t>
      </w:r>
      <w:r w:rsidRPr="003012FA">
        <w:rPr>
          <w:rFonts w:cs="Calibri"/>
          <w:b/>
          <w:bCs/>
          <w:szCs w:val="28"/>
          <w:lang w:eastAsia="en-US"/>
        </w:rPr>
        <w:t xml:space="preserve">Перечень имущества газораспределения и </w:t>
      </w:r>
      <w:r w:rsidR="005F5AB5">
        <w:rPr>
          <w:rFonts w:cs="Calibri"/>
          <w:b/>
          <w:bCs/>
          <w:szCs w:val="28"/>
          <w:lang w:eastAsia="en-US"/>
        </w:rPr>
        <w:br/>
      </w:r>
      <w:r w:rsidRPr="003012FA">
        <w:rPr>
          <w:rFonts w:cs="Calibri"/>
          <w:b/>
          <w:bCs/>
          <w:szCs w:val="28"/>
          <w:lang w:eastAsia="en-US"/>
        </w:rPr>
        <w:t>газопотребления, находящегося в собственности Ярославской области, подлежащего приватизации</w:t>
      </w:r>
    </w:p>
    <w:p w:rsidR="00833785" w:rsidRPr="00833785" w:rsidRDefault="00833785" w:rsidP="00833785">
      <w:pPr>
        <w:ind w:left="284" w:firstLine="709"/>
        <w:rPr>
          <w:rFonts w:cs="Calibri"/>
          <w:b/>
          <w:bCs/>
          <w:szCs w:val="28"/>
          <w:lang w:eastAsia="en-US"/>
        </w:rPr>
      </w:pPr>
    </w:p>
    <w:tbl>
      <w:tblPr>
        <w:tblpPr w:leftFromText="180" w:rightFromText="180" w:vertAnchor="text" w:tblpXSpec="center" w:tblpY="1"/>
        <w:tblOverlap w:val="never"/>
        <w:tblW w:w="5000" w:type="pct"/>
        <w:tblLayout w:type="fixed"/>
        <w:tblLook w:val="04A0" w:firstRow="1" w:lastRow="0" w:firstColumn="1" w:lastColumn="0" w:noHBand="0" w:noVBand="1"/>
      </w:tblPr>
      <w:tblGrid>
        <w:gridCol w:w="845"/>
        <w:gridCol w:w="2409"/>
        <w:gridCol w:w="3399"/>
        <w:gridCol w:w="2691"/>
      </w:tblGrid>
      <w:tr w:rsidR="00D91137" w:rsidRPr="00224953" w:rsidTr="00F41344">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tcPr>
          <w:p w:rsidR="00D91137" w:rsidRPr="00833785" w:rsidRDefault="00D91137" w:rsidP="00D91137">
            <w:pPr>
              <w:ind w:firstLine="0"/>
              <w:jc w:val="center"/>
              <w:rPr>
                <w:szCs w:val="28"/>
              </w:rPr>
            </w:pPr>
            <w:r w:rsidRPr="00833785">
              <w:rPr>
                <w:szCs w:val="28"/>
              </w:rPr>
              <w:t>№ п/п</w:t>
            </w:r>
          </w:p>
        </w:tc>
        <w:tc>
          <w:tcPr>
            <w:tcW w:w="1289" w:type="pct"/>
            <w:tcBorders>
              <w:top w:val="single" w:sz="4" w:space="0" w:color="auto"/>
              <w:left w:val="nil"/>
              <w:bottom w:val="single" w:sz="4" w:space="0" w:color="auto"/>
              <w:right w:val="single" w:sz="4" w:space="0" w:color="auto"/>
            </w:tcBorders>
            <w:shd w:val="clear" w:color="auto" w:fill="auto"/>
          </w:tcPr>
          <w:p w:rsidR="00D91137" w:rsidRPr="00833785" w:rsidRDefault="00D91137" w:rsidP="00D91137">
            <w:pPr>
              <w:ind w:firstLine="0"/>
              <w:jc w:val="center"/>
              <w:rPr>
                <w:bCs/>
                <w:szCs w:val="28"/>
              </w:rPr>
            </w:pPr>
            <w:r w:rsidRPr="00833785">
              <w:rPr>
                <w:bCs/>
                <w:szCs w:val="28"/>
              </w:rPr>
              <w:t xml:space="preserve">Наименование </w:t>
            </w:r>
          </w:p>
          <w:p w:rsidR="00D91137" w:rsidRPr="00833785" w:rsidRDefault="00D91137" w:rsidP="00D91137">
            <w:pPr>
              <w:ind w:firstLine="0"/>
              <w:jc w:val="center"/>
              <w:rPr>
                <w:bCs/>
                <w:szCs w:val="28"/>
              </w:rPr>
            </w:pPr>
            <w:r w:rsidRPr="00833785">
              <w:rPr>
                <w:bCs/>
                <w:szCs w:val="28"/>
              </w:rPr>
              <w:t>имущества</w:t>
            </w:r>
          </w:p>
        </w:tc>
        <w:tc>
          <w:tcPr>
            <w:tcW w:w="1819" w:type="pct"/>
            <w:tcBorders>
              <w:top w:val="single" w:sz="4" w:space="0" w:color="auto"/>
              <w:left w:val="nil"/>
              <w:bottom w:val="single" w:sz="4" w:space="0" w:color="auto"/>
              <w:right w:val="single" w:sz="4" w:space="0" w:color="auto"/>
            </w:tcBorders>
            <w:shd w:val="clear" w:color="auto" w:fill="auto"/>
          </w:tcPr>
          <w:p w:rsidR="00D91137" w:rsidRPr="00833785" w:rsidRDefault="00D91137" w:rsidP="00D91137">
            <w:pPr>
              <w:ind w:firstLine="0"/>
              <w:jc w:val="center"/>
              <w:rPr>
                <w:bCs/>
                <w:szCs w:val="28"/>
              </w:rPr>
            </w:pPr>
            <w:r w:rsidRPr="00833785">
              <w:rPr>
                <w:bCs/>
                <w:szCs w:val="28"/>
              </w:rPr>
              <w:t xml:space="preserve">Место нахождения </w:t>
            </w:r>
          </w:p>
          <w:p w:rsidR="00D91137" w:rsidRPr="00833785" w:rsidRDefault="00D91137" w:rsidP="00D91137">
            <w:pPr>
              <w:ind w:firstLine="0"/>
              <w:jc w:val="center"/>
              <w:rPr>
                <w:bCs/>
                <w:szCs w:val="28"/>
              </w:rPr>
            </w:pPr>
            <w:r w:rsidRPr="00833785">
              <w:rPr>
                <w:bCs/>
                <w:szCs w:val="28"/>
              </w:rPr>
              <w:t>имущества</w:t>
            </w:r>
          </w:p>
        </w:tc>
        <w:tc>
          <w:tcPr>
            <w:tcW w:w="1440" w:type="pct"/>
            <w:tcBorders>
              <w:top w:val="single" w:sz="4" w:space="0" w:color="auto"/>
              <w:left w:val="nil"/>
              <w:bottom w:val="single" w:sz="4" w:space="0" w:color="auto"/>
              <w:right w:val="single" w:sz="4" w:space="0" w:color="auto"/>
            </w:tcBorders>
            <w:shd w:val="clear" w:color="auto" w:fill="auto"/>
          </w:tcPr>
          <w:p w:rsidR="00D91137" w:rsidRPr="00833785" w:rsidRDefault="00D91137" w:rsidP="00D91137">
            <w:pPr>
              <w:ind w:firstLine="0"/>
              <w:jc w:val="center"/>
              <w:rPr>
                <w:bCs/>
                <w:szCs w:val="28"/>
              </w:rPr>
            </w:pPr>
            <w:r w:rsidRPr="00833785">
              <w:rPr>
                <w:bCs/>
                <w:szCs w:val="28"/>
              </w:rPr>
              <w:t xml:space="preserve">Кадастровый </w:t>
            </w:r>
          </w:p>
          <w:p w:rsidR="00D91137" w:rsidRPr="00833785" w:rsidRDefault="00D91137" w:rsidP="00D91137">
            <w:pPr>
              <w:ind w:firstLine="0"/>
              <w:jc w:val="center"/>
              <w:rPr>
                <w:szCs w:val="28"/>
              </w:rPr>
            </w:pPr>
            <w:r w:rsidRPr="00833785">
              <w:rPr>
                <w:bCs/>
                <w:szCs w:val="28"/>
              </w:rPr>
              <w:t xml:space="preserve">номер </w:t>
            </w:r>
          </w:p>
        </w:tc>
      </w:tr>
      <w:tr w:rsidR="00D91137" w:rsidRPr="00224953" w:rsidTr="00F41344">
        <w:trPr>
          <w:trHeight w:val="360"/>
        </w:trPr>
        <w:tc>
          <w:tcPr>
            <w:tcW w:w="452" w:type="pct"/>
            <w:tcBorders>
              <w:top w:val="single" w:sz="4" w:space="0" w:color="auto"/>
              <w:left w:val="single" w:sz="4" w:space="0" w:color="auto"/>
              <w:bottom w:val="single" w:sz="4" w:space="0" w:color="auto"/>
              <w:right w:val="single" w:sz="4" w:space="0" w:color="auto"/>
            </w:tcBorders>
            <w:shd w:val="clear" w:color="auto" w:fill="auto"/>
            <w:noWrap/>
          </w:tcPr>
          <w:p w:rsidR="00D91137" w:rsidRPr="003012FA" w:rsidRDefault="00D91137" w:rsidP="00D91137">
            <w:pPr>
              <w:ind w:firstLine="0"/>
              <w:jc w:val="center"/>
              <w:rPr>
                <w:szCs w:val="28"/>
              </w:rPr>
            </w:pPr>
            <w:r w:rsidRPr="003012FA">
              <w:rPr>
                <w:szCs w:val="28"/>
              </w:rPr>
              <w:t>1</w:t>
            </w:r>
          </w:p>
        </w:tc>
        <w:tc>
          <w:tcPr>
            <w:tcW w:w="1289" w:type="pct"/>
            <w:tcBorders>
              <w:top w:val="single" w:sz="4" w:space="0" w:color="auto"/>
              <w:left w:val="nil"/>
              <w:bottom w:val="single" w:sz="4" w:space="0" w:color="auto"/>
              <w:right w:val="single" w:sz="4" w:space="0" w:color="auto"/>
            </w:tcBorders>
            <w:shd w:val="clear" w:color="auto" w:fill="auto"/>
          </w:tcPr>
          <w:p w:rsidR="00D91137" w:rsidRPr="003012FA" w:rsidRDefault="00D91137" w:rsidP="00D91137">
            <w:pPr>
              <w:ind w:firstLine="0"/>
              <w:jc w:val="center"/>
              <w:rPr>
                <w:bCs/>
                <w:szCs w:val="28"/>
              </w:rPr>
            </w:pPr>
            <w:r w:rsidRPr="003012FA">
              <w:rPr>
                <w:bCs/>
                <w:szCs w:val="28"/>
              </w:rPr>
              <w:t>2</w:t>
            </w:r>
          </w:p>
        </w:tc>
        <w:tc>
          <w:tcPr>
            <w:tcW w:w="1819" w:type="pct"/>
            <w:tcBorders>
              <w:top w:val="single" w:sz="4" w:space="0" w:color="auto"/>
              <w:left w:val="nil"/>
              <w:bottom w:val="single" w:sz="4" w:space="0" w:color="auto"/>
              <w:right w:val="single" w:sz="4" w:space="0" w:color="auto"/>
            </w:tcBorders>
            <w:shd w:val="clear" w:color="auto" w:fill="auto"/>
          </w:tcPr>
          <w:p w:rsidR="00D91137" w:rsidRPr="003012FA" w:rsidRDefault="00D91137" w:rsidP="00D91137">
            <w:pPr>
              <w:ind w:firstLine="0"/>
              <w:jc w:val="center"/>
              <w:rPr>
                <w:bCs/>
                <w:szCs w:val="28"/>
              </w:rPr>
            </w:pPr>
            <w:r w:rsidRPr="003012FA">
              <w:rPr>
                <w:bCs/>
                <w:szCs w:val="28"/>
              </w:rPr>
              <w:t>3</w:t>
            </w:r>
          </w:p>
        </w:tc>
        <w:tc>
          <w:tcPr>
            <w:tcW w:w="1440" w:type="pct"/>
            <w:tcBorders>
              <w:top w:val="single" w:sz="4" w:space="0" w:color="auto"/>
              <w:left w:val="nil"/>
              <w:bottom w:val="single" w:sz="4" w:space="0" w:color="auto"/>
              <w:right w:val="single" w:sz="4" w:space="0" w:color="auto"/>
            </w:tcBorders>
            <w:shd w:val="clear" w:color="auto" w:fill="auto"/>
          </w:tcPr>
          <w:p w:rsidR="00D91137" w:rsidRPr="003012FA" w:rsidRDefault="00D91137" w:rsidP="00D91137">
            <w:pPr>
              <w:ind w:firstLine="0"/>
              <w:jc w:val="center"/>
              <w:rPr>
                <w:bCs/>
                <w:szCs w:val="28"/>
              </w:rPr>
            </w:pPr>
            <w:r w:rsidRPr="003012FA">
              <w:rPr>
                <w:bCs/>
                <w:szCs w:val="28"/>
              </w:rPr>
              <w:t>4</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tcPr>
          <w:p w:rsidR="00D91137" w:rsidRPr="00224953" w:rsidRDefault="00D91137" w:rsidP="00D91137">
            <w:pPr>
              <w:ind w:firstLine="0"/>
              <w:jc w:val="center"/>
              <w:rPr>
                <w:szCs w:val="28"/>
              </w:rPr>
            </w:pPr>
            <w:r w:rsidRPr="00224953">
              <w:rPr>
                <w:szCs w:val="28"/>
              </w:rPr>
              <w:t>1</w:t>
            </w:r>
          </w:p>
        </w:tc>
        <w:tc>
          <w:tcPr>
            <w:tcW w:w="1289" w:type="pct"/>
            <w:tcBorders>
              <w:top w:val="nil"/>
              <w:left w:val="nil"/>
              <w:bottom w:val="single" w:sz="4" w:space="0" w:color="auto"/>
              <w:right w:val="single" w:sz="4" w:space="0" w:color="auto"/>
            </w:tcBorders>
            <w:shd w:val="clear" w:color="auto" w:fill="auto"/>
          </w:tcPr>
          <w:p w:rsidR="00D91137" w:rsidRDefault="00D91137" w:rsidP="00D91137">
            <w:pPr>
              <w:ind w:firstLine="0"/>
              <w:jc w:val="left"/>
              <w:rPr>
                <w:szCs w:val="28"/>
              </w:rPr>
            </w:pPr>
            <w:r w:rsidRPr="00224953">
              <w:rPr>
                <w:szCs w:val="28"/>
              </w:rPr>
              <w:t xml:space="preserve">Газовые сети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tcPr>
          <w:p w:rsidR="00D91137" w:rsidRDefault="00D91137" w:rsidP="00D91137">
            <w:pPr>
              <w:ind w:firstLine="0"/>
              <w:jc w:val="left"/>
              <w:rPr>
                <w:szCs w:val="28"/>
              </w:rPr>
            </w:pPr>
            <w:r w:rsidRPr="00224953">
              <w:rPr>
                <w:szCs w:val="28"/>
              </w:rPr>
              <w:t xml:space="preserve">Ярославская </w:t>
            </w:r>
            <w:r>
              <w:rPr>
                <w:szCs w:val="28"/>
              </w:rPr>
              <w:t>область</w:t>
            </w:r>
            <w:r w:rsidRPr="00224953">
              <w:rPr>
                <w:szCs w:val="28"/>
              </w:rPr>
              <w:t xml:space="preserve">, </w:t>
            </w:r>
          </w:p>
          <w:p w:rsidR="00D91137" w:rsidRPr="00224953" w:rsidRDefault="00D91137" w:rsidP="00D91137">
            <w:pPr>
              <w:ind w:firstLine="0"/>
              <w:jc w:val="left"/>
              <w:rPr>
                <w:szCs w:val="28"/>
              </w:rPr>
            </w:pPr>
            <w:r w:rsidRPr="00224953">
              <w:rPr>
                <w:szCs w:val="28"/>
              </w:rPr>
              <w:t xml:space="preserve">Любимский </w:t>
            </w:r>
            <w:r>
              <w:rPr>
                <w:szCs w:val="28"/>
              </w:rPr>
              <w:t>район, д. Останково</w:t>
            </w:r>
            <w:r w:rsidRPr="00224953">
              <w:rPr>
                <w:szCs w:val="28"/>
              </w:rPr>
              <w:t xml:space="preserve">, </w:t>
            </w:r>
            <w:r>
              <w:rPr>
                <w:szCs w:val="28"/>
              </w:rPr>
              <w:t>ул. </w:t>
            </w:r>
            <w:r w:rsidRPr="00224953">
              <w:rPr>
                <w:szCs w:val="28"/>
              </w:rPr>
              <w:t xml:space="preserve">Нефтяников, СХП </w:t>
            </w:r>
            <w:r>
              <w:rPr>
                <w:szCs w:val="28"/>
              </w:rPr>
              <w:t>«</w:t>
            </w:r>
            <w:r w:rsidRPr="00224953">
              <w:rPr>
                <w:szCs w:val="28"/>
              </w:rPr>
              <w:t>Заречье</w:t>
            </w:r>
            <w:r>
              <w:rPr>
                <w:szCs w:val="28"/>
              </w:rPr>
              <w:t>»</w:t>
            </w:r>
          </w:p>
        </w:tc>
        <w:tc>
          <w:tcPr>
            <w:tcW w:w="1440" w:type="pct"/>
            <w:tcBorders>
              <w:top w:val="nil"/>
              <w:left w:val="nil"/>
              <w:bottom w:val="single" w:sz="4" w:space="0" w:color="auto"/>
              <w:right w:val="single" w:sz="4" w:space="0" w:color="auto"/>
            </w:tcBorders>
            <w:shd w:val="clear" w:color="auto" w:fill="auto"/>
          </w:tcPr>
          <w:p w:rsidR="00D91137" w:rsidRPr="00224953" w:rsidRDefault="00D91137" w:rsidP="00D91137">
            <w:pPr>
              <w:ind w:firstLine="0"/>
              <w:jc w:val="center"/>
              <w:rPr>
                <w:szCs w:val="28"/>
              </w:rPr>
            </w:pPr>
            <w:r w:rsidRPr="00224953">
              <w:rPr>
                <w:szCs w:val="28"/>
              </w:rPr>
              <w:t>76:06:050901:469</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tcPr>
          <w:p w:rsidR="00D91137" w:rsidRPr="00224953" w:rsidRDefault="00D91137" w:rsidP="00D91137">
            <w:pPr>
              <w:ind w:firstLine="0"/>
              <w:jc w:val="center"/>
              <w:rPr>
                <w:szCs w:val="28"/>
              </w:rPr>
            </w:pPr>
            <w:r w:rsidRPr="00224953">
              <w:rPr>
                <w:szCs w:val="28"/>
              </w:rPr>
              <w:t>2</w:t>
            </w:r>
          </w:p>
        </w:tc>
        <w:tc>
          <w:tcPr>
            <w:tcW w:w="1289" w:type="pct"/>
            <w:tcBorders>
              <w:top w:val="nil"/>
              <w:left w:val="nil"/>
              <w:bottom w:val="single" w:sz="4" w:space="0" w:color="auto"/>
              <w:right w:val="single" w:sz="4" w:space="0" w:color="auto"/>
            </w:tcBorders>
            <w:shd w:val="clear" w:color="auto" w:fill="auto"/>
          </w:tcPr>
          <w:p w:rsidR="00D91137" w:rsidRPr="00224953" w:rsidRDefault="00D91137" w:rsidP="00D91137">
            <w:pPr>
              <w:ind w:firstLine="0"/>
              <w:jc w:val="left"/>
              <w:rPr>
                <w:szCs w:val="28"/>
              </w:rPr>
            </w:pPr>
            <w:r w:rsidRPr="00224953">
              <w:rPr>
                <w:szCs w:val="28"/>
              </w:rPr>
              <w:t>Газопровод высокого и низкого давления с ГРПШ 32/3Б-0 к жилым домам мкр</w:t>
            </w:r>
            <w:r w:rsidR="005F5AB5">
              <w:rPr>
                <w:szCs w:val="28"/>
              </w:rPr>
              <w:t>.</w:t>
            </w:r>
            <w:r w:rsidRPr="00224953">
              <w:rPr>
                <w:szCs w:val="28"/>
              </w:rPr>
              <w:t xml:space="preserve"> ПМК места врезки на ул.</w:t>
            </w:r>
            <w:r>
              <w:rPr>
                <w:szCs w:val="28"/>
              </w:rPr>
              <w:t> </w:t>
            </w:r>
            <w:r w:rsidRPr="00224953">
              <w:rPr>
                <w:szCs w:val="28"/>
              </w:rPr>
              <w:t>Южная</w:t>
            </w:r>
          </w:p>
        </w:tc>
        <w:tc>
          <w:tcPr>
            <w:tcW w:w="1819" w:type="pct"/>
            <w:tcBorders>
              <w:top w:val="nil"/>
              <w:left w:val="nil"/>
              <w:bottom w:val="single" w:sz="4" w:space="0" w:color="auto"/>
              <w:right w:val="single" w:sz="4" w:space="0" w:color="auto"/>
            </w:tcBorders>
            <w:shd w:val="clear" w:color="auto" w:fill="auto"/>
          </w:tcPr>
          <w:p w:rsidR="00D91137" w:rsidRDefault="00D91137" w:rsidP="00D91137">
            <w:pPr>
              <w:ind w:firstLine="0"/>
              <w:jc w:val="left"/>
              <w:rPr>
                <w:szCs w:val="28"/>
              </w:rPr>
            </w:pPr>
            <w:r w:rsidRPr="00224953">
              <w:rPr>
                <w:szCs w:val="28"/>
              </w:rPr>
              <w:t xml:space="preserve">Ярославская область, </w:t>
            </w:r>
          </w:p>
          <w:p w:rsidR="00D91137" w:rsidRDefault="00D91137" w:rsidP="00D91137">
            <w:pPr>
              <w:ind w:firstLine="0"/>
              <w:jc w:val="left"/>
              <w:rPr>
                <w:szCs w:val="28"/>
              </w:rPr>
            </w:pPr>
            <w:r w:rsidRPr="00224953">
              <w:rPr>
                <w:szCs w:val="28"/>
              </w:rPr>
              <w:t xml:space="preserve">Ростовский </w:t>
            </w:r>
            <w:r>
              <w:rPr>
                <w:szCs w:val="28"/>
              </w:rPr>
              <w:t xml:space="preserve">район, </w:t>
            </w:r>
          </w:p>
          <w:p w:rsidR="00D91137" w:rsidRPr="00224953" w:rsidRDefault="00D91137" w:rsidP="00D91137">
            <w:pPr>
              <w:ind w:firstLine="0"/>
              <w:jc w:val="left"/>
              <w:rPr>
                <w:szCs w:val="28"/>
              </w:rPr>
            </w:pPr>
            <w:r>
              <w:rPr>
                <w:szCs w:val="28"/>
              </w:rPr>
              <w:t xml:space="preserve">рабочий поселок </w:t>
            </w:r>
            <w:r w:rsidRPr="00224953">
              <w:rPr>
                <w:szCs w:val="28"/>
              </w:rPr>
              <w:t>Петровское, ул.</w:t>
            </w:r>
            <w:r>
              <w:rPr>
                <w:szCs w:val="28"/>
              </w:rPr>
              <w:t xml:space="preserve"> </w:t>
            </w:r>
            <w:r w:rsidRPr="00224953">
              <w:rPr>
                <w:szCs w:val="28"/>
              </w:rPr>
              <w:t>Южная, д.</w:t>
            </w:r>
            <w:r>
              <w:rPr>
                <w:szCs w:val="28"/>
              </w:rPr>
              <w:t> </w:t>
            </w:r>
            <w:r w:rsidRPr="00224953">
              <w:rPr>
                <w:szCs w:val="28"/>
              </w:rPr>
              <w:t>8</w:t>
            </w:r>
          </w:p>
        </w:tc>
        <w:tc>
          <w:tcPr>
            <w:tcW w:w="1440" w:type="pct"/>
            <w:tcBorders>
              <w:top w:val="nil"/>
              <w:left w:val="nil"/>
              <w:bottom w:val="single" w:sz="4" w:space="0" w:color="auto"/>
              <w:right w:val="single" w:sz="4" w:space="0" w:color="auto"/>
            </w:tcBorders>
            <w:shd w:val="clear" w:color="auto" w:fill="auto"/>
          </w:tcPr>
          <w:p w:rsidR="00D91137" w:rsidRPr="00224953" w:rsidRDefault="00D91137" w:rsidP="00D91137">
            <w:pPr>
              <w:ind w:firstLine="0"/>
              <w:jc w:val="center"/>
              <w:rPr>
                <w:szCs w:val="28"/>
              </w:rPr>
            </w:pPr>
            <w:r w:rsidRPr="00224953">
              <w:rPr>
                <w:szCs w:val="28"/>
              </w:rPr>
              <w:t>76:13:010101:4424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w:t>
            </w:r>
          </w:p>
        </w:tc>
        <w:tc>
          <w:tcPr>
            <w:tcW w:w="1289" w:type="pct"/>
            <w:tcBorders>
              <w:top w:val="nil"/>
              <w:left w:val="nil"/>
              <w:bottom w:val="single" w:sz="4" w:space="0" w:color="auto"/>
              <w:right w:val="single" w:sz="4" w:space="0" w:color="auto"/>
            </w:tcBorders>
            <w:shd w:val="clear" w:color="auto" w:fill="auto"/>
            <w:hideMark/>
          </w:tcPr>
          <w:p w:rsidR="00D91137" w:rsidRDefault="00D91137" w:rsidP="00D91137">
            <w:pPr>
              <w:ind w:firstLine="0"/>
              <w:jc w:val="left"/>
              <w:rPr>
                <w:szCs w:val="28"/>
              </w:rPr>
            </w:pPr>
            <w:r>
              <w:rPr>
                <w:szCs w:val="28"/>
              </w:rPr>
              <w:t>Г</w:t>
            </w:r>
            <w:r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w:t>
            </w:r>
            <w:r>
              <w:rPr>
                <w:szCs w:val="28"/>
              </w:rPr>
              <w:t xml:space="preserve"> район</w:t>
            </w:r>
            <w:r w:rsidRPr="00224953">
              <w:rPr>
                <w:szCs w:val="28"/>
              </w:rPr>
              <w:t xml:space="preserve">, </w:t>
            </w:r>
            <w:r>
              <w:rPr>
                <w:szCs w:val="28"/>
              </w:rPr>
              <w:br/>
            </w:r>
            <w:r w:rsidRPr="00224953">
              <w:rPr>
                <w:szCs w:val="28"/>
              </w:rPr>
              <w:t>г</w:t>
            </w:r>
            <w:r>
              <w:rPr>
                <w:szCs w:val="28"/>
              </w:rPr>
              <w:t>.</w:t>
            </w:r>
            <w:r w:rsidRPr="00224953">
              <w:rPr>
                <w:szCs w:val="28"/>
              </w:rPr>
              <w:t xml:space="preserve"> Ростов, ул</w:t>
            </w:r>
            <w:r>
              <w:rPr>
                <w:szCs w:val="28"/>
              </w:rPr>
              <w:t>.</w:t>
            </w:r>
            <w:r w:rsidRPr="00224953">
              <w:rPr>
                <w:szCs w:val="28"/>
              </w:rPr>
              <w:t xml:space="preserve"> Чехова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76:19:010101:2182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w:t>
            </w:r>
          </w:p>
        </w:tc>
        <w:tc>
          <w:tcPr>
            <w:tcW w:w="1289" w:type="pct"/>
            <w:tcBorders>
              <w:top w:val="nil"/>
              <w:left w:val="nil"/>
              <w:bottom w:val="single" w:sz="4" w:space="0" w:color="auto"/>
              <w:right w:val="single" w:sz="4" w:space="0" w:color="auto"/>
            </w:tcBorders>
            <w:shd w:val="clear" w:color="auto" w:fill="auto"/>
            <w:hideMark/>
          </w:tcPr>
          <w:p w:rsidR="00D91137" w:rsidRDefault="00D91137" w:rsidP="00D91137">
            <w:pPr>
              <w:ind w:firstLine="0"/>
              <w:jc w:val="left"/>
              <w:rPr>
                <w:szCs w:val="28"/>
              </w:rPr>
            </w:pPr>
            <w:r w:rsidRPr="00224953">
              <w:rPr>
                <w:szCs w:val="28"/>
              </w:rPr>
              <w:t xml:space="preserve">Газопровод </w:t>
            </w:r>
          </w:p>
          <w:p w:rsidR="005F5AB5"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w:t>
            </w:r>
          </w:p>
        </w:tc>
        <w:tc>
          <w:tcPr>
            <w:tcW w:w="1819" w:type="pct"/>
            <w:tcBorders>
              <w:top w:val="nil"/>
              <w:left w:val="nil"/>
              <w:bottom w:val="single" w:sz="4" w:space="0" w:color="auto"/>
              <w:right w:val="single" w:sz="4" w:space="0" w:color="auto"/>
            </w:tcBorders>
            <w:shd w:val="clear" w:color="auto" w:fill="auto"/>
            <w:hideMark/>
          </w:tcPr>
          <w:p w:rsidR="00D91137"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w:t>
            </w:r>
            <w:r>
              <w:rPr>
                <w:szCs w:val="28"/>
              </w:rPr>
              <w:t xml:space="preserve"> район</w:t>
            </w:r>
            <w:r w:rsidRPr="00224953">
              <w:rPr>
                <w:szCs w:val="28"/>
              </w:rPr>
              <w:t xml:space="preserve">, </w:t>
            </w:r>
            <w:r w:rsidR="005F5AB5">
              <w:rPr>
                <w:szCs w:val="28"/>
              </w:rPr>
              <w:br/>
            </w:r>
            <w:r w:rsidRPr="00224953">
              <w:rPr>
                <w:szCs w:val="28"/>
              </w:rPr>
              <w:t>с. Климатино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76:13:040305:299</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w:t>
            </w:r>
          </w:p>
        </w:tc>
        <w:tc>
          <w:tcPr>
            <w:tcW w:w="1289" w:type="pct"/>
            <w:tcBorders>
              <w:top w:val="nil"/>
              <w:left w:val="nil"/>
              <w:bottom w:val="single" w:sz="4" w:space="0" w:color="auto"/>
              <w:right w:val="single" w:sz="4" w:space="0" w:color="auto"/>
            </w:tcBorders>
            <w:shd w:val="clear" w:color="auto" w:fill="auto"/>
            <w:hideMark/>
          </w:tcPr>
          <w:p w:rsidR="005F5AB5" w:rsidRDefault="00D91137" w:rsidP="00D91137">
            <w:pPr>
              <w:ind w:firstLine="0"/>
              <w:jc w:val="left"/>
              <w:rPr>
                <w:szCs w:val="28"/>
              </w:rPr>
            </w:pPr>
            <w:r w:rsidRPr="00224953">
              <w:rPr>
                <w:szCs w:val="28"/>
              </w:rPr>
              <w:t xml:space="preserve">Газопровод </w:t>
            </w:r>
          </w:p>
          <w:p w:rsidR="005F5AB5"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w:t>
            </w:r>
          </w:p>
        </w:tc>
        <w:tc>
          <w:tcPr>
            <w:tcW w:w="1819" w:type="pct"/>
            <w:tcBorders>
              <w:top w:val="nil"/>
              <w:left w:val="nil"/>
              <w:bottom w:val="single" w:sz="4" w:space="0" w:color="auto"/>
              <w:right w:val="single" w:sz="4" w:space="0" w:color="auto"/>
            </w:tcBorders>
            <w:shd w:val="clear" w:color="auto" w:fill="auto"/>
            <w:hideMark/>
          </w:tcPr>
          <w:p w:rsidR="005F5AB5" w:rsidRDefault="00D91137" w:rsidP="00D91137">
            <w:pPr>
              <w:ind w:firstLine="0"/>
              <w:jc w:val="left"/>
              <w:rPr>
                <w:szCs w:val="28"/>
              </w:rPr>
            </w:pPr>
            <w:r w:rsidRPr="00224953">
              <w:rPr>
                <w:szCs w:val="28"/>
              </w:rPr>
              <w:t xml:space="preserve">Ярославская область, </w:t>
            </w:r>
          </w:p>
          <w:p w:rsidR="005F5AB5" w:rsidRDefault="005F5AB5" w:rsidP="00D91137">
            <w:pPr>
              <w:ind w:firstLine="0"/>
              <w:jc w:val="left"/>
              <w:rPr>
                <w:szCs w:val="28"/>
              </w:rPr>
            </w:pPr>
            <w:r>
              <w:rPr>
                <w:szCs w:val="28"/>
              </w:rPr>
              <w:t>Ростовский райо</w:t>
            </w:r>
            <w:r w:rsidR="00D91137" w:rsidRPr="00224953">
              <w:rPr>
                <w:szCs w:val="28"/>
              </w:rPr>
              <w:t xml:space="preserve">н, Сулостский сельский округ, </w:t>
            </w:r>
          </w:p>
          <w:p w:rsidR="00D91137" w:rsidRPr="00224953" w:rsidRDefault="005F5AB5" w:rsidP="00D91137">
            <w:pPr>
              <w:ind w:firstLine="0"/>
              <w:jc w:val="left"/>
              <w:rPr>
                <w:szCs w:val="28"/>
              </w:rPr>
            </w:pPr>
            <w:r>
              <w:rPr>
                <w:szCs w:val="28"/>
              </w:rPr>
              <w:t>с. Белогостицы</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76:13:010101:4193</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w:t>
            </w:r>
          </w:p>
        </w:tc>
        <w:tc>
          <w:tcPr>
            <w:tcW w:w="1289" w:type="pct"/>
            <w:tcBorders>
              <w:top w:val="nil"/>
              <w:left w:val="nil"/>
              <w:bottom w:val="single" w:sz="4" w:space="0" w:color="auto"/>
              <w:right w:val="single" w:sz="4" w:space="0" w:color="auto"/>
            </w:tcBorders>
            <w:shd w:val="clear" w:color="auto" w:fill="auto"/>
            <w:hideMark/>
          </w:tcPr>
          <w:p w:rsidR="00B35466" w:rsidRDefault="00D91137" w:rsidP="00D91137">
            <w:pPr>
              <w:ind w:firstLine="0"/>
              <w:jc w:val="left"/>
              <w:rPr>
                <w:szCs w:val="28"/>
              </w:rPr>
            </w:pPr>
            <w:r w:rsidRPr="00224953">
              <w:rPr>
                <w:szCs w:val="28"/>
              </w:rPr>
              <w:t xml:space="preserve">Газопровод </w:t>
            </w:r>
          </w:p>
          <w:p w:rsidR="00B35466"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 с ГРПШ07-02У2</w:t>
            </w:r>
          </w:p>
        </w:tc>
        <w:tc>
          <w:tcPr>
            <w:tcW w:w="1819" w:type="pct"/>
            <w:tcBorders>
              <w:top w:val="nil"/>
              <w:left w:val="nil"/>
              <w:bottom w:val="single" w:sz="4" w:space="0" w:color="auto"/>
              <w:right w:val="single" w:sz="4" w:space="0" w:color="auto"/>
            </w:tcBorders>
            <w:shd w:val="clear" w:color="auto" w:fill="auto"/>
            <w:hideMark/>
          </w:tcPr>
          <w:p w:rsidR="0019062D" w:rsidRDefault="00D91137" w:rsidP="00B35466">
            <w:pPr>
              <w:ind w:firstLine="0"/>
              <w:jc w:val="left"/>
              <w:rPr>
                <w:szCs w:val="28"/>
              </w:rPr>
            </w:pPr>
            <w:r w:rsidRPr="00224953">
              <w:rPr>
                <w:szCs w:val="28"/>
              </w:rPr>
              <w:t xml:space="preserve">Ярославская область, </w:t>
            </w:r>
          </w:p>
          <w:p w:rsidR="00B35466" w:rsidRDefault="00D91137" w:rsidP="00B35466">
            <w:pPr>
              <w:ind w:firstLine="0"/>
              <w:jc w:val="left"/>
              <w:rPr>
                <w:szCs w:val="28"/>
              </w:rPr>
            </w:pPr>
            <w:r w:rsidRPr="00224953">
              <w:rPr>
                <w:szCs w:val="28"/>
              </w:rPr>
              <w:t>Ростовский</w:t>
            </w:r>
            <w:r w:rsidR="00B35466">
              <w:rPr>
                <w:szCs w:val="28"/>
              </w:rPr>
              <w:t xml:space="preserve"> район</w:t>
            </w:r>
            <w:r w:rsidRPr="00224953">
              <w:rPr>
                <w:szCs w:val="28"/>
              </w:rPr>
              <w:t xml:space="preserve">, </w:t>
            </w:r>
          </w:p>
          <w:p w:rsidR="00D91137" w:rsidRPr="00224953" w:rsidRDefault="00D91137" w:rsidP="00B35466">
            <w:pPr>
              <w:ind w:firstLine="0"/>
              <w:jc w:val="left"/>
              <w:rPr>
                <w:szCs w:val="28"/>
              </w:rPr>
            </w:pPr>
            <w:r w:rsidRPr="00224953">
              <w:rPr>
                <w:szCs w:val="28"/>
              </w:rPr>
              <w:t>с. Шурскол, д. б/н</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76:13:011801:1355</w:t>
            </w:r>
          </w:p>
        </w:tc>
      </w:tr>
      <w:tr w:rsidR="00D91137" w:rsidRPr="00224953" w:rsidTr="00B54789">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w:t>
            </w:r>
          </w:p>
        </w:tc>
        <w:tc>
          <w:tcPr>
            <w:tcW w:w="1289" w:type="pct"/>
            <w:tcBorders>
              <w:top w:val="nil"/>
              <w:left w:val="nil"/>
              <w:bottom w:val="single" w:sz="4" w:space="0" w:color="auto"/>
              <w:right w:val="single" w:sz="4" w:space="0" w:color="auto"/>
            </w:tcBorders>
            <w:shd w:val="clear" w:color="auto" w:fill="auto"/>
            <w:hideMark/>
          </w:tcPr>
          <w:p w:rsidR="00B3546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высокого и низкого давления с ГРПШ 04-2-У1</w:t>
            </w:r>
          </w:p>
        </w:tc>
        <w:tc>
          <w:tcPr>
            <w:tcW w:w="1819" w:type="pct"/>
            <w:tcBorders>
              <w:top w:val="nil"/>
              <w:left w:val="nil"/>
              <w:bottom w:val="single" w:sz="4" w:space="0" w:color="auto"/>
              <w:right w:val="single" w:sz="4" w:space="0" w:color="auto"/>
            </w:tcBorders>
            <w:shd w:val="clear" w:color="auto" w:fill="auto"/>
            <w:hideMark/>
          </w:tcPr>
          <w:p w:rsidR="0019062D" w:rsidRDefault="00D91137" w:rsidP="00B35466">
            <w:pPr>
              <w:ind w:firstLine="0"/>
              <w:jc w:val="left"/>
              <w:rPr>
                <w:szCs w:val="28"/>
              </w:rPr>
            </w:pPr>
            <w:r w:rsidRPr="00224953">
              <w:rPr>
                <w:szCs w:val="28"/>
              </w:rPr>
              <w:t xml:space="preserve">Ярославская область, </w:t>
            </w:r>
          </w:p>
          <w:p w:rsidR="00D91137" w:rsidRPr="00224953" w:rsidRDefault="00D91137" w:rsidP="00B35466">
            <w:pPr>
              <w:ind w:firstLine="0"/>
              <w:jc w:val="left"/>
              <w:rPr>
                <w:szCs w:val="28"/>
              </w:rPr>
            </w:pPr>
            <w:r w:rsidRPr="00224953">
              <w:rPr>
                <w:szCs w:val="28"/>
              </w:rPr>
              <w:t>Ростовский р</w:t>
            </w:r>
            <w:r w:rsidR="00B35466">
              <w:rPr>
                <w:szCs w:val="28"/>
              </w:rPr>
              <w:t>айо</w:t>
            </w:r>
            <w:r w:rsidRPr="00224953">
              <w:rPr>
                <w:szCs w:val="28"/>
              </w:rPr>
              <w:t xml:space="preserve">н, </w:t>
            </w:r>
            <w:r w:rsidR="00B35466">
              <w:rPr>
                <w:szCs w:val="28"/>
              </w:rPr>
              <w:t xml:space="preserve">рабочий поселок </w:t>
            </w:r>
            <w:r w:rsidRPr="00224953">
              <w:rPr>
                <w:szCs w:val="28"/>
              </w:rPr>
              <w:t>Петровское, ул.</w:t>
            </w:r>
            <w:r w:rsidR="00B35466">
              <w:rPr>
                <w:szCs w:val="28"/>
              </w:rPr>
              <w:t> </w:t>
            </w:r>
            <w:r w:rsidRPr="00224953">
              <w:rPr>
                <w:szCs w:val="28"/>
              </w:rPr>
              <w:t xml:space="preserve">Островского, Подлесная, Железнодорожная, </w:t>
            </w:r>
            <w:r w:rsidR="00B35466">
              <w:rPr>
                <w:szCs w:val="28"/>
              </w:rPr>
              <w:br/>
            </w:r>
            <w:r w:rsidRPr="00224953">
              <w:rPr>
                <w:szCs w:val="28"/>
              </w:rPr>
              <w:t>Лесопитомник</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76:13:010101:4349</w:t>
            </w:r>
          </w:p>
        </w:tc>
      </w:tr>
      <w:tr w:rsidR="00D91137" w:rsidRPr="00224953" w:rsidTr="00B5478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8</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B35466">
              <w:rPr>
                <w:szCs w:val="28"/>
              </w:rPr>
              <w:br/>
            </w:r>
            <w:r w:rsidRPr="00224953">
              <w:rPr>
                <w:szCs w:val="28"/>
              </w:rPr>
              <w:t xml:space="preserve">к котельной ФГУП </w:t>
            </w:r>
            <w:r w:rsidR="00B35466">
              <w:rPr>
                <w:szCs w:val="28"/>
              </w:rPr>
              <w:br/>
            </w:r>
            <w:r w:rsidRPr="00224953">
              <w:rPr>
                <w:szCs w:val="28"/>
              </w:rPr>
              <w:t xml:space="preserve">«751 Ремонтный завод» </w:t>
            </w:r>
            <w:r w:rsidRPr="00DD5319">
              <w:rPr>
                <w:szCs w:val="28"/>
              </w:rPr>
              <w:t>МО РФ</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B35466">
              <w:rPr>
                <w:szCs w:val="28"/>
              </w:rPr>
              <w:br/>
            </w:r>
            <w:r w:rsidRPr="00224953">
              <w:rPr>
                <w:szCs w:val="28"/>
              </w:rPr>
              <w:t>г. Ростов, ул. Московская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76:19:010101:2104</w:t>
            </w:r>
          </w:p>
        </w:tc>
      </w:tr>
      <w:tr w:rsidR="00D91137" w:rsidRPr="00224953" w:rsidTr="00F41344">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35466" w:rsidRDefault="00D91137" w:rsidP="00D91137">
            <w:pPr>
              <w:ind w:firstLine="0"/>
              <w:jc w:val="left"/>
              <w:rPr>
                <w:szCs w:val="28"/>
              </w:rPr>
            </w:pPr>
            <w:r w:rsidRPr="00224953">
              <w:rPr>
                <w:szCs w:val="28"/>
              </w:rPr>
              <w:t xml:space="preserve">Газопровод </w:t>
            </w:r>
          </w:p>
          <w:p w:rsidR="00D91137" w:rsidRPr="00224953" w:rsidRDefault="00D91137" w:rsidP="00DD5319">
            <w:pPr>
              <w:ind w:firstLine="0"/>
              <w:jc w:val="left"/>
              <w:rPr>
                <w:szCs w:val="28"/>
              </w:rPr>
            </w:pPr>
            <w:r w:rsidRPr="00224953">
              <w:rPr>
                <w:szCs w:val="28"/>
              </w:rPr>
              <w:t xml:space="preserve">низкого давления (закольцовка газопроводов </w:t>
            </w:r>
            <w:r w:rsidR="00DD5319">
              <w:rPr>
                <w:szCs w:val="28"/>
              </w:rPr>
              <w:t>низкого давления</w:t>
            </w:r>
            <w:r w:rsidRPr="00224953">
              <w:rPr>
                <w:szCs w:val="28"/>
              </w:rPr>
              <w:t xml:space="preserve"> ШРП-3,4 по ул.</w:t>
            </w:r>
            <w:r w:rsidR="006F6526">
              <w:rPr>
                <w:szCs w:val="28"/>
              </w:rPr>
              <w:t> </w:t>
            </w:r>
            <w:r w:rsidRPr="00224953">
              <w:rPr>
                <w:szCs w:val="28"/>
              </w:rPr>
              <w:t>Лагерная в п.</w:t>
            </w:r>
            <w:r w:rsidR="006F6526">
              <w:rPr>
                <w:szCs w:val="28"/>
              </w:rPr>
              <w:t> </w:t>
            </w:r>
            <w:r w:rsidRPr="00224953">
              <w:rPr>
                <w:szCs w:val="28"/>
              </w:rPr>
              <w:t>Борисоглебский)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19062D" w:rsidRDefault="00D91137" w:rsidP="00D91137">
            <w:pPr>
              <w:ind w:firstLine="0"/>
              <w:jc w:val="left"/>
              <w:rPr>
                <w:szCs w:val="28"/>
              </w:rPr>
            </w:pPr>
            <w:r w:rsidRPr="00224953">
              <w:rPr>
                <w:szCs w:val="28"/>
              </w:rPr>
              <w:t>Яросла</w:t>
            </w:r>
            <w:r w:rsidR="00B35466">
              <w:rPr>
                <w:szCs w:val="28"/>
              </w:rPr>
              <w:t xml:space="preserve">вская область, </w:t>
            </w:r>
          </w:p>
          <w:p w:rsidR="0019062D" w:rsidRDefault="00B35466" w:rsidP="00D91137">
            <w:pPr>
              <w:ind w:firstLine="0"/>
              <w:jc w:val="left"/>
              <w:rPr>
                <w:szCs w:val="28"/>
              </w:rPr>
            </w:pPr>
            <w:r>
              <w:rPr>
                <w:szCs w:val="28"/>
              </w:rPr>
              <w:t>Борисоглебский район, п</w:t>
            </w:r>
            <w:r w:rsidR="00D91137" w:rsidRPr="00224953">
              <w:rPr>
                <w:szCs w:val="28"/>
              </w:rPr>
              <w:t>.</w:t>
            </w:r>
            <w:r w:rsidR="0019062D">
              <w:rPr>
                <w:szCs w:val="28"/>
              </w:rPr>
              <w:t> </w:t>
            </w:r>
            <w:r w:rsidR="00D91137" w:rsidRPr="00224953">
              <w:rPr>
                <w:szCs w:val="28"/>
              </w:rPr>
              <w:t xml:space="preserve">Борисоглебский, </w:t>
            </w:r>
          </w:p>
          <w:p w:rsidR="00D91137" w:rsidRPr="00224953" w:rsidRDefault="00D91137" w:rsidP="00D91137">
            <w:pPr>
              <w:ind w:firstLine="0"/>
              <w:jc w:val="left"/>
              <w:rPr>
                <w:szCs w:val="28"/>
              </w:rPr>
            </w:pPr>
            <w:r w:rsidRPr="00224953">
              <w:rPr>
                <w:szCs w:val="28"/>
              </w:rPr>
              <w:t>ул.</w:t>
            </w:r>
            <w:r w:rsidR="00B35466">
              <w:rPr>
                <w:szCs w:val="28"/>
              </w:rPr>
              <w:t xml:space="preserve"> </w:t>
            </w:r>
            <w:r w:rsidRPr="00224953">
              <w:rPr>
                <w:szCs w:val="28"/>
              </w:rPr>
              <w:t>Лагерная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76:02:010101:503</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w:t>
            </w:r>
          </w:p>
        </w:tc>
        <w:tc>
          <w:tcPr>
            <w:tcW w:w="1289" w:type="pct"/>
            <w:tcBorders>
              <w:top w:val="single" w:sz="4" w:space="0" w:color="auto"/>
              <w:left w:val="nil"/>
              <w:bottom w:val="single" w:sz="4" w:space="0" w:color="auto"/>
              <w:right w:val="single" w:sz="4" w:space="0" w:color="auto"/>
            </w:tcBorders>
            <w:shd w:val="clear" w:color="auto" w:fill="auto"/>
            <w:hideMark/>
          </w:tcPr>
          <w:p w:rsidR="006F652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19062D" w:rsidRDefault="00D91137" w:rsidP="006F6526">
            <w:pPr>
              <w:ind w:firstLine="0"/>
              <w:jc w:val="left"/>
              <w:rPr>
                <w:szCs w:val="28"/>
              </w:rPr>
            </w:pPr>
            <w:r w:rsidRPr="00224953">
              <w:rPr>
                <w:szCs w:val="28"/>
              </w:rPr>
              <w:t>Ярославская обл</w:t>
            </w:r>
            <w:r w:rsidR="006F6526">
              <w:rPr>
                <w:szCs w:val="28"/>
              </w:rPr>
              <w:t xml:space="preserve">асть, </w:t>
            </w:r>
          </w:p>
          <w:p w:rsidR="0019062D" w:rsidRDefault="006F6526" w:rsidP="006F6526">
            <w:pPr>
              <w:ind w:firstLine="0"/>
              <w:jc w:val="left"/>
              <w:rPr>
                <w:szCs w:val="28"/>
              </w:rPr>
            </w:pPr>
            <w:r>
              <w:rPr>
                <w:szCs w:val="28"/>
              </w:rPr>
              <w:t>Любимский район</w:t>
            </w:r>
            <w:r w:rsidR="00D91137" w:rsidRPr="00224953">
              <w:rPr>
                <w:szCs w:val="28"/>
              </w:rPr>
              <w:t xml:space="preserve">, </w:t>
            </w:r>
          </w:p>
          <w:p w:rsidR="00D91137" w:rsidRPr="00224953" w:rsidRDefault="00833785" w:rsidP="006F6526">
            <w:pPr>
              <w:ind w:firstLine="0"/>
              <w:jc w:val="left"/>
              <w:rPr>
                <w:szCs w:val="28"/>
              </w:rPr>
            </w:pPr>
            <w:r>
              <w:rPr>
                <w:szCs w:val="28"/>
              </w:rPr>
              <w:t>г</w:t>
            </w:r>
            <w:r w:rsidR="00F7316E">
              <w:rPr>
                <w:szCs w:val="28"/>
              </w:rPr>
              <w:t>.</w:t>
            </w:r>
            <w:r w:rsidR="00D91137" w:rsidRPr="00224953">
              <w:rPr>
                <w:szCs w:val="28"/>
              </w:rPr>
              <w:t xml:space="preserve"> Любим, </w:t>
            </w:r>
            <w:r w:rsidR="00026F23">
              <w:rPr>
                <w:szCs w:val="28"/>
              </w:rPr>
              <w:br/>
            </w:r>
            <w:r w:rsidR="00D91137" w:rsidRPr="00224953">
              <w:rPr>
                <w:szCs w:val="28"/>
              </w:rPr>
              <w:t>ул</w:t>
            </w:r>
            <w:r w:rsidR="006F6526">
              <w:rPr>
                <w:szCs w:val="28"/>
              </w:rPr>
              <w:t>. Ленина, д.</w:t>
            </w:r>
            <w:r w:rsidR="00F7316E">
              <w:rPr>
                <w:szCs w:val="28"/>
              </w:rPr>
              <w:t> </w:t>
            </w:r>
            <w:r w:rsidR="00D91137" w:rsidRPr="00224953">
              <w:rPr>
                <w:szCs w:val="28"/>
              </w:rPr>
              <w:t>20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76:06:010208:40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w:t>
            </w:r>
          </w:p>
        </w:tc>
        <w:tc>
          <w:tcPr>
            <w:tcW w:w="1289" w:type="pct"/>
            <w:tcBorders>
              <w:top w:val="nil"/>
              <w:left w:val="nil"/>
              <w:bottom w:val="single" w:sz="4" w:space="0" w:color="auto"/>
              <w:right w:val="single" w:sz="4" w:space="0" w:color="auto"/>
            </w:tcBorders>
            <w:shd w:val="clear" w:color="auto" w:fill="auto"/>
            <w:hideMark/>
          </w:tcPr>
          <w:p w:rsidR="006F6526" w:rsidRDefault="006F6526"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6F6526" w:rsidRDefault="00D91137" w:rsidP="00D91137">
            <w:pPr>
              <w:ind w:firstLine="0"/>
              <w:jc w:val="left"/>
              <w:rPr>
                <w:szCs w:val="28"/>
              </w:rPr>
            </w:pPr>
            <w:r w:rsidRPr="00224953">
              <w:rPr>
                <w:szCs w:val="28"/>
              </w:rPr>
              <w:t xml:space="preserve">Ярославская область, </w:t>
            </w:r>
          </w:p>
          <w:p w:rsidR="00D91137" w:rsidRPr="00224953" w:rsidRDefault="006F6526" w:rsidP="006F6526">
            <w:pPr>
              <w:ind w:firstLine="0"/>
              <w:jc w:val="left"/>
              <w:rPr>
                <w:szCs w:val="28"/>
              </w:rPr>
            </w:pPr>
            <w:r>
              <w:rPr>
                <w:szCs w:val="28"/>
              </w:rPr>
              <w:t>Любимский райо</w:t>
            </w:r>
            <w:r w:rsidR="00D91137" w:rsidRPr="00224953">
              <w:rPr>
                <w:szCs w:val="28"/>
              </w:rPr>
              <w:t xml:space="preserve">н, </w:t>
            </w:r>
            <w:r>
              <w:rPr>
                <w:szCs w:val="28"/>
              </w:rPr>
              <w:br/>
            </w:r>
            <w:r w:rsidR="00D91137" w:rsidRPr="00224953">
              <w:rPr>
                <w:szCs w:val="28"/>
              </w:rPr>
              <w:t>г.</w:t>
            </w:r>
            <w:r>
              <w:rPr>
                <w:szCs w:val="28"/>
              </w:rPr>
              <w:t xml:space="preserve"> </w:t>
            </w:r>
            <w:r w:rsidR="00D91137" w:rsidRPr="00224953">
              <w:rPr>
                <w:szCs w:val="28"/>
              </w:rPr>
              <w:t xml:space="preserve">Любим, </w:t>
            </w:r>
            <w:r w:rsidR="00026F23">
              <w:rPr>
                <w:szCs w:val="28"/>
              </w:rPr>
              <w:br/>
            </w:r>
            <w:r w:rsidR="00D91137" w:rsidRPr="00224953">
              <w:rPr>
                <w:szCs w:val="28"/>
              </w:rPr>
              <w:t>ул.</w:t>
            </w:r>
            <w:r>
              <w:rPr>
                <w:szCs w:val="28"/>
              </w:rPr>
              <w:t xml:space="preserve"> </w:t>
            </w:r>
            <w:r w:rsidR="00D91137" w:rsidRPr="00224953">
              <w:rPr>
                <w:szCs w:val="28"/>
              </w:rPr>
              <w:t xml:space="preserve">Воронина, </w:t>
            </w:r>
            <w:r>
              <w:rPr>
                <w:szCs w:val="28"/>
              </w:rPr>
              <w:t>д. </w:t>
            </w:r>
            <w:r w:rsidR="00D91137" w:rsidRPr="00224953">
              <w:rPr>
                <w:szCs w:val="28"/>
              </w:rPr>
              <w:t>8,</w:t>
            </w:r>
            <w:r>
              <w:rPr>
                <w:szCs w:val="28"/>
              </w:rPr>
              <w:t xml:space="preserve"> </w:t>
            </w:r>
            <w:r w:rsidR="00D91137" w:rsidRPr="00224953">
              <w:rPr>
                <w:szCs w:val="28"/>
              </w:rPr>
              <w:t>10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76:06:010101:143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w:t>
            </w:r>
          </w:p>
        </w:tc>
        <w:tc>
          <w:tcPr>
            <w:tcW w:w="1289" w:type="pct"/>
            <w:tcBorders>
              <w:top w:val="nil"/>
              <w:left w:val="nil"/>
              <w:bottom w:val="single" w:sz="4" w:space="0" w:color="auto"/>
              <w:right w:val="single" w:sz="4" w:space="0" w:color="auto"/>
            </w:tcBorders>
            <w:shd w:val="clear" w:color="auto" w:fill="auto"/>
            <w:hideMark/>
          </w:tcPr>
          <w:p w:rsidR="00B5410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19062D" w:rsidRDefault="00D91137" w:rsidP="00B54105">
            <w:pPr>
              <w:ind w:firstLine="0"/>
              <w:jc w:val="left"/>
              <w:rPr>
                <w:szCs w:val="28"/>
              </w:rPr>
            </w:pPr>
            <w:r w:rsidRPr="00224953">
              <w:rPr>
                <w:szCs w:val="28"/>
              </w:rPr>
              <w:t>Ярославская обл</w:t>
            </w:r>
            <w:r w:rsidR="00B54105">
              <w:rPr>
                <w:szCs w:val="28"/>
              </w:rPr>
              <w:t>асть</w:t>
            </w:r>
            <w:r w:rsidRPr="00224953">
              <w:rPr>
                <w:szCs w:val="28"/>
              </w:rPr>
              <w:t xml:space="preserve">, </w:t>
            </w:r>
          </w:p>
          <w:p w:rsidR="0019062D" w:rsidRDefault="00D91137" w:rsidP="00B54105">
            <w:pPr>
              <w:ind w:firstLine="0"/>
              <w:jc w:val="left"/>
              <w:rPr>
                <w:szCs w:val="28"/>
              </w:rPr>
            </w:pPr>
            <w:r w:rsidRPr="00224953">
              <w:rPr>
                <w:szCs w:val="28"/>
              </w:rPr>
              <w:t>Любимский р</w:t>
            </w:r>
            <w:r w:rsidR="00B54105">
              <w:rPr>
                <w:szCs w:val="28"/>
              </w:rPr>
              <w:t>айо</w:t>
            </w:r>
            <w:r w:rsidRPr="00224953">
              <w:rPr>
                <w:szCs w:val="28"/>
              </w:rPr>
              <w:t xml:space="preserve">н, </w:t>
            </w:r>
          </w:p>
          <w:p w:rsidR="00D91137" w:rsidRPr="00224953" w:rsidRDefault="00D91137" w:rsidP="00B54105">
            <w:pPr>
              <w:ind w:firstLine="0"/>
              <w:jc w:val="left"/>
              <w:rPr>
                <w:szCs w:val="28"/>
              </w:rPr>
            </w:pPr>
            <w:r w:rsidRPr="00224953">
              <w:rPr>
                <w:szCs w:val="28"/>
              </w:rPr>
              <w:t xml:space="preserve">г. Любим, </w:t>
            </w:r>
            <w:r w:rsidR="00026F23">
              <w:rPr>
                <w:szCs w:val="28"/>
              </w:rPr>
              <w:br/>
            </w:r>
            <w:r w:rsidRPr="00224953">
              <w:rPr>
                <w:szCs w:val="28"/>
              </w:rPr>
              <w:t>ул. Даниловская, д. 20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76:06:010401:47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w:t>
            </w:r>
          </w:p>
        </w:tc>
        <w:tc>
          <w:tcPr>
            <w:tcW w:w="1289" w:type="pct"/>
            <w:tcBorders>
              <w:top w:val="nil"/>
              <w:left w:val="nil"/>
              <w:bottom w:val="single" w:sz="4" w:space="0" w:color="auto"/>
              <w:right w:val="single" w:sz="4" w:space="0" w:color="auto"/>
            </w:tcBorders>
            <w:shd w:val="clear" w:color="auto" w:fill="auto"/>
            <w:hideMark/>
          </w:tcPr>
          <w:p w:rsidR="00B5410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B54105" w:rsidRDefault="00D91137" w:rsidP="00B54105">
            <w:pPr>
              <w:ind w:firstLine="0"/>
              <w:jc w:val="left"/>
              <w:rPr>
                <w:szCs w:val="28"/>
              </w:rPr>
            </w:pPr>
            <w:r w:rsidRPr="00224953">
              <w:rPr>
                <w:szCs w:val="28"/>
              </w:rPr>
              <w:t>Ярославская обл</w:t>
            </w:r>
            <w:r w:rsidR="00B54105">
              <w:rPr>
                <w:szCs w:val="28"/>
              </w:rPr>
              <w:t>асть</w:t>
            </w:r>
            <w:r w:rsidRPr="00224953">
              <w:rPr>
                <w:szCs w:val="28"/>
              </w:rPr>
              <w:t xml:space="preserve">, </w:t>
            </w:r>
          </w:p>
          <w:p w:rsidR="00D91137" w:rsidRPr="00224953" w:rsidRDefault="00B54105" w:rsidP="00B54105">
            <w:pPr>
              <w:ind w:firstLine="0"/>
              <w:jc w:val="left"/>
              <w:rPr>
                <w:szCs w:val="28"/>
              </w:rPr>
            </w:pPr>
            <w:r>
              <w:rPr>
                <w:szCs w:val="28"/>
              </w:rPr>
              <w:t>Любимский райо</w:t>
            </w:r>
            <w:r w:rsidR="00D91137" w:rsidRPr="00224953">
              <w:rPr>
                <w:szCs w:val="28"/>
              </w:rPr>
              <w:t xml:space="preserve">н, </w:t>
            </w:r>
            <w:r>
              <w:rPr>
                <w:szCs w:val="28"/>
              </w:rPr>
              <w:br/>
            </w:r>
            <w:r w:rsidR="00D91137" w:rsidRPr="00224953">
              <w:rPr>
                <w:szCs w:val="28"/>
              </w:rPr>
              <w:t xml:space="preserve">г. Любим, </w:t>
            </w:r>
            <w:r w:rsidR="00026F23">
              <w:rPr>
                <w:szCs w:val="28"/>
              </w:rPr>
              <w:br/>
            </w:r>
            <w:r w:rsidR="00D91137" w:rsidRPr="00224953">
              <w:rPr>
                <w:szCs w:val="28"/>
              </w:rPr>
              <w:t>ул. Даниловская, д. 75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76:06:010312:48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w:t>
            </w:r>
          </w:p>
        </w:tc>
        <w:tc>
          <w:tcPr>
            <w:tcW w:w="1289" w:type="pct"/>
            <w:tcBorders>
              <w:top w:val="nil"/>
              <w:left w:val="nil"/>
              <w:bottom w:val="single" w:sz="4" w:space="0" w:color="auto"/>
              <w:right w:val="single" w:sz="4" w:space="0" w:color="auto"/>
            </w:tcBorders>
            <w:shd w:val="clear" w:color="auto" w:fill="auto"/>
            <w:hideMark/>
          </w:tcPr>
          <w:p w:rsidR="00B5410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54105">
            <w:pPr>
              <w:ind w:firstLine="0"/>
              <w:jc w:val="left"/>
              <w:rPr>
                <w:szCs w:val="28"/>
              </w:rPr>
            </w:pPr>
            <w:r w:rsidRPr="00224953">
              <w:rPr>
                <w:szCs w:val="28"/>
              </w:rPr>
              <w:t>Ярославская обл</w:t>
            </w:r>
            <w:r w:rsidR="00B54105">
              <w:rPr>
                <w:szCs w:val="28"/>
              </w:rPr>
              <w:t>асть</w:t>
            </w:r>
            <w:r w:rsidRPr="00224953">
              <w:rPr>
                <w:szCs w:val="28"/>
              </w:rPr>
              <w:t xml:space="preserve">, </w:t>
            </w:r>
            <w:r w:rsidR="00B54105">
              <w:rPr>
                <w:szCs w:val="28"/>
              </w:rPr>
              <w:br/>
              <w:t>Любимский райо</w:t>
            </w:r>
            <w:r w:rsidRPr="00224953">
              <w:rPr>
                <w:szCs w:val="28"/>
              </w:rPr>
              <w:t xml:space="preserve">н, </w:t>
            </w:r>
            <w:r w:rsidR="00B54105">
              <w:rPr>
                <w:szCs w:val="28"/>
              </w:rPr>
              <w:br/>
            </w:r>
            <w:r w:rsidRPr="00224953">
              <w:rPr>
                <w:szCs w:val="28"/>
              </w:rPr>
              <w:t>г. Любим, ул. Даниловская, д.</w:t>
            </w:r>
            <w:r w:rsidR="00B54105">
              <w:rPr>
                <w:szCs w:val="28"/>
              </w:rPr>
              <w:t xml:space="preserve"> </w:t>
            </w:r>
            <w:r w:rsidRPr="00224953">
              <w:rPr>
                <w:szCs w:val="28"/>
              </w:rPr>
              <w:t>77/44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76:06:010312:49</w:t>
            </w:r>
          </w:p>
        </w:tc>
      </w:tr>
      <w:tr w:rsidR="00D91137" w:rsidRPr="00224953" w:rsidTr="00222690">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w:t>
            </w:r>
          </w:p>
        </w:tc>
        <w:tc>
          <w:tcPr>
            <w:tcW w:w="1289" w:type="pct"/>
            <w:tcBorders>
              <w:top w:val="nil"/>
              <w:left w:val="nil"/>
              <w:bottom w:val="single" w:sz="4" w:space="0" w:color="auto"/>
              <w:right w:val="single" w:sz="4" w:space="0" w:color="auto"/>
            </w:tcBorders>
            <w:shd w:val="clear" w:color="auto" w:fill="auto"/>
            <w:hideMark/>
          </w:tcPr>
          <w:p w:rsidR="00B5410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B54105" w:rsidRDefault="00D91137" w:rsidP="00B54105">
            <w:pPr>
              <w:ind w:firstLine="0"/>
              <w:jc w:val="left"/>
              <w:rPr>
                <w:szCs w:val="28"/>
              </w:rPr>
            </w:pPr>
            <w:r w:rsidRPr="00224953">
              <w:rPr>
                <w:szCs w:val="28"/>
              </w:rPr>
              <w:t xml:space="preserve">Ярославская область, </w:t>
            </w:r>
          </w:p>
          <w:p w:rsidR="00B54105" w:rsidRDefault="00D91137" w:rsidP="00B54105">
            <w:pPr>
              <w:ind w:firstLine="0"/>
              <w:jc w:val="left"/>
              <w:rPr>
                <w:szCs w:val="28"/>
              </w:rPr>
            </w:pPr>
            <w:r w:rsidRPr="00224953">
              <w:rPr>
                <w:szCs w:val="28"/>
              </w:rPr>
              <w:t>Любимский</w:t>
            </w:r>
            <w:r w:rsidR="00B54105">
              <w:rPr>
                <w:szCs w:val="28"/>
              </w:rPr>
              <w:t xml:space="preserve"> район</w:t>
            </w:r>
            <w:r w:rsidRPr="00224953">
              <w:rPr>
                <w:szCs w:val="28"/>
              </w:rPr>
              <w:t xml:space="preserve">, </w:t>
            </w:r>
          </w:p>
          <w:p w:rsidR="00D91137" w:rsidRPr="00224953" w:rsidRDefault="009C6C89" w:rsidP="00B54105">
            <w:pPr>
              <w:ind w:firstLine="0"/>
              <w:jc w:val="left"/>
              <w:rPr>
                <w:szCs w:val="28"/>
              </w:rPr>
            </w:pPr>
            <w:r>
              <w:rPr>
                <w:szCs w:val="28"/>
              </w:rPr>
              <w:t>г</w:t>
            </w:r>
            <w:r w:rsidR="00B54105">
              <w:rPr>
                <w:szCs w:val="28"/>
              </w:rPr>
              <w:t>.</w:t>
            </w:r>
            <w:r w:rsidR="00D91137" w:rsidRPr="00224953">
              <w:rPr>
                <w:szCs w:val="28"/>
              </w:rPr>
              <w:t xml:space="preserve"> Любим, </w:t>
            </w:r>
            <w:r w:rsidR="00026F23">
              <w:rPr>
                <w:szCs w:val="28"/>
              </w:rPr>
              <w:br/>
            </w:r>
            <w:r w:rsidR="00D91137" w:rsidRPr="00224953">
              <w:rPr>
                <w:szCs w:val="28"/>
              </w:rPr>
              <w:t>ул</w:t>
            </w:r>
            <w:r w:rsidR="00B54105">
              <w:rPr>
                <w:szCs w:val="28"/>
              </w:rPr>
              <w:t>. Ленина, д. </w:t>
            </w:r>
            <w:r w:rsidR="00D91137" w:rsidRPr="00224953">
              <w:rPr>
                <w:szCs w:val="28"/>
              </w:rPr>
              <w:t>11/14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76:06:010202:95</w:t>
            </w:r>
          </w:p>
        </w:tc>
      </w:tr>
      <w:tr w:rsidR="00D91137" w:rsidRPr="00224953" w:rsidTr="00222690">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8772D" w:rsidRDefault="0098772D"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98772D">
              <w:rPr>
                <w:szCs w:val="28"/>
              </w:rPr>
              <w:br/>
            </w:r>
            <w:r w:rsidRPr="00224953">
              <w:rPr>
                <w:szCs w:val="28"/>
              </w:rPr>
              <w:t xml:space="preserve">Любимский район, </w:t>
            </w:r>
            <w:r w:rsidR="0098772D">
              <w:rPr>
                <w:szCs w:val="28"/>
              </w:rPr>
              <w:br/>
            </w:r>
            <w:r w:rsidRPr="00224953">
              <w:rPr>
                <w:szCs w:val="28"/>
              </w:rPr>
              <w:t>г</w:t>
            </w:r>
            <w:r w:rsidR="0098772D">
              <w:rPr>
                <w:szCs w:val="28"/>
              </w:rPr>
              <w:t>.</w:t>
            </w:r>
            <w:r w:rsidRPr="00224953">
              <w:rPr>
                <w:szCs w:val="28"/>
              </w:rPr>
              <w:t xml:space="preserve"> Любим, ул</w:t>
            </w:r>
            <w:r w:rsidR="0098772D">
              <w:rPr>
                <w:szCs w:val="28"/>
              </w:rPr>
              <w:t>.</w:t>
            </w:r>
            <w:r w:rsidRPr="00224953">
              <w:rPr>
                <w:szCs w:val="28"/>
              </w:rPr>
              <w:t xml:space="preserve"> Даниловская, </w:t>
            </w:r>
            <w:r w:rsidR="0098772D">
              <w:rPr>
                <w:szCs w:val="28"/>
              </w:rPr>
              <w:t xml:space="preserve">д. </w:t>
            </w:r>
            <w:r w:rsidRPr="00224953">
              <w:rPr>
                <w:szCs w:val="28"/>
              </w:rPr>
              <w:t>17, 22, 24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76:06:010402:110</w:t>
            </w:r>
          </w:p>
        </w:tc>
      </w:tr>
      <w:tr w:rsidR="00D91137" w:rsidRPr="00224953" w:rsidTr="00222690">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w:t>
            </w:r>
          </w:p>
        </w:tc>
        <w:tc>
          <w:tcPr>
            <w:tcW w:w="1289" w:type="pct"/>
            <w:tcBorders>
              <w:top w:val="single" w:sz="4" w:space="0" w:color="auto"/>
              <w:left w:val="nil"/>
              <w:bottom w:val="single" w:sz="4" w:space="0" w:color="auto"/>
              <w:right w:val="single" w:sz="4" w:space="0" w:color="auto"/>
            </w:tcBorders>
            <w:shd w:val="clear" w:color="auto" w:fill="auto"/>
            <w:hideMark/>
          </w:tcPr>
          <w:p w:rsidR="0098772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98772D">
              <w:rPr>
                <w:szCs w:val="28"/>
              </w:rPr>
              <w:t>асть</w:t>
            </w:r>
            <w:r w:rsidRPr="00224953">
              <w:rPr>
                <w:szCs w:val="28"/>
              </w:rPr>
              <w:t xml:space="preserve">, </w:t>
            </w:r>
            <w:r w:rsidR="0098772D">
              <w:rPr>
                <w:szCs w:val="28"/>
              </w:rPr>
              <w:br/>
              <w:t>Любимский райо</w:t>
            </w:r>
            <w:r w:rsidRPr="00224953">
              <w:rPr>
                <w:szCs w:val="28"/>
              </w:rPr>
              <w:t xml:space="preserve">н, </w:t>
            </w:r>
            <w:r w:rsidR="0098772D">
              <w:rPr>
                <w:szCs w:val="28"/>
              </w:rPr>
              <w:br/>
            </w:r>
            <w:r w:rsidRPr="00224953">
              <w:rPr>
                <w:szCs w:val="28"/>
              </w:rPr>
              <w:lastRenderedPageBreak/>
              <w:t>г</w:t>
            </w:r>
            <w:r w:rsidR="0098772D">
              <w:rPr>
                <w:szCs w:val="28"/>
              </w:rPr>
              <w:t>.</w:t>
            </w:r>
            <w:r w:rsidRPr="00224953">
              <w:rPr>
                <w:szCs w:val="28"/>
              </w:rPr>
              <w:t xml:space="preserve"> Любим, ул</w:t>
            </w:r>
            <w:r w:rsidR="0098772D">
              <w:rPr>
                <w:szCs w:val="28"/>
              </w:rPr>
              <w:t>.</w:t>
            </w:r>
            <w:r w:rsidRPr="00224953">
              <w:rPr>
                <w:szCs w:val="28"/>
              </w:rPr>
              <w:t xml:space="preserve"> Набережная реки Обноры</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76:06:010315:30</w:t>
            </w:r>
          </w:p>
        </w:tc>
      </w:tr>
      <w:tr w:rsidR="00D91137" w:rsidRPr="00224953" w:rsidTr="00026F23">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w:t>
            </w:r>
          </w:p>
        </w:tc>
        <w:tc>
          <w:tcPr>
            <w:tcW w:w="1289" w:type="pct"/>
            <w:tcBorders>
              <w:top w:val="nil"/>
              <w:left w:val="nil"/>
              <w:bottom w:val="single" w:sz="4" w:space="0" w:color="auto"/>
              <w:right w:val="single" w:sz="4" w:space="0" w:color="auto"/>
            </w:tcBorders>
            <w:shd w:val="clear" w:color="auto" w:fill="auto"/>
            <w:hideMark/>
          </w:tcPr>
          <w:p w:rsidR="0098772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98772D">
            <w:pPr>
              <w:ind w:firstLine="0"/>
              <w:jc w:val="left"/>
              <w:rPr>
                <w:szCs w:val="28"/>
              </w:rPr>
            </w:pPr>
            <w:r w:rsidRPr="00224953">
              <w:rPr>
                <w:szCs w:val="28"/>
              </w:rPr>
              <w:t xml:space="preserve">Ярославская область, </w:t>
            </w:r>
            <w:r w:rsidR="0098772D">
              <w:rPr>
                <w:szCs w:val="28"/>
              </w:rPr>
              <w:br/>
            </w:r>
            <w:r w:rsidRPr="00224953">
              <w:rPr>
                <w:szCs w:val="28"/>
              </w:rPr>
              <w:t>Ростовский р</w:t>
            </w:r>
            <w:r w:rsidR="0098772D">
              <w:rPr>
                <w:szCs w:val="28"/>
              </w:rPr>
              <w:t>айо</w:t>
            </w:r>
            <w:r w:rsidRPr="00224953">
              <w:rPr>
                <w:szCs w:val="28"/>
              </w:rPr>
              <w:t xml:space="preserve">н, </w:t>
            </w:r>
            <w:r w:rsidR="0098772D">
              <w:rPr>
                <w:szCs w:val="28"/>
              </w:rPr>
              <w:t>рабочий поселок</w:t>
            </w:r>
            <w:r w:rsidRPr="00224953">
              <w:rPr>
                <w:szCs w:val="28"/>
              </w:rPr>
              <w:t xml:space="preserve"> Ишня, </w:t>
            </w:r>
            <w:r w:rsidR="00026F23">
              <w:rPr>
                <w:szCs w:val="28"/>
              </w:rPr>
              <w:br/>
            </w:r>
            <w:r w:rsidRPr="00224953">
              <w:rPr>
                <w:szCs w:val="28"/>
              </w:rPr>
              <w:t>по ул.</w:t>
            </w:r>
            <w:r w:rsidR="0098772D">
              <w:rPr>
                <w:szCs w:val="28"/>
              </w:rPr>
              <w:t xml:space="preserve"> </w:t>
            </w:r>
            <w:r w:rsidRPr="00224953">
              <w:rPr>
                <w:szCs w:val="28"/>
              </w:rPr>
              <w:t>Ростовская, ул.</w:t>
            </w:r>
            <w:r w:rsidR="00026F23">
              <w:rPr>
                <w:szCs w:val="28"/>
              </w:rPr>
              <w:t> </w:t>
            </w:r>
            <w:r w:rsidRPr="00224953">
              <w:rPr>
                <w:szCs w:val="28"/>
              </w:rPr>
              <w:t>Дружбы</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76:13:010101:4431</w:t>
            </w:r>
          </w:p>
        </w:tc>
      </w:tr>
      <w:tr w:rsidR="00D91137" w:rsidRPr="00224953" w:rsidTr="00026F23">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w:t>
            </w:r>
          </w:p>
        </w:tc>
        <w:tc>
          <w:tcPr>
            <w:tcW w:w="1289" w:type="pct"/>
            <w:tcBorders>
              <w:top w:val="single" w:sz="4" w:space="0" w:color="auto"/>
              <w:left w:val="nil"/>
              <w:bottom w:val="single" w:sz="4" w:space="0" w:color="auto"/>
              <w:right w:val="single" w:sz="4" w:space="0" w:color="auto"/>
            </w:tcBorders>
            <w:shd w:val="clear" w:color="auto" w:fill="auto"/>
            <w:hideMark/>
          </w:tcPr>
          <w:p w:rsidR="0098772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98772D">
            <w:pPr>
              <w:ind w:firstLine="0"/>
              <w:jc w:val="left"/>
              <w:rPr>
                <w:szCs w:val="28"/>
              </w:rPr>
            </w:pPr>
            <w:r w:rsidRPr="00224953">
              <w:rPr>
                <w:szCs w:val="28"/>
              </w:rPr>
              <w:t xml:space="preserve">Ярославская область, </w:t>
            </w:r>
            <w:r w:rsidR="0098772D">
              <w:rPr>
                <w:szCs w:val="28"/>
              </w:rPr>
              <w:br/>
            </w:r>
            <w:r w:rsidRPr="00224953">
              <w:rPr>
                <w:szCs w:val="28"/>
              </w:rPr>
              <w:t>Ростовский</w:t>
            </w:r>
            <w:r w:rsidR="0098772D">
              <w:rPr>
                <w:szCs w:val="28"/>
              </w:rPr>
              <w:t xml:space="preserve"> район</w:t>
            </w:r>
            <w:r w:rsidRPr="00224953">
              <w:rPr>
                <w:szCs w:val="28"/>
              </w:rPr>
              <w:t xml:space="preserve">, </w:t>
            </w:r>
            <w:r w:rsidR="0098772D">
              <w:rPr>
                <w:szCs w:val="28"/>
              </w:rPr>
              <w:br/>
            </w:r>
            <w:r w:rsidRPr="00224953">
              <w:rPr>
                <w:szCs w:val="28"/>
              </w:rPr>
              <w:t>с</w:t>
            </w:r>
            <w:r w:rsidR="009C6C89">
              <w:rPr>
                <w:szCs w:val="28"/>
              </w:rPr>
              <w:t>.</w:t>
            </w:r>
            <w:r w:rsidRPr="00224953">
              <w:rPr>
                <w:szCs w:val="28"/>
              </w:rPr>
              <w:t xml:space="preserve"> Шурскол, </w:t>
            </w:r>
            <w:r w:rsidR="0098772D">
              <w:rPr>
                <w:szCs w:val="28"/>
              </w:rPr>
              <w:t>к</w:t>
            </w:r>
            <w:r w:rsidRPr="00224953">
              <w:rPr>
                <w:szCs w:val="28"/>
              </w:rPr>
              <w:t>вартал Б</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76:13:011801:1358</w:t>
            </w:r>
          </w:p>
        </w:tc>
      </w:tr>
      <w:tr w:rsidR="00D91137" w:rsidRPr="00224953" w:rsidTr="00F7316E">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8772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8772D" w:rsidRDefault="00D91137" w:rsidP="00D91137">
            <w:pPr>
              <w:ind w:firstLine="0"/>
              <w:jc w:val="left"/>
              <w:rPr>
                <w:szCs w:val="28"/>
              </w:rPr>
            </w:pPr>
            <w:r w:rsidRPr="00224953">
              <w:rPr>
                <w:szCs w:val="28"/>
              </w:rPr>
              <w:t xml:space="preserve">Ярославская область, </w:t>
            </w:r>
          </w:p>
          <w:p w:rsidR="0098772D" w:rsidRDefault="0098772D" w:rsidP="0098772D">
            <w:pPr>
              <w:ind w:firstLine="0"/>
              <w:jc w:val="left"/>
              <w:rPr>
                <w:szCs w:val="28"/>
              </w:rPr>
            </w:pPr>
            <w:r>
              <w:rPr>
                <w:szCs w:val="28"/>
              </w:rPr>
              <w:t>Ростовский райо</w:t>
            </w:r>
            <w:r w:rsidR="00D91137" w:rsidRPr="00224953">
              <w:rPr>
                <w:szCs w:val="28"/>
              </w:rPr>
              <w:t xml:space="preserve">н, </w:t>
            </w:r>
          </w:p>
          <w:p w:rsidR="0098772D" w:rsidRDefault="0098772D" w:rsidP="0098772D">
            <w:pPr>
              <w:ind w:firstLine="0"/>
              <w:jc w:val="left"/>
              <w:rPr>
                <w:szCs w:val="28"/>
              </w:rPr>
            </w:pPr>
            <w:r>
              <w:rPr>
                <w:szCs w:val="28"/>
              </w:rPr>
              <w:t>рабочий поселок</w:t>
            </w:r>
            <w:r w:rsidR="00D91137" w:rsidRPr="00224953">
              <w:rPr>
                <w:szCs w:val="28"/>
              </w:rPr>
              <w:t xml:space="preserve"> Ишня, </w:t>
            </w:r>
          </w:p>
          <w:p w:rsidR="00D91137" w:rsidRPr="00224953" w:rsidRDefault="00D91137" w:rsidP="0098772D">
            <w:pPr>
              <w:ind w:firstLine="0"/>
              <w:jc w:val="left"/>
              <w:rPr>
                <w:szCs w:val="28"/>
              </w:rPr>
            </w:pPr>
            <w:r w:rsidRPr="00224953">
              <w:rPr>
                <w:szCs w:val="28"/>
              </w:rPr>
              <w:t>ул.</w:t>
            </w:r>
            <w:r w:rsidR="0098772D">
              <w:rPr>
                <w:szCs w:val="28"/>
              </w:rPr>
              <w:t xml:space="preserve"> </w:t>
            </w:r>
            <w:r w:rsidRPr="00224953">
              <w:rPr>
                <w:szCs w:val="28"/>
              </w:rPr>
              <w:t>Ростовская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76:13:010101:4326</w:t>
            </w:r>
          </w:p>
        </w:tc>
      </w:tr>
      <w:tr w:rsidR="00D91137" w:rsidRPr="00224953" w:rsidTr="00F7316E">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46B2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046B27">
            <w:pPr>
              <w:ind w:firstLine="0"/>
              <w:jc w:val="left"/>
              <w:rPr>
                <w:szCs w:val="28"/>
              </w:rPr>
            </w:pPr>
            <w:r w:rsidRPr="00224953">
              <w:rPr>
                <w:szCs w:val="28"/>
              </w:rPr>
              <w:t xml:space="preserve">Ярославская область, </w:t>
            </w:r>
            <w:r w:rsidR="00046B27">
              <w:rPr>
                <w:szCs w:val="28"/>
              </w:rPr>
              <w:br/>
            </w:r>
            <w:r w:rsidRPr="00224953">
              <w:rPr>
                <w:szCs w:val="28"/>
              </w:rPr>
              <w:t>Ростовский</w:t>
            </w:r>
            <w:r w:rsidR="00046B27">
              <w:rPr>
                <w:szCs w:val="28"/>
              </w:rPr>
              <w:t xml:space="preserve"> район</w:t>
            </w:r>
            <w:r w:rsidRPr="00224953">
              <w:rPr>
                <w:szCs w:val="28"/>
              </w:rPr>
              <w:t xml:space="preserve">, </w:t>
            </w:r>
            <w:r w:rsidR="00046B27">
              <w:rPr>
                <w:szCs w:val="28"/>
              </w:rPr>
              <w:t>рабочий поселок</w:t>
            </w:r>
            <w:r w:rsidRPr="00224953">
              <w:rPr>
                <w:szCs w:val="28"/>
              </w:rPr>
              <w:t xml:space="preserve"> Ишня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76:13:010101:4430</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w:t>
            </w:r>
          </w:p>
        </w:tc>
        <w:tc>
          <w:tcPr>
            <w:tcW w:w="1289" w:type="pct"/>
            <w:tcBorders>
              <w:top w:val="single" w:sz="4" w:space="0" w:color="auto"/>
              <w:left w:val="nil"/>
              <w:bottom w:val="single" w:sz="4" w:space="0" w:color="auto"/>
              <w:right w:val="single" w:sz="4" w:space="0" w:color="auto"/>
            </w:tcBorders>
            <w:shd w:val="clear" w:color="auto" w:fill="auto"/>
            <w:hideMark/>
          </w:tcPr>
          <w:p w:rsidR="00046B2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046B27" w:rsidRDefault="00D91137" w:rsidP="00D91137">
            <w:pPr>
              <w:ind w:firstLine="0"/>
              <w:jc w:val="left"/>
              <w:rPr>
                <w:szCs w:val="28"/>
              </w:rPr>
            </w:pPr>
            <w:r w:rsidRPr="00224953">
              <w:rPr>
                <w:szCs w:val="28"/>
              </w:rPr>
              <w:t xml:space="preserve">Ярославская область, </w:t>
            </w:r>
          </w:p>
          <w:p w:rsidR="00046B27" w:rsidRDefault="00046B27" w:rsidP="00046B27">
            <w:pPr>
              <w:ind w:firstLine="0"/>
              <w:jc w:val="left"/>
              <w:rPr>
                <w:szCs w:val="28"/>
              </w:rPr>
            </w:pPr>
            <w:r>
              <w:rPr>
                <w:szCs w:val="28"/>
              </w:rPr>
              <w:t>Ростовский райо</w:t>
            </w:r>
            <w:r w:rsidR="00D91137" w:rsidRPr="00224953">
              <w:rPr>
                <w:szCs w:val="28"/>
              </w:rPr>
              <w:t xml:space="preserve">н, </w:t>
            </w:r>
          </w:p>
          <w:p w:rsidR="00D91137" w:rsidRPr="00224953" w:rsidRDefault="00046B27" w:rsidP="00046B27">
            <w:pPr>
              <w:ind w:firstLine="0"/>
              <w:jc w:val="left"/>
              <w:rPr>
                <w:szCs w:val="28"/>
              </w:rPr>
            </w:pPr>
            <w:r>
              <w:rPr>
                <w:szCs w:val="28"/>
              </w:rPr>
              <w:t>рабочий поселок</w:t>
            </w:r>
            <w:r w:rsidR="00D91137" w:rsidRPr="00224953">
              <w:rPr>
                <w:szCs w:val="28"/>
              </w:rPr>
              <w:t xml:space="preserve"> Ишня, ул.</w:t>
            </w:r>
            <w:r>
              <w:rPr>
                <w:szCs w:val="28"/>
              </w:rPr>
              <w:t> </w:t>
            </w:r>
            <w:r w:rsidR="00D91137" w:rsidRPr="00224953">
              <w:rPr>
                <w:szCs w:val="28"/>
              </w:rPr>
              <w:t>Ростовская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76:13:010101:4327</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w:t>
            </w:r>
          </w:p>
        </w:tc>
        <w:tc>
          <w:tcPr>
            <w:tcW w:w="1289" w:type="pct"/>
            <w:tcBorders>
              <w:top w:val="nil"/>
              <w:left w:val="nil"/>
              <w:bottom w:val="single" w:sz="4" w:space="0" w:color="auto"/>
              <w:right w:val="single" w:sz="4" w:space="0" w:color="auto"/>
            </w:tcBorders>
            <w:shd w:val="clear" w:color="auto" w:fill="auto"/>
            <w:hideMark/>
          </w:tcPr>
          <w:p w:rsidR="0007129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071290" w:rsidRDefault="00D91137" w:rsidP="00D91137">
            <w:pPr>
              <w:ind w:firstLine="0"/>
              <w:jc w:val="left"/>
              <w:rPr>
                <w:szCs w:val="28"/>
              </w:rPr>
            </w:pPr>
            <w:r w:rsidRPr="00224953">
              <w:rPr>
                <w:szCs w:val="28"/>
              </w:rPr>
              <w:t>Яр</w:t>
            </w:r>
            <w:r w:rsidR="00071290">
              <w:rPr>
                <w:szCs w:val="28"/>
              </w:rPr>
              <w:t>ославская область, Некоузский райо</w:t>
            </w:r>
            <w:r w:rsidRPr="00224953">
              <w:rPr>
                <w:szCs w:val="28"/>
              </w:rPr>
              <w:t xml:space="preserve">н, </w:t>
            </w:r>
            <w:r w:rsidR="00071290">
              <w:rPr>
                <w:szCs w:val="28"/>
              </w:rPr>
              <w:br/>
            </w:r>
            <w:r w:rsidRPr="00224953">
              <w:rPr>
                <w:szCs w:val="28"/>
              </w:rPr>
              <w:t>с.</w:t>
            </w:r>
            <w:r w:rsidR="00071290">
              <w:rPr>
                <w:szCs w:val="28"/>
              </w:rPr>
              <w:t xml:space="preserve"> </w:t>
            </w:r>
            <w:r w:rsidRPr="00224953">
              <w:rPr>
                <w:szCs w:val="28"/>
              </w:rPr>
              <w:t xml:space="preserve">Новый Некоуз, </w:t>
            </w:r>
          </w:p>
          <w:p w:rsidR="00D91137" w:rsidRPr="00224953" w:rsidRDefault="00D91137" w:rsidP="00D91137">
            <w:pPr>
              <w:ind w:firstLine="0"/>
              <w:jc w:val="left"/>
              <w:rPr>
                <w:szCs w:val="28"/>
              </w:rPr>
            </w:pPr>
            <w:r w:rsidRPr="00224953">
              <w:rPr>
                <w:szCs w:val="28"/>
              </w:rPr>
              <w:t>ул.</w:t>
            </w:r>
            <w:r w:rsidR="00071290">
              <w:rPr>
                <w:szCs w:val="28"/>
              </w:rPr>
              <w:t xml:space="preserve"> </w:t>
            </w:r>
            <w:r w:rsidRPr="00224953">
              <w:rPr>
                <w:szCs w:val="28"/>
              </w:rPr>
              <w:t>Юбилейная, д.</w:t>
            </w:r>
            <w:r w:rsidR="00071290">
              <w:rPr>
                <w:szCs w:val="28"/>
              </w:rPr>
              <w:t xml:space="preserve"> </w:t>
            </w:r>
            <w:r w:rsidRPr="00224953">
              <w:rPr>
                <w:szCs w:val="28"/>
              </w:rPr>
              <w:t>24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76:08:030719:68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w:t>
            </w:r>
          </w:p>
        </w:tc>
        <w:tc>
          <w:tcPr>
            <w:tcW w:w="1289" w:type="pct"/>
            <w:tcBorders>
              <w:top w:val="nil"/>
              <w:left w:val="nil"/>
              <w:bottom w:val="single" w:sz="4" w:space="0" w:color="auto"/>
              <w:right w:val="single" w:sz="4" w:space="0" w:color="auto"/>
            </w:tcBorders>
            <w:shd w:val="clear" w:color="auto" w:fill="auto"/>
            <w:hideMark/>
          </w:tcPr>
          <w:p w:rsidR="00AE426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AE426D" w:rsidRDefault="00D91137" w:rsidP="00AE426D">
            <w:pPr>
              <w:ind w:firstLine="0"/>
              <w:jc w:val="left"/>
              <w:rPr>
                <w:szCs w:val="28"/>
              </w:rPr>
            </w:pPr>
            <w:r w:rsidRPr="00224953">
              <w:rPr>
                <w:szCs w:val="28"/>
              </w:rPr>
              <w:t xml:space="preserve">Ярославская область, </w:t>
            </w:r>
          </w:p>
          <w:p w:rsidR="00D91137" w:rsidRPr="00224953" w:rsidRDefault="00D91137" w:rsidP="00AE426D">
            <w:pPr>
              <w:ind w:firstLine="0"/>
              <w:jc w:val="left"/>
              <w:rPr>
                <w:szCs w:val="28"/>
              </w:rPr>
            </w:pPr>
            <w:r w:rsidRPr="00224953">
              <w:rPr>
                <w:szCs w:val="28"/>
              </w:rPr>
              <w:t>Любимский</w:t>
            </w:r>
            <w:r w:rsidR="00AE426D">
              <w:rPr>
                <w:szCs w:val="28"/>
              </w:rPr>
              <w:t xml:space="preserve"> район</w:t>
            </w:r>
            <w:r w:rsidRPr="00224953">
              <w:rPr>
                <w:szCs w:val="28"/>
              </w:rPr>
              <w:t xml:space="preserve">, </w:t>
            </w:r>
            <w:r w:rsidR="00AE426D">
              <w:rPr>
                <w:szCs w:val="28"/>
              </w:rPr>
              <w:br/>
            </w:r>
            <w:r w:rsidRPr="00224953">
              <w:rPr>
                <w:szCs w:val="28"/>
              </w:rPr>
              <w:t>г</w:t>
            </w:r>
            <w:r w:rsidR="00AE426D">
              <w:rPr>
                <w:szCs w:val="28"/>
              </w:rPr>
              <w:t>.</w:t>
            </w:r>
            <w:r w:rsidRPr="00224953">
              <w:rPr>
                <w:szCs w:val="28"/>
              </w:rPr>
              <w:t xml:space="preserve"> Любим, ул</w:t>
            </w:r>
            <w:r w:rsidR="00AE426D">
              <w:rPr>
                <w:szCs w:val="28"/>
              </w:rPr>
              <w:t>.</w:t>
            </w:r>
            <w:r w:rsidRPr="00224953">
              <w:rPr>
                <w:szCs w:val="28"/>
              </w:rPr>
              <w:t xml:space="preserve"> Розы </w:t>
            </w:r>
            <w:r w:rsidR="00AE426D">
              <w:rPr>
                <w:szCs w:val="28"/>
              </w:rPr>
              <w:br/>
            </w:r>
            <w:r w:rsidRPr="00224953">
              <w:rPr>
                <w:szCs w:val="28"/>
              </w:rPr>
              <w:t>Люксембург, д</w:t>
            </w:r>
            <w:r w:rsidR="00AE426D">
              <w:rPr>
                <w:szCs w:val="28"/>
              </w:rPr>
              <w:t>.</w:t>
            </w:r>
            <w:r w:rsidRPr="00224953">
              <w:rPr>
                <w:szCs w:val="28"/>
              </w:rPr>
              <w:t xml:space="preserve"> 3, 5, 8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76:06:010312:50</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w:t>
            </w:r>
          </w:p>
        </w:tc>
        <w:tc>
          <w:tcPr>
            <w:tcW w:w="1289" w:type="pct"/>
            <w:tcBorders>
              <w:top w:val="nil"/>
              <w:left w:val="nil"/>
              <w:bottom w:val="single" w:sz="4" w:space="0" w:color="auto"/>
              <w:right w:val="single" w:sz="4" w:space="0" w:color="auto"/>
            </w:tcBorders>
            <w:shd w:val="clear" w:color="auto" w:fill="auto"/>
            <w:hideMark/>
          </w:tcPr>
          <w:p w:rsidR="00AE426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w:t>
            </w:r>
            <w:r w:rsidR="00AE426D">
              <w:rPr>
                <w:szCs w:val="28"/>
              </w:rPr>
              <w:t xml:space="preserve">вская область, </w:t>
            </w:r>
            <w:r w:rsidR="00AE426D">
              <w:rPr>
                <w:szCs w:val="28"/>
              </w:rPr>
              <w:br/>
              <w:t>Борисоглебский район, п</w:t>
            </w:r>
            <w:r w:rsidRPr="00224953">
              <w:rPr>
                <w:szCs w:val="28"/>
              </w:rPr>
              <w:t>.</w:t>
            </w:r>
            <w:r w:rsidR="00AE426D">
              <w:rPr>
                <w:szCs w:val="28"/>
              </w:rPr>
              <w:t> </w:t>
            </w:r>
            <w:r w:rsidRPr="00224953">
              <w:rPr>
                <w:szCs w:val="28"/>
              </w:rPr>
              <w:t xml:space="preserve">Борисоглебский, </w:t>
            </w:r>
            <w:r w:rsidR="00AE426D">
              <w:rPr>
                <w:szCs w:val="28"/>
              </w:rPr>
              <w:br/>
            </w:r>
            <w:r w:rsidRPr="00224953">
              <w:rPr>
                <w:szCs w:val="28"/>
              </w:rPr>
              <w:t>ул.</w:t>
            </w:r>
            <w:r w:rsidR="00AE426D">
              <w:rPr>
                <w:szCs w:val="28"/>
              </w:rPr>
              <w:t xml:space="preserve"> </w:t>
            </w:r>
            <w:r w:rsidRPr="00224953">
              <w:rPr>
                <w:szCs w:val="28"/>
              </w:rPr>
              <w:t>Октябрьская, Красноармейская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76:02:010101:467</w:t>
            </w:r>
          </w:p>
        </w:tc>
      </w:tr>
      <w:tr w:rsidR="00D91137" w:rsidRPr="00224953" w:rsidTr="00222690">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w:t>
            </w:r>
          </w:p>
        </w:tc>
        <w:tc>
          <w:tcPr>
            <w:tcW w:w="1289" w:type="pct"/>
            <w:tcBorders>
              <w:top w:val="nil"/>
              <w:left w:val="nil"/>
              <w:bottom w:val="single" w:sz="4" w:space="0" w:color="auto"/>
              <w:right w:val="single" w:sz="4" w:space="0" w:color="auto"/>
            </w:tcBorders>
            <w:shd w:val="clear" w:color="auto" w:fill="auto"/>
            <w:hideMark/>
          </w:tcPr>
          <w:p w:rsidR="00AE426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с целью реконструкции индивидуальных жилых домов</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AE426D">
              <w:rPr>
                <w:szCs w:val="28"/>
              </w:rPr>
              <w:br/>
            </w:r>
            <w:r w:rsidRPr="00224953">
              <w:rPr>
                <w:szCs w:val="28"/>
              </w:rPr>
              <w:t>г.</w:t>
            </w:r>
            <w:r w:rsidR="00AE426D">
              <w:rPr>
                <w:szCs w:val="28"/>
              </w:rPr>
              <w:t xml:space="preserve"> </w:t>
            </w:r>
            <w:r w:rsidRPr="00224953">
              <w:rPr>
                <w:szCs w:val="28"/>
              </w:rPr>
              <w:t>Ростов, ул.</w:t>
            </w:r>
            <w:r w:rsidR="00AE426D">
              <w:rPr>
                <w:szCs w:val="28"/>
              </w:rPr>
              <w:t xml:space="preserve"> Фрунзе к жилым домам </w:t>
            </w:r>
            <w:r w:rsidRPr="00224953">
              <w:rPr>
                <w:szCs w:val="28"/>
              </w:rPr>
              <w:t>№</w:t>
            </w:r>
            <w:r w:rsidR="00AE426D">
              <w:rPr>
                <w:szCs w:val="28"/>
              </w:rPr>
              <w:t xml:space="preserve"> </w:t>
            </w:r>
            <w:r w:rsidRPr="00224953">
              <w:rPr>
                <w:szCs w:val="28"/>
              </w:rPr>
              <w:t>26,</w:t>
            </w:r>
            <w:r w:rsidR="00AE426D">
              <w:rPr>
                <w:szCs w:val="28"/>
              </w:rPr>
              <w:t xml:space="preserve"> </w:t>
            </w:r>
            <w:r w:rsidRPr="00224953">
              <w:rPr>
                <w:szCs w:val="28"/>
              </w:rPr>
              <w:t>28,</w:t>
            </w:r>
            <w:r w:rsidR="00AE426D">
              <w:rPr>
                <w:szCs w:val="28"/>
              </w:rPr>
              <w:t xml:space="preserve"> </w:t>
            </w:r>
            <w:r w:rsidRPr="00224953">
              <w:rPr>
                <w:szCs w:val="28"/>
              </w:rPr>
              <w:t>30,</w:t>
            </w:r>
            <w:r w:rsidR="00AE426D">
              <w:rPr>
                <w:szCs w:val="28"/>
              </w:rPr>
              <w:t xml:space="preserve"> </w:t>
            </w:r>
            <w:r w:rsidRPr="00224953">
              <w:rPr>
                <w:szCs w:val="28"/>
              </w:rPr>
              <w:t>32,</w:t>
            </w:r>
            <w:r w:rsidR="00AE426D">
              <w:rPr>
                <w:szCs w:val="28"/>
              </w:rPr>
              <w:t xml:space="preserve"> </w:t>
            </w:r>
            <w:r w:rsidRPr="00224953">
              <w:rPr>
                <w:szCs w:val="28"/>
              </w:rPr>
              <w:t>34</w:t>
            </w:r>
            <w:r w:rsidR="00AE426D">
              <w:rPr>
                <w:szCs w:val="28"/>
              </w:rPr>
              <w:t>,</w:t>
            </w:r>
            <w:r w:rsidRPr="00224953">
              <w:rPr>
                <w:szCs w:val="28"/>
              </w:rPr>
              <w:t xml:space="preserve"> ул.</w:t>
            </w:r>
            <w:r w:rsidR="00AE426D">
              <w:rPr>
                <w:szCs w:val="28"/>
              </w:rPr>
              <w:t xml:space="preserve"> Октябрьская к </w:t>
            </w:r>
            <w:r w:rsidRPr="00224953">
              <w:rPr>
                <w:szCs w:val="28"/>
              </w:rPr>
              <w:t>дому №</w:t>
            </w:r>
            <w:r w:rsidR="00AE426D">
              <w:rPr>
                <w:szCs w:val="28"/>
              </w:rPr>
              <w:t xml:space="preserve"> </w:t>
            </w:r>
            <w:r w:rsidRPr="00224953">
              <w:rPr>
                <w:szCs w:val="28"/>
              </w:rPr>
              <w:t>34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76:19:010101:2180</w:t>
            </w:r>
          </w:p>
        </w:tc>
      </w:tr>
      <w:tr w:rsidR="00D91137" w:rsidRPr="00224953" w:rsidTr="00222690">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C30F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с целью рекон</w:t>
            </w:r>
            <w:r w:rsidRPr="00224953">
              <w:rPr>
                <w:szCs w:val="28"/>
              </w:rPr>
              <w:lastRenderedPageBreak/>
              <w:t>струкции индивидуальных жилых домов</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C30FD" w:rsidRDefault="00D91137" w:rsidP="00D91137">
            <w:pPr>
              <w:ind w:firstLine="0"/>
              <w:jc w:val="left"/>
              <w:rPr>
                <w:szCs w:val="28"/>
              </w:rPr>
            </w:pPr>
            <w:r w:rsidRPr="00224953">
              <w:rPr>
                <w:szCs w:val="28"/>
              </w:rPr>
              <w:lastRenderedPageBreak/>
              <w:t xml:space="preserve">Ярославская область, </w:t>
            </w:r>
          </w:p>
          <w:p w:rsidR="00D91137" w:rsidRPr="00224953" w:rsidRDefault="00D91137" w:rsidP="00D91137">
            <w:pPr>
              <w:ind w:firstLine="0"/>
              <w:jc w:val="left"/>
              <w:rPr>
                <w:szCs w:val="28"/>
              </w:rPr>
            </w:pPr>
            <w:r w:rsidRPr="00224953">
              <w:rPr>
                <w:szCs w:val="28"/>
              </w:rPr>
              <w:t>г.</w:t>
            </w:r>
            <w:r w:rsidR="009C30FD">
              <w:rPr>
                <w:szCs w:val="28"/>
              </w:rPr>
              <w:t xml:space="preserve"> </w:t>
            </w:r>
            <w:r w:rsidRPr="00224953">
              <w:rPr>
                <w:szCs w:val="28"/>
              </w:rPr>
              <w:t>Ростов, ул.</w:t>
            </w:r>
            <w:r w:rsidR="009C30FD">
              <w:rPr>
                <w:szCs w:val="28"/>
              </w:rPr>
              <w:t xml:space="preserve"> Пушкинская, к жилым домам </w:t>
            </w:r>
            <w:r w:rsidRPr="00224953">
              <w:rPr>
                <w:szCs w:val="28"/>
              </w:rPr>
              <w:t>№</w:t>
            </w:r>
            <w:r w:rsidR="009C30FD">
              <w:rPr>
                <w:szCs w:val="28"/>
              </w:rPr>
              <w:t xml:space="preserve"> </w:t>
            </w:r>
            <w:r w:rsidRPr="00224953">
              <w:rPr>
                <w:szCs w:val="28"/>
              </w:rPr>
              <w:t>6,</w:t>
            </w:r>
            <w:r w:rsidR="009C30FD">
              <w:rPr>
                <w:szCs w:val="28"/>
              </w:rPr>
              <w:t xml:space="preserve"> </w:t>
            </w:r>
            <w:r w:rsidRPr="00224953">
              <w:rPr>
                <w:szCs w:val="28"/>
              </w:rPr>
              <w:t>8,</w:t>
            </w:r>
            <w:r w:rsidR="009C30FD">
              <w:rPr>
                <w:szCs w:val="28"/>
              </w:rPr>
              <w:t xml:space="preserve"> </w:t>
            </w:r>
            <w:r w:rsidRPr="00224953">
              <w:rPr>
                <w:szCs w:val="28"/>
              </w:rPr>
              <w:t>10,</w:t>
            </w:r>
            <w:r w:rsidR="009C30FD">
              <w:rPr>
                <w:szCs w:val="28"/>
              </w:rPr>
              <w:t xml:space="preserve"> </w:t>
            </w:r>
            <w:r w:rsidRPr="00224953">
              <w:rPr>
                <w:szCs w:val="28"/>
              </w:rPr>
              <w:t>12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76:19:010101:2123</w:t>
            </w:r>
          </w:p>
        </w:tc>
      </w:tr>
      <w:tr w:rsidR="00D91137" w:rsidRPr="00224953" w:rsidTr="00222690">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423D0D">
            <w:pPr>
              <w:ind w:firstLine="0"/>
              <w:jc w:val="left"/>
              <w:rPr>
                <w:szCs w:val="28"/>
              </w:rPr>
            </w:pPr>
            <w:r w:rsidRPr="00224953">
              <w:rPr>
                <w:szCs w:val="28"/>
              </w:rPr>
              <w:t>Газопровод-ввод к жилому дому №</w:t>
            </w:r>
            <w:r w:rsidR="00423D0D">
              <w:rPr>
                <w:szCs w:val="28"/>
              </w:rPr>
              <w:t> </w:t>
            </w:r>
            <w:r w:rsidRPr="00224953">
              <w:rPr>
                <w:szCs w:val="28"/>
              </w:rPr>
              <w:t>25б</w:t>
            </w:r>
          </w:p>
        </w:tc>
        <w:tc>
          <w:tcPr>
            <w:tcW w:w="1819" w:type="pct"/>
            <w:tcBorders>
              <w:top w:val="single" w:sz="4" w:space="0" w:color="auto"/>
              <w:left w:val="nil"/>
              <w:bottom w:val="single" w:sz="4" w:space="0" w:color="auto"/>
              <w:right w:val="single" w:sz="4" w:space="0" w:color="auto"/>
            </w:tcBorders>
            <w:shd w:val="clear" w:color="auto" w:fill="auto"/>
            <w:hideMark/>
          </w:tcPr>
          <w:p w:rsidR="00423D0D" w:rsidRDefault="00D91137" w:rsidP="00423D0D">
            <w:pPr>
              <w:ind w:firstLine="0"/>
              <w:jc w:val="left"/>
              <w:rPr>
                <w:szCs w:val="28"/>
              </w:rPr>
            </w:pPr>
            <w:r w:rsidRPr="00224953">
              <w:rPr>
                <w:szCs w:val="28"/>
              </w:rPr>
              <w:t xml:space="preserve">Ярославская область, </w:t>
            </w:r>
          </w:p>
          <w:p w:rsidR="00423D0D" w:rsidRDefault="00D91137" w:rsidP="00423D0D">
            <w:pPr>
              <w:ind w:firstLine="0"/>
              <w:jc w:val="left"/>
              <w:rPr>
                <w:szCs w:val="28"/>
              </w:rPr>
            </w:pPr>
            <w:r w:rsidRPr="00224953">
              <w:rPr>
                <w:szCs w:val="28"/>
              </w:rPr>
              <w:t>Ростовский</w:t>
            </w:r>
            <w:r w:rsidR="00423D0D">
              <w:rPr>
                <w:szCs w:val="28"/>
              </w:rPr>
              <w:t xml:space="preserve"> район</w:t>
            </w:r>
            <w:r w:rsidRPr="00224953">
              <w:rPr>
                <w:szCs w:val="28"/>
              </w:rPr>
              <w:t xml:space="preserve">, </w:t>
            </w:r>
            <w:r w:rsidR="00423D0D">
              <w:rPr>
                <w:szCs w:val="28"/>
              </w:rPr>
              <w:br/>
            </w:r>
            <w:r w:rsidRPr="00224953">
              <w:rPr>
                <w:szCs w:val="28"/>
              </w:rPr>
              <w:t>г</w:t>
            </w:r>
            <w:r w:rsidR="00423D0D">
              <w:rPr>
                <w:szCs w:val="28"/>
              </w:rPr>
              <w:t>.</w:t>
            </w:r>
            <w:r w:rsidRPr="00224953">
              <w:rPr>
                <w:szCs w:val="28"/>
              </w:rPr>
              <w:t xml:space="preserve"> Ростов, </w:t>
            </w:r>
          </w:p>
          <w:p w:rsidR="00D91137" w:rsidRPr="00224953" w:rsidRDefault="00D91137" w:rsidP="00423D0D">
            <w:pPr>
              <w:ind w:firstLine="0"/>
              <w:jc w:val="left"/>
              <w:rPr>
                <w:szCs w:val="28"/>
              </w:rPr>
            </w:pPr>
            <w:r w:rsidRPr="00224953">
              <w:rPr>
                <w:szCs w:val="28"/>
              </w:rPr>
              <w:t>ул</w:t>
            </w:r>
            <w:r w:rsidR="00423D0D">
              <w:rPr>
                <w:szCs w:val="28"/>
              </w:rPr>
              <w:t>.</w:t>
            </w:r>
            <w:r w:rsidRPr="00224953">
              <w:rPr>
                <w:szCs w:val="28"/>
              </w:rPr>
              <w:t xml:space="preserve"> Луначарского, д</w:t>
            </w:r>
            <w:r w:rsidR="00423D0D">
              <w:rPr>
                <w:szCs w:val="28"/>
              </w:rPr>
              <w:t>.</w:t>
            </w:r>
            <w:r w:rsidRPr="00224953">
              <w:rPr>
                <w:szCs w:val="28"/>
              </w:rPr>
              <w:t xml:space="preserve"> 25б</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76:19:010101:2099</w:t>
            </w:r>
          </w:p>
        </w:tc>
      </w:tr>
      <w:tr w:rsidR="00D91137" w:rsidRPr="00224953" w:rsidTr="00F41344">
        <w:trPr>
          <w:trHeight w:val="24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Газопроводы-вводы (82 ввода) к жилым домам в с. Шуркол</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1A044B" w:rsidRDefault="00D91137" w:rsidP="001A044B">
            <w:pPr>
              <w:ind w:firstLine="0"/>
              <w:jc w:val="left"/>
              <w:rPr>
                <w:szCs w:val="28"/>
              </w:rPr>
            </w:pPr>
            <w:r w:rsidRPr="00224953">
              <w:rPr>
                <w:szCs w:val="28"/>
              </w:rPr>
              <w:t xml:space="preserve">Ярославская область, </w:t>
            </w:r>
          </w:p>
          <w:p w:rsidR="00880A49" w:rsidRDefault="00D91137" w:rsidP="00880A49">
            <w:pPr>
              <w:ind w:firstLine="0"/>
              <w:jc w:val="left"/>
              <w:rPr>
                <w:szCs w:val="28"/>
              </w:rPr>
            </w:pPr>
            <w:r w:rsidRPr="00224953">
              <w:rPr>
                <w:szCs w:val="28"/>
              </w:rPr>
              <w:t>Ростовский</w:t>
            </w:r>
            <w:r w:rsidR="001A044B">
              <w:rPr>
                <w:szCs w:val="28"/>
              </w:rPr>
              <w:t xml:space="preserve"> район</w:t>
            </w:r>
            <w:r w:rsidRPr="00224953">
              <w:rPr>
                <w:szCs w:val="28"/>
              </w:rPr>
              <w:t xml:space="preserve">, </w:t>
            </w:r>
            <w:r w:rsidR="001A044B">
              <w:rPr>
                <w:szCs w:val="28"/>
              </w:rPr>
              <w:br/>
            </w:r>
            <w:r w:rsidRPr="00224953">
              <w:rPr>
                <w:szCs w:val="28"/>
              </w:rPr>
              <w:t>с</w:t>
            </w:r>
            <w:r w:rsidR="001A044B">
              <w:rPr>
                <w:szCs w:val="28"/>
              </w:rPr>
              <w:t>.</w:t>
            </w:r>
            <w:r w:rsidRPr="00224953">
              <w:rPr>
                <w:szCs w:val="28"/>
              </w:rPr>
              <w:t xml:space="preserve"> Шурскол, ул</w:t>
            </w:r>
            <w:r w:rsidR="001A044B">
              <w:rPr>
                <w:szCs w:val="28"/>
              </w:rPr>
              <w:t>. Садовая, д. </w:t>
            </w:r>
            <w:r w:rsidRPr="00224953">
              <w:rPr>
                <w:szCs w:val="28"/>
              </w:rPr>
              <w:t>1</w:t>
            </w:r>
            <w:r w:rsidR="001A044B">
              <w:rPr>
                <w:szCs w:val="28"/>
              </w:rPr>
              <w:t xml:space="preserve"> – </w:t>
            </w:r>
            <w:r w:rsidRPr="00224953">
              <w:rPr>
                <w:szCs w:val="28"/>
              </w:rPr>
              <w:t>14,</w:t>
            </w:r>
            <w:r w:rsidR="001A044B">
              <w:rPr>
                <w:szCs w:val="28"/>
              </w:rPr>
              <w:t xml:space="preserve"> </w:t>
            </w:r>
            <w:r w:rsidRPr="00224953">
              <w:rPr>
                <w:szCs w:val="28"/>
              </w:rPr>
              <w:t>16,</w:t>
            </w:r>
            <w:r w:rsidR="001A044B">
              <w:rPr>
                <w:szCs w:val="28"/>
              </w:rPr>
              <w:t xml:space="preserve"> </w:t>
            </w:r>
            <w:r w:rsidRPr="00224953">
              <w:rPr>
                <w:szCs w:val="28"/>
              </w:rPr>
              <w:t xml:space="preserve">18, </w:t>
            </w:r>
            <w:r w:rsidR="001A044B">
              <w:rPr>
                <w:szCs w:val="28"/>
              </w:rPr>
              <w:br/>
            </w:r>
            <w:r w:rsidRPr="00224953">
              <w:rPr>
                <w:szCs w:val="28"/>
              </w:rPr>
              <w:t>ул. Молодежная</w:t>
            </w:r>
            <w:r w:rsidR="00880A49">
              <w:rPr>
                <w:szCs w:val="28"/>
              </w:rPr>
              <w:t>,</w:t>
            </w:r>
            <w:r w:rsidRPr="00224953">
              <w:rPr>
                <w:szCs w:val="28"/>
              </w:rPr>
              <w:t xml:space="preserve"> д. 4</w:t>
            </w:r>
            <w:r w:rsidR="00880A49">
              <w:rPr>
                <w:szCs w:val="28"/>
              </w:rPr>
              <w:t xml:space="preserve"> – </w:t>
            </w:r>
            <w:r w:rsidRPr="00224953">
              <w:rPr>
                <w:szCs w:val="28"/>
              </w:rPr>
              <w:t>5,</w:t>
            </w:r>
            <w:r w:rsidR="00880A49">
              <w:rPr>
                <w:szCs w:val="28"/>
              </w:rPr>
              <w:t xml:space="preserve"> </w:t>
            </w:r>
            <w:r w:rsidRPr="00224953">
              <w:rPr>
                <w:szCs w:val="28"/>
              </w:rPr>
              <w:t>7,</w:t>
            </w:r>
            <w:r w:rsidR="00880A49">
              <w:rPr>
                <w:szCs w:val="28"/>
              </w:rPr>
              <w:t xml:space="preserve"> </w:t>
            </w:r>
            <w:r w:rsidRPr="00224953">
              <w:rPr>
                <w:szCs w:val="28"/>
              </w:rPr>
              <w:t>9,</w:t>
            </w:r>
            <w:r w:rsidR="00880A49">
              <w:rPr>
                <w:szCs w:val="28"/>
              </w:rPr>
              <w:t xml:space="preserve"> 10 – </w:t>
            </w:r>
            <w:r w:rsidRPr="00224953">
              <w:rPr>
                <w:szCs w:val="28"/>
              </w:rPr>
              <w:t>18, ул. Строителей</w:t>
            </w:r>
            <w:r w:rsidR="00880A49">
              <w:rPr>
                <w:szCs w:val="28"/>
              </w:rPr>
              <w:t>,</w:t>
            </w:r>
            <w:r w:rsidRPr="00224953">
              <w:rPr>
                <w:szCs w:val="28"/>
              </w:rPr>
              <w:t xml:space="preserve"> д. 1,</w:t>
            </w:r>
            <w:r w:rsidR="00880A49">
              <w:rPr>
                <w:szCs w:val="28"/>
              </w:rPr>
              <w:t xml:space="preserve"> </w:t>
            </w:r>
            <w:r w:rsidRPr="00224953">
              <w:rPr>
                <w:szCs w:val="28"/>
              </w:rPr>
              <w:t>1а,</w:t>
            </w:r>
            <w:r w:rsidR="00880A49">
              <w:rPr>
                <w:szCs w:val="28"/>
              </w:rPr>
              <w:t xml:space="preserve"> </w:t>
            </w:r>
            <w:r w:rsidRPr="00224953">
              <w:rPr>
                <w:szCs w:val="28"/>
              </w:rPr>
              <w:t>2,</w:t>
            </w:r>
            <w:r w:rsidR="00880A49">
              <w:rPr>
                <w:szCs w:val="28"/>
              </w:rPr>
              <w:t xml:space="preserve"> </w:t>
            </w:r>
            <w:r w:rsidRPr="00224953">
              <w:rPr>
                <w:szCs w:val="28"/>
              </w:rPr>
              <w:t>3,</w:t>
            </w:r>
            <w:r w:rsidR="00880A49">
              <w:rPr>
                <w:szCs w:val="28"/>
              </w:rPr>
              <w:t xml:space="preserve"> </w:t>
            </w:r>
            <w:r w:rsidRPr="00224953">
              <w:rPr>
                <w:szCs w:val="28"/>
              </w:rPr>
              <w:t>4,</w:t>
            </w:r>
            <w:r w:rsidR="00880A49">
              <w:rPr>
                <w:szCs w:val="28"/>
              </w:rPr>
              <w:t xml:space="preserve"> </w:t>
            </w:r>
            <w:r w:rsidRPr="00224953">
              <w:rPr>
                <w:szCs w:val="28"/>
              </w:rPr>
              <w:t>6,</w:t>
            </w:r>
            <w:r w:rsidR="00880A49">
              <w:rPr>
                <w:szCs w:val="28"/>
              </w:rPr>
              <w:t xml:space="preserve"> </w:t>
            </w:r>
            <w:r w:rsidRPr="00224953">
              <w:rPr>
                <w:szCs w:val="28"/>
              </w:rPr>
              <w:t>10,</w:t>
            </w:r>
            <w:r w:rsidR="00880A49">
              <w:rPr>
                <w:szCs w:val="28"/>
              </w:rPr>
              <w:t xml:space="preserve"> </w:t>
            </w:r>
            <w:r w:rsidRPr="00224953">
              <w:rPr>
                <w:szCs w:val="28"/>
              </w:rPr>
              <w:t>11,</w:t>
            </w:r>
            <w:r w:rsidR="00880A49">
              <w:rPr>
                <w:szCs w:val="28"/>
              </w:rPr>
              <w:t xml:space="preserve"> </w:t>
            </w:r>
            <w:r w:rsidRPr="00224953">
              <w:rPr>
                <w:szCs w:val="28"/>
              </w:rPr>
              <w:t>12,</w:t>
            </w:r>
            <w:r w:rsidR="00880A49">
              <w:rPr>
                <w:szCs w:val="28"/>
              </w:rPr>
              <w:t xml:space="preserve"> </w:t>
            </w:r>
            <w:r w:rsidRPr="00224953">
              <w:rPr>
                <w:szCs w:val="28"/>
              </w:rPr>
              <w:t>14,</w:t>
            </w:r>
            <w:r w:rsidR="00880A49">
              <w:rPr>
                <w:szCs w:val="28"/>
              </w:rPr>
              <w:t xml:space="preserve"> </w:t>
            </w:r>
            <w:r w:rsidRPr="00224953">
              <w:rPr>
                <w:szCs w:val="28"/>
              </w:rPr>
              <w:t>15,</w:t>
            </w:r>
            <w:r w:rsidR="00880A49">
              <w:rPr>
                <w:szCs w:val="28"/>
              </w:rPr>
              <w:t xml:space="preserve"> </w:t>
            </w:r>
            <w:r w:rsidRPr="00224953">
              <w:rPr>
                <w:szCs w:val="28"/>
              </w:rPr>
              <w:t>17,</w:t>
            </w:r>
            <w:r w:rsidR="00880A49">
              <w:rPr>
                <w:szCs w:val="28"/>
              </w:rPr>
              <w:t xml:space="preserve"> </w:t>
            </w:r>
            <w:r w:rsidRPr="00224953">
              <w:rPr>
                <w:szCs w:val="28"/>
              </w:rPr>
              <w:t>18,</w:t>
            </w:r>
            <w:r w:rsidR="00880A49">
              <w:rPr>
                <w:szCs w:val="28"/>
              </w:rPr>
              <w:t xml:space="preserve"> </w:t>
            </w:r>
            <w:r w:rsidRPr="00224953">
              <w:rPr>
                <w:szCs w:val="28"/>
              </w:rPr>
              <w:t xml:space="preserve">20, </w:t>
            </w:r>
          </w:p>
          <w:p w:rsidR="00D91137" w:rsidRPr="00224953" w:rsidRDefault="00D91137" w:rsidP="00B35AC8">
            <w:pPr>
              <w:ind w:firstLine="0"/>
              <w:jc w:val="left"/>
              <w:rPr>
                <w:szCs w:val="28"/>
              </w:rPr>
            </w:pPr>
            <w:r w:rsidRPr="00880A49">
              <w:rPr>
                <w:spacing w:val="-10"/>
                <w:szCs w:val="28"/>
              </w:rPr>
              <w:t>ул. Комсомольская</w:t>
            </w:r>
            <w:r w:rsidR="00880A49" w:rsidRPr="00880A49">
              <w:rPr>
                <w:spacing w:val="-10"/>
                <w:szCs w:val="28"/>
              </w:rPr>
              <w:t>,</w:t>
            </w:r>
            <w:r w:rsidRPr="00224953">
              <w:rPr>
                <w:szCs w:val="28"/>
              </w:rPr>
              <w:t xml:space="preserve"> д.</w:t>
            </w:r>
            <w:r w:rsidR="00880A49">
              <w:rPr>
                <w:szCs w:val="28"/>
              </w:rPr>
              <w:t xml:space="preserve"> 1 – </w:t>
            </w:r>
            <w:r w:rsidRPr="00224953">
              <w:rPr>
                <w:szCs w:val="28"/>
              </w:rPr>
              <w:t>5, ул. Киргизская д. 1,</w:t>
            </w:r>
            <w:r w:rsidR="00880A49">
              <w:rPr>
                <w:szCs w:val="28"/>
              </w:rPr>
              <w:t xml:space="preserve"> </w:t>
            </w:r>
            <w:r w:rsidRPr="00224953">
              <w:rPr>
                <w:szCs w:val="28"/>
              </w:rPr>
              <w:t>2,</w:t>
            </w:r>
            <w:r w:rsidR="00880A49">
              <w:rPr>
                <w:szCs w:val="28"/>
              </w:rPr>
              <w:t xml:space="preserve"> </w:t>
            </w:r>
            <w:r w:rsidRPr="00224953">
              <w:rPr>
                <w:szCs w:val="28"/>
              </w:rPr>
              <w:t>3,</w:t>
            </w:r>
            <w:r w:rsidR="00880A49">
              <w:rPr>
                <w:szCs w:val="28"/>
              </w:rPr>
              <w:t xml:space="preserve"> </w:t>
            </w:r>
            <w:r w:rsidRPr="00224953">
              <w:rPr>
                <w:szCs w:val="28"/>
              </w:rPr>
              <w:t>6,</w:t>
            </w:r>
            <w:r w:rsidR="00880A49">
              <w:rPr>
                <w:szCs w:val="28"/>
              </w:rPr>
              <w:t xml:space="preserve"> </w:t>
            </w:r>
            <w:r w:rsidRPr="00224953">
              <w:rPr>
                <w:szCs w:val="28"/>
              </w:rPr>
              <w:t>7,</w:t>
            </w:r>
            <w:r w:rsidR="00880A49">
              <w:rPr>
                <w:szCs w:val="28"/>
              </w:rPr>
              <w:t xml:space="preserve"> </w:t>
            </w:r>
            <w:r w:rsidRPr="00224953">
              <w:rPr>
                <w:szCs w:val="28"/>
              </w:rPr>
              <w:t>8,</w:t>
            </w:r>
            <w:r w:rsidR="00880A49">
              <w:rPr>
                <w:szCs w:val="28"/>
              </w:rPr>
              <w:t xml:space="preserve"> </w:t>
            </w:r>
            <w:r w:rsidRPr="00224953">
              <w:rPr>
                <w:szCs w:val="28"/>
              </w:rPr>
              <w:t>9,</w:t>
            </w:r>
            <w:r w:rsidR="00880A49">
              <w:rPr>
                <w:szCs w:val="28"/>
              </w:rPr>
              <w:t xml:space="preserve"> </w:t>
            </w:r>
            <w:r w:rsidRPr="00224953">
              <w:rPr>
                <w:szCs w:val="28"/>
              </w:rPr>
              <w:t>10,</w:t>
            </w:r>
            <w:r w:rsidR="00880A49">
              <w:rPr>
                <w:szCs w:val="28"/>
              </w:rPr>
              <w:t xml:space="preserve"> </w:t>
            </w:r>
            <w:r w:rsidRPr="00224953">
              <w:rPr>
                <w:szCs w:val="28"/>
              </w:rPr>
              <w:t>12,</w:t>
            </w:r>
            <w:r w:rsidR="00880A49">
              <w:rPr>
                <w:szCs w:val="28"/>
              </w:rPr>
              <w:t xml:space="preserve"> </w:t>
            </w:r>
            <w:r w:rsidRPr="00224953">
              <w:rPr>
                <w:szCs w:val="28"/>
              </w:rPr>
              <w:t xml:space="preserve">14, </w:t>
            </w:r>
            <w:r w:rsidR="00880A49">
              <w:rPr>
                <w:szCs w:val="28"/>
              </w:rPr>
              <w:br/>
            </w:r>
            <w:r w:rsidRPr="00224953">
              <w:rPr>
                <w:szCs w:val="28"/>
              </w:rPr>
              <w:t>ул. Советская</w:t>
            </w:r>
            <w:r w:rsidR="00880A49">
              <w:rPr>
                <w:szCs w:val="28"/>
              </w:rPr>
              <w:t>,</w:t>
            </w:r>
            <w:r w:rsidRPr="00224953">
              <w:rPr>
                <w:szCs w:val="28"/>
              </w:rPr>
              <w:t xml:space="preserve"> д. 1,</w:t>
            </w:r>
            <w:r w:rsidR="00880A49">
              <w:rPr>
                <w:szCs w:val="28"/>
              </w:rPr>
              <w:t xml:space="preserve"> </w:t>
            </w:r>
            <w:r w:rsidRPr="00224953">
              <w:rPr>
                <w:szCs w:val="28"/>
              </w:rPr>
              <w:t>2,</w:t>
            </w:r>
            <w:r w:rsidR="00880A49">
              <w:rPr>
                <w:szCs w:val="28"/>
              </w:rPr>
              <w:t xml:space="preserve"> </w:t>
            </w:r>
            <w:r w:rsidRPr="00224953">
              <w:rPr>
                <w:szCs w:val="28"/>
              </w:rPr>
              <w:t>4,</w:t>
            </w:r>
            <w:r w:rsidR="00880A49">
              <w:rPr>
                <w:szCs w:val="28"/>
              </w:rPr>
              <w:t xml:space="preserve"> </w:t>
            </w:r>
            <w:r w:rsidRPr="00224953">
              <w:rPr>
                <w:szCs w:val="28"/>
              </w:rPr>
              <w:t>5,</w:t>
            </w:r>
            <w:r w:rsidR="00880A49">
              <w:rPr>
                <w:szCs w:val="28"/>
              </w:rPr>
              <w:t xml:space="preserve"> </w:t>
            </w:r>
            <w:r w:rsidRPr="00224953">
              <w:rPr>
                <w:szCs w:val="28"/>
              </w:rPr>
              <w:t>6,</w:t>
            </w:r>
            <w:r w:rsidR="00880A49">
              <w:rPr>
                <w:szCs w:val="28"/>
              </w:rPr>
              <w:t xml:space="preserve"> </w:t>
            </w:r>
            <w:r w:rsidRPr="00224953">
              <w:rPr>
                <w:szCs w:val="28"/>
              </w:rPr>
              <w:t>7,</w:t>
            </w:r>
            <w:r w:rsidR="00880A49">
              <w:rPr>
                <w:szCs w:val="28"/>
              </w:rPr>
              <w:t xml:space="preserve"> </w:t>
            </w:r>
            <w:r w:rsidRPr="00224953">
              <w:rPr>
                <w:szCs w:val="28"/>
              </w:rPr>
              <w:t>8,</w:t>
            </w:r>
            <w:r w:rsidR="00880A49">
              <w:rPr>
                <w:szCs w:val="28"/>
              </w:rPr>
              <w:t xml:space="preserve"> </w:t>
            </w:r>
            <w:r w:rsidRPr="00224953">
              <w:rPr>
                <w:szCs w:val="28"/>
              </w:rPr>
              <w:t>10,</w:t>
            </w:r>
            <w:r w:rsidR="00880A49">
              <w:rPr>
                <w:szCs w:val="28"/>
              </w:rPr>
              <w:t xml:space="preserve"> </w:t>
            </w:r>
            <w:r w:rsidRPr="00224953">
              <w:rPr>
                <w:szCs w:val="28"/>
              </w:rPr>
              <w:t>11,</w:t>
            </w:r>
            <w:r w:rsidR="00880A49">
              <w:rPr>
                <w:szCs w:val="28"/>
              </w:rPr>
              <w:t xml:space="preserve"> </w:t>
            </w:r>
            <w:r w:rsidRPr="00224953">
              <w:rPr>
                <w:szCs w:val="28"/>
              </w:rPr>
              <w:t>12,</w:t>
            </w:r>
            <w:r w:rsidR="00880A49">
              <w:rPr>
                <w:szCs w:val="28"/>
              </w:rPr>
              <w:t xml:space="preserve"> </w:t>
            </w:r>
            <w:r w:rsidRPr="00224953">
              <w:rPr>
                <w:szCs w:val="28"/>
              </w:rPr>
              <w:t>13,</w:t>
            </w:r>
            <w:r w:rsidR="00880A49">
              <w:rPr>
                <w:szCs w:val="28"/>
              </w:rPr>
              <w:t xml:space="preserve"> </w:t>
            </w:r>
            <w:r w:rsidRPr="00224953">
              <w:rPr>
                <w:szCs w:val="28"/>
              </w:rPr>
              <w:t>15,</w:t>
            </w:r>
            <w:r w:rsidR="00880A49">
              <w:rPr>
                <w:szCs w:val="28"/>
              </w:rPr>
              <w:t xml:space="preserve"> </w:t>
            </w:r>
            <w:r w:rsidRPr="00224953">
              <w:rPr>
                <w:szCs w:val="28"/>
              </w:rPr>
              <w:t>16,</w:t>
            </w:r>
            <w:r w:rsidR="00880A49">
              <w:rPr>
                <w:szCs w:val="28"/>
              </w:rPr>
              <w:t xml:space="preserve"> </w:t>
            </w:r>
            <w:r w:rsidRPr="00224953">
              <w:rPr>
                <w:szCs w:val="28"/>
              </w:rPr>
              <w:t>17,</w:t>
            </w:r>
            <w:r w:rsidR="00880A49">
              <w:rPr>
                <w:szCs w:val="28"/>
              </w:rPr>
              <w:t xml:space="preserve"> </w:t>
            </w:r>
            <w:r w:rsidRPr="00224953">
              <w:rPr>
                <w:szCs w:val="28"/>
              </w:rPr>
              <w:t>18,</w:t>
            </w:r>
            <w:r w:rsidR="00880A49">
              <w:rPr>
                <w:szCs w:val="28"/>
              </w:rPr>
              <w:t xml:space="preserve"> </w:t>
            </w:r>
            <w:r w:rsidRPr="00224953">
              <w:rPr>
                <w:szCs w:val="28"/>
              </w:rPr>
              <w:t xml:space="preserve">19, </w:t>
            </w:r>
            <w:r w:rsidR="00B35AC8">
              <w:rPr>
                <w:szCs w:val="28"/>
              </w:rPr>
              <w:br/>
            </w:r>
            <w:r w:rsidRPr="00224953">
              <w:rPr>
                <w:szCs w:val="28"/>
              </w:rPr>
              <w:t>ул. Дружба</w:t>
            </w:r>
            <w:r w:rsidR="00880A49">
              <w:rPr>
                <w:szCs w:val="28"/>
              </w:rPr>
              <w:t>,</w:t>
            </w:r>
            <w:r w:rsidRPr="00224953">
              <w:rPr>
                <w:szCs w:val="28"/>
              </w:rPr>
              <w:t xml:space="preserve"> д.</w:t>
            </w:r>
            <w:r w:rsidR="00880A49">
              <w:rPr>
                <w:szCs w:val="28"/>
              </w:rPr>
              <w:t xml:space="preserve"> </w:t>
            </w:r>
            <w:r w:rsidRPr="00224953">
              <w:rPr>
                <w:szCs w:val="28"/>
              </w:rPr>
              <w:t>1</w:t>
            </w:r>
            <w:r w:rsidR="00880A49">
              <w:rPr>
                <w:szCs w:val="28"/>
              </w:rPr>
              <w:t xml:space="preserve"> – </w:t>
            </w:r>
            <w:r w:rsidRPr="00224953">
              <w:rPr>
                <w:szCs w:val="28"/>
              </w:rPr>
              <w:t>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76:13:011801:1359</w:t>
            </w:r>
          </w:p>
        </w:tc>
      </w:tr>
      <w:tr w:rsidR="00D91137" w:rsidRPr="00224953" w:rsidTr="00F41344">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Газопроводы-вводы</w:t>
            </w:r>
          </w:p>
        </w:tc>
        <w:tc>
          <w:tcPr>
            <w:tcW w:w="1819" w:type="pct"/>
            <w:tcBorders>
              <w:top w:val="single" w:sz="4" w:space="0" w:color="auto"/>
              <w:left w:val="nil"/>
              <w:bottom w:val="single" w:sz="4" w:space="0" w:color="auto"/>
              <w:right w:val="single" w:sz="4" w:space="0" w:color="auto"/>
            </w:tcBorders>
            <w:shd w:val="clear" w:color="auto" w:fill="auto"/>
            <w:hideMark/>
          </w:tcPr>
          <w:p w:rsidR="00880A49" w:rsidRDefault="00D91137" w:rsidP="00880A49">
            <w:pPr>
              <w:ind w:firstLine="0"/>
              <w:jc w:val="left"/>
              <w:rPr>
                <w:szCs w:val="28"/>
              </w:rPr>
            </w:pPr>
            <w:r w:rsidRPr="00224953">
              <w:rPr>
                <w:szCs w:val="28"/>
              </w:rPr>
              <w:t xml:space="preserve">Ярославская область, </w:t>
            </w:r>
          </w:p>
          <w:p w:rsidR="00D91137" w:rsidRPr="00224953" w:rsidRDefault="00D91137" w:rsidP="00D35F8A">
            <w:pPr>
              <w:ind w:firstLine="0"/>
              <w:jc w:val="left"/>
              <w:rPr>
                <w:szCs w:val="28"/>
              </w:rPr>
            </w:pPr>
            <w:r w:rsidRPr="00224953">
              <w:rPr>
                <w:szCs w:val="28"/>
              </w:rPr>
              <w:t>Ростовский</w:t>
            </w:r>
            <w:r w:rsidR="00880A49">
              <w:rPr>
                <w:szCs w:val="28"/>
              </w:rPr>
              <w:t xml:space="preserve"> район</w:t>
            </w:r>
            <w:r w:rsidRPr="00224953">
              <w:rPr>
                <w:szCs w:val="28"/>
              </w:rPr>
              <w:t>,</w:t>
            </w:r>
            <w:r w:rsidR="00880A49">
              <w:rPr>
                <w:szCs w:val="28"/>
              </w:rPr>
              <w:br/>
            </w:r>
            <w:r w:rsidRPr="00224953">
              <w:rPr>
                <w:szCs w:val="28"/>
              </w:rPr>
              <w:t xml:space="preserve">с Шурскол, ул. Советская, </w:t>
            </w:r>
            <w:r w:rsidR="00D35F8A">
              <w:rPr>
                <w:szCs w:val="28"/>
              </w:rPr>
              <w:t>жилые дома</w:t>
            </w:r>
            <w:r w:rsidRPr="00224953">
              <w:rPr>
                <w:szCs w:val="28"/>
              </w:rPr>
              <w:t xml:space="preserve"> № 3,</w:t>
            </w:r>
            <w:r w:rsidR="00880A49">
              <w:rPr>
                <w:szCs w:val="28"/>
              </w:rPr>
              <w:t xml:space="preserve"> </w:t>
            </w:r>
            <w:r w:rsidRPr="00224953">
              <w:rPr>
                <w:szCs w:val="28"/>
              </w:rPr>
              <w:t>9,</w:t>
            </w:r>
            <w:r w:rsidR="00880A49">
              <w:rPr>
                <w:szCs w:val="28"/>
              </w:rPr>
              <w:t xml:space="preserve"> </w:t>
            </w:r>
            <w:r w:rsidRPr="00224953">
              <w:rPr>
                <w:szCs w:val="28"/>
              </w:rPr>
              <w:t>14</w:t>
            </w:r>
            <w:r w:rsidR="00880A49">
              <w:rPr>
                <w:szCs w:val="28"/>
              </w:rPr>
              <w:t>,</w:t>
            </w:r>
            <w:r w:rsidRPr="00224953">
              <w:rPr>
                <w:szCs w:val="28"/>
              </w:rPr>
              <w:t xml:space="preserve"> ул. Строителей</w:t>
            </w:r>
            <w:r w:rsidR="00880A49">
              <w:rPr>
                <w:szCs w:val="28"/>
              </w:rPr>
              <w:t>,</w:t>
            </w:r>
            <w:r w:rsidRPr="00224953">
              <w:rPr>
                <w:szCs w:val="28"/>
              </w:rPr>
              <w:t xml:space="preserve"> </w:t>
            </w:r>
            <w:r w:rsidR="00D35F8A">
              <w:rPr>
                <w:szCs w:val="28"/>
              </w:rPr>
              <w:t>жилые дома</w:t>
            </w:r>
            <w:r w:rsidRPr="00224953">
              <w:rPr>
                <w:szCs w:val="28"/>
              </w:rPr>
              <w:t xml:space="preserve"> № 9,</w:t>
            </w:r>
            <w:r w:rsidR="00880A49">
              <w:rPr>
                <w:szCs w:val="28"/>
              </w:rPr>
              <w:t xml:space="preserve"> </w:t>
            </w:r>
            <w:r w:rsidRPr="00224953">
              <w:rPr>
                <w:szCs w:val="28"/>
              </w:rPr>
              <w:t>13,</w:t>
            </w:r>
            <w:r w:rsidR="00880A49">
              <w:rPr>
                <w:szCs w:val="28"/>
              </w:rPr>
              <w:t xml:space="preserve"> </w:t>
            </w:r>
            <w:r w:rsidRPr="00224953">
              <w:rPr>
                <w:szCs w:val="28"/>
              </w:rPr>
              <w:t>16, ул. Киргизская</w:t>
            </w:r>
            <w:r w:rsidR="00880A49">
              <w:rPr>
                <w:szCs w:val="28"/>
              </w:rPr>
              <w:t>,</w:t>
            </w:r>
            <w:r w:rsidRPr="00224953">
              <w:rPr>
                <w:szCs w:val="28"/>
              </w:rPr>
              <w:t xml:space="preserve"> </w:t>
            </w:r>
            <w:r w:rsidR="00D35F8A">
              <w:rPr>
                <w:szCs w:val="28"/>
              </w:rPr>
              <w:t>жилые дома</w:t>
            </w:r>
            <w:r w:rsidRPr="00224953">
              <w:rPr>
                <w:szCs w:val="28"/>
              </w:rPr>
              <w:t xml:space="preserve"> </w:t>
            </w:r>
            <w:r w:rsidR="00D35F8A">
              <w:rPr>
                <w:szCs w:val="28"/>
              </w:rPr>
              <w:br/>
            </w:r>
            <w:r w:rsidRPr="00224953">
              <w:rPr>
                <w:szCs w:val="28"/>
              </w:rPr>
              <w:t>№ 4,</w:t>
            </w:r>
            <w:r w:rsidR="00880A49">
              <w:rPr>
                <w:szCs w:val="28"/>
              </w:rPr>
              <w:t xml:space="preserve"> </w:t>
            </w:r>
            <w:r w:rsidRPr="00224953">
              <w:rPr>
                <w:szCs w:val="28"/>
              </w:rPr>
              <w:t xml:space="preserve">5, ул. Сельская, </w:t>
            </w:r>
            <w:r w:rsidR="00D35F8A">
              <w:rPr>
                <w:szCs w:val="28"/>
              </w:rPr>
              <w:t>жилой дом</w:t>
            </w:r>
            <w:r w:rsidRPr="00224953">
              <w:rPr>
                <w:szCs w:val="28"/>
              </w:rPr>
              <w:t xml:space="preserve"> №</w:t>
            </w:r>
            <w:r w:rsidR="00880A49">
              <w:rPr>
                <w:szCs w:val="28"/>
              </w:rPr>
              <w:t xml:space="preserve"> </w:t>
            </w:r>
            <w:r w:rsidRPr="00224953">
              <w:rPr>
                <w:szCs w:val="28"/>
              </w:rPr>
              <w:t>13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76:13:011801:1356</w:t>
            </w:r>
          </w:p>
        </w:tc>
      </w:tr>
      <w:tr w:rsidR="00D91137" w:rsidRPr="00224953" w:rsidTr="00222690">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Газоснабжение с децентрализацией отопления домов ул. Комсомольской</w:t>
            </w:r>
          </w:p>
        </w:tc>
        <w:tc>
          <w:tcPr>
            <w:tcW w:w="1819" w:type="pct"/>
            <w:tcBorders>
              <w:top w:val="nil"/>
              <w:left w:val="nil"/>
              <w:bottom w:val="single" w:sz="4" w:space="0" w:color="auto"/>
              <w:right w:val="single" w:sz="4" w:space="0" w:color="auto"/>
            </w:tcBorders>
            <w:shd w:val="clear" w:color="auto" w:fill="auto"/>
            <w:hideMark/>
          </w:tcPr>
          <w:p w:rsidR="00880A49" w:rsidRDefault="00D91137" w:rsidP="00880A49">
            <w:pPr>
              <w:ind w:firstLine="0"/>
              <w:jc w:val="left"/>
              <w:rPr>
                <w:szCs w:val="28"/>
              </w:rPr>
            </w:pPr>
            <w:r w:rsidRPr="00224953">
              <w:rPr>
                <w:szCs w:val="28"/>
              </w:rPr>
              <w:t xml:space="preserve">Ярославская область, </w:t>
            </w:r>
          </w:p>
          <w:p w:rsidR="00880A49" w:rsidRDefault="00D91137" w:rsidP="00880A49">
            <w:pPr>
              <w:ind w:firstLine="0"/>
              <w:jc w:val="left"/>
              <w:rPr>
                <w:szCs w:val="28"/>
              </w:rPr>
            </w:pPr>
            <w:r w:rsidRPr="00224953">
              <w:rPr>
                <w:szCs w:val="28"/>
              </w:rPr>
              <w:t>Большесельский р</w:t>
            </w:r>
            <w:r w:rsidR="00880A49">
              <w:rPr>
                <w:szCs w:val="28"/>
              </w:rPr>
              <w:t>айо</w:t>
            </w:r>
            <w:r w:rsidRPr="00224953">
              <w:rPr>
                <w:szCs w:val="28"/>
              </w:rPr>
              <w:t xml:space="preserve">н, </w:t>
            </w:r>
            <w:r w:rsidR="00880A49">
              <w:rPr>
                <w:szCs w:val="28"/>
              </w:rPr>
              <w:br/>
            </w:r>
            <w:r w:rsidRPr="00224953">
              <w:rPr>
                <w:szCs w:val="28"/>
              </w:rPr>
              <w:t>с.</w:t>
            </w:r>
            <w:r w:rsidR="00880A49">
              <w:rPr>
                <w:szCs w:val="28"/>
              </w:rPr>
              <w:t xml:space="preserve"> </w:t>
            </w:r>
            <w:r w:rsidRPr="00224953">
              <w:rPr>
                <w:szCs w:val="28"/>
              </w:rPr>
              <w:t xml:space="preserve">Большое Село, </w:t>
            </w:r>
          </w:p>
          <w:p w:rsidR="00D91137" w:rsidRPr="00224953" w:rsidRDefault="00D91137" w:rsidP="00880A49">
            <w:pPr>
              <w:ind w:firstLine="0"/>
              <w:jc w:val="left"/>
              <w:rPr>
                <w:szCs w:val="28"/>
              </w:rPr>
            </w:pPr>
            <w:r w:rsidRPr="00224953">
              <w:rPr>
                <w:szCs w:val="28"/>
              </w:rPr>
              <w:t>ул.</w:t>
            </w:r>
            <w:r w:rsidR="009C6C89">
              <w:rPr>
                <w:szCs w:val="28"/>
              </w:rPr>
              <w:t xml:space="preserve"> </w:t>
            </w:r>
            <w:r w:rsidRPr="00224953">
              <w:rPr>
                <w:szCs w:val="28"/>
              </w:rPr>
              <w:t>Комсомольская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76:01:010101:3331</w:t>
            </w:r>
          </w:p>
        </w:tc>
      </w:tr>
      <w:tr w:rsidR="00D91137" w:rsidRPr="00224953" w:rsidTr="00222690">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газораспределительной системы-газопровода высокого давления к муниципальной газовой котельной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80A49" w:rsidRDefault="00D91137" w:rsidP="00D91137">
            <w:pPr>
              <w:ind w:firstLine="0"/>
              <w:jc w:val="left"/>
              <w:rPr>
                <w:szCs w:val="28"/>
              </w:rPr>
            </w:pPr>
            <w:r w:rsidRPr="00224953">
              <w:rPr>
                <w:szCs w:val="28"/>
              </w:rPr>
              <w:t xml:space="preserve">Ярославская область, </w:t>
            </w:r>
          </w:p>
          <w:p w:rsidR="00D91137" w:rsidRPr="00224953" w:rsidRDefault="00880A49" w:rsidP="00D91137">
            <w:pPr>
              <w:ind w:firstLine="0"/>
              <w:jc w:val="left"/>
              <w:rPr>
                <w:szCs w:val="28"/>
              </w:rPr>
            </w:pPr>
            <w:r>
              <w:rPr>
                <w:szCs w:val="28"/>
              </w:rPr>
              <w:t>Ростовский райо</w:t>
            </w:r>
            <w:r w:rsidR="00D91137" w:rsidRPr="00224953">
              <w:rPr>
                <w:szCs w:val="28"/>
              </w:rPr>
              <w:t xml:space="preserve">н, </w:t>
            </w:r>
            <w:r>
              <w:rPr>
                <w:szCs w:val="28"/>
              </w:rPr>
              <w:br/>
            </w:r>
            <w:r w:rsidR="00D91137" w:rsidRPr="00224953">
              <w:rPr>
                <w:szCs w:val="28"/>
              </w:rPr>
              <w:t>Шурскольский сельский округ, с.</w:t>
            </w:r>
            <w:r>
              <w:rPr>
                <w:szCs w:val="28"/>
              </w:rPr>
              <w:t xml:space="preserve"> </w:t>
            </w:r>
            <w:r w:rsidR="00D91137" w:rsidRPr="00224953">
              <w:rPr>
                <w:szCs w:val="28"/>
              </w:rPr>
              <w:t>Шурскол</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76:13:010101:4209</w:t>
            </w:r>
          </w:p>
        </w:tc>
      </w:tr>
      <w:tr w:rsidR="00D91137" w:rsidRPr="00224953" w:rsidTr="00222690">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33</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газораспределительной системы-газопровода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880A49" w:rsidRDefault="00D91137" w:rsidP="00880A49">
            <w:pPr>
              <w:ind w:firstLine="0"/>
              <w:jc w:val="left"/>
              <w:rPr>
                <w:szCs w:val="28"/>
              </w:rPr>
            </w:pPr>
            <w:r w:rsidRPr="00224953">
              <w:rPr>
                <w:szCs w:val="28"/>
              </w:rPr>
              <w:t xml:space="preserve">Ярославская область, </w:t>
            </w:r>
          </w:p>
          <w:p w:rsidR="00880A49" w:rsidRDefault="00D91137" w:rsidP="00880A49">
            <w:pPr>
              <w:ind w:firstLine="0"/>
              <w:jc w:val="left"/>
              <w:rPr>
                <w:szCs w:val="28"/>
              </w:rPr>
            </w:pPr>
            <w:r w:rsidRPr="00224953">
              <w:rPr>
                <w:szCs w:val="28"/>
              </w:rPr>
              <w:t>Ростовский</w:t>
            </w:r>
            <w:r w:rsidR="00880A49">
              <w:rPr>
                <w:szCs w:val="28"/>
              </w:rPr>
              <w:t xml:space="preserve"> район</w:t>
            </w:r>
            <w:r w:rsidRPr="00224953">
              <w:rPr>
                <w:szCs w:val="28"/>
              </w:rPr>
              <w:t xml:space="preserve">, </w:t>
            </w:r>
          </w:p>
          <w:p w:rsidR="00D91137" w:rsidRPr="00224953" w:rsidRDefault="00880A49" w:rsidP="00880A49">
            <w:pPr>
              <w:ind w:firstLine="0"/>
              <w:jc w:val="left"/>
              <w:rPr>
                <w:szCs w:val="28"/>
              </w:rPr>
            </w:pPr>
            <w:r>
              <w:rPr>
                <w:szCs w:val="28"/>
              </w:rPr>
              <w:t>рабочий поселок</w:t>
            </w:r>
            <w:r w:rsidR="00D91137" w:rsidRPr="00224953">
              <w:rPr>
                <w:szCs w:val="28"/>
              </w:rPr>
              <w:t xml:space="preserve"> Ишня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76:13:010101:4317</w:t>
            </w:r>
          </w:p>
        </w:tc>
      </w:tr>
      <w:tr w:rsidR="00D91137" w:rsidRPr="00224953" w:rsidTr="00026F23">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w:t>
            </w:r>
          </w:p>
        </w:tc>
        <w:tc>
          <w:tcPr>
            <w:tcW w:w="1289" w:type="pct"/>
            <w:tcBorders>
              <w:top w:val="nil"/>
              <w:left w:val="nil"/>
              <w:bottom w:val="single" w:sz="4" w:space="0" w:color="auto"/>
              <w:right w:val="single" w:sz="4" w:space="0" w:color="auto"/>
            </w:tcBorders>
            <w:shd w:val="clear" w:color="auto" w:fill="auto"/>
            <w:hideMark/>
          </w:tcPr>
          <w:p w:rsidR="00026F23" w:rsidRDefault="00D91137" w:rsidP="00D91137">
            <w:pPr>
              <w:ind w:firstLine="0"/>
              <w:jc w:val="left"/>
              <w:rPr>
                <w:szCs w:val="28"/>
              </w:rPr>
            </w:pPr>
            <w:r w:rsidRPr="00224953">
              <w:rPr>
                <w:szCs w:val="28"/>
              </w:rPr>
              <w:t xml:space="preserve">Подземный </w:t>
            </w:r>
          </w:p>
          <w:p w:rsidR="00026F2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BB2BD3" w:rsidRDefault="00D91137" w:rsidP="00D91137">
            <w:pPr>
              <w:ind w:firstLine="0"/>
              <w:jc w:val="left"/>
              <w:rPr>
                <w:szCs w:val="28"/>
              </w:rPr>
            </w:pPr>
            <w:r w:rsidRPr="00224953">
              <w:rPr>
                <w:szCs w:val="28"/>
              </w:rPr>
              <w:t xml:space="preserve">Ярославская область, </w:t>
            </w:r>
          </w:p>
          <w:p w:rsidR="00D91137" w:rsidRPr="00224953" w:rsidRDefault="00BB2BD3" w:rsidP="00BB2BD3">
            <w:pPr>
              <w:ind w:firstLine="0"/>
              <w:jc w:val="left"/>
              <w:rPr>
                <w:szCs w:val="28"/>
              </w:rPr>
            </w:pPr>
            <w:r>
              <w:rPr>
                <w:szCs w:val="28"/>
              </w:rPr>
              <w:t>Ростовский райо</w:t>
            </w:r>
            <w:r w:rsidR="00D91137" w:rsidRPr="00224953">
              <w:rPr>
                <w:szCs w:val="28"/>
              </w:rPr>
              <w:t xml:space="preserve">н, </w:t>
            </w:r>
            <w:r>
              <w:rPr>
                <w:szCs w:val="28"/>
              </w:rPr>
              <w:t>рабочий поселок</w:t>
            </w:r>
            <w:r w:rsidR="00D91137" w:rsidRPr="00224953">
              <w:rPr>
                <w:szCs w:val="28"/>
              </w:rPr>
              <w:t xml:space="preserve"> Петровское, ул.</w:t>
            </w:r>
            <w:r>
              <w:rPr>
                <w:szCs w:val="28"/>
              </w:rPr>
              <w:t> </w:t>
            </w:r>
            <w:r w:rsidR="00D91137" w:rsidRPr="00224953">
              <w:rPr>
                <w:szCs w:val="28"/>
              </w:rPr>
              <w:t>Подгорная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76:13:010101:4457</w:t>
            </w:r>
          </w:p>
        </w:tc>
      </w:tr>
      <w:tr w:rsidR="00D91137" w:rsidRPr="00224953" w:rsidTr="00026F23">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для газоснабжения жилых домов</w:t>
            </w:r>
          </w:p>
        </w:tc>
        <w:tc>
          <w:tcPr>
            <w:tcW w:w="1819" w:type="pct"/>
            <w:tcBorders>
              <w:top w:val="single" w:sz="4" w:space="0" w:color="auto"/>
              <w:left w:val="nil"/>
              <w:bottom w:val="single" w:sz="4" w:space="0" w:color="auto"/>
              <w:right w:val="single" w:sz="4" w:space="0" w:color="auto"/>
            </w:tcBorders>
            <w:shd w:val="clear" w:color="auto" w:fill="auto"/>
            <w:hideMark/>
          </w:tcPr>
          <w:p w:rsidR="00BB2BD3"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BB2BD3">
              <w:rPr>
                <w:szCs w:val="28"/>
              </w:rPr>
              <w:t xml:space="preserve"> </w:t>
            </w:r>
            <w:r w:rsidRPr="00224953">
              <w:rPr>
                <w:szCs w:val="28"/>
              </w:rPr>
              <w:t>Ростов, ул.</w:t>
            </w:r>
            <w:r w:rsidR="00BB2BD3">
              <w:rPr>
                <w:szCs w:val="28"/>
              </w:rPr>
              <w:t xml:space="preserve"> </w:t>
            </w:r>
            <w:r w:rsidRPr="00224953">
              <w:rPr>
                <w:szCs w:val="28"/>
              </w:rPr>
              <w:t>Курчатова, Октябрьская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76:19:010101:2093</w:t>
            </w:r>
          </w:p>
        </w:tc>
      </w:tr>
      <w:tr w:rsidR="00D91137" w:rsidRPr="00224953" w:rsidTr="00F41344">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Строительство </w:t>
            </w:r>
            <w:r w:rsidR="00BB2BD3">
              <w:rPr>
                <w:szCs w:val="28"/>
              </w:rPr>
              <w:br/>
            </w:r>
            <w:r w:rsidRPr="00224953">
              <w:rPr>
                <w:szCs w:val="28"/>
              </w:rPr>
              <w:t xml:space="preserve">1-й очереди распределительного газопровода низкого давления </w:t>
            </w:r>
            <w:r w:rsidR="00BB2BD3">
              <w:rPr>
                <w:szCs w:val="28"/>
              </w:rPr>
              <w:br/>
            </w:r>
            <w:r w:rsidRPr="00224953">
              <w:rPr>
                <w:szCs w:val="28"/>
              </w:rPr>
              <w:t>(от места врезки до ПК 11 + 43,3)</w:t>
            </w:r>
          </w:p>
        </w:tc>
        <w:tc>
          <w:tcPr>
            <w:tcW w:w="1819" w:type="pct"/>
            <w:tcBorders>
              <w:top w:val="single" w:sz="4" w:space="0" w:color="auto"/>
              <w:left w:val="nil"/>
              <w:bottom w:val="single" w:sz="4" w:space="0" w:color="auto"/>
              <w:right w:val="single" w:sz="4" w:space="0" w:color="auto"/>
            </w:tcBorders>
            <w:shd w:val="clear" w:color="auto" w:fill="auto"/>
            <w:hideMark/>
          </w:tcPr>
          <w:p w:rsidR="00BB2BD3" w:rsidRDefault="00D91137" w:rsidP="00D91137">
            <w:pPr>
              <w:ind w:firstLine="0"/>
              <w:jc w:val="left"/>
              <w:rPr>
                <w:szCs w:val="28"/>
              </w:rPr>
            </w:pPr>
            <w:r w:rsidRPr="00224953">
              <w:rPr>
                <w:szCs w:val="28"/>
              </w:rPr>
              <w:t xml:space="preserve">Ярославская область, </w:t>
            </w:r>
          </w:p>
          <w:p w:rsidR="009C6C89" w:rsidRDefault="00D91137" w:rsidP="00D91137">
            <w:pPr>
              <w:ind w:firstLine="0"/>
              <w:jc w:val="left"/>
              <w:rPr>
                <w:szCs w:val="28"/>
              </w:rPr>
            </w:pPr>
            <w:r w:rsidRPr="00224953">
              <w:rPr>
                <w:szCs w:val="28"/>
              </w:rPr>
              <w:t xml:space="preserve">Ростовский район, </w:t>
            </w:r>
            <w:r w:rsidR="00BB2BD3">
              <w:rPr>
                <w:szCs w:val="28"/>
              </w:rPr>
              <w:br/>
            </w:r>
            <w:r w:rsidRPr="00224953">
              <w:rPr>
                <w:szCs w:val="28"/>
              </w:rPr>
              <w:t xml:space="preserve">сельское поселение </w:t>
            </w:r>
          </w:p>
          <w:p w:rsidR="00D91137" w:rsidRPr="00224953" w:rsidRDefault="00D91137" w:rsidP="00D91137">
            <w:pPr>
              <w:ind w:firstLine="0"/>
              <w:jc w:val="left"/>
              <w:rPr>
                <w:szCs w:val="28"/>
              </w:rPr>
            </w:pPr>
            <w:r w:rsidRPr="00224953">
              <w:rPr>
                <w:szCs w:val="28"/>
              </w:rPr>
              <w:t xml:space="preserve">Поречье-Рыбное, рабочий </w:t>
            </w:r>
            <w:r w:rsidR="00BB2BD3">
              <w:rPr>
                <w:szCs w:val="28"/>
              </w:rPr>
              <w:br/>
            </w:r>
            <w:r w:rsidRPr="00224953">
              <w:rPr>
                <w:szCs w:val="28"/>
              </w:rPr>
              <w:t xml:space="preserve">поселок Поречье-Рыбное, </w:t>
            </w:r>
            <w:r w:rsidR="00BB2BD3">
              <w:rPr>
                <w:szCs w:val="28"/>
              </w:rPr>
              <w:br/>
            </w:r>
            <w:r w:rsidRPr="00224953">
              <w:rPr>
                <w:szCs w:val="28"/>
              </w:rPr>
              <w:t>ул. Чапаева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76:13:040201:1240</w:t>
            </w:r>
          </w:p>
        </w:tc>
      </w:tr>
      <w:tr w:rsidR="00D91137" w:rsidRPr="00224953" w:rsidTr="00F41344">
        <w:trPr>
          <w:trHeight w:val="15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w:t>
            </w:r>
          </w:p>
        </w:tc>
        <w:tc>
          <w:tcPr>
            <w:tcW w:w="1289" w:type="pct"/>
            <w:tcBorders>
              <w:top w:val="nil"/>
              <w:left w:val="nil"/>
              <w:bottom w:val="single" w:sz="4" w:space="0" w:color="auto"/>
              <w:right w:val="single" w:sz="4" w:space="0" w:color="auto"/>
            </w:tcBorders>
            <w:shd w:val="clear" w:color="auto" w:fill="auto"/>
            <w:hideMark/>
          </w:tcPr>
          <w:p w:rsidR="0005792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057926" w:rsidRDefault="00D91137" w:rsidP="00D91137">
            <w:pPr>
              <w:ind w:firstLine="0"/>
              <w:jc w:val="left"/>
              <w:rPr>
                <w:szCs w:val="28"/>
              </w:rPr>
            </w:pPr>
            <w:r w:rsidRPr="00224953">
              <w:rPr>
                <w:szCs w:val="28"/>
              </w:rPr>
              <w:t xml:space="preserve">Ярославская область, </w:t>
            </w:r>
          </w:p>
          <w:p w:rsidR="00D91137" w:rsidRPr="00224953" w:rsidRDefault="00057926" w:rsidP="00567969">
            <w:pPr>
              <w:ind w:firstLine="0"/>
              <w:jc w:val="left"/>
              <w:rPr>
                <w:szCs w:val="28"/>
              </w:rPr>
            </w:pPr>
            <w:r>
              <w:rPr>
                <w:szCs w:val="28"/>
              </w:rPr>
              <w:t>Большесельский райо</w:t>
            </w:r>
            <w:r w:rsidR="00D91137" w:rsidRPr="00224953">
              <w:rPr>
                <w:szCs w:val="28"/>
              </w:rPr>
              <w:t>н, с.</w:t>
            </w:r>
            <w:r w:rsidR="009C6C89">
              <w:rPr>
                <w:szCs w:val="28"/>
              </w:rPr>
              <w:t> </w:t>
            </w:r>
            <w:r w:rsidR="00D91137" w:rsidRPr="00224953">
              <w:rPr>
                <w:szCs w:val="28"/>
              </w:rPr>
              <w:t>Большое Село</w:t>
            </w:r>
            <w:r>
              <w:rPr>
                <w:szCs w:val="28"/>
              </w:rPr>
              <w:t>,</w:t>
            </w:r>
            <w:r w:rsidR="00D91137" w:rsidRPr="00224953">
              <w:rPr>
                <w:szCs w:val="28"/>
              </w:rPr>
              <w:t xml:space="preserve"> </w:t>
            </w:r>
            <w:r>
              <w:rPr>
                <w:szCs w:val="28"/>
              </w:rPr>
              <w:t xml:space="preserve">ул. </w:t>
            </w:r>
            <w:r w:rsidR="00D91137" w:rsidRPr="00224953">
              <w:rPr>
                <w:szCs w:val="28"/>
              </w:rPr>
              <w:t xml:space="preserve">Заречная, </w:t>
            </w:r>
            <w:r w:rsidRPr="00567969">
              <w:rPr>
                <w:szCs w:val="28"/>
              </w:rPr>
              <w:t xml:space="preserve">ул. </w:t>
            </w:r>
            <w:r w:rsidR="00D91137" w:rsidRPr="00567969">
              <w:rPr>
                <w:szCs w:val="28"/>
              </w:rPr>
              <w:t>1-</w:t>
            </w:r>
            <w:r w:rsidR="00567969" w:rsidRPr="00567969">
              <w:rPr>
                <w:szCs w:val="28"/>
              </w:rPr>
              <w:t xml:space="preserve">я </w:t>
            </w:r>
            <w:r w:rsidR="00D91137" w:rsidRPr="00567969">
              <w:rPr>
                <w:szCs w:val="28"/>
              </w:rPr>
              <w:t>Строителей, ул. 2-я Строителей</w:t>
            </w:r>
            <w:r w:rsidR="00D91137" w:rsidRPr="00224953">
              <w:rPr>
                <w:szCs w:val="28"/>
              </w:rPr>
              <w:t xml:space="preserve">, </w:t>
            </w:r>
            <w:r>
              <w:rPr>
                <w:szCs w:val="28"/>
              </w:rPr>
              <w:br/>
            </w:r>
            <w:r w:rsidR="00D91137" w:rsidRPr="00224953">
              <w:rPr>
                <w:szCs w:val="28"/>
              </w:rPr>
              <w:t xml:space="preserve">ул. 3-я Строителей, </w:t>
            </w:r>
            <w:r>
              <w:rPr>
                <w:szCs w:val="28"/>
              </w:rPr>
              <w:br/>
            </w:r>
            <w:r w:rsidR="003764B6">
              <w:rPr>
                <w:szCs w:val="28"/>
              </w:rPr>
              <w:t>ул. Крестьянская, ул. </w:t>
            </w:r>
            <w:r w:rsidR="00D91137" w:rsidRPr="00224953">
              <w:rPr>
                <w:szCs w:val="28"/>
              </w:rPr>
              <w:t>Труда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76:01:010101:3330</w:t>
            </w:r>
          </w:p>
        </w:tc>
      </w:tr>
      <w:tr w:rsidR="00D91137" w:rsidRPr="00224953" w:rsidTr="00222690">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w:t>
            </w:r>
          </w:p>
        </w:tc>
        <w:tc>
          <w:tcPr>
            <w:tcW w:w="1289" w:type="pct"/>
            <w:tcBorders>
              <w:top w:val="nil"/>
              <w:left w:val="nil"/>
              <w:bottom w:val="single" w:sz="4" w:space="0" w:color="auto"/>
              <w:right w:val="single" w:sz="4" w:space="0" w:color="auto"/>
            </w:tcBorders>
            <w:shd w:val="clear" w:color="auto" w:fill="auto"/>
            <w:hideMark/>
          </w:tcPr>
          <w:p w:rsidR="0005792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высокого, низкого давления и ШРП для газоснабжения жилых домов</w:t>
            </w:r>
          </w:p>
        </w:tc>
        <w:tc>
          <w:tcPr>
            <w:tcW w:w="1819" w:type="pct"/>
            <w:tcBorders>
              <w:top w:val="nil"/>
              <w:left w:val="nil"/>
              <w:bottom w:val="single" w:sz="4" w:space="0" w:color="auto"/>
              <w:right w:val="single" w:sz="4" w:space="0" w:color="auto"/>
            </w:tcBorders>
            <w:shd w:val="clear" w:color="auto" w:fill="auto"/>
            <w:hideMark/>
          </w:tcPr>
          <w:p w:rsidR="00057926"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 xml:space="preserve">г. Ростов, ул. Ленинградская, ул. Бакунинская, </w:t>
            </w:r>
            <w:r w:rsidR="00057926">
              <w:rPr>
                <w:szCs w:val="28"/>
              </w:rPr>
              <w:br/>
            </w:r>
            <w:r w:rsidRPr="00224953">
              <w:rPr>
                <w:szCs w:val="28"/>
              </w:rPr>
              <w:t>1-ый, 2-ой, 3-ий Ленинградские переулки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76:19:000000:175</w:t>
            </w:r>
          </w:p>
        </w:tc>
      </w:tr>
      <w:tr w:rsidR="00D91137" w:rsidRPr="00224953" w:rsidTr="00222690">
        <w:trPr>
          <w:trHeight w:val="1261"/>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Распределительный </w:t>
            </w:r>
            <w:r w:rsidR="00057926">
              <w:rPr>
                <w:szCs w:val="28"/>
              </w:rPr>
              <w:t>газопровод низкого давления по ул. 8 Марта, ул. Садовая, ул. Свободы, ул. </w:t>
            </w:r>
            <w:r w:rsidRPr="00224953">
              <w:rPr>
                <w:szCs w:val="28"/>
              </w:rPr>
              <w:t>3-я Строителей, ул. Солнечная с. Большое Село</w:t>
            </w:r>
            <w:r w:rsidR="00057926">
              <w:rPr>
                <w:szCs w:val="28"/>
              </w:rPr>
              <w:t>,</w:t>
            </w:r>
            <w:r w:rsidRPr="00224953">
              <w:rPr>
                <w:szCs w:val="28"/>
              </w:rPr>
              <w:t xml:space="preserve"> Ярославская область</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057926" w:rsidRDefault="00D91137" w:rsidP="00D91137">
            <w:pPr>
              <w:ind w:firstLine="0"/>
              <w:jc w:val="left"/>
              <w:rPr>
                <w:szCs w:val="28"/>
              </w:rPr>
            </w:pPr>
            <w:r w:rsidRPr="00224953">
              <w:rPr>
                <w:szCs w:val="28"/>
              </w:rPr>
              <w:t xml:space="preserve">Ярославская область, </w:t>
            </w:r>
          </w:p>
          <w:p w:rsidR="00D91137" w:rsidRPr="00224953" w:rsidRDefault="00057926" w:rsidP="00D91137">
            <w:pPr>
              <w:ind w:firstLine="0"/>
              <w:jc w:val="left"/>
              <w:rPr>
                <w:szCs w:val="28"/>
              </w:rPr>
            </w:pPr>
            <w:r>
              <w:rPr>
                <w:szCs w:val="28"/>
              </w:rPr>
              <w:t xml:space="preserve">Большесельский район, </w:t>
            </w:r>
            <w:r w:rsidR="00D91137" w:rsidRPr="00224953">
              <w:rPr>
                <w:szCs w:val="28"/>
              </w:rPr>
              <w:t>Большесельское сельское поселение</w:t>
            </w:r>
            <w:r>
              <w:rPr>
                <w:szCs w:val="28"/>
              </w:rPr>
              <w:t>,</w:t>
            </w:r>
            <w:r w:rsidR="00D91137" w:rsidRPr="00224953">
              <w:rPr>
                <w:szCs w:val="28"/>
              </w:rPr>
              <w:t xml:space="preserve"> с. Большое Село, ул. 8 Марта, </w:t>
            </w:r>
            <w:r>
              <w:rPr>
                <w:szCs w:val="28"/>
              </w:rPr>
              <w:br/>
            </w:r>
            <w:r w:rsidR="00D91137" w:rsidRPr="00224953">
              <w:rPr>
                <w:szCs w:val="28"/>
              </w:rPr>
              <w:t>ул. Садовая</w:t>
            </w:r>
            <w:r w:rsidR="00D91137" w:rsidRPr="00057926">
              <w:rPr>
                <w:szCs w:val="28"/>
              </w:rPr>
              <w:t>,</w:t>
            </w:r>
            <w:r w:rsidR="00D91137" w:rsidRPr="00057926">
              <w:rPr>
                <w:bCs/>
                <w:szCs w:val="28"/>
              </w:rPr>
              <w:t xml:space="preserve"> ул. Свободы</w:t>
            </w:r>
            <w:r>
              <w:rPr>
                <w:szCs w:val="28"/>
              </w:rPr>
              <w:t>, ул. 3-я Строителей, ул. </w:t>
            </w:r>
            <w:r w:rsidR="00D91137" w:rsidRPr="00224953">
              <w:rPr>
                <w:szCs w:val="28"/>
              </w:rPr>
              <w:t>Солнечная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76:01:000000:2513</w:t>
            </w:r>
          </w:p>
        </w:tc>
      </w:tr>
      <w:tr w:rsidR="00D91137" w:rsidRPr="00224953" w:rsidTr="00222690">
        <w:trPr>
          <w:trHeight w:val="699"/>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40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Распределительный </w:t>
            </w:r>
            <w:r w:rsidR="00057926">
              <w:rPr>
                <w:szCs w:val="28"/>
              </w:rPr>
              <w:t>газопровод низкого давления по ул. 8 Марта, ул. Садовая, ул. Свободы, ул. </w:t>
            </w:r>
            <w:r w:rsidRPr="00224953">
              <w:rPr>
                <w:szCs w:val="28"/>
              </w:rPr>
              <w:t>3-я Строителей, ул. Солнечная с. Большое Село</w:t>
            </w:r>
            <w:r w:rsidR="00057926">
              <w:rPr>
                <w:szCs w:val="28"/>
              </w:rPr>
              <w:t>,</w:t>
            </w:r>
            <w:r w:rsidRPr="00224953">
              <w:rPr>
                <w:szCs w:val="28"/>
              </w:rPr>
              <w:t xml:space="preserve"> Ярославская область</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B35AC8" w:rsidRDefault="00D91137" w:rsidP="00D91137">
            <w:pPr>
              <w:ind w:firstLine="0"/>
              <w:jc w:val="left"/>
              <w:rPr>
                <w:szCs w:val="28"/>
              </w:rPr>
            </w:pPr>
            <w:r w:rsidRPr="00B35AC8">
              <w:rPr>
                <w:szCs w:val="28"/>
              </w:rPr>
              <w:t>152360,</w:t>
            </w:r>
            <w:r w:rsidRPr="00224953">
              <w:rPr>
                <w:szCs w:val="28"/>
              </w:rPr>
              <w:t xml:space="preserve"> Ярославская </w:t>
            </w:r>
          </w:p>
          <w:p w:rsidR="00057926" w:rsidRDefault="00D91137" w:rsidP="00D91137">
            <w:pPr>
              <w:ind w:firstLine="0"/>
              <w:jc w:val="left"/>
              <w:rPr>
                <w:szCs w:val="28"/>
              </w:rPr>
            </w:pPr>
            <w:r w:rsidRPr="00224953">
              <w:rPr>
                <w:szCs w:val="28"/>
              </w:rPr>
              <w:t xml:space="preserve">область, </w:t>
            </w:r>
          </w:p>
          <w:p w:rsidR="00057926" w:rsidRDefault="00D91137" w:rsidP="00D91137">
            <w:pPr>
              <w:ind w:firstLine="0"/>
              <w:jc w:val="left"/>
              <w:rPr>
                <w:szCs w:val="28"/>
              </w:rPr>
            </w:pPr>
            <w:r w:rsidRPr="00224953">
              <w:rPr>
                <w:szCs w:val="28"/>
              </w:rPr>
              <w:t xml:space="preserve">Большесельский район, Большесельское сельское поселение, с. Большое Село, ул. 8 Марта, </w:t>
            </w:r>
          </w:p>
          <w:p w:rsidR="00D91137" w:rsidRPr="00224953" w:rsidRDefault="00D91137" w:rsidP="00D91137">
            <w:pPr>
              <w:ind w:firstLine="0"/>
              <w:jc w:val="left"/>
              <w:rPr>
                <w:szCs w:val="28"/>
              </w:rPr>
            </w:pPr>
            <w:r w:rsidRPr="00224953">
              <w:rPr>
                <w:szCs w:val="28"/>
              </w:rPr>
              <w:t>ул. Садовая, ул. С</w:t>
            </w:r>
            <w:r w:rsidR="00057926">
              <w:rPr>
                <w:szCs w:val="28"/>
              </w:rPr>
              <w:t>вободы, ул. 3-я Строителей, ул. </w:t>
            </w:r>
            <w:r w:rsidRPr="00224953">
              <w:rPr>
                <w:szCs w:val="28"/>
              </w:rPr>
              <w:t>Солнечная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76:01:010129:263</w:t>
            </w:r>
          </w:p>
        </w:tc>
      </w:tr>
      <w:tr w:rsidR="00D91137" w:rsidRPr="00224953" w:rsidTr="00B0079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Распределительный </w:t>
            </w:r>
            <w:r w:rsidR="000C0DFB">
              <w:rPr>
                <w:szCs w:val="28"/>
              </w:rPr>
              <w:t>газопровод низкого давления по ул. 8 Марта, ул. Садовая, ул. </w:t>
            </w:r>
            <w:r w:rsidRPr="00224953">
              <w:rPr>
                <w:szCs w:val="28"/>
              </w:rPr>
              <w:t>Свободы, ул.</w:t>
            </w:r>
            <w:r w:rsidR="000C0DFB">
              <w:rPr>
                <w:szCs w:val="28"/>
              </w:rPr>
              <w:t> </w:t>
            </w:r>
            <w:r w:rsidRPr="00224953">
              <w:rPr>
                <w:szCs w:val="28"/>
              </w:rPr>
              <w:t>3-я Строителей, ул. Солнечная с. Большое Село</w:t>
            </w:r>
            <w:r w:rsidR="000C0DFB">
              <w:rPr>
                <w:szCs w:val="28"/>
              </w:rPr>
              <w:t>,</w:t>
            </w:r>
            <w:r w:rsidRPr="00224953">
              <w:rPr>
                <w:szCs w:val="28"/>
              </w:rPr>
              <w:t xml:space="preserve"> Ярославская область</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152360, Яросла</w:t>
            </w:r>
            <w:r w:rsidR="000C0DFB">
              <w:rPr>
                <w:szCs w:val="28"/>
              </w:rPr>
              <w:t xml:space="preserve">вская </w:t>
            </w:r>
            <w:r w:rsidR="00092A0D">
              <w:rPr>
                <w:szCs w:val="28"/>
              </w:rPr>
              <w:br/>
            </w:r>
            <w:r w:rsidR="000C0DFB">
              <w:rPr>
                <w:szCs w:val="28"/>
              </w:rPr>
              <w:t>область, Большесельский райо</w:t>
            </w:r>
            <w:r w:rsidRPr="00224953">
              <w:rPr>
                <w:szCs w:val="28"/>
              </w:rPr>
              <w:t>н, Больш</w:t>
            </w:r>
            <w:r w:rsidR="000C0DFB">
              <w:rPr>
                <w:szCs w:val="28"/>
              </w:rPr>
              <w:t xml:space="preserve">есельское сельское поселение, </w:t>
            </w:r>
            <w:r w:rsidR="000C0DFB">
              <w:rPr>
                <w:szCs w:val="28"/>
              </w:rPr>
              <w:br/>
              <w:t xml:space="preserve">с. </w:t>
            </w:r>
            <w:r w:rsidRPr="00224953">
              <w:rPr>
                <w:szCs w:val="28"/>
              </w:rPr>
              <w:t xml:space="preserve">Большое Село, </w:t>
            </w:r>
            <w:r w:rsidR="000C0DFB">
              <w:rPr>
                <w:szCs w:val="28"/>
              </w:rPr>
              <w:br/>
            </w:r>
            <w:r w:rsidRPr="00224953">
              <w:rPr>
                <w:szCs w:val="28"/>
              </w:rPr>
              <w:t>ул. 8 Марта, ул.</w:t>
            </w:r>
            <w:r w:rsidR="000C0DFB">
              <w:rPr>
                <w:szCs w:val="28"/>
              </w:rPr>
              <w:t xml:space="preserve"> </w:t>
            </w:r>
            <w:r w:rsidRPr="00224953">
              <w:rPr>
                <w:szCs w:val="28"/>
              </w:rPr>
              <w:t>Садовая, ул.</w:t>
            </w:r>
            <w:r w:rsidR="000C0DFB">
              <w:rPr>
                <w:szCs w:val="28"/>
              </w:rPr>
              <w:t xml:space="preserve"> </w:t>
            </w:r>
            <w:r w:rsidRPr="00224953">
              <w:rPr>
                <w:szCs w:val="28"/>
              </w:rPr>
              <w:t>Свободы, ул. 3-я Строителей, ул.</w:t>
            </w:r>
            <w:r w:rsidR="000C0DFB">
              <w:rPr>
                <w:szCs w:val="28"/>
              </w:rPr>
              <w:t xml:space="preserve"> </w:t>
            </w:r>
            <w:r w:rsidRPr="00224953">
              <w:rPr>
                <w:szCs w:val="28"/>
              </w:rPr>
              <w:t>Солнечная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76:01:010114:268</w:t>
            </w:r>
          </w:p>
        </w:tc>
      </w:tr>
      <w:tr w:rsidR="00D91137" w:rsidRPr="00224953" w:rsidTr="00222690">
        <w:trPr>
          <w:trHeight w:val="15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Распределительный </w:t>
            </w:r>
            <w:r w:rsidR="008A4D0C">
              <w:rPr>
                <w:szCs w:val="28"/>
              </w:rPr>
              <w:t>газопровод низкого давления по ул. 8 Марта, ул. Садовая, ул. Свободы, ул. </w:t>
            </w:r>
            <w:r w:rsidRPr="00224953">
              <w:rPr>
                <w:szCs w:val="28"/>
              </w:rPr>
              <w:t>3-я Строителей, ул. Солнечная с. Большое Село</w:t>
            </w:r>
            <w:r w:rsidR="008A4D0C">
              <w:rPr>
                <w:szCs w:val="28"/>
              </w:rPr>
              <w:t>,</w:t>
            </w:r>
            <w:r w:rsidRPr="00224953">
              <w:rPr>
                <w:szCs w:val="28"/>
              </w:rPr>
              <w:t xml:space="preserve"> Ярославская область</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152360, Ярославская </w:t>
            </w:r>
            <w:r w:rsidR="00092A0D">
              <w:rPr>
                <w:szCs w:val="28"/>
              </w:rPr>
              <w:br/>
            </w:r>
            <w:r w:rsidRPr="00224953">
              <w:rPr>
                <w:szCs w:val="28"/>
              </w:rPr>
              <w:t xml:space="preserve">область, Большесельский </w:t>
            </w:r>
            <w:r w:rsidR="00092A0D">
              <w:rPr>
                <w:szCs w:val="28"/>
              </w:rPr>
              <w:t>райо</w:t>
            </w:r>
            <w:r w:rsidRPr="00224953">
              <w:rPr>
                <w:szCs w:val="28"/>
              </w:rPr>
              <w:t>н, Больш</w:t>
            </w:r>
            <w:r w:rsidR="00092A0D">
              <w:rPr>
                <w:szCs w:val="28"/>
              </w:rPr>
              <w:t>есельское сельское поселение, с. </w:t>
            </w:r>
            <w:r w:rsidRPr="00224953">
              <w:rPr>
                <w:szCs w:val="28"/>
              </w:rPr>
              <w:t xml:space="preserve">Большое Село, </w:t>
            </w:r>
            <w:r w:rsidR="00092A0D">
              <w:rPr>
                <w:szCs w:val="28"/>
              </w:rPr>
              <w:br/>
            </w:r>
            <w:r w:rsidRPr="00224953">
              <w:rPr>
                <w:szCs w:val="28"/>
              </w:rPr>
              <w:t>ул. 8 Марта, ул.</w:t>
            </w:r>
            <w:r w:rsidR="00092A0D">
              <w:rPr>
                <w:szCs w:val="28"/>
              </w:rPr>
              <w:t xml:space="preserve"> </w:t>
            </w:r>
            <w:r w:rsidRPr="00224953">
              <w:rPr>
                <w:szCs w:val="28"/>
              </w:rPr>
              <w:t>Садовая, ул.</w:t>
            </w:r>
            <w:r w:rsidR="00092A0D">
              <w:rPr>
                <w:szCs w:val="28"/>
              </w:rPr>
              <w:t xml:space="preserve"> </w:t>
            </w:r>
            <w:r w:rsidRPr="00224953">
              <w:rPr>
                <w:szCs w:val="28"/>
              </w:rPr>
              <w:t>Свободы, ул. 3-я Строителей, ул.</w:t>
            </w:r>
            <w:r w:rsidR="00092A0D">
              <w:rPr>
                <w:szCs w:val="28"/>
              </w:rPr>
              <w:t xml:space="preserve"> </w:t>
            </w:r>
            <w:r w:rsidRPr="00224953">
              <w:rPr>
                <w:szCs w:val="28"/>
              </w:rPr>
              <w:t>Солнечная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76:01:000000:2512</w:t>
            </w:r>
          </w:p>
        </w:tc>
      </w:tr>
      <w:tr w:rsidR="00D91137" w:rsidRPr="00224953" w:rsidTr="00A841CF">
        <w:trPr>
          <w:trHeight w:val="112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Подземный газопровод-ввод высокого давления к автоматизированной газовой котельной по адресу: Ярославская область, Большесельский район, д. Дунилово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152381, Российская Федерация, Яросла</w:t>
            </w:r>
            <w:r w:rsidR="00EB2D27">
              <w:rPr>
                <w:szCs w:val="28"/>
              </w:rPr>
              <w:t>вская область, Большесельский райо</w:t>
            </w:r>
            <w:r w:rsidRPr="00224953">
              <w:rPr>
                <w:szCs w:val="28"/>
              </w:rPr>
              <w:t>н, с</w:t>
            </w:r>
            <w:r w:rsidR="00B00795">
              <w:rPr>
                <w:szCs w:val="28"/>
              </w:rPr>
              <w:t>.</w:t>
            </w:r>
            <w:r w:rsidRPr="00224953">
              <w:rPr>
                <w:szCs w:val="28"/>
              </w:rPr>
              <w:t xml:space="preserve"> Дунилово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76:01:010212:233</w:t>
            </w:r>
          </w:p>
        </w:tc>
      </w:tr>
      <w:tr w:rsidR="00D91137" w:rsidRPr="00224953" w:rsidTr="00222690">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44</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Газораспределительная система в котельной Большесельского КБО</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2332AD">
            <w:pPr>
              <w:ind w:firstLine="0"/>
              <w:jc w:val="left"/>
              <w:rPr>
                <w:szCs w:val="28"/>
              </w:rPr>
            </w:pPr>
            <w:r w:rsidRPr="00224953">
              <w:rPr>
                <w:szCs w:val="28"/>
              </w:rPr>
              <w:t>152360, Российская Федерация, Ярославская область, Большесельский р</w:t>
            </w:r>
            <w:r w:rsidR="002332AD">
              <w:rPr>
                <w:szCs w:val="28"/>
              </w:rPr>
              <w:t>айо</w:t>
            </w:r>
            <w:r w:rsidRPr="00224953">
              <w:rPr>
                <w:szCs w:val="28"/>
              </w:rPr>
              <w:t>н, с</w:t>
            </w:r>
            <w:r w:rsidR="002332AD">
              <w:rPr>
                <w:szCs w:val="28"/>
              </w:rPr>
              <w:t>.</w:t>
            </w:r>
            <w:r w:rsidRPr="00224953">
              <w:rPr>
                <w:szCs w:val="28"/>
              </w:rPr>
              <w:t xml:space="preserve"> Большое Село, ул</w:t>
            </w:r>
            <w:r w:rsidR="002332AD">
              <w:rPr>
                <w:szCs w:val="28"/>
              </w:rPr>
              <w:t>. </w:t>
            </w:r>
            <w:r w:rsidRPr="00224953">
              <w:rPr>
                <w:szCs w:val="28"/>
              </w:rPr>
              <w:t>Мясникова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76:01:010113:497</w:t>
            </w:r>
          </w:p>
        </w:tc>
      </w:tr>
      <w:tr w:rsidR="00D91137" w:rsidRPr="00224953" w:rsidTr="00261BEA">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w:t>
            </w:r>
          </w:p>
        </w:tc>
        <w:tc>
          <w:tcPr>
            <w:tcW w:w="1289" w:type="pct"/>
            <w:tcBorders>
              <w:top w:val="nil"/>
              <w:left w:val="nil"/>
              <w:bottom w:val="single" w:sz="4" w:space="0" w:color="auto"/>
              <w:right w:val="single" w:sz="4" w:space="0" w:color="auto"/>
            </w:tcBorders>
            <w:shd w:val="clear" w:color="auto" w:fill="auto"/>
            <w:hideMark/>
          </w:tcPr>
          <w:p w:rsidR="002332AD" w:rsidRDefault="00D91137" w:rsidP="00D91137">
            <w:pPr>
              <w:ind w:firstLine="0"/>
              <w:jc w:val="left"/>
              <w:rPr>
                <w:szCs w:val="28"/>
              </w:rPr>
            </w:pPr>
            <w:r w:rsidRPr="00224953">
              <w:rPr>
                <w:szCs w:val="28"/>
              </w:rPr>
              <w:t xml:space="preserve">Газопровод </w:t>
            </w:r>
          </w:p>
          <w:p w:rsidR="00D91137" w:rsidRPr="00224953" w:rsidRDefault="002332AD" w:rsidP="002332AD">
            <w:pPr>
              <w:ind w:firstLine="0"/>
              <w:jc w:val="left"/>
              <w:rPr>
                <w:szCs w:val="28"/>
              </w:rPr>
            </w:pPr>
            <w:r>
              <w:rPr>
                <w:szCs w:val="28"/>
              </w:rPr>
              <w:t>к котельной «</w:t>
            </w:r>
            <w:r w:rsidR="00D91137" w:rsidRPr="00224953">
              <w:rPr>
                <w:szCs w:val="28"/>
              </w:rPr>
              <w:t>Сельхозтехника</w:t>
            </w:r>
            <w:r>
              <w:rPr>
                <w:szCs w:val="28"/>
              </w:rPr>
              <w:t>»</w:t>
            </w:r>
          </w:p>
        </w:tc>
        <w:tc>
          <w:tcPr>
            <w:tcW w:w="1819" w:type="pct"/>
            <w:tcBorders>
              <w:top w:val="nil"/>
              <w:left w:val="nil"/>
              <w:bottom w:val="single" w:sz="4" w:space="0" w:color="auto"/>
              <w:right w:val="single" w:sz="4" w:space="0" w:color="auto"/>
            </w:tcBorders>
            <w:shd w:val="clear" w:color="auto" w:fill="auto"/>
            <w:hideMark/>
          </w:tcPr>
          <w:p w:rsidR="002332AD" w:rsidRDefault="00D91137" w:rsidP="00D91137">
            <w:pPr>
              <w:ind w:firstLine="0"/>
              <w:jc w:val="left"/>
              <w:rPr>
                <w:szCs w:val="28"/>
              </w:rPr>
            </w:pPr>
            <w:r w:rsidRPr="00224953">
              <w:rPr>
                <w:szCs w:val="28"/>
              </w:rPr>
              <w:t xml:space="preserve">Ярославская область, </w:t>
            </w:r>
          </w:p>
          <w:p w:rsidR="00D91137" w:rsidRPr="00224953" w:rsidRDefault="00D91137" w:rsidP="002332AD">
            <w:pPr>
              <w:ind w:firstLine="0"/>
              <w:jc w:val="left"/>
              <w:rPr>
                <w:szCs w:val="28"/>
              </w:rPr>
            </w:pPr>
            <w:r w:rsidRPr="00224953">
              <w:rPr>
                <w:szCs w:val="28"/>
              </w:rPr>
              <w:t>Большесельский р</w:t>
            </w:r>
            <w:r w:rsidR="002332AD">
              <w:rPr>
                <w:szCs w:val="28"/>
              </w:rPr>
              <w:t>айон, с. </w:t>
            </w:r>
            <w:r w:rsidRPr="00224953">
              <w:rPr>
                <w:szCs w:val="28"/>
              </w:rPr>
              <w:t>Большое Село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76:01:000000:2548</w:t>
            </w:r>
          </w:p>
        </w:tc>
      </w:tr>
      <w:tr w:rsidR="00D91137" w:rsidRPr="00224953" w:rsidTr="00261BE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332AD">
            <w:pPr>
              <w:ind w:firstLine="0"/>
              <w:jc w:val="left"/>
              <w:rPr>
                <w:szCs w:val="28"/>
              </w:rPr>
            </w:pPr>
            <w:r w:rsidRPr="00224953">
              <w:rPr>
                <w:szCs w:val="28"/>
              </w:rPr>
              <w:t xml:space="preserve">Распределительные газовые сети в с. Шельшедом Большесельского </w:t>
            </w:r>
            <w:r w:rsidR="002332AD">
              <w:rPr>
                <w:szCs w:val="28"/>
              </w:rPr>
              <w:t>муниципального района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2332AD" w:rsidRDefault="00D91137" w:rsidP="00D91137">
            <w:pPr>
              <w:ind w:firstLine="0"/>
              <w:jc w:val="left"/>
              <w:rPr>
                <w:szCs w:val="28"/>
              </w:rPr>
            </w:pPr>
            <w:r w:rsidRPr="00224953">
              <w:rPr>
                <w:szCs w:val="28"/>
              </w:rPr>
              <w:t xml:space="preserve">Ярославская область, </w:t>
            </w:r>
          </w:p>
          <w:p w:rsidR="00D91137" w:rsidRPr="00224953" w:rsidRDefault="002332AD" w:rsidP="00D91137">
            <w:pPr>
              <w:ind w:firstLine="0"/>
              <w:jc w:val="left"/>
              <w:rPr>
                <w:szCs w:val="28"/>
              </w:rPr>
            </w:pPr>
            <w:r>
              <w:rPr>
                <w:szCs w:val="28"/>
              </w:rPr>
              <w:t>Большесельский район, с. </w:t>
            </w:r>
            <w:r w:rsidR="00D91137" w:rsidRPr="00224953">
              <w:rPr>
                <w:szCs w:val="28"/>
              </w:rPr>
              <w:t>Шельшедом</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76:01:061501:544</w:t>
            </w:r>
          </w:p>
        </w:tc>
      </w:tr>
      <w:tr w:rsidR="00D91137" w:rsidRPr="00224953" w:rsidTr="00261BEA">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79748C" w:rsidP="00D91137">
            <w:pPr>
              <w:ind w:firstLine="0"/>
              <w:jc w:val="left"/>
              <w:rPr>
                <w:szCs w:val="28"/>
              </w:rPr>
            </w:pPr>
            <w:r>
              <w:rPr>
                <w:szCs w:val="28"/>
              </w:rPr>
              <w:t>Г</w:t>
            </w:r>
            <w:r w:rsidR="00D91137" w:rsidRPr="00224953">
              <w:rPr>
                <w:szCs w:val="28"/>
              </w:rPr>
              <w:t>азопровод-ввод</w:t>
            </w:r>
          </w:p>
        </w:tc>
        <w:tc>
          <w:tcPr>
            <w:tcW w:w="1819" w:type="pct"/>
            <w:tcBorders>
              <w:top w:val="single" w:sz="4" w:space="0" w:color="auto"/>
              <w:left w:val="nil"/>
              <w:bottom w:val="single" w:sz="4" w:space="0" w:color="auto"/>
              <w:right w:val="single" w:sz="4" w:space="0" w:color="auto"/>
            </w:tcBorders>
            <w:shd w:val="clear" w:color="auto" w:fill="auto"/>
            <w:hideMark/>
          </w:tcPr>
          <w:p w:rsidR="0079748C" w:rsidRDefault="00D91137" w:rsidP="00D91137">
            <w:pPr>
              <w:ind w:firstLine="0"/>
              <w:jc w:val="left"/>
              <w:rPr>
                <w:szCs w:val="28"/>
              </w:rPr>
            </w:pPr>
            <w:r w:rsidRPr="00224953">
              <w:rPr>
                <w:szCs w:val="28"/>
              </w:rPr>
              <w:t xml:space="preserve">Ярославская область, </w:t>
            </w:r>
          </w:p>
          <w:p w:rsidR="00D91137" w:rsidRPr="00224953" w:rsidRDefault="00D91137" w:rsidP="0079748C">
            <w:pPr>
              <w:ind w:firstLine="0"/>
              <w:jc w:val="left"/>
              <w:rPr>
                <w:szCs w:val="28"/>
              </w:rPr>
            </w:pPr>
            <w:r w:rsidRPr="00224953">
              <w:rPr>
                <w:szCs w:val="28"/>
              </w:rPr>
              <w:t>Борисоглебский р</w:t>
            </w:r>
            <w:r w:rsidR="0079748C">
              <w:rPr>
                <w:szCs w:val="28"/>
              </w:rPr>
              <w:t>айон, п. Борисоглебский, ул. </w:t>
            </w:r>
            <w:r w:rsidRPr="00224953">
              <w:rPr>
                <w:szCs w:val="28"/>
              </w:rPr>
              <w:t xml:space="preserve">Красноармейская, </w:t>
            </w:r>
            <w:r w:rsidR="00F7316E">
              <w:rPr>
                <w:szCs w:val="28"/>
              </w:rPr>
              <w:t>д. </w:t>
            </w:r>
            <w:r w:rsidRPr="00224953">
              <w:rPr>
                <w:szCs w:val="28"/>
              </w:rPr>
              <w:t>27а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76:02:130146:219</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w:t>
            </w:r>
          </w:p>
        </w:tc>
        <w:tc>
          <w:tcPr>
            <w:tcW w:w="1289" w:type="pct"/>
            <w:tcBorders>
              <w:top w:val="single" w:sz="4" w:space="0" w:color="auto"/>
              <w:left w:val="nil"/>
              <w:bottom w:val="single" w:sz="4" w:space="0" w:color="auto"/>
              <w:right w:val="single" w:sz="4" w:space="0" w:color="auto"/>
            </w:tcBorders>
            <w:shd w:val="clear" w:color="auto" w:fill="auto"/>
            <w:hideMark/>
          </w:tcPr>
          <w:p w:rsidR="0079748C" w:rsidRDefault="00D91137" w:rsidP="00D91137">
            <w:pPr>
              <w:ind w:firstLine="0"/>
              <w:jc w:val="left"/>
              <w:rPr>
                <w:szCs w:val="28"/>
              </w:rPr>
            </w:pPr>
            <w:r w:rsidRPr="00224953">
              <w:rPr>
                <w:szCs w:val="28"/>
              </w:rPr>
              <w:t xml:space="preserve">Газопровод </w:t>
            </w:r>
          </w:p>
          <w:p w:rsidR="0079748C"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79748C" w:rsidRDefault="00D91137" w:rsidP="0079748C">
            <w:pPr>
              <w:ind w:firstLine="0"/>
              <w:jc w:val="left"/>
              <w:rPr>
                <w:szCs w:val="28"/>
              </w:rPr>
            </w:pPr>
            <w:r w:rsidRPr="00224953">
              <w:rPr>
                <w:szCs w:val="28"/>
              </w:rPr>
              <w:t>Ярославская обл</w:t>
            </w:r>
            <w:r w:rsidR="0079748C">
              <w:rPr>
                <w:szCs w:val="28"/>
              </w:rPr>
              <w:t>асть</w:t>
            </w:r>
            <w:r w:rsidRPr="00224953">
              <w:rPr>
                <w:szCs w:val="28"/>
              </w:rPr>
              <w:t xml:space="preserve">, </w:t>
            </w:r>
          </w:p>
          <w:p w:rsidR="00D91137" w:rsidRPr="00224953" w:rsidRDefault="00D91137" w:rsidP="0079748C">
            <w:pPr>
              <w:ind w:firstLine="0"/>
              <w:jc w:val="left"/>
              <w:rPr>
                <w:szCs w:val="28"/>
              </w:rPr>
            </w:pPr>
            <w:r w:rsidRPr="00224953">
              <w:rPr>
                <w:szCs w:val="28"/>
              </w:rPr>
              <w:t>Борисоглебский р</w:t>
            </w:r>
            <w:r w:rsidR="0079748C">
              <w:rPr>
                <w:szCs w:val="28"/>
              </w:rPr>
              <w:t>айон, п. </w:t>
            </w:r>
            <w:r w:rsidRPr="00224953">
              <w:rPr>
                <w:szCs w:val="28"/>
              </w:rPr>
              <w:t xml:space="preserve">Борисоглебский, </w:t>
            </w:r>
            <w:r w:rsidR="0079748C">
              <w:rPr>
                <w:szCs w:val="28"/>
              </w:rPr>
              <w:br/>
            </w:r>
            <w:r w:rsidRPr="00224953">
              <w:rPr>
                <w:szCs w:val="28"/>
              </w:rPr>
              <w:t>ул. Вощажниковская,</w:t>
            </w:r>
            <w:r w:rsidR="00261BEA">
              <w:rPr>
                <w:szCs w:val="28"/>
              </w:rPr>
              <w:t xml:space="preserve"> д. </w:t>
            </w:r>
            <w:r w:rsidRPr="00224953">
              <w:rPr>
                <w:szCs w:val="28"/>
              </w:rPr>
              <w:t>26</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76:02:130201:831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w:t>
            </w:r>
          </w:p>
        </w:tc>
        <w:tc>
          <w:tcPr>
            <w:tcW w:w="1289" w:type="pct"/>
            <w:tcBorders>
              <w:top w:val="nil"/>
              <w:left w:val="nil"/>
              <w:bottom w:val="single" w:sz="4" w:space="0" w:color="auto"/>
              <w:right w:val="single" w:sz="4" w:space="0" w:color="auto"/>
            </w:tcBorders>
            <w:shd w:val="clear" w:color="auto" w:fill="auto"/>
            <w:hideMark/>
          </w:tcPr>
          <w:p w:rsidR="0079748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высокого давления (к котельной школы искусств)</w:t>
            </w:r>
          </w:p>
        </w:tc>
        <w:tc>
          <w:tcPr>
            <w:tcW w:w="1819" w:type="pct"/>
            <w:tcBorders>
              <w:top w:val="nil"/>
              <w:left w:val="nil"/>
              <w:bottom w:val="single" w:sz="4" w:space="0" w:color="auto"/>
              <w:right w:val="single" w:sz="4" w:space="0" w:color="auto"/>
            </w:tcBorders>
            <w:shd w:val="clear" w:color="auto" w:fill="auto"/>
            <w:hideMark/>
          </w:tcPr>
          <w:p w:rsidR="0079748C" w:rsidRDefault="00D91137" w:rsidP="0079748C">
            <w:pPr>
              <w:ind w:firstLine="0"/>
              <w:jc w:val="left"/>
              <w:rPr>
                <w:szCs w:val="28"/>
              </w:rPr>
            </w:pPr>
            <w:r w:rsidRPr="00224953">
              <w:rPr>
                <w:szCs w:val="28"/>
              </w:rPr>
              <w:t>Ярославская обл</w:t>
            </w:r>
            <w:r w:rsidR="0079748C">
              <w:rPr>
                <w:szCs w:val="28"/>
              </w:rPr>
              <w:t>асть</w:t>
            </w:r>
            <w:r w:rsidRPr="00224953">
              <w:rPr>
                <w:szCs w:val="28"/>
              </w:rPr>
              <w:t xml:space="preserve">, </w:t>
            </w:r>
          </w:p>
          <w:p w:rsidR="00D91137" w:rsidRPr="00224953" w:rsidRDefault="0079748C" w:rsidP="0079748C">
            <w:pPr>
              <w:ind w:firstLine="0"/>
              <w:jc w:val="left"/>
              <w:rPr>
                <w:szCs w:val="28"/>
              </w:rPr>
            </w:pPr>
            <w:r>
              <w:rPr>
                <w:szCs w:val="28"/>
              </w:rPr>
              <w:t>Борисоглебский райо</w:t>
            </w:r>
            <w:r w:rsidR="00D91137" w:rsidRPr="00224953">
              <w:rPr>
                <w:szCs w:val="28"/>
              </w:rPr>
              <w:t>н, п.</w:t>
            </w:r>
            <w:r>
              <w:rPr>
                <w:szCs w:val="28"/>
              </w:rPr>
              <w:t> </w:t>
            </w:r>
            <w:r w:rsidR="00D91137" w:rsidRPr="00224953">
              <w:rPr>
                <w:szCs w:val="28"/>
              </w:rPr>
              <w:t>Борисоглебский</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76:02:000000:979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79748C">
              <w:rPr>
                <w:szCs w:val="28"/>
              </w:rPr>
              <w:t>высокого давления (</w:t>
            </w:r>
            <w:r w:rsidRPr="00224953">
              <w:rPr>
                <w:szCs w:val="28"/>
              </w:rPr>
              <w:t>Сети газовые)</w:t>
            </w:r>
          </w:p>
        </w:tc>
        <w:tc>
          <w:tcPr>
            <w:tcW w:w="1819" w:type="pct"/>
            <w:tcBorders>
              <w:top w:val="nil"/>
              <w:left w:val="nil"/>
              <w:bottom w:val="single" w:sz="4" w:space="0" w:color="auto"/>
              <w:right w:val="single" w:sz="4" w:space="0" w:color="auto"/>
            </w:tcBorders>
            <w:shd w:val="clear" w:color="auto" w:fill="auto"/>
            <w:hideMark/>
          </w:tcPr>
          <w:p w:rsidR="0079748C" w:rsidRDefault="00D91137" w:rsidP="00D91137">
            <w:pPr>
              <w:ind w:firstLine="0"/>
              <w:jc w:val="left"/>
              <w:rPr>
                <w:szCs w:val="28"/>
              </w:rPr>
            </w:pPr>
            <w:r w:rsidRPr="00224953">
              <w:rPr>
                <w:szCs w:val="28"/>
              </w:rPr>
              <w:t xml:space="preserve">Ярославская область, </w:t>
            </w:r>
          </w:p>
          <w:p w:rsidR="00D91137" w:rsidRPr="00224953" w:rsidRDefault="0079748C" w:rsidP="00D91137">
            <w:pPr>
              <w:ind w:firstLine="0"/>
              <w:jc w:val="left"/>
              <w:rPr>
                <w:szCs w:val="28"/>
              </w:rPr>
            </w:pPr>
            <w:r>
              <w:rPr>
                <w:szCs w:val="28"/>
              </w:rPr>
              <w:t>Борисоглебский район, д. </w:t>
            </w:r>
            <w:r w:rsidR="00D91137" w:rsidRPr="00224953">
              <w:rPr>
                <w:szCs w:val="28"/>
              </w:rPr>
              <w:t>Клинцево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76:02:070101:312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nil"/>
              <w:left w:val="nil"/>
              <w:bottom w:val="single" w:sz="4" w:space="0" w:color="auto"/>
              <w:right w:val="single" w:sz="4" w:space="0" w:color="auto"/>
            </w:tcBorders>
            <w:shd w:val="clear" w:color="auto" w:fill="auto"/>
            <w:hideMark/>
          </w:tcPr>
          <w:p w:rsidR="005F1426" w:rsidRDefault="00D91137" w:rsidP="00D91137">
            <w:pPr>
              <w:ind w:firstLine="0"/>
              <w:jc w:val="left"/>
              <w:rPr>
                <w:szCs w:val="28"/>
              </w:rPr>
            </w:pPr>
            <w:r w:rsidRPr="00224953">
              <w:rPr>
                <w:szCs w:val="28"/>
              </w:rPr>
              <w:t xml:space="preserve">Ярославская область, </w:t>
            </w:r>
          </w:p>
          <w:p w:rsidR="00D91137" w:rsidRPr="00224953" w:rsidRDefault="005F1426" w:rsidP="00D91137">
            <w:pPr>
              <w:ind w:firstLine="0"/>
              <w:jc w:val="left"/>
              <w:rPr>
                <w:szCs w:val="28"/>
              </w:rPr>
            </w:pPr>
            <w:r>
              <w:rPr>
                <w:szCs w:val="28"/>
              </w:rPr>
              <w:t>Борисоглебский район, д. </w:t>
            </w:r>
            <w:r w:rsidR="00D91137" w:rsidRPr="00224953">
              <w:rPr>
                <w:szCs w:val="28"/>
              </w:rPr>
              <w:t>Стрелка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76:02:020501:348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nil"/>
              <w:left w:val="nil"/>
              <w:bottom w:val="single" w:sz="4" w:space="0" w:color="auto"/>
              <w:right w:val="single" w:sz="4" w:space="0" w:color="auto"/>
            </w:tcBorders>
            <w:shd w:val="clear" w:color="auto" w:fill="auto"/>
            <w:hideMark/>
          </w:tcPr>
          <w:p w:rsidR="008810C2"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Борис</w:t>
            </w:r>
            <w:r w:rsidR="008810C2">
              <w:rPr>
                <w:szCs w:val="28"/>
              </w:rPr>
              <w:t>оглебский район, с. </w:t>
            </w:r>
            <w:r w:rsidRPr="00224953">
              <w:rPr>
                <w:szCs w:val="28"/>
              </w:rPr>
              <w:t>Уславцево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76:02:022101:338</w:t>
            </w:r>
          </w:p>
        </w:tc>
      </w:tr>
      <w:tr w:rsidR="00D91137" w:rsidRPr="00224953" w:rsidTr="00A841CF">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nil"/>
              <w:left w:val="nil"/>
              <w:bottom w:val="single" w:sz="4" w:space="0" w:color="auto"/>
              <w:right w:val="single" w:sz="4" w:space="0" w:color="auto"/>
            </w:tcBorders>
            <w:shd w:val="clear" w:color="auto" w:fill="auto"/>
            <w:hideMark/>
          </w:tcPr>
          <w:p w:rsidR="008810C2" w:rsidRDefault="00D91137" w:rsidP="00D91137">
            <w:pPr>
              <w:ind w:firstLine="0"/>
              <w:jc w:val="left"/>
              <w:rPr>
                <w:szCs w:val="28"/>
              </w:rPr>
            </w:pPr>
            <w:r w:rsidRPr="00224953">
              <w:rPr>
                <w:szCs w:val="28"/>
              </w:rPr>
              <w:t xml:space="preserve">Ярославская область, </w:t>
            </w:r>
          </w:p>
          <w:p w:rsidR="00D91137" w:rsidRPr="00224953" w:rsidRDefault="00D91137" w:rsidP="008810C2">
            <w:pPr>
              <w:ind w:firstLine="0"/>
              <w:jc w:val="left"/>
              <w:rPr>
                <w:szCs w:val="28"/>
              </w:rPr>
            </w:pPr>
            <w:r w:rsidRPr="00224953">
              <w:rPr>
                <w:szCs w:val="28"/>
              </w:rPr>
              <w:t>Борисоглебский район, д</w:t>
            </w:r>
            <w:r w:rsidR="008810C2">
              <w:rPr>
                <w:szCs w:val="28"/>
              </w:rPr>
              <w:t>. </w:t>
            </w:r>
            <w:r w:rsidRPr="00224953">
              <w:rPr>
                <w:szCs w:val="28"/>
              </w:rPr>
              <w:t>Денисьево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76:02:000000:951</w:t>
            </w:r>
          </w:p>
        </w:tc>
      </w:tr>
      <w:tr w:rsidR="00D91137" w:rsidRPr="00224953" w:rsidTr="00A841C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810C2" w:rsidRDefault="00D91137" w:rsidP="00D91137">
            <w:pPr>
              <w:ind w:firstLine="0"/>
              <w:jc w:val="left"/>
              <w:rPr>
                <w:szCs w:val="28"/>
              </w:rPr>
            </w:pPr>
            <w:r w:rsidRPr="00224953">
              <w:rPr>
                <w:szCs w:val="28"/>
              </w:rPr>
              <w:t xml:space="preserve">Ярославская область, </w:t>
            </w:r>
          </w:p>
          <w:p w:rsidR="00D91137" w:rsidRPr="00224953" w:rsidRDefault="008810C2" w:rsidP="008810C2">
            <w:pPr>
              <w:ind w:firstLine="0"/>
              <w:jc w:val="left"/>
              <w:rPr>
                <w:szCs w:val="28"/>
              </w:rPr>
            </w:pPr>
            <w:r>
              <w:rPr>
                <w:szCs w:val="28"/>
              </w:rPr>
              <w:t>Борисоглебский райо</w:t>
            </w:r>
            <w:r w:rsidR="00D91137" w:rsidRPr="00224953">
              <w:rPr>
                <w:szCs w:val="28"/>
              </w:rPr>
              <w:t>н, д</w:t>
            </w:r>
            <w:r>
              <w:rPr>
                <w:szCs w:val="28"/>
              </w:rPr>
              <w:t>. </w:t>
            </w:r>
            <w:r w:rsidR="00D91137" w:rsidRPr="00224953">
              <w:rPr>
                <w:szCs w:val="28"/>
              </w:rPr>
              <w:t>Архипово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76:02:021601:456</w:t>
            </w:r>
          </w:p>
        </w:tc>
      </w:tr>
      <w:tr w:rsidR="00D91137" w:rsidRPr="00224953" w:rsidTr="00A841C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55</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8810C2" w:rsidRDefault="00D91137" w:rsidP="00D91137">
            <w:pPr>
              <w:ind w:firstLine="0"/>
              <w:jc w:val="left"/>
              <w:rPr>
                <w:szCs w:val="28"/>
              </w:rPr>
            </w:pPr>
            <w:r w:rsidRPr="00224953">
              <w:rPr>
                <w:szCs w:val="28"/>
              </w:rPr>
              <w:t xml:space="preserve">Ярославская область, </w:t>
            </w:r>
          </w:p>
          <w:p w:rsidR="00D91137" w:rsidRPr="00224953" w:rsidRDefault="008810C2" w:rsidP="008810C2">
            <w:pPr>
              <w:ind w:firstLine="0"/>
              <w:jc w:val="left"/>
              <w:rPr>
                <w:szCs w:val="28"/>
              </w:rPr>
            </w:pPr>
            <w:r>
              <w:rPr>
                <w:szCs w:val="28"/>
              </w:rPr>
              <w:t>Борисоглебский райо</w:t>
            </w:r>
            <w:r w:rsidR="00D91137" w:rsidRPr="00224953">
              <w:rPr>
                <w:szCs w:val="28"/>
              </w:rPr>
              <w:t>н, д</w:t>
            </w:r>
            <w:r>
              <w:rPr>
                <w:szCs w:val="28"/>
              </w:rPr>
              <w:t>. </w:t>
            </w:r>
            <w:r w:rsidR="00D91137" w:rsidRPr="00224953">
              <w:rPr>
                <w:szCs w:val="28"/>
              </w:rPr>
              <w:t>Добрынское</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76:02:000000:952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nil"/>
              <w:left w:val="nil"/>
              <w:bottom w:val="single" w:sz="4" w:space="0" w:color="auto"/>
              <w:right w:val="single" w:sz="4" w:space="0" w:color="auto"/>
            </w:tcBorders>
            <w:shd w:val="clear" w:color="auto" w:fill="auto"/>
            <w:hideMark/>
          </w:tcPr>
          <w:p w:rsidR="008810C2" w:rsidRDefault="00D91137" w:rsidP="00D91137">
            <w:pPr>
              <w:ind w:firstLine="0"/>
              <w:jc w:val="left"/>
              <w:rPr>
                <w:szCs w:val="28"/>
              </w:rPr>
            </w:pPr>
            <w:r w:rsidRPr="00224953">
              <w:rPr>
                <w:szCs w:val="28"/>
              </w:rPr>
              <w:t xml:space="preserve">Ярославская область, </w:t>
            </w:r>
          </w:p>
          <w:p w:rsidR="00D91137" w:rsidRPr="00224953" w:rsidRDefault="008810C2" w:rsidP="00D91137">
            <w:pPr>
              <w:ind w:firstLine="0"/>
              <w:jc w:val="left"/>
              <w:rPr>
                <w:szCs w:val="28"/>
              </w:rPr>
            </w:pPr>
            <w:r>
              <w:rPr>
                <w:szCs w:val="28"/>
              </w:rPr>
              <w:t>Борисоглебский район, с. </w:t>
            </w:r>
            <w:r w:rsidR="00D91137" w:rsidRPr="00224953">
              <w:rPr>
                <w:szCs w:val="28"/>
              </w:rPr>
              <w:t>Никола-Березники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76:02:000000:971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nil"/>
              <w:left w:val="nil"/>
              <w:bottom w:val="single" w:sz="4" w:space="0" w:color="auto"/>
              <w:right w:val="single" w:sz="4" w:space="0" w:color="auto"/>
            </w:tcBorders>
            <w:shd w:val="clear" w:color="auto" w:fill="auto"/>
            <w:hideMark/>
          </w:tcPr>
          <w:p w:rsidR="008810C2" w:rsidRDefault="00D91137" w:rsidP="00D91137">
            <w:pPr>
              <w:ind w:firstLine="0"/>
              <w:jc w:val="left"/>
              <w:rPr>
                <w:szCs w:val="28"/>
              </w:rPr>
            </w:pPr>
            <w:r w:rsidRPr="00224953">
              <w:rPr>
                <w:szCs w:val="28"/>
              </w:rPr>
              <w:t xml:space="preserve">Ярославская область, </w:t>
            </w:r>
          </w:p>
          <w:p w:rsidR="00D91137" w:rsidRPr="00224953" w:rsidRDefault="008810C2" w:rsidP="008810C2">
            <w:pPr>
              <w:ind w:firstLine="0"/>
              <w:jc w:val="left"/>
              <w:rPr>
                <w:szCs w:val="28"/>
              </w:rPr>
            </w:pPr>
            <w:r>
              <w:rPr>
                <w:szCs w:val="28"/>
              </w:rPr>
              <w:t>Борисоглебский райо</w:t>
            </w:r>
            <w:r w:rsidR="00D91137" w:rsidRPr="00224953">
              <w:rPr>
                <w:szCs w:val="28"/>
              </w:rPr>
              <w:t>н, д</w:t>
            </w:r>
            <w:r>
              <w:rPr>
                <w:szCs w:val="28"/>
              </w:rPr>
              <w:t>. </w:t>
            </w:r>
            <w:r w:rsidR="00D91137" w:rsidRPr="00224953">
              <w:rPr>
                <w:szCs w:val="28"/>
              </w:rPr>
              <w:t>Варусово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76:02:000000:953</w:t>
            </w:r>
          </w:p>
        </w:tc>
      </w:tr>
      <w:tr w:rsidR="00D91137" w:rsidRPr="00224953" w:rsidTr="00B00795">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nil"/>
              <w:left w:val="nil"/>
              <w:bottom w:val="single" w:sz="4" w:space="0" w:color="auto"/>
              <w:right w:val="single" w:sz="4" w:space="0" w:color="auto"/>
            </w:tcBorders>
            <w:shd w:val="clear" w:color="auto" w:fill="auto"/>
            <w:hideMark/>
          </w:tcPr>
          <w:p w:rsidR="008810C2" w:rsidRDefault="00D91137" w:rsidP="00D91137">
            <w:pPr>
              <w:ind w:firstLine="0"/>
              <w:jc w:val="left"/>
              <w:rPr>
                <w:szCs w:val="28"/>
              </w:rPr>
            </w:pPr>
            <w:r w:rsidRPr="00224953">
              <w:rPr>
                <w:szCs w:val="28"/>
              </w:rPr>
              <w:t xml:space="preserve">Ярославская область, </w:t>
            </w:r>
          </w:p>
          <w:p w:rsidR="00D91137" w:rsidRPr="00224953" w:rsidRDefault="008810C2" w:rsidP="00D91137">
            <w:pPr>
              <w:ind w:firstLine="0"/>
              <w:jc w:val="left"/>
              <w:rPr>
                <w:szCs w:val="28"/>
              </w:rPr>
            </w:pPr>
            <w:r>
              <w:rPr>
                <w:szCs w:val="28"/>
              </w:rPr>
              <w:t>Борисоглебский район, д. </w:t>
            </w:r>
            <w:r w:rsidR="00D91137" w:rsidRPr="00224953">
              <w:rPr>
                <w:szCs w:val="28"/>
              </w:rPr>
              <w:t>Новинки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76:02:070201:253</w:t>
            </w:r>
          </w:p>
        </w:tc>
      </w:tr>
      <w:tr w:rsidR="00D91137" w:rsidRPr="00224953" w:rsidTr="00B0079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46585" w:rsidRDefault="00D91137" w:rsidP="00D91137">
            <w:pPr>
              <w:ind w:firstLine="0"/>
              <w:jc w:val="left"/>
              <w:rPr>
                <w:szCs w:val="28"/>
              </w:rPr>
            </w:pPr>
            <w:r w:rsidRPr="00224953">
              <w:rPr>
                <w:szCs w:val="28"/>
              </w:rPr>
              <w:t xml:space="preserve">Ярославская область, </w:t>
            </w:r>
          </w:p>
          <w:p w:rsidR="00D91137" w:rsidRPr="00224953" w:rsidRDefault="00546585" w:rsidP="00D91137">
            <w:pPr>
              <w:ind w:firstLine="0"/>
              <w:jc w:val="left"/>
              <w:rPr>
                <w:szCs w:val="28"/>
              </w:rPr>
            </w:pPr>
            <w:r>
              <w:rPr>
                <w:szCs w:val="28"/>
              </w:rPr>
              <w:t>Борисоглебский район, д. </w:t>
            </w:r>
            <w:r w:rsidR="00D91137" w:rsidRPr="00224953">
              <w:rPr>
                <w:szCs w:val="28"/>
              </w:rPr>
              <w:t>Погорелка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76:02:070401:284</w:t>
            </w:r>
          </w:p>
        </w:tc>
      </w:tr>
      <w:tr w:rsidR="00D91137" w:rsidRPr="00224953" w:rsidTr="00B0079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546585" w:rsidRDefault="00D91137" w:rsidP="00D91137">
            <w:pPr>
              <w:ind w:firstLine="0"/>
              <w:jc w:val="left"/>
              <w:rPr>
                <w:szCs w:val="28"/>
              </w:rPr>
            </w:pPr>
            <w:r w:rsidRPr="00224953">
              <w:rPr>
                <w:szCs w:val="28"/>
              </w:rPr>
              <w:t xml:space="preserve">Ярославская область, </w:t>
            </w:r>
          </w:p>
          <w:p w:rsidR="00D91137" w:rsidRPr="00224953" w:rsidRDefault="00546585" w:rsidP="00D91137">
            <w:pPr>
              <w:ind w:firstLine="0"/>
              <w:jc w:val="left"/>
              <w:rPr>
                <w:szCs w:val="28"/>
              </w:rPr>
            </w:pPr>
            <w:r>
              <w:rPr>
                <w:szCs w:val="28"/>
              </w:rPr>
              <w:t>Борисоглебский район, д. </w:t>
            </w:r>
            <w:r w:rsidR="00D91137" w:rsidRPr="00224953">
              <w:rPr>
                <w:szCs w:val="28"/>
              </w:rPr>
              <w:t>Малахово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76:02:000000:950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жилым домам (Сети газовые)</w:t>
            </w:r>
          </w:p>
        </w:tc>
        <w:tc>
          <w:tcPr>
            <w:tcW w:w="1819" w:type="pct"/>
            <w:tcBorders>
              <w:top w:val="nil"/>
              <w:left w:val="nil"/>
              <w:bottom w:val="single" w:sz="4" w:space="0" w:color="auto"/>
              <w:right w:val="single" w:sz="4" w:space="0" w:color="auto"/>
            </w:tcBorders>
            <w:shd w:val="clear" w:color="auto" w:fill="auto"/>
            <w:hideMark/>
          </w:tcPr>
          <w:p w:rsidR="00546585" w:rsidRDefault="00D91137" w:rsidP="00D91137">
            <w:pPr>
              <w:ind w:firstLine="0"/>
              <w:jc w:val="left"/>
              <w:rPr>
                <w:szCs w:val="28"/>
              </w:rPr>
            </w:pPr>
            <w:r w:rsidRPr="00224953">
              <w:rPr>
                <w:szCs w:val="28"/>
              </w:rPr>
              <w:t xml:space="preserve">Ярославская область, </w:t>
            </w:r>
          </w:p>
          <w:p w:rsidR="00D91137" w:rsidRPr="00224953" w:rsidRDefault="00546585" w:rsidP="00546585">
            <w:pPr>
              <w:ind w:firstLine="0"/>
              <w:jc w:val="left"/>
              <w:rPr>
                <w:szCs w:val="28"/>
              </w:rPr>
            </w:pPr>
            <w:r>
              <w:rPr>
                <w:szCs w:val="28"/>
              </w:rPr>
              <w:t>Борисоглебский райо</w:t>
            </w:r>
            <w:r w:rsidR="00D91137" w:rsidRPr="00224953">
              <w:rPr>
                <w:szCs w:val="28"/>
              </w:rPr>
              <w:t>н, д</w:t>
            </w:r>
            <w:r>
              <w:rPr>
                <w:szCs w:val="28"/>
              </w:rPr>
              <w:t>. </w:t>
            </w:r>
            <w:r w:rsidR="00D91137" w:rsidRPr="00224953">
              <w:rPr>
                <w:szCs w:val="28"/>
              </w:rPr>
              <w:t>Архипово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76:02:021601:457</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жилым домам (Сети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46585" w:rsidRDefault="00D91137" w:rsidP="00D91137">
            <w:pPr>
              <w:ind w:firstLine="0"/>
              <w:jc w:val="left"/>
              <w:rPr>
                <w:szCs w:val="28"/>
              </w:rPr>
            </w:pPr>
            <w:r w:rsidRPr="00224953">
              <w:rPr>
                <w:szCs w:val="28"/>
              </w:rPr>
              <w:t xml:space="preserve">Ярославская область, </w:t>
            </w:r>
          </w:p>
          <w:p w:rsidR="00D91137" w:rsidRPr="00224953" w:rsidRDefault="00546585" w:rsidP="00D91137">
            <w:pPr>
              <w:ind w:firstLine="0"/>
              <w:jc w:val="left"/>
              <w:rPr>
                <w:szCs w:val="28"/>
              </w:rPr>
            </w:pPr>
            <w:r>
              <w:rPr>
                <w:szCs w:val="28"/>
              </w:rPr>
              <w:t>Борисоглебский район, д. </w:t>
            </w:r>
            <w:r w:rsidR="00D91137" w:rsidRPr="00224953">
              <w:rPr>
                <w:szCs w:val="28"/>
              </w:rPr>
              <w:t>Новинки</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76:02:070201:252</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жилым домам (Сети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546585" w:rsidRDefault="00D91137" w:rsidP="00D91137">
            <w:pPr>
              <w:ind w:firstLine="0"/>
              <w:jc w:val="left"/>
              <w:rPr>
                <w:szCs w:val="28"/>
              </w:rPr>
            </w:pPr>
            <w:r w:rsidRPr="00224953">
              <w:rPr>
                <w:szCs w:val="28"/>
              </w:rPr>
              <w:t xml:space="preserve">Ярославская область, </w:t>
            </w:r>
          </w:p>
          <w:p w:rsidR="00D91137" w:rsidRPr="00224953" w:rsidRDefault="00546585" w:rsidP="00D91137">
            <w:pPr>
              <w:ind w:firstLine="0"/>
              <w:jc w:val="left"/>
              <w:rPr>
                <w:szCs w:val="28"/>
              </w:rPr>
            </w:pPr>
            <w:r>
              <w:rPr>
                <w:szCs w:val="28"/>
              </w:rPr>
              <w:t>Борисоглебский район, с. </w:t>
            </w:r>
            <w:r w:rsidR="00D91137" w:rsidRPr="00224953">
              <w:rPr>
                <w:szCs w:val="28"/>
              </w:rPr>
              <w:t>Никола-Березники</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76:02:020301:245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жилым домам (Сети газовые)</w:t>
            </w:r>
          </w:p>
        </w:tc>
        <w:tc>
          <w:tcPr>
            <w:tcW w:w="1819" w:type="pct"/>
            <w:tcBorders>
              <w:top w:val="nil"/>
              <w:left w:val="nil"/>
              <w:bottom w:val="single" w:sz="4" w:space="0" w:color="auto"/>
              <w:right w:val="single" w:sz="4" w:space="0" w:color="auto"/>
            </w:tcBorders>
            <w:shd w:val="clear" w:color="auto" w:fill="auto"/>
            <w:hideMark/>
          </w:tcPr>
          <w:p w:rsidR="00546585" w:rsidRDefault="00D91137" w:rsidP="00D91137">
            <w:pPr>
              <w:ind w:firstLine="0"/>
              <w:jc w:val="left"/>
              <w:rPr>
                <w:szCs w:val="28"/>
              </w:rPr>
            </w:pPr>
            <w:r w:rsidRPr="00224953">
              <w:rPr>
                <w:szCs w:val="28"/>
              </w:rPr>
              <w:t xml:space="preserve">Ярославская область, </w:t>
            </w:r>
          </w:p>
          <w:p w:rsidR="00D91137" w:rsidRPr="00224953" w:rsidRDefault="00546585" w:rsidP="00D91137">
            <w:pPr>
              <w:ind w:firstLine="0"/>
              <w:jc w:val="left"/>
              <w:rPr>
                <w:szCs w:val="28"/>
              </w:rPr>
            </w:pPr>
            <w:r>
              <w:rPr>
                <w:szCs w:val="28"/>
              </w:rPr>
              <w:t>Борисоглебский район, д. </w:t>
            </w:r>
            <w:r w:rsidR="00D91137" w:rsidRPr="00224953">
              <w:rPr>
                <w:szCs w:val="28"/>
              </w:rPr>
              <w:t>Клинцево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76:02:070101:314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жилым домам (Сети газовые)</w:t>
            </w:r>
          </w:p>
        </w:tc>
        <w:tc>
          <w:tcPr>
            <w:tcW w:w="1819" w:type="pct"/>
            <w:tcBorders>
              <w:top w:val="nil"/>
              <w:left w:val="nil"/>
              <w:bottom w:val="single" w:sz="4" w:space="0" w:color="auto"/>
              <w:right w:val="single" w:sz="4" w:space="0" w:color="auto"/>
            </w:tcBorders>
            <w:shd w:val="clear" w:color="auto" w:fill="auto"/>
            <w:hideMark/>
          </w:tcPr>
          <w:p w:rsidR="00546585" w:rsidRDefault="00D91137" w:rsidP="00546585">
            <w:pPr>
              <w:ind w:firstLine="0"/>
              <w:jc w:val="left"/>
              <w:rPr>
                <w:szCs w:val="28"/>
              </w:rPr>
            </w:pPr>
            <w:r w:rsidRPr="00224953">
              <w:rPr>
                <w:szCs w:val="28"/>
              </w:rPr>
              <w:t>Ярославская обл</w:t>
            </w:r>
            <w:r w:rsidR="00546585">
              <w:rPr>
                <w:szCs w:val="28"/>
              </w:rPr>
              <w:t>асть</w:t>
            </w:r>
            <w:r w:rsidRPr="00224953">
              <w:rPr>
                <w:szCs w:val="28"/>
              </w:rPr>
              <w:t xml:space="preserve">, </w:t>
            </w:r>
          </w:p>
          <w:p w:rsidR="003C2C46" w:rsidRDefault="00546585" w:rsidP="00546585">
            <w:pPr>
              <w:ind w:firstLine="0"/>
              <w:jc w:val="left"/>
              <w:rPr>
                <w:szCs w:val="28"/>
              </w:rPr>
            </w:pPr>
            <w:r>
              <w:rPr>
                <w:szCs w:val="28"/>
              </w:rPr>
              <w:t>Борисоглебский райо</w:t>
            </w:r>
            <w:r w:rsidR="00D91137" w:rsidRPr="00224953">
              <w:rPr>
                <w:szCs w:val="28"/>
              </w:rPr>
              <w:t xml:space="preserve">н, </w:t>
            </w:r>
          </w:p>
          <w:p w:rsidR="00D91137" w:rsidRPr="00224953" w:rsidRDefault="00546585" w:rsidP="00546585">
            <w:pPr>
              <w:ind w:firstLine="0"/>
              <w:jc w:val="left"/>
              <w:rPr>
                <w:szCs w:val="28"/>
              </w:rPr>
            </w:pPr>
            <w:r>
              <w:rPr>
                <w:szCs w:val="28"/>
              </w:rPr>
              <w:t>рабочий поселок</w:t>
            </w:r>
            <w:r w:rsidR="00D91137" w:rsidRPr="00224953">
              <w:rPr>
                <w:szCs w:val="28"/>
              </w:rPr>
              <w:t xml:space="preserve"> Борисоглебский, ул. Солнечная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76:02:000000:978</w:t>
            </w:r>
          </w:p>
        </w:tc>
      </w:tr>
      <w:tr w:rsidR="00D91137" w:rsidRPr="00224953" w:rsidTr="00A841CF">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жилым домам (Сети газовые)</w:t>
            </w:r>
          </w:p>
        </w:tc>
        <w:tc>
          <w:tcPr>
            <w:tcW w:w="1819" w:type="pct"/>
            <w:tcBorders>
              <w:top w:val="nil"/>
              <w:left w:val="nil"/>
              <w:bottom w:val="single" w:sz="4" w:space="0" w:color="auto"/>
              <w:right w:val="single" w:sz="4" w:space="0" w:color="auto"/>
            </w:tcBorders>
            <w:shd w:val="clear" w:color="auto" w:fill="auto"/>
            <w:hideMark/>
          </w:tcPr>
          <w:p w:rsidR="00546585" w:rsidRDefault="00D91137" w:rsidP="00D91137">
            <w:pPr>
              <w:ind w:firstLine="0"/>
              <w:jc w:val="left"/>
              <w:rPr>
                <w:szCs w:val="28"/>
              </w:rPr>
            </w:pPr>
            <w:r w:rsidRPr="00224953">
              <w:rPr>
                <w:szCs w:val="28"/>
              </w:rPr>
              <w:t xml:space="preserve">Ярославская область, </w:t>
            </w:r>
          </w:p>
          <w:p w:rsidR="00D91137" w:rsidRPr="00224953" w:rsidRDefault="00546585" w:rsidP="00D91137">
            <w:pPr>
              <w:ind w:firstLine="0"/>
              <w:jc w:val="left"/>
              <w:rPr>
                <w:szCs w:val="28"/>
              </w:rPr>
            </w:pPr>
            <w:r>
              <w:rPr>
                <w:szCs w:val="28"/>
              </w:rPr>
              <w:t>Борисоглебский район, д. </w:t>
            </w:r>
            <w:r w:rsidR="00D91137" w:rsidRPr="00224953">
              <w:rPr>
                <w:szCs w:val="28"/>
              </w:rPr>
              <w:t>Малахово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76:02:070301:295</w:t>
            </w:r>
          </w:p>
        </w:tc>
      </w:tr>
      <w:tr w:rsidR="00D91137" w:rsidRPr="00224953" w:rsidTr="00A841C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низкого давления к </w:t>
            </w:r>
            <w:r w:rsidRPr="00224953">
              <w:rPr>
                <w:szCs w:val="28"/>
              </w:rPr>
              <w:lastRenderedPageBreak/>
              <w:t>жилым домам (Сети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3C2C46" w:rsidRDefault="00D91137" w:rsidP="00D91137">
            <w:pPr>
              <w:ind w:firstLine="0"/>
              <w:jc w:val="left"/>
              <w:rPr>
                <w:szCs w:val="28"/>
              </w:rPr>
            </w:pPr>
            <w:r w:rsidRPr="00224953">
              <w:rPr>
                <w:szCs w:val="28"/>
              </w:rPr>
              <w:lastRenderedPageBreak/>
              <w:t xml:space="preserve">Ярославская область, </w:t>
            </w:r>
          </w:p>
          <w:p w:rsidR="00D91137" w:rsidRPr="00224953" w:rsidRDefault="00D91137" w:rsidP="003C2C46">
            <w:pPr>
              <w:ind w:firstLine="0"/>
              <w:jc w:val="left"/>
              <w:rPr>
                <w:szCs w:val="28"/>
              </w:rPr>
            </w:pPr>
            <w:r w:rsidRPr="00224953">
              <w:rPr>
                <w:szCs w:val="28"/>
              </w:rPr>
              <w:t>Борисогле</w:t>
            </w:r>
            <w:r w:rsidR="003C2C46">
              <w:rPr>
                <w:szCs w:val="28"/>
              </w:rPr>
              <w:t>бский район, д. </w:t>
            </w:r>
            <w:r w:rsidRPr="00224953">
              <w:rPr>
                <w:szCs w:val="28"/>
              </w:rPr>
              <w:t>Денисьево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76:02:021201:232</w:t>
            </w:r>
          </w:p>
        </w:tc>
      </w:tr>
      <w:tr w:rsidR="00D91137" w:rsidRPr="00224953" w:rsidTr="00A841C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жилым домам (Сети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3C2C46" w:rsidRDefault="00D91137" w:rsidP="00D91137">
            <w:pPr>
              <w:ind w:firstLine="0"/>
              <w:jc w:val="left"/>
              <w:rPr>
                <w:szCs w:val="28"/>
              </w:rPr>
            </w:pPr>
            <w:r w:rsidRPr="00224953">
              <w:rPr>
                <w:szCs w:val="28"/>
              </w:rPr>
              <w:t xml:space="preserve">Ярославская область, </w:t>
            </w:r>
          </w:p>
          <w:p w:rsidR="00D91137" w:rsidRPr="00224953" w:rsidRDefault="003C2C46" w:rsidP="003C2C46">
            <w:pPr>
              <w:ind w:firstLine="0"/>
              <w:jc w:val="left"/>
              <w:rPr>
                <w:szCs w:val="28"/>
              </w:rPr>
            </w:pPr>
            <w:r>
              <w:rPr>
                <w:szCs w:val="28"/>
              </w:rPr>
              <w:t>Борисоглебский райо</w:t>
            </w:r>
            <w:r w:rsidR="00D91137" w:rsidRPr="00224953">
              <w:rPr>
                <w:szCs w:val="28"/>
              </w:rPr>
              <w:t>н, д</w:t>
            </w:r>
            <w:r>
              <w:rPr>
                <w:szCs w:val="28"/>
              </w:rPr>
              <w:t>. </w:t>
            </w:r>
            <w:r w:rsidR="00D91137" w:rsidRPr="00224953">
              <w:rPr>
                <w:szCs w:val="28"/>
              </w:rPr>
              <w:t>Добрынское</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76:02:000000:958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13 шт. (Сети газовые)</w:t>
            </w:r>
          </w:p>
        </w:tc>
        <w:tc>
          <w:tcPr>
            <w:tcW w:w="1819" w:type="pct"/>
            <w:tcBorders>
              <w:top w:val="nil"/>
              <w:left w:val="nil"/>
              <w:bottom w:val="single" w:sz="4" w:space="0" w:color="auto"/>
              <w:right w:val="single" w:sz="4" w:space="0" w:color="auto"/>
            </w:tcBorders>
            <w:shd w:val="clear" w:color="auto" w:fill="auto"/>
            <w:hideMark/>
          </w:tcPr>
          <w:p w:rsidR="003C2C46" w:rsidRDefault="00D91137" w:rsidP="00D91137">
            <w:pPr>
              <w:ind w:firstLine="0"/>
              <w:jc w:val="left"/>
              <w:rPr>
                <w:szCs w:val="28"/>
              </w:rPr>
            </w:pPr>
            <w:r w:rsidRPr="00224953">
              <w:rPr>
                <w:szCs w:val="28"/>
              </w:rPr>
              <w:t>Яросла</w:t>
            </w:r>
            <w:r w:rsidR="003C2C46">
              <w:rPr>
                <w:szCs w:val="28"/>
              </w:rPr>
              <w:t xml:space="preserve">вская область, </w:t>
            </w:r>
          </w:p>
          <w:p w:rsidR="00D91137" w:rsidRPr="00224953" w:rsidRDefault="003C2C46" w:rsidP="00D91137">
            <w:pPr>
              <w:ind w:firstLine="0"/>
              <w:jc w:val="left"/>
              <w:rPr>
                <w:szCs w:val="28"/>
              </w:rPr>
            </w:pPr>
            <w:r>
              <w:rPr>
                <w:szCs w:val="28"/>
              </w:rPr>
              <w:t>Борисоглебский райо</w:t>
            </w:r>
            <w:r w:rsidR="00D91137" w:rsidRPr="00224953">
              <w:rPr>
                <w:szCs w:val="28"/>
              </w:rPr>
              <w:t>н, д</w:t>
            </w:r>
            <w:r>
              <w:rPr>
                <w:szCs w:val="28"/>
              </w:rPr>
              <w:t>. </w:t>
            </w:r>
            <w:r w:rsidR="00D91137" w:rsidRPr="00224953">
              <w:rPr>
                <w:szCs w:val="28"/>
              </w:rPr>
              <w:t>Добрынское</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76:02:050401:334</w:t>
            </w:r>
          </w:p>
        </w:tc>
      </w:tr>
      <w:tr w:rsidR="00D91137" w:rsidRPr="00224953" w:rsidTr="004E672B">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19 шт. (Сети газовые)</w:t>
            </w:r>
          </w:p>
        </w:tc>
        <w:tc>
          <w:tcPr>
            <w:tcW w:w="1819" w:type="pct"/>
            <w:tcBorders>
              <w:top w:val="nil"/>
              <w:left w:val="nil"/>
              <w:bottom w:val="single" w:sz="4" w:space="0" w:color="auto"/>
              <w:right w:val="single" w:sz="4" w:space="0" w:color="auto"/>
            </w:tcBorders>
            <w:shd w:val="clear" w:color="auto" w:fill="auto"/>
            <w:hideMark/>
          </w:tcPr>
          <w:p w:rsidR="003C2C46" w:rsidRDefault="00D91137" w:rsidP="00D91137">
            <w:pPr>
              <w:ind w:firstLine="0"/>
              <w:jc w:val="left"/>
              <w:rPr>
                <w:szCs w:val="28"/>
              </w:rPr>
            </w:pPr>
            <w:r w:rsidRPr="00224953">
              <w:rPr>
                <w:szCs w:val="28"/>
              </w:rPr>
              <w:t xml:space="preserve">Ярославская область, </w:t>
            </w:r>
          </w:p>
          <w:p w:rsidR="00D91137" w:rsidRPr="00224953" w:rsidRDefault="003C2C46" w:rsidP="00D91137">
            <w:pPr>
              <w:ind w:firstLine="0"/>
              <w:jc w:val="left"/>
              <w:rPr>
                <w:szCs w:val="28"/>
              </w:rPr>
            </w:pPr>
            <w:r>
              <w:rPr>
                <w:szCs w:val="28"/>
              </w:rPr>
              <w:t>Борисоглебский район, с. </w:t>
            </w:r>
            <w:r w:rsidR="00D91137" w:rsidRPr="00224953">
              <w:rPr>
                <w:szCs w:val="28"/>
              </w:rPr>
              <w:t>Уславцево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76:02:000000:954</w:t>
            </w:r>
          </w:p>
        </w:tc>
      </w:tr>
      <w:tr w:rsidR="00D91137" w:rsidRPr="00224953" w:rsidTr="004E672B">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3C2C46" w:rsidRDefault="00D91137" w:rsidP="00D91137">
            <w:pPr>
              <w:ind w:firstLine="0"/>
              <w:jc w:val="left"/>
              <w:rPr>
                <w:szCs w:val="28"/>
              </w:rPr>
            </w:pPr>
            <w:r w:rsidRPr="00224953">
              <w:rPr>
                <w:szCs w:val="28"/>
              </w:rPr>
              <w:t xml:space="preserve">Газопроводы - ввода 2 шт. </w:t>
            </w:r>
          </w:p>
          <w:p w:rsidR="00D91137" w:rsidRPr="00224953" w:rsidRDefault="00D91137" w:rsidP="00D91137">
            <w:pPr>
              <w:ind w:firstLine="0"/>
              <w:jc w:val="left"/>
              <w:rPr>
                <w:szCs w:val="28"/>
              </w:rPr>
            </w:pPr>
            <w:r w:rsidRPr="00224953">
              <w:rPr>
                <w:szCs w:val="28"/>
              </w:rPr>
              <w:t>(Сети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3C2C46" w:rsidRDefault="003C2C46" w:rsidP="00D91137">
            <w:pPr>
              <w:ind w:firstLine="0"/>
              <w:jc w:val="left"/>
              <w:rPr>
                <w:szCs w:val="28"/>
              </w:rPr>
            </w:pPr>
            <w:r>
              <w:rPr>
                <w:szCs w:val="28"/>
              </w:rPr>
              <w:t>Ярославская область</w:t>
            </w:r>
            <w:r w:rsidR="00D91137" w:rsidRPr="00224953">
              <w:rPr>
                <w:szCs w:val="28"/>
              </w:rPr>
              <w:t xml:space="preserve">, </w:t>
            </w:r>
          </w:p>
          <w:p w:rsidR="00D91137" w:rsidRPr="00224953" w:rsidRDefault="003C2C46" w:rsidP="00D91137">
            <w:pPr>
              <w:ind w:firstLine="0"/>
              <w:jc w:val="left"/>
              <w:rPr>
                <w:szCs w:val="28"/>
              </w:rPr>
            </w:pPr>
            <w:r>
              <w:rPr>
                <w:szCs w:val="28"/>
              </w:rPr>
              <w:t>Борисоглебский район, д. </w:t>
            </w:r>
            <w:r w:rsidR="00D91137" w:rsidRPr="00224953">
              <w:rPr>
                <w:szCs w:val="28"/>
              </w:rPr>
              <w:t>Погорелка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76:02:070401:283</w:t>
            </w:r>
          </w:p>
        </w:tc>
      </w:tr>
      <w:tr w:rsidR="00D91137" w:rsidRPr="00224953" w:rsidTr="004E672B">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20 шт. (Сети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3C2C46" w:rsidRDefault="00D91137" w:rsidP="003C2C46">
            <w:pPr>
              <w:ind w:firstLine="0"/>
              <w:jc w:val="left"/>
              <w:rPr>
                <w:szCs w:val="28"/>
              </w:rPr>
            </w:pPr>
            <w:r w:rsidRPr="00224953">
              <w:rPr>
                <w:szCs w:val="28"/>
              </w:rPr>
              <w:t>Ярославская обл</w:t>
            </w:r>
            <w:r w:rsidR="003C2C46">
              <w:rPr>
                <w:szCs w:val="28"/>
              </w:rPr>
              <w:t>асть</w:t>
            </w:r>
            <w:r w:rsidRPr="00224953">
              <w:rPr>
                <w:szCs w:val="28"/>
              </w:rPr>
              <w:t xml:space="preserve">, </w:t>
            </w:r>
          </w:p>
          <w:p w:rsidR="00D91137" w:rsidRPr="00224953" w:rsidRDefault="003C2C46" w:rsidP="003C2C46">
            <w:pPr>
              <w:ind w:firstLine="0"/>
              <w:jc w:val="left"/>
              <w:rPr>
                <w:szCs w:val="28"/>
              </w:rPr>
            </w:pPr>
            <w:r>
              <w:rPr>
                <w:szCs w:val="28"/>
              </w:rPr>
              <w:t>Борисоглебский район, д. </w:t>
            </w:r>
            <w:r w:rsidR="00D91137" w:rsidRPr="00224953">
              <w:rPr>
                <w:szCs w:val="28"/>
              </w:rPr>
              <w:t>Юркино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76:02:000000:989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20 шт. (Сети газовые)</w:t>
            </w:r>
          </w:p>
        </w:tc>
        <w:tc>
          <w:tcPr>
            <w:tcW w:w="1819" w:type="pct"/>
            <w:tcBorders>
              <w:top w:val="nil"/>
              <w:left w:val="nil"/>
              <w:bottom w:val="single" w:sz="4" w:space="0" w:color="auto"/>
              <w:right w:val="single" w:sz="4" w:space="0" w:color="auto"/>
            </w:tcBorders>
            <w:shd w:val="clear" w:color="auto" w:fill="auto"/>
            <w:hideMark/>
          </w:tcPr>
          <w:p w:rsidR="005F0CF1" w:rsidRDefault="00D91137" w:rsidP="005F0CF1">
            <w:pPr>
              <w:ind w:firstLine="0"/>
              <w:jc w:val="left"/>
              <w:rPr>
                <w:szCs w:val="28"/>
              </w:rPr>
            </w:pPr>
            <w:r w:rsidRPr="00224953">
              <w:rPr>
                <w:szCs w:val="28"/>
              </w:rPr>
              <w:t>Ярославская обл</w:t>
            </w:r>
            <w:r w:rsidR="005F0CF1">
              <w:rPr>
                <w:szCs w:val="28"/>
              </w:rPr>
              <w:t>асть</w:t>
            </w:r>
            <w:r w:rsidRPr="00224953">
              <w:rPr>
                <w:szCs w:val="28"/>
              </w:rPr>
              <w:t xml:space="preserve">, </w:t>
            </w:r>
          </w:p>
          <w:p w:rsidR="00D91137" w:rsidRPr="00224953" w:rsidRDefault="005F0CF1" w:rsidP="005F0CF1">
            <w:pPr>
              <w:ind w:firstLine="0"/>
              <w:jc w:val="left"/>
              <w:rPr>
                <w:szCs w:val="28"/>
              </w:rPr>
            </w:pPr>
            <w:r>
              <w:rPr>
                <w:szCs w:val="28"/>
              </w:rPr>
              <w:t>Борисоглебский район, с. </w:t>
            </w:r>
            <w:r w:rsidR="00D91137" w:rsidRPr="00224953">
              <w:rPr>
                <w:szCs w:val="28"/>
              </w:rPr>
              <w:t xml:space="preserve">Деревеньки </w:t>
            </w:r>
            <w:r>
              <w:rPr>
                <w:szCs w:val="28"/>
              </w:rPr>
              <w:br/>
            </w:r>
            <w:r w:rsidR="00D91137" w:rsidRPr="00224953">
              <w:rPr>
                <w:szCs w:val="28"/>
              </w:rPr>
              <w:t>(Высоковская с/а)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76:02:071201:336</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21 шт. (Сети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5F0CF1" w:rsidRDefault="00D91137" w:rsidP="005F0CF1">
            <w:pPr>
              <w:ind w:firstLine="0"/>
              <w:jc w:val="left"/>
              <w:rPr>
                <w:szCs w:val="28"/>
              </w:rPr>
            </w:pPr>
            <w:r w:rsidRPr="00224953">
              <w:rPr>
                <w:szCs w:val="28"/>
              </w:rPr>
              <w:t>Ярославская обл</w:t>
            </w:r>
            <w:r w:rsidR="005F0CF1">
              <w:rPr>
                <w:szCs w:val="28"/>
              </w:rPr>
              <w:t>асть</w:t>
            </w:r>
            <w:r w:rsidRPr="00224953">
              <w:rPr>
                <w:szCs w:val="28"/>
              </w:rPr>
              <w:t xml:space="preserve">, </w:t>
            </w:r>
          </w:p>
          <w:p w:rsidR="00D91137" w:rsidRPr="00224953" w:rsidRDefault="005F0CF1" w:rsidP="005F0CF1">
            <w:pPr>
              <w:ind w:firstLine="0"/>
              <w:jc w:val="left"/>
              <w:rPr>
                <w:szCs w:val="28"/>
              </w:rPr>
            </w:pPr>
            <w:r>
              <w:rPr>
                <w:szCs w:val="28"/>
              </w:rPr>
              <w:t>Борисоглебский район, д. </w:t>
            </w:r>
            <w:r w:rsidR="00D91137" w:rsidRPr="00224953">
              <w:rPr>
                <w:szCs w:val="28"/>
              </w:rPr>
              <w:t>Клинцево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76:02:070101:313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22 шт. (Сети газовые)</w:t>
            </w:r>
          </w:p>
        </w:tc>
        <w:tc>
          <w:tcPr>
            <w:tcW w:w="1819" w:type="pct"/>
            <w:tcBorders>
              <w:top w:val="nil"/>
              <w:left w:val="nil"/>
              <w:bottom w:val="single" w:sz="4" w:space="0" w:color="auto"/>
              <w:right w:val="single" w:sz="4" w:space="0" w:color="auto"/>
            </w:tcBorders>
            <w:shd w:val="clear" w:color="auto" w:fill="auto"/>
            <w:hideMark/>
          </w:tcPr>
          <w:p w:rsidR="005F0CF1" w:rsidRDefault="00D91137" w:rsidP="005F0CF1">
            <w:pPr>
              <w:ind w:firstLine="0"/>
              <w:jc w:val="left"/>
              <w:rPr>
                <w:szCs w:val="28"/>
              </w:rPr>
            </w:pPr>
            <w:r w:rsidRPr="00224953">
              <w:rPr>
                <w:szCs w:val="28"/>
              </w:rPr>
              <w:t>Ярославская обл</w:t>
            </w:r>
            <w:r w:rsidR="005F0CF1">
              <w:rPr>
                <w:szCs w:val="28"/>
              </w:rPr>
              <w:t>асть</w:t>
            </w:r>
            <w:r w:rsidRPr="00224953">
              <w:rPr>
                <w:szCs w:val="28"/>
              </w:rPr>
              <w:t xml:space="preserve">, </w:t>
            </w:r>
          </w:p>
          <w:p w:rsidR="00D91137" w:rsidRPr="00224953" w:rsidRDefault="005F0CF1" w:rsidP="005F0CF1">
            <w:pPr>
              <w:ind w:firstLine="0"/>
              <w:jc w:val="left"/>
              <w:rPr>
                <w:szCs w:val="28"/>
              </w:rPr>
            </w:pPr>
            <w:r>
              <w:rPr>
                <w:szCs w:val="28"/>
              </w:rPr>
              <w:t>Борисоглебский район, д. </w:t>
            </w:r>
            <w:r w:rsidR="00D91137" w:rsidRPr="00224953">
              <w:rPr>
                <w:szCs w:val="28"/>
              </w:rPr>
              <w:t>Стрелка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76:02:020501:346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w:t>
            </w:r>
          </w:p>
        </w:tc>
        <w:tc>
          <w:tcPr>
            <w:tcW w:w="128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Газопроводы - ввода 25 шт</w:t>
            </w:r>
            <w:r w:rsidR="0040111E">
              <w:rPr>
                <w:szCs w:val="28"/>
              </w:rPr>
              <w:t>.</w:t>
            </w:r>
            <w:r w:rsidRPr="00224953">
              <w:rPr>
                <w:szCs w:val="28"/>
              </w:rPr>
              <w:t xml:space="preserve"> </w:t>
            </w:r>
          </w:p>
          <w:p w:rsidR="00D91137" w:rsidRPr="00224953" w:rsidRDefault="00D91137" w:rsidP="00D91137">
            <w:pPr>
              <w:ind w:firstLine="0"/>
              <w:jc w:val="left"/>
              <w:rPr>
                <w:szCs w:val="28"/>
              </w:rPr>
            </w:pPr>
            <w:r w:rsidRPr="00224953">
              <w:rPr>
                <w:szCs w:val="28"/>
              </w:rPr>
              <w:t>(Сети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Ярославская область, </w:t>
            </w:r>
          </w:p>
          <w:p w:rsidR="00D91137" w:rsidRPr="00224953" w:rsidRDefault="0040111E" w:rsidP="00D91137">
            <w:pPr>
              <w:ind w:firstLine="0"/>
              <w:jc w:val="left"/>
              <w:rPr>
                <w:szCs w:val="28"/>
              </w:rPr>
            </w:pPr>
            <w:r>
              <w:rPr>
                <w:szCs w:val="28"/>
              </w:rPr>
              <w:t>Борисоглебский район, д. </w:t>
            </w:r>
            <w:r w:rsidR="00D91137" w:rsidRPr="00224953">
              <w:rPr>
                <w:szCs w:val="28"/>
              </w:rPr>
              <w:t>Варусово</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76:02:050501:455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32 шт. (Сети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D91137" w:rsidP="0040111E">
            <w:pPr>
              <w:ind w:firstLine="0"/>
              <w:jc w:val="left"/>
              <w:rPr>
                <w:szCs w:val="28"/>
              </w:rPr>
            </w:pPr>
            <w:r w:rsidRPr="00224953">
              <w:rPr>
                <w:szCs w:val="28"/>
              </w:rPr>
              <w:t>Ярославская обл</w:t>
            </w:r>
            <w:r w:rsidR="0040111E">
              <w:rPr>
                <w:szCs w:val="28"/>
              </w:rPr>
              <w:t>асть</w:t>
            </w:r>
            <w:r w:rsidRPr="00224953">
              <w:rPr>
                <w:szCs w:val="28"/>
              </w:rPr>
              <w:t xml:space="preserve">, </w:t>
            </w:r>
          </w:p>
          <w:p w:rsidR="00D91137" w:rsidRPr="00224953" w:rsidRDefault="0040111E" w:rsidP="0040111E">
            <w:pPr>
              <w:ind w:firstLine="0"/>
              <w:jc w:val="left"/>
              <w:rPr>
                <w:szCs w:val="28"/>
              </w:rPr>
            </w:pPr>
            <w:r>
              <w:rPr>
                <w:szCs w:val="28"/>
              </w:rPr>
              <w:t>Борисоглебский район, с. </w:t>
            </w:r>
            <w:r w:rsidR="00D91137" w:rsidRPr="00224953">
              <w:rPr>
                <w:szCs w:val="28"/>
              </w:rPr>
              <w:t>Неверково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76:02:000000:993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38 шт. (Сети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D91137" w:rsidP="0040111E">
            <w:pPr>
              <w:ind w:firstLine="0"/>
              <w:jc w:val="left"/>
              <w:rPr>
                <w:szCs w:val="28"/>
              </w:rPr>
            </w:pPr>
            <w:r w:rsidRPr="00224953">
              <w:rPr>
                <w:szCs w:val="28"/>
              </w:rPr>
              <w:t>Ярославская обл</w:t>
            </w:r>
            <w:r w:rsidR="0040111E">
              <w:rPr>
                <w:szCs w:val="28"/>
              </w:rPr>
              <w:t>асть</w:t>
            </w:r>
            <w:r w:rsidRPr="00224953">
              <w:rPr>
                <w:szCs w:val="28"/>
              </w:rPr>
              <w:t xml:space="preserve">, </w:t>
            </w:r>
          </w:p>
          <w:p w:rsidR="00D91137" w:rsidRPr="00224953" w:rsidRDefault="0040111E" w:rsidP="0040111E">
            <w:pPr>
              <w:ind w:firstLine="0"/>
              <w:jc w:val="left"/>
              <w:rPr>
                <w:szCs w:val="28"/>
              </w:rPr>
            </w:pPr>
            <w:r>
              <w:rPr>
                <w:szCs w:val="28"/>
              </w:rPr>
              <w:t>Борисоглебский райо</w:t>
            </w:r>
            <w:r w:rsidR="00D91137" w:rsidRPr="00224953">
              <w:rPr>
                <w:szCs w:val="28"/>
              </w:rPr>
              <w:t>н, с.</w:t>
            </w:r>
            <w:r>
              <w:rPr>
                <w:szCs w:val="28"/>
              </w:rPr>
              <w:t> </w:t>
            </w:r>
            <w:r w:rsidR="00D91137" w:rsidRPr="00224953">
              <w:rPr>
                <w:szCs w:val="28"/>
              </w:rPr>
              <w:t>Неверково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76:02:000000:990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w:t>
            </w:r>
          </w:p>
        </w:tc>
        <w:tc>
          <w:tcPr>
            <w:tcW w:w="128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Газопроводы - ввода 4 шт. </w:t>
            </w:r>
          </w:p>
          <w:p w:rsidR="00D91137" w:rsidRPr="00224953" w:rsidRDefault="00D91137" w:rsidP="00D91137">
            <w:pPr>
              <w:ind w:firstLine="0"/>
              <w:jc w:val="left"/>
              <w:rPr>
                <w:szCs w:val="28"/>
              </w:rPr>
            </w:pPr>
            <w:r w:rsidRPr="00224953">
              <w:rPr>
                <w:szCs w:val="28"/>
              </w:rPr>
              <w:t>(Сети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Ярославская область, </w:t>
            </w:r>
          </w:p>
          <w:p w:rsidR="00D91137" w:rsidRPr="00224953" w:rsidRDefault="00D91137" w:rsidP="0040111E">
            <w:pPr>
              <w:ind w:firstLine="0"/>
              <w:jc w:val="left"/>
              <w:rPr>
                <w:szCs w:val="28"/>
              </w:rPr>
            </w:pPr>
            <w:r w:rsidRPr="00224953">
              <w:rPr>
                <w:szCs w:val="28"/>
              </w:rPr>
              <w:t>Борисоглебский р</w:t>
            </w:r>
            <w:r w:rsidR="0040111E">
              <w:rPr>
                <w:szCs w:val="28"/>
              </w:rPr>
              <w:t>айо</w:t>
            </w:r>
            <w:r w:rsidRPr="00224953">
              <w:rPr>
                <w:szCs w:val="28"/>
              </w:rPr>
              <w:t>н, д</w:t>
            </w:r>
            <w:r w:rsidR="0040111E">
              <w:rPr>
                <w:szCs w:val="28"/>
              </w:rPr>
              <w:t>. </w:t>
            </w:r>
            <w:r w:rsidRPr="00224953">
              <w:rPr>
                <w:szCs w:val="28"/>
              </w:rPr>
              <w:t>Варусово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76:02:050501:454</w:t>
            </w:r>
          </w:p>
        </w:tc>
      </w:tr>
      <w:tr w:rsidR="00D91137" w:rsidRPr="00224953" w:rsidTr="00A841CF">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w:t>
            </w:r>
          </w:p>
        </w:tc>
        <w:tc>
          <w:tcPr>
            <w:tcW w:w="128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Газопроводы - ввода 4 шт. </w:t>
            </w:r>
          </w:p>
          <w:p w:rsidR="00D91137" w:rsidRPr="00224953" w:rsidRDefault="00D91137" w:rsidP="00D91137">
            <w:pPr>
              <w:ind w:firstLine="0"/>
              <w:jc w:val="left"/>
              <w:rPr>
                <w:szCs w:val="28"/>
              </w:rPr>
            </w:pPr>
            <w:r w:rsidRPr="00224953">
              <w:rPr>
                <w:szCs w:val="28"/>
              </w:rPr>
              <w:t>(Сети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D91137" w:rsidP="0040111E">
            <w:pPr>
              <w:ind w:firstLine="0"/>
              <w:jc w:val="left"/>
              <w:rPr>
                <w:szCs w:val="28"/>
              </w:rPr>
            </w:pPr>
            <w:r w:rsidRPr="00224953">
              <w:rPr>
                <w:szCs w:val="28"/>
              </w:rPr>
              <w:t>Ярославская обл</w:t>
            </w:r>
            <w:r w:rsidR="0040111E">
              <w:rPr>
                <w:szCs w:val="28"/>
              </w:rPr>
              <w:t>асть</w:t>
            </w:r>
            <w:r w:rsidRPr="00224953">
              <w:rPr>
                <w:szCs w:val="28"/>
              </w:rPr>
              <w:t xml:space="preserve">, </w:t>
            </w:r>
          </w:p>
          <w:p w:rsidR="00D91137" w:rsidRPr="00224953" w:rsidRDefault="0040111E" w:rsidP="0040111E">
            <w:pPr>
              <w:ind w:firstLine="0"/>
              <w:jc w:val="left"/>
              <w:rPr>
                <w:szCs w:val="28"/>
              </w:rPr>
            </w:pPr>
            <w:r>
              <w:rPr>
                <w:szCs w:val="28"/>
              </w:rPr>
              <w:t>Борисоглебский район, с. </w:t>
            </w:r>
            <w:r w:rsidR="00D91137" w:rsidRPr="00224953">
              <w:rPr>
                <w:szCs w:val="28"/>
              </w:rPr>
              <w:t>Никола-Березники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76:02:020301:246</w:t>
            </w:r>
          </w:p>
        </w:tc>
      </w:tr>
      <w:tr w:rsidR="00D91137" w:rsidRPr="00224953" w:rsidTr="00A841C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Газопроводы - ввода 5 шт. </w:t>
            </w:r>
          </w:p>
          <w:p w:rsidR="00D91137" w:rsidRPr="00224953" w:rsidRDefault="00D91137" w:rsidP="00D91137">
            <w:pPr>
              <w:ind w:firstLine="0"/>
              <w:jc w:val="left"/>
              <w:rPr>
                <w:szCs w:val="28"/>
              </w:rPr>
            </w:pPr>
            <w:r w:rsidRPr="00224953">
              <w:rPr>
                <w:szCs w:val="28"/>
              </w:rPr>
              <w:lastRenderedPageBreak/>
              <w:t>(Сети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lastRenderedPageBreak/>
              <w:t xml:space="preserve">Ярославская область, </w:t>
            </w:r>
          </w:p>
          <w:p w:rsidR="00D91137" w:rsidRPr="00224953" w:rsidRDefault="0040111E" w:rsidP="00D91137">
            <w:pPr>
              <w:ind w:firstLine="0"/>
              <w:jc w:val="left"/>
              <w:rPr>
                <w:szCs w:val="28"/>
              </w:rPr>
            </w:pPr>
            <w:r>
              <w:rPr>
                <w:szCs w:val="28"/>
              </w:rPr>
              <w:lastRenderedPageBreak/>
              <w:t>Борисоглебский район, д. </w:t>
            </w:r>
            <w:r w:rsidR="00D91137" w:rsidRPr="00224953">
              <w:rPr>
                <w:szCs w:val="28"/>
              </w:rPr>
              <w:t>Новинки</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76:02:070201:254</w:t>
            </w:r>
          </w:p>
        </w:tc>
      </w:tr>
      <w:tr w:rsidR="00D91137" w:rsidRPr="00224953" w:rsidTr="00A841C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w:t>
            </w:r>
          </w:p>
        </w:tc>
        <w:tc>
          <w:tcPr>
            <w:tcW w:w="1289" w:type="pct"/>
            <w:tcBorders>
              <w:top w:val="single" w:sz="4" w:space="0" w:color="auto"/>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Газопроводы - ввода 6 шт. </w:t>
            </w:r>
          </w:p>
          <w:p w:rsidR="00D91137" w:rsidRPr="00224953" w:rsidRDefault="00D91137" w:rsidP="00D91137">
            <w:pPr>
              <w:ind w:firstLine="0"/>
              <w:jc w:val="left"/>
              <w:rPr>
                <w:szCs w:val="28"/>
              </w:rPr>
            </w:pPr>
            <w:r w:rsidRPr="00224953">
              <w:rPr>
                <w:szCs w:val="28"/>
              </w:rPr>
              <w:t>(Сети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Ярославская область, </w:t>
            </w:r>
          </w:p>
          <w:p w:rsidR="00D91137" w:rsidRPr="00224953" w:rsidRDefault="0040111E" w:rsidP="0040111E">
            <w:pPr>
              <w:ind w:firstLine="0"/>
              <w:jc w:val="left"/>
              <w:rPr>
                <w:szCs w:val="28"/>
              </w:rPr>
            </w:pPr>
            <w:r>
              <w:rPr>
                <w:szCs w:val="28"/>
              </w:rPr>
              <w:t>Борисоглебский райо</w:t>
            </w:r>
            <w:r w:rsidR="00D91137" w:rsidRPr="00224953">
              <w:rPr>
                <w:szCs w:val="28"/>
              </w:rPr>
              <w:t>н, с</w:t>
            </w:r>
            <w:r>
              <w:rPr>
                <w:szCs w:val="28"/>
              </w:rPr>
              <w:t>. </w:t>
            </w:r>
            <w:r w:rsidR="00D91137" w:rsidRPr="00224953">
              <w:rPr>
                <w:szCs w:val="28"/>
              </w:rPr>
              <w:t>Малахово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76:02:070301:294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w:t>
            </w:r>
          </w:p>
        </w:tc>
        <w:tc>
          <w:tcPr>
            <w:tcW w:w="128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Газопроводы - ввода 8 шт. </w:t>
            </w:r>
          </w:p>
          <w:p w:rsidR="00D91137" w:rsidRPr="00224953" w:rsidRDefault="00D91137" w:rsidP="00D91137">
            <w:pPr>
              <w:ind w:firstLine="0"/>
              <w:jc w:val="left"/>
              <w:rPr>
                <w:szCs w:val="28"/>
              </w:rPr>
            </w:pPr>
            <w:r w:rsidRPr="00224953">
              <w:rPr>
                <w:szCs w:val="28"/>
              </w:rPr>
              <w:t>(Сети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Ярославская область, </w:t>
            </w:r>
          </w:p>
          <w:p w:rsidR="00D91137" w:rsidRPr="00224953" w:rsidRDefault="0040111E" w:rsidP="0040111E">
            <w:pPr>
              <w:ind w:firstLine="0"/>
              <w:jc w:val="left"/>
              <w:rPr>
                <w:szCs w:val="28"/>
              </w:rPr>
            </w:pPr>
            <w:r>
              <w:rPr>
                <w:szCs w:val="28"/>
              </w:rPr>
              <w:t>Борисоглебский райо</w:t>
            </w:r>
            <w:r w:rsidR="00D91137" w:rsidRPr="00224953">
              <w:rPr>
                <w:szCs w:val="28"/>
              </w:rPr>
              <w:t>н, д</w:t>
            </w:r>
            <w:r>
              <w:rPr>
                <w:szCs w:val="28"/>
              </w:rPr>
              <w:t>. </w:t>
            </w:r>
            <w:r w:rsidR="00D91137" w:rsidRPr="00224953">
              <w:rPr>
                <w:szCs w:val="28"/>
              </w:rPr>
              <w:t>Архипово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76:02:021601:458</w:t>
            </w:r>
          </w:p>
        </w:tc>
      </w:tr>
      <w:tr w:rsidR="00D91137" w:rsidRPr="00224953" w:rsidTr="00261BEA">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w:t>
            </w:r>
          </w:p>
        </w:tc>
        <w:tc>
          <w:tcPr>
            <w:tcW w:w="128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СЭХЗ </w:t>
            </w:r>
          </w:p>
          <w:p w:rsidR="00D91137" w:rsidRPr="00224953" w:rsidRDefault="00D91137" w:rsidP="00D91137">
            <w:pPr>
              <w:ind w:firstLine="0"/>
              <w:jc w:val="left"/>
              <w:rPr>
                <w:szCs w:val="28"/>
              </w:rPr>
            </w:pPr>
            <w:r w:rsidRPr="00224953">
              <w:rPr>
                <w:szCs w:val="28"/>
              </w:rPr>
              <w:t>(Сети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Ярославская область, </w:t>
            </w:r>
          </w:p>
          <w:p w:rsidR="00D91137" w:rsidRPr="00224953" w:rsidRDefault="0040111E" w:rsidP="00D91137">
            <w:pPr>
              <w:ind w:firstLine="0"/>
              <w:jc w:val="left"/>
              <w:rPr>
                <w:szCs w:val="28"/>
              </w:rPr>
            </w:pPr>
            <w:r>
              <w:rPr>
                <w:szCs w:val="28"/>
              </w:rPr>
              <w:t xml:space="preserve">Борисоглебский район, </w:t>
            </w:r>
            <w:r>
              <w:rPr>
                <w:szCs w:val="28"/>
              </w:rPr>
              <w:br/>
              <w:t>рабочий поселок</w:t>
            </w:r>
            <w:r w:rsidR="00D91137" w:rsidRPr="00224953">
              <w:rPr>
                <w:szCs w:val="28"/>
              </w:rPr>
              <w:t xml:space="preserve"> Борисоглебский, ул. Юбилейная, </w:t>
            </w:r>
            <w:r>
              <w:rPr>
                <w:szCs w:val="28"/>
              </w:rPr>
              <w:br/>
            </w:r>
            <w:r w:rsidR="003764B6">
              <w:rPr>
                <w:szCs w:val="28"/>
              </w:rPr>
              <w:t>у дома</w:t>
            </w:r>
            <w:r>
              <w:rPr>
                <w:szCs w:val="28"/>
              </w:rPr>
              <w:t xml:space="preserve"> </w:t>
            </w:r>
            <w:r w:rsidR="00D91137" w:rsidRPr="00224953">
              <w:rPr>
                <w:szCs w:val="28"/>
              </w:rPr>
              <w:t>№</w:t>
            </w:r>
            <w:r>
              <w:rPr>
                <w:szCs w:val="28"/>
              </w:rPr>
              <w:t xml:space="preserve"> </w:t>
            </w:r>
            <w:r w:rsidR="00D91137" w:rsidRPr="00224953">
              <w:rPr>
                <w:szCs w:val="28"/>
              </w:rPr>
              <w:t>15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76:02:130238:744</w:t>
            </w:r>
          </w:p>
        </w:tc>
      </w:tr>
      <w:tr w:rsidR="00D91137" w:rsidRPr="00224953" w:rsidTr="00261BE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к жилым домам (Сети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40111E" w:rsidRDefault="00D91137" w:rsidP="0040111E">
            <w:pPr>
              <w:ind w:firstLine="0"/>
              <w:jc w:val="left"/>
              <w:rPr>
                <w:szCs w:val="28"/>
              </w:rPr>
            </w:pPr>
            <w:r w:rsidRPr="00224953">
              <w:rPr>
                <w:szCs w:val="28"/>
              </w:rPr>
              <w:t>Ярославская обл</w:t>
            </w:r>
            <w:r w:rsidR="0040111E">
              <w:rPr>
                <w:szCs w:val="28"/>
              </w:rPr>
              <w:t>асть</w:t>
            </w:r>
            <w:r w:rsidRPr="00224953">
              <w:rPr>
                <w:szCs w:val="28"/>
              </w:rPr>
              <w:t xml:space="preserve">, </w:t>
            </w:r>
          </w:p>
          <w:p w:rsidR="00D91137" w:rsidRPr="00224953" w:rsidRDefault="0040111E" w:rsidP="0040111E">
            <w:pPr>
              <w:ind w:firstLine="0"/>
              <w:jc w:val="left"/>
              <w:rPr>
                <w:szCs w:val="28"/>
              </w:rPr>
            </w:pPr>
            <w:r>
              <w:rPr>
                <w:szCs w:val="28"/>
              </w:rPr>
              <w:t>Борисоглебский район, д. </w:t>
            </w:r>
            <w:r w:rsidR="00D91137" w:rsidRPr="00224953">
              <w:rPr>
                <w:szCs w:val="28"/>
              </w:rPr>
              <w:t>Стрелка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76:02:020501:347</w:t>
            </w:r>
          </w:p>
        </w:tc>
      </w:tr>
      <w:tr w:rsidR="00D91137" w:rsidRPr="00224953" w:rsidTr="00261BE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 ввода 48 шт. (Сети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40111E">
            <w:pPr>
              <w:ind w:firstLine="0"/>
              <w:jc w:val="left"/>
              <w:rPr>
                <w:szCs w:val="28"/>
              </w:rPr>
            </w:pPr>
            <w:r w:rsidRPr="00224953">
              <w:rPr>
                <w:szCs w:val="28"/>
              </w:rPr>
              <w:t>Ярославская обл</w:t>
            </w:r>
            <w:r w:rsidR="0040111E">
              <w:rPr>
                <w:szCs w:val="28"/>
              </w:rPr>
              <w:t>асть</w:t>
            </w:r>
            <w:r w:rsidRPr="00224953">
              <w:rPr>
                <w:szCs w:val="28"/>
              </w:rPr>
              <w:t xml:space="preserve">, </w:t>
            </w:r>
            <w:r w:rsidR="0040111E">
              <w:rPr>
                <w:szCs w:val="28"/>
              </w:rPr>
              <w:br/>
              <w:t>Борисоглебский район, д. </w:t>
            </w:r>
            <w:r w:rsidRPr="00224953">
              <w:rPr>
                <w:szCs w:val="28"/>
              </w:rPr>
              <w:t>Юркино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76:02:000000:983</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к жилым домам (Сети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Ярославская область, </w:t>
            </w:r>
          </w:p>
          <w:p w:rsidR="00D91137" w:rsidRPr="00224953" w:rsidRDefault="0040111E" w:rsidP="00D91137">
            <w:pPr>
              <w:ind w:firstLine="0"/>
              <w:jc w:val="left"/>
              <w:rPr>
                <w:szCs w:val="28"/>
              </w:rPr>
            </w:pPr>
            <w:r>
              <w:rPr>
                <w:szCs w:val="28"/>
              </w:rPr>
              <w:t>Борисоглебский район, с. </w:t>
            </w:r>
            <w:r w:rsidR="00D91137" w:rsidRPr="00224953">
              <w:rPr>
                <w:szCs w:val="28"/>
              </w:rPr>
              <w:t>Уславцево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76:02:000000:955</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w:t>
            </w:r>
          </w:p>
        </w:tc>
        <w:tc>
          <w:tcPr>
            <w:tcW w:w="1289" w:type="pct"/>
            <w:tcBorders>
              <w:top w:val="single" w:sz="4" w:space="0" w:color="auto"/>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к жилым домам (Сети газовые)</w:t>
            </w:r>
          </w:p>
        </w:tc>
        <w:tc>
          <w:tcPr>
            <w:tcW w:w="1819" w:type="pct"/>
            <w:tcBorders>
              <w:top w:val="single" w:sz="4" w:space="0" w:color="auto"/>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Ярославская область, </w:t>
            </w:r>
          </w:p>
          <w:p w:rsidR="00D91137" w:rsidRPr="00224953" w:rsidRDefault="0040111E" w:rsidP="00D91137">
            <w:pPr>
              <w:ind w:firstLine="0"/>
              <w:jc w:val="left"/>
              <w:rPr>
                <w:szCs w:val="28"/>
              </w:rPr>
            </w:pPr>
            <w:r>
              <w:rPr>
                <w:szCs w:val="28"/>
              </w:rPr>
              <w:t>Борисоглебский район, д. </w:t>
            </w:r>
            <w:r w:rsidR="00D91137" w:rsidRPr="00224953">
              <w:rPr>
                <w:szCs w:val="28"/>
              </w:rPr>
              <w:t>Варусово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76:02:050501:453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w:t>
            </w:r>
          </w:p>
        </w:tc>
        <w:tc>
          <w:tcPr>
            <w:tcW w:w="128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Газопроводы - ввода </w:t>
            </w:r>
          </w:p>
          <w:p w:rsidR="00D91137" w:rsidRPr="00224953" w:rsidRDefault="00D91137" w:rsidP="00D91137">
            <w:pPr>
              <w:ind w:firstLine="0"/>
              <w:jc w:val="left"/>
              <w:rPr>
                <w:szCs w:val="28"/>
              </w:rPr>
            </w:pPr>
            <w:r w:rsidRPr="00224953">
              <w:rPr>
                <w:szCs w:val="28"/>
              </w:rPr>
              <w:t>(Сети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40111E" w:rsidP="0040111E">
            <w:pPr>
              <w:ind w:firstLine="0"/>
              <w:jc w:val="left"/>
              <w:rPr>
                <w:szCs w:val="28"/>
              </w:rPr>
            </w:pPr>
            <w:r>
              <w:rPr>
                <w:szCs w:val="28"/>
              </w:rPr>
              <w:t>Ярославская область</w:t>
            </w:r>
            <w:r w:rsidR="00D91137" w:rsidRPr="00224953">
              <w:rPr>
                <w:szCs w:val="28"/>
              </w:rPr>
              <w:t xml:space="preserve">, </w:t>
            </w:r>
          </w:p>
          <w:p w:rsidR="00D91137" w:rsidRPr="00224953" w:rsidRDefault="0040111E" w:rsidP="0040111E">
            <w:pPr>
              <w:ind w:firstLine="0"/>
              <w:jc w:val="left"/>
              <w:rPr>
                <w:szCs w:val="28"/>
              </w:rPr>
            </w:pPr>
            <w:r>
              <w:rPr>
                <w:szCs w:val="28"/>
              </w:rPr>
              <w:t>Борисоглебский район, с. </w:t>
            </w:r>
            <w:r w:rsidR="00D91137" w:rsidRPr="00224953">
              <w:rPr>
                <w:szCs w:val="28"/>
              </w:rPr>
              <w:t>Вощажниково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76:02:020101:1554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w:t>
            </w:r>
          </w:p>
        </w:tc>
        <w:tc>
          <w:tcPr>
            <w:tcW w:w="1289" w:type="pct"/>
            <w:tcBorders>
              <w:top w:val="nil"/>
              <w:left w:val="nil"/>
              <w:bottom w:val="single" w:sz="4" w:space="0" w:color="auto"/>
              <w:right w:val="single" w:sz="4" w:space="0" w:color="auto"/>
            </w:tcBorders>
            <w:shd w:val="clear" w:color="auto" w:fill="auto"/>
            <w:hideMark/>
          </w:tcPr>
          <w:p w:rsidR="0040111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к жилым домам (Сети газовые)</w:t>
            </w:r>
          </w:p>
        </w:tc>
        <w:tc>
          <w:tcPr>
            <w:tcW w:w="1819" w:type="pct"/>
            <w:tcBorders>
              <w:top w:val="nil"/>
              <w:left w:val="nil"/>
              <w:bottom w:val="single" w:sz="4" w:space="0" w:color="auto"/>
              <w:right w:val="single" w:sz="4" w:space="0" w:color="auto"/>
            </w:tcBorders>
            <w:shd w:val="clear" w:color="auto" w:fill="auto"/>
            <w:hideMark/>
          </w:tcPr>
          <w:p w:rsidR="0040111E" w:rsidRDefault="00D91137" w:rsidP="0040111E">
            <w:pPr>
              <w:ind w:firstLine="0"/>
              <w:jc w:val="left"/>
              <w:rPr>
                <w:szCs w:val="28"/>
              </w:rPr>
            </w:pPr>
            <w:r w:rsidRPr="00224953">
              <w:rPr>
                <w:szCs w:val="28"/>
              </w:rPr>
              <w:t>Ярославская обл</w:t>
            </w:r>
            <w:r w:rsidR="0040111E">
              <w:rPr>
                <w:szCs w:val="28"/>
              </w:rPr>
              <w:t>асть</w:t>
            </w:r>
            <w:r w:rsidRPr="00224953">
              <w:rPr>
                <w:szCs w:val="28"/>
              </w:rPr>
              <w:t xml:space="preserve">, </w:t>
            </w:r>
          </w:p>
          <w:p w:rsidR="00D91137" w:rsidRPr="00224953" w:rsidRDefault="0040111E" w:rsidP="0040111E">
            <w:pPr>
              <w:ind w:firstLine="0"/>
              <w:jc w:val="left"/>
              <w:rPr>
                <w:szCs w:val="28"/>
              </w:rPr>
            </w:pPr>
            <w:r>
              <w:rPr>
                <w:szCs w:val="28"/>
              </w:rPr>
              <w:t>Борисоглебский район, п. </w:t>
            </w:r>
            <w:r w:rsidR="00D91137" w:rsidRPr="00224953">
              <w:rPr>
                <w:szCs w:val="28"/>
              </w:rPr>
              <w:t>Красный Октябрь</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76:02:062101:471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w:t>
            </w:r>
          </w:p>
        </w:tc>
        <w:tc>
          <w:tcPr>
            <w:tcW w:w="1289" w:type="pct"/>
            <w:tcBorders>
              <w:top w:val="nil"/>
              <w:left w:val="nil"/>
              <w:bottom w:val="single" w:sz="4" w:space="0" w:color="auto"/>
              <w:right w:val="single" w:sz="4" w:space="0" w:color="auto"/>
            </w:tcBorders>
            <w:shd w:val="clear" w:color="auto" w:fill="auto"/>
            <w:hideMark/>
          </w:tcPr>
          <w:p w:rsidR="00313CD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к жилым домам (Сети газовые)</w:t>
            </w:r>
          </w:p>
        </w:tc>
        <w:tc>
          <w:tcPr>
            <w:tcW w:w="1819" w:type="pct"/>
            <w:tcBorders>
              <w:top w:val="nil"/>
              <w:left w:val="nil"/>
              <w:bottom w:val="single" w:sz="4" w:space="0" w:color="auto"/>
              <w:right w:val="single" w:sz="4" w:space="0" w:color="auto"/>
            </w:tcBorders>
            <w:shd w:val="clear" w:color="auto" w:fill="auto"/>
            <w:hideMark/>
          </w:tcPr>
          <w:p w:rsidR="00313CD9" w:rsidRDefault="00D91137" w:rsidP="00313CD9">
            <w:pPr>
              <w:ind w:firstLine="0"/>
              <w:jc w:val="left"/>
              <w:rPr>
                <w:szCs w:val="28"/>
              </w:rPr>
            </w:pPr>
            <w:r w:rsidRPr="00224953">
              <w:rPr>
                <w:szCs w:val="28"/>
              </w:rPr>
              <w:t>Ярославская обл</w:t>
            </w:r>
            <w:r w:rsidR="00313CD9">
              <w:rPr>
                <w:szCs w:val="28"/>
              </w:rPr>
              <w:t>асть</w:t>
            </w:r>
            <w:r w:rsidRPr="00224953">
              <w:rPr>
                <w:szCs w:val="28"/>
              </w:rPr>
              <w:t xml:space="preserve">, </w:t>
            </w:r>
          </w:p>
          <w:p w:rsidR="00D91137" w:rsidRPr="00224953" w:rsidRDefault="00313CD9" w:rsidP="00313CD9">
            <w:pPr>
              <w:ind w:firstLine="0"/>
              <w:jc w:val="left"/>
              <w:rPr>
                <w:szCs w:val="28"/>
              </w:rPr>
            </w:pPr>
            <w:r>
              <w:rPr>
                <w:szCs w:val="28"/>
              </w:rPr>
              <w:t>Борисоглебский район, с. </w:t>
            </w:r>
            <w:r w:rsidR="00D91137" w:rsidRPr="00224953">
              <w:rPr>
                <w:szCs w:val="28"/>
              </w:rPr>
              <w:t>Неверково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76:02:000000:985</w:t>
            </w:r>
          </w:p>
        </w:tc>
      </w:tr>
      <w:tr w:rsidR="00D91137" w:rsidRPr="00224953" w:rsidTr="00A841CF">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w:t>
            </w:r>
          </w:p>
        </w:tc>
        <w:tc>
          <w:tcPr>
            <w:tcW w:w="1289" w:type="pct"/>
            <w:tcBorders>
              <w:top w:val="nil"/>
              <w:left w:val="nil"/>
              <w:bottom w:val="single" w:sz="4" w:space="0" w:color="auto"/>
              <w:right w:val="single" w:sz="4" w:space="0" w:color="auto"/>
            </w:tcBorders>
            <w:shd w:val="clear" w:color="auto" w:fill="auto"/>
            <w:hideMark/>
          </w:tcPr>
          <w:p w:rsidR="00313CD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к жилым домам (Сети газовые)</w:t>
            </w:r>
          </w:p>
        </w:tc>
        <w:tc>
          <w:tcPr>
            <w:tcW w:w="1819" w:type="pct"/>
            <w:tcBorders>
              <w:top w:val="nil"/>
              <w:left w:val="nil"/>
              <w:bottom w:val="single" w:sz="4" w:space="0" w:color="auto"/>
              <w:right w:val="single" w:sz="4" w:space="0" w:color="auto"/>
            </w:tcBorders>
            <w:shd w:val="clear" w:color="auto" w:fill="auto"/>
            <w:hideMark/>
          </w:tcPr>
          <w:p w:rsidR="00313CD9" w:rsidRDefault="00D91137" w:rsidP="00313CD9">
            <w:pPr>
              <w:ind w:firstLine="0"/>
              <w:jc w:val="left"/>
              <w:rPr>
                <w:szCs w:val="28"/>
              </w:rPr>
            </w:pPr>
            <w:r w:rsidRPr="00224953">
              <w:rPr>
                <w:szCs w:val="28"/>
              </w:rPr>
              <w:t>Ярославская обл</w:t>
            </w:r>
            <w:r w:rsidR="00313CD9">
              <w:rPr>
                <w:szCs w:val="28"/>
              </w:rPr>
              <w:t>асть</w:t>
            </w:r>
            <w:r w:rsidRPr="00224953">
              <w:rPr>
                <w:szCs w:val="28"/>
              </w:rPr>
              <w:t xml:space="preserve">, </w:t>
            </w:r>
          </w:p>
          <w:p w:rsidR="00D91137" w:rsidRPr="00224953" w:rsidRDefault="00313CD9" w:rsidP="00313CD9">
            <w:pPr>
              <w:ind w:firstLine="0"/>
              <w:jc w:val="left"/>
              <w:rPr>
                <w:szCs w:val="28"/>
              </w:rPr>
            </w:pPr>
            <w:r>
              <w:rPr>
                <w:szCs w:val="28"/>
              </w:rPr>
              <w:t>Борисоглебский район, д. </w:t>
            </w:r>
            <w:r w:rsidR="00D91137" w:rsidRPr="00224953">
              <w:rPr>
                <w:szCs w:val="28"/>
              </w:rPr>
              <w:t>Юркино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76:02:000000:995</w:t>
            </w:r>
          </w:p>
        </w:tc>
      </w:tr>
      <w:tr w:rsidR="00D91137" w:rsidRPr="00224953" w:rsidTr="00A841C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313CD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lastRenderedPageBreak/>
              <w:t>низкого давления к жилым домам (Сети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313CD9" w:rsidRDefault="00D91137" w:rsidP="00313CD9">
            <w:pPr>
              <w:ind w:firstLine="0"/>
              <w:jc w:val="left"/>
              <w:rPr>
                <w:szCs w:val="28"/>
              </w:rPr>
            </w:pPr>
            <w:r w:rsidRPr="00224953">
              <w:rPr>
                <w:szCs w:val="28"/>
              </w:rPr>
              <w:lastRenderedPageBreak/>
              <w:t>Ярославская обл</w:t>
            </w:r>
            <w:r w:rsidR="00313CD9">
              <w:rPr>
                <w:szCs w:val="28"/>
              </w:rPr>
              <w:t>асть</w:t>
            </w:r>
            <w:r w:rsidRPr="00224953">
              <w:rPr>
                <w:szCs w:val="28"/>
              </w:rPr>
              <w:t xml:space="preserve">, </w:t>
            </w:r>
          </w:p>
          <w:p w:rsidR="00D91137" w:rsidRPr="00224953" w:rsidRDefault="00313CD9" w:rsidP="00313CD9">
            <w:pPr>
              <w:ind w:firstLine="0"/>
              <w:jc w:val="left"/>
              <w:rPr>
                <w:szCs w:val="28"/>
              </w:rPr>
            </w:pPr>
            <w:r>
              <w:rPr>
                <w:szCs w:val="28"/>
              </w:rPr>
              <w:lastRenderedPageBreak/>
              <w:t>Борисоглебский район, с. </w:t>
            </w:r>
            <w:r w:rsidR="00D91137" w:rsidRPr="00224953">
              <w:rPr>
                <w:szCs w:val="28"/>
              </w:rPr>
              <w:t>Вощажниково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76:02:020101:1556</w:t>
            </w:r>
          </w:p>
        </w:tc>
      </w:tr>
      <w:tr w:rsidR="00D91137" w:rsidRPr="00224953" w:rsidTr="00A841CF">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w:t>
            </w:r>
          </w:p>
        </w:tc>
        <w:tc>
          <w:tcPr>
            <w:tcW w:w="1289" w:type="pct"/>
            <w:tcBorders>
              <w:top w:val="single" w:sz="4" w:space="0" w:color="auto"/>
              <w:left w:val="nil"/>
              <w:bottom w:val="single" w:sz="4" w:space="0" w:color="auto"/>
              <w:right w:val="single" w:sz="4" w:space="0" w:color="auto"/>
            </w:tcBorders>
            <w:shd w:val="clear" w:color="auto" w:fill="auto"/>
            <w:hideMark/>
          </w:tcPr>
          <w:p w:rsidR="00313CD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межпоселковый высокого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313CD9" w:rsidRDefault="00D91137" w:rsidP="00D91137">
            <w:pPr>
              <w:ind w:firstLine="0"/>
              <w:jc w:val="left"/>
              <w:rPr>
                <w:szCs w:val="28"/>
              </w:rPr>
            </w:pPr>
            <w:r w:rsidRPr="00224953">
              <w:rPr>
                <w:szCs w:val="28"/>
              </w:rPr>
              <w:t xml:space="preserve">Ярославская область, </w:t>
            </w:r>
          </w:p>
          <w:p w:rsidR="00D91137" w:rsidRPr="00224953" w:rsidRDefault="00313CD9" w:rsidP="00313CD9">
            <w:pPr>
              <w:ind w:firstLine="0"/>
              <w:jc w:val="left"/>
              <w:rPr>
                <w:szCs w:val="28"/>
              </w:rPr>
            </w:pPr>
            <w:r>
              <w:rPr>
                <w:szCs w:val="28"/>
              </w:rPr>
              <w:t>Борисоглебский район, д. </w:t>
            </w:r>
            <w:r w:rsidR="00D91137" w:rsidRPr="00224953">
              <w:rPr>
                <w:szCs w:val="28"/>
              </w:rPr>
              <w:t xml:space="preserve">Андреевское </w:t>
            </w:r>
            <w:r>
              <w:rPr>
                <w:szCs w:val="28"/>
              </w:rPr>
              <w:t>–</w:t>
            </w:r>
            <w:r w:rsidR="00D91137" w:rsidRPr="00224953">
              <w:rPr>
                <w:szCs w:val="28"/>
              </w:rPr>
              <w:t xml:space="preserve"> д. Демьяны, д.</w:t>
            </w:r>
            <w:r w:rsidR="00261BEA">
              <w:rPr>
                <w:szCs w:val="28"/>
              </w:rPr>
              <w:t xml:space="preserve"> Беглицево, с. </w:t>
            </w:r>
            <w:r>
              <w:rPr>
                <w:szCs w:val="28"/>
              </w:rPr>
              <w:t xml:space="preserve">Яковцево – </w:t>
            </w:r>
            <w:r w:rsidR="00261BEA">
              <w:rPr>
                <w:szCs w:val="28"/>
              </w:rPr>
              <w:t>Булаково, с </w:t>
            </w:r>
            <w:r w:rsidR="00D91137" w:rsidRPr="00224953">
              <w:rPr>
                <w:szCs w:val="28"/>
              </w:rPr>
              <w:t>отводом на д. Бекренево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76:02:000000:982</w:t>
            </w:r>
          </w:p>
        </w:tc>
      </w:tr>
      <w:tr w:rsidR="00D91137" w:rsidRPr="00224953" w:rsidTr="00261BEA">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w:t>
            </w:r>
            <w:r w:rsidR="00E00EA9">
              <w:rPr>
                <w:szCs w:val="28"/>
              </w:rPr>
              <w:t>давления от компрессорной до п</w:t>
            </w:r>
            <w:r w:rsidRPr="00224953">
              <w:rPr>
                <w:szCs w:val="28"/>
              </w:rPr>
              <w:t>.</w:t>
            </w:r>
            <w:r w:rsidR="00E00EA9">
              <w:rPr>
                <w:szCs w:val="28"/>
              </w:rPr>
              <w:t xml:space="preserve"> </w:t>
            </w:r>
            <w:r w:rsidRPr="00224953">
              <w:rPr>
                <w:szCs w:val="28"/>
              </w:rPr>
              <w:t>Чкаловский</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E00EA9">
              <w:rPr>
                <w:szCs w:val="28"/>
              </w:rPr>
              <w:br/>
            </w:r>
            <w:r w:rsidRPr="00224953">
              <w:rPr>
                <w:szCs w:val="28"/>
              </w:rPr>
              <w:t>г.</w:t>
            </w:r>
            <w:r w:rsidR="00E00EA9">
              <w:rPr>
                <w:szCs w:val="28"/>
              </w:rPr>
              <w:t xml:space="preserve"> </w:t>
            </w:r>
            <w:r w:rsidRPr="00224953">
              <w:rPr>
                <w:szCs w:val="28"/>
              </w:rPr>
              <w:t>Переславль-Залесский</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76:00:000000:207</w:t>
            </w:r>
          </w:p>
        </w:tc>
      </w:tr>
      <w:tr w:rsidR="00D91137" w:rsidRPr="00224953" w:rsidTr="00261BE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01C3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w:t>
            </w:r>
            <w:r w:rsidR="00201C3B">
              <w:rPr>
                <w:szCs w:val="28"/>
              </w:rPr>
              <w:t>зкого давления к жилым домам п. </w:t>
            </w:r>
            <w:r w:rsidRPr="00224953">
              <w:rPr>
                <w:szCs w:val="28"/>
              </w:rPr>
              <w:t>Майский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201C3B" w:rsidRDefault="00D91137" w:rsidP="00D91137">
            <w:pPr>
              <w:ind w:firstLine="0"/>
              <w:jc w:val="left"/>
              <w:rPr>
                <w:szCs w:val="28"/>
              </w:rPr>
            </w:pPr>
            <w:r w:rsidRPr="00224953">
              <w:rPr>
                <w:szCs w:val="28"/>
              </w:rPr>
              <w:t xml:space="preserve">Ярославская область, </w:t>
            </w:r>
          </w:p>
          <w:p w:rsidR="00D91137" w:rsidRPr="00224953" w:rsidRDefault="00D91137" w:rsidP="00201C3B">
            <w:pPr>
              <w:ind w:firstLine="0"/>
              <w:jc w:val="left"/>
              <w:rPr>
                <w:szCs w:val="28"/>
              </w:rPr>
            </w:pPr>
            <w:r w:rsidRPr="00224953">
              <w:rPr>
                <w:szCs w:val="28"/>
              </w:rPr>
              <w:t>г.</w:t>
            </w:r>
            <w:r w:rsidR="00201C3B">
              <w:rPr>
                <w:szCs w:val="28"/>
              </w:rPr>
              <w:t xml:space="preserve"> </w:t>
            </w:r>
            <w:r w:rsidRPr="00224953">
              <w:rPr>
                <w:szCs w:val="28"/>
              </w:rPr>
              <w:t>Переславл</w:t>
            </w:r>
            <w:r w:rsidR="00201C3B">
              <w:rPr>
                <w:szCs w:val="28"/>
              </w:rPr>
              <w:t>ь-Залесский, п. </w:t>
            </w:r>
            <w:r w:rsidRPr="00224953">
              <w:rPr>
                <w:szCs w:val="28"/>
              </w:rPr>
              <w:t>Майский</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76:00:000000:210</w:t>
            </w:r>
          </w:p>
        </w:tc>
      </w:tr>
      <w:tr w:rsidR="00D91137" w:rsidRPr="00224953" w:rsidTr="00261BE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w:t>
            </w:r>
          </w:p>
        </w:tc>
        <w:tc>
          <w:tcPr>
            <w:tcW w:w="1289" w:type="pct"/>
            <w:tcBorders>
              <w:top w:val="single" w:sz="4" w:space="0" w:color="auto"/>
              <w:left w:val="nil"/>
              <w:bottom w:val="single" w:sz="4" w:space="0" w:color="auto"/>
              <w:right w:val="single" w:sz="4" w:space="0" w:color="auto"/>
            </w:tcBorders>
            <w:shd w:val="clear" w:color="auto" w:fill="auto"/>
            <w:hideMark/>
          </w:tcPr>
          <w:p w:rsidR="00201C3B" w:rsidRDefault="00D91137" w:rsidP="00D91137">
            <w:pPr>
              <w:ind w:firstLine="0"/>
              <w:jc w:val="left"/>
              <w:rPr>
                <w:szCs w:val="28"/>
              </w:rPr>
            </w:pPr>
            <w:r w:rsidRPr="00224953">
              <w:rPr>
                <w:szCs w:val="28"/>
              </w:rPr>
              <w:t xml:space="preserve">Газификация </w:t>
            </w:r>
          </w:p>
          <w:p w:rsidR="00D91137" w:rsidRPr="00224953" w:rsidRDefault="00201C3B" w:rsidP="00201C3B">
            <w:pPr>
              <w:ind w:firstLine="0"/>
              <w:jc w:val="left"/>
              <w:rPr>
                <w:szCs w:val="28"/>
              </w:rPr>
            </w:pPr>
            <w:r>
              <w:rPr>
                <w:szCs w:val="28"/>
              </w:rPr>
              <w:t>жилого района п. </w:t>
            </w:r>
            <w:r w:rsidR="00D91137" w:rsidRPr="00224953">
              <w:rPr>
                <w:szCs w:val="28"/>
              </w:rPr>
              <w:t xml:space="preserve">Урицкого </w:t>
            </w:r>
          </w:p>
        </w:tc>
        <w:tc>
          <w:tcPr>
            <w:tcW w:w="1819" w:type="pct"/>
            <w:tcBorders>
              <w:top w:val="single" w:sz="4" w:space="0" w:color="auto"/>
              <w:left w:val="nil"/>
              <w:bottom w:val="single" w:sz="4" w:space="0" w:color="auto"/>
              <w:right w:val="single" w:sz="4" w:space="0" w:color="auto"/>
            </w:tcBorders>
            <w:shd w:val="clear" w:color="auto" w:fill="auto"/>
            <w:hideMark/>
          </w:tcPr>
          <w:p w:rsidR="00201C3B"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201C3B">
              <w:rPr>
                <w:szCs w:val="28"/>
              </w:rPr>
              <w:t xml:space="preserve"> </w:t>
            </w:r>
            <w:r w:rsidRPr="00224953">
              <w:rPr>
                <w:szCs w:val="28"/>
              </w:rPr>
              <w:t xml:space="preserve">Переславль-Залесский и Переславский район </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76:00:000000:242</w:t>
            </w:r>
          </w:p>
        </w:tc>
      </w:tr>
      <w:tr w:rsidR="00D91137" w:rsidRPr="00224953" w:rsidTr="00F41344">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w:t>
            </w:r>
          </w:p>
        </w:tc>
        <w:tc>
          <w:tcPr>
            <w:tcW w:w="1289" w:type="pct"/>
            <w:tcBorders>
              <w:top w:val="single" w:sz="4" w:space="0" w:color="auto"/>
              <w:left w:val="nil"/>
              <w:bottom w:val="single" w:sz="4" w:space="0" w:color="auto"/>
              <w:right w:val="single" w:sz="4" w:space="0" w:color="auto"/>
            </w:tcBorders>
            <w:shd w:val="clear" w:color="auto" w:fill="auto"/>
            <w:hideMark/>
          </w:tcPr>
          <w:p w:rsidR="0006376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для газификации с. Веськово Переславского муниципального района</w:t>
            </w:r>
          </w:p>
        </w:tc>
        <w:tc>
          <w:tcPr>
            <w:tcW w:w="1819" w:type="pct"/>
            <w:tcBorders>
              <w:top w:val="single" w:sz="4" w:space="0" w:color="auto"/>
              <w:left w:val="nil"/>
              <w:bottom w:val="single" w:sz="4" w:space="0" w:color="auto"/>
              <w:right w:val="single" w:sz="4" w:space="0" w:color="auto"/>
            </w:tcBorders>
            <w:shd w:val="clear" w:color="auto" w:fill="auto"/>
            <w:hideMark/>
          </w:tcPr>
          <w:p w:rsidR="00063763" w:rsidRDefault="00D91137" w:rsidP="00063763">
            <w:pPr>
              <w:ind w:firstLine="0"/>
              <w:jc w:val="left"/>
              <w:rPr>
                <w:szCs w:val="28"/>
              </w:rPr>
            </w:pPr>
            <w:r w:rsidRPr="00224953">
              <w:rPr>
                <w:szCs w:val="28"/>
              </w:rPr>
              <w:t xml:space="preserve">Ярославская область, </w:t>
            </w:r>
          </w:p>
          <w:p w:rsidR="00063763" w:rsidRDefault="00D91137" w:rsidP="00063763">
            <w:pPr>
              <w:ind w:firstLine="0"/>
              <w:jc w:val="left"/>
              <w:rPr>
                <w:szCs w:val="28"/>
              </w:rPr>
            </w:pPr>
            <w:r w:rsidRPr="00224953">
              <w:rPr>
                <w:szCs w:val="28"/>
              </w:rPr>
              <w:t>Переславский</w:t>
            </w:r>
            <w:r w:rsidR="00063763">
              <w:rPr>
                <w:szCs w:val="28"/>
              </w:rPr>
              <w:t xml:space="preserve"> район</w:t>
            </w:r>
            <w:r w:rsidRPr="00224953">
              <w:rPr>
                <w:szCs w:val="28"/>
              </w:rPr>
              <w:t xml:space="preserve">, </w:t>
            </w:r>
          </w:p>
          <w:p w:rsidR="00D91137" w:rsidRPr="00224953" w:rsidRDefault="00D91137" w:rsidP="00063763">
            <w:pPr>
              <w:ind w:firstLine="0"/>
              <w:jc w:val="left"/>
              <w:rPr>
                <w:szCs w:val="28"/>
              </w:rPr>
            </w:pPr>
            <w:r w:rsidRPr="00224953">
              <w:rPr>
                <w:szCs w:val="28"/>
              </w:rPr>
              <w:t>Веськовский</w:t>
            </w:r>
            <w:r w:rsidR="00B35AC8">
              <w:rPr>
                <w:szCs w:val="28"/>
              </w:rPr>
              <w:t xml:space="preserve"> сельский округ</w:t>
            </w:r>
            <w:r w:rsidRPr="00224953">
              <w:rPr>
                <w:szCs w:val="28"/>
              </w:rPr>
              <w:t>, с</w:t>
            </w:r>
            <w:r w:rsidR="00063763">
              <w:rPr>
                <w:szCs w:val="28"/>
              </w:rPr>
              <w:t>.</w:t>
            </w:r>
            <w:r w:rsidRPr="00224953">
              <w:rPr>
                <w:szCs w:val="28"/>
              </w:rPr>
              <w:t xml:space="preserve"> Веськово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76:11:000000:1070</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063763" w:rsidP="00D91137">
            <w:pPr>
              <w:ind w:firstLine="0"/>
              <w:jc w:val="left"/>
              <w:rPr>
                <w:szCs w:val="28"/>
              </w:rPr>
            </w:pPr>
            <w:r>
              <w:rPr>
                <w:szCs w:val="28"/>
              </w:rPr>
              <w:t>Г</w:t>
            </w:r>
            <w:r w:rsidR="00D91137" w:rsidRPr="00224953">
              <w:rPr>
                <w:szCs w:val="28"/>
              </w:rPr>
              <w:t>азификация с.</w:t>
            </w:r>
            <w:r>
              <w:rPr>
                <w:szCs w:val="28"/>
              </w:rPr>
              <w:t> </w:t>
            </w:r>
            <w:r w:rsidR="00D91137" w:rsidRPr="00224953">
              <w:rPr>
                <w:szCs w:val="28"/>
              </w:rPr>
              <w:t>Новое Переславского муниципального района Ярославской области</w:t>
            </w:r>
          </w:p>
        </w:tc>
        <w:tc>
          <w:tcPr>
            <w:tcW w:w="1819" w:type="pct"/>
            <w:tcBorders>
              <w:top w:val="nil"/>
              <w:left w:val="nil"/>
              <w:bottom w:val="single" w:sz="4" w:space="0" w:color="auto"/>
              <w:right w:val="single" w:sz="4" w:space="0" w:color="auto"/>
            </w:tcBorders>
            <w:shd w:val="clear" w:color="auto" w:fill="auto"/>
            <w:hideMark/>
          </w:tcPr>
          <w:p w:rsidR="00063763" w:rsidRDefault="00D91137" w:rsidP="00D91137">
            <w:pPr>
              <w:ind w:firstLine="0"/>
              <w:jc w:val="left"/>
              <w:rPr>
                <w:szCs w:val="28"/>
              </w:rPr>
            </w:pPr>
            <w:r w:rsidRPr="00224953">
              <w:rPr>
                <w:szCs w:val="28"/>
              </w:rPr>
              <w:t xml:space="preserve">Ярославская область, </w:t>
            </w:r>
          </w:p>
          <w:p w:rsidR="00063763" w:rsidRDefault="00D91137" w:rsidP="00D91137">
            <w:pPr>
              <w:ind w:firstLine="0"/>
              <w:jc w:val="left"/>
              <w:rPr>
                <w:szCs w:val="28"/>
              </w:rPr>
            </w:pPr>
            <w:r w:rsidRPr="00224953">
              <w:rPr>
                <w:szCs w:val="28"/>
              </w:rPr>
              <w:t xml:space="preserve">Переславский район, </w:t>
            </w:r>
          </w:p>
          <w:p w:rsidR="00D91137" w:rsidRPr="00224953" w:rsidRDefault="00D91137" w:rsidP="00D91137">
            <w:pPr>
              <w:ind w:firstLine="0"/>
              <w:jc w:val="left"/>
              <w:rPr>
                <w:szCs w:val="28"/>
              </w:rPr>
            </w:pPr>
            <w:r w:rsidRPr="00224953">
              <w:rPr>
                <w:szCs w:val="28"/>
              </w:rPr>
              <w:t xml:space="preserve">Пригородное сельское </w:t>
            </w:r>
            <w:r w:rsidR="00B35AC8">
              <w:rPr>
                <w:szCs w:val="28"/>
              </w:rPr>
              <w:br/>
            </w:r>
            <w:r w:rsidRPr="00224953">
              <w:rPr>
                <w:szCs w:val="28"/>
              </w:rPr>
              <w:t>поселение, с.</w:t>
            </w:r>
            <w:r w:rsidR="00063763">
              <w:rPr>
                <w:szCs w:val="28"/>
              </w:rPr>
              <w:t xml:space="preserve"> </w:t>
            </w:r>
            <w:r w:rsidRPr="00224953">
              <w:rPr>
                <w:szCs w:val="28"/>
              </w:rPr>
              <w:t>Новое</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76:11:000000:1908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100</w:t>
            </w:r>
          </w:p>
        </w:tc>
        <w:tc>
          <w:tcPr>
            <w:tcW w:w="1289" w:type="pct"/>
            <w:tcBorders>
              <w:top w:val="nil"/>
              <w:left w:val="nil"/>
              <w:bottom w:val="single" w:sz="4" w:space="0" w:color="auto"/>
              <w:right w:val="single" w:sz="4" w:space="0" w:color="auto"/>
            </w:tcBorders>
            <w:shd w:val="clear" w:color="auto" w:fill="auto"/>
            <w:hideMark/>
          </w:tcPr>
          <w:p w:rsidR="00024B5F" w:rsidRDefault="00D65F7C" w:rsidP="00D91137">
            <w:pPr>
              <w:ind w:firstLine="0"/>
              <w:jc w:val="left"/>
              <w:rPr>
                <w:szCs w:val="28"/>
              </w:rPr>
            </w:pPr>
            <w:r>
              <w:rPr>
                <w:szCs w:val="28"/>
              </w:rPr>
              <w:t xml:space="preserve">Газификация </w:t>
            </w:r>
          </w:p>
          <w:p w:rsidR="00D91137" w:rsidRPr="00224953" w:rsidRDefault="00024B5F" w:rsidP="00D91137">
            <w:pPr>
              <w:ind w:firstLine="0"/>
              <w:jc w:val="left"/>
              <w:rPr>
                <w:szCs w:val="28"/>
              </w:rPr>
            </w:pPr>
            <w:r>
              <w:rPr>
                <w:szCs w:val="28"/>
              </w:rPr>
              <w:t>жилых домов с. </w:t>
            </w:r>
            <w:r w:rsidR="00D91137" w:rsidRPr="00224953">
              <w:rPr>
                <w:szCs w:val="28"/>
              </w:rPr>
              <w:t xml:space="preserve">Кубринск </w:t>
            </w:r>
          </w:p>
        </w:tc>
        <w:tc>
          <w:tcPr>
            <w:tcW w:w="1819" w:type="pct"/>
            <w:tcBorders>
              <w:top w:val="nil"/>
              <w:left w:val="nil"/>
              <w:bottom w:val="single" w:sz="4" w:space="0" w:color="auto"/>
              <w:right w:val="single" w:sz="4" w:space="0" w:color="auto"/>
            </w:tcBorders>
            <w:shd w:val="clear" w:color="auto" w:fill="auto"/>
            <w:hideMark/>
          </w:tcPr>
          <w:p w:rsidR="00D65F7C" w:rsidRDefault="00D91137" w:rsidP="00D65F7C">
            <w:pPr>
              <w:ind w:firstLine="0"/>
              <w:jc w:val="left"/>
              <w:rPr>
                <w:szCs w:val="28"/>
              </w:rPr>
            </w:pPr>
            <w:r w:rsidRPr="00224953">
              <w:rPr>
                <w:szCs w:val="28"/>
              </w:rPr>
              <w:t>Российская</w:t>
            </w:r>
            <w:r w:rsidR="00D65F7C">
              <w:rPr>
                <w:szCs w:val="28"/>
              </w:rPr>
              <w:t xml:space="preserve"> Федерация, Ярославская область,</w:t>
            </w:r>
            <w:r w:rsidRPr="00224953">
              <w:rPr>
                <w:szCs w:val="28"/>
              </w:rPr>
              <w:t xml:space="preserve"> </w:t>
            </w:r>
          </w:p>
          <w:p w:rsidR="00D91137" w:rsidRPr="00224953" w:rsidRDefault="00D91137" w:rsidP="00D65F7C">
            <w:pPr>
              <w:ind w:firstLine="0"/>
              <w:jc w:val="left"/>
              <w:rPr>
                <w:szCs w:val="28"/>
              </w:rPr>
            </w:pPr>
            <w:r w:rsidRPr="00224953">
              <w:rPr>
                <w:szCs w:val="28"/>
              </w:rPr>
              <w:t>Переславский</w:t>
            </w:r>
            <w:r w:rsidR="00D65F7C">
              <w:rPr>
                <w:szCs w:val="28"/>
              </w:rPr>
              <w:t xml:space="preserve"> район</w:t>
            </w:r>
            <w:r w:rsidRPr="00224953">
              <w:rPr>
                <w:szCs w:val="28"/>
              </w:rPr>
              <w:t>, с.</w:t>
            </w:r>
            <w:r w:rsidR="00D65F7C">
              <w:rPr>
                <w:szCs w:val="28"/>
              </w:rPr>
              <w:t> </w:t>
            </w:r>
            <w:r w:rsidRPr="00224953">
              <w:rPr>
                <w:szCs w:val="28"/>
              </w:rPr>
              <w:t>Кубринск</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76:11:000000:1909</w:t>
            </w:r>
          </w:p>
        </w:tc>
      </w:tr>
      <w:tr w:rsidR="00D91137" w:rsidRPr="00224953" w:rsidTr="00A841CF">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65F7C" w:rsidP="00D91137">
            <w:pPr>
              <w:ind w:firstLine="0"/>
              <w:jc w:val="left"/>
              <w:rPr>
                <w:szCs w:val="28"/>
              </w:rPr>
            </w:pPr>
            <w:r>
              <w:rPr>
                <w:szCs w:val="28"/>
              </w:rPr>
              <w:t>Газификация с. Нагорье</w:t>
            </w:r>
          </w:p>
        </w:tc>
        <w:tc>
          <w:tcPr>
            <w:tcW w:w="1819" w:type="pct"/>
            <w:tcBorders>
              <w:top w:val="nil"/>
              <w:left w:val="nil"/>
              <w:bottom w:val="single" w:sz="4" w:space="0" w:color="auto"/>
              <w:right w:val="single" w:sz="4" w:space="0" w:color="auto"/>
            </w:tcBorders>
            <w:shd w:val="clear" w:color="auto" w:fill="auto"/>
            <w:hideMark/>
          </w:tcPr>
          <w:p w:rsidR="00D65F7C" w:rsidRDefault="00D91137" w:rsidP="00D91137">
            <w:pPr>
              <w:ind w:firstLine="0"/>
              <w:jc w:val="left"/>
              <w:rPr>
                <w:szCs w:val="28"/>
              </w:rPr>
            </w:pPr>
            <w:r w:rsidRPr="00224953">
              <w:rPr>
                <w:szCs w:val="28"/>
              </w:rPr>
              <w:t xml:space="preserve">Ярославская область, </w:t>
            </w:r>
          </w:p>
          <w:p w:rsidR="00D65F7C" w:rsidRDefault="00D65F7C" w:rsidP="00D91137">
            <w:pPr>
              <w:ind w:firstLine="0"/>
              <w:jc w:val="left"/>
              <w:rPr>
                <w:szCs w:val="28"/>
              </w:rPr>
            </w:pPr>
            <w:r>
              <w:rPr>
                <w:szCs w:val="28"/>
              </w:rPr>
              <w:t>Переславский райо</w:t>
            </w:r>
            <w:r w:rsidR="00D91137" w:rsidRPr="00224953">
              <w:rPr>
                <w:szCs w:val="28"/>
              </w:rPr>
              <w:t xml:space="preserve">н, </w:t>
            </w:r>
          </w:p>
          <w:p w:rsidR="00D91137" w:rsidRPr="00224953" w:rsidRDefault="00D91137" w:rsidP="00D91137">
            <w:pPr>
              <w:ind w:firstLine="0"/>
              <w:jc w:val="left"/>
              <w:rPr>
                <w:szCs w:val="28"/>
              </w:rPr>
            </w:pPr>
            <w:r w:rsidRPr="00224953">
              <w:rPr>
                <w:szCs w:val="28"/>
              </w:rPr>
              <w:t xml:space="preserve">Нагорьевский </w:t>
            </w:r>
            <w:r w:rsidR="00B35AC8">
              <w:rPr>
                <w:szCs w:val="28"/>
              </w:rPr>
              <w:t>сельский округ</w:t>
            </w:r>
            <w:r w:rsidRPr="00224953">
              <w:rPr>
                <w:szCs w:val="28"/>
              </w:rPr>
              <w:t>, с. Нагорье</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76:11:000000:539</w:t>
            </w:r>
          </w:p>
        </w:tc>
      </w:tr>
      <w:tr w:rsidR="00D91137" w:rsidRPr="00224953" w:rsidTr="00A841C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102</w:t>
            </w:r>
          </w:p>
        </w:tc>
        <w:tc>
          <w:tcPr>
            <w:tcW w:w="1289"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left"/>
              <w:rPr>
                <w:szCs w:val="28"/>
              </w:rPr>
            </w:pPr>
            <w:r w:rsidRPr="00224953">
              <w:rPr>
                <w:szCs w:val="28"/>
              </w:rPr>
              <w:t>Газификация с.</w:t>
            </w:r>
            <w:r w:rsidR="00D65F7C">
              <w:rPr>
                <w:szCs w:val="28"/>
              </w:rPr>
              <w:t> </w:t>
            </w:r>
            <w:r w:rsidRPr="00224953">
              <w:rPr>
                <w:szCs w:val="28"/>
              </w:rPr>
              <w:t>Кубринск Переславского района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65F7C" w:rsidRDefault="00D91137" w:rsidP="00D91137">
            <w:pPr>
              <w:ind w:firstLine="0"/>
              <w:jc w:val="left"/>
              <w:rPr>
                <w:szCs w:val="28"/>
              </w:rPr>
            </w:pPr>
            <w:r w:rsidRPr="00224953">
              <w:rPr>
                <w:szCs w:val="28"/>
              </w:rPr>
              <w:t xml:space="preserve">Ярославская область, </w:t>
            </w:r>
          </w:p>
          <w:p w:rsidR="00D65F7C" w:rsidRDefault="00D91137" w:rsidP="00D91137">
            <w:pPr>
              <w:ind w:firstLine="0"/>
              <w:jc w:val="left"/>
              <w:rPr>
                <w:szCs w:val="28"/>
              </w:rPr>
            </w:pPr>
            <w:r w:rsidRPr="00224953">
              <w:rPr>
                <w:szCs w:val="28"/>
              </w:rPr>
              <w:t xml:space="preserve">Переславский район, </w:t>
            </w:r>
          </w:p>
          <w:p w:rsidR="00D91137" w:rsidRPr="00224953" w:rsidRDefault="00D91137" w:rsidP="00B35AC8">
            <w:pPr>
              <w:ind w:firstLine="0"/>
              <w:jc w:val="left"/>
              <w:rPr>
                <w:szCs w:val="28"/>
              </w:rPr>
            </w:pPr>
            <w:r w:rsidRPr="00224953">
              <w:rPr>
                <w:szCs w:val="28"/>
              </w:rPr>
              <w:t xml:space="preserve">Кубринский </w:t>
            </w:r>
            <w:r w:rsidR="00B35AC8">
              <w:rPr>
                <w:szCs w:val="28"/>
              </w:rPr>
              <w:t>сельский округ</w:t>
            </w:r>
            <w:r w:rsidRPr="00224953">
              <w:rPr>
                <w:szCs w:val="28"/>
              </w:rPr>
              <w:t>, с. Кубринск</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76:11:000000:566</w:t>
            </w:r>
          </w:p>
        </w:tc>
      </w:tr>
      <w:tr w:rsidR="00D91137" w:rsidRPr="00224953" w:rsidTr="00A841CF">
        <w:trPr>
          <w:trHeight w:val="699"/>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103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65F7C" w:rsidP="00D65F7C">
            <w:pPr>
              <w:ind w:firstLine="0"/>
              <w:jc w:val="left"/>
              <w:rPr>
                <w:szCs w:val="28"/>
              </w:rPr>
            </w:pPr>
            <w:r>
              <w:rPr>
                <w:szCs w:val="28"/>
              </w:rPr>
              <w:t>Газификация с. </w:t>
            </w:r>
            <w:r w:rsidR="00D91137" w:rsidRPr="00224953">
              <w:rPr>
                <w:szCs w:val="28"/>
              </w:rPr>
              <w:t>Нагорье и населенных пунктов в зо</w:t>
            </w:r>
            <w:r>
              <w:rPr>
                <w:szCs w:val="28"/>
              </w:rPr>
              <w:t>не газопровода с. Кубринск - с. </w:t>
            </w:r>
            <w:r w:rsidR="00D91137" w:rsidRPr="00224953">
              <w:rPr>
                <w:szCs w:val="28"/>
              </w:rPr>
              <w:t>Нагорье Переславского муниципального района. Децентрализация теплоснабжения жилых домов п. Лось с переводом их на индивидуальное газовое отопление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65F7C" w:rsidRDefault="00D91137" w:rsidP="00D65F7C">
            <w:pPr>
              <w:ind w:firstLine="0"/>
              <w:jc w:val="left"/>
              <w:rPr>
                <w:szCs w:val="28"/>
              </w:rPr>
            </w:pPr>
            <w:r w:rsidRPr="00224953">
              <w:rPr>
                <w:szCs w:val="28"/>
              </w:rPr>
              <w:t xml:space="preserve">Ярославская область, </w:t>
            </w:r>
          </w:p>
          <w:p w:rsidR="00B35AC8" w:rsidRDefault="00D91137" w:rsidP="00D65F7C">
            <w:pPr>
              <w:ind w:firstLine="0"/>
              <w:jc w:val="left"/>
              <w:rPr>
                <w:szCs w:val="28"/>
              </w:rPr>
            </w:pPr>
            <w:r w:rsidRPr="00224953">
              <w:rPr>
                <w:szCs w:val="28"/>
              </w:rPr>
              <w:t>Переславский</w:t>
            </w:r>
            <w:r w:rsidR="00D65F7C">
              <w:rPr>
                <w:szCs w:val="28"/>
              </w:rPr>
              <w:t xml:space="preserve"> район</w:t>
            </w:r>
            <w:r w:rsidRPr="00224953">
              <w:rPr>
                <w:szCs w:val="28"/>
              </w:rPr>
              <w:t xml:space="preserve">, </w:t>
            </w:r>
            <w:r w:rsidR="00261BEA">
              <w:rPr>
                <w:szCs w:val="28"/>
              </w:rPr>
              <w:br/>
            </w:r>
            <w:r w:rsidRPr="00224953">
              <w:rPr>
                <w:szCs w:val="28"/>
              </w:rPr>
              <w:t>Андриановский</w:t>
            </w:r>
            <w:r w:rsidR="00D65F7C" w:rsidRPr="00224953">
              <w:rPr>
                <w:szCs w:val="28"/>
              </w:rPr>
              <w:t xml:space="preserve"> </w:t>
            </w:r>
            <w:r w:rsidR="00B35AC8">
              <w:rPr>
                <w:szCs w:val="28"/>
              </w:rPr>
              <w:t>сельский округ</w:t>
            </w:r>
            <w:r w:rsidRPr="00224953">
              <w:rPr>
                <w:szCs w:val="28"/>
              </w:rPr>
              <w:t>, п</w:t>
            </w:r>
            <w:r w:rsidR="00D65F7C">
              <w:rPr>
                <w:szCs w:val="28"/>
              </w:rPr>
              <w:t>.</w:t>
            </w:r>
            <w:r w:rsidRPr="00224953">
              <w:rPr>
                <w:szCs w:val="28"/>
              </w:rPr>
              <w:t xml:space="preserve"> Лось, </w:t>
            </w:r>
          </w:p>
          <w:p w:rsidR="00D65F7C" w:rsidRDefault="00D91137" w:rsidP="00D65F7C">
            <w:pPr>
              <w:ind w:firstLine="0"/>
              <w:jc w:val="left"/>
              <w:rPr>
                <w:szCs w:val="28"/>
              </w:rPr>
            </w:pPr>
            <w:r w:rsidRPr="00224953">
              <w:rPr>
                <w:szCs w:val="28"/>
              </w:rPr>
              <w:t>ул. Охотничья, д.</w:t>
            </w:r>
            <w:r w:rsidR="00D65F7C">
              <w:rPr>
                <w:szCs w:val="28"/>
              </w:rPr>
              <w:t xml:space="preserve"> 11; ул. </w:t>
            </w:r>
            <w:r w:rsidRPr="00224953">
              <w:rPr>
                <w:szCs w:val="28"/>
              </w:rPr>
              <w:t>Охотничья, д.</w:t>
            </w:r>
            <w:r w:rsidR="00D65F7C">
              <w:rPr>
                <w:szCs w:val="28"/>
              </w:rPr>
              <w:t xml:space="preserve"> 12; ул. </w:t>
            </w:r>
            <w:r w:rsidRPr="00224953">
              <w:rPr>
                <w:szCs w:val="28"/>
              </w:rPr>
              <w:t>Охотничья, д.</w:t>
            </w:r>
            <w:r w:rsidR="00D65F7C">
              <w:rPr>
                <w:szCs w:val="28"/>
              </w:rPr>
              <w:t xml:space="preserve"> </w:t>
            </w:r>
            <w:r w:rsidRPr="00224953">
              <w:rPr>
                <w:szCs w:val="28"/>
              </w:rPr>
              <w:t>13;</w:t>
            </w:r>
            <w:r w:rsidR="00D65F7C">
              <w:rPr>
                <w:szCs w:val="28"/>
              </w:rPr>
              <w:t xml:space="preserve"> ул. Охотничья, д. 17; ул. </w:t>
            </w:r>
            <w:r w:rsidRPr="00224953">
              <w:rPr>
                <w:szCs w:val="28"/>
              </w:rPr>
              <w:t>Охотничья, д.</w:t>
            </w:r>
            <w:r w:rsidR="00D65F7C">
              <w:rPr>
                <w:szCs w:val="28"/>
              </w:rPr>
              <w:t xml:space="preserve"> </w:t>
            </w:r>
            <w:r w:rsidRPr="00224953">
              <w:rPr>
                <w:szCs w:val="28"/>
              </w:rPr>
              <w:t>1</w:t>
            </w:r>
            <w:r w:rsidR="00D65F7C">
              <w:rPr>
                <w:szCs w:val="28"/>
              </w:rPr>
              <w:t>8; ул. </w:t>
            </w:r>
            <w:r w:rsidRPr="00224953">
              <w:rPr>
                <w:szCs w:val="28"/>
              </w:rPr>
              <w:t>Охотничья, д.</w:t>
            </w:r>
            <w:r w:rsidR="00D65F7C">
              <w:rPr>
                <w:szCs w:val="28"/>
              </w:rPr>
              <w:t xml:space="preserve"> 19; ул. </w:t>
            </w:r>
            <w:r w:rsidRPr="00224953">
              <w:rPr>
                <w:szCs w:val="28"/>
              </w:rPr>
              <w:t>Охотничья, д.</w:t>
            </w:r>
            <w:r w:rsidR="00D65F7C">
              <w:rPr>
                <w:szCs w:val="28"/>
              </w:rPr>
              <w:t xml:space="preserve"> 20; ул. </w:t>
            </w:r>
            <w:r w:rsidRPr="00224953">
              <w:rPr>
                <w:szCs w:val="28"/>
              </w:rPr>
              <w:t>Охотничья, д.</w:t>
            </w:r>
            <w:r w:rsidR="00D65F7C">
              <w:rPr>
                <w:szCs w:val="28"/>
              </w:rPr>
              <w:t xml:space="preserve"> 21; ул. </w:t>
            </w:r>
            <w:r w:rsidRPr="00224953">
              <w:rPr>
                <w:szCs w:val="28"/>
              </w:rPr>
              <w:t>Охотничья, д.</w:t>
            </w:r>
            <w:r w:rsidR="00D65F7C">
              <w:rPr>
                <w:szCs w:val="28"/>
              </w:rPr>
              <w:t xml:space="preserve"> 22; ул. </w:t>
            </w:r>
            <w:r w:rsidRPr="00224953">
              <w:rPr>
                <w:szCs w:val="28"/>
              </w:rPr>
              <w:t>Охотничья, д.</w:t>
            </w:r>
            <w:r w:rsidR="00D65F7C">
              <w:rPr>
                <w:szCs w:val="28"/>
              </w:rPr>
              <w:t xml:space="preserve"> 23; ул. </w:t>
            </w:r>
            <w:r w:rsidRPr="00224953">
              <w:rPr>
                <w:szCs w:val="28"/>
              </w:rPr>
              <w:t>Охотничья, д.</w:t>
            </w:r>
            <w:r w:rsidR="00D65F7C">
              <w:rPr>
                <w:szCs w:val="28"/>
              </w:rPr>
              <w:t xml:space="preserve"> 25; ул. </w:t>
            </w:r>
            <w:r w:rsidRPr="00224953">
              <w:rPr>
                <w:szCs w:val="28"/>
              </w:rPr>
              <w:t>Моховая, д.</w:t>
            </w:r>
            <w:r w:rsidR="00D65F7C">
              <w:rPr>
                <w:szCs w:val="28"/>
              </w:rPr>
              <w:t xml:space="preserve"> </w:t>
            </w:r>
            <w:r w:rsidRPr="00224953">
              <w:rPr>
                <w:szCs w:val="28"/>
              </w:rPr>
              <w:t xml:space="preserve">10; </w:t>
            </w:r>
          </w:p>
          <w:p w:rsidR="00D65F7C" w:rsidRDefault="00D91137" w:rsidP="00D65F7C">
            <w:pPr>
              <w:ind w:firstLine="0"/>
              <w:jc w:val="left"/>
              <w:rPr>
                <w:szCs w:val="28"/>
              </w:rPr>
            </w:pPr>
            <w:r w:rsidRPr="00224953">
              <w:rPr>
                <w:szCs w:val="28"/>
              </w:rPr>
              <w:t>ул. Моховая, д.</w:t>
            </w:r>
            <w:r w:rsidR="00D65F7C">
              <w:rPr>
                <w:szCs w:val="28"/>
              </w:rPr>
              <w:t xml:space="preserve"> </w:t>
            </w:r>
            <w:r w:rsidRPr="00224953">
              <w:rPr>
                <w:szCs w:val="28"/>
              </w:rPr>
              <w:t xml:space="preserve">14; </w:t>
            </w:r>
          </w:p>
          <w:p w:rsidR="00D65F7C" w:rsidRDefault="00D91137" w:rsidP="00D65F7C">
            <w:pPr>
              <w:ind w:firstLine="0"/>
              <w:jc w:val="left"/>
              <w:rPr>
                <w:szCs w:val="28"/>
              </w:rPr>
            </w:pPr>
            <w:r w:rsidRPr="00224953">
              <w:rPr>
                <w:szCs w:val="28"/>
              </w:rPr>
              <w:t>ул. Моховая, д.</w:t>
            </w:r>
            <w:r w:rsidR="00D65F7C">
              <w:rPr>
                <w:szCs w:val="28"/>
              </w:rPr>
              <w:t xml:space="preserve"> </w:t>
            </w:r>
            <w:r w:rsidRPr="00224953">
              <w:rPr>
                <w:szCs w:val="28"/>
              </w:rPr>
              <w:t xml:space="preserve">15; </w:t>
            </w:r>
          </w:p>
          <w:p w:rsidR="00D65F7C" w:rsidRDefault="00D91137" w:rsidP="00D65F7C">
            <w:pPr>
              <w:ind w:firstLine="0"/>
              <w:jc w:val="left"/>
              <w:rPr>
                <w:szCs w:val="28"/>
              </w:rPr>
            </w:pPr>
            <w:r w:rsidRPr="00224953">
              <w:rPr>
                <w:szCs w:val="28"/>
              </w:rPr>
              <w:t>ул. Моховая, д.</w:t>
            </w:r>
            <w:r w:rsidR="00D65F7C">
              <w:rPr>
                <w:szCs w:val="28"/>
              </w:rPr>
              <w:t xml:space="preserve"> </w:t>
            </w:r>
            <w:r w:rsidRPr="00224953">
              <w:rPr>
                <w:szCs w:val="28"/>
              </w:rPr>
              <w:t xml:space="preserve">16; </w:t>
            </w:r>
            <w:r w:rsidR="00D65F7C">
              <w:rPr>
                <w:szCs w:val="28"/>
              </w:rPr>
              <w:t xml:space="preserve"> </w:t>
            </w:r>
          </w:p>
          <w:p w:rsidR="00D91137" w:rsidRPr="00224953" w:rsidRDefault="00D91137" w:rsidP="00D65F7C">
            <w:pPr>
              <w:ind w:firstLine="0"/>
              <w:jc w:val="left"/>
              <w:rPr>
                <w:szCs w:val="28"/>
              </w:rPr>
            </w:pPr>
            <w:r w:rsidRPr="00224953">
              <w:rPr>
                <w:szCs w:val="28"/>
              </w:rPr>
              <w:t>ул. Моховая, д.</w:t>
            </w:r>
            <w:r w:rsidR="00D65F7C">
              <w:rPr>
                <w:szCs w:val="28"/>
              </w:rPr>
              <w:t xml:space="preserve"> </w:t>
            </w:r>
            <w:r w:rsidRPr="00224953">
              <w:rPr>
                <w:szCs w:val="28"/>
              </w:rPr>
              <w:t>27, д.</w:t>
            </w:r>
            <w:r w:rsidR="00D65F7C">
              <w:rPr>
                <w:szCs w:val="28"/>
              </w:rPr>
              <w:t xml:space="preserve"> </w:t>
            </w:r>
            <w:r w:rsidRPr="00224953">
              <w:rPr>
                <w:szCs w:val="28"/>
              </w:rPr>
              <w:t>27а; ул. Моховая, д.</w:t>
            </w:r>
            <w:r w:rsidR="00D65F7C">
              <w:rPr>
                <w:szCs w:val="28"/>
              </w:rPr>
              <w:t xml:space="preserve"> </w:t>
            </w:r>
            <w:r w:rsidRPr="00224953">
              <w:rPr>
                <w:szCs w:val="28"/>
              </w:rPr>
              <w:t>29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76:11:000000:668</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104</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Газификация с.</w:t>
            </w:r>
            <w:r w:rsidR="00125BFD">
              <w:rPr>
                <w:szCs w:val="28"/>
              </w:rPr>
              <w:t> </w:t>
            </w:r>
            <w:r w:rsidRPr="00224953">
              <w:rPr>
                <w:szCs w:val="28"/>
              </w:rPr>
              <w:t>Веськово Переславского района</w:t>
            </w:r>
          </w:p>
        </w:tc>
        <w:tc>
          <w:tcPr>
            <w:tcW w:w="1819" w:type="pct"/>
            <w:tcBorders>
              <w:top w:val="single" w:sz="4" w:space="0" w:color="auto"/>
              <w:left w:val="nil"/>
              <w:bottom w:val="single" w:sz="4" w:space="0" w:color="auto"/>
              <w:right w:val="single" w:sz="4" w:space="0" w:color="auto"/>
            </w:tcBorders>
            <w:shd w:val="clear" w:color="auto" w:fill="auto"/>
            <w:hideMark/>
          </w:tcPr>
          <w:p w:rsidR="00125BFD" w:rsidRDefault="00D91137" w:rsidP="00125BFD">
            <w:pPr>
              <w:ind w:firstLine="0"/>
              <w:jc w:val="left"/>
              <w:rPr>
                <w:szCs w:val="28"/>
              </w:rPr>
            </w:pPr>
            <w:r w:rsidRPr="00224953">
              <w:rPr>
                <w:szCs w:val="28"/>
              </w:rPr>
              <w:t xml:space="preserve">Ярославская область, </w:t>
            </w:r>
          </w:p>
          <w:p w:rsidR="00D91137" w:rsidRPr="00224953" w:rsidRDefault="00D91137" w:rsidP="00125BFD">
            <w:pPr>
              <w:ind w:firstLine="0"/>
              <w:jc w:val="left"/>
              <w:rPr>
                <w:szCs w:val="28"/>
              </w:rPr>
            </w:pPr>
            <w:r w:rsidRPr="00224953">
              <w:rPr>
                <w:szCs w:val="28"/>
              </w:rPr>
              <w:t>Переславский</w:t>
            </w:r>
            <w:r w:rsidR="00125BFD">
              <w:rPr>
                <w:szCs w:val="28"/>
              </w:rPr>
              <w:t xml:space="preserve"> район, с. </w:t>
            </w:r>
            <w:r w:rsidRPr="00224953">
              <w:rPr>
                <w:szCs w:val="28"/>
              </w:rPr>
              <w:t>Веськово</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76:11:000000:751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125BFD" w:rsidP="00D91137">
            <w:pPr>
              <w:ind w:firstLine="0"/>
              <w:jc w:val="left"/>
              <w:rPr>
                <w:szCs w:val="28"/>
              </w:rPr>
            </w:pPr>
            <w:r>
              <w:rPr>
                <w:szCs w:val="28"/>
              </w:rPr>
              <w:t>Межпоселковый газопровод к с. </w:t>
            </w:r>
            <w:r w:rsidR="00D91137" w:rsidRPr="00224953">
              <w:rPr>
                <w:szCs w:val="28"/>
              </w:rPr>
              <w:t>Новое Переславского муниципального района Ярославской области</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Межпоселковый газопровод к с. Новое Переславского муниципального района Ярославской области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76:11:000000:817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106</w:t>
            </w:r>
          </w:p>
        </w:tc>
        <w:tc>
          <w:tcPr>
            <w:tcW w:w="1289" w:type="pct"/>
            <w:tcBorders>
              <w:top w:val="nil"/>
              <w:left w:val="nil"/>
              <w:bottom w:val="single" w:sz="4" w:space="0" w:color="auto"/>
              <w:right w:val="single" w:sz="4" w:space="0" w:color="auto"/>
            </w:tcBorders>
            <w:shd w:val="clear" w:color="auto" w:fill="auto"/>
            <w:hideMark/>
          </w:tcPr>
          <w:p w:rsidR="00024B5F" w:rsidRDefault="00D91137" w:rsidP="00D91137">
            <w:pPr>
              <w:ind w:firstLine="0"/>
              <w:jc w:val="left"/>
              <w:rPr>
                <w:szCs w:val="28"/>
              </w:rPr>
            </w:pPr>
            <w:r w:rsidRPr="00224953">
              <w:rPr>
                <w:szCs w:val="28"/>
              </w:rPr>
              <w:t xml:space="preserve">Подземный </w:t>
            </w:r>
          </w:p>
          <w:p w:rsidR="00024B5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313990" w:rsidRDefault="00D91137" w:rsidP="00313990">
            <w:pPr>
              <w:ind w:firstLine="0"/>
              <w:jc w:val="left"/>
              <w:rPr>
                <w:szCs w:val="28"/>
              </w:rPr>
            </w:pPr>
            <w:r w:rsidRPr="00224953">
              <w:rPr>
                <w:szCs w:val="28"/>
              </w:rPr>
              <w:t xml:space="preserve">Ярославская область, </w:t>
            </w:r>
          </w:p>
          <w:p w:rsidR="00D91137" w:rsidRPr="00224953" w:rsidRDefault="00D91137" w:rsidP="00FF1F13">
            <w:pPr>
              <w:ind w:firstLine="0"/>
              <w:jc w:val="left"/>
              <w:rPr>
                <w:szCs w:val="28"/>
              </w:rPr>
            </w:pPr>
            <w:r w:rsidRPr="00224953">
              <w:rPr>
                <w:szCs w:val="28"/>
              </w:rPr>
              <w:t>Переславский</w:t>
            </w:r>
            <w:r w:rsidR="00313990">
              <w:rPr>
                <w:szCs w:val="28"/>
              </w:rPr>
              <w:t xml:space="preserve"> раойн</w:t>
            </w:r>
            <w:r w:rsidRPr="00224953">
              <w:rPr>
                <w:szCs w:val="28"/>
              </w:rPr>
              <w:t xml:space="preserve">, </w:t>
            </w:r>
            <w:r w:rsidR="00313990">
              <w:rPr>
                <w:szCs w:val="28"/>
              </w:rPr>
              <w:br/>
            </w:r>
            <w:r w:rsidRPr="00224953">
              <w:rPr>
                <w:szCs w:val="28"/>
              </w:rPr>
              <w:t>Андриановский</w:t>
            </w:r>
            <w:r w:rsidR="00313990" w:rsidRPr="00224953">
              <w:rPr>
                <w:szCs w:val="28"/>
              </w:rPr>
              <w:t xml:space="preserve"> </w:t>
            </w:r>
            <w:r w:rsidR="00FF1F13" w:rsidRPr="00FF1F13">
              <w:rPr>
                <w:szCs w:val="28"/>
              </w:rPr>
              <w:t>сельский округ</w:t>
            </w:r>
            <w:r w:rsidRPr="00FF1F13">
              <w:rPr>
                <w:szCs w:val="28"/>
              </w:rPr>
              <w:t>,</w:t>
            </w:r>
            <w:r w:rsidR="00FF1F13">
              <w:rPr>
                <w:szCs w:val="28"/>
              </w:rPr>
              <w:t xml:space="preserve"> </w:t>
            </w:r>
            <w:r w:rsidRPr="00224953">
              <w:rPr>
                <w:szCs w:val="28"/>
              </w:rPr>
              <w:t>с</w:t>
            </w:r>
            <w:r w:rsidR="00313990">
              <w:rPr>
                <w:szCs w:val="28"/>
              </w:rPr>
              <w:t>.</w:t>
            </w:r>
            <w:r w:rsidRPr="00224953">
              <w:rPr>
                <w:szCs w:val="28"/>
              </w:rPr>
              <w:t xml:space="preserve"> Андрианово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76:11:000000:983</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107</w:t>
            </w:r>
          </w:p>
        </w:tc>
        <w:tc>
          <w:tcPr>
            <w:tcW w:w="1289"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nil"/>
              <w:left w:val="nil"/>
              <w:bottom w:val="single" w:sz="4" w:space="0" w:color="auto"/>
              <w:right w:val="single" w:sz="4" w:space="0" w:color="auto"/>
            </w:tcBorders>
            <w:shd w:val="clear" w:color="auto" w:fill="auto"/>
            <w:hideMark/>
          </w:tcPr>
          <w:p w:rsidR="00313990" w:rsidRDefault="00D91137" w:rsidP="00D91137">
            <w:pPr>
              <w:ind w:firstLine="0"/>
              <w:jc w:val="left"/>
              <w:rPr>
                <w:szCs w:val="28"/>
              </w:rPr>
            </w:pPr>
            <w:r w:rsidRPr="00224953">
              <w:rPr>
                <w:szCs w:val="28"/>
              </w:rPr>
              <w:t xml:space="preserve">Ярославская область, </w:t>
            </w:r>
          </w:p>
          <w:p w:rsidR="00313990" w:rsidRDefault="00313990" w:rsidP="00313990">
            <w:pPr>
              <w:ind w:firstLine="0"/>
              <w:jc w:val="left"/>
              <w:rPr>
                <w:szCs w:val="28"/>
              </w:rPr>
            </w:pPr>
            <w:r>
              <w:rPr>
                <w:szCs w:val="28"/>
              </w:rPr>
              <w:t>Переславский район</w:t>
            </w:r>
            <w:r w:rsidR="00D91137" w:rsidRPr="00224953">
              <w:rPr>
                <w:szCs w:val="28"/>
              </w:rPr>
              <w:t xml:space="preserve">, </w:t>
            </w:r>
          </w:p>
          <w:p w:rsidR="00D91137" w:rsidRPr="00224953" w:rsidRDefault="00D91137" w:rsidP="00313990">
            <w:pPr>
              <w:ind w:firstLine="0"/>
              <w:jc w:val="left"/>
              <w:rPr>
                <w:szCs w:val="28"/>
              </w:rPr>
            </w:pPr>
            <w:r w:rsidRPr="00224953">
              <w:rPr>
                <w:szCs w:val="28"/>
              </w:rPr>
              <w:t>Пономаревский сельский округ, д.</w:t>
            </w:r>
            <w:r w:rsidR="00313990">
              <w:rPr>
                <w:szCs w:val="28"/>
              </w:rPr>
              <w:t xml:space="preserve"> </w:t>
            </w:r>
            <w:r w:rsidRPr="00224953">
              <w:rPr>
                <w:szCs w:val="28"/>
              </w:rPr>
              <w:t>Коротково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76:11:010101:3632</w:t>
            </w:r>
          </w:p>
        </w:tc>
      </w:tr>
      <w:tr w:rsidR="00D91137" w:rsidRPr="00224953" w:rsidTr="00A841CF">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ГРПШ1</w:t>
            </w:r>
          </w:p>
        </w:tc>
        <w:tc>
          <w:tcPr>
            <w:tcW w:w="1819" w:type="pct"/>
            <w:tcBorders>
              <w:top w:val="nil"/>
              <w:left w:val="nil"/>
              <w:bottom w:val="single" w:sz="4" w:space="0" w:color="auto"/>
              <w:right w:val="single" w:sz="4" w:space="0" w:color="auto"/>
            </w:tcBorders>
            <w:shd w:val="clear" w:color="auto" w:fill="auto"/>
            <w:hideMark/>
          </w:tcPr>
          <w:p w:rsidR="00313990" w:rsidRDefault="00D91137" w:rsidP="00313990">
            <w:pPr>
              <w:ind w:firstLine="0"/>
              <w:jc w:val="left"/>
              <w:rPr>
                <w:szCs w:val="28"/>
              </w:rPr>
            </w:pPr>
            <w:r w:rsidRPr="00224953">
              <w:rPr>
                <w:szCs w:val="28"/>
              </w:rPr>
              <w:t xml:space="preserve">Ярославская область, </w:t>
            </w:r>
          </w:p>
          <w:p w:rsidR="00D91137" w:rsidRPr="00224953" w:rsidRDefault="00D91137" w:rsidP="00313990">
            <w:pPr>
              <w:ind w:firstLine="0"/>
              <w:jc w:val="left"/>
              <w:rPr>
                <w:szCs w:val="28"/>
              </w:rPr>
            </w:pPr>
            <w:r w:rsidRPr="00224953">
              <w:rPr>
                <w:szCs w:val="28"/>
              </w:rPr>
              <w:t>Переславский</w:t>
            </w:r>
            <w:r w:rsidR="00313990">
              <w:rPr>
                <w:szCs w:val="28"/>
              </w:rPr>
              <w:t xml:space="preserve"> район</w:t>
            </w:r>
            <w:r w:rsidRPr="00224953">
              <w:rPr>
                <w:szCs w:val="28"/>
              </w:rPr>
              <w:t xml:space="preserve">, </w:t>
            </w:r>
            <w:r w:rsidR="00313990">
              <w:rPr>
                <w:szCs w:val="28"/>
              </w:rPr>
              <w:br/>
            </w:r>
            <w:r w:rsidRPr="00224953">
              <w:rPr>
                <w:szCs w:val="28"/>
              </w:rPr>
              <w:t xml:space="preserve">Андриановский </w:t>
            </w:r>
            <w:r w:rsidR="00FF1F13" w:rsidRPr="00FF1F13">
              <w:rPr>
                <w:szCs w:val="28"/>
              </w:rPr>
              <w:t>сельский округ</w:t>
            </w:r>
            <w:r w:rsidRPr="00224953">
              <w:rPr>
                <w:szCs w:val="28"/>
              </w:rPr>
              <w:t>, с</w:t>
            </w:r>
            <w:r w:rsidR="00313990">
              <w:rPr>
                <w:szCs w:val="28"/>
              </w:rPr>
              <w:t>.</w:t>
            </w:r>
            <w:r w:rsidRPr="00224953">
              <w:rPr>
                <w:szCs w:val="28"/>
              </w:rPr>
              <w:t xml:space="preserve"> Андрианово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76:11:021902:266</w:t>
            </w:r>
          </w:p>
        </w:tc>
      </w:tr>
      <w:tr w:rsidR="00D91137" w:rsidRPr="00224953" w:rsidTr="00A841CF">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109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313990" w:rsidRDefault="00D91137" w:rsidP="00D91137">
            <w:pPr>
              <w:ind w:firstLine="0"/>
              <w:jc w:val="left"/>
              <w:rPr>
                <w:szCs w:val="28"/>
              </w:rPr>
            </w:pPr>
            <w:r w:rsidRPr="00224953">
              <w:rPr>
                <w:szCs w:val="28"/>
              </w:rPr>
              <w:t xml:space="preserve">Газопровод </w:t>
            </w:r>
          </w:p>
          <w:p w:rsidR="00D91137" w:rsidRPr="00224953" w:rsidRDefault="00D91137" w:rsidP="00313990">
            <w:pPr>
              <w:ind w:firstLine="0"/>
              <w:jc w:val="left"/>
              <w:rPr>
                <w:szCs w:val="28"/>
              </w:rPr>
            </w:pPr>
            <w:r w:rsidRPr="00224953">
              <w:rPr>
                <w:szCs w:val="28"/>
              </w:rPr>
              <w:t xml:space="preserve">низкого давления для жилых домов по ул. Полевой и ул. Молодежная в с. Глебовское Переславского </w:t>
            </w:r>
            <w:r w:rsidR="00313990">
              <w:rPr>
                <w:szCs w:val="28"/>
              </w:rPr>
              <w:t>муниципального района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313990" w:rsidRDefault="00D91137" w:rsidP="00313990">
            <w:pPr>
              <w:ind w:firstLine="0"/>
              <w:jc w:val="left"/>
              <w:rPr>
                <w:szCs w:val="28"/>
              </w:rPr>
            </w:pPr>
            <w:r w:rsidRPr="00224953">
              <w:rPr>
                <w:szCs w:val="28"/>
              </w:rPr>
              <w:t xml:space="preserve">Ярославская область, </w:t>
            </w:r>
          </w:p>
          <w:p w:rsidR="00313990" w:rsidRDefault="00D91137" w:rsidP="00313990">
            <w:pPr>
              <w:ind w:firstLine="0"/>
              <w:jc w:val="left"/>
              <w:rPr>
                <w:szCs w:val="28"/>
              </w:rPr>
            </w:pPr>
            <w:r w:rsidRPr="00224953">
              <w:rPr>
                <w:szCs w:val="28"/>
              </w:rPr>
              <w:t>Переславский</w:t>
            </w:r>
            <w:r w:rsidR="00313990">
              <w:rPr>
                <w:szCs w:val="28"/>
              </w:rPr>
              <w:t xml:space="preserve"> район</w:t>
            </w:r>
            <w:r w:rsidRPr="00224953">
              <w:rPr>
                <w:szCs w:val="28"/>
              </w:rPr>
              <w:t xml:space="preserve">, </w:t>
            </w:r>
          </w:p>
          <w:p w:rsidR="00D91137" w:rsidRPr="00224953" w:rsidRDefault="00D91137" w:rsidP="00313990">
            <w:pPr>
              <w:ind w:firstLine="0"/>
              <w:jc w:val="left"/>
              <w:rPr>
                <w:szCs w:val="28"/>
              </w:rPr>
            </w:pPr>
            <w:r w:rsidRPr="00224953">
              <w:rPr>
                <w:szCs w:val="28"/>
              </w:rPr>
              <w:t xml:space="preserve">Глебовский </w:t>
            </w:r>
            <w:r w:rsidR="00FF1F13">
              <w:rPr>
                <w:szCs w:val="28"/>
              </w:rPr>
              <w:t xml:space="preserve"> сельский округ</w:t>
            </w:r>
            <w:r w:rsidRPr="00224953">
              <w:rPr>
                <w:szCs w:val="28"/>
              </w:rPr>
              <w:t>, с</w:t>
            </w:r>
            <w:r w:rsidR="00313990">
              <w:rPr>
                <w:szCs w:val="28"/>
              </w:rPr>
              <w:t>.</w:t>
            </w:r>
            <w:r w:rsidRPr="00224953">
              <w:rPr>
                <w:szCs w:val="28"/>
              </w:rPr>
              <w:t xml:space="preserve"> Глебовское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76:11:040103:148</w:t>
            </w:r>
          </w:p>
        </w:tc>
      </w:tr>
      <w:tr w:rsidR="00D91137" w:rsidRPr="00224953" w:rsidTr="00A841CF">
        <w:trPr>
          <w:trHeight w:val="21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B629E2" w:rsidP="006D38FF">
            <w:pPr>
              <w:ind w:firstLine="0"/>
              <w:jc w:val="left"/>
              <w:rPr>
                <w:szCs w:val="28"/>
              </w:rPr>
            </w:pPr>
            <w:r>
              <w:rPr>
                <w:szCs w:val="28"/>
              </w:rPr>
              <w:t>Газификация с. </w:t>
            </w:r>
            <w:r w:rsidR="00D91137" w:rsidRPr="00224953">
              <w:rPr>
                <w:szCs w:val="28"/>
              </w:rPr>
              <w:t>Нагорье и населенных пунктов в зо</w:t>
            </w:r>
            <w:r w:rsidR="006D38FF">
              <w:rPr>
                <w:szCs w:val="28"/>
              </w:rPr>
              <w:t>не газопровода с. Кубринск – с. </w:t>
            </w:r>
            <w:r w:rsidR="00D91137" w:rsidRPr="00224953">
              <w:rPr>
                <w:szCs w:val="28"/>
              </w:rPr>
              <w:t>Нагорье Переславского муниципального рай</w:t>
            </w:r>
            <w:r w:rsidR="006D38FF">
              <w:rPr>
                <w:szCs w:val="28"/>
              </w:rPr>
              <w:t>она. Газификация жилых домов п. </w:t>
            </w:r>
            <w:r w:rsidR="00D91137" w:rsidRPr="00224953">
              <w:rPr>
                <w:szCs w:val="28"/>
              </w:rPr>
              <w:t>Кубрянское лесничество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6D38FF" w:rsidRDefault="00D91137" w:rsidP="00D91137">
            <w:pPr>
              <w:ind w:firstLine="0"/>
              <w:jc w:val="left"/>
              <w:rPr>
                <w:szCs w:val="28"/>
              </w:rPr>
            </w:pPr>
            <w:r w:rsidRPr="00224953">
              <w:rPr>
                <w:szCs w:val="28"/>
              </w:rPr>
              <w:t xml:space="preserve">Ярославская область, </w:t>
            </w:r>
          </w:p>
          <w:p w:rsidR="00D91137" w:rsidRPr="00224953" w:rsidRDefault="006D38FF" w:rsidP="00D17C90">
            <w:pPr>
              <w:ind w:firstLine="0"/>
              <w:jc w:val="left"/>
              <w:rPr>
                <w:szCs w:val="28"/>
              </w:rPr>
            </w:pPr>
            <w:r>
              <w:rPr>
                <w:szCs w:val="28"/>
              </w:rPr>
              <w:t>Переславский райо</w:t>
            </w:r>
            <w:r w:rsidR="00D91137" w:rsidRPr="00224953">
              <w:rPr>
                <w:szCs w:val="28"/>
              </w:rPr>
              <w:t xml:space="preserve">н, </w:t>
            </w:r>
            <w:r>
              <w:rPr>
                <w:szCs w:val="28"/>
              </w:rPr>
              <w:br/>
            </w:r>
            <w:r w:rsidR="00D91137" w:rsidRPr="00224953">
              <w:rPr>
                <w:szCs w:val="28"/>
              </w:rPr>
              <w:t xml:space="preserve">Андриановский </w:t>
            </w:r>
            <w:r w:rsidR="00D17C90">
              <w:rPr>
                <w:szCs w:val="28"/>
              </w:rPr>
              <w:t>сельский округ</w:t>
            </w:r>
            <w:r w:rsidR="00D91137" w:rsidRPr="00224953">
              <w:rPr>
                <w:szCs w:val="28"/>
              </w:rPr>
              <w:t>, п. Кубрянское лесничество, ул. Лесная, д. 1; ул. Лесн</w:t>
            </w:r>
            <w:r>
              <w:rPr>
                <w:szCs w:val="28"/>
              </w:rPr>
              <w:t>ая, д. 2; ул. Лесная, д. 3; ул. </w:t>
            </w:r>
            <w:r w:rsidR="00D91137" w:rsidRPr="00224953">
              <w:rPr>
                <w:szCs w:val="28"/>
              </w:rPr>
              <w:t xml:space="preserve">Лесная , д. 4; ул. Московская, д. 1; ул. Московская, д. 2; ул. Московская, д. 3; ул. Московская , </w:t>
            </w:r>
            <w:r>
              <w:rPr>
                <w:szCs w:val="28"/>
              </w:rPr>
              <w:t>д. 4; ул. Московская, д. 5; ул. </w:t>
            </w:r>
            <w:r w:rsidR="00D91137" w:rsidRPr="00224953">
              <w:rPr>
                <w:szCs w:val="28"/>
              </w:rPr>
              <w:t>Московская, д. 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76:11:043801:528</w:t>
            </w:r>
          </w:p>
        </w:tc>
      </w:tr>
      <w:tr w:rsidR="00D91137" w:rsidRPr="00224953" w:rsidTr="00261BE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111</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Газификация с.</w:t>
            </w:r>
            <w:r w:rsidR="004F3EAA">
              <w:rPr>
                <w:szCs w:val="28"/>
              </w:rPr>
              <w:t> </w:t>
            </w:r>
            <w:r w:rsidRPr="00224953">
              <w:rPr>
                <w:szCs w:val="28"/>
              </w:rPr>
              <w:t>Семендяйка Переславского муниципального района</w:t>
            </w:r>
          </w:p>
        </w:tc>
        <w:tc>
          <w:tcPr>
            <w:tcW w:w="1819" w:type="pct"/>
            <w:tcBorders>
              <w:top w:val="single" w:sz="4" w:space="0" w:color="auto"/>
              <w:left w:val="nil"/>
              <w:bottom w:val="single" w:sz="4" w:space="0" w:color="auto"/>
              <w:right w:val="single" w:sz="4" w:space="0" w:color="auto"/>
            </w:tcBorders>
            <w:shd w:val="clear" w:color="auto" w:fill="auto"/>
            <w:hideMark/>
          </w:tcPr>
          <w:p w:rsidR="004F3EAA" w:rsidRDefault="00D91137" w:rsidP="00D91137">
            <w:pPr>
              <w:ind w:firstLine="0"/>
              <w:jc w:val="left"/>
              <w:rPr>
                <w:szCs w:val="28"/>
              </w:rPr>
            </w:pPr>
            <w:r w:rsidRPr="00224953">
              <w:rPr>
                <w:szCs w:val="28"/>
              </w:rPr>
              <w:t>Ярославская область,</w:t>
            </w:r>
            <w:r w:rsidR="004F3EAA">
              <w:rPr>
                <w:szCs w:val="28"/>
              </w:rPr>
              <w:t xml:space="preserve"> </w:t>
            </w:r>
          </w:p>
          <w:p w:rsidR="004F3EAA" w:rsidRDefault="004F3EAA" w:rsidP="00D91137">
            <w:pPr>
              <w:ind w:firstLine="0"/>
              <w:jc w:val="left"/>
              <w:rPr>
                <w:szCs w:val="28"/>
              </w:rPr>
            </w:pPr>
            <w:r>
              <w:rPr>
                <w:szCs w:val="28"/>
              </w:rPr>
              <w:t>Переславский райо</w:t>
            </w:r>
            <w:r w:rsidR="00D91137" w:rsidRPr="00224953">
              <w:rPr>
                <w:szCs w:val="28"/>
              </w:rPr>
              <w:t xml:space="preserve">н, </w:t>
            </w:r>
          </w:p>
          <w:p w:rsidR="00D91137" w:rsidRPr="00224953" w:rsidRDefault="00D91137" w:rsidP="00D91137">
            <w:pPr>
              <w:ind w:firstLine="0"/>
              <w:jc w:val="left"/>
              <w:rPr>
                <w:szCs w:val="28"/>
              </w:rPr>
            </w:pPr>
            <w:r w:rsidRPr="00224953">
              <w:rPr>
                <w:szCs w:val="28"/>
              </w:rPr>
              <w:t>Глебовский сельский округ, с. Семендяйка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76:11:043803:740</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4F3EAA" w:rsidP="00D91137">
            <w:pPr>
              <w:ind w:firstLine="0"/>
              <w:jc w:val="left"/>
              <w:rPr>
                <w:szCs w:val="28"/>
              </w:rPr>
            </w:pPr>
            <w:r>
              <w:rPr>
                <w:szCs w:val="28"/>
              </w:rPr>
              <w:t>Газификация д. Перелески, д. </w:t>
            </w:r>
            <w:r w:rsidR="00D91137" w:rsidRPr="00224953">
              <w:rPr>
                <w:szCs w:val="28"/>
              </w:rPr>
              <w:t xml:space="preserve">Вашутино Ярославская область, Переславский район, Перелесский </w:t>
            </w:r>
            <w:r w:rsidR="00D17C90">
              <w:rPr>
                <w:szCs w:val="28"/>
              </w:rPr>
              <w:t>сельский округ</w:t>
            </w:r>
            <w:r w:rsidR="00D17C90" w:rsidRPr="00224953">
              <w:rPr>
                <w:szCs w:val="28"/>
              </w:rPr>
              <w:t xml:space="preserve"> </w:t>
            </w:r>
            <w:r w:rsidR="00D91137" w:rsidRPr="00224953">
              <w:rPr>
                <w:szCs w:val="28"/>
              </w:rPr>
              <w:t>(газопровод низкого давления)</w:t>
            </w:r>
          </w:p>
        </w:tc>
        <w:tc>
          <w:tcPr>
            <w:tcW w:w="1819" w:type="pct"/>
            <w:tcBorders>
              <w:top w:val="nil"/>
              <w:left w:val="nil"/>
              <w:bottom w:val="single" w:sz="4" w:space="0" w:color="auto"/>
              <w:right w:val="single" w:sz="4" w:space="0" w:color="auto"/>
            </w:tcBorders>
            <w:shd w:val="clear" w:color="auto" w:fill="auto"/>
            <w:hideMark/>
          </w:tcPr>
          <w:p w:rsidR="004F3EAA" w:rsidRDefault="00D91137" w:rsidP="00D91137">
            <w:pPr>
              <w:ind w:firstLine="0"/>
              <w:jc w:val="left"/>
              <w:rPr>
                <w:szCs w:val="28"/>
              </w:rPr>
            </w:pPr>
            <w:r w:rsidRPr="00224953">
              <w:rPr>
                <w:szCs w:val="28"/>
              </w:rPr>
              <w:t xml:space="preserve">Ярославская область, </w:t>
            </w:r>
          </w:p>
          <w:p w:rsidR="004F3EAA" w:rsidRDefault="004F3EAA" w:rsidP="00D91137">
            <w:pPr>
              <w:ind w:firstLine="0"/>
              <w:jc w:val="left"/>
              <w:rPr>
                <w:szCs w:val="28"/>
              </w:rPr>
            </w:pPr>
            <w:r>
              <w:rPr>
                <w:szCs w:val="28"/>
              </w:rPr>
              <w:t>Переславский райо</w:t>
            </w:r>
            <w:r w:rsidR="00D91137" w:rsidRPr="00224953">
              <w:rPr>
                <w:szCs w:val="28"/>
              </w:rPr>
              <w:t xml:space="preserve">н, </w:t>
            </w:r>
          </w:p>
          <w:p w:rsidR="00D17C90" w:rsidRDefault="00D91137" w:rsidP="00D17C90">
            <w:pPr>
              <w:ind w:firstLine="0"/>
              <w:jc w:val="left"/>
              <w:rPr>
                <w:szCs w:val="28"/>
              </w:rPr>
            </w:pPr>
            <w:r w:rsidRPr="00224953">
              <w:rPr>
                <w:szCs w:val="28"/>
              </w:rPr>
              <w:t xml:space="preserve">Перелесский </w:t>
            </w:r>
            <w:r w:rsidR="00D17C90">
              <w:rPr>
                <w:szCs w:val="28"/>
              </w:rPr>
              <w:t>сельский округ</w:t>
            </w:r>
            <w:r w:rsidRPr="00224953">
              <w:rPr>
                <w:szCs w:val="28"/>
              </w:rPr>
              <w:t xml:space="preserve">, д. Перелески, </w:t>
            </w:r>
          </w:p>
          <w:p w:rsidR="00D91137" w:rsidRPr="00224953" w:rsidRDefault="00D91137" w:rsidP="00D17C90">
            <w:pPr>
              <w:ind w:firstLine="0"/>
              <w:jc w:val="left"/>
              <w:rPr>
                <w:szCs w:val="28"/>
              </w:rPr>
            </w:pPr>
            <w:r w:rsidRPr="00224953">
              <w:rPr>
                <w:szCs w:val="28"/>
              </w:rPr>
              <w:t>д. Вашутино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76:11:000000:854</w:t>
            </w:r>
          </w:p>
        </w:tc>
      </w:tr>
      <w:tr w:rsidR="00D91137" w:rsidRPr="00224953" w:rsidTr="00A841CF">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113</w:t>
            </w:r>
          </w:p>
        </w:tc>
        <w:tc>
          <w:tcPr>
            <w:tcW w:w="1289" w:type="pct"/>
            <w:tcBorders>
              <w:top w:val="nil"/>
              <w:left w:val="nil"/>
              <w:bottom w:val="single" w:sz="4" w:space="0" w:color="auto"/>
              <w:right w:val="single" w:sz="4" w:space="0" w:color="auto"/>
            </w:tcBorders>
            <w:shd w:val="clear" w:color="auto" w:fill="auto"/>
            <w:hideMark/>
          </w:tcPr>
          <w:p w:rsidR="001D71C3" w:rsidRDefault="001D71C3"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высокого давления</w:t>
            </w:r>
          </w:p>
        </w:tc>
        <w:tc>
          <w:tcPr>
            <w:tcW w:w="1819" w:type="pct"/>
            <w:tcBorders>
              <w:top w:val="nil"/>
              <w:left w:val="nil"/>
              <w:bottom w:val="single" w:sz="4" w:space="0" w:color="auto"/>
              <w:right w:val="single" w:sz="4" w:space="0" w:color="auto"/>
            </w:tcBorders>
            <w:shd w:val="clear" w:color="auto" w:fill="auto"/>
            <w:hideMark/>
          </w:tcPr>
          <w:p w:rsidR="001D71C3" w:rsidRDefault="00D91137" w:rsidP="00D91137">
            <w:pPr>
              <w:ind w:firstLine="0"/>
              <w:jc w:val="left"/>
              <w:rPr>
                <w:szCs w:val="28"/>
              </w:rPr>
            </w:pPr>
            <w:r w:rsidRPr="00224953">
              <w:rPr>
                <w:szCs w:val="28"/>
              </w:rPr>
              <w:t xml:space="preserve">Ярославская область, </w:t>
            </w:r>
          </w:p>
          <w:p w:rsidR="001D71C3" w:rsidRDefault="001D71C3" w:rsidP="00D91137">
            <w:pPr>
              <w:ind w:firstLine="0"/>
              <w:jc w:val="left"/>
              <w:rPr>
                <w:szCs w:val="28"/>
              </w:rPr>
            </w:pPr>
            <w:r>
              <w:rPr>
                <w:szCs w:val="28"/>
              </w:rPr>
              <w:t>Переславский райо</w:t>
            </w:r>
            <w:r w:rsidR="00D91137" w:rsidRPr="00224953">
              <w:rPr>
                <w:szCs w:val="28"/>
              </w:rPr>
              <w:t xml:space="preserve">н, </w:t>
            </w:r>
          </w:p>
          <w:p w:rsidR="00D91137" w:rsidRPr="00224953" w:rsidRDefault="00D91137" w:rsidP="00D17C90">
            <w:pPr>
              <w:ind w:firstLine="0"/>
              <w:jc w:val="left"/>
              <w:rPr>
                <w:szCs w:val="28"/>
              </w:rPr>
            </w:pPr>
            <w:r w:rsidRPr="00224953">
              <w:rPr>
                <w:szCs w:val="28"/>
              </w:rPr>
              <w:t xml:space="preserve">Перелесский </w:t>
            </w:r>
            <w:r w:rsidR="00D17C90">
              <w:rPr>
                <w:szCs w:val="28"/>
              </w:rPr>
              <w:t>сельский округ</w:t>
            </w:r>
            <w:r w:rsidRPr="00224953">
              <w:rPr>
                <w:szCs w:val="28"/>
              </w:rPr>
              <w:t xml:space="preserve">, д. Перелески, </w:t>
            </w:r>
            <w:r w:rsidR="00D17C90">
              <w:rPr>
                <w:szCs w:val="28"/>
              </w:rPr>
              <w:br/>
            </w:r>
            <w:r w:rsidRPr="00224953">
              <w:rPr>
                <w:szCs w:val="28"/>
              </w:rPr>
              <w:t>д. Вашутино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76:11:000000:855</w:t>
            </w:r>
          </w:p>
        </w:tc>
      </w:tr>
      <w:tr w:rsidR="00D91137" w:rsidRPr="00224953" w:rsidTr="00A841CF">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114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87D1E" w:rsidRDefault="00D91137" w:rsidP="00D91137">
            <w:pPr>
              <w:ind w:firstLine="0"/>
              <w:jc w:val="left"/>
              <w:rPr>
                <w:szCs w:val="28"/>
              </w:rPr>
            </w:pPr>
            <w:r w:rsidRPr="00224953">
              <w:rPr>
                <w:szCs w:val="28"/>
              </w:rPr>
              <w:t>Распределительный газопровод тур</w:t>
            </w:r>
            <w:r w:rsidR="001D71C3">
              <w:rPr>
                <w:szCs w:val="28"/>
              </w:rPr>
              <w:t>истско-рекреацио</w:t>
            </w:r>
            <w:r w:rsidR="00164491">
              <w:rPr>
                <w:szCs w:val="28"/>
              </w:rPr>
              <w:t xml:space="preserve">нного кластера «Курорт «Золотое </w:t>
            </w:r>
            <w:r w:rsidR="001D71C3">
              <w:rPr>
                <w:szCs w:val="28"/>
              </w:rPr>
              <w:t>кольцо»</w:t>
            </w:r>
            <w:r w:rsidRPr="00224953">
              <w:rPr>
                <w:szCs w:val="28"/>
              </w:rPr>
              <w:t>, с. Иванисово, Переславски</w:t>
            </w:r>
            <w:r w:rsidR="001D71C3">
              <w:rPr>
                <w:szCs w:val="28"/>
              </w:rPr>
              <w:t xml:space="preserve">й район, </w:t>
            </w:r>
          </w:p>
          <w:p w:rsidR="00587D1E" w:rsidRDefault="001D71C3" w:rsidP="00D91137">
            <w:pPr>
              <w:ind w:firstLine="0"/>
              <w:jc w:val="left"/>
              <w:rPr>
                <w:szCs w:val="28"/>
              </w:rPr>
            </w:pPr>
            <w:r>
              <w:rPr>
                <w:szCs w:val="28"/>
              </w:rPr>
              <w:t xml:space="preserve">Ярославская </w:t>
            </w:r>
          </w:p>
          <w:p w:rsidR="00D91137" w:rsidRPr="00224953" w:rsidRDefault="001D71C3" w:rsidP="00D91137">
            <w:pPr>
              <w:ind w:firstLine="0"/>
              <w:jc w:val="left"/>
              <w:rPr>
                <w:szCs w:val="28"/>
              </w:rPr>
            </w:pPr>
            <w:r>
              <w:rPr>
                <w:szCs w:val="28"/>
              </w:rPr>
              <w:t>область»</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1D71C3" w:rsidRDefault="00D91137" w:rsidP="00D91137">
            <w:pPr>
              <w:ind w:firstLine="0"/>
              <w:jc w:val="left"/>
              <w:rPr>
                <w:szCs w:val="28"/>
              </w:rPr>
            </w:pPr>
            <w:r w:rsidRPr="00224953">
              <w:rPr>
                <w:szCs w:val="28"/>
              </w:rPr>
              <w:t xml:space="preserve">Ярославская область, </w:t>
            </w:r>
          </w:p>
          <w:p w:rsidR="00D91137" w:rsidRPr="00224953" w:rsidRDefault="001D71C3" w:rsidP="00D91137">
            <w:pPr>
              <w:ind w:firstLine="0"/>
              <w:jc w:val="left"/>
              <w:rPr>
                <w:szCs w:val="28"/>
              </w:rPr>
            </w:pPr>
            <w:r>
              <w:rPr>
                <w:szCs w:val="28"/>
              </w:rPr>
              <w:t>Переславский райо</w:t>
            </w:r>
            <w:r w:rsidR="00D91137" w:rsidRPr="00224953">
              <w:rPr>
                <w:szCs w:val="28"/>
              </w:rPr>
              <w:t>н, вблизи с. Иванисово, вблизи д. Корсаково, вблизи д. Икрино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76:11:171703:141</w:t>
            </w:r>
          </w:p>
        </w:tc>
      </w:tr>
      <w:tr w:rsidR="00D91137" w:rsidRPr="00224953" w:rsidTr="00A841CF">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587D1E" w:rsidP="00D91137">
            <w:pPr>
              <w:ind w:firstLine="0"/>
              <w:jc w:val="left"/>
              <w:rPr>
                <w:szCs w:val="28"/>
              </w:rPr>
            </w:pPr>
            <w:r>
              <w:rPr>
                <w:szCs w:val="28"/>
              </w:rPr>
              <w:t>Р</w:t>
            </w:r>
            <w:r w:rsidR="00D91137" w:rsidRPr="00224953">
              <w:rPr>
                <w:szCs w:val="28"/>
              </w:rPr>
              <w:t>аспределительные сети газопровода с. Кубринск Переславского муниципального района (газопровод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87D1E" w:rsidRDefault="00D91137" w:rsidP="00587D1E">
            <w:pPr>
              <w:ind w:firstLine="0"/>
              <w:jc w:val="left"/>
              <w:rPr>
                <w:szCs w:val="28"/>
              </w:rPr>
            </w:pPr>
            <w:r w:rsidRPr="00224953">
              <w:rPr>
                <w:szCs w:val="28"/>
              </w:rPr>
              <w:t>Ярославская обл</w:t>
            </w:r>
            <w:r w:rsidR="00587D1E">
              <w:rPr>
                <w:szCs w:val="28"/>
              </w:rPr>
              <w:t>асть</w:t>
            </w:r>
            <w:r w:rsidRPr="00224953">
              <w:rPr>
                <w:szCs w:val="28"/>
              </w:rPr>
              <w:t xml:space="preserve">, </w:t>
            </w:r>
          </w:p>
          <w:p w:rsidR="00D91137" w:rsidRPr="00224953" w:rsidRDefault="00587D1E" w:rsidP="00587D1E">
            <w:pPr>
              <w:ind w:firstLine="0"/>
              <w:jc w:val="left"/>
              <w:rPr>
                <w:szCs w:val="28"/>
              </w:rPr>
            </w:pPr>
            <w:r>
              <w:rPr>
                <w:szCs w:val="28"/>
              </w:rPr>
              <w:t>Переславский райо</w:t>
            </w:r>
            <w:r w:rsidR="00D91137" w:rsidRPr="00224953">
              <w:rPr>
                <w:szCs w:val="28"/>
              </w:rPr>
              <w:t xml:space="preserve">н, </w:t>
            </w:r>
            <w:r w:rsidR="00D17C90">
              <w:rPr>
                <w:szCs w:val="28"/>
              </w:rPr>
              <w:br/>
            </w:r>
            <w:r w:rsidR="00D91137" w:rsidRPr="00224953">
              <w:rPr>
                <w:szCs w:val="28"/>
              </w:rPr>
              <w:t>Кубринский</w:t>
            </w:r>
            <w:r w:rsidRPr="00224953">
              <w:rPr>
                <w:szCs w:val="28"/>
              </w:rPr>
              <w:t xml:space="preserve"> </w:t>
            </w:r>
            <w:r w:rsidR="00D17C90">
              <w:rPr>
                <w:szCs w:val="28"/>
              </w:rPr>
              <w:t>сельский округ, с. </w:t>
            </w:r>
            <w:r w:rsidR="00D91137" w:rsidRPr="00224953">
              <w:rPr>
                <w:szCs w:val="28"/>
              </w:rPr>
              <w:t>Кубринск</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76:11:000000:917</w:t>
            </w:r>
          </w:p>
        </w:tc>
      </w:tr>
      <w:tr w:rsidR="00D91137" w:rsidRPr="00224953" w:rsidTr="004E672B">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587D1E" w:rsidP="00D91137">
            <w:pPr>
              <w:ind w:firstLine="0"/>
              <w:jc w:val="left"/>
              <w:rPr>
                <w:szCs w:val="28"/>
              </w:rPr>
            </w:pPr>
            <w:r>
              <w:rPr>
                <w:szCs w:val="28"/>
              </w:rPr>
              <w:t>Р</w:t>
            </w:r>
            <w:r w:rsidR="00D91137" w:rsidRPr="00224953">
              <w:rPr>
                <w:szCs w:val="28"/>
              </w:rPr>
              <w:t>аспределительные сети газопровода с. Кубринск Переславского муниципального района (газопровод среднего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87D1E" w:rsidRDefault="00D91137" w:rsidP="00587D1E">
            <w:pPr>
              <w:ind w:firstLine="0"/>
              <w:jc w:val="left"/>
              <w:rPr>
                <w:szCs w:val="28"/>
              </w:rPr>
            </w:pPr>
            <w:r w:rsidRPr="00224953">
              <w:rPr>
                <w:szCs w:val="28"/>
              </w:rPr>
              <w:t xml:space="preserve">Ярославская область, </w:t>
            </w:r>
          </w:p>
          <w:p w:rsidR="00D17C90" w:rsidRDefault="00D91137" w:rsidP="00D17C90">
            <w:pPr>
              <w:ind w:firstLine="0"/>
              <w:jc w:val="left"/>
              <w:rPr>
                <w:szCs w:val="28"/>
              </w:rPr>
            </w:pPr>
            <w:r w:rsidRPr="00224953">
              <w:rPr>
                <w:szCs w:val="28"/>
              </w:rPr>
              <w:t>Переславский</w:t>
            </w:r>
            <w:r w:rsidR="00587D1E">
              <w:rPr>
                <w:szCs w:val="28"/>
              </w:rPr>
              <w:t xml:space="preserve"> район</w:t>
            </w:r>
            <w:r w:rsidRPr="00224953">
              <w:rPr>
                <w:szCs w:val="28"/>
              </w:rPr>
              <w:t xml:space="preserve">, </w:t>
            </w:r>
          </w:p>
          <w:p w:rsidR="00D91137" w:rsidRPr="00224953" w:rsidRDefault="00D91137" w:rsidP="00D17C90">
            <w:pPr>
              <w:ind w:firstLine="0"/>
              <w:jc w:val="left"/>
              <w:rPr>
                <w:szCs w:val="28"/>
              </w:rPr>
            </w:pPr>
            <w:r w:rsidRPr="00224953">
              <w:rPr>
                <w:szCs w:val="28"/>
              </w:rPr>
              <w:t>Кубринский</w:t>
            </w:r>
            <w:r w:rsidR="00587D1E" w:rsidRPr="00224953">
              <w:rPr>
                <w:szCs w:val="28"/>
              </w:rPr>
              <w:t xml:space="preserve"> </w:t>
            </w:r>
            <w:r w:rsidR="00D17C90">
              <w:rPr>
                <w:szCs w:val="28"/>
              </w:rPr>
              <w:t>сельский округ</w:t>
            </w:r>
            <w:r w:rsidRPr="00224953">
              <w:rPr>
                <w:szCs w:val="28"/>
              </w:rPr>
              <w:t>, с</w:t>
            </w:r>
            <w:r w:rsidR="00587D1E">
              <w:rPr>
                <w:szCs w:val="28"/>
              </w:rPr>
              <w:t>.</w:t>
            </w:r>
            <w:r w:rsidR="00D17C90">
              <w:rPr>
                <w:szCs w:val="28"/>
              </w:rPr>
              <w:t> </w:t>
            </w:r>
            <w:r w:rsidRPr="00224953">
              <w:rPr>
                <w:szCs w:val="28"/>
              </w:rPr>
              <w:t>Кубринск</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76:11:000000:914</w:t>
            </w:r>
          </w:p>
        </w:tc>
      </w:tr>
      <w:tr w:rsidR="00D91137" w:rsidRPr="00224953" w:rsidTr="00F41344">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117</w:t>
            </w:r>
          </w:p>
        </w:tc>
        <w:tc>
          <w:tcPr>
            <w:tcW w:w="1289" w:type="pct"/>
            <w:tcBorders>
              <w:top w:val="single" w:sz="4" w:space="0" w:color="auto"/>
              <w:left w:val="nil"/>
              <w:bottom w:val="single" w:sz="4" w:space="0" w:color="auto"/>
              <w:right w:val="single" w:sz="4" w:space="0" w:color="auto"/>
            </w:tcBorders>
            <w:shd w:val="clear" w:color="auto" w:fill="auto"/>
            <w:hideMark/>
          </w:tcPr>
          <w:p w:rsidR="00DA296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A296D" w:rsidRDefault="00D91137" w:rsidP="00DA296D">
            <w:pPr>
              <w:ind w:firstLine="0"/>
              <w:jc w:val="left"/>
              <w:rPr>
                <w:szCs w:val="28"/>
              </w:rPr>
            </w:pPr>
            <w:r w:rsidRPr="00224953">
              <w:rPr>
                <w:szCs w:val="28"/>
              </w:rPr>
              <w:t>Ярославская обл</w:t>
            </w:r>
            <w:r w:rsidR="00DA296D">
              <w:rPr>
                <w:szCs w:val="28"/>
              </w:rPr>
              <w:t>асть</w:t>
            </w:r>
            <w:r w:rsidRPr="00224953">
              <w:rPr>
                <w:szCs w:val="28"/>
              </w:rPr>
              <w:t xml:space="preserve">, </w:t>
            </w:r>
          </w:p>
          <w:p w:rsidR="00D91137" w:rsidRPr="00224953" w:rsidRDefault="00DA296D" w:rsidP="00DA296D">
            <w:pPr>
              <w:ind w:firstLine="0"/>
              <w:jc w:val="left"/>
              <w:rPr>
                <w:szCs w:val="28"/>
              </w:rPr>
            </w:pPr>
            <w:r>
              <w:rPr>
                <w:szCs w:val="28"/>
              </w:rPr>
              <w:t>г.</w:t>
            </w:r>
            <w:r w:rsidR="00D91137" w:rsidRPr="00224953">
              <w:rPr>
                <w:szCs w:val="28"/>
              </w:rPr>
              <w:t xml:space="preserve"> Переславль-Залесский, ул</w:t>
            </w:r>
            <w:r>
              <w:rPr>
                <w:szCs w:val="28"/>
              </w:rPr>
              <w:t>.</w:t>
            </w:r>
            <w:r w:rsidR="00D91137" w:rsidRPr="00224953">
              <w:rPr>
                <w:szCs w:val="28"/>
              </w:rPr>
              <w:t xml:space="preserve"> Красноэховская, </w:t>
            </w:r>
            <w:r>
              <w:rPr>
                <w:szCs w:val="28"/>
              </w:rPr>
              <w:br/>
            </w:r>
            <w:r w:rsidR="00D91137" w:rsidRPr="00224953">
              <w:rPr>
                <w:szCs w:val="28"/>
              </w:rPr>
              <w:t>газификация домов № 11 и № 12</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76:18:000000:1591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A296D" w:rsidP="00D91137">
            <w:pPr>
              <w:ind w:firstLine="0"/>
              <w:jc w:val="left"/>
              <w:rPr>
                <w:szCs w:val="28"/>
              </w:rPr>
            </w:pPr>
            <w:r>
              <w:rPr>
                <w:szCs w:val="28"/>
              </w:rPr>
              <w:t>Г</w:t>
            </w:r>
            <w:r w:rsidR="00D91137" w:rsidRPr="00224953">
              <w:rPr>
                <w:szCs w:val="28"/>
              </w:rPr>
              <w:t>азопровод высокого давления к газовой котельной в п. Молодежный</w:t>
            </w:r>
          </w:p>
        </w:tc>
        <w:tc>
          <w:tcPr>
            <w:tcW w:w="1819" w:type="pct"/>
            <w:tcBorders>
              <w:top w:val="nil"/>
              <w:left w:val="nil"/>
              <w:bottom w:val="single" w:sz="4" w:space="0" w:color="auto"/>
              <w:right w:val="single" w:sz="4" w:space="0" w:color="auto"/>
            </w:tcBorders>
            <w:shd w:val="clear" w:color="auto" w:fill="auto"/>
            <w:hideMark/>
          </w:tcPr>
          <w:p w:rsidR="00DA296D" w:rsidRDefault="00D91137" w:rsidP="00D91137">
            <w:pPr>
              <w:ind w:firstLine="0"/>
              <w:jc w:val="left"/>
              <w:rPr>
                <w:szCs w:val="28"/>
              </w:rPr>
            </w:pPr>
            <w:r w:rsidRPr="00224953">
              <w:rPr>
                <w:szCs w:val="28"/>
              </w:rPr>
              <w:t xml:space="preserve">Ярославская область, </w:t>
            </w:r>
          </w:p>
          <w:p w:rsidR="00D91137" w:rsidRPr="00224953" w:rsidRDefault="00D91137" w:rsidP="00DA296D">
            <w:pPr>
              <w:ind w:firstLine="0"/>
              <w:jc w:val="left"/>
              <w:rPr>
                <w:szCs w:val="28"/>
              </w:rPr>
            </w:pPr>
            <w:r w:rsidRPr="00224953">
              <w:rPr>
                <w:szCs w:val="28"/>
              </w:rPr>
              <w:t>г</w:t>
            </w:r>
            <w:r w:rsidR="00DA296D">
              <w:rPr>
                <w:szCs w:val="28"/>
              </w:rPr>
              <w:t>.</w:t>
            </w:r>
            <w:r w:rsidRPr="00224953">
              <w:rPr>
                <w:szCs w:val="28"/>
              </w:rPr>
              <w:t xml:space="preserve"> Переславль-Залесский, п</w:t>
            </w:r>
            <w:r w:rsidR="00DA296D">
              <w:rPr>
                <w:szCs w:val="28"/>
              </w:rPr>
              <w:t>. </w:t>
            </w:r>
            <w:r w:rsidRPr="00224953">
              <w:rPr>
                <w:szCs w:val="28"/>
              </w:rPr>
              <w:t>Молодежный</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76:18:000000:1600</w:t>
            </w:r>
          </w:p>
        </w:tc>
      </w:tr>
      <w:tr w:rsidR="00D91137" w:rsidRPr="00224953" w:rsidTr="00E07E10">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119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Наружные сети газопровода </w:t>
            </w:r>
          </w:p>
        </w:tc>
        <w:tc>
          <w:tcPr>
            <w:tcW w:w="1819" w:type="pct"/>
            <w:tcBorders>
              <w:top w:val="nil"/>
              <w:left w:val="nil"/>
              <w:bottom w:val="single" w:sz="4" w:space="0" w:color="auto"/>
              <w:right w:val="single" w:sz="4" w:space="0" w:color="auto"/>
            </w:tcBorders>
            <w:shd w:val="clear" w:color="auto" w:fill="auto"/>
            <w:hideMark/>
          </w:tcPr>
          <w:p w:rsidR="00DA296D"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 Переславль-Залесский, ул. Трудовая, д. 1в</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76:18:000000:460</w:t>
            </w:r>
          </w:p>
        </w:tc>
      </w:tr>
      <w:tr w:rsidR="00D91137" w:rsidRPr="00224953" w:rsidTr="00E07E10">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A296D" w:rsidRDefault="00D91137" w:rsidP="00D91137">
            <w:pPr>
              <w:ind w:firstLine="0"/>
              <w:jc w:val="left"/>
              <w:rPr>
                <w:szCs w:val="28"/>
              </w:rPr>
            </w:pPr>
            <w:r w:rsidRPr="00224953">
              <w:rPr>
                <w:szCs w:val="28"/>
              </w:rPr>
              <w:t xml:space="preserve">Газопровод </w:t>
            </w:r>
          </w:p>
          <w:p w:rsidR="00D91137" w:rsidRPr="00224953" w:rsidRDefault="00D91137" w:rsidP="00DA296D">
            <w:pPr>
              <w:ind w:firstLine="0"/>
              <w:jc w:val="left"/>
              <w:rPr>
                <w:szCs w:val="28"/>
              </w:rPr>
            </w:pPr>
            <w:r w:rsidRPr="00224953">
              <w:rPr>
                <w:szCs w:val="28"/>
              </w:rPr>
              <w:t xml:space="preserve">низкого давления к 27-ми квартирному жилому </w:t>
            </w:r>
            <w:r w:rsidRPr="00224953">
              <w:rPr>
                <w:szCs w:val="28"/>
              </w:rPr>
              <w:lastRenderedPageBreak/>
              <w:t>дому по ул. Вокзальной стр.1</w:t>
            </w:r>
            <w:r w:rsidR="00DA296D">
              <w:rPr>
                <w:szCs w:val="28"/>
              </w:rPr>
              <w:t>,</w:t>
            </w:r>
            <w:r w:rsidR="00DA296D">
              <w:rPr>
                <w:szCs w:val="28"/>
              </w:rPr>
              <w:br/>
            </w:r>
            <w:r w:rsidRPr="00224953">
              <w:rPr>
                <w:szCs w:val="28"/>
              </w:rPr>
              <w:t>тип 1</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A296D" w:rsidRDefault="00D91137" w:rsidP="00D91137">
            <w:pPr>
              <w:ind w:firstLine="0"/>
              <w:jc w:val="left"/>
              <w:rPr>
                <w:szCs w:val="28"/>
              </w:rPr>
            </w:pPr>
            <w:r w:rsidRPr="00224953">
              <w:rPr>
                <w:szCs w:val="28"/>
              </w:rPr>
              <w:lastRenderedPageBreak/>
              <w:t xml:space="preserve">Ярославская область, </w:t>
            </w:r>
          </w:p>
          <w:p w:rsidR="00D91137" w:rsidRPr="00224953" w:rsidRDefault="00D91137" w:rsidP="00D91137">
            <w:pPr>
              <w:ind w:firstLine="0"/>
              <w:jc w:val="left"/>
              <w:rPr>
                <w:szCs w:val="28"/>
              </w:rPr>
            </w:pPr>
            <w:r w:rsidRPr="00224953">
              <w:rPr>
                <w:szCs w:val="28"/>
              </w:rPr>
              <w:t>г. Переславль-З</w:t>
            </w:r>
            <w:r w:rsidR="00DA296D">
              <w:rPr>
                <w:szCs w:val="28"/>
              </w:rPr>
              <w:t>алесский, ул. 40 лет ВЛКСМ, ул. </w:t>
            </w:r>
            <w:r w:rsidRPr="00224953">
              <w:rPr>
                <w:szCs w:val="28"/>
              </w:rPr>
              <w:t xml:space="preserve">Пушкина, </w:t>
            </w:r>
            <w:r w:rsidR="000D4443">
              <w:rPr>
                <w:szCs w:val="28"/>
              </w:rPr>
              <w:br/>
            </w:r>
            <w:r w:rsidRPr="00224953">
              <w:rPr>
                <w:szCs w:val="28"/>
              </w:rPr>
              <w:t>ул. Вокзальная</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76:18:000000:645</w:t>
            </w:r>
          </w:p>
        </w:tc>
      </w:tr>
      <w:tr w:rsidR="00D91137" w:rsidRPr="00224953" w:rsidTr="00E07E10">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121</w:t>
            </w:r>
          </w:p>
        </w:tc>
        <w:tc>
          <w:tcPr>
            <w:tcW w:w="1289"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A296D" w:rsidP="00D91137">
            <w:pPr>
              <w:ind w:firstLine="0"/>
              <w:jc w:val="left"/>
              <w:rPr>
                <w:szCs w:val="28"/>
              </w:rPr>
            </w:pPr>
            <w:r>
              <w:rPr>
                <w:szCs w:val="28"/>
              </w:rPr>
              <w:t>Г</w:t>
            </w:r>
            <w:r w:rsidR="00D91137" w:rsidRPr="00224953">
              <w:rPr>
                <w:szCs w:val="28"/>
              </w:rPr>
              <w:t>азопровод</w:t>
            </w:r>
          </w:p>
        </w:tc>
        <w:tc>
          <w:tcPr>
            <w:tcW w:w="1819" w:type="pct"/>
            <w:tcBorders>
              <w:top w:val="single" w:sz="4" w:space="0" w:color="auto"/>
              <w:left w:val="nil"/>
              <w:bottom w:val="single" w:sz="4" w:space="0" w:color="auto"/>
              <w:right w:val="single" w:sz="4" w:space="0" w:color="auto"/>
            </w:tcBorders>
            <w:shd w:val="clear" w:color="auto" w:fill="auto"/>
            <w:hideMark/>
          </w:tcPr>
          <w:p w:rsidR="00DA296D" w:rsidRDefault="00D91137" w:rsidP="00D91137">
            <w:pPr>
              <w:ind w:firstLine="0"/>
              <w:jc w:val="left"/>
              <w:rPr>
                <w:szCs w:val="28"/>
              </w:rPr>
            </w:pPr>
            <w:r w:rsidRPr="00224953">
              <w:rPr>
                <w:szCs w:val="28"/>
              </w:rPr>
              <w:t xml:space="preserve">Ярославская область, </w:t>
            </w:r>
          </w:p>
          <w:p w:rsidR="00D91137" w:rsidRPr="00224953" w:rsidRDefault="00DA296D" w:rsidP="00D91137">
            <w:pPr>
              <w:ind w:firstLine="0"/>
              <w:jc w:val="left"/>
              <w:rPr>
                <w:szCs w:val="28"/>
              </w:rPr>
            </w:pPr>
            <w:r>
              <w:rPr>
                <w:szCs w:val="28"/>
              </w:rPr>
              <w:t>г.</w:t>
            </w:r>
            <w:r w:rsidR="00164491">
              <w:rPr>
                <w:szCs w:val="28"/>
              </w:rPr>
              <w:t xml:space="preserve"> </w:t>
            </w:r>
            <w:r>
              <w:rPr>
                <w:szCs w:val="28"/>
              </w:rPr>
              <w:t>Переславль-Залесский, п</w:t>
            </w:r>
            <w:r w:rsidR="00D91137" w:rsidRPr="00224953">
              <w:rPr>
                <w:szCs w:val="28"/>
              </w:rPr>
              <w:t>.</w:t>
            </w:r>
            <w:r>
              <w:rPr>
                <w:szCs w:val="28"/>
              </w:rPr>
              <w:t> </w:t>
            </w:r>
            <w:r w:rsidR="00D91137" w:rsidRPr="00224953">
              <w:rPr>
                <w:szCs w:val="28"/>
              </w:rPr>
              <w:t>Соколка</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76:18:000000:662</w:t>
            </w:r>
          </w:p>
        </w:tc>
      </w:tr>
      <w:tr w:rsidR="00D91137" w:rsidRPr="00224953" w:rsidTr="00261BEA">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w:t>
            </w:r>
            <w:r w:rsidR="00DA296D">
              <w:rPr>
                <w:szCs w:val="28"/>
              </w:rPr>
              <w:t>вления «</w:t>
            </w:r>
            <w:r w:rsidRPr="00224953">
              <w:rPr>
                <w:szCs w:val="28"/>
              </w:rPr>
              <w:t>Перевод на индивидуальное отопление потребителей МЭС ул.</w:t>
            </w:r>
            <w:r w:rsidR="00DA296D">
              <w:rPr>
                <w:szCs w:val="28"/>
              </w:rPr>
              <w:t> </w:t>
            </w:r>
            <w:r w:rsidRPr="00224953">
              <w:rPr>
                <w:szCs w:val="28"/>
              </w:rPr>
              <w:t>Зеленая, пер.</w:t>
            </w:r>
            <w:r w:rsidR="00DA296D">
              <w:rPr>
                <w:szCs w:val="28"/>
              </w:rPr>
              <w:t> </w:t>
            </w:r>
            <w:r w:rsidRPr="00224953">
              <w:rPr>
                <w:szCs w:val="28"/>
              </w:rPr>
              <w:t xml:space="preserve">Ветеринарный, </w:t>
            </w:r>
            <w:r w:rsidR="00DA296D">
              <w:rPr>
                <w:szCs w:val="28"/>
              </w:rPr>
              <w:br/>
            </w:r>
            <w:r w:rsidRPr="00224953">
              <w:rPr>
                <w:szCs w:val="28"/>
              </w:rPr>
              <w:t>ул.</w:t>
            </w:r>
            <w:r w:rsidR="00DA296D">
              <w:rPr>
                <w:szCs w:val="28"/>
              </w:rPr>
              <w:t xml:space="preserve"> </w:t>
            </w:r>
            <w:r w:rsidRPr="00224953">
              <w:rPr>
                <w:szCs w:val="28"/>
              </w:rPr>
              <w:t>Селитровская, ул. Пыряева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DA296D">
              <w:rPr>
                <w:szCs w:val="28"/>
              </w:rPr>
              <w:br/>
            </w:r>
            <w:r w:rsidRPr="00224953">
              <w:rPr>
                <w:szCs w:val="28"/>
              </w:rPr>
              <w:t>г.</w:t>
            </w:r>
            <w:r w:rsidR="00E07E10">
              <w:rPr>
                <w:szCs w:val="28"/>
              </w:rPr>
              <w:t xml:space="preserve"> </w:t>
            </w:r>
            <w:r w:rsidRPr="00224953">
              <w:rPr>
                <w:szCs w:val="28"/>
              </w:rPr>
              <w:t>Переславль-Залесский, ул.</w:t>
            </w:r>
            <w:r w:rsidR="00DA296D">
              <w:rPr>
                <w:szCs w:val="28"/>
              </w:rPr>
              <w:t xml:space="preserve"> </w:t>
            </w:r>
            <w:r w:rsidRPr="00224953">
              <w:rPr>
                <w:szCs w:val="28"/>
              </w:rPr>
              <w:t>Зеленая, пер. Ветеринарный, ул.</w:t>
            </w:r>
            <w:r w:rsidR="00DA296D">
              <w:rPr>
                <w:szCs w:val="28"/>
              </w:rPr>
              <w:t xml:space="preserve"> </w:t>
            </w:r>
            <w:r w:rsidRPr="00224953">
              <w:rPr>
                <w:szCs w:val="28"/>
              </w:rPr>
              <w:t>Селитровская, ул.</w:t>
            </w:r>
            <w:r w:rsidR="00DA296D">
              <w:rPr>
                <w:szCs w:val="28"/>
              </w:rPr>
              <w:t xml:space="preserve"> </w:t>
            </w:r>
            <w:r w:rsidRPr="00224953">
              <w:rPr>
                <w:szCs w:val="28"/>
              </w:rPr>
              <w:t>Пыряева</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76:18:000000:663</w:t>
            </w:r>
          </w:p>
        </w:tc>
      </w:tr>
      <w:tr w:rsidR="00D91137" w:rsidRPr="00224953" w:rsidTr="00261BEA">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D5ABE" w:rsidRDefault="00CD5AB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CD5ABE" w:rsidRDefault="00D91137" w:rsidP="00D91137">
            <w:pPr>
              <w:ind w:firstLine="0"/>
              <w:jc w:val="left"/>
              <w:rPr>
                <w:szCs w:val="28"/>
              </w:rPr>
            </w:pPr>
            <w:r w:rsidRPr="00224953">
              <w:rPr>
                <w:szCs w:val="28"/>
              </w:rPr>
              <w:t xml:space="preserve">Ярославская область, </w:t>
            </w:r>
          </w:p>
          <w:p w:rsidR="00D91137" w:rsidRPr="00224953" w:rsidRDefault="00D91137" w:rsidP="00CD5ABE">
            <w:pPr>
              <w:ind w:firstLine="0"/>
              <w:jc w:val="left"/>
              <w:rPr>
                <w:szCs w:val="28"/>
              </w:rPr>
            </w:pPr>
            <w:r w:rsidRPr="00224953">
              <w:rPr>
                <w:szCs w:val="28"/>
              </w:rPr>
              <w:t>г. Переславль-Залесский, п.</w:t>
            </w:r>
            <w:r w:rsidR="00CD5ABE">
              <w:rPr>
                <w:szCs w:val="28"/>
              </w:rPr>
              <w:t> Сельхозтехника, пер. </w:t>
            </w:r>
            <w:r w:rsidRPr="00224953">
              <w:rPr>
                <w:szCs w:val="28"/>
              </w:rPr>
              <w:t>Почтовый</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76:18:000000:664</w:t>
            </w:r>
          </w:p>
        </w:tc>
      </w:tr>
      <w:tr w:rsidR="00D91137" w:rsidRPr="00224953" w:rsidTr="00261BEA">
        <w:trPr>
          <w:trHeight w:val="21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D5ABE" w:rsidRDefault="00CD5AB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674237">
            <w:pPr>
              <w:ind w:firstLine="0"/>
              <w:jc w:val="left"/>
              <w:rPr>
                <w:szCs w:val="28"/>
              </w:rPr>
            </w:pPr>
            <w:r w:rsidRPr="00224953">
              <w:rPr>
                <w:szCs w:val="28"/>
              </w:rPr>
              <w:t>ни</w:t>
            </w:r>
            <w:r w:rsidR="00CD5ABE">
              <w:rPr>
                <w:szCs w:val="28"/>
              </w:rPr>
              <w:t>зкого давления к жилым домам п</w:t>
            </w:r>
            <w:r w:rsidRPr="00224953">
              <w:rPr>
                <w:szCs w:val="28"/>
              </w:rPr>
              <w:t>.</w:t>
            </w:r>
            <w:r w:rsidR="00CD5ABE">
              <w:rPr>
                <w:szCs w:val="28"/>
              </w:rPr>
              <w:t xml:space="preserve"> Красный Химик (3 этап), </w:t>
            </w:r>
            <w:r w:rsidRPr="00224953">
              <w:rPr>
                <w:szCs w:val="28"/>
              </w:rPr>
              <w:t>ул.</w:t>
            </w:r>
            <w:r w:rsidR="00674237">
              <w:rPr>
                <w:szCs w:val="28"/>
              </w:rPr>
              <w:t> </w:t>
            </w:r>
            <w:r w:rsidRPr="00224953">
              <w:rPr>
                <w:szCs w:val="28"/>
              </w:rPr>
              <w:t>Кирпичная</w:t>
            </w:r>
            <w:r w:rsidR="00CD5ABE">
              <w:rPr>
                <w:szCs w:val="28"/>
              </w:rPr>
              <w:t>, д.</w:t>
            </w:r>
            <w:r w:rsidR="00674237">
              <w:rPr>
                <w:szCs w:val="28"/>
              </w:rPr>
              <w:t> </w:t>
            </w:r>
            <w:r w:rsidRPr="00224953">
              <w:rPr>
                <w:szCs w:val="28"/>
              </w:rPr>
              <w:t>12,</w:t>
            </w:r>
            <w:r w:rsidR="00674237">
              <w:rPr>
                <w:szCs w:val="28"/>
              </w:rPr>
              <w:t xml:space="preserve"> </w:t>
            </w:r>
            <w:r w:rsidRPr="00224953">
              <w:rPr>
                <w:szCs w:val="28"/>
              </w:rPr>
              <w:t>14,</w:t>
            </w:r>
            <w:r w:rsidR="00674237">
              <w:rPr>
                <w:szCs w:val="28"/>
              </w:rPr>
              <w:t xml:space="preserve"> </w:t>
            </w:r>
            <w:r w:rsidRPr="00224953">
              <w:rPr>
                <w:szCs w:val="28"/>
              </w:rPr>
              <w:t>15,</w:t>
            </w:r>
            <w:r w:rsidR="00674237">
              <w:rPr>
                <w:szCs w:val="28"/>
              </w:rPr>
              <w:t xml:space="preserve"> </w:t>
            </w:r>
            <w:r w:rsidRPr="00224953">
              <w:rPr>
                <w:szCs w:val="28"/>
              </w:rPr>
              <w:t>16,</w:t>
            </w:r>
            <w:r w:rsidR="00674237">
              <w:rPr>
                <w:szCs w:val="28"/>
              </w:rPr>
              <w:t xml:space="preserve"> </w:t>
            </w:r>
            <w:r w:rsidRPr="00224953">
              <w:rPr>
                <w:szCs w:val="28"/>
              </w:rPr>
              <w:t>17,</w:t>
            </w:r>
            <w:r w:rsidR="00674237">
              <w:rPr>
                <w:szCs w:val="28"/>
              </w:rPr>
              <w:t xml:space="preserve"> </w:t>
            </w:r>
            <w:r w:rsidRPr="00224953">
              <w:rPr>
                <w:szCs w:val="28"/>
              </w:rPr>
              <w:t>18,</w:t>
            </w:r>
            <w:r w:rsidR="00674237">
              <w:rPr>
                <w:szCs w:val="28"/>
              </w:rPr>
              <w:t xml:space="preserve"> </w:t>
            </w:r>
            <w:r w:rsidRPr="00224953">
              <w:rPr>
                <w:szCs w:val="28"/>
              </w:rPr>
              <w:t>20,</w:t>
            </w:r>
            <w:r w:rsidR="00674237">
              <w:rPr>
                <w:szCs w:val="28"/>
              </w:rPr>
              <w:t xml:space="preserve"> </w:t>
            </w:r>
            <w:r w:rsidRPr="00224953">
              <w:rPr>
                <w:szCs w:val="28"/>
              </w:rPr>
              <w:t>21,</w:t>
            </w:r>
            <w:r w:rsidR="00674237">
              <w:rPr>
                <w:szCs w:val="28"/>
              </w:rPr>
              <w:t xml:space="preserve"> </w:t>
            </w:r>
            <w:r w:rsidRPr="00224953">
              <w:rPr>
                <w:szCs w:val="28"/>
              </w:rPr>
              <w:t>22,</w:t>
            </w:r>
            <w:r w:rsidR="00674237">
              <w:rPr>
                <w:szCs w:val="28"/>
              </w:rPr>
              <w:t xml:space="preserve"> </w:t>
            </w:r>
            <w:r w:rsidRPr="00224953">
              <w:rPr>
                <w:szCs w:val="28"/>
              </w:rPr>
              <w:t>2, ул.</w:t>
            </w:r>
            <w:r w:rsidR="00674237">
              <w:rPr>
                <w:szCs w:val="28"/>
              </w:rPr>
              <w:t xml:space="preserve"> Новая, д. </w:t>
            </w:r>
            <w:r w:rsidRPr="00224953">
              <w:rPr>
                <w:szCs w:val="28"/>
              </w:rPr>
              <w:t>32,</w:t>
            </w:r>
            <w:r w:rsidR="00674237">
              <w:rPr>
                <w:szCs w:val="28"/>
              </w:rPr>
              <w:t xml:space="preserve"> </w:t>
            </w:r>
            <w:r w:rsidRPr="00224953">
              <w:rPr>
                <w:szCs w:val="28"/>
              </w:rPr>
              <w:t>33,</w:t>
            </w:r>
            <w:r w:rsidR="00674237">
              <w:rPr>
                <w:szCs w:val="28"/>
              </w:rPr>
              <w:t xml:space="preserve"> </w:t>
            </w:r>
            <w:r w:rsidRPr="00224953">
              <w:rPr>
                <w:szCs w:val="28"/>
              </w:rPr>
              <w:t>34,</w:t>
            </w:r>
            <w:r w:rsidR="00674237">
              <w:rPr>
                <w:szCs w:val="28"/>
              </w:rPr>
              <w:t xml:space="preserve"> </w:t>
            </w:r>
            <w:r w:rsidRPr="00224953">
              <w:rPr>
                <w:szCs w:val="28"/>
              </w:rPr>
              <w:t>36,</w:t>
            </w:r>
            <w:r w:rsidR="00674237">
              <w:rPr>
                <w:szCs w:val="28"/>
              </w:rPr>
              <w:t xml:space="preserve"> </w:t>
            </w:r>
            <w:r w:rsidRPr="00224953">
              <w:rPr>
                <w:szCs w:val="28"/>
              </w:rPr>
              <w:t>38,</w:t>
            </w:r>
            <w:r w:rsidR="00674237">
              <w:rPr>
                <w:szCs w:val="28"/>
              </w:rPr>
              <w:t xml:space="preserve"> </w:t>
            </w:r>
            <w:r w:rsidRPr="00224953">
              <w:rPr>
                <w:szCs w:val="28"/>
              </w:rPr>
              <w:t>40,</w:t>
            </w:r>
            <w:r w:rsidR="00674237">
              <w:rPr>
                <w:szCs w:val="28"/>
              </w:rPr>
              <w:t xml:space="preserve"> 42, ул.Кошкина, д. </w:t>
            </w:r>
            <w:r w:rsidRPr="00224953">
              <w:rPr>
                <w:szCs w:val="28"/>
              </w:rPr>
              <w:t>41,</w:t>
            </w:r>
            <w:r w:rsidR="00674237">
              <w:rPr>
                <w:szCs w:val="28"/>
              </w:rPr>
              <w:t xml:space="preserve"> </w:t>
            </w:r>
            <w:r w:rsidRPr="00224953">
              <w:rPr>
                <w:szCs w:val="28"/>
              </w:rPr>
              <w:t>43,</w:t>
            </w:r>
            <w:r w:rsidR="00674237">
              <w:rPr>
                <w:szCs w:val="28"/>
              </w:rPr>
              <w:t xml:space="preserve"> </w:t>
            </w:r>
            <w:r w:rsidRPr="00224953">
              <w:rPr>
                <w:szCs w:val="28"/>
              </w:rPr>
              <w:t>45,</w:t>
            </w:r>
            <w:r w:rsidR="00674237">
              <w:rPr>
                <w:szCs w:val="28"/>
              </w:rPr>
              <w:t xml:space="preserve"> </w:t>
            </w:r>
            <w:r w:rsidRPr="00224953">
              <w:rPr>
                <w:szCs w:val="28"/>
              </w:rPr>
              <w:t>47, ул.</w:t>
            </w:r>
            <w:r w:rsidR="00674237">
              <w:rPr>
                <w:szCs w:val="28"/>
              </w:rPr>
              <w:t xml:space="preserve"> Строителей, д. </w:t>
            </w:r>
            <w:r w:rsidRPr="00224953">
              <w:rPr>
                <w:szCs w:val="28"/>
              </w:rPr>
              <w:t>4,</w:t>
            </w:r>
            <w:r w:rsidR="00674237">
              <w:rPr>
                <w:szCs w:val="28"/>
              </w:rPr>
              <w:t xml:space="preserve"> </w:t>
            </w:r>
            <w:r w:rsidRPr="00224953">
              <w:rPr>
                <w:szCs w:val="28"/>
              </w:rPr>
              <w:t>6,</w:t>
            </w:r>
            <w:r w:rsidR="00674237">
              <w:rPr>
                <w:szCs w:val="28"/>
              </w:rPr>
              <w:t xml:space="preserve"> </w:t>
            </w:r>
            <w:r w:rsidRPr="00224953">
              <w:rPr>
                <w:szCs w:val="28"/>
              </w:rPr>
              <w:t>8,</w:t>
            </w:r>
            <w:r w:rsidR="00674237">
              <w:rPr>
                <w:szCs w:val="28"/>
              </w:rPr>
              <w:t xml:space="preserve"> </w:t>
            </w:r>
            <w:r w:rsidRPr="00224953">
              <w:rPr>
                <w:szCs w:val="28"/>
              </w:rPr>
              <w:t>12,</w:t>
            </w:r>
            <w:r w:rsidR="00674237">
              <w:rPr>
                <w:szCs w:val="28"/>
              </w:rPr>
              <w:t xml:space="preserve"> </w:t>
            </w:r>
            <w:r w:rsidRPr="00224953">
              <w:rPr>
                <w:szCs w:val="28"/>
              </w:rPr>
              <w:t>14,</w:t>
            </w:r>
            <w:r w:rsidR="00674237">
              <w:rPr>
                <w:szCs w:val="28"/>
              </w:rPr>
              <w:t xml:space="preserve"> </w:t>
            </w:r>
            <w:r w:rsidRPr="00224953">
              <w:rPr>
                <w:szCs w:val="28"/>
              </w:rPr>
              <w:t>16,</w:t>
            </w:r>
            <w:r w:rsidR="00674237">
              <w:rPr>
                <w:szCs w:val="28"/>
              </w:rPr>
              <w:t xml:space="preserve"> </w:t>
            </w:r>
            <w:r w:rsidRPr="00224953">
              <w:rPr>
                <w:szCs w:val="28"/>
              </w:rPr>
              <w:t>18,</w:t>
            </w:r>
            <w:r w:rsidR="00674237">
              <w:rPr>
                <w:szCs w:val="28"/>
              </w:rPr>
              <w:t xml:space="preserve"> </w:t>
            </w:r>
            <w:r w:rsidRPr="00224953">
              <w:rPr>
                <w:szCs w:val="28"/>
              </w:rPr>
              <w:t xml:space="preserve">20, </w:t>
            </w:r>
            <w:r w:rsidR="00674237">
              <w:rPr>
                <w:szCs w:val="28"/>
              </w:rPr>
              <w:br/>
            </w:r>
            <w:r w:rsidRPr="00224953">
              <w:rPr>
                <w:szCs w:val="28"/>
              </w:rPr>
              <w:t>пер. Совхозный</w:t>
            </w:r>
            <w:r w:rsidR="00674237">
              <w:rPr>
                <w:szCs w:val="28"/>
              </w:rPr>
              <w:t>, д.</w:t>
            </w:r>
            <w:r w:rsidRPr="00224953">
              <w:rPr>
                <w:szCs w:val="28"/>
              </w:rPr>
              <w:t xml:space="preserve"> 5, 5а,</w:t>
            </w:r>
            <w:r w:rsidR="00674237">
              <w:rPr>
                <w:szCs w:val="28"/>
              </w:rPr>
              <w:t xml:space="preserve"> </w:t>
            </w:r>
            <w:r w:rsidRPr="00224953">
              <w:rPr>
                <w:szCs w:val="28"/>
              </w:rPr>
              <w:t>13,</w:t>
            </w:r>
            <w:r w:rsidR="00674237">
              <w:rPr>
                <w:szCs w:val="28"/>
              </w:rPr>
              <w:t xml:space="preserve"> </w:t>
            </w:r>
            <w:r w:rsidRPr="00224953">
              <w:rPr>
                <w:szCs w:val="28"/>
              </w:rPr>
              <w:t>15,</w:t>
            </w:r>
            <w:r w:rsidR="00674237">
              <w:rPr>
                <w:szCs w:val="28"/>
              </w:rPr>
              <w:t xml:space="preserve"> </w:t>
            </w:r>
            <w:r w:rsidRPr="00224953">
              <w:rPr>
                <w:szCs w:val="28"/>
              </w:rPr>
              <w:t>17,</w:t>
            </w:r>
            <w:r w:rsidR="00674237">
              <w:rPr>
                <w:szCs w:val="28"/>
              </w:rPr>
              <w:t xml:space="preserve"> </w:t>
            </w:r>
            <w:r w:rsidRPr="00224953">
              <w:rPr>
                <w:szCs w:val="28"/>
              </w:rPr>
              <w:t>22</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674237" w:rsidRDefault="00D91137" w:rsidP="00D91137">
            <w:pPr>
              <w:ind w:firstLine="0"/>
              <w:jc w:val="left"/>
              <w:rPr>
                <w:szCs w:val="28"/>
              </w:rPr>
            </w:pPr>
            <w:r w:rsidRPr="00224953">
              <w:rPr>
                <w:szCs w:val="28"/>
              </w:rPr>
              <w:t xml:space="preserve">Ярославская область, </w:t>
            </w:r>
          </w:p>
          <w:p w:rsidR="00FB05E1" w:rsidRDefault="00164491" w:rsidP="00FB05E1">
            <w:pPr>
              <w:ind w:firstLine="0"/>
              <w:jc w:val="left"/>
              <w:rPr>
                <w:szCs w:val="28"/>
              </w:rPr>
            </w:pPr>
            <w:r>
              <w:rPr>
                <w:szCs w:val="28"/>
              </w:rPr>
              <w:t>г</w:t>
            </w:r>
            <w:r w:rsidR="00674237">
              <w:rPr>
                <w:szCs w:val="28"/>
              </w:rPr>
              <w:t>.</w:t>
            </w:r>
            <w:r w:rsidR="00D91137" w:rsidRPr="00224953">
              <w:rPr>
                <w:szCs w:val="28"/>
              </w:rPr>
              <w:t xml:space="preserve"> Переславль-Залесский, п</w:t>
            </w:r>
            <w:r w:rsidR="00674237">
              <w:rPr>
                <w:szCs w:val="28"/>
              </w:rPr>
              <w:t>. </w:t>
            </w:r>
            <w:r w:rsidR="00D91137" w:rsidRPr="00224953">
              <w:rPr>
                <w:szCs w:val="28"/>
              </w:rPr>
              <w:t xml:space="preserve">Красный Химик, </w:t>
            </w:r>
            <w:r w:rsidR="00674237">
              <w:rPr>
                <w:szCs w:val="28"/>
              </w:rPr>
              <w:br/>
            </w:r>
            <w:r w:rsidR="00D91137" w:rsidRPr="00224953">
              <w:rPr>
                <w:szCs w:val="28"/>
              </w:rPr>
              <w:t>ул.</w:t>
            </w:r>
            <w:r w:rsidR="00674237">
              <w:rPr>
                <w:szCs w:val="28"/>
              </w:rPr>
              <w:t xml:space="preserve"> Кирпичная, д. </w:t>
            </w:r>
            <w:r w:rsidR="00D91137" w:rsidRPr="00224953">
              <w:rPr>
                <w:szCs w:val="28"/>
              </w:rPr>
              <w:t>12,</w:t>
            </w:r>
            <w:r w:rsidR="00674237">
              <w:rPr>
                <w:szCs w:val="28"/>
              </w:rPr>
              <w:t xml:space="preserve"> </w:t>
            </w:r>
            <w:r w:rsidR="00D91137" w:rsidRPr="00224953">
              <w:rPr>
                <w:szCs w:val="28"/>
              </w:rPr>
              <w:t>14,</w:t>
            </w:r>
            <w:r w:rsidR="00674237">
              <w:rPr>
                <w:szCs w:val="28"/>
              </w:rPr>
              <w:t xml:space="preserve"> </w:t>
            </w:r>
            <w:r w:rsidR="00D91137" w:rsidRPr="00224953">
              <w:rPr>
                <w:szCs w:val="28"/>
              </w:rPr>
              <w:t>15,</w:t>
            </w:r>
            <w:r w:rsidR="00674237">
              <w:rPr>
                <w:szCs w:val="28"/>
              </w:rPr>
              <w:t xml:space="preserve"> </w:t>
            </w:r>
            <w:r w:rsidR="00D91137" w:rsidRPr="00224953">
              <w:rPr>
                <w:szCs w:val="28"/>
              </w:rPr>
              <w:t>16,</w:t>
            </w:r>
            <w:r w:rsidR="00674237">
              <w:rPr>
                <w:szCs w:val="28"/>
              </w:rPr>
              <w:t xml:space="preserve"> </w:t>
            </w:r>
            <w:r w:rsidR="00D91137" w:rsidRPr="00224953">
              <w:rPr>
                <w:szCs w:val="28"/>
              </w:rPr>
              <w:t>17,</w:t>
            </w:r>
            <w:r w:rsidR="00674237">
              <w:rPr>
                <w:szCs w:val="28"/>
              </w:rPr>
              <w:t xml:space="preserve"> </w:t>
            </w:r>
            <w:r w:rsidR="00D91137" w:rsidRPr="00224953">
              <w:rPr>
                <w:szCs w:val="28"/>
              </w:rPr>
              <w:t>18,</w:t>
            </w:r>
            <w:r w:rsidR="00674237">
              <w:rPr>
                <w:szCs w:val="28"/>
              </w:rPr>
              <w:t xml:space="preserve"> </w:t>
            </w:r>
            <w:r w:rsidR="00D91137" w:rsidRPr="00224953">
              <w:rPr>
                <w:szCs w:val="28"/>
              </w:rPr>
              <w:t>20,</w:t>
            </w:r>
            <w:r w:rsidR="00674237">
              <w:rPr>
                <w:szCs w:val="28"/>
              </w:rPr>
              <w:t xml:space="preserve"> </w:t>
            </w:r>
            <w:r w:rsidR="00D91137" w:rsidRPr="00224953">
              <w:rPr>
                <w:szCs w:val="28"/>
              </w:rPr>
              <w:t>21,</w:t>
            </w:r>
            <w:r w:rsidR="00674237">
              <w:rPr>
                <w:szCs w:val="28"/>
              </w:rPr>
              <w:t xml:space="preserve"> </w:t>
            </w:r>
            <w:r w:rsidR="00D91137" w:rsidRPr="00224953">
              <w:rPr>
                <w:szCs w:val="28"/>
              </w:rPr>
              <w:t>22</w:t>
            </w:r>
            <w:r w:rsidR="00674237">
              <w:rPr>
                <w:szCs w:val="28"/>
              </w:rPr>
              <w:t xml:space="preserve">, </w:t>
            </w:r>
            <w:r w:rsidR="00D91137" w:rsidRPr="00224953">
              <w:rPr>
                <w:szCs w:val="28"/>
              </w:rPr>
              <w:t>2, ул.</w:t>
            </w:r>
            <w:r w:rsidR="00674237">
              <w:rPr>
                <w:szCs w:val="28"/>
              </w:rPr>
              <w:t xml:space="preserve"> Новая, д. </w:t>
            </w:r>
            <w:r w:rsidR="00D91137" w:rsidRPr="00224953">
              <w:rPr>
                <w:szCs w:val="28"/>
              </w:rPr>
              <w:t>32,</w:t>
            </w:r>
            <w:r w:rsidR="00674237">
              <w:rPr>
                <w:szCs w:val="28"/>
              </w:rPr>
              <w:t xml:space="preserve"> </w:t>
            </w:r>
            <w:r w:rsidR="00D91137" w:rsidRPr="00224953">
              <w:rPr>
                <w:szCs w:val="28"/>
              </w:rPr>
              <w:t>33,</w:t>
            </w:r>
            <w:r w:rsidR="00FB05E1">
              <w:rPr>
                <w:szCs w:val="28"/>
              </w:rPr>
              <w:t xml:space="preserve"> </w:t>
            </w:r>
            <w:r w:rsidR="00D91137" w:rsidRPr="00224953">
              <w:rPr>
                <w:szCs w:val="28"/>
              </w:rPr>
              <w:t>34,</w:t>
            </w:r>
            <w:r w:rsidR="00FB05E1">
              <w:rPr>
                <w:szCs w:val="28"/>
              </w:rPr>
              <w:t xml:space="preserve"> </w:t>
            </w:r>
            <w:r w:rsidR="00D91137" w:rsidRPr="00224953">
              <w:rPr>
                <w:szCs w:val="28"/>
              </w:rPr>
              <w:t>36,</w:t>
            </w:r>
            <w:r w:rsidR="00FB05E1">
              <w:rPr>
                <w:szCs w:val="28"/>
              </w:rPr>
              <w:t xml:space="preserve"> </w:t>
            </w:r>
            <w:r w:rsidR="00D91137" w:rsidRPr="00224953">
              <w:rPr>
                <w:szCs w:val="28"/>
              </w:rPr>
              <w:t>38,</w:t>
            </w:r>
            <w:r w:rsidR="00FB05E1">
              <w:rPr>
                <w:szCs w:val="28"/>
              </w:rPr>
              <w:t xml:space="preserve"> </w:t>
            </w:r>
            <w:r w:rsidR="00D91137" w:rsidRPr="00224953">
              <w:rPr>
                <w:szCs w:val="28"/>
              </w:rPr>
              <w:t>40,</w:t>
            </w:r>
            <w:r w:rsidR="00FB05E1">
              <w:rPr>
                <w:szCs w:val="28"/>
              </w:rPr>
              <w:t xml:space="preserve"> </w:t>
            </w:r>
            <w:r w:rsidR="00D91137" w:rsidRPr="00224953">
              <w:rPr>
                <w:szCs w:val="28"/>
              </w:rPr>
              <w:t>42, ул.</w:t>
            </w:r>
            <w:r w:rsidR="00FB05E1">
              <w:rPr>
                <w:szCs w:val="28"/>
              </w:rPr>
              <w:t xml:space="preserve"> </w:t>
            </w:r>
            <w:r w:rsidR="00D91137" w:rsidRPr="00224953">
              <w:rPr>
                <w:szCs w:val="28"/>
              </w:rPr>
              <w:t>Кошкина</w:t>
            </w:r>
            <w:r w:rsidR="00FB05E1">
              <w:rPr>
                <w:szCs w:val="28"/>
              </w:rPr>
              <w:t>, д. </w:t>
            </w:r>
            <w:r w:rsidR="00D91137" w:rsidRPr="00224953">
              <w:rPr>
                <w:szCs w:val="28"/>
              </w:rPr>
              <w:t>41,</w:t>
            </w:r>
            <w:r w:rsidR="00FB05E1">
              <w:rPr>
                <w:szCs w:val="28"/>
              </w:rPr>
              <w:t xml:space="preserve"> </w:t>
            </w:r>
            <w:r w:rsidR="00D91137" w:rsidRPr="00224953">
              <w:rPr>
                <w:szCs w:val="28"/>
              </w:rPr>
              <w:t>43,</w:t>
            </w:r>
            <w:r w:rsidR="00FB05E1">
              <w:rPr>
                <w:szCs w:val="28"/>
              </w:rPr>
              <w:t xml:space="preserve"> </w:t>
            </w:r>
            <w:r w:rsidR="00D91137" w:rsidRPr="00224953">
              <w:rPr>
                <w:szCs w:val="28"/>
              </w:rPr>
              <w:t>45,</w:t>
            </w:r>
            <w:r w:rsidR="00FB05E1">
              <w:rPr>
                <w:szCs w:val="28"/>
              </w:rPr>
              <w:t xml:space="preserve"> </w:t>
            </w:r>
            <w:r w:rsidR="00D91137" w:rsidRPr="00224953">
              <w:rPr>
                <w:szCs w:val="28"/>
              </w:rPr>
              <w:t xml:space="preserve">47, </w:t>
            </w:r>
            <w:r w:rsidR="00FB05E1">
              <w:rPr>
                <w:szCs w:val="28"/>
              </w:rPr>
              <w:br/>
              <w:t>ул.</w:t>
            </w:r>
            <w:r>
              <w:rPr>
                <w:szCs w:val="28"/>
              </w:rPr>
              <w:t xml:space="preserve"> </w:t>
            </w:r>
            <w:r w:rsidR="00FB05E1">
              <w:rPr>
                <w:szCs w:val="28"/>
              </w:rPr>
              <w:t xml:space="preserve">Строителей, д. </w:t>
            </w:r>
            <w:r w:rsidR="00D91137" w:rsidRPr="00224953">
              <w:rPr>
                <w:szCs w:val="28"/>
              </w:rPr>
              <w:t>4,</w:t>
            </w:r>
            <w:r w:rsidR="00FB05E1">
              <w:rPr>
                <w:szCs w:val="28"/>
              </w:rPr>
              <w:t xml:space="preserve"> </w:t>
            </w:r>
            <w:r w:rsidR="00D91137" w:rsidRPr="00224953">
              <w:rPr>
                <w:szCs w:val="28"/>
              </w:rPr>
              <w:t>6,</w:t>
            </w:r>
            <w:r w:rsidR="00FB05E1">
              <w:rPr>
                <w:szCs w:val="28"/>
              </w:rPr>
              <w:t xml:space="preserve"> </w:t>
            </w:r>
            <w:r w:rsidR="00D91137" w:rsidRPr="00224953">
              <w:rPr>
                <w:szCs w:val="28"/>
              </w:rPr>
              <w:t>8,</w:t>
            </w:r>
            <w:r w:rsidR="00FB05E1">
              <w:rPr>
                <w:szCs w:val="28"/>
              </w:rPr>
              <w:t xml:space="preserve"> </w:t>
            </w:r>
            <w:r w:rsidR="00D91137" w:rsidRPr="00224953">
              <w:rPr>
                <w:szCs w:val="28"/>
              </w:rPr>
              <w:t>12,</w:t>
            </w:r>
            <w:r w:rsidR="00FB05E1">
              <w:rPr>
                <w:szCs w:val="28"/>
              </w:rPr>
              <w:t xml:space="preserve"> </w:t>
            </w:r>
            <w:r w:rsidR="00D91137" w:rsidRPr="00224953">
              <w:rPr>
                <w:szCs w:val="28"/>
              </w:rPr>
              <w:t>14,</w:t>
            </w:r>
            <w:r w:rsidR="00FB05E1">
              <w:rPr>
                <w:szCs w:val="28"/>
              </w:rPr>
              <w:t xml:space="preserve"> </w:t>
            </w:r>
            <w:r w:rsidR="00D91137" w:rsidRPr="00224953">
              <w:rPr>
                <w:szCs w:val="28"/>
              </w:rPr>
              <w:t>16,</w:t>
            </w:r>
            <w:r w:rsidR="00FB05E1">
              <w:rPr>
                <w:szCs w:val="28"/>
              </w:rPr>
              <w:t xml:space="preserve"> </w:t>
            </w:r>
            <w:r w:rsidR="00D91137" w:rsidRPr="00224953">
              <w:rPr>
                <w:szCs w:val="28"/>
              </w:rPr>
              <w:t>18,</w:t>
            </w:r>
            <w:r w:rsidR="00FB05E1">
              <w:rPr>
                <w:szCs w:val="28"/>
              </w:rPr>
              <w:t xml:space="preserve"> </w:t>
            </w:r>
            <w:r w:rsidR="00D91137" w:rsidRPr="00224953">
              <w:rPr>
                <w:szCs w:val="28"/>
              </w:rPr>
              <w:t xml:space="preserve">20, </w:t>
            </w:r>
          </w:p>
          <w:p w:rsidR="00D91137" w:rsidRPr="00224953" w:rsidRDefault="00D91137" w:rsidP="00FB05E1">
            <w:pPr>
              <w:ind w:firstLine="0"/>
              <w:jc w:val="left"/>
              <w:rPr>
                <w:szCs w:val="28"/>
              </w:rPr>
            </w:pPr>
            <w:r w:rsidRPr="00224953">
              <w:rPr>
                <w:szCs w:val="28"/>
              </w:rPr>
              <w:t>пер. Совхозный</w:t>
            </w:r>
            <w:r w:rsidR="00FB05E1">
              <w:rPr>
                <w:szCs w:val="28"/>
              </w:rPr>
              <w:t>, д.</w:t>
            </w:r>
            <w:r w:rsidRPr="00224953">
              <w:rPr>
                <w:szCs w:val="28"/>
              </w:rPr>
              <w:t xml:space="preserve"> 5, 5а,</w:t>
            </w:r>
            <w:r w:rsidR="00FB05E1">
              <w:rPr>
                <w:szCs w:val="28"/>
              </w:rPr>
              <w:t xml:space="preserve"> </w:t>
            </w:r>
            <w:r w:rsidRPr="00224953">
              <w:rPr>
                <w:szCs w:val="28"/>
              </w:rPr>
              <w:t>13,</w:t>
            </w:r>
            <w:r w:rsidR="00FB05E1">
              <w:rPr>
                <w:szCs w:val="28"/>
              </w:rPr>
              <w:t xml:space="preserve"> </w:t>
            </w:r>
            <w:r w:rsidRPr="00224953">
              <w:rPr>
                <w:szCs w:val="28"/>
              </w:rPr>
              <w:t>15,</w:t>
            </w:r>
            <w:r w:rsidR="00FB05E1">
              <w:rPr>
                <w:szCs w:val="28"/>
              </w:rPr>
              <w:t xml:space="preserve"> </w:t>
            </w:r>
            <w:r w:rsidRPr="00224953">
              <w:rPr>
                <w:szCs w:val="28"/>
              </w:rPr>
              <w:t>17,</w:t>
            </w:r>
            <w:r w:rsidR="00FB05E1">
              <w:rPr>
                <w:szCs w:val="28"/>
              </w:rPr>
              <w:t xml:space="preserve"> </w:t>
            </w:r>
            <w:r w:rsidRPr="00224953">
              <w:rPr>
                <w:szCs w:val="28"/>
              </w:rPr>
              <w:t>22</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76:18:000000:666</w:t>
            </w:r>
          </w:p>
        </w:tc>
      </w:tr>
      <w:tr w:rsidR="00D91137" w:rsidRPr="00224953" w:rsidTr="00E07E10">
        <w:trPr>
          <w:trHeight w:val="112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125</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Сети газоснабжения района Валовое кольцо </w:t>
            </w:r>
            <w:r w:rsidR="00FB05E1">
              <w:rPr>
                <w:szCs w:val="28"/>
              </w:rPr>
              <w:br/>
            </w:r>
            <w:r w:rsidRPr="00224953">
              <w:rPr>
                <w:szCs w:val="28"/>
              </w:rPr>
              <w:t>г.</w:t>
            </w:r>
            <w:r w:rsidR="00FB05E1">
              <w:rPr>
                <w:szCs w:val="28"/>
              </w:rPr>
              <w:t xml:space="preserve"> </w:t>
            </w:r>
            <w:r w:rsidRPr="00224953">
              <w:rPr>
                <w:szCs w:val="28"/>
              </w:rPr>
              <w:t>Переславля-Залесского</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164491">
            <w:pPr>
              <w:ind w:firstLine="0"/>
              <w:jc w:val="left"/>
              <w:rPr>
                <w:szCs w:val="28"/>
              </w:rPr>
            </w:pPr>
            <w:r w:rsidRPr="00224953">
              <w:rPr>
                <w:szCs w:val="28"/>
              </w:rPr>
              <w:t xml:space="preserve">Ярославская область, </w:t>
            </w:r>
            <w:r w:rsidR="00FB05E1">
              <w:rPr>
                <w:szCs w:val="28"/>
              </w:rPr>
              <w:br/>
            </w:r>
            <w:r w:rsidRPr="00224953">
              <w:rPr>
                <w:szCs w:val="28"/>
              </w:rPr>
              <w:t>г.</w:t>
            </w:r>
            <w:r w:rsidR="00FB05E1">
              <w:rPr>
                <w:szCs w:val="28"/>
              </w:rPr>
              <w:t xml:space="preserve"> </w:t>
            </w:r>
            <w:r w:rsidRPr="00224953">
              <w:rPr>
                <w:szCs w:val="28"/>
              </w:rPr>
              <w:t>Переславль-Залесский, ул.</w:t>
            </w:r>
            <w:r w:rsidR="00FB05E1">
              <w:rPr>
                <w:szCs w:val="28"/>
              </w:rPr>
              <w:t xml:space="preserve"> </w:t>
            </w:r>
            <w:r w:rsidRPr="00224953">
              <w:rPr>
                <w:szCs w:val="28"/>
              </w:rPr>
              <w:t>Валовое кольцо, пер.</w:t>
            </w:r>
            <w:r w:rsidR="00FB05E1">
              <w:rPr>
                <w:szCs w:val="28"/>
              </w:rPr>
              <w:t> </w:t>
            </w:r>
            <w:r w:rsidRPr="00224953">
              <w:rPr>
                <w:szCs w:val="28"/>
              </w:rPr>
              <w:t xml:space="preserve">Красноармейский, </w:t>
            </w:r>
            <w:r w:rsidR="00FB05E1">
              <w:rPr>
                <w:szCs w:val="28"/>
              </w:rPr>
              <w:br/>
            </w:r>
            <w:r w:rsidRPr="00224953">
              <w:rPr>
                <w:szCs w:val="28"/>
              </w:rPr>
              <w:t>ул.</w:t>
            </w:r>
            <w:r w:rsidR="00FB05E1">
              <w:rPr>
                <w:szCs w:val="28"/>
              </w:rPr>
              <w:t xml:space="preserve"> </w:t>
            </w:r>
            <w:r w:rsidRPr="00224953">
              <w:rPr>
                <w:szCs w:val="28"/>
              </w:rPr>
              <w:t xml:space="preserve">Проездная, </w:t>
            </w:r>
            <w:r w:rsidR="00164491">
              <w:rPr>
                <w:szCs w:val="28"/>
              </w:rPr>
              <w:br/>
            </w:r>
            <w:r w:rsidRPr="00224953">
              <w:rPr>
                <w:szCs w:val="28"/>
              </w:rPr>
              <w:lastRenderedPageBreak/>
              <w:t>пер.</w:t>
            </w:r>
            <w:r w:rsidR="00FB05E1">
              <w:rPr>
                <w:szCs w:val="28"/>
              </w:rPr>
              <w:t xml:space="preserve"> </w:t>
            </w:r>
            <w:r w:rsidRPr="00224953">
              <w:rPr>
                <w:szCs w:val="28"/>
              </w:rPr>
              <w:t>Тайницкий,</w:t>
            </w:r>
            <w:r w:rsidR="00164491">
              <w:rPr>
                <w:szCs w:val="28"/>
              </w:rPr>
              <w:br/>
            </w:r>
            <w:r w:rsidRPr="00224953">
              <w:rPr>
                <w:szCs w:val="28"/>
              </w:rPr>
              <w:t>ул.</w:t>
            </w:r>
            <w:r w:rsidR="00FB05E1">
              <w:rPr>
                <w:szCs w:val="28"/>
              </w:rPr>
              <w:t xml:space="preserve"> </w:t>
            </w:r>
            <w:r w:rsidRPr="00224953">
              <w:rPr>
                <w:szCs w:val="28"/>
              </w:rPr>
              <w:t>Садовая, ул.</w:t>
            </w:r>
            <w:r w:rsidR="00FB05E1">
              <w:rPr>
                <w:szCs w:val="28"/>
              </w:rPr>
              <w:t> </w:t>
            </w:r>
            <w:r w:rsidRPr="00224953">
              <w:rPr>
                <w:szCs w:val="28"/>
              </w:rPr>
              <w:t xml:space="preserve">Советская </w:t>
            </w:r>
            <w:r w:rsidR="00FB05E1">
              <w:rPr>
                <w:szCs w:val="28"/>
              </w:rPr>
              <w:br/>
            </w:r>
            <w:r w:rsidRPr="00224953">
              <w:rPr>
                <w:szCs w:val="28"/>
              </w:rPr>
              <w:t>(четная сторона)</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76:18:000000:677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Газовые сети к многоквартирным жилым домам по ул.</w:t>
            </w:r>
            <w:r w:rsidR="00D35E47">
              <w:rPr>
                <w:szCs w:val="28"/>
              </w:rPr>
              <w:t xml:space="preserve"> </w:t>
            </w:r>
            <w:r w:rsidRPr="00224953">
              <w:rPr>
                <w:szCs w:val="28"/>
              </w:rPr>
              <w:t>Вокзальная, ул.</w:t>
            </w:r>
            <w:r w:rsidR="00D35E47">
              <w:rPr>
                <w:szCs w:val="28"/>
              </w:rPr>
              <w:t xml:space="preserve"> </w:t>
            </w:r>
            <w:r w:rsidRPr="00224953">
              <w:rPr>
                <w:szCs w:val="28"/>
              </w:rPr>
              <w:t>Пушкина</w:t>
            </w:r>
          </w:p>
        </w:tc>
        <w:tc>
          <w:tcPr>
            <w:tcW w:w="1819" w:type="pct"/>
            <w:tcBorders>
              <w:top w:val="nil"/>
              <w:left w:val="nil"/>
              <w:bottom w:val="single" w:sz="4" w:space="0" w:color="auto"/>
              <w:right w:val="single" w:sz="4" w:space="0" w:color="auto"/>
            </w:tcBorders>
            <w:shd w:val="clear" w:color="auto" w:fill="auto"/>
            <w:hideMark/>
          </w:tcPr>
          <w:p w:rsidR="00D35E47"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D35E47">
              <w:rPr>
                <w:szCs w:val="28"/>
              </w:rPr>
              <w:t xml:space="preserve"> </w:t>
            </w:r>
            <w:r w:rsidRPr="00224953">
              <w:rPr>
                <w:szCs w:val="28"/>
              </w:rPr>
              <w:t>Переславль-Залесский,  ул.</w:t>
            </w:r>
            <w:r w:rsidR="00D35E47">
              <w:rPr>
                <w:szCs w:val="28"/>
              </w:rPr>
              <w:t xml:space="preserve"> </w:t>
            </w:r>
            <w:r w:rsidRPr="00224953">
              <w:rPr>
                <w:szCs w:val="28"/>
              </w:rPr>
              <w:t xml:space="preserve">Вокзальная, </w:t>
            </w:r>
            <w:r w:rsidR="00D35E47">
              <w:rPr>
                <w:szCs w:val="28"/>
              </w:rPr>
              <w:br/>
            </w:r>
            <w:r w:rsidRPr="00224953">
              <w:rPr>
                <w:szCs w:val="28"/>
              </w:rPr>
              <w:t>ул.</w:t>
            </w:r>
            <w:r w:rsidR="00D35E47">
              <w:rPr>
                <w:szCs w:val="28"/>
              </w:rPr>
              <w:t xml:space="preserve"> </w:t>
            </w:r>
            <w:r w:rsidRPr="00224953">
              <w:rPr>
                <w:szCs w:val="28"/>
              </w:rPr>
              <w:t>Пушкина</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76:18:000000:689</w:t>
            </w:r>
          </w:p>
        </w:tc>
      </w:tr>
      <w:tr w:rsidR="00D91137" w:rsidRPr="00224953" w:rsidTr="00AF214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127</w:t>
            </w:r>
          </w:p>
        </w:tc>
        <w:tc>
          <w:tcPr>
            <w:tcW w:w="1289" w:type="pct"/>
            <w:tcBorders>
              <w:top w:val="nil"/>
              <w:left w:val="nil"/>
              <w:bottom w:val="single" w:sz="4" w:space="0" w:color="auto"/>
              <w:right w:val="single" w:sz="4" w:space="0" w:color="auto"/>
            </w:tcBorders>
            <w:shd w:val="clear" w:color="auto" w:fill="auto"/>
            <w:hideMark/>
          </w:tcPr>
          <w:p w:rsidR="00360B17" w:rsidRDefault="00D91137" w:rsidP="00D91137">
            <w:pPr>
              <w:ind w:firstLine="0"/>
              <w:jc w:val="left"/>
              <w:rPr>
                <w:szCs w:val="28"/>
              </w:rPr>
            </w:pPr>
            <w:r w:rsidRPr="00224953">
              <w:rPr>
                <w:szCs w:val="28"/>
              </w:rPr>
              <w:t xml:space="preserve">Газопровод </w:t>
            </w:r>
          </w:p>
          <w:p w:rsidR="00D91137" w:rsidRPr="00224953" w:rsidRDefault="00D91137" w:rsidP="00360B17">
            <w:pPr>
              <w:ind w:firstLine="0"/>
              <w:jc w:val="left"/>
              <w:rPr>
                <w:szCs w:val="28"/>
              </w:rPr>
            </w:pPr>
            <w:r w:rsidRPr="00224953">
              <w:rPr>
                <w:szCs w:val="28"/>
              </w:rPr>
              <w:t>низкого давления по ул. Озерная</w:t>
            </w:r>
            <w:r w:rsidR="00360B17">
              <w:rPr>
                <w:szCs w:val="28"/>
              </w:rPr>
              <w:t>, д. </w:t>
            </w:r>
            <w:r w:rsidRPr="00224953">
              <w:rPr>
                <w:szCs w:val="28"/>
              </w:rPr>
              <w:t>37, 39, 41</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360B17">
            <w:pPr>
              <w:ind w:firstLine="0"/>
              <w:jc w:val="left"/>
              <w:rPr>
                <w:szCs w:val="28"/>
              </w:rPr>
            </w:pPr>
            <w:r w:rsidRPr="00224953">
              <w:rPr>
                <w:szCs w:val="28"/>
              </w:rPr>
              <w:t xml:space="preserve">Ярославская область, </w:t>
            </w:r>
            <w:r w:rsidR="00360B17">
              <w:rPr>
                <w:szCs w:val="28"/>
              </w:rPr>
              <w:br/>
            </w:r>
            <w:r w:rsidRPr="00224953">
              <w:rPr>
                <w:szCs w:val="28"/>
              </w:rPr>
              <w:t>г</w:t>
            </w:r>
            <w:r w:rsidR="00360B17">
              <w:rPr>
                <w:szCs w:val="28"/>
              </w:rPr>
              <w:t>. </w:t>
            </w:r>
            <w:r w:rsidRPr="00224953">
              <w:rPr>
                <w:szCs w:val="28"/>
              </w:rPr>
              <w:t>Переславль-Залесский,  ул. Озерная</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76:18:000000:695</w:t>
            </w:r>
          </w:p>
        </w:tc>
      </w:tr>
      <w:tr w:rsidR="00D91137" w:rsidRPr="00224953" w:rsidTr="00AF2142">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360B1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w:t>
            </w:r>
            <w:r w:rsidR="00360B17">
              <w:rPr>
                <w:szCs w:val="28"/>
              </w:rPr>
              <w:t xml:space="preserve">авления по ул. Ново-Плещеевская, д. </w:t>
            </w:r>
            <w:r w:rsidRPr="00224953">
              <w:rPr>
                <w:szCs w:val="28"/>
              </w:rPr>
              <w:t>8, 10, 12, 18, 20, 22, 24, 26, 4-й Плещеевский пер.</w:t>
            </w:r>
            <w:r w:rsidR="00360B17">
              <w:rPr>
                <w:szCs w:val="28"/>
              </w:rPr>
              <w:t>, д.</w:t>
            </w:r>
            <w:r w:rsidRPr="00224953">
              <w:rPr>
                <w:szCs w:val="28"/>
              </w:rPr>
              <w:t xml:space="preserve"> 1а, 2а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360B17">
            <w:pPr>
              <w:ind w:firstLine="0"/>
              <w:jc w:val="left"/>
              <w:rPr>
                <w:szCs w:val="28"/>
              </w:rPr>
            </w:pPr>
            <w:r w:rsidRPr="00224953">
              <w:rPr>
                <w:szCs w:val="28"/>
              </w:rPr>
              <w:t xml:space="preserve">Ярославская область, </w:t>
            </w:r>
            <w:r w:rsidR="00360B17">
              <w:rPr>
                <w:szCs w:val="28"/>
              </w:rPr>
              <w:br/>
            </w:r>
            <w:r w:rsidRPr="00224953">
              <w:rPr>
                <w:szCs w:val="28"/>
              </w:rPr>
              <w:t>г.</w:t>
            </w:r>
            <w:r w:rsidR="00360B17">
              <w:rPr>
                <w:szCs w:val="28"/>
              </w:rPr>
              <w:t xml:space="preserve"> </w:t>
            </w:r>
            <w:r w:rsidRPr="00224953">
              <w:rPr>
                <w:szCs w:val="28"/>
              </w:rPr>
              <w:t>Переславль-Залесский,  ул. Ново-Плещеевская</w:t>
            </w:r>
            <w:r w:rsidR="00360B17">
              <w:rPr>
                <w:szCs w:val="28"/>
              </w:rPr>
              <w:t>, д. </w:t>
            </w:r>
            <w:r w:rsidRPr="00224953">
              <w:rPr>
                <w:szCs w:val="28"/>
              </w:rPr>
              <w:t>8, 10, 12, 18, 20, 2</w:t>
            </w:r>
            <w:r w:rsidR="00360B17">
              <w:rPr>
                <w:szCs w:val="28"/>
              </w:rPr>
              <w:t xml:space="preserve">2, 24, 26, 4-й Плещеевский пер., д. </w:t>
            </w:r>
            <w:r w:rsidRPr="00224953">
              <w:rPr>
                <w:szCs w:val="28"/>
              </w:rPr>
              <w:t>1а, 2а</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76:18:000000:696</w:t>
            </w:r>
          </w:p>
        </w:tc>
      </w:tr>
      <w:tr w:rsidR="00D91137" w:rsidRPr="00224953" w:rsidTr="00AF214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129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Газоснабжение жилого дома №</w:t>
            </w:r>
            <w:r w:rsidR="00360B17">
              <w:rPr>
                <w:szCs w:val="28"/>
              </w:rPr>
              <w:t xml:space="preserve"> </w:t>
            </w:r>
            <w:r w:rsidRPr="00224953">
              <w:rPr>
                <w:szCs w:val="28"/>
              </w:rPr>
              <w:t>2 по пер. Фабричный г.</w:t>
            </w:r>
            <w:r w:rsidR="00360B17">
              <w:rPr>
                <w:szCs w:val="28"/>
              </w:rPr>
              <w:t xml:space="preserve"> </w:t>
            </w:r>
            <w:r w:rsidRPr="00224953">
              <w:rPr>
                <w:szCs w:val="28"/>
              </w:rPr>
              <w:t>Переславль</w:t>
            </w:r>
            <w:r w:rsidR="00360B17">
              <w:rPr>
                <w:szCs w:val="28"/>
              </w:rPr>
              <w:t>-Залесского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360B17"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360B17">
              <w:rPr>
                <w:szCs w:val="28"/>
              </w:rPr>
              <w:t xml:space="preserve"> </w:t>
            </w:r>
            <w:r w:rsidRPr="00224953">
              <w:rPr>
                <w:szCs w:val="28"/>
              </w:rPr>
              <w:t>Переславль-Залесский,  пер. Фабричный, д.</w:t>
            </w:r>
            <w:r w:rsidR="00AF2142">
              <w:rPr>
                <w:szCs w:val="28"/>
              </w:rPr>
              <w:t xml:space="preserve"> </w:t>
            </w:r>
            <w:r w:rsidRPr="00224953">
              <w:rPr>
                <w:szCs w:val="28"/>
              </w:rPr>
              <w:t>2</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76:18:000000:697</w:t>
            </w:r>
          </w:p>
        </w:tc>
      </w:tr>
      <w:tr w:rsidR="00D91137" w:rsidRPr="00224953" w:rsidTr="00E07E10">
        <w:trPr>
          <w:trHeight w:val="21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130</w:t>
            </w:r>
          </w:p>
        </w:tc>
        <w:tc>
          <w:tcPr>
            <w:tcW w:w="1289" w:type="pct"/>
            <w:tcBorders>
              <w:top w:val="single" w:sz="4" w:space="0" w:color="auto"/>
              <w:left w:val="nil"/>
              <w:bottom w:val="single" w:sz="4" w:space="0" w:color="auto"/>
              <w:right w:val="single" w:sz="4" w:space="0" w:color="auto"/>
            </w:tcBorders>
            <w:shd w:val="clear" w:color="auto" w:fill="auto"/>
            <w:hideMark/>
          </w:tcPr>
          <w:p w:rsidR="0016449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по ул. Найдышева, ул. Найдышева 1 проезд, </w:t>
            </w:r>
            <w:r w:rsidR="00164491">
              <w:rPr>
                <w:szCs w:val="28"/>
              </w:rPr>
              <w:br/>
              <w:t>ул. Найдышева 2 </w:t>
            </w:r>
            <w:r w:rsidRPr="00224953">
              <w:rPr>
                <w:szCs w:val="28"/>
              </w:rPr>
              <w:t>проезд, ул. Пио</w:t>
            </w:r>
            <w:r w:rsidR="00164491">
              <w:rPr>
                <w:szCs w:val="28"/>
              </w:rPr>
              <w:t>нерской, пер. Пионерскому, пер. </w:t>
            </w:r>
            <w:r w:rsidRPr="00224953">
              <w:rPr>
                <w:szCs w:val="28"/>
              </w:rPr>
              <w:t>Пионерский 1 проезд</w:t>
            </w:r>
            <w:r w:rsidR="00360B17">
              <w:rPr>
                <w:szCs w:val="28"/>
              </w:rPr>
              <w:t>, пер. Пионерский 2 проезд, ул. Озерной, пер. Неглинному, ул. </w:t>
            </w:r>
            <w:r w:rsidRPr="00224953">
              <w:rPr>
                <w:szCs w:val="28"/>
              </w:rPr>
              <w:t>Первомайской</w:t>
            </w:r>
          </w:p>
        </w:tc>
        <w:tc>
          <w:tcPr>
            <w:tcW w:w="1819" w:type="pct"/>
            <w:tcBorders>
              <w:top w:val="single" w:sz="4" w:space="0" w:color="auto"/>
              <w:left w:val="nil"/>
              <w:bottom w:val="single" w:sz="4" w:space="0" w:color="auto"/>
              <w:right w:val="single" w:sz="4" w:space="0" w:color="auto"/>
            </w:tcBorders>
            <w:shd w:val="clear" w:color="auto" w:fill="auto"/>
            <w:hideMark/>
          </w:tcPr>
          <w:p w:rsidR="00360B17" w:rsidRDefault="00D91137" w:rsidP="00D91137">
            <w:pPr>
              <w:ind w:firstLine="0"/>
              <w:jc w:val="left"/>
              <w:rPr>
                <w:szCs w:val="28"/>
              </w:rPr>
            </w:pPr>
            <w:r w:rsidRPr="00224953">
              <w:rPr>
                <w:szCs w:val="28"/>
              </w:rPr>
              <w:t xml:space="preserve">Ярославская область, </w:t>
            </w:r>
          </w:p>
          <w:p w:rsidR="00D91137" w:rsidRPr="00224953" w:rsidRDefault="00360B17" w:rsidP="00360B17">
            <w:pPr>
              <w:ind w:firstLine="0"/>
              <w:jc w:val="left"/>
              <w:rPr>
                <w:szCs w:val="28"/>
              </w:rPr>
            </w:pPr>
            <w:r>
              <w:rPr>
                <w:szCs w:val="28"/>
              </w:rPr>
              <w:t>г.</w:t>
            </w:r>
            <w:r w:rsidR="00D91137" w:rsidRPr="00224953">
              <w:rPr>
                <w:szCs w:val="28"/>
              </w:rPr>
              <w:t xml:space="preserve"> Переславль-Залесский, ул.</w:t>
            </w:r>
            <w:r>
              <w:rPr>
                <w:szCs w:val="28"/>
              </w:rPr>
              <w:t xml:space="preserve"> </w:t>
            </w:r>
            <w:r w:rsidR="00D91137" w:rsidRPr="00224953">
              <w:rPr>
                <w:szCs w:val="28"/>
              </w:rPr>
              <w:t>Найдышева, ул.</w:t>
            </w:r>
            <w:r>
              <w:rPr>
                <w:szCs w:val="28"/>
              </w:rPr>
              <w:t xml:space="preserve"> </w:t>
            </w:r>
            <w:r w:rsidR="00D91137" w:rsidRPr="00224953">
              <w:rPr>
                <w:szCs w:val="28"/>
              </w:rPr>
              <w:t>Найдышева 1 проезд, ул.</w:t>
            </w:r>
            <w:r>
              <w:rPr>
                <w:szCs w:val="28"/>
              </w:rPr>
              <w:t xml:space="preserve"> </w:t>
            </w:r>
            <w:r w:rsidR="00D91137" w:rsidRPr="00224953">
              <w:rPr>
                <w:szCs w:val="28"/>
              </w:rPr>
              <w:t>Найдышева 2 проезд, ул.</w:t>
            </w:r>
            <w:r>
              <w:rPr>
                <w:szCs w:val="28"/>
              </w:rPr>
              <w:t xml:space="preserve"> </w:t>
            </w:r>
            <w:r w:rsidR="00D91137" w:rsidRPr="00224953">
              <w:rPr>
                <w:szCs w:val="28"/>
              </w:rPr>
              <w:t>Пионерская, пер. Пионерский, пер.</w:t>
            </w:r>
            <w:r>
              <w:rPr>
                <w:szCs w:val="28"/>
              </w:rPr>
              <w:t> П</w:t>
            </w:r>
            <w:r w:rsidR="00D91137" w:rsidRPr="00224953">
              <w:rPr>
                <w:szCs w:val="28"/>
              </w:rPr>
              <w:t>ионерский 1 проезд, пер.</w:t>
            </w:r>
            <w:r>
              <w:rPr>
                <w:szCs w:val="28"/>
              </w:rPr>
              <w:t xml:space="preserve"> </w:t>
            </w:r>
            <w:r w:rsidR="00D91137" w:rsidRPr="00224953">
              <w:rPr>
                <w:szCs w:val="28"/>
              </w:rPr>
              <w:t>Пионерский 2 проезд, ул.</w:t>
            </w:r>
            <w:r>
              <w:rPr>
                <w:szCs w:val="28"/>
              </w:rPr>
              <w:t xml:space="preserve"> </w:t>
            </w:r>
            <w:r w:rsidR="00D91137" w:rsidRPr="00224953">
              <w:rPr>
                <w:szCs w:val="28"/>
              </w:rPr>
              <w:t>Озерная, пер.</w:t>
            </w:r>
            <w:r>
              <w:rPr>
                <w:szCs w:val="28"/>
              </w:rPr>
              <w:t xml:space="preserve"> </w:t>
            </w:r>
            <w:r w:rsidR="00D91137" w:rsidRPr="00224953">
              <w:rPr>
                <w:szCs w:val="28"/>
              </w:rPr>
              <w:t>Неглинный, ул.</w:t>
            </w:r>
            <w:r>
              <w:rPr>
                <w:szCs w:val="28"/>
              </w:rPr>
              <w:t xml:space="preserve"> </w:t>
            </w:r>
            <w:r w:rsidR="00D91137" w:rsidRPr="00224953">
              <w:rPr>
                <w:szCs w:val="28"/>
              </w:rPr>
              <w:t>Первомайская</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76:18:000000:700</w:t>
            </w:r>
          </w:p>
        </w:tc>
      </w:tr>
      <w:tr w:rsidR="00D91137" w:rsidRPr="00224953" w:rsidTr="00B771C2">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1C55C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от Новомирского переулка до дома </w:t>
            </w:r>
            <w:r w:rsidRPr="00224953">
              <w:rPr>
                <w:szCs w:val="28"/>
              </w:rPr>
              <w:lastRenderedPageBreak/>
              <w:t>№ 10 по ул.</w:t>
            </w:r>
            <w:r w:rsidR="001C55C3">
              <w:rPr>
                <w:szCs w:val="28"/>
              </w:rPr>
              <w:t xml:space="preserve"> </w:t>
            </w:r>
            <w:r w:rsidRPr="00224953">
              <w:rPr>
                <w:szCs w:val="28"/>
              </w:rPr>
              <w:t>Первомайской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lastRenderedPageBreak/>
              <w:t xml:space="preserve">Ярославская область, </w:t>
            </w:r>
            <w:r w:rsidR="001C55C3">
              <w:rPr>
                <w:szCs w:val="28"/>
              </w:rPr>
              <w:br/>
            </w:r>
            <w:r w:rsidRPr="00224953">
              <w:rPr>
                <w:szCs w:val="28"/>
              </w:rPr>
              <w:t>г.</w:t>
            </w:r>
            <w:r w:rsidR="001C55C3">
              <w:rPr>
                <w:szCs w:val="28"/>
              </w:rPr>
              <w:t xml:space="preserve"> </w:t>
            </w:r>
            <w:r w:rsidRPr="00224953">
              <w:rPr>
                <w:szCs w:val="28"/>
              </w:rPr>
              <w:t xml:space="preserve">Переславль-Залесский, от Новомирского переулка до дома № 10 </w:t>
            </w:r>
            <w:r w:rsidR="00AF2142">
              <w:rPr>
                <w:szCs w:val="28"/>
              </w:rPr>
              <w:br/>
            </w:r>
            <w:r w:rsidRPr="00224953">
              <w:rPr>
                <w:szCs w:val="28"/>
              </w:rPr>
              <w:t>по ул.</w:t>
            </w:r>
            <w:r w:rsidR="001C55C3">
              <w:rPr>
                <w:szCs w:val="28"/>
              </w:rPr>
              <w:t xml:space="preserve"> </w:t>
            </w:r>
            <w:r w:rsidRPr="00224953">
              <w:rPr>
                <w:szCs w:val="28"/>
              </w:rPr>
              <w:t>Первомайской</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76:18:000000:705</w:t>
            </w:r>
          </w:p>
        </w:tc>
      </w:tr>
      <w:tr w:rsidR="00D91137" w:rsidRPr="00224953" w:rsidTr="00E07E10">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132</w:t>
            </w:r>
          </w:p>
        </w:tc>
        <w:tc>
          <w:tcPr>
            <w:tcW w:w="1289" w:type="pct"/>
            <w:tcBorders>
              <w:top w:val="single" w:sz="4" w:space="0" w:color="auto"/>
              <w:left w:val="nil"/>
              <w:bottom w:val="single" w:sz="4" w:space="0" w:color="auto"/>
              <w:right w:val="single" w:sz="4" w:space="0" w:color="auto"/>
            </w:tcBorders>
            <w:shd w:val="clear" w:color="auto" w:fill="auto"/>
            <w:hideMark/>
          </w:tcPr>
          <w:p w:rsidR="001C55C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г. Переславль</w:t>
            </w:r>
            <w:r w:rsidR="001C55C3">
              <w:rPr>
                <w:szCs w:val="28"/>
              </w:rPr>
              <w:t>-Залесский</w:t>
            </w:r>
            <w:r w:rsidRPr="00224953">
              <w:rPr>
                <w:szCs w:val="28"/>
              </w:rPr>
              <w:t>, ул.</w:t>
            </w:r>
            <w:r w:rsidR="001C55C3">
              <w:rPr>
                <w:szCs w:val="28"/>
              </w:rPr>
              <w:t xml:space="preserve"> </w:t>
            </w:r>
            <w:r w:rsidRPr="00224953">
              <w:rPr>
                <w:szCs w:val="28"/>
              </w:rPr>
              <w:t xml:space="preserve">Комсомольская, Плановый проезд </w:t>
            </w:r>
          </w:p>
        </w:tc>
        <w:tc>
          <w:tcPr>
            <w:tcW w:w="1819" w:type="pct"/>
            <w:tcBorders>
              <w:top w:val="single" w:sz="4" w:space="0" w:color="auto"/>
              <w:left w:val="nil"/>
              <w:bottom w:val="single" w:sz="4" w:space="0" w:color="auto"/>
              <w:right w:val="single" w:sz="4" w:space="0" w:color="auto"/>
            </w:tcBorders>
            <w:shd w:val="clear" w:color="auto" w:fill="auto"/>
            <w:hideMark/>
          </w:tcPr>
          <w:p w:rsidR="001C55C3"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1C55C3">
              <w:rPr>
                <w:szCs w:val="28"/>
              </w:rPr>
              <w:t xml:space="preserve"> </w:t>
            </w:r>
            <w:r w:rsidRPr="00224953">
              <w:rPr>
                <w:szCs w:val="28"/>
              </w:rPr>
              <w:t>Переславль-Залесский, ул.</w:t>
            </w:r>
            <w:r w:rsidR="001C55C3">
              <w:rPr>
                <w:szCs w:val="28"/>
              </w:rPr>
              <w:t xml:space="preserve"> </w:t>
            </w:r>
            <w:r w:rsidRPr="00224953">
              <w:rPr>
                <w:szCs w:val="28"/>
              </w:rPr>
              <w:t xml:space="preserve">Комсомольская, </w:t>
            </w:r>
            <w:r w:rsidR="007109CE">
              <w:rPr>
                <w:szCs w:val="28"/>
              </w:rPr>
              <w:br/>
            </w:r>
            <w:r w:rsidRPr="00224953">
              <w:rPr>
                <w:szCs w:val="28"/>
              </w:rPr>
              <w:t xml:space="preserve">Плановый проезд </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76:18:000000:706</w:t>
            </w:r>
          </w:p>
        </w:tc>
      </w:tr>
      <w:tr w:rsidR="00D91137" w:rsidRPr="00224953" w:rsidTr="00386B88">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133</w:t>
            </w:r>
          </w:p>
        </w:tc>
        <w:tc>
          <w:tcPr>
            <w:tcW w:w="1289" w:type="pct"/>
            <w:tcBorders>
              <w:top w:val="nil"/>
              <w:left w:val="nil"/>
              <w:bottom w:val="single" w:sz="4" w:space="0" w:color="auto"/>
              <w:right w:val="single" w:sz="4" w:space="0" w:color="auto"/>
            </w:tcBorders>
            <w:shd w:val="clear" w:color="auto" w:fill="auto"/>
            <w:hideMark/>
          </w:tcPr>
          <w:p w:rsidR="007E1A5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г.</w:t>
            </w:r>
            <w:r w:rsidR="007E1A53">
              <w:rPr>
                <w:szCs w:val="28"/>
              </w:rPr>
              <w:t xml:space="preserve"> </w:t>
            </w:r>
            <w:r w:rsidRPr="00224953">
              <w:rPr>
                <w:szCs w:val="28"/>
              </w:rPr>
              <w:t>Переславль</w:t>
            </w:r>
            <w:r w:rsidR="007E1A53">
              <w:rPr>
                <w:szCs w:val="28"/>
              </w:rPr>
              <w:t xml:space="preserve">-Залесский, от точки </w:t>
            </w:r>
            <w:r w:rsidRPr="00224953">
              <w:rPr>
                <w:szCs w:val="28"/>
              </w:rPr>
              <w:t>врезки на ул</w:t>
            </w:r>
            <w:r w:rsidR="007E1A53">
              <w:rPr>
                <w:szCs w:val="28"/>
              </w:rPr>
              <w:t>.</w:t>
            </w:r>
            <w:r w:rsidRPr="00224953">
              <w:rPr>
                <w:szCs w:val="28"/>
              </w:rPr>
              <w:t xml:space="preserve"> Полевая до ул.</w:t>
            </w:r>
            <w:r w:rsidR="007E1A53">
              <w:rPr>
                <w:szCs w:val="28"/>
              </w:rPr>
              <w:t xml:space="preserve"> </w:t>
            </w:r>
            <w:r w:rsidRPr="00224953">
              <w:rPr>
                <w:szCs w:val="28"/>
              </w:rPr>
              <w:t>Озерная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E1A53">
            <w:pPr>
              <w:ind w:firstLine="0"/>
              <w:jc w:val="left"/>
              <w:rPr>
                <w:szCs w:val="28"/>
              </w:rPr>
            </w:pPr>
            <w:r w:rsidRPr="00224953">
              <w:rPr>
                <w:szCs w:val="28"/>
              </w:rPr>
              <w:t xml:space="preserve">Ярославская область, </w:t>
            </w:r>
            <w:r w:rsidR="007E1A53">
              <w:rPr>
                <w:szCs w:val="28"/>
              </w:rPr>
              <w:br/>
            </w:r>
            <w:r w:rsidRPr="00224953">
              <w:rPr>
                <w:szCs w:val="28"/>
              </w:rPr>
              <w:t>г.</w:t>
            </w:r>
            <w:r w:rsidR="007109CE">
              <w:rPr>
                <w:szCs w:val="28"/>
              </w:rPr>
              <w:t xml:space="preserve"> </w:t>
            </w:r>
            <w:r w:rsidRPr="00224953">
              <w:rPr>
                <w:szCs w:val="28"/>
              </w:rPr>
              <w:t>Переславль-Залесский,</w:t>
            </w:r>
            <w:r w:rsidR="007E1A53">
              <w:rPr>
                <w:szCs w:val="28"/>
              </w:rPr>
              <w:br/>
              <w:t>от точки</w:t>
            </w:r>
            <w:r w:rsidRPr="00224953">
              <w:rPr>
                <w:szCs w:val="28"/>
              </w:rPr>
              <w:t xml:space="preserve"> врезки на ул</w:t>
            </w:r>
            <w:r w:rsidR="007E1A53">
              <w:rPr>
                <w:szCs w:val="28"/>
              </w:rPr>
              <w:t>.</w:t>
            </w:r>
            <w:r w:rsidRPr="00224953">
              <w:rPr>
                <w:szCs w:val="28"/>
              </w:rPr>
              <w:t xml:space="preserve"> Полевая до ул.</w:t>
            </w:r>
            <w:r w:rsidR="007E1A53">
              <w:rPr>
                <w:szCs w:val="28"/>
              </w:rPr>
              <w:t xml:space="preserve"> </w:t>
            </w:r>
            <w:r w:rsidRPr="00224953">
              <w:rPr>
                <w:szCs w:val="28"/>
              </w:rPr>
              <w:t>Озерная</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76:18:000000:711</w:t>
            </w:r>
          </w:p>
        </w:tc>
      </w:tr>
      <w:tr w:rsidR="00D91137" w:rsidRPr="00224953" w:rsidTr="00386B88">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E1A5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высокого давления к котельной п.</w:t>
            </w:r>
            <w:r w:rsidR="007E1A53">
              <w:rPr>
                <w:szCs w:val="28"/>
              </w:rPr>
              <w:t> </w:t>
            </w:r>
            <w:r w:rsidRPr="00224953">
              <w:rPr>
                <w:szCs w:val="28"/>
              </w:rPr>
              <w:t>Сельхозтехника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7E1A53"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6C4F04">
              <w:rPr>
                <w:szCs w:val="28"/>
              </w:rPr>
              <w:t xml:space="preserve"> </w:t>
            </w:r>
            <w:r w:rsidRPr="00224953">
              <w:rPr>
                <w:szCs w:val="28"/>
              </w:rPr>
              <w:t xml:space="preserve">Переславль-Залесский </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76:18:000000:713</w:t>
            </w:r>
          </w:p>
        </w:tc>
      </w:tr>
      <w:tr w:rsidR="00D91137" w:rsidRPr="00224953" w:rsidTr="00386B88">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E1A5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пер. Новомирский</w:t>
            </w:r>
            <w:r w:rsidR="007E1A53">
              <w:rPr>
                <w:szCs w:val="28"/>
              </w:rPr>
              <w:t>, д.</w:t>
            </w:r>
            <w:r w:rsidRPr="00224953">
              <w:rPr>
                <w:szCs w:val="28"/>
              </w:rPr>
              <w:t xml:space="preserve"> 4, 6, 8, 10, 12, 14, 13, 15, 17</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7E1A53">
              <w:rPr>
                <w:szCs w:val="28"/>
              </w:rPr>
              <w:br/>
            </w:r>
            <w:r w:rsidRPr="00224953">
              <w:rPr>
                <w:szCs w:val="28"/>
              </w:rPr>
              <w:t>г.</w:t>
            </w:r>
            <w:r w:rsidR="007E1A53">
              <w:rPr>
                <w:szCs w:val="28"/>
              </w:rPr>
              <w:t xml:space="preserve"> </w:t>
            </w:r>
            <w:r w:rsidRPr="00224953">
              <w:rPr>
                <w:szCs w:val="28"/>
              </w:rPr>
              <w:t xml:space="preserve">Переславль-Залесский, пер. Новомирский </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76:18:000000:716</w:t>
            </w:r>
          </w:p>
        </w:tc>
      </w:tr>
      <w:tr w:rsidR="00D91137" w:rsidRPr="00224953" w:rsidTr="00B771C2">
        <w:trPr>
          <w:trHeight w:val="21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136</w:t>
            </w:r>
          </w:p>
        </w:tc>
        <w:tc>
          <w:tcPr>
            <w:tcW w:w="1289" w:type="pct"/>
            <w:tcBorders>
              <w:top w:val="single" w:sz="4" w:space="0" w:color="auto"/>
              <w:left w:val="nil"/>
              <w:bottom w:val="single" w:sz="4" w:space="0" w:color="auto"/>
              <w:right w:val="single" w:sz="4" w:space="0" w:color="auto"/>
            </w:tcBorders>
            <w:shd w:val="clear" w:color="auto" w:fill="auto"/>
            <w:hideMark/>
          </w:tcPr>
          <w:p w:rsidR="007E1A53" w:rsidRDefault="00D91137" w:rsidP="00D91137">
            <w:pPr>
              <w:ind w:firstLine="0"/>
              <w:jc w:val="left"/>
              <w:rPr>
                <w:szCs w:val="28"/>
              </w:rPr>
            </w:pPr>
            <w:r w:rsidRPr="00224953">
              <w:rPr>
                <w:szCs w:val="28"/>
              </w:rPr>
              <w:t xml:space="preserve">Газопровод </w:t>
            </w:r>
          </w:p>
          <w:p w:rsidR="00D91137" w:rsidRPr="00224953" w:rsidRDefault="007E1A53" w:rsidP="00D91137">
            <w:pPr>
              <w:ind w:firstLine="0"/>
              <w:jc w:val="left"/>
              <w:rPr>
                <w:szCs w:val="28"/>
              </w:rPr>
            </w:pPr>
            <w:r>
              <w:rPr>
                <w:szCs w:val="28"/>
              </w:rPr>
              <w:t>низкого давления по ул. Урицкого, д.</w:t>
            </w:r>
            <w:r w:rsidR="00D91137" w:rsidRPr="00224953">
              <w:rPr>
                <w:szCs w:val="28"/>
              </w:rPr>
              <w:t xml:space="preserve"> 16,</w:t>
            </w:r>
            <w:r>
              <w:rPr>
                <w:szCs w:val="28"/>
              </w:rPr>
              <w:t xml:space="preserve"> </w:t>
            </w:r>
            <w:r w:rsidR="00D91137" w:rsidRPr="00224953">
              <w:rPr>
                <w:szCs w:val="28"/>
              </w:rPr>
              <w:t>20,</w:t>
            </w:r>
            <w:r>
              <w:rPr>
                <w:szCs w:val="28"/>
              </w:rPr>
              <w:t xml:space="preserve"> </w:t>
            </w:r>
            <w:r w:rsidR="00D91137" w:rsidRPr="00224953">
              <w:rPr>
                <w:szCs w:val="28"/>
              </w:rPr>
              <w:t>22,</w:t>
            </w:r>
            <w:r>
              <w:rPr>
                <w:szCs w:val="28"/>
              </w:rPr>
              <w:t xml:space="preserve"> 22а,  пер. Трудовой, д. </w:t>
            </w:r>
            <w:r w:rsidR="00D91137" w:rsidRPr="00224953">
              <w:rPr>
                <w:szCs w:val="28"/>
              </w:rPr>
              <w:t>21,</w:t>
            </w:r>
            <w:r>
              <w:rPr>
                <w:szCs w:val="28"/>
              </w:rPr>
              <w:t xml:space="preserve"> </w:t>
            </w:r>
            <w:r w:rsidR="00D91137" w:rsidRPr="00224953">
              <w:rPr>
                <w:szCs w:val="28"/>
              </w:rPr>
              <w:t>23,</w:t>
            </w:r>
            <w:r>
              <w:rPr>
                <w:szCs w:val="28"/>
              </w:rPr>
              <w:t xml:space="preserve"> 25, ул. </w:t>
            </w:r>
            <w:r w:rsidR="00D91137" w:rsidRPr="00224953">
              <w:rPr>
                <w:szCs w:val="28"/>
              </w:rPr>
              <w:t>Калининская</w:t>
            </w:r>
            <w:r w:rsidR="006C4F04">
              <w:rPr>
                <w:szCs w:val="28"/>
              </w:rPr>
              <w:t>,</w:t>
            </w:r>
            <w:r w:rsidR="00D91137" w:rsidRPr="00224953">
              <w:rPr>
                <w:szCs w:val="28"/>
              </w:rPr>
              <w:t xml:space="preserve"> </w:t>
            </w:r>
            <w:r w:rsidR="006C4F04">
              <w:rPr>
                <w:szCs w:val="28"/>
              </w:rPr>
              <w:t xml:space="preserve">д. </w:t>
            </w:r>
            <w:r w:rsidR="00D91137" w:rsidRPr="00224953">
              <w:rPr>
                <w:szCs w:val="28"/>
              </w:rPr>
              <w:t>1а,</w:t>
            </w:r>
            <w:r w:rsidR="006C4F04">
              <w:rPr>
                <w:szCs w:val="28"/>
              </w:rPr>
              <w:t xml:space="preserve"> </w:t>
            </w:r>
            <w:r w:rsidR="00D91137" w:rsidRPr="00224953">
              <w:rPr>
                <w:szCs w:val="28"/>
              </w:rPr>
              <w:t>4,</w:t>
            </w:r>
            <w:r w:rsidR="006C4F04">
              <w:rPr>
                <w:szCs w:val="28"/>
              </w:rPr>
              <w:t xml:space="preserve"> </w:t>
            </w:r>
            <w:r w:rsidR="00D91137" w:rsidRPr="00224953">
              <w:rPr>
                <w:szCs w:val="28"/>
              </w:rPr>
              <w:t>7,</w:t>
            </w:r>
            <w:r w:rsidR="006C4F04">
              <w:rPr>
                <w:szCs w:val="28"/>
              </w:rPr>
              <w:t xml:space="preserve"> </w:t>
            </w:r>
            <w:r w:rsidR="00D91137" w:rsidRPr="00224953">
              <w:rPr>
                <w:szCs w:val="28"/>
              </w:rPr>
              <w:t>10,</w:t>
            </w:r>
            <w:r w:rsidR="006C4F04">
              <w:rPr>
                <w:szCs w:val="28"/>
              </w:rPr>
              <w:t xml:space="preserve"> </w:t>
            </w:r>
            <w:r w:rsidR="00D91137" w:rsidRPr="00224953">
              <w:rPr>
                <w:szCs w:val="28"/>
              </w:rPr>
              <w:t>11,</w:t>
            </w:r>
            <w:r w:rsidR="006C4F04">
              <w:rPr>
                <w:szCs w:val="28"/>
              </w:rPr>
              <w:t xml:space="preserve"> </w:t>
            </w:r>
            <w:r w:rsidR="00D91137" w:rsidRPr="00224953">
              <w:rPr>
                <w:szCs w:val="28"/>
              </w:rPr>
              <w:t>15а,</w:t>
            </w:r>
            <w:r w:rsidR="006C4F04">
              <w:rPr>
                <w:szCs w:val="28"/>
              </w:rPr>
              <w:t xml:space="preserve"> </w:t>
            </w:r>
            <w:r w:rsidR="00D91137" w:rsidRPr="00224953">
              <w:rPr>
                <w:szCs w:val="28"/>
              </w:rPr>
              <w:t>16,</w:t>
            </w:r>
            <w:r w:rsidR="006C4F04">
              <w:rPr>
                <w:szCs w:val="28"/>
              </w:rPr>
              <w:t xml:space="preserve"> </w:t>
            </w:r>
            <w:r w:rsidR="00D91137" w:rsidRPr="00224953">
              <w:rPr>
                <w:szCs w:val="28"/>
              </w:rPr>
              <w:t>17,</w:t>
            </w:r>
            <w:r w:rsidR="006C4F04">
              <w:rPr>
                <w:szCs w:val="28"/>
              </w:rPr>
              <w:t xml:space="preserve"> </w:t>
            </w:r>
            <w:r w:rsidR="00D91137" w:rsidRPr="00224953">
              <w:rPr>
                <w:szCs w:val="28"/>
              </w:rPr>
              <w:t>17а,</w:t>
            </w:r>
            <w:r w:rsidR="006C4F04">
              <w:rPr>
                <w:szCs w:val="28"/>
              </w:rPr>
              <w:t xml:space="preserve"> </w:t>
            </w:r>
            <w:r w:rsidR="00D91137" w:rsidRPr="00224953">
              <w:rPr>
                <w:szCs w:val="28"/>
              </w:rPr>
              <w:t>19,</w:t>
            </w:r>
            <w:r w:rsidR="006C4F04">
              <w:rPr>
                <w:szCs w:val="28"/>
              </w:rPr>
              <w:t xml:space="preserve"> </w:t>
            </w:r>
            <w:r w:rsidR="00D91137" w:rsidRPr="00224953">
              <w:rPr>
                <w:szCs w:val="28"/>
              </w:rPr>
              <w:t>37,</w:t>
            </w:r>
            <w:r w:rsidR="006C4F04">
              <w:rPr>
                <w:szCs w:val="28"/>
              </w:rPr>
              <w:t xml:space="preserve"> </w:t>
            </w:r>
            <w:r w:rsidR="00D91137" w:rsidRPr="00224953">
              <w:rPr>
                <w:szCs w:val="28"/>
              </w:rPr>
              <w:t>38,</w:t>
            </w:r>
            <w:r w:rsidR="006C4F04">
              <w:rPr>
                <w:szCs w:val="28"/>
              </w:rPr>
              <w:t xml:space="preserve"> </w:t>
            </w:r>
            <w:r w:rsidR="00D91137" w:rsidRPr="00224953">
              <w:rPr>
                <w:szCs w:val="28"/>
              </w:rPr>
              <w:t>39,</w:t>
            </w:r>
            <w:r w:rsidR="006C4F04">
              <w:rPr>
                <w:szCs w:val="28"/>
              </w:rPr>
              <w:t xml:space="preserve"> 43, ул. Кузнечная, д. </w:t>
            </w:r>
            <w:r w:rsidR="00D91137" w:rsidRPr="00224953">
              <w:rPr>
                <w:szCs w:val="28"/>
              </w:rPr>
              <w:t>20,</w:t>
            </w:r>
            <w:r w:rsidR="006C4F04">
              <w:rPr>
                <w:szCs w:val="28"/>
              </w:rPr>
              <w:t xml:space="preserve"> </w:t>
            </w:r>
            <w:r w:rsidR="00D91137" w:rsidRPr="00224953">
              <w:rPr>
                <w:szCs w:val="28"/>
              </w:rPr>
              <w:t>26,</w:t>
            </w:r>
            <w:r w:rsidR="006C4F04">
              <w:rPr>
                <w:szCs w:val="28"/>
              </w:rPr>
              <w:t xml:space="preserve"> </w:t>
            </w:r>
            <w:r w:rsidR="00D91137" w:rsidRPr="00224953">
              <w:rPr>
                <w:szCs w:val="28"/>
              </w:rPr>
              <w:t>28,</w:t>
            </w:r>
            <w:r w:rsidR="006C4F04">
              <w:rPr>
                <w:szCs w:val="28"/>
              </w:rPr>
              <w:t xml:space="preserve"> </w:t>
            </w:r>
            <w:r w:rsidR="00D91137" w:rsidRPr="00224953">
              <w:rPr>
                <w:szCs w:val="28"/>
              </w:rPr>
              <w:t>36,</w:t>
            </w:r>
            <w:r w:rsidR="006C4F04">
              <w:rPr>
                <w:szCs w:val="28"/>
              </w:rPr>
              <w:t xml:space="preserve"> </w:t>
            </w:r>
            <w:r w:rsidR="00D91137" w:rsidRPr="00224953">
              <w:rPr>
                <w:szCs w:val="28"/>
              </w:rPr>
              <w:t>38,</w:t>
            </w:r>
            <w:r w:rsidR="006C4F04">
              <w:rPr>
                <w:szCs w:val="28"/>
              </w:rPr>
              <w:t xml:space="preserve"> </w:t>
            </w:r>
            <w:r w:rsidR="00D91137" w:rsidRPr="00224953">
              <w:rPr>
                <w:szCs w:val="28"/>
              </w:rPr>
              <w:t>40,</w:t>
            </w:r>
            <w:r w:rsidR="006C4F04">
              <w:rPr>
                <w:szCs w:val="28"/>
              </w:rPr>
              <w:t xml:space="preserve"> </w:t>
            </w:r>
            <w:r w:rsidR="00D91137" w:rsidRPr="00224953">
              <w:rPr>
                <w:szCs w:val="28"/>
              </w:rPr>
              <w:t>42,</w:t>
            </w:r>
            <w:r w:rsidR="006C4F04">
              <w:rPr>
                <w:szCs w:val="28"/>
              </w:rPr>
              <w:t xml:space="preserve"> </w:t>
            </w:r>
            <w:r w:rsidR="00D91137" w:rsidRPr="00224953">
              <w:rPr>
                <w:szCs w:val="28"/>
              </w:rPr>
              <w:t>47,</w:t>
            </w:r>
            <w:r w:rsidR="006C4F04">
              <w:rPr>
                <w:szCs w:val="28"/>
              </w:rPr>
              <w:t xml:space="preserve"> </w:t>
            </w:r>
            <w:r w:rsidR="00D91137" w:rsidRPr="00224953">
              <w:rPr>
                <w:szCs w:val="28"/>
              </w:rPr>
              <w:t>53,</w:t>
            </w:r>
            <w:r w:rsidR="006C4F04">
              <w:rPr>
                <w:szCs w:val="28"/>
              </w:rPr>
              <w:t xml:space="preserve"> </w:t>
            </w:r>
            <w:r w:rsidR="00D91137" w:rsidRPr="00224953">
              <w:rPr>
                <w:szCs w:val="28"/>
              </w:rPr>
              <w:t>55,</w:t>
            </w:r>
            <w:r w:rsidR="006C4F04">
              <w:rPr>
                <w:szCs w:val="28"/>
              </w:rPr>
              <w:t xml:space="preserve"> </w:t>
            </w:r>
            <w:r w:rsidR="00D91137" w:rsidRPr="00224953">
              <w:rPr>
                <w:szCs w:val="28"/>
              </w:rPr>
              <w:t>57,</w:t>
            </w:r>
            <w:r w:rsidR="006C4F04">
              <w:rPr>
                <w:szCs w:val="28"/>
              </w:rPr>
              <w:t xml:space="preserve"> </w:t>
            </w:r>
            <w:r w:rsidR="00D91137" w:rsidRPr="00224953">
              <w:rPr>
                <w:szCs w:val="28"/>
              </w:rPr>
              <w:t>59,</w:t>
            </w:r>
            <w:r w:rsidR="006C4F04">
              <w:rPr>
                <w:szCs w:val="28"/>
              </w:rPr>
              <w:t xml:space="preserve"> </w:t>
            </w:r>
            <w:r w:rsidR="00D91137" w:rsidRPr="00224953">
              <w:rPr>
                <w:szCs w:val="28"/>
              </w:rPr>
              <w:t>61,</w:t>
            </w:r>
            <w:r w:rsidR="006C4F04">
              <w:rPr>
                <w:szCs w:val="28"/>
              </w:rPr>
              <w:t xml:space="preserve"> </w:t>
            </w:r>
            <w:r w:rsidR="00D91137" w:rsidRPr="00224953">
              <w:rPr>
                <w:szCs w:val="28"/>
              </w:rPr>
              <w:t>63а,</w:t>
            </w:r>
            <w:r w:rsidR="006C4F04">
              <w:rPr>
                <w:szCs w:val="28"/>
              </w:rPr>
              <w:t xml:space="preserve"> </w:t>
            </w:r>
            <w:r w:rsidR="00D91137" w:rsidRPr="00224953">
              <w:rPr>
                <w:szCs w:val="28"/>
              </w:rPr>
              <w:t>ул. Трудовая,</w:t>
            </w:r>
            <w:r w:rsidR="006C4F04">
              <w:rPr>
                <w:szCs w:val="28"/>
              </w:rPr>
              <w:t xml:space="preserve"> пер. </w:t>
            </w:r>
            <w:r w:rsidR="00D91137" w:rsidRPr="00224953">
              <w:rPr>
                <w:szCs w:val="28"/>
              </w:rPr>
              <w:t>Калининский</w:t>
            </w:r>
          </w:p>
        </w:tc>
        <w:tc>
          <w:tcPr>
            <w:tcW w:w="1819" w:type="pct"/>
            <w:tcBorders>
              <w:top w:val="single" w:sz="4" w:space="0" w:color="auto"/>
              <w:left w:val="nil"/>
              <w:bottom w:val="single" w:sz="4" w:space="0" w:color="auto"/>
              <w:right w:val="single" w:sz="4" w:space="0" w:color="auto"/>
            </w:tcBorders>
            <w:shd w:val="clear" w:color="auto" w:fill="auto"/>
            <w:hideMark/>
          </w:tcPr>
          <w:p w:rsidR="007E1A53"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7E1A53">
              <w:rPr>
                <w:szCs w:val="28"/>
              </w:rPr>
              <w:t xml:space="preserve"> </w:t>
            </w:r>
            <w:r w:rsidRPr="00224953">
              <w:rPr>
                <w:szCs w:val="28"/>
              </w:rPr>
              <w:t>Переславль-Залесский, ул. Урицкого, пер.</w:t>
            </w:r>
            <w:r w:rsidR="007E1A53">
              <w:rPr>
                <w:szCs w:val="28"/>
              </w:rPr>
              <w:t xml:space="preserve"> Трудовой, ул. Калининская, ул. </w:t>
            </w:r>
            <w:r w:rsidRPr="00224953">
              <w:rPr>
                <w:szCs w:val="28"/>
              </w:rPr>
              <w:t>Кузнечная,</w:t>
            </w:r>
            <w:r w:rsidR="007E1A53">
              <w:rPr>
                <w:szCs w:val="28"/>
              </w:rPr>
              <w:t xml:space="preserve"> </w:t>
            </w:r>
            <w:r w:rsidRPr="00224953">
              <w:rPr>
                <w:szCs w:val="28"/>
              </w:rPr>
              <w:t>ул. Трудовая,</w:t>
            </w:r>
            <w:r w:rsidR="007E1A53">
              <w:rPr>
                <w:szCs w:val="28"/>
              </w:rPr>
              <w:t xml:space="preserve"> </w:t>
            </w:r>
            <w:r w:rsidRPr="00224953">
              <w:rPr>
                <w:szCs w:val="28"/>
              </w:rPr>
              <w:t>пер. Калининский</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76:18:000000:718</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A062D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ул.</w:t>
            </w:r>
            <w:r w:rsidR="00A062D0">
              <w:rPr>
                <w:szCs w:val="28"/>
              </w:rPr>
              <w:t xml:space="preserve"> </w:t>
            </w:r>
            <w:r w:rsidRPr="00224953">
              <w:rPr>
                <w:szCs w:val="28"/>
              </w:rPr>
              <w:t xml:space="preserve">Кузнецова, </w:t>
            </w:r>
            <w:r w:rsidRPr="00224953">
              <w:rPr>
                <w:szCs w:val="28"/>
              </w:rPr>
              <w:lastRenderedPageBreak/>
              <w:t>ул.</w:t>
            </w:r>
            <w:r w:rsidR="00A062D0">
              <w:rPr>
                <w:szCs w:val="28"/>
              </w:rPr>
              <w:t xml:space="preserve"> </w:t>
            </w:r>
            <w:r w:rsidRPr="00224953">
              <w:rPr>
                <w:szCs w:val="28"/>
              </w:rPr>
              <w:t>Комсомольская, ул.</w:t>
            </w:r>
            <w:r w:rsidR="00A062D0">
              <w:rPr>
                <w:szCs w:val="28"/>
              </w:rPr>
              <w:t xml:space="preserve"> </w:t>
            </w:r>
            <w:r w:rsidRPr="00224953">
              <w:rPr>
                <w:szCs w:val="28"/>
              </w:rPr>
              <w:t>Ростовская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lastRenderedPageBreak/>
              <w:t xml:space="preserve">Ярославская область, </w:t>
            </w:r>
            <w:r w:rsidR="00A062D0">
              <w:rPr>
                <w:szCs w:val="28"/>
              </w:rPr>
              <w:br/>
            </w:r>
            <w:r w:rsidRPr="00224953">
              <w:rPr>
                <w:szCs w:val="28"/>
              </w:rPr>
              <w:t>г.</w:t>
            </w:r>
            <w:r w:rsidR="00A062D0">
              <w:rPr>
                <w:szCs w:val="28"/>
              </w:rPr>
              <w:t xml:space="preserve"> </w:t>
            </w:r>
            <w:r w:rsidRPr="00224953">
              <w:rPr>
                <w:szCs w:val="28"/>
              </w:rPr>
              <w:t>Переславль-Залесский, ул.</w:t>
            </w:r>
            <w:r w:rsidR="00A062D0">
              <w:rPr>
                <w:szCs w:val="28"/>
              </w:rPr>
              <w:t xml:space="preserve"> </w:t>
            </w:r>
            <w:r w:rsidRPr="00224953">
              <w:rPr>
                <w:szCs w:val="28"/>
              </w:rPr>
              <w:t>Кузнецова, ул.</w:t>
            </w:r>
            <w:r w:rsidR="00A062D0">
              <w:rPr>
                <w:szCs w:val="28"/>
              </w:rPr>
              <w:t xml:space="preserve"> </w:t>
            </w:r>
            <w:r w:rsidRPr="00224953">
              <w:rPr>
                <w:szCs w:val="28"/>
              </w:rPr>
              <w:t>Комсомольская, ул.</w:t>
            </w:r>
            <w:r w:rsidR="00A062D0">
              <w:rPr>
                <w:szCs w:val="28"/>
              </w:rPr>
              <w:t xml:space="preserve"> </w:t>
            </w:r>
            <w:r w:rsidRPr="00224953">
              <w:rPr>
                <w:szCs w:val="28"/>
              </w:rPr>
              <w:t>Ростовская</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76:18:000000:723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138</w:t>
            </w:r>
          </w:p>
        </w:tc>
        <w:tc>
          <w:tcPr>
            <w:tcW w:w="1289" w:type="pct"/>
            <w:tcBorders>
              <w:top w:val="single" w:sz="4" w:space="0" w:color="auto"/>
              <w:left w:val="nil"/>
              <w:bottom w:val="single" w:sz="4" w:space="0" w:color="auto"/>
              <w:right w:val="single" w:sz="4" w:space="0" w:color="auto"/>
            </w:tcBorders>
            <w:shd w:val="clear" w:color="auto" w:fill="auto"/>
            <w:hideMark/>
          </w:tcPr>
          <w:p w:rsidR="00A062D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w:t>
            </w:r>
            <w:r w:rsidR="00A062D0">
              <w:rPr>
                <w:szCs w:val="28"/>
              </w:rPr>
              <w:t>зкого давления к жилым домам п</w:t>
            </w:r>
            <w:r w:rsidRPr="00224953">
              <w:rPr>
                <w:szCs w:val="28"/>
              </w:rPr>
              <w:t>.</w:t>
            </w:r>
            <w:r w:rsidR="00A062D0">
              <w:rPr>
                <w:szCs w:val="28"/>
              </w:rPr>
              <w:t> </w:t>
            </w:r>
            <w:r w:rsidRPr="00224953">
              <w:rPr>
                <w:szCs w:val="28"/>
              </w:rPr>
              <w:t>Сельхозтехника</w:t>
            </w:r>
          </w:p>
        </w:tc>
        <w:tc>
          <w:tcPr>
            <w:tcW w:w="1819" w:type="pct"/>
            <w:tcBorders>
              <w:top w:val="single" w:sz="4" w:space="0" w:color="auto"/>
              <w:left w:val="nil"/>
              <w:bottom w:val="single" w:sz="4" w:space="0" w:color="auto"/>
              <w:right w:val="single" w:sz="4" w:space="0" w:color="auto"/>
            </w:tcBorders>
            <w:shd w:val="clear" w:color="auto" w:fill="auto"/>
            <w:hideMark/>
          </w:tcPr>
          <w:p w:rsidR="00A062D0" w:rsidRDefault="00D91137" w:rsidP="00D91137">
            <w:pPr>
              <w:ind w:firstLine="0"/>
              <w:jc w:val="left"/>
              <w:rPr>
                <w:szCs w:val="28"/>
              </w:rPr>
            </w:pPr>
            <w:r w:rsidRPr="00224953">
              <w:rPr>
                <w:szCs w:val="28"/>
              </w:rPr>
              <w:t xml:space="preserve">Ярославская область, </w:t>
            </w:r>
          </w:p>
          <w:p w:rsidR="00D91137" w:rsidRPr="00224953" w:rsidRDefault="00D91137" w:rsidP="00A062D0">
            <w:pPr>
              <w:ind w:firstLine="0"/>
              <w:jc w:val="left"/>
              <w:rPr>
                <w:szCs w:val="28"/>
              </w:rPr>
            </w:pPr>
            <w:r w:rsidRPr="00224953">
              <w:rPr>
                <w:szCs w:val="28"/>
              </w:rPr>
              <w:t>г.</w:t>
            </w:r>
            <w:r w:rsidR="00A062D0">
              <w:rPr>
                <w:szCs w:val="28"/>
              </w:rPr>
              <w:t xml:space="preserve"> </w:t>
            </w:r>
            <w:r w:rsidRPr="00224953">
              <w:rPr>
                <w:szCs w:val="28"/>
              </w:rPr>
              <w:t>Переславль-Залесский, п.</w:t>
            </w:r>
            <w:r w:rsidR="00A062D0">
              <w:rPr>
                <w:szCs w:val="28"/>
              </w:rPr>
              <w:t> </w:t>
            </w:r>
            <w:r w:rsidRPr="00224953">
              <w:rPr>
                <w:szCs w:val="28"/>
              </w:rPr>
              <w:t>Сельхозтехника</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76:18:000000:725</w:t>
            </w:r>
          </w:p>
        </w:tc>
      </w:tr>
      <w:tr w:rsidR="00D91137" w:rsidRPr="00224953" w:rsidTr="00386B88">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139</w:t>
            </w:r>
          </w:p>
        </w:tc>
        <w:tc>
          <w:tcPr>
            <w:tcW w:w="1289" w:type="pct"/>
            <w:tcBorders>
              <w:top w:val="nil"/>
              <w:left w:val="nil"/>
              <w:bottom w:val="single" w:sz="4" w:space="0" w:color="auto"/>
              <w:right w:val="single" w:sz="4" w:space="0" w:color="auto"/>
            </w:tcBorders>
            <w:shd w:val="clear" w:color="auto" w:fill="auto"/>
            <w:hideMark/>
          </w:tcPr>
          <w:p w:rsidR="00A062D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w:t>
            </w:r>
            <w:r w:rsidR="00A062D0">
              <w:rPr>
                <w:szCs w:val="28"/>
              </w:rPr>
              <w:t>зкого давления к жилым домам п</w:t>
            </w:r>
            <w:r w:rsidRPr="00224953">
              <w:rPr>
                <w:szCs w:val="28"/>
              </w:rPr>
              <w:t>.</w:t>
            </w:r>
            <w:r w:rsidR="00A062D0">
              <w:rPr>
                <w:szCs w:val="28"/>
              </w:rPr>
              <w:t> </w:t>
            </w:r>
            <w:r w:rsidRPr="00224953">
              <w:rPr>
                <w:szCs w:val="28"/>
              </w:rPr>
              <w:t xml:space="preserve">Сельхозтехника </w:t>
            </w:r>
          </w:p>
        </w:tc>
        <w:tc>
          <w:tcPr>
            <w:tcW w:w="1819" w:type="pct"/>
            <w:tcBorders>
              <w:top w:val="nil"/>
              <w:left w:val="nil"/>
              <w:bottom w:val="single" w:sz="4" w:space="0" w:color="auto"/>
              <w:right w:val="single" w:sz="4" w:space="0" w:color="auto"/>
            </w:tcBorders>
            <w:shd w:val="clear" w:color="auto" w:fill="auto"/>
            <w:hideMark/>
          </w:tcPr>
          <w:p w:rsidR="00A062D0" w:rsidRDefault="00D91137" w:rsidP="00D91137">
            <w:pPr>
              <w:ind w:firstLine="0"/>
              <w:jc w:val="left"/>
              <w:rPr>
                <w:szCs w:val="28"/>
              </w:rPr>
            </w:pPr>
            <w:r w:rsidRPr="00224953">
              <w:rPr>
                <w:szCs w:val="28"/>
              </w:rPr>
              <w:t xml:space="preserve">Ярославская область, </w:t>
            </w:r>
          </w:p>
          <w:p w:rsidR="00D91137" w:rsidRPr="00224953" w:rsidRDefault="00D91137" w:rsidP="00A062D0">
            <w:pPr>
              <w:ind w:firstLine="0"/>
              <w:jc w:val="left"/>
              <w:rPr>
                <w:szCs w:val="28"/>
              </w:rPr>
            </w:pPr>
            <w:r w:rsidRPr="00224953">
              <w:rPr>
                <w:szCs w:val="28"/>
              </w:rPr>
              <w:t>г.</w:t>
            </w:r>
            <w:r w:rsidR="00A062D0">
              <w:rPr>
                <w:szCs w:val="28"/>
              </w:rPr>
              <w:t xml:space="preserve"> </w:t>
            </w:r>
            <w:r w:rsidRPr="00224953">
              <w:rPr>
                <w:szCs w:val="28"/>
              </w:rPr>
              <w:t>Переславль-Залесский, п.</w:t>
            </w:r>
            <w:r w:rsidR="00A062D0">
              <w:rPr>
                <w:szCs w:val="28"/>
              </w:rPr>
              <w:t> </w:t>
            </w:r>
            <w:r w:rsidRPr="00224953">
              <w:rPr>
                <w:szCs w:val="28"/>
              </w:rPr>
              <w:t>Сельхозтехника</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76:18:000000:726</w:t>
            </w:r>
          </w:p>
        </w:tc>
      </w:tr>
      <w:tr w:rsidR="00D91137" w:rsidRPr="00224953" w:rsidTr="00386B88">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A062D0" w:rsidRDefault="00D91137" w:rsidP="00D91137">
            <w:pPr>
              <w:ind w:firstLine="0"/>
              <w:jc w:val="left"/>
              <w:rPr>
                <w:szCs w:val="28"/>
              </w:rPr>
            </w:pPr>
            <w:r w:rsidRPr="00224953">
              <w:rPr>
                <w:szCs w:val="28"/>
              </w:rPr>
              <w:t xml:space="preserve">Газопровод </w:t>
            </w:r>
          </w:p>
          <w:p w:rsidR="00D91137" w:rsidRPr="00224953" w:rsidRDefault="00A062D0" w:rsidP="00D91137">
            <w:pPr>
              <w:ind w:firstLine="0"/>
              <w:jc w:val="left"/>
              <w:rPr>
                <w:szCs w:val="28"/>
              </w:rPr>
            </w:pPr>
            <w:r>
              <w:rPr>
                <w:szCs w:val="28"/>
              </w:rPr>
              <w:t xml:space="preserve">высокого давления к </w:t>
            </w:r>
            <w:r w:rsidR="00D91137" w:rsidRPr="00224953">
              <w:rPr>
                <w:szCs w:val="28"/>
              </w:rPr>
              <w:t>котельной мкр.</w:t>
            </w:r>
            <w:r>
              <w:rPr>
                <w:szCs w:val="28"/>
              </w:rPr>
              <w:t xml:space="preserve"> </w:t>
            </w:r>
            <w:r w:rsidR="00D91137" w:rsidRPr="00224953">
              <w:rPr>
                <w:szCs w:val="28"/>
              </w:rPr>
              <w:t>Чкаловский в г.</w:t>
            </w:r>
            <w:r>
              <w:rPr>
                <w:szCs w:val="28"/>
              </w:rPr>
              <w:t xml:space="preserve"> </w:t>
            </w:r>
            <w:r w:rsidR="00D91137" w:rsidRPr="00224953">
              <w:rPr>
                <w:szCs w:val="28"/>
              </w:rPr>
              <w:t>Переславль-Залесский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A062D0"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A062D0">
              <w:rPr>
                <w:szCs w:val="28"/>
              </w:rPr>
              <w:t> </w:t>
            </w:r>
            <w:r w:rsidRPr="00224953">
              <w:rPr>
                <w:szCs w:val="28"/>
              </w:rPr>
              <w:t>Переславль-Залесский</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76:18:000000:730</w:t>
            </w:r>
          </w:p>
        </w:tc>
      </w:tr>
      <w:tr w:rsidR="00D91137" w:rsidRPr="00224953" w:rsidTr="00386B88">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газоснабжения по ул.</w:t>
            </w:r>
            <w:r w:rsidR="00A062D0">
              <w:rPr>
                <w:szCs w:val="28"/>
              </w:rPr>
              <w:t xml:space="preserve"> Южная, в том</w:t>
            </w:r>
            <w:r w:rsidRPr="00224953">
              <w:rPr>
                <w:szCs w:val="28"/>
              </w:rPr>
              <w:t xml:space="preserve"> числе: подземный газопровод высокого давления протяженностью 421,1 п.м, ШРП, подземный газопровод низкого давления протяженностью 966,9 п.м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A062D0"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A062D0">
              <w:rPr>
                <w:szCs w:val="28"/>
              </w:rPr>
              <w:t> </w:t>
            </w:r>
            <w:r w:rsidRPr="00224953">
              <w:rPr>
                <w:szCs w:val="28"/>
              </w:rPr>
              <w:t>Переславль-Залесский, ул.</w:t>
            </w:r>
            <w:r w:rsidR="00A062D0">
              <w:rPr>
                <w:szCs w:val="28"/>
              </w:rPr>
              <w:t xml:space="preserve"> </w:t>
            </w:r>
            <w:r w:rsidRPr="00224953">
              <w:rPr>
                <w:szCs w:val="28"/>
              </w:rPr>
              <w:t xml:space="preserve">Южная </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76:18:000000:743</w:t>
            </w:r>
          </w:p>
        </w:tc>
      </w:tr>
      <w:tr w:rsidR="00D91137" w:rsidRPr="00224953" w:rsidTr="00F41344">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142</w:t>
            </w:r>
          </w:p>
        </w:tc>
        <w:tc>
          <w:tcPr>
            <w:tcW w:w="1289" w:type="pct"/>
            <w:tcBorders>
              <w:top w:val="single" w:sz="4" w:space="0" w:color="auto"/>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Газопровод </w:t>
            </w:r>
          </w:p>
          <w:p w:rsidR="00D91137" w:rsidRPr="00224953" w:rsidRDefault="00D91137" w:rsidP="00851CA9">
            <w:pPr>
              <w:ind w:firstLine="0"/>
              <w:jc w:val="left"/>
              <w:rPr>
                <w:szCs w:val="28"/>
              </w:rPr>
            </w:pPr>
            <w:r w:rsidRPr="00224953">
              <w:rPr>
                <w:szCs w:val="28"/>
              </w:rPr>
              <w:t>высокого давления от пер.</w:t>
            </w:r>
            <w:r w:rsidR="00851CA9">
              <w:rPr>
                <w:szCs w:val="28"/>
              </w:rPr>
              <w:t xml:space="preserve"> </w:t>
            </w:r>
            <w:r w:rsidRPr="00224953">
              <w:rPr>
                <w:szCs w:val="28"/>
              </w:rPr>
              <w:t>Ветеринарного до пер.</w:t>
            </w:r>
            <w:r w:rsidR="00851CA9">
              <w:rPr>
                <w:szCs w:val="28"/>
              </w:rPr>
              <w:t> </w:t>
            </w:r>
            <w:r w:rsidRPr="00224953">
              <w:rPr>
                <w:szCs w:val="28"/>
              </w:rPr>
              <w:t>Призывного с ШРП</w:t>
            </w:r>
          </w:p>
        </w:tc>
        <w:tc>
          <w:tcPr>
            <w:tcW w:w="1819" w:type="pct"/>
            <w:tcBorders>
              <w:top w:val="single" w:sz="4" w:space="0" w:color="auto"/>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851CA9">
              <w:rPr>
                <w:szCs w:val="28"/>
              </w:rPr>
              <w:t> </w:t>
            </w:r>
            <w:r w:rsidRPr="00224953">
              <w:rPr>
                <w:szCs w:val="28"/>
              </w:rPr>
              <w:t>Переславль-Залесский</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76:18:000000:744</w:t>
            </w:r>
          </w:p>
        </w:tc>
      </w:tr>
      <w:tr w:rsidR="00D91137" w:rsidRPr="00224953" w:rsidTr="00B771C2">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143</w:t>
            </w:r>
          </w:p>
        </w:tc>
        <w:tc>
          <w:tcPr>
            <w:tcW w:w="1289" w:type="pct"/>
            <w:tcBorders>
              <w:top w:val="nil"/>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Подземный </w:t>
            </w:r>
          </w:p>
          <w:p w:rsidR="00D91137" w:rsidRPr="00224953" w:rsidRDefault="00D91137" w:rsidP="00D91137">
            <w:pPr>
              <w:ind w:firstLine="0"/>
              <w:jc w:val="left"/>
              <w:rPr>
                <w:szCs w:val="28"/>
              </w:rPr>
            </w:pPr>
            <w:r w:rsidRPr="00224953">
              <w:rPr>
                <w:szCs w:val="28"/>
              </w:rPr>
              <w:t>газопровод высокого давления</w:t>
            </w:r>
          </w:p>
        </w:tc>
        <w:tc>
          <w:tcPr>
            <w:tcW w:w="1819" w:type="pct"/>
            <w:tcBorders>
              <w:top w:val="nil"/>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 Переславль-Залесский, ГР</w:t>
            </w:r>
            <w:r w:rsidR="00851CA9">
              <w:rPr>
                <w:szCs w:val="28"/>
              </w:rPr>
              <w:t>П-2 до врезки на котельную ОАО «Компания Славич»</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76:18:010101:3646</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144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Газовые сети </w:t>
            </w:r>
          </w:p>
          <w:p w:rsidR="00D91137" w:rsidRPr="00224953" w:rsidRDefault="00D91137" w:rsidP="00D91137">
            <w:pPr>
              <w:ind w:firstLine="0"/>
              <w:jc w:val="left"/>
              <w:rPr>
                <w:szCs w:val="28"/>
              </w:rPr>
            </w:pPr>
            <w:r w:rsidRPr="00224953">
              <w:rPr>
                <w:szCs w:val="28"/>
              </w:rPr>
              <w:t xml:space="preserve">низкого давления от ГРП-2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851CA9">
              <w:rPr>
                <w:szCs w:val="28"/>
              </w:rPr>
              <w:t> </w:t>
            </w:r>
            <w:r w:rsidRPr="00224953">
              <w:rPr>
                <w:szCs w:val="28"/>
              </w:rPr>
              <w:t>Переславль-Залесский,  ул. Строителей, возле дома №</w:t>
            </w:r>
            <w:r w:rsidR="00851CA9">
              <w:rPr>
                <w:szCs w:val="28"/>
              </w:rPr>
              <w:t xml:space="preserve"> </w:t>
            </w:r>
            <w:r w:rsidRPr="00224953">
              <w:rPr>
                <w:szCs w:val="28"/>
              </w:rPr>
              <w:t xml:space="preserve">22 </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76:18:010101:3752</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145</w:t>
            </w:r>
          </w:p>
        </w:tc>
        <w:tc>
          <w:tcPr>
            <w:tcW w:w="1289" w:type="pct"/>
            <w:tcBorders>
              <w:top w:val="single" w:sz="4" w:space="0" w:color="auto"/>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ул. Комсомольская</w:t>
            </w:r>
            <w:r w:rsidR="00851CA9">
              <w:rPr>
                <w:szCs w:val="28"/>
              </w:rPr>
              <w:t>, д.</w:t>
            </w:r>
            <w:r w:rsidRPr="00224953">
              <w:rPr>
                <w:szCs w:val="28"/>
              </w:rPr>
              <w:t xml:space="preserve"> 51, 53, 55,</w:t>
            </w:r>
            <w:r w:rsidR="00851CA9">
              <w:rPr>
                <w:szCs w:val="28"/>
              </w:rPr>
              <w:t xml:space="preserve"> </w:t>
            </w:r>
            <w:r w:rsidRPr="00224953">
              <w:rPr>
                <w:szCs w:val="28"/>
              </w:rPr>
              <w:t>57, 59</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851CA9">
              <w:rPr>
                <w:szCs w:val="28"/>
              </w:rPr>
              <w:br/>
            </w:r>
            <w:r w:rsidRPr="00224953">
              <w:rPr>
                <w:szCs w:val="28"/>
              </w:rPr>
              <w:t>г.</w:t>
            </w:r>
            <w:r w:rsidR="00851CA9">
              <w:rPr>
                <w:szCs w:val="28"/>
              </w:rPr>
              <w:t> </w:t>
            </w:r>
            <w:r w:rsidRPr="00224953">
              <w:rPr>
                <w:szCs w:val="28"/>
              </w:rPr>
              <w:t>Переславль-Залесский, ул. Комсомольская</w:t>
            </w:r>
            <w:r w:rsidR="00851CA9">
              <w:rPr>
                <w:szCs w:val="28"/>
              </w:rPr>
              <w:t>,</w:t>
            </w:r>
            <w:r w:rsidRPr="00224953">
              <w:rPr>
                <w:szCs w:val="28"/>
              </w:rPr>
              <w:t xml:space="preserve"> д. 51, 53, 55,</w:t>
            </w:r>
            <w:r w:rsidR="00851CA9">
              <w:rPr>
                <w:szCs w:val="28"/>
              </w:rPr>
              <w:t xml:space="preserve"> </w:t>
            </w:r>
            <w:r w:rsidRPr="00224953">
              <w:rPr>
                <w:szCs w:val="28"/>
              </w:rPr>
              <w:t>57, 59</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76:18:010107:98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146</w:t>
            </w:r>
          </w:p>
        </w:tc>
        <w:tc>
          <w:tcPr>
            <w:tcW w:w="1289" w:type="pct"/>
            <w:tcBorders>
              <w:top w:val="nil"/>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ул.</w:t>
            </w:r>
            <w:r w:rsidR="00851CA9">
              <w:rPr>
                <w:szCs w:val="28"/>
              </w:rPr>
              <w:t xml:space="preserve"> </w:t>
            </w:r>
            <w:r w:rsidRPr="00224953">
              <w:rPr>
                <w:szCs w:val="28"/>
              </w:rPr>
              <w:t>Пионерская, д.</w:t>
            </w:r>
            <w:r w:rsidR="00851CA9">
              <w:rPr>
                <w:szCs w:val="28"/>
              </w:rPr>
              <w:t xml:space="preserve"> </w:t>
            </w:r>
            <w:r w:rsidRPr="00224953">
              <w:rPr>
                <w:szCs w:val="28"/>
              </w:rPr>
              <w:t>20</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851CA9">
              <w:rPr>
                <w:szCs w:val="28"/>
              </w:rPr>
              <w:br/>
            </w:r>
            <w:r w:rsidRPr="00224953">
              <w:rPr>
                <w:szCs w:val="28"/>
              </w:rPr>
              <w:t>г.</w:t>
            </w:r>
            <w:r w:rsidR="00851CA9">
              <w:rPr>
                <w:szCs w:val="28"/>
              </w:rPr>
              <w:t> </w:t>
            </w:r>
            <w:r w:rsidRPr="00224953">
              <w:rPr>
                <w:szCs w:val="28"/>
              </w:rPr>
              <w:t>Переславль-Залесский, ул.</w:t>
            </w:r>
            <w:r w:rsidR="00851CA9">
              <w:rPr>
                <w:szCs w:val="28"/>
              </w:rPr>
              <w:t xml:space="preserve"> </w:t>
            </w:r>
            <w:r w:rsidRPr="00224953">
              <w:rPr>
                <w:szCs w:val="28"/>
              </w:rPr>
              <w:t>Пионерская, д.</w:t>
            </w:r>
            <w:r w:rsidR="00851CA9">
              <w:rPr>
                <w:szCs w:val="28"/>
              </w:rPr>
              <w:t xml:space="preserve"> </w:t>
            </w:r>
            <w:r w:rsidRPr="00224953">
              <w:rPr>
                <w:szCs w:val="28"/>
              </w:rPr>
              <w:t>20</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76:18:010119:82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147</w:t>
            </w:r>
          </w:p>
        </w:tc>
        <w:tc>
          <w:tcPr>
            <w:tcW w:w="1289" w:type="pct"/>
            <w:tcBorders>
              <w:top w:val="nil"/>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ул. Найдышева, 1 проезд, д.</w:t>
            </w:r>
            <w:r w:rsidR="00851CA9">
              <w:rPr>
                <w:szCs w:val="28"/>
              </w:rPr>
              <w:t> </w:t>
            </w:r>
            <w:r w:rsidRPr="00224953">
              <w:rPr>
                <w:szCs w:val="28"/>
              </w:rPr>
              <w:t>52</w:t>
            </w:r>
          </w:p>
        </w:tc>
        <w:tc>
          <w:tcPr>
            <w:tcW w:w="1819" w:type="pct"/>
            <w:tcBorders>
              <w:top w:val="nil"/>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851CA9">
              <w:rPr>
                <w:szCs w:val="28"/>
              </w:rPr>
              <w:t> </w:t>
            </w:r>
            <w:r w:rsidRPr="00224953">
              <w:rPr>
                <w:szCs w:val="28"/>
              </w:rPr>
              <w:t>Переславль-Залесский, ул. Найдышева, 1 проезд, д.</w:t>
            </w:r>
            <w:r w:rsidR="00851CA9">
              <w:rPr>
                <w:szCs w:val="28"/>
              </w:rPr>
              <w:t> </w:t>
            </w:r>
            <w:r w:rsidRPr="00224953">
              <w:rPr>
                <w:szCs w:val="28"/>
              </w:rPr>
              <w:t>52</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76:18:010125:14</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ул. Кузнецова</w:t>
            </w:r>
            <w:r w:rsidR="00851CA9">
              <w:rPr>
                <w:szCs w:val="28"/>
              </w:rPr>
              <w:t>, д.</w:t>
            </w:r>
            <w:r w:rsidRPr="00224953">
              <w:rPr>
                <w:szCs w:val="28"/>
              </w:rPr>
              <w:t xml:space="preserve"> 42,</w:t>
            </w:r>
            <w:r w:rsidR="00851CA9">
              <w:rPr>
                <w:szCs w:val="28"/>
              </w:rPr>
              <w:t xml:space="preserve"> </w:t>
            </w:r>
            <w:r w:rsidRPr="00224953">
              <w:rPr>
                <w:szCs w:val="28"/>
              </w:rPr>
              <w:t>48 и ул.</w:t>
            </w:r>
            <w:r w:rsidR="00851CA9">
              <w:rPr>
                <w:szCs w:val="28"/>
              </w:rPr>
              <w:t> </w:t>
            </w:r>
            <w:r w:rsidRPr="00224953">
              <w:rPr>
                <w:szCs w:val="28"/>
              </w:rPr>
              <w:t>Найдышева</w:t>
            </w:r>
            <w:r w:rsidR="00851CA9">
              <w:rPr>
                <w:szCs w:val="28"/>
              </w:rPr>
              <w:t>, д. </w:t>
            </w:r>
            <w:r w:rsidRPr="00224953">
              <w:rPr>
                <w:szCs w:val="28"/>
              </w:rPr>
              <w:t>18,</w:t>
            </w:r>
            <w:r w:rsidR="00851CA9">
              <w:rPr>
                <w:szCs w:val="28"/>
              </w:rPr>
              <w:t xml:space="preserve"> </w:t>
            </w:r>
            <w:r w:rsidRPr="00224953">
              <w:rPr>
                <w:szCs w:val="28"/>
              </w:rPr>
              <w:t>20</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851CA9">
              <w:rPr>
                <w:szCs w:val="28"/>
              </w:rPr>
              <w:br/>
            </w:r>
            <w:r w:rsidRPr="00224953">
              <w:rPr>
                <w:szCs w:val="28"/>
              </w:rPr>
              <w:t>г.</w:t>
            </w:r>
            <w:r w:rsidR="00851CA9">
              <w:rPr>
                <w:szCs w:val="28"/>
              </w:rPr>
              <w:t> </w:t>
            </w:r>
            <w:r w:rsidRPr="00224953">
              <w:rPr>
                <w:szCs w:val="28"/>
              </w:rPr>
              <w:t>Пересл</w:t>
            </w:r>
            <w:r w:rsidR="00851CA9">
              <w:rPr>
                <w:szCs w:val="28"/>
              </w:rPr>
              <w:t xml:space="preserve">авль-Залесский, ул. Кузнецова, </w:t>
            </w:r>
            <w:r w:rsidRPr="00224953">
              <w:rPr>
                <w:szCs w:val="28"/>
              </w:rPr>
              <w:t>ул.</w:t>
            </w:r>
            <w:r w:rsidR="00851CA9">
              <w:rPr>
                <w:szCs w:val="28"/>
              </w:rPr>
              <w:t> </w:t>
            </w:r>
            <w:r w:rsidRPr="00224953">
              <w:rPr>
                <w:szCs w:val="28"/>
              </w:rPr>
              <w:t xml:space="preserve">Найдышева </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76:18:010134:29</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149</w:t>
            </w:r>
          </w:p>
        </w:tc>
        <w:tc>
          <w:tcPr>
            <w:tcW w:w="1289" w:type="pct"/>
            <w:tcBorders>
              <w:top w:val="single" w:sz="4" w:space="0" w:color="auto"/>
              <w:left w:val="nil"/>
              <w:bottom w:val="single" w:sz="4" w:space="0" w:color="auto"/>
              <w:right w:val="single" w:sz="4" w:space="0" w:color="auto"/>
            </w:tcBorders>
            <w:shd w:val="clear" w:color="auto" w:fill="auto"/>
            <w:hideMark/>
          </w:tcPr>
          <w:p w:rsidR="00851CA9" w:rsidRDefault="00D91137" w:rsidP="00D91137">
            <w:pPr>
              <w:ind w:firstLine="0"/>
              <w:jc w:val="left"/>
              <w:rPr>
                <w:szCs w:val="28"/>
              </w:rPr>
            </w:pPr>
            <w:r w:rsidRPr="00224953">
              <w:rPr>
                <w:szCs w:val="28"/>
              </w:rPr>
              <w:t xml:space="preserve">Газопровод </w:t>
            </w:r>
          </w:p>
          <w:p w:rsidR="00D91137" w:rsidRPr="00224953" w:rsidRDefault="00D91137" w:rsidP="00851CA9">
            <w:pPr>
              <w:ind w:firstLine="0"/>
              <w:jc w:val="left"/>
              <w:rPr>
                <w:szCs w:val="28"/>
              </w:rPr>
            </w:pPr>
            <w:r w:rsidRPr="00224953">
              <w:rPr>
                <w:szCs w:val="28"/>
              </w:rPr>
              <w:t>низкого давления по ул. Озерная</w:t>
            </w:r>
            <w:r w:rsidR="00851CA9">
              <w:rPr>
                <w:szCs w:val="28"/>
              </w:rPr>
              <w:t>, д. 29, 31, 35, ул. </w:t>
            </w:r>
            <w:r w:rsidRPr="00224953">
              <w:rPr>
                <w:szCs w:val="28"/>
              </w:rPr>
              <w:t>Первомайская</w:t>
            </w:r>
            <w:r w:rsidR="00851CA9">
              <w:rPr>
                <w:szCs w:val="28"/>
              </w:rPr>
              <w:t>, д.</w:t>
            </w:r>
            <w:r w:rsidRPr="00224953">
              <w:rPr>
                <w:szCs w:val="28"/>
              </w:rPr>
              <w:t xml:space="preserve"> 29а</w:t>
            </w:r>
          </w:p>
        </w:tc>
        <w:tc>
          <w:tcPr>
            <w:tcW w:w="1819" w:type="pct"/>
            <w:tcBorders>
              <w:top w:val="single" w:sz="4" w:space="0" w:color="auto"/>
              <w:left w:val="nil"/>
              <w:bottom w:val="single" w:sz="4" w:space="0" w:color="auto"/>
              <w:right w:val="single" w:sz="4" w:space="0" w:color="auto"/>
            </w:tcBorders>
            <w:shd w:val="clear" w:color="auto" w:fill="auto"/>
            <w:hideMark/>
          </w:tcPr>
          <w:p w:rsidR="00E334B6"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E334B6">
              <w:rPr>
                <w:szCs w:val="28"/>
              </w:rPr>
              <w:t> </w:t>
            </w:r>
            <w:r w:rsidRPr="00224953">
              <w:rPr>
                <w:szCs w:val="28"/>
              </w:rPr>
              <w:t>Переславль-Залесский,  ул. Озерная, ул.</w:t>
            </w:r>
            <w:r w:rsidR="00E334B6">
              <w:rPr>
                <w:szCs w:val="28"/>
              </w:rPr>
              <w:t xml:space="preserve"> </w:t>
            </w:r>
            <w:r w:rsidRPr="00224953">
              <w:rPr>
                <w:szCs w:val="28"/>
              </w:rPr>
              <w:t xml:space="preserve">Первомайская </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76:18:010137:32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E334B6">
            <w:pPr>
              <w:ind w:firstLine="0"/>
              <w:jc w:val="left"/>
              <w:rPr>
                <w:szCs w:val="28"/>
              </w:rPr>
            </w:pPr>
            <w:r w:rsidRPr="00224953">
              <w:rPr>
                <w:szCs w:val="28"/>
              </w:rPr>
              <w:t xml:space="preserve">Нежилое здание ГРП-1, </w:t>
            </w:r>
            <w:r w:rsidR="00E334B6">
              <w:rPr>
                <w:szCs w:val="28"/>
              </w:rPr>
              <w:br/>
              <w:t>общая площадь 33,9 кв.м</w:t>
            </w:r>
            <w:r w:rsidRPr="00224953">
              <w:rPr>
                <w:szCs w:val="28"/>
              </w:rPr>
              <w:t>, 1-этажное</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E334B6">
              <w:rPr>
                <w:szCs w:val="28"/>
              </w:rPr>
              <w:br/>
            </w:r>
            <w:r w:rsidRPr="00224953">
              <w:rPr>
                <w:szCs w:val="28"/>
              </w:rPr>
              <w:t>г.</w:t>
            </w:r>
            <w:r w:rsidR="00E334B6">
              <w:rPr>
                <w:szCs w:val="28"/>
              </w:rPr>
              <w:t> </w:t>
            </w:r>
            <w:r w:rsidRPr="00224953">
              <w:rPr>
                <w:szCs w:val="28"/>
              </w:rPr>
              <w:t>Переславль-Залесский, ул. Кузнецова, возле д. 42</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76:18:010138:96</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151</w:t>
            </w:r>
          </w:p>
        </w:tc>
        <w:tc>
          <w:tcPr>
            <w:tcW w:w="1289" w:type="pct"/>
            <w:tcBorders>
              <w:top w:val="nil"/>
              <w:left w:val="nil"/>
              <w:bottom w:val="single" w:sz="4" w:space="0" w:color="auto"/>
              <w:right w:val="single" w:sz="4" w:space="0" w:color="auto"/>
            </w:tcBorders>
            <w:shd w:val="clear" w:color="auto" w:fill="auto"/>
            <w:hideMark/>
          </w:tcPr>
          <w:p w:rsidR="00E334B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к жилому дому </w:t>
            </w:r>
            <w:r w:rsidR="00E334B6">
              <w:rPr>
                <w:szCs w:val="28"/>
              </w:rPr>
              <w:br/>
            </w:r>
            <w:r w:rsidRPr="00224953">
              <w:rPr>
                <w:szCs w:val="28"/>
              </w:rPr>
              <w:t>№ 11 по ул.</w:t>
            </w:r>
            <w:r w:rsidR="00E334B6">
              <w:rPr>
                <w:szCs w:val="28"/>
              </w:rPr>
              <w:t xml:space="preserve"> </w:t>
            </w:r>
            <w:r w:rsidRPr="00224953">
              <w:rPr>
                <w:szCs w:val="28"/>
              </w:rPr>
              <w:t>Пионерская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E334B6">
              <w:rPr>
                <w:szCs w:val="28"/>
              </w:rPr>
              <w:br/>
            </w:r>
            <w:r w:rsidRPr="00224953">
              <w:rPr>
                <w:szCs w:val="28"/>
              </w:rPr>
              <w:t>г.</w:t>
            </w:r>
            <w:r w:rsidR="00E334B6">
              <w:rPr>
                <w:szCs w:val="28"/>
              </w:rPr>
              <w:t xml:space="preserve"> Переславль-Залесский, </w:t>
            </w:r>
            <w:r w:rsidRPr="00224953">
              <w:rPr>
                <w:szCs w:val="28"/>
              </w:rPr>
              <w:t>ул.</w:t>
            </w:r>
            <w:r w:rsidR="00E334B6">
              <w:rPr>
                <w:szCs w:val="28"/>
              </w:rPr>
              <w:t> </w:t>
            </w:r>
            <w:r w:rsidRPr="00224953">
              <w:rPr>
                <w:szCs w:val="28"/>
              </w:rPr>
              <w:t xml:space="preserve">Пионерская, к жилому дому № 11 </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76:18:010139:24</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152</w:t>
            </w:r>
          </w:p>
        </w:tc>
        <w:tc>
          <w:tcPr>
            <w:tcW w:w="1289" w:type="pct"/>
            <w:tcBorders>
              <w:top w:val="nil"/>
              <w:left w:val="nil"/>
              <w:bottom w:val="single" w:sz="4" w:space="0" w:color="auto"/>
              <w:right w:val="single" w:sz="4" w:space="0" w:color="auto"/>
            </w:tcBorders>
            <w:shd w:val="clear" w:color="auto" w:fill="auto"/>
            <w:hideMark/>
          </w:tcPr>
          <w:p w:rsidR="005E5F7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в </w:t>
            </w:r>
            <w:r w:rsidRPr="00771E21">
              <w:rPr>
                <w:szCs w:val="28"/>
              </w:rPr>
              <w:t>155 кв.</w:t>
            </w:r>
            <w:r w:rsidRPr="00224953">
              <w:rPr>
                <w:szCs w:val="28"/>
              </w:rPr>
              <w:t xml:space="preserve"> </w:t>
            </w:r>
            <w:r w:rsidR="005E5F79">
              <w:rPr>
                <w:szCs w:val="28"/>
              </w:rPr>
              <w:br/>
            </w:r>
            <w:r w:rsidRPr="00224953">
              <w:rPr>
                <w:szCs w:val="28"/>
              </w:rPr>
              <w:t>(ул. Комсомольская д. 20, 22,</w:t>
            </w:r>
            <w:r w:rsidR="005E5F79">
              <w:rPr>
                <w:szCs w:val="28"/>
              </w:rPr>
              <w:t xml:space="preserve"> </w:t>
            </w:r>
            <w:r w:rsidRPr="00224953">
              <w:rPr>
                <w:szCs w:val="28"/>
              </w:rPr>
              <w:t>24)</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5E5F79">
              <w:rPr>
                <w:szCs w:val="28"/>
              </w:rPr>
              <w:br/>
            </w:r>
            <w:r w:rsidRPr="00224953">
              <w:rPr>
                <w:szCs w:val="28"/>
              </w:rPr>
              <w:t>г.</w:t>
            </w:r>
            <w:r w:rsidR="005E5F79">
              <w:rPr>
                <w:szCs w:val="28"/>
              </w:rPr>
              <w:t> </w:t>
            </w:r>
            <w:r w:rsidRPr="00224953">
              <w:rPr>
                <w:szCs w:val="28"/>
              </w:rPr>
              <w:t xml:space="preserve">Переславль-Залесский, ул. Комсомольская </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76:18:010141:147</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153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E5F7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ул.</w:t>
            </w:r>
            <w:r w:rsidR="005E5F79">
              <w:rPr>
                <w:szCs w:val="28"/>
              </w:rPr>
              <w:t> </w:t>
            </w:r>
            <w:r w:rsidRPr="00224953">
              <w:rPr>
                <w:szCs w:val="28"/>
              </w:rPr>
              <w:t>Первомайская</w:t>
            </w:r>
            <w:r w:rsidR="005E5F79">
              <w:rPr>
                <w:szCs w:val="28"/>
              </w:rPr>
              <w:t>,</w:t>
            </w:r>
            <w:r w:rsidRPr="00224953">
              <w:rPr>
                <w:szCs w:val="28"/>
              </w:rPr>
              <w:t xml:space="preserve"> д.</w:t>
            </w:r>
            <w:r w:rsidR="005E5F79">
              <w:rPr>
                <w:szCs w:val="28"/>
              </w:rPr>
              <w:t xml:space="preserve"> </w:t>
            </w:r>
            <w:r w:rsidRPr="00224953">
              <w:rPr>
                <w:szCs w:val="28"/>
              </w:rPr>
              <w:t>2-в</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5E5F79">
              <w:rPr>
                <w:szCs w:val="28"/>
              </w:rPr>
              <w:br/>
            </w:r>
            <w:r w:rsidRPr="00224953">
              <w:rPr>
                <w:szCs w:val="28"/>
              </w:rPr>
              <w:t>г.</w:t>
            </w:r>
            <w:r w:rsidR="005E5F79">
              <w:rPr>
                <w:szCs w:val="28"/>
              </w:rPr>
              <w:t> </w:t>
            </w:r>
            <w:r w:rsidRPr="00224953">
              <w:rPr>
                <w:szCs w:val="28"/>
              </w:rPr>
              <w:t>Переславль-Залесский, ул.</w:t>
            </w:r>
            <w:r w:rsidR="005E5F79">
              <w:rPr>
                <w:szCs w:val="28"/>
              </w:rPr>
              <w:t> </w:t>
            </w:r>
            <w:r w:rsidRPr="00224953">
              <w:rPr>
                <w:szCs w:val="28"/>
              </w:rPr>
              <w:t>Первомайская</w:t>
            </w:r>
            <w:r w:rsidR="005E5F79">
              <w:rPr>
                <w:szCs w:val="28"/>
              </w:rPr>
              <w:t>,</w:t>
            </w:r>
            <w:r w:rsidRPr="00224953">
              <w:rPr>
                <w:szCs w:val="28"/>
              </w:rPr>
              <w:t xml:space="preserve"> д.</w:t>
            </w:r>
            <w:r w:rsidR="005E5F79">
              <w:rPr>
                <w:szCs w:val="28"/>
              </w:rPr>
              <w:t xml:space="preserve"> </w:t>
            </w:r>
            <w:r w:rsidRPr="00224953">
              <w:rPr>
                <w:szCs w:val="28"/>
              </w:rPr>
              <w:t>2-в</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76:18:010144:293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154</w:t>
            </w:r>
          </w:p>
        </w:tc>
        <w:tc>
          <w:tcPr>
            <w:tcW w:w="1289" w:type="pct"/>
            <w:tcBorders>
              <w:top w:val="single" w:sz="4" w:space="0" w:color="auto"/>
              <w:left w:val="nil"/>
              <w:bottom w:val="single" w:sz="4" w:space="0" w:color="auto"/>
              <w:right w:val="single" w:sz="4" w:space="0" w:color="auto"/>
            </w:tcBorders>
            <w:shd w:val="clear" w:color="auto" w:fill="auto"/>
            <w:hideMark/>
          </w:tcPr>
          <w:p w:rsidR="005E5F7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5E5F79">
              <w:rPr>
                <w:szCs w:val="28"/>
              </w:rPr>
              <w:br/>
            </w:r>
            <w:r w:rsidRPr="00224953">
              <w:rPr>
                <w:szCs w:val="28"/>
              </w:rPr>
              <w:t>г.</w:t>
            </w:r>
            <w:r w:rsidR="005E5F79">
              <w:rPr>
                <w:szCs w:val="28"/>
              </w:rPr>
              <w:t> </w:t>
            </w:r>
            <w:r w:rsidRPr="00224953">
              <w:rPr>
                <w:szCs w:val="28"/>
              </w:rPr>
              <w:t>Переславль-Залесский, ул.</w:t>
            </w:r>
            <w:r w:rsidR="005E5F79">
              <w:rPr>
                <w:szCs w:val="28"/>
              </w:rPr>
              <w:t> </w:t>
            </w:r>
            <w:r w:rsidRPr="00224953">
              <w:rPr>
                <w:szCs w:val="28"/>
              </w:rPr>
              <w:t>Первомайская, д.</w:t>
            </w:r>
            <w:r w:rsidR="005E5F79">
              <w:rPr>
                <w:szCs w:val="28"/>
              </w:rPr>
              <w:t xml:space="preserve"> </w:t>
            </w:r>
            <w:r w:rsidRPr="00224953">
              <w:rPr>
                <w:szCs w:val="28"/>
              </w:rPr>
              <w:t>3,</w:t>
            </w:r>
            <w:r w:rsidR="005E5F79">
              <w:rPr>
                <w:szCs w:val="28"/>
              </w:rPr>
              <w:t xml:space="preserve"> 5</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76:18:010145:153</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155</w:t>
            </w:r>
          </w:p>
        </w:tc>
        <w:tc>
          <w:tcPr>
            <w:tcW w:w="1289" w:type="pct"/>
            <w:tcBorders>
              <w:top w:val="nil"/>
              <w:left w:val="nil"/>
              <w:bottom w:val="single" w:sz="4" w:space="0" w:color="auto"/>
              <w:right w:val="single" w:sz="4" w:space="0" w:color="auto"/>
            </w:tcBorders>
            <w:shd w:val="clear" w:color="auto" w:fill="auto"/>
            <w:hideMark/>
          </w:tcPr>
          <w:p w:rsidR="005E5F79" w:rsidRDefault="00D91137" w:rsidP="00D91137">
            <w:pPr>
              <w:ind w:firstLine="0"/>
              <w:jc w:val="left"/>
              <w:rPr>
                <w:szCs w:val="28"/>
              </w:rPr>
            </w:pPr>
            <w:r w:rsidRPr="00224953">
              <w:rPr>
                <w:szCs w:val="28"/>
              </w:rPr>
              <w:t xml:space="preserve">Газопровод </w:t>
            </w:r>
          </w:p>
          <w:p w:rsidR="00D91137" w:rsidRPr="00224953" w:rsidRDefault="00D91137" w:rsidP="005E5F79">
            <w:pPr>
              <w:ind w:firstLine="0"/>
              <w:jc w:val="left"/>
              <w:rPr>
                <w:szCs w:val="28"/>
              </w:rPr>
            </w:pPr>
            <w:r w:rsidRPr="00224953">
              <w:rPr>
                <w:szCs w:val="28"/>
              </w:rPr>
              <w:t>низкого давления по ул. Кузнецова</w:t>
            </w:r>
            <w:r w:rsidR="005E5F79">
              <w:rPr>
                <w:szCs w:val="28"/>
              </w:rPr>
              <w:t>, д.</w:t>
            </w:r>
            <w:r w:rsidRPr="00224953">
              <w:rPr>
                <w:szCs w:val="28"/>
              </w:rPr>
              <w:t xml:space="preserve"> 25, ул. Найдышева</w:t>
            </w:r>
            <w:r w:rsidR="005E5F79">
              <w:rPr>
                <w:szCs w:val="28"/>
              </w:rPr>
              <w:t>, д.</w:t>
            </w:r>
            <w:r w:rsidRPr="00224953">
              <w:rPr>
                <w:szCs w:val="28"/>
              </w:rPr>
              <w:t xml:space="preserve"> 2а,</w:t>
            </w:r>
            <w:r w:rsidR="005E5F79">
              <w:rPr>
                <w:szCs w:val="28"/>
              </w:rPr>
              <w:t xml:space="preserve"> 2б, 4, 6, 8, </w:t>
            </w:r>
            <w:r w:rsidRPr="00224953">
              <w:rPr>
                <w:szCs w:val="28"/>
              </w:rPr>
              <w:t>пер. 2-й Плещеевский</w:t>
            </w:r>
            <w:r w:rsidR="005E5F79">
              <w:rPr>
                <w:szCs w:val="28"/>
              </w:rPr>
              <w:t>, д.</w:t>
            </w:r>
            <w:r w:rsidRPr="00224953">
              <w:rPr>
                <w:szCs w:val="28"/>
              </w:rPr>
              <w:t xml:space="preserve"> 3, 5</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E5F79">
            <w:pPr>
              <w:ind w:firstLine="0"/>
              <w:jc w:val="left"/>
              <w:rPr>
                <w:szCs w:val="28"/>
              </w:rPr>
            </w:pPr>
            <w:r w:rsidRPr="00224953">
              <w:rPr>
                <w:szCs w:val="28"/>
              </w:rPr>
              <w:t xml:space="preserve">Ярославская область, </w:t>
            </w:r>
            <w:r w:rsidR="005E5F79">
              <w:rPr>
                <w:szCs w:val="28"/>
              </w:rPr>
              <w:br/>
            </w:r>
            <w:r w:rsidRPr="00224953">
              <w:rPr>
                <w:szCs w:val="28"/>
              </w:rPr>
              <w:t>г.</w:t>
            </w:r>
            <w:r w:rsidR="005E5F79">
              <w:rPr>
                <w:szCs w:val="28"/>
              </w:rPr>
              <w:t xml:space="preserve"> </w:t>
            </w:r>
            <w:r w:rsidRPr="00224953">
              <w:rPr>
                <w:szCs w:val="28"/>
              </w:rPr>
              <w:t xml:space="preserve">Переславль-Залесский, </w:t>
            </w:r>
            <w:r w:rsidR="005E5F79" w:rsidRPr="00224953">
              <w:rPr>
                <w:szCs w:val="28"/>
              </w:rPr>
              <w:t xml:space="preserve"> ул. Кузнецова</w:t>
            </w:r>
            <w:r w:rsidR="005E5F79">
              <w:rPr>
                <w:szCs w:val="28"/>
              </w:rPr>
              <w:t>, д. 25, ул. </w:t>
            </w:r>
            <w:r w:rsidRPr="00224953">
              <w:rPr>
                <w:szCs w:val="28"/>
              </w:rPr>
              <w:t>Найдышева</w:t>
            </w:r>
            <w:r w:rsidR="005E5F79">
              <w:rPr>
                <w:szCs w:val="28"/>
              </w:rPr>
              <w:t>, д.</w:t>
            </w:r>
            <w:r w:rsidRPr="00224953">
              <w:rPr>
                <w:szCs w:val="28"/>
              </w:rPr>
              <w:t xml:space="preserve"> 2а,</w:t>
            </w:r>
            <w:r w:rsidR="005E5F79">
              <w:rPr>
                <w:szCs w:val="28"/>
              </w:rPr>
              <w:t xml:space="preserve"> </w:t>
            </w:r>
            <w:r w:rsidRPr="00224953">
              <w:rPr>
                <w:szCs w:val="28"/>
              </w:rPr>
              <w:t>2б, 4, 6, 8, пер. 2-й Плещеевский</w:t>
            </w:r>
            <w:r w:rsidR="005E5F79">
              <w:rPr>
                <w:szCs w:val="28"/>
              </w:rPr>
              <w:t>, д.</w:t>
            </w:r>
            <w:r w:rsidRPr="00224953">
              <w:rPr>
                <w:szCs w:val="28"/>
              </w:rPr>
              <w:t xml:space="preserve"> 3, 5</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76:18:010147:40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156</w:t>
            </w:r>
          </w:p>
        </w:tc>
        <w:tc>
          <w:tcPr>
            <w:tcW w:w="1289" w:type="pct"/>
            <w:tcBorders>
              <w:top w:val="nil"/>
              <w:left w:val="nil"/>
              <w:bottom w:val="single" w:sz="4" w:space="0" w:color="auto"/>
              <w:right w:val="single" w:sz="4" w:space="0" w:color="auto"/>
            </w:tcBorders>
            <w:shd w:val="clear" w:color="auto" w:fill="auto"/>
            <w:hideMark/>
          </w:tcPr>
          <w:p w:rsidR="005E5F7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ул. Кузнецова</w:t>
            </w:r>
            <w:r w:rsidR="005E5F79">
              <w:rPr>
                <w:szCs w:val="28"/>
              </w:rPr>
              <w:t>, д.</w:t>
            </w:r>
            <w:r w:rsidRPr="00224953">
              <w:rPr>
                <w:szCs w:val="28"/>
              </w:rPr>
              <w:t xml:space="preserve"> 31, 29</w:t>
            </w:r>
          </w:p>
        </w:tc>
        <w:tc>
          <w:tcPr>
            <w:tcW w:w="1819" w:type="pct"/>
            <w:tcBorders>
              <w:top w:val="nil"/>
              <w:left w:val="nil"/>
              <w:bottom w:val="single" w:sz="4" w:space="0" w:color="auto"/>
              <w:right w:val="single" w:sz="4" w:space="0" w:color="auto"/>
            </w:tcBorders>
            <w:shd w:val="clear" w:color="auto" w:fill="auto"/>
            <w:hideMark/>
          </w:tcPr>
          <w:p w:rsidR="005E5F79"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5E5F79">
              <w:rPr>
                <w:szCs w:val="28"/>
              </w:rPr>
              <w:t> </w:t>
            </w:r>
            <w:r w:rsidRPr="00224953">
              <w:rPr>
                <w:szCs w:val="28"/>
              </w:rPr>
              <w:t xml:space="preserve">Переславль-Залесский,  ул. Кузнецова </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76:18:010149:32</w:t>
            </w:r>
          </w:p>
        </w:tc>
      </w:tr>
      <w:tr w:rsidR="00D91137" w:rsidRPr="00224953" w:rsidTr="00F41344">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E5F7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5E5F79">
              <w:rPr>
                <w:szCs w:val="28"/>
              </w:rPr>
              <w:t>,</w:t>
            </w:r>
            <w:r w:rsidRPr="00224953">
              <w:rPr>
                <w:szCs w:val="28"/>
              </w:rPr>
              <w:t xml:space="preserve"> ул. Плещеевская, д. 34,</w:t>
            </w:r>
            <w:r w:rsidR="005E5F79">
              <w:rPr>
                <w:szCs w:val="28"/>
              </w:rPr>
              <w:t xml:space="preserve"> </w:t>
            </w:r>
            <w:r w:rsidRPr="00224953">
              <w:rPr>
                <w:szCs w:val="28"/>
              </w:rPr>
              <w:t>36,</w:t>
            </w:r>
            <w:r w:rsidR="005E5F79">
              <w:rPr>
                <w:szCs w:val="28"/>
              </w:rPr>
              <w:t xml:space="preserve"> </w:t>
            </w:r>
            <w:r w:rsidRPr="00224953">
              <w:rPr>
                <w:szCs w:val="28"/>
              </w:rPr>
              <w:t>38,</w:t>
            </w:r>
            <w:r w:rsidR="005E5F79">
              <w:rPr>
                <w:szCs w:val="28"/>
              </w:rPr>
              <w:t xml:space="preserve"> </w:t>
            </w:r>
            <w:r w:rsidRPr="00224953">
              <w:rPr>
                <w:szCs w:val="28"/>
              </w:rPr>
              <w:t>40,</w:t>
            </w:r>
            <w:r w:rsidR="005E5F79">
              <w:rPr>
                <w:szCs w:val="28"/>
              </w:rPr>
              <w:t xml:space="preserve"> </w:t>
            </w:r>
            <w:r w:rsidRPr="00224953">
              <w:rPr>
                <w:szCs w:val="28"/>
              </w:rPr>
              <w:t>42,</w:t>
            </w:r>
            <w:r w:rsidR="005E5F79">
              <w:rPr>
                <w:szCs w:val="28"/>
              </w:rPr>
              <w:t xml:space="preserve"> </w:t>
            </w:r>
            <w:r w:rsidRPr="00224953">
              <w:rPr>
                <w:szCs w:val="28"/>
              </w:rPr>
              <w:t>46</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E5F79"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г.</w:t>
            </w:r>
            <w:r w:rsidR="005E5F79">
              <w:rPr>
                <w:szCs w:val="28"/>
              </w:rPr>
              <w:t> </w:t>
            </w:r>
            <w:r w:rsidRPr="00224953">
              <w:rPr>
                <w:szCs w:val="28"/>
              </w:rPr>
              <w:t>Переславль-Залесский, ул.</w:t>
            </w:r>
            <w:r w:rsidR="005E5F79">
              <w:rPr>
                <w:szCs w:val="28"/>
              </w:rPr>
              <w:t> </w:t>
            </w:r>
            <w:r w:rsidRPr="00224953">
              <w:rPr>
                <w:szCs w:val="28"/>
              </w:rPr>
              <w:t>Плещеевская, д. 34, 36, 38, 40, 42, 46</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76:18:010155:40</w:t>
            </w:r>
          </w:p>
        </w:tc>
      </w:tr>
      <w:tr w:rsidR="00D91137" w:rsidRPr="00224953" w:rsidTr="00F4134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158</w:t>
            </w:r>
          </w:p>
        </w:tc>
        <w:tc>
          <w:tcPr>
            <w:tcW w:w="1289" w:type="pct"/>
            <w:tcBorders>
              <w:top w:val="single" w:sz="4" w:space="0" w:color="auto"/>
              <w:left w:val="nil"/>
              <w:bottom w:val="single" w:sz="4" w:space="0" w:color="auto"/>
              <w:right w:val="single" w:sz="4" w:space="0" w:color="auto"/>
            </w:tcBorders>
            <w:shd w:val="clear" w:color="auto" w:fill="auto"/>
            <w:hideMark/>
          </w:tcPr>
          <w:p w:rsidR="0048795C" w:rsidRPr="00771E21" w:rsidRDefault="00D91137" w:rsidP="00D91137">
            <w:pPr>
              <w:ind w:firstLine="0"/>
              <w:jc w:val="left"/>
              <w:rPr>
                <w:szCs w:val="28"/>
              </w:rPr>
            </w:pPr>
            <w:r w:rsidRPr="00771E21">
              <w:rPr>
                <w:szCs w:val="28"/>
              </w:rPr>
              <w:t xml:space="preserve">Газопровод </w:t>
            </w:r>
          </w:p>
          <w:p w:rsidR="00D91137" w:rsidRPr="00771E21" w:rsidRDefault="00D91137" w:rsidP="00D91137">
            <w:pPr>
              <w:ind w:firstLine="0"/>
              <w:jc w:val="left"/>
              <w:rPr>
                <w:szCs w:val="28"/>
              </w:rPr>
            </w:pPr>
            <w:r w:rsidRPr="00771E21">
              <w:rPr>
                <w:szCs w:val="28"/>
              </w:rPr>
              <w:t>низкого давления  ул.</w:t>
            </w:r>
            <w:r w:rsidR="0048795C" w:rsidRPr="00771E21">
              <w:rPr>
                <w:szCs w:val="28"/>
              </w:rPr>
              <w:t xml:space="preserve"> </w:t>
            </w:r>
            <w:r w:rsidRPr="00771E21">
              <w:rPr>
                <w:szCs w:val="28"/>
              </w:rPr>
              <w:t xml:space="preserve">Первомайская, </w:t>
            </w:r>
            <w:r w:rsidR="0048795C" w:rsidRPr="00771E21">
              <w:rPr>
                <w:szCs w:val="28"/>
              </w:rPr>
              <w:t xml:space="preserve">д. </w:t>
            </w:r>
            <w:r w:rsidRPr="00771E21">
              <w:rPr>
                <w:szCs w:val="28"/>
              </w:rPr>
              <w:t>2-б</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771E21" w:rsidRDefault="00D91137" w:rsidP="00771E21">
            <w:pPr>
              <w:ind w:firstLine="0"/>
              <w:jc w:val="left"/>
              <w:rPr>
                <w:szCs w:val="28"/>
              </w:rPr>
            </w:pPr>
            <w:r w:rsidRPr="00771E21">
              <w:rPr>
                <w:szCs w:val="28"/>
              </w:rPr>
              <w:t xml:space="preserve">Ярославская область, </w:t>
            </w:r>
            <w:r w:rsidR="0048795C" w:rsidRPr="00771E21">
              <w:rPr>
                <w:szCs w:val="28"/>
              </w:rPr>
              <w:br/>
            </w:r>
            <w:r w:rsidRPr="00771E21">
              <w:rPr>
                <w:szCs w:val="28"/>
              </w:rPr>
              <w:t>г.</w:t>
            </w:r>
            <w:r w:rsidR="0048795C" w:rsidRPr="00771E21">
              <w:rPr>
                <w:szCs w:val="28"/>
              </w:rPr>
              <w:t> </w:t>
            </w:r>
            <w:r w:rsidRPr="00771E21">
              <w:rPr>
                <w:szCs w:val="28"/>
              </w:rPr>
              <w:t>Переславль-Залесский, ул.</w:t>
            </w:r>
            <w:r w:rsidR="0048795C" w:rsidRPr="00771E21">
              <w:rPr>
                <w:szCs w:val="28"/>
              </w:rPr>
              <w:t> </w:t>
            </w:r>
            <w:r w:rsidRPr="00771E21">
              <w:rPr>
                <w:szCs w:val="28"/>
              </w:rPr>
              <w:t xml:space="preserve">Первомайская, </w:t>
            </w:r>
            <w:r w:rsidR="0048795C" w:rsidRPr="00771E21">
              <w:rPr>
                <w:szCs w:val="28"/>
              </w:rPr>
              <w:t xml:space="preserve">д. </w:t>
            </w:r>
            <w:r w:rsidRPr="00771E21">
              <w:rPr>
                <w:szCs w:val="28"/>
              </w:rPr>
              <w:t>2</w:t>
            </w:r>
            <w:r w:rsidR="00771E21" w:rsidRPr="00771E21">
              <w:rPr>
                <w:szCs w:val="28"/>
              </w:rPr>
              <w:t>-б</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76:18:010164:85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159</w:t>
            </w:r>
          </w:p>
        </w:tc>
        <w:tc>
          <w:tcPr>
            <w:tcW w:w="1289" w:type="pct"/>
            <w:tcBorders>
              <w:top w:val="nil"/>
              <w:left w:val="nil"/>
              <w:bottom w:val="single" w:sz="4" w:space="0" w:color="auto"/>
              <w:right w:val="single" w:sz="4" w:space="0" w:color="auto"/>
            </w:tcBorders>
            <w:shd w:val="clear" w:color="auto" w:fill="auto"/>
            <w:hideMark/>
          </w:tcPr>
          <w:p w:rsidR="0048795C" w:rsidRDefault="00D91137" w:rsidP="00D91137">
            <w:pPr>
              <w:ind w:firstLine="0"/>
              <w:jc w:val="left"/>
              <w:rPr>
                <w:szCs w:val="28"/>
              </w:rPr>
            </w:pPr>
            <w:r w:rsidRPr="00224953">
              <w:rPr>
                <w:szCs w:val="28"/>
              </w:rPr>
              <w:t xml:space="preserve">Надземный </w:t>
            </w:r>
          </w:p>
          <w:p w:rsidR="0048795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48795C">
              <w:rPr>
                <w:szCs w:val="28"/>
              </w:rPr>
              <w:br/>
            </w:r>
            <w:r w:rsidRPr="00224953">
              <w:rPr>
                <w:szCs w:val="28"/>
              </w:rPr>
              <w:t>г.</w:t>
            </w:r>
            <w:r w:rsidR="0048795C">
              <w:rPr>
                <w:szCs w:val="28"/>
              </w:rPr>
              <w:t> </w:t>
            </w:r>
            <w:r w:rsidRPr="00224953">
              <w:rPr>
                <w:szCs w:val="28"/>
              </w:rPr>
              <w:t>Переславль-Залесский,  ул. Московская</w:t>
            </w:r>
            <w:r w:rsidR="0048795C">
              <w:rPr>
                <w:szCs w:val="28"/>
              </w:rPr>
              <w:t>,</w:t>
            </w:r>
            <w:r w:rsidRPr="00224953">
              <w:rPr>
                <w:szCs w:val="28"/>
              </w:rPr>
              <w:t xml:space="preserve"> д.</w:t>
            </w:r>
            <w:r w:rsidR="0048795C">
              <w:rPr>
                <w:szCs w:val="28"/>
              </w:rPr>
              <w:t xml:space="preserve"> </w:t>
            </w:r>
            <w:r w:rsidRPr="00224953">
              <w:rPr>
                <w:szCs w:val="28"/>
              </w:rPr>
              <w:t>26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76:18:010409:16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160</w:t>
            </w:r>
          </w:p>
        </w:tc>
        <w:tc>
          <w:tcPr>
            <w:tcW w:w="1289" w:type="pct"/>
            <w:tcBorders>
              <w:top w:val="nil"/>
              <w:left w:val="nil"/>
              <w:bottom w:val="single" w:sz="4" w:space="0" w:color="auto"/>
              <w:right w:val="single" w:sz="4" w:space="0" w:color="auto"/>
            </w:tcBorders>
            <w:shd w:val="clear" w:color="auto" w:fill="auto"/>
            <w:hideMark/>
          </w:tcPr>
          <w:p w:rsidR="0048795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по ул.Урицкого, д.</w:t>
            </w:r>
            <w:r w:rsidR="0048795C">
              <w:rPr>
                <w:szCs w:val="28"/>
              </w:rPr>
              <w:t xml:space="preserve"> </w:t>
            </w:r>
            <w:r w:rsidRPr="00224953">
              <w:rPr>
                <w:szCs w:val="28"/>
              </w:rPr>
              <w:t>36</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48795C">
              <w:rPr>
                <w:szCs w:val="28"/>
              </w:rPr>
              <w:br/>
            </w:r>
            <w:r w:rsidRPr="00224953">
              <w:rPr>
                <w:szCs w:val="28"/>
              </w:rPr>
              <w:t>г.</w:t>
            </w:r>
            <w:r w:rsidR="0048795C">
              <w:rPr>
                <w:szCs w:val="28"/>
              </w:rPr>
              <w:t> </w:t>
            </w:r>
            <w:r w:rsidRPr="00224953">
              <w:rPr>
                <w:szCs w:val="28"/>
              </w:rPr>
              <w:t>Переславль-Залесский, ул.</w:t>
            </w:r>
            <w:r w:rsidR="0048795C">
              <w:rPr>
                <w:szCs w:val="28"/>
              </w:rPr>
              <w:t> </w:t>
            </w:r>
            <w:r w:rsidRPr="00224953">
              <w:rPr>
                <w:szCs w:val="28"/>
              </w:rPr>
              <w:t>Урицкого, д.</w:t>
            </w:r>
            <w:r w:rsidR="0048795C">
              <w:rPr>
                <w:szCs w:val="28"/>
              </w:rPr>
              <w:t xml:space="preserve"> </w:t>
            </w:r>
            <w:r w:rsidRPr="00224953">
              <w:rPr>
                <w:szCs w:val="28"/>
              </w:rPr>
              <w:t>36</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76:18:010908:85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161</w:t>
            </w:r>
          </w:p>
        </w:tc>
        <w:tc>
          <w:tcPr>
            <w:tcW w:w="1289" w:type="pct"/>
            <w:tcBorders>
              <w:top w:val="nil"/>
              <w:left w:val="nil"/>
              <w:bottom w:val="single" w:sz="4" w:space="0" w:color="auto"/>
              <w:right w:val="single" w:sz="4" w:space="0" w:color="auto"/>
            </w:tcBorders>
            <w:shd w:val="clear" w:color="auto" w:fill="auto"/>
            <w:hideMark/>
          </w:tcPr>
          <w:p w:rsidR="0048795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48795C">
              <w:rPr>
                <w:szCs w:val="28"/>
              </w:rPr>
              <w:t>,</w:t>
            </w:r>
            <w:r w:rsidRPr="00224953">
              <w:rPr>
                <w:szCs w:val="28"/>
              </w:rPr>
              <w:t xml:space="preserve"> пер. Трудовой</w:t>
            </w:r>
            <w:r w:rsidR="0048795C">
              <w:rPr>
                <w:szCs w:val="28"/>
              </w:rPr>
              <w:t>,</w:t>
            </w:r>
            <w:r w:rsidRPr="00224953">
              <w:rPr>
                <w:szCs w:val="28"/>
              </w:rPr>
              <w:t xml:space="preserve"> д.</w:t>
            </w:r>
            <w:r w:rsidR="0048795C">
              <w:rPr>
                <w:szCs w:val="28"/>
              </w:rPr>
              <w:t> </w:t>
            </w:r>
            <w:r w:rsidRPr="00224953">
              <w:rPr>
                <w:szCs w:val="28"/>
              </w:rPr>
              <w:t>12</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48795C">
              <w:rPr>
                <w:szCs w:val="28"/>
              </w:rPr>
              <w:br/>
            </w:r>
            <w:r w:rsidRPr="00224953">
              <w:rPr>
                <w:szCs w:val="28"/>
              </w:rPr>
              <w:t>г.</w:t>
            </w:r>
            <w:r w:rsidR="0048795C">
              <w:rPr>
                <w:szCs w:val="28"/>
              </w:rPr>
              <w:t> </w:t>
            </w:r>
            <w:r w:rsidRPr="00224953">
              <w:rPr>
                <w:szCs w:val="28"/>
              </w:rPr>
              <w:t>Переславль-Залесский, пер. Трудовой</w:t>
            </w:r>
            <w:r w:rsidR="0048795C">
              <w:rPr>
                <w:szCs w:val="28"/>
              </w:rPr>
              <w:t>,</w:t>
            </w:r>
            <w:r w:rsidRPr="00224953">
              <w:rPr>
                <w:szCs w:val="28"/>
              </w:rPr>
              <w:t xml:space="preserve"> д.</w:t>
            </w:r>
            <w:r w:rsidR="0048795C">
              <w:rPr>
                <w:szCs w:val="28"/>
              </w:rPr>
              <w:t xml:space="preserve"> </w:t>
            </w:r>
            <w:r w:rsidRPr="00224953">
              <w:rPr>
                <w:szCs w:val="28"/>
              </w:rPr>
              <w:t>12</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76:18:010936:327</w:t>
            </w:r>
          </w:p>
        </w:tc>
      </w:tr>
      <w:tr w:rsidR="00D91137" w:rsidRPr="00224953" w:rsidTr="00B771C2">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162</w:t>
            </w:r>
          </w:p>
        </w:tc>
        <w:tc>
          <w:tcPr>
            <w:tcW w:w="1289" w:type="pct"/>
            <w:tcBorders>
              <w:top w:val="nil"/>
              <w:left w:val="nil"/>
              <w:bottom w:val="single" w:sz="4" w:space="0" w:color="auto"/>
              <w:right w:val="single" w:sz="4" w:space="0" w:color="auto"/>
            </w:tcBorders>
            <w:shd w:val="clear" w:color="auto" w:fill="auto"/>
            <w:hideMark/>
          </w:tcPr>
          <w:p w:rsidR="0048795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протяженностью 171 м по </w:t>
            </w:r>
            <w:r w:rsidR="0048795C">
              <w:rPr>
                <w:szCs w:val="28"/>
              </w:rPr>
              <w:br/>
            </w:r>
            <w:r w:rsidRPr="00224953">
              <w:rPr>
                <w:szCs w:val="28"/>
              </w:rPr>
              <w:t>ул. Ростовская</w:t>
            </w:r>
            <w:r w:rsidR="0048795C">
              <w:rPr>
                <w:szCs w:val="28"/>
              </w:rPr>
              <w:t>,</w:t>
            </w:r>
            <w:r w:rsidRPr="00224953">
              <w:rPr>
                <w:szCs w:val="28"/>
              </w:rPr>
              <w:t xml:space="preserve"> д.</w:t>
            </w:r>
            <w:r w:rsidR="0048795C">
              <w:rPr>
                <w:szCs w:val="28"/>
              </w:rPr>
              <w:t> </w:t>
            </w:r>
            <w:r w:rsidRPr="00224953">
              <w:rPr>
                <w:szCs w:val="28"/>
              </w:rPr>
              <w:t xml:space="preserve">28, 32, 34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48795C">
            <w:pPr>
              <w:ind w:firstLine="0"/>
              <w:jc w:val="left"/>
              <w:rPr>
                <w:szCs w:val="28"/>
              </w:rPr>
            </w:pPr>
            <w:r w:rsidRPr="00224953">
              <w:rPr>
                <w:szCs w:val="28"/>
              </w:rPr>
              <w:t>Ярославская область,</w:t>
            </w:r>
            <w:r w:rsidR="0048795C">
              <w:rPr>
                <w:szCs w:val="28"/>
              </w:rPr>
              <w:br/>
            </w:r>
            <w:r w:rsidRPr="00224953">
              <w:rPr>
                <w:szCs w:val="28"/>
              </w:rPr>
              <w:t>г.</w:t>
            </w:r>
            <w:r w:rsidR="0048795C">
              <w:rPr>
                <w:szCs w:val="28"/>
              </w:rPr>
              <w:t xml:space="preserve"> </w:t>
            </w:r>
            <w:r w:rsidRPr="00224953">
              <w:rPr>
                <w:szCs w:val="28"/>
              </w:rPr>
              <w:t>Переславль-Залесский, ул. Ростовская</w:t>
            </w:r>
            <w:r w:rsidR="0048795C">
              <w:rPr>
                <w:szCs w:val="28"/>
              </w:rPr>
              <w:t>,</w:t>
            </w:r>
            <w:r w:rsidRPr="00224953">
              <w:rPr>
                <w:szCs w:val="28"/>
              </w:rPr>
              <w:t xml:space="preserve"> д.</w:t>
            </w:r>
            <w:r w:rsidR="0048795C">
              <w:rPr>
                <w:szCs w:val="28"/>
              </w:rPr>
              <w:t xml:space="preserve"> </w:t>
            </w:r>
            <w:r w:rsidRPr="00224953">
              <w:rPr>
                <w:szCs w:val="28"/>
              </w:rPr>
              <w:t>28, 32, 34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76:18:010937:154</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163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к </w:t>
            </w:r>
            <w:r w:rsidR="00B316D6">
              <w:rPr>
                <w:szCs w:val="28"/>
              </w:rPr>
              <w:br/>
            </w:r>
            <w:r w:rsidRPr="00224953">
              <w:rPr>
                <w:szCs w:val="28"/>
              </w:rPr>
              <w:t xml:space="preserve">15-ти </w:t>
            </w:r>
            <w:r w:rsidR="00B316D6">
              <w:rPr>
                <w:szCs w:val="28"/>
              </w:rPr>
              <w:t>квартирному жилому дому по пер. </w:t>
            </w:r>
            <w:r w:rsidRPr="00224953">
              <w:rPr>
                <w:szCs w:val="28"/>
              </w:rPr>
              <w:t>Красному</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B316D6">
              <w:rPr>
                <w:szCs w:val="28"/>
              </w:rPr>
              <w:br/>
            </w:r>
            <w:r w:rsidRPr="00224953">
              <w:rPr>
                <w:szCs w:val="28"/>
              </w:rPr>
              <w:t>г.</w:t>
            </w:r>
            <w:r w:rsidR="00B316D6">
              <w:rPr>
                <w:szCs w:val="28"/>
              </w:rPr>
              <w:t> </w:t>
            </w:r>
            <w:r w:rsidRPr="00224953">
              <w:rPr>
                <w:szCs w:val="28"/>
              </w:rPr>
              <w:t>Переславль-Залесский, пер.</w:t>
            </w:r>
            <w:r w:rsidR="00B316D6">
              <w:rPr>
                <w:szCs w:val="28"/>
              </w:rPr>
              <w:t> </w:t>
            </w:r>
            <w:r w:rsidRPr="00224953">
              <w:rPr>
                <w:szCs w:val="28"/>
              </w:rPr>
              <w:t>Красный</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76:18:010938:123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164</w:t>
            </w:r>
          </w:p>
        </w:tc>
        <w:tc>
          <w:tcPr>
            <w:tcW w:w="1289" w:type="pct"/>
            <w:tcBorders>
              <w:top w:val="single" w:sz="4" w:space="0" w:color="auto"/>
              <w:left w:val="nil"/>
              <w:bottom w:val="single" w:sz="4" w:space="0" w:color="auto"/>
              <w:right w:val="single" w:sz="4" w:space="0" w:color="auto"/>
            </w:tcBorders>
            <w:shd w:val="clear" w:color="auto" w:fill="auto"/>
            <w:hideMark/>
          </w:tcPr>
          <w:p w:rsidR="00B316D6" w:rsidRDefault="00D91137" w:rsidP="00D91137">
            <w:pPr>
              <w:ind w:firstLine="0"/>
              <w:jc w:val="left"/>
              <w:rPr>
                <w:szCs w:val="28"/>
              </w:rPr>
            </w:pPr>
            <w:r w:rsidRPr="00224953">
              <w:rPr>
                <w:szCs w:val="28"/>
              </w:rPr>
              <w:t xml:space="preserve">Надземный </w:t>
            </w:r>
          </w:p>
          <w:p w:rsidR="00B316D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B316D6">
              <w:rPr>
                <w:szCs w:val="28"/>
              </w:rPr>
              <w:br/>
            </w:r>
            <w:r w:rsidRPr="00224953">
              <w:rPr>
                <w:szCs w:val="28"/>
              </w:rPr>
              <w:t>г.</w:t>
            </w:r>
            <w:r w:rsidR="00B316D6">
              <w:rPr>
                <w:szCs w:val="28"/>
              </w:rPr>
              <w:t> </w:t>
            </w:r>
            <w:r w:rsidRPr="00224953">
              <w:rPr>
                <w:szCs w:val="28"/>
              </w:rPr>
              <w:t>Переславль-Залесский, ул. Коммунальная, д. 6</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76:18:010949:427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165</w:t>
            </w:r>
          </w:p>
        </w:tc>
        <w:tc>
          <w:tcPr>
            <w:tcW w:w="1289" w:type="pct"/>
            <w:tcBorders>
              <w:top w:val="nil"/>
              <w:left w:val="nil"/>
              <w:bottom w:val="single" w:sz="4" w:space="0" w:color="auto"/>
              <w:right w:val="single" w:sz="4" w:space="0" w:color="auto"/>
            </w:tcBorders>
            <w:shd w:val="clear" w:color="auto" w:fill="auto"/>
            <w:hideMark/>
          </w:tcPr>
          <w:p w:rsidR="00B316D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B316D6">
              <w:rPr>
                <w:szCs w:val="28"/>
              </w:rPr>
              <w:br/>
            </w:r>
            <w:r w:rsidRPr="00224953">
              <w:rPr>
                <w:szCs w:val="28"/>
              </w:rPr>
              <w:t>г.</w:t>
            </w:r>
            <w:r w:rsidR="00B316D6">
              <w:rPr>
                <w:szCs w:val="28"/>
              </w:rPr>
              <w:t> </w:t>
            </w:r>
            <w:r w:rsidRPr="00224953">
              <w:rPr>
                <w:szCs w:val="28"/>
              </w:rPr>
              <w:t>Переславль-Залесский, ул.</w:t>
            </w:r>
            <w:r w:rsidR="00B316D6">
              <w:rPr>
                <w:szCs w:val="28"/>
              </w:rPr>
              <w:t> </w:t>
            </w:r>
            <w:r w:rsidRPr="00224953">
              <w:rPr>
                <w:szCs w:val="28"/>
              </w:rPr>
              <w:t>Фалелевская, возле д.</w:t>
            </w:r>
            <w:r w:rsidR="00B316D6">
              <w:rPr>
                <w:szCs w:val="28"/>
              </w:rPr>
              <w:t> </w:t>
            </w:r>
            <w:r w:rsidRPr="00224953">
              <w:rPr>
                <w:szCs w:val="28"/>
              </w:rPr>
              <w:t>15</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76:18:011105:259</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166</w:t>
            </w:r>
          </w:p>
        </w:tc>
        <w:tc>
          <w:tcPr>
            <w:tcW w:w="1289" w:type="pct"/>
            <w:tcBorders>
              <w:top w:val="nil"/>
              <w:left w:val="nil"/>
              <w:bottom w:val="single" w:sz="4" w:space="0" w:color="auto"/>
              <w:right w:val="single" w:sz="4" w:space="0" w:color="auto"/>
            </w:tcBorders>
            <w:shd w:val="clear" w:color="auto" w:fill="auto"/>
            <w:hideMark/>
          </w:tcPr>
          <w:p w:rsidR="00B316D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316D6" w:rsidP="00B316D6">
            <w:pPr>
              <w:ind w:firstLine="0"/>
              <w:jc w:val="left"/>
              <w:rPr>
                <w:szCs w:val="28"/>
              </w:rPr>
            </w:pPr>
            <w:r>
              <w:rPr>
                <w:szCs w:val="28"/>
              </w:rPr>
              <w:t>Ярославская область, г. </w:t>
            </w:r>
            <w:r w:rsidR="00D91137" w:rsidRPr="00224953">
              <w:rPr>
                <w:szCs w:val="28"/>
              </w:rPr>
              <w:t>Ярославль,</w:t>
            </w:r>
            <w:r>
              <w:rPr>
                <w:szCs w:val="28"/>
              </w:rPr>
              <w:t xml:space="preserve"> Заволжский район, от магазина </w:t>
            </w:r>
            <w:r>
              <w:rPr>
                <w:szCs w:val="28"/>
              </w:rPr>
              <w:br/>
              <w:t>«</w:t>
            </w:r>
            <w:r w:rsidR="00D91137" w:rsidRPr="00224953">
              <w:rPr>
                <w:szCs w:val="28"/>
              </w:rPr>
              <w:t>Орбита</w:t>
            </w:r>
            <w:r>
              <w:rPr>
                <w:szCs w:val="28"/>
              </w:rPr>
              <w:t>»</w:t>
            </w:r>
            <w:r w:rsidR="00D91137" w:rsidRPr="00224953">
              <w:rPr>
                <w:szCs w:val="28"/>
              </w:rPr>
              <w:t xml:space="preserve"> до ГРП-44, </w:t>
            </w:r>
            <w:r>
              <w:rPr>
                <w:szCs w:val="28"/>
              </w:rPr>
              <w:br/>
            </w:r>
            <w:r w:rsidR="00D91137" w:rsidRPr="00224953">
              <w:rPr>
                <w:szCs w:val="28"/>
              </w:rPr>
              <w:t>ул. Спартаковская</w:t>
            </w:r>
            <w:r>
              <w:rPr>
                <w:szCs w:val="28"/>
              </w:rPr>
              <w:t xml:space="preserve">, </w:t>
            </w:r>
            <w:r w:rsidR="00D91137" w:rsidRPr="00224953">
              <w:rPr>
                <w:szCs w:val="28"/>
              </w:rPr>
              <w:t>д.</w:t>
            </w:r>
            <w:r>
              <w:rPr>
                <w:szCs w:val="28"/>
              </w:rPr>
              <w:t xml:space="preserve"> </w:t>
            </w:r>
            <w:r w:rsidR="00D91137" w:rsidRPr="00224953">
              <w:rPr>
                <w:szCs w:val="28"/>
              </w:rPr>
              <w:t>15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76:23:000000:16184</w:t>
            </w:r>
          </w:p>
        </w:tc>
      </w:tr>
      <w:tr w:rsidR="00D91137" w:rsidRPr="00224953" w:rsidTr="00F41344">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169CA" w:rsidRDefault="00D91137" w:rsidP="00D91137">
            <w:pPr>
              <w:ind w:firstLine="0"/>
              <w:jc w:val="left"/>
              <w:rPr>
                <w:szCs w:val="28"/>
              </w:rPr>
            </w:pPr>
            <w:r w:rsidRPr="00224953">
              <w:rPr>
                <w:szCs w:val="28"/>
              </w:rPr>
              <w:t xml:space="preserve">Газопровод </w:t>
            </w:r>
          </w:p>
          <w:p w:rsidR="00C169CA"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169CA">
            <w:pPr>
              <w:ind w:firstLine="0"/>
              <w:jc w:val="left"/>
              <w:rPr>
                <w:szCs w:val="28"/>
              </w:rPr>
            </w:pPr>
            <w:r w:rsidRPr="00224953">
              <w:rPr>
                <w:szCs w:val="28"/>
              </w:rPr>
              <w:t>Ярославская обл</w:t>
            </w:r>
            <w:r w:rsidR="00C169CA">
              <w:rPr>
                <w:szCs w:val="28"/>
              </w:rPr>
              <w:t>асть, г. </w:t>
            </w:r>
            <w:r w:rsidRPr="00224953">
              <w:rPr>
                <w:szCs w:val="28"/>
              </w:rPr>
              <w:t>Ярославль, Фрунзенский район, ул. Индустриальная (к котельной)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76:23:000000:16230</w:t>
            </w:r>
          </w:p>
        </w:tc>
      </w:tr>
      <w:tr w:rsidR="00D91137" w:rsidRPr="00224953" w:rsidTr="00F41344">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168</w:t>
            </w:r>
          </w:p>
        </w:tc>
        <w:tc>
          <w:tcPr>
            <w:tcW w:w="1289" w:type="pct"/>
            <w:tcBorders>
              <w:top w:val="single" w:sz="4" w:space="0" w:color="auto"/>
              <w:left w:val="nil"/>
              <w:bottom w:val="single" w:sz="4" w:space="0" w:color="auto"/>
              <w:right w:val="single" w:sz="4" w:space="0" w:color="auto"/>
            </w:tcBorders>
            <w:shd w:val="clear" w:color="auto" w:fill="auto"/>
            <w:hideMark/>
          </w:tcPr>
          <w:p w:rsidR="00C169CA" w:rsidRDefault="00D91137" w:rsidP="00D91137">
            <w:pPr>
              <w:ind w:firstLine="0"/>
              <w:jc w:val="left"/>
              <w:rPr>
                <w:szCs w:val="28"/>
              </w:rPr>
            </w:pPr>
            <w:r w:rsidRPr="00224953">
              <w:rPr>
                <w:szCs w:val="28"/>
              </w:rPr>
              <w:t xml:space="preserve">Газопровод </w:t>
            </w:r>
          </w:p>
          <w:p w:rsidR="00C169CA"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C169CA" w:rsidP="00C169CA">
            <w:pPr>
              <w:ind w:firstLine="0"/>
              <w:jc w:val="left"/>
              <w:rPr>
                <w:szCs w:val="28"/>
              </w:rPr>
            </w:pPr>
            <w:r>
              <w:rPr>
                <w:szCs w:val="28"/>
              </w:rPr>
              <w:t>Ярославская область, г. </w:t>
            </w:r>
            <w:r w:rsidR="00D91137" w:rsidRPr="00224953">
              <w:rPr>
                <w:szCs w:val="28"/>
              </w:rPr>
              <w:t>Ярославль, Фрунзенский район, от магистрального газопровода на Костромском ш</w:t>
            </w:r>
            <w:r>
              <w:rPr>
                <w:szCs w:val="28"/>
              </w:rPr>
              <w:t>оссе</w:t>
            </w:r>
            <w:r w:rsidR="00D91137" w:rsidRPr="00224953">
              <w:rPr>
                <w:szCs w:val="28"/>
              </w:rPr>
              <w:t xml:space="preserve"> до котельной</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76:23:000000:16185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169</w:t>
            </w:r>
          </w:p>
        </w:tc>
        <w:tc>
          <w:tcPr>
            <w:tcW w:w="1289" w:type="pct"/>
            <w:tcBorders>
              <w:top w:val="nil"/>
              <w:left w:val="nil"/>
              <w:bottom w:val="single" w:sz="4" w:space="0" w:color="auto"/>
              <w:right w:val="single" w:sz="4" w:space="0" w:color="auto"/>
            </w:tcBorders>
            <w:shd w:val="clear" w:color="auto" w:fill="auto"/>
            <w:hideMark/>
          </w:tcPr>
          <w:p w:rsidR="00C169CA" w:rsidRDefault="00D91137" w:rsidP="00D91137">
            <w:pPr>
              <w:ind w:firstLine="0"/>
              <w:jc w:val="left"/>
              <w:rPr>
                <w:szCs w:val="28"/>
              </w:rPr>
            </w:pPr>
            <w:r w:rsidRPr="00224953">
              <w:rPr>
                <w:szCs w:val="28"/>
              </w:rPr>
              <w:t xml:space="preserve">Газопровод </w:t>
            </w:r>
          </w:p>
          <w:p w:rsidR="00C169CA"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169CA" w:rsidP="00D91137">
            <w:pPr>
              <w:ind w:firstLine="0"/>
              <w:jc w:val="left"/>
              <w:rPr>
                <w:szCs w:val="28"/>
              </w:rPr>
            </w:pPr>
            <w:r>
              <w:rPr>
                <w:szCs w:val="28"/>
              </w:rPr>
              <w:t xml:space="preserve">Ярославская область, г. Ярославль, </w:t>
            </w:r>
            <w:r>
              <w:rPr>
                <w:szCs w:val="28"/>
              </w:rPr>
              <w:br/>
            </w:r>
            <w:r w:rsidR="002C3AAF">
              <w:rPr>
                <w:szCs w:val="28"/>
              </w:rPr>
              <w:t>проспе</w:t>
            </w:r>
            <w:r>
              <w:rPr>
                <w:szCs w:val="28"/>
              </w:rPr>
              <w:t>кт </w:t>
            </w:r>
            <w:r w:rsidR="00D91137" w:rsidRPr="00224953">
              <w:rPr>
                <w:szCs w:val="28"/>
              </w:rPr>
              <w:t>Фрунзе</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76:23:061401:11974</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170</w:t>
            </w:r>
          </w:p>
        </w:tc>
        <w:tc>
          <w:tcPr>
            <w:tcW w:w="1289" w:type="pct"/>
            <w:tcBorders>
              <w:top w:val="nil"/>
              <w:left w:val="nil"/>
              <w:bottom w:val="single" w:sz="4" w:space="0" w:color="auto"/>
              <w:right w:val="single" w:sz="4" w:space="0" w:color="auto"/>
            </w:tcBorders>
            <w:shd w:val="clear" w:color="auto" w:fill="auto"/>
            <w:hideMark/>
          </w:tcPr>
          <w:p w:rsidR="00C169CA" w:rsidRDefault="00D91137" w:rsidP="00D91137">
            <w:pPr>
              <w:ind w:firstLine="0"/>
              <w:jc w:val="left"/>
              <w:rPr>
                <w:szCs w:val="28"/>
              </w:rPr>
            </w:pPr>
            <w:r w:rsidRPr="00224953">
              <w:rPr>
                <w:szCs w:val="28"/>
              </w:rPr>
              <w:t xml:space="preserve">Объект газораспределения: распределительный газопровод </w:t>
            </w:r>
          </w:p>
          <w:p w:rsidR="00D91137" w:rsidRPr="00224953" w:rsidRDefault="00D91137" w:rsidP="00D91137">
            <w:pPr>
              <w:ind w:firstLine="0"/>
              <w:jc w:val="left"/>
              <w:rPr>
                <w:szCs w:val="28"/>
              </w:rPr>
            </w:pPr>
            <w:r w:rsidRPr="00224953">
              <w:rPr>
                <w:szCs w:val="28"/>
              </w:rPr>
              <w:t>низкого давления (без вводов)</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169CA" w:rsidP="00C169CA">
            <w:pPr>
              <w:ind w:firstLine="0"/>
              <w:jc w:val="left"/>
              <w:rPr>
                <w:szCs w:val="28"/>
              </w:rPr>
            </w:pPr>
            <w:r>
              <w:rPr>
                <w:szCs w:val="28"/>
              </w:rPr>
              <w:t>Ярославская область, г. </w:t>
            </w:r>
            <w:r w:rsidR="00D91137" w:rsidRPr="00224953">
              <w:rPr>
                <w:szCs w:val="28"/>
              </w:rPr>
              <w:t>Ярославль, распределительный газопровод низкого давления (без вводов) газового</w:t>
            </w:r>
            <w:r>
              <w:rPr>
                <w:szCs w:val="28"/>
              </w:rPr>
              <w:t xml:space="preserve"> </w:t>
            </w:r>
            <w:r w:rsidR="00D91137" w:rsidRPr="00224953">
              <w:rPr>
                <w:szCs w:val="28"/>
              </w:rPr>
              <w:t>кооператива «Мечтатель плюс»</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76:23:000000:16239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высокого давления, ГРП-76</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C3AAF">
            <w:pPr>
              <w:ind w:firstLine="0"/>
              <w:jc w:val="left"/>
              <w:rPr>
                <w:szCs w:val="28"/>
              </w:rPr>
            </w:pPr>
            <w:r w:rsidRPr="00224953">
              <w:rPr>
                <w:szCs w:val="28"/>
              </w:rPr>
              <w:t>Ярославская обл</w:t>
            </w:r>
            <w:r w:rsidR="002C3AAF">
              <w:rPr>
                <w:szCs w:val="28"/>
              </w:rPr>
              <w:t>асть, г. </w:t>
            </w:r>
            <w:r w:rsidRPr="00224953">
              <w:rPr>
                <w:szCs w:val="28"/>
              </w:rPr>
              <w:t>Ярославль, коо</w:t>
            </w:r>
            <w:r w:rsidR="002C3AAF">
              <w:rPr>
                <w:szCs w:val="28"/>
              </w:rPr>
              <w:t>ператив «</w:t>
            </w:r>
            <w:r w:rsidRPr="00224953">
              <w:rPr>
                <w:szCs w:val="28"/>
              </w:rPr>
              <w:t>Куйбышево газ</w:t>
            </w:r>
            <w:r w:rsidR="002C3AAF">
              <w:rPr>
                <w:szCs w:val="28"/>
              </w:rPr>
              <w:t>»</w:t>
            </w:r>
            <w:r w:rsidR="002C3AAF">
              <w:rPr>
                <w:szCs w:val="28"/>
              </w:rPr>
              <w:br/>
              <w:t>п</w:t>
            </w:r>
            <w:r w:rsidRPr="00224953">
              <w:rPr>
                <w:szCs w:val="28"/>
              </w:rPr>
              <w:t>. Куйбышево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76:23:000000:16287</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Газораспределительный пункт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 г.</w:t>
            </w:r>
            <w:r w:rsidR="002C3AAF">
              <w:rPr>
                <w:szCs w:val="28"/>
              </w:rPr>
              <w:t> </w:t>
            </w:r>
            <w:r w:rsidRPr="00224953">
              <w:rPr>
                <w:szCs w:val="28"/>
              </w:rPr>
              <w:t>Ярославль, ул.</w:t>
            </w:r>
            <w:r w:rsidR="002C3AAF">
              <w:rPr>
                <w:szCs w:val="28"/>
              </w:rPr>
              <w:t> </w:t>
            </w:r>
            <w:r w:rsidRPr="00224953">
              <w:rPr>
                <w:szCs w:val="28"/>
              </w:rPr>
              <w:t>Слепнева за домом №</w:t>
            </w:r>
            <w:r w:rsidR="002C3AAF">
              <w:rPr>
                <w:szCs w:val="28"/>
              </w:rPr>
              <w:t xml:space="preserve"> </w:t>
            </w:r>
            <w:r w:rsidRPr="00224953">
              <w:rPr>
                <w:szCs w:val="28"/>
              </w:rPr>
              <w:t>37</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76:23:060801:142</w:t>
            </w:r>
          </w:p>
        </w:tc>
      </w:tr>
      <w:tr w:rsidR="00D91137" w:rsidRPr="00224953" w:rsidTr="00B771C2">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173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Блочный газораспределительный пункт</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C3AAF">
            <w:pPr>
              <w:ind w:firstLine="0"/>
              <w:jc w:val="left"/>
              <w:rPr>
                <w:szCs w:val="28"/>
              </w:rPr>
            </w:pPr>
            <w:r w:rsidRPr="00224953">
              <w:rPr>
                <w:szCs w:val="28"/>
              </w:rPr>
              <w:t xml:space="preserve">Российская Федерация, Ярославская область, </w:t>
            </w:r>
            <w:r w:rsidR="002C3AAF">
              <w:rPr>
                <w:szCs w:val="28"/>
              </w:rPr>
              <w:br/>
            </w:r>
            <w:r w:rsidRPr="00224953">
              <w:rPr>
                <w:szCs w:val="28"/>
              </w:rPr>
              <w:t>городской округ город Ярославль, г</w:t>
            </w:r>
            <w:r w:rsidR="002C3AAF">
              <w:rPr>
                <w:szCs w:val="28"/>
              </w:rPr>
              <w:t>.</w:t>
            </w:r>
            <w:r w:rsidRPr="00224953">
              <w:rPr>
                <w:szCs w:val="28"/>
              </w:rPr>
              <w:t xml:space="preserve"> Ярославль, проспект</w:t>
            </w:r>
            <w:r w:rsidR="002C3AAF">
              <w:rPr>
                <w:szCs w:val="28"/>
              </w:rPr>
              <w:t xml:space="preserve"> </w:t>
            </w:r>
            <w:r w:rsidRPr="00224953">
              <w:rPr>
                <w:szCs w:val="28"/>
              </w:rPr>
              <w:t>Фрунзе, у дома №</w:t>
            </w:r>
            <w:r w:rsidR="002C3AAF">
              <w:rPr>
                <w:szCs w:val="28"/>
              </w:rPr>
              <w:t xml:space="preserve"> </w:t>
            </w:r>
            <w:r w:rsidRPr="00224953">
              <w:rPr>
                <w:szCs w:val="28"/>
              </w:rPr>
              <w:t>38</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76:23:061401:2654</w:t>
            </w:r>
          </w:p>
        </w:tc>
      </w:tr>
      <w:tr w:rsidR="00D91137" w:rsidRPr="00224953" w:rsidTr="00B771C2">
        <w:trPr>
          <w:trHeight w:val="24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174</w:t>
            </w:r>
          </w:p>
        </w:tc>
        <w:tc>
          <w:tcPr>
            <w:tcW w:w="1289" w:type="pct"/>
            <w:tcBorders>
              <w:top w:val="single" w:sz="4" w:space="0" w:color="auto"/>
              <w:left w:val="nil"/>
              <w:bottom w:val="single" w:sz="4" w:space="0" w:color="auto"/>
              <w:right w:val="single" w:sz="4" w:space="0" w:color="auto"/>
            </w:tcBorders>
            <w:shd w:val="clear" w:color="auto" w:fill="auto"/>
            <w:hideMark/>
          </w:tcPr>
          <w:p w:rsidR="00F41344" w:rsidRDefault="00D91137" w:rsidP="00D91137">
            <w:pPr>
              <w:ind w:firstLine="0"/>
              <w:jc w:val="left"/>
              <w:rPr>
                <w:szCs w:val="28"/>
              </w:rPr>
            </w:pPr>
            <w:r w:rsidRPr="00224953">
              <w:rPr>
                <w:szCs w:val="28"/>
              </w:rPr>
              <w:t xml:space="preserve">Газопровод </w:t>
            </w:r>
          </w:p>
          <w:p w:rsidR="00F41344"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F41344" w:rsidP="00D91137">
            <w:pPr>
              <w:ind w:firstLine="0"/>
              <w:jc w:val="left"/>
              <w:rPr>
                <w:szCs w:val="28"/>
              </w:rPr>
            </w:pPr>
            <w:r>
              <w:rPr>
                <w:szCs w:val="28"/>
              </w:rPr>
              <w:t>Ярославская область, г. </w:t>
            </w:r>
            <w:r w:rsidR="00D91137" w:rsidRPr="00224953">
              <w:rPr>
                <w:szCs w:val="28"/>
              </w:rPr>
              <w:t>Ярославль, магистральные внеплощадочное сети газоснабжения объектов жилищного строительства (подключение д</w:t>
            </w:r>
            <w:r>
              <w:rPr>
                <w:szCs w:val="28"/>
              </w:rPr>
              <w:t>ома № </w:t>
            </w:r>
            <w:r w:rsidR="00D91137" w:rsidRPr="00224953">
              <w:rPr>
                <w:szCs w:val="28"/>
              </w:rPr>
              <w:t>19), расположенных в квартале</w:t>
            </w:r>
            <w:r>
              <w:rPr>
                <w:szCs w:val="28"/>
              </w:rPr>
              <w:t>,</w:t>
            </w:r>
            <w:r w:rsidR="00D91137" w:rsidRPr="00224953">
              <w:rPr>
                <w:szCs w:val="28"/>
              </w:rPr>
              <w:t xml:space="preserve"> ограниченном ул. Черно</w:t>
            </w:r>
            <w:r>
              <w:rPr>
                <w:szCs w:val="28"/>
              </w:rPr>
              <w:t>прудной, проспектом Фрунзе, ул. </w:t>
            </w:r>
            <w:r w:rsidR="00D91137" w:rsidRPr="00224953">
              <w:rPr>
                <w:szCs w:val="28"/>
              </w:rPr>
              <w:t>Циолковского во Фрунзенском район</w:t>
            </w:r>
            <w:r>
              <w:rPr>
                <w:szCs w:val="28"/>
              </w:rPr>
              <w:t>е</w:t>
            </w:r>
            <w:r w:rsidR="00D91137" w:rsidRPr="00224953">
              <w:rPr>
                <w:szCs w:val="28"/>
              </w:rPr>
              <w:t xml:space="preserve"> г.</w:t>
            </w:r>
            <w:r>
              <w:rPr>
                <w:szCs w:val="28"/>
              </w:rPr>
              <w:t> </w:t>
            </w:r>
            <w:r w:rsidR="00D91137" w:rsidRPr="00224953">
              <w:rPr>
                <w:szCs w:val="28"/>
              </w:rPr>
              <w:t>Ярославля</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76:23:061401:7019</w:t>
            </w:r>
          </w:p>
        </w:tc>
      </w:tr>
      <w:tr w:rsidR="00D91137" w:rsidRPr="00224953" w:rsidTr="00F41344">
        <w:trPr>
          <w:trHeight w:val="24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175</w:t>
            </w:r>
          </w:p>
        </w:tc>
        <w:tc>
          <w:tcPr>
            <w:tcW w:w="1289" w:type="pct"/>
            <w:tcBorders>
              <w:top w:val="single" w:sz="4" w:space="0" w:color="auto"/>
              <w:left w:val="nil"/>
              <w:bottom w:val="single" w:sz="4" w:space="0" w:color="auto"/>
              <w:right w:val="single" w:sz="4" w:space="0" w:color="auto"/>
            </w:tcBorders>
            <w:shd w:val="clear" w:color="auto" w:fill="auto"/>
            <w:hideMark/>
          </w:tcPr>
          <w:p w:rsidR="00F4134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F41344" w:rsidP="00D91137">
            <w:pPr>
              <w:ind w:firstLine="0"/>
              <w:jc w:val="left"/>
              <w:rPr>
                <w:szCs w:val="28"/>
              </w:rPr>
            </w:pPr>
            <w:r>
              <w:rPr>
                <w:szCs w:val="28"/>
              </w:rPr>
              <w:t>Ярославская область, г. </w:t>
            </w:r>
            <w:r w:rsidR="00D91137" w:rsidRPr="00224953">
              <w:rPr>
                <w:szCs w:val="28"/>
              </w:rPr>
              <w:t>Ярославль, магистральные внеплощадочное сети газоснабжения объектов жилищного ст</w:t>
            </w:r>
            <w:r>
              <w:rPr>
                <w:szCs w:val="28"/>
              </w:rPr>
              <w:t>роительства (подключение дома № </w:t>
            </w:r>
            <w:r w:rsidR="00D91137" w:rsidRPr="00224953">
              <w:rPr>
                <w:szCs w:val="28"/>
              </w:rPr>
              <w:t>19), расположенных в квартале</w:t>
            </w:r>
            <w:r>
              <w:rPr>
                <w:szCs w:val="28"/>
              </w:rPr>
              <w:t>,</w:t>
            </w:r>
            <w:r w:rsidR="00D91137" w:rsidRPr="00224953">
              <w:rPr>
                <w:szCs w:val="28"/>
              </w:rPr>
              <w:t xml:space="preserve"> ограниченном ул. Черно</w:t>
            </w:r>
            <w:r>
              <w:rPr>
                <w:szCs w:val="28"/>
              </w:rPr>
              <w:t>прудной, проспектом Фрунзе, ул. </w:t>
            </w:r>
            <w:r w:rsidR="00D91137" w:rsidRPr="00224953">
              <w:rPr>
                <w:szCs w:val="28"/>
              </w:rPr>
              <w:t>Циолковского во Фрунзенском районе г.</w:t>
            </w:r>
            <w:r>
              <w:rPr>
                <w:szCs w:val="28"/>
              </w:rPr>
              <w:t> </w:t>
            </w:r>
            <w:r w:rsidR="00D91137" w:rsidRPr="00224953">
              <w:rPr>
                <w:szCs w:val="28"/>
              </w:rPr>
              <w:t>Ярославля</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76:23:061401:7020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176</w:t>
            </w:r>
          </w:p>
        </w:tc>
        <w:tc>
          <w:tcPr>
            <w:tcW w:w="1289" w:type="pct"/>
            <w:tcBorders>
              <w:top w:val="nil"/>
              <w:left w:val="nil"/>
              <w:bottom w:val="single" w:sz="4" w:space="0" w:color="auto"/>
              <w:right w:val="single" w:sz="4" w:space="0" w:color="auto"/>
            </w:tcBorders>
            <w:shd w:val="clear" w:color="auto" w:fill="auto"/>
            <w:hideMark/>
          </w:tcPr>
          <w:p w:rsidR="00F4134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высокого давления к котельной №</w:t>
            </w:r>
            <w:r w:rsidR="00F41344">
              <w:rPr>
                <w:szCs w:val="28"/>
              </w:rPr>
              <w:t xml:space="preserve"> </w:t>
            </w:r>
            <w:r w:rsidRPr="00224953">
              <w:rPr>
                <w:szCs w:val="28"/>
              </w:rPr>
              <w:t>37</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F41344">
              <w:rPr>
                <w:szCs w:val="28"/>
              </w:rPr>
              <w:t>асть, г. </w:t>
            </w:r>
            <w:r w:rsidRPr="00224953">
              <w:rPr>
                <w:szCs w:val="28"/>
              </w:rPr>
              <w:t>Ярославль, ул. Лесная</w:t>
            </w:r>
            <w:r w:rsidR="00F41344">
              <w:rPr>
                <w:szCs w:val="28"/>
              </w:rPr>
              <w:t>, д.</w:t>
            </w:r>
            <w:r w:rsidRPr="00224953">
              <w:rPr>
                <w:szCs w:val="28"/>
              </w:rPr>
              <w:t xml:space="preserve"> №</w:t>
            </w:r>
            <w:r w:rsidR="00F41344">
              <w:rPr>
                <w:szCs w:val="28"/>
              </w:rPr>
              <w:t xml:space="preserve"> </w:t>
            </w:r>
            <w:r w:rsidRPr="00224953">
              <w:rPr>
                <w:szCs w:val="28"/>
              </w:rPr>
              <w:t>10 к котельной №</w:t>
            </w:r>
            <w:r w:rsidR="00F41344">
              <w:rPr>
                <w:szCs w:val="28"/>
              </w:rPr>
              <w:t xml:space="preserve"> </w:t>
            </w:r>
            <w:r w:rsidRPr="00224953">
              <w:rPr>
                <w:szCs w:val="28"/>
              </w:rPr>
              <w:t>37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76:23:041901:74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177</w:t>
            </w:r>
          </w:p>
        </w:tc>
        <w:tc>
          <w:tcPr>
            <w:tcW w:w="1289" w:type="pct"/>
            <w:tcBorders>
              <w:top w:val="nil"/>
              <w:left w:val="nil"/>
              <w:bottom w:val="single" w:sz="4" w:space="0" w:color="auto"/>
              <w:right w:val="single" w:sz="4" w:space="0" w:color="auto"/>
            </w:tcBorders>
            <w:shd w:val="clear" w:color="auto" w:fill="auto"/>
            <w:hideMark/>
          </w:tcPr>
          <w:p w:rsidR="00F4134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высокого давления к котельной №</w:t>
            </w:r>
            <w:r w:rsidR="00F41344">
              <w:rPr>
                <w:szCs w:val="28"/>
              </w:rPr>
              <w:t xml:space="preserve"> </w:t>
            </w:r>
            <w:r w:rsidRPr="00224953">
              <w:rPr>
                <w:szCs w:val="28"/>
              </w:rPr>
              <w:t>49</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 г.</w:t>
            </w:r>
            <w:r w:rsidR="00F41344">
              <w:rPr>
                <w:szCs w:val="28"/>
              </w:rPr>
              <w:t> </w:t>
            </w:r>
            <w:r w:rsidRPr="00224953">
              <w:rPr>
                <w:szCs w:val="28"/>
              </w:rPr>
              <w:t>Ярославль, Тутаевское шоссе, д.</w:t>
            </w:r>
            <w:r w:rsidR="00F41344">
              <w:rPr>
                <w:szCs w:val="28"/>
              </w:rPr>
              <w:t xml:space="preserve"> </w:t>
            </w:r>
            <w:r w:rsidRPr="00224953">
              <w:rPr>
                <w:szCs w:val="28"/>
              </w:rPr>
              <w:t>13а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76:23:010101:189830</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178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w:t>
            </w:r>
            <w:r w:rsidR="00F41344">
              <w:rPr>
                <w:szCs w:val="28"/>
              </w:rPr>
              <w:t>ь, г. </w:t>
            </w:r>
            <w:r w:rsidRPr="00224953">
              <w:rPr>
                <w:szCs w:val="28"/>
              </w:rPr>
              <w:t xml:space="preserve">Ярославль, </w:t>
            </w:r>
            <w:r w:rsidR="00F41344">
              <w:rPr>
                <w:szCs w:val="28"/>
              </w:rPr>
              <w:br/>
            </w:r>
            <w:r w:rsidRPr="00224953">
              <w:rPr>
                <w:szCs w:val="28"/>
              </w:rPr>
              <w:t>ул. Маяковского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76:23:010101:189982</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179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к котельной № 38</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ED2533" w:rsidP="00D91137">
            <w:pPr>
              <w:ind w:firstLine="0"/>
              <w:jc w:val="left"/>
              <w:rPr>
                <w:szCs w:val="28"/>
              </w:rPr>
            </w:pPr>
            <w:r>
              <w:rPr>
                <w:szCs w:val="28"/>
              </w:rPr>
              <w:t>Ярославская область, г. </w:t>
            </w:r>
            <w:r w:rsidR="00D91137" w:rsidRPr="00224953">
              <w:rPr>
                <w:szCs w:val="28"/>
              </w:rPr>
              <w:t>Ярославль, Парковый пр., д.</w:t>
            </w:r>
            <w:r>
              <w:rPr>
                <w:szCs w:val="28"/>
              </w:rPr>
              <w:t xml:space="preserve"> </w:t>
            </w:r>
            <w:r w:rsidR="00D91137" w:rsidRPr="00224953">
              <w:rPr>
                <w:szCs w:val="28"/>
              </w:rPr>
              <w:t>7б</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76:23:010101:189691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180</w:t>
            </w:r>
          </w:p>
        </w:tc>
        <w:tc>
          <w:tcPr>
            <w:tcW w:w="1289" w:type="pct"/>
            <w:tcBorders>
              <w:top w:val="single" w:sz="4" w:space="0" w:color="auto"/>
              <w:left w:val="nil"/>
              <w:bottom w:val="single" w:sz="4" w:space="0" w:color="auto"/>
              <w:right w:val="single" w:sz="4" w:space="0" w:color="auto"/>
            </w:tcBorders>
            <w:shd w:val="clear" w:color="auto" w:fill="auto"/>
            <w:hideMark/>
          </w:tcPr>
          <w:p w:rsidR="00ED2533"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ED2533" w:rsidP="00386B88">
            <w:pPr>
              <w:ind w:firstLine="0"/>
              <w:jc w:val="left"/>
              <w:rPr>
                <w:szCs w:val="28"/>
              </w:rPr>
            </w:pPr>
            <w:r>
              <w:rPr>
                <w:szCs w:val="28"/>
              </w:rPr>
              <w:t>Ярославская область, г. </w:t>
            </w:r>
            <w:r w:rsidR="00D91137" w:rsidRPr="00224953">
              <w:rPr>
                <w:szCs w:val="28"/>
              </w:rPr>
              <w:t>Ярославль, просп</w:t>
            </w:r>
            <w:r>
              <w:rPr>
                <w:szCs w:val="28"/>
              </w:rPr>
              <w:t>ект</w:t>
            </w:r>
            <w:r w:rsidR="00D91137" w:rsidRPr="00224953">
              <w:rPr>
                <w:szCs w:val="28"/>
              </w:rPr>
              <w:t xml:space="preserve"> Дзержинского, д.</w:t>
            </w:r>
            <w:r>
              <w:rPr>
                <w:szCs w:val="28"/>
              </w:rPr>
              <w:t xml:space="preserve"> </w:t>
            </w:r>
            <w:r w:rsidR="00D91137" w:rsidRPr="00224953">
              <w:rPr>
                <w:szCs w:val="28"/>
              </w:rPr>
              <w:t>8 корп.</w:t>
            </w:r>
            <w:r>
              <w:rPr>
                <w:szCs w:val="28"/>
              </w:rPr>
              <w:t> </w:t>
            </w:r>
            <w:r w:rsidR="00D91137" w:rsidRPr="00224953">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76:23:010101:16828</w:t>
            </w:r>
          </w:p>
        </w:tc>
      </w:tr>
      <w:tr w:rsidR="00D91137" w:rsidRPr="00224953" w:rsidTr="00F41344">
        <w:trPr>
          <w:trHeight w:val="21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07BC0">
            <w:pPr>
              <w:ind w:firstLine="0"/>
              <w:jc w:val="left"/>
              <w:rPr>
                <w:szCs w:val="28"/>
              </w:rPr>
            </w:pPr>
            <w:r w:rsidRPr="00224953">
              <w:rPr>
                <w:szCs w:val="28"/>
              </w:rPr>
              <w:t>Российская Федерация, Ярославская обл</w:t>
            </w:r>
            <w:r w:rsidR="00C07BC0">
              <w:rPr>
                <w:szCs w:val="28"/>
              </w:rPr>
              <w:t>асть</w:t>
            </w:r>
            <w:r w:rsidRPr="00224953">
              <w:rPr>
                <w:szCs w:val="28"/>
              </w:rPr>
              <w:t>, городской округ город Ярославль, г. Ярославль</w:t>
            </w:r>
            <w:r w:rsidR="00C07BC0">
              <w:rPr>
                <w:szCs w:val="28"/>
              </w:rPr>
              <w:t>,</w:t>
            </w:r>
            <w:r w:rsidRPr="00224953">
              <w:rPr>
                <w:szCs w:val="28"/>
              </w:rPr>
              <w:t xml:space="preserve"> от врезки в</w:t>
            </w:r>
            <w:r w:rsidR="00C07BC0">
              <w:rPr>
                <w:szCs w:val="28"/>
              </w:rPr>
              <w:t xml:space="preserve"> </w:t>
            </w:r>
            <w:r w:rsidRPr="00224953">
              <w:rPr>
                <w:szCs w:val="28"/>
              </w:rPr>
              <w:t xml:space="preserve">существующий газопровод у дома 1а по Флотскому спуску до дома по адресу: Флотский спуск, д. 1/2 </w:t>
            </w:r>
            <w:r w:rsidR="00C07BC0">
              <w:rPr>
                <w:szCs w:val="28"/>
              </w:rPr>
              <w:t>–</w:t>
            </w:r>
            <w:r w:rsidRPr="00224953">
              <w:rPr>
                <w:szCs w:val="28"/>
              </w:rPr>
              <w:t xml:space="preserve"> сети</w:t>
            </w:r>
            <w:r w:rsidRPr="00224953">
              <w:rPr>
                <w:szCs w:val="28"/>
              </w:rPr>
              <w:br/>
              <w:t>газоснабжения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76:23:030603:53</w:t>
            </w:r>
          </w:p>
        </w:tc>
      </w:tr>
      <w:tr w:rsidR="00D91137" w:rsidRPr="00224953" w:rsidTr="00C07BC0">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Нефтяников, д.</w:t>
            </w:r>
            <w:r>
              <w:rPr>
                <w:szCs w:val="28"/>
              </w:rPr>
              <w:t xml:space="preserve"> </w:t>
            </w:r>
            <w:r w:rsidR="00D91137" w:rsidRPr="00224953">
              <w:rPr>
                <w:szCs w:val="28"/>
              </w:rPr>
              <w:t xml:space="preserve">30а </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76:23:010101:14610</w:t>
            </w:r>
          </w:p>
        </w:tc>
      </w:tr>
      <w:tr w:rsidR="00D91137" w:rsidRPr="00224953" w:rsidTr="00C07BC0">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183</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Свободы, д.</w:t>
            </w:r>
            <w:r>
              <w:rPr>
                <w:szCs w:val="28"/>
              </w:rPr>
              <w:t xml:space="preserve"> </w:t>
            </w:r>
            <w:r w:rsidR="00D91137" w:rsidRPr="00224953">
              <w:rPr>
                <w:szCs w:val="28"/>
              </w:rPr>
              <w:t>70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76:23:010101:18712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184</w:t>
            </w:r>
          </w:p>
        </w:tc>
        <w:tc>
          <w:tcPr>
            <w:tcW w:w="1289" w:type="pct"/>
            <w:tcBorders>
              <w:top w:val="nil"/>
              <w:left w:val="nil"/>
              <w:bottom w:val="single" w:sz="4" w:space="0" w:color="auto"/>
              <w:right w:val="single" w:sz="4" w:space="0" w:color="auto"/>
            </w:tcBorders>
            <w:shd w:val="clear" w:color="auto" w:fill="auto"/>
            <w:hideMark/>
          </w:tcPr>
          <w:p w:rsidR="00C07BC0" w:rsidRDefault="00D91137" w:rsidP="00D91137">
            <w:pPr>
              <w:ind w:firstLine="0"/>
              <w:jc w:val="left"/>
              <w:rPr>
                <w:szCs w:val="28"/>
              </w:rPr>
            </w:pPr>
            <w:r w:rsidRPr="00224953">
              <w:rPr>
                <w:szCs w:val="28"/>
              </w:rPr>
              <w:t xml:space="preserve">Газопровод </w:t>
            </w:r>
          </w:p>
          <w:p w:rsidR="00C07BC0" w:rsidRDefault="00D91137" w:rsidP="00D91137">
            <w:pPr>
              <w:ind w:firstLine="0"/>
              <w:jc w:val="left"/>
              <w:rPr>
                <w:szCs w:val="28"/>
              </w:rPr>
            </w:pPr>
            <w:r w:rsidRPr="00224953">
              <w:rPr>
                <w:szCs w:val="28"/>
              </w:rPr>
              <w:t xml:space="preserve">высокого </w:t>
            </w:r>
          </w:p>
          <w:p w:rsidR="00D91137" w:rsidRPr="00224953" w:rsidRDefault="00D91137" w:rsidP="00D91137">
            <w:pPr>
              <w:ind w:firstLine="0"/>
              <w:jc w:val="left"/>
              <w:rPr>
                <w:szCs w:val="28"/>
              </w:rPr>
            </w:pPr>
            <w:r w:rsidRPr="00224953">
              <w:rPr>
                <w:szCs w:val="28"/>
              </w:rPr>
              <w:t>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386B88">
            <w:pPr>
              <w:ind w:firstLine="0"/>
              <w:jc w:val="left"/>
              <w:rPr>
                <w:szCs w:val="28"/>
              </w:rPr>
            </w:pPr>
            <w:r>
              <w:rPr>
                <w:szCs w:val="28"/>
              </w:rPr>
              <w:t>Ярославская область, г. </w:t>
            </w:r>
            <w:r w:rsidR="00D91137" w:rsidRPr="00224953">
              <w:rPr>
                <w:szCs w:val="28"/>
              </w:rPr>
              <w:t>Ярославль, ул. Ухтомского, к дому №</w:t>
            </w:r>
            <w:r>
              <w:rPr>
                <w:szCs w:val="28"/>
              </w:rPr>
              <w:t xml:space="preserve"> </w:t>
            </w:r>
            <w:r w:rsidR="00D91137" w:rsidRPr="00224953">
              <w:rPr>
                <w:szCs w:val="28"/>
              </w:rPr>
              <w:t>1</w:t>
            </w:r>
            <w:r w:rsidR="00386B88">
              <w:rPr>
                <w:szCs w:val="28"/>
              </w:rPr>
              <w:t xml:space="preserve"> </w:t>
            </w:r>
            <w:r w:rsidR="00D91137" w:rsidRPr="00224953">
              <w:rPr>
                <w:szCs w:val="28"/>
              </w:rPr>
              <w:t>корп</w:t>
            </w:r>
            <w:r w:rsidR="00386B88">
              <w:rPr>
                <w:szCs w:val="28"/>
              </w:rPr>
              <w:t>.</w:t>
            </w:r>
            <w:r w:rsidR="00D91137" w:rsidRPr="00224953">
              <w:rPr>
                <w:szCs w:val="28"/>
              </w:rPr>
              <w:t xml:space="preserve"> 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76:23:010101:2251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Ярославль, ул. Гоголя, д.</w:t>
            </w:r>
            <w:r>
              <w:rPr>
                <w:szCs w:val="28"/>
              </w:rPr>
              <w:t xml:space="preserve"> </w:t>
            </w:r>
            <w:r w:rsidR="00D91137" w:rsidRPr="00224953">
              <w:rPr>
                <w:szCs w:val="28"/>
              </w:rPr>
              <w:t>17а,</w:t>
            </w:r>
            <w:r>
              <w:rPr>
                <w:szCs w:val="28"/>
              </w:rPr>
              <w:t xml:space="preserve"> </w:t>
            </w:r>
            <w:r w:rsidR="00D91137" w:rsidRPr="00224953">
              <w:rPr>
                <w:szCs w:val="28"/>
              </w:rPr>
              <w:t>17б</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76:23:010101:5924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Сеть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07BC0">
            <w:pPr>
              <w:ind w:firstLine="0"/>
              <w:jc w:val="left"/>
              <w:rPr>
                <w:szCs w:val="28"/>
              </w:rPr>
            </w:pPr>
            <w:r w:rsidRPr="00224953">
              <w:rPr>
                <w:szCs w:val="28"/>
              </w:rPr>
              <w:t>Ярославская о</w:t>
            </w:r>
            <w:r w:rsidR="00C07BC0">
              <w:rPr>
                <w:szCs w:val="28"/>
              </w:rPr>
              <w:t>бласть, г. </w:t>
            </w:r>
            <w:r w:rsidRPr="00224953">
              <w:rPr>
                <w:szCs w:val="28"/>
              </w:rPr>
              <w:t>Ярославль, Московский</w:t>
            </w:r>
            <w:r w:rsidR="00C07BC0">
              <w:rPr>
                <w:szCs w:val="28"/>
              </w:rPr>
              <w:t xml:space="preserve"> проспект</w:t>
            </w:r>
            <w:r w:rsidRPr="00224953">
              <w:rPr>
                <w:szCs w:val="28"/>
              </w:rPr>
              <w:t>, д.</w:t>
            </w:r>
            <w:r w:rsidR="00C07BC0">
              <w:rPr>
                <w:szCs w:val="28"/>
              </w:rPr>
              <w:t xml:space="preserve"> </w:t>
            </w:r>
            <w:r w:rsidRPr="00224953">
              <w:rPr>
                <w:szCs w:val="28"/>
              </w:rPr>
              <w:t>125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76:23:010101:11390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Терешковой, д. 11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76:23:030605:21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п. Толга, д. 39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76:23:020601:569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189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п. Толга, д. 40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76:23:020601:570</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п. Толга, д. 30, 31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76:23:020601:631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191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07BC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Ярославль, ул. 50 лет ВЛКСМ, д. 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76:23:010101:8042</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192</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п. Толга, д. 37</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76:23:020601:585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п. Толга, д. 36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76:23:020601:584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07BC0"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п. Толга, д. 38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76:23:020601:586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C07BC0">
              <w:rPr>
                <w:szCs w:val="28"/>
              </w:rPr>
              <w:br/>
              <w:t>г.</w:t>
            </w:r>
            <w:r w:rsidRPr="00224953">
              <w:rPr>
                <w:szCs w:val="28"/>
              </w:rPr>
              <w:t xml:space="preserve"> Ярославль, Ленинский район, ул. Жукова, к дому №</w:t>
            </w:r>
            <w:r w:rsidR="00C07BC0">
              <w:rPr>
                <w:szCs w:val="28"/>
              </w:rPr>
              <w:t xml:space="preserve"> </w:t>
            </w:r>
            <w:r w:rsidRPr="00224953">
              <w:rPr>
                <w:szCs w:val="28"/>
              </w:rPr>
              <w:t>21а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76:23:050508:734</w:t>
            </w:r>
          </w:p>
        </w:tc>
      </w:tr>
      <w:tr w:rsidR="00D91137" w:rsidRPr="00224953" w:rsidTr="0040640A">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07BC0">
            <w:pPr>
              <w:ind w:firstLine="0"/>
              <w:jc w:val="left"/>
              <w:rPr>
                <w:szCs w:val="28"/>
              </w:rPr>
            </w:pPr>
            <w:r w:rsidRPr="00224953">
              <w:rPr>
                <w:szCs w:val="28"/>
              </w:rPr>
              <w:t>Ярославская обл</w:t>
            </w:r>
            <w:r w:rsidR="00C07BC0">
              <w:rPr>
                <w:szCs w:val="28"/>
              </w:rPr>
              <w:t>асть, г. </w:t>
            </w:r>
            <w:r w:rsidRPr="00224953">
              <w:rPr>
                <w:szCs w:val="28"/>
              </w:rPr>
              <w:t>Ярославль, ул. Овинная, к дому №</w:t>
            </w:r>
            <w:r w:rsidR="00C07BC0">
              <w:rPr>
                <w:szCs w:val="28"/>
              </w:rPr>
              <w:t xml:space="preserve"> </w:t>
            </w:r>
            <w:r w:rsidRPr="00224953">
              <w:rPr>
                <w:szCs w:val="28"/>
              </w:rPr>
              <w:t>24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76:23:040412:434</w:t>
            </w:r>
          </w:p>
        </w:tc>
      </w:tr>
      <w:tr w:rsidR="00D91137" w:rsidRPr="00224953" w:rsidTr="0040640A">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197</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газопровод низкого давления</w:t>
            </w:r>
            <w:r w:rsidRPr="00224953">
              <w:rPr>
                <w:szCs w:val="28"/>
              </w:rPr>
              <w:br/>
              <w:t>вынос газопровода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Некрасова, к дому №</w:t>
            </w:r>
            <w:r>
              <w:rPr>
                <w:szCs w:val="28"/>
              </w:rPr>
              <w:t> </w:t>
            </w:r>
            <w:r w:rsidR="00D91137" w:rsidRPr="00224953">
              <w:rPr>
                <w:szCs w:val="28"/>
              </w:rPr>
              <w:t>12а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76:23:000000:16201</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40640A">
            <w:pPr>
              <w:ind w:firstLine="0"/>
              <w:jc w:val="left"/>
              <w:rPr>
                <w:szCs w:val="28"/>
              </w:rPr>
            </w:pPr>
            <w:r w:rsidRPr="00224953">
              <w:rPr>
                <w:szCs w:val="28"/>
              </w:rPr>
              <w:t xml:space="preserve">Российская Федерация, Ярославская область, </w:t>
            </w:r>
            <w:r w:rsidR="0040640A">
              <w:rPr>
                <w:szCs w:val="28"/>
              </w:rPr>
              <w:br/>
            </w:r>
            <w:r w:rsidRPr="00224953">
              <w:rPr>
                <w:szCs w:val="28"/>
              </w:rPr>
              <w:t>городской округ город Ярославль, г</w:t>
            </w:r>
            <w:r w:rsidR="0040640A">
              <w:rPr>
                <w:szCs w:val="28"/>
              </w:rPr>
              <w:t>.</w:t>
            </w:r>
            <w:r w:rsidRPr="00224953">
              <w:rPr>
                <w:szCs w:val="28"/>
              </w:rPr>
              <w:t xml:space="preserve"> Ярославль, ул</w:t>
            </w:r>
            <w:r w:rsidR="0040640A">
              <w:rPr>
                <w:szCs w:val="28"/>
              </w:rPr>
              <w:t>.</w:t>
            </w:r>
            <w:r>
              <w:rPr>
                <w:szCs w:val="28"/>
              </w:rPr>
              <w:t xml:space="preserve"> </w:t>
            </w:r>
            <w:r w:rsidR="0040640A">
              <w:rPr>
                <w:szCs w:val="28"/>
              </w:rPr>
              <w:t>Наумова, к дому № </w:t>
            </w:r>
            <w:r w:rsidRPr="00224953">
              <w:rPr>
                <w:szCs w:val="28"/>
              </w:rPr>
              <w:t>37/3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76:23:040609:442</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199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газопровод высокого давления,</w:t>
            </w:r>
            <w:r w:rsidRPr="00224953">
              <w:rPr>
                <w:szCs w:val="28"/>
              </w:rPr>
              <w:br/>
              <w:t>газопровод низкого давления,</w:t>
            </w:r>
            <w:r w:rsidRPr="00224953">
              <w:rPr>
                <w:szCs w:val="28"/>
              </w:rPr>
              <w:br/>
              <w:t>ШРП-346</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w:t>
            </w:r>
            <w:r w:rsidR="0040640A">
              <w:rPr>
                <w:szCs w:val="28"/>
              </w:rPr>
              <w:t>рославская область, г. </w:t>
            </w:r>
            <w:r w:rsidRPr="00224953">
              <w:rPr>
                <w:szCs w:val="28"/>
              </w:rPr>
              <w:t xml:space="preserve">Ярославль, </w:t>
            </w:r>
            <w:r w:rsidR="0040640A">
              <w:rPr>
                <w:szCs w:val="28"/>
              </w:rPr>
              <w:br/>
            </w:r>
            <w:r w:rsidRPr="00224953">
              <w:rPr>
                <w:szCs w:val="28"/>
              </w:rPr>
              <w:t xml:space="preserve">ул. Ильинская, </w:t>
            </w:r>
            <w:r w:rsidR="0040640A">
              <w:rPr>
                <w:szCs w:val="28"/>
              </w:rPr>
              <w:br/>
            </w:r>
            <w:r w:rsidRPr="00224953">
              <w:rPr>
                <w:szCs w:val="28"/>
              </w:rPr>
              <w:t>к дому №</w:t>
            </w:r>
            <w:r w:rsidR="0040640A">
              <w:rPr>
                <w:szCs w:val="28"/>
              </w:rPr>
              <w:t xml:space="preserve"> </w:t>
            </w:r>
            <w:r w:rsidRPr="00224953">
              <w:rPr>
                <w:szCs w:val="28"/>
              </w:rPr>
              <w:t>19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76:23:061705:1228</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низкого давления-закольцовка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 xml:space="preserve">пер. Докучалова, </w:t>
            </w:r>
            <w:r>
              <w:rPr>
                <w:szCs w:val="28"/>
              </w:rPr>
              <w:br/>
            </w:r>
            <w:r w:rsidR="00D91137" w:rsidRPr="00224953">
              <w:rPr>
                <w:szCs w:val="28"/>
              </w:rPr>
              <w:t>к дому №</w:t>
            </w:r>
            <w:r>
              <w:rPr>
                <w:szCs w:val="28"/>
              </w:rPr>
              <w:t xml:space="preserve"> </w:t>
            </w:r>
            <w:r w:rsidR="00D91137" w:rsidRPr="00224953">
              <w:rPr>
                <w:szCs w:val="28"/>
              </w:rPr>
              <w:t>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76:23:022203:1711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201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Ярославль, ул. Овинная, к дому №</w:t>
            </w:r>
            <w:r>
              <w:rPr>
                <w:szCs w:val="28"/>
              </w:rPr>
              <w:t xml:space="preserve"> </w:t>
            </w:r>
            <w:r w:rsidR="00D91137" w:rsidRPr="00224953">
              <w:rPr>
                <w:szCs w:val="28"/>
              </w:rPr>
              <w:t>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76:23:040412:433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202</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Pr>
                <w:szCs w:val="28"/>
              </w:rPr>
              <w:t xml:space="preserve"> </w:t>
            </w:r>
            <w:r w:rsidRPr="00224953">
              <w:rPr>
                <w:szCs w:val="28"/>
              </w:rPr>
              <w:t>газопровод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40640A" w:rsidP="0040640A">
            <w:pPr>
              <w:ind w:firstLine="0"/>
              <w:jc w:val="left"/>
              <w:rPr>
                <w:szCs w:val="28"/>
              </w:rPr>
            </w:pPr>
            <w:r>
              <w:rPr>
                <w:szCs w:val="28"/>
              </w:rPr>
              <w:t>Ярославская область, г. </w:t>
            </w:r>
            <w:r w:rsidR="00D91137" w:rsidRPr="00224953">
              <w:rPr>
                <w:szCs w:val="28"/>
              </w:rPr>
              <w:t>Ярославль, Заволжский район, ул Кавказская, д</w:t>
            </w:r>
            <w:r>
              <w:rPr>
                <w:szCs w:val="28"/>
              </w:rPr>
              <w:t>. </w:t>
            </w:r>
            <w:r w:rsidR="00D91137" w:rsidRPr="00224953">
              <w:rPr>
                <w:szCs w:val="28"/>
              </w:rPr>
              <w:t>24</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76:23:021501:911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Pr>
                <w:szCs w:val="28"/>
              </w:rPr>
              <w:t xml:space="preserve"> </w:t>
            </w:r>
            <w:r w:rsidRPr="00224953">
              <w:rPr>
                <w:szCs w:val="28"/>
              </w:rPr>
              <w:t>газопровод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Талалихина, д.</w:t>
            </w:r>
            <w:r>
              <w:rPr>
                <w:szCs w:val="28"/>
              </w:rPr>
              <w:t xml:space="preserve"> </w:t>
            </w:r>
            <w:r w:rsidR="00D91137" w:rsidRPr="00224953">
              <w:rPr>
                <w:szCs w:val="28"/>
              </w:rPr>
              <w:t>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76:23:061503:377</w:t>
            </w:r>
          </w:p>
        </w:tc>
      </w:tr>
      <w:tr w:rsidR="00D91137" w:rsidRPr="00224953" w:rsidTr="0040640A">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204</w:t>
            </w:r>
          </w:p>
        </w:tc>
        <w:tc>
          <w:tcPr>
            <w:tcW w:w="1289" w:type="pct"/>
            <w:tcBorders>
              <w:top w:val="nil"/>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 xml:space="preserve">Объект газораспределения: газопровод высокого давления, газопровод </w:t>
            </w:r>
          </w:p>
          <w:p w:rsidR="00D91137" w:rsidRPr="00224953" w:rsidRDefault="00D91137" w:rsidP="00D91137">
            <w:pPr>
              <w:ind w:firstLine="0"/>
              <w:jc w:val="left"/>
              <w:rPr>
                <w:szCs w:val="28"/>
              </w:rPr>
            </w:pPr>
            <w:r w:rsidRPr="00224953">
              <w:rPr>
                <w:szCs w:val="28"/>
              </w:rPr>
              <w:t xml:space="preserve">низкого давления, </w:t>
            </w:r>
            <w:r w:rsidR="0040640A">
              <w:rPr>
                <w:szCs w:val="28"/>
              </w:rPr>
              <w:br/>
            </w:r>
            <w:r w:rsidRPr="00224953">
              <w:rPr>
                <w:szCs w:val="28"/>
              </w:rPr>
              <w:t>ШРП-150</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386B88">
            <w:pPr>
              <w:ind w:firstLine="0"/>
              <w:jc w:val="left"/>
              <w:rPr>
                <w:szCs w:val="28"/>
              </w:rPr>
            </w:pPr>
            <w:r w:rsidRPr="00224953">
              <w:rPr>
                <w:szCs w:val="28"/>
              </w:rPr>
              <w:t xml:space="preserve">Ярославская область, </w:t>
            </w:r>
            <w:r w:rsidR="0040640A">
              <w:rPr>
                <w:szCs w:val="28"/>
              </w:rPr>
              <w:br/>
            </w:r>
            <w:r w:rsidRPr="00224953">
              <w:rPr>
                <w:szCs w:val="28"/>
              </w:rPr>
              <w:t>городской округ город Ярославль, г</w:t>
            </w:r>
            <w:r w:rsidR="0040640A">
              <w:rPr>
                <w:szCs w:val="28"/>
              </w:rPr>
              <w:t>.</w:t>
            </w:r>
            <w:r w:rsidRPr="00224953">
              <w:rPr>
                <w:szCs w:val="28"/>
              </w:rPr>
              <w:t xml:space="preserve"> Ярославль, ул</w:t>
            </w:r>
            <w:r w:rsidR="0040640A">
              <w:rPr>
                <w:szCs w:val="28"/>
              </w:rPr>
              <w:t>.</w:t>
            </w:r>
            <w:r w:rsidRPr="00224953">
              <w:rPr>
                <w:szCs w:val="28"/>
              </w:rPr>
              <w:t xml:space="preserve"> Талалихина</w:t>
            </w:r>
            <w:r w:rsidR="0040640A">
              <w:rPr>
                <w:szCs w:val="28"/>
              </w:rPr>
              <w:t>,</w:t>
            </w:r>
            <w:r w:rsidRPr="00224953">
              <w:rPr>
                <w:szCs w:val="28"/>
              </w:rPr>
              <w:t xml:space="preserve"> д.</w:t>
            </w:r>
            <w:r w:rsidR="0040640A">
              <w:rPr>
                <w:szCs w:val="28"/>
              </w:rPr>
              <w:t xml:space="preserve"> 8 </w:t>
            </w:r>
            <w:r w:rsidR="0040640A">
              <w:rPr>
                <w:szCs w:val="28"/>
              </w:rPr>
              <w:br/>
            </w:r>
            <w:r w:rsidRPr="00224953">
              <w:rPr>
                <w:szCs w:val="28"/>
              </w:rPr>
              <w:t>корп.</w:t>
            </w:r>
            <w:r w:rsidR="0040640A">
              <w:rPr>
                <w:szCs w:val="28"/>
              </w:rPr>
              <w:t xml:space="preserve"> </w:t>
            </w:r>
            <w:r w:rsidRPr="00224953">
              <w:rPr>
                <w:szCs w:val="28"/>
              </w:rPr>
              <w:t>2,</w:t>
            </w:r>
            <w:r w:rsidR="0040640A">
              <w:rPr>
                <w:szCs w:val="28"/>
              </w:rPr>
              <w:t xml:space="preserve"> </w:t>
            </w:r>
            <w:r w:rsidRPr="00224953">
              <w:rPr>
                <w:szCs w:val="28"/>
              </w:rPr>
              <w:t>3,</w:t>
            </w:r>
            <w:r w:rsidR="0040640A">
              <w:rPr>
                <w:szCs w:val="28"/>
              </w:rPr>
              <w:t xml:space="preserve"> </w:t>
            </w:r>
            <w:r w:rsidRPr="00224953">
              <w:rPr>
                <w:szCs w:val="28"/>
              </w:rPr>
              <w:t>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76:23:000000:16262</w:t>
            </w:r>
          </w:p>
        </w:tc>
      </w:tr>
      <w:tr w:rsidR="00D91137" w:rsidRPr="00224953" w:rsidTr="0040640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205</w:t>
            </w:r>
          </w:p>
        </w:tc>
        <w:tc>
          <w:tcPr>
            <w:tcW w:w="1289" w:type="pct"/>
            <w:tcBorders>
              <w:top w:val="single" w:sz="4" w:space="0" w:color="auto"/>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Ярославль, Заволжский район, ул. Житейская, д. 7</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76:23:020402:661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206</w:t>
            </w:r>
          </w:p>
        </w:tc>
        <w:tc>
          <w:tcPr>
            <w:tcW w:w="1289" w:type="pct"/>
            <w:tcBorders>
              <w:top w:val="nil"/>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Ярославль, ул. Житейская, д.</w:t>
            </w:r>
            <w:r>
              <w:rPr>
                <w:szCs w:val="28"/>
              </w:rPr>
              <w:t xml:space="preserve"> </w:t>
            </w:r>
            <w:r w:rsidR="00D91137" w:rsidRPr="00224953">
              <w:rPr>
                <w:szCs w:val="28"/>
              </w:rPr>
              <w:t>9, ул. Здоровья, д.</w:t>
            </w:r>
            <w:r>
              <w:rPr>
                <w:szCs w:val="28"/>
              </w:rPr>
              <w:t> </w:t>
            </w:r>
            <w:r w:rsidR="00D91137" w:rsidRPr="00224953">
              <w:rPr>
                <w:szCs w:val="28"/>
              </w:rPr>
              <w:t>16,</w:t>
            </w:r>
            <w:r>
              <w:rPr>
                <w:szCs w:val="28"/>
              </w:rPr>
              <w:t xml:space="preserve"> </w:t>
            </w:r>
            <w:r w:rsidR="00D91137" w:rsidRPr="00224953">
              <w:rPr>
                <w:szCs w:val="28"/>
              </w:rPr>
              <w:t>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76:23:000000:16256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207</w:t>
            </w:r>
          </w:p>
        </w:tc>
        <w:tc>
          <w:tcPr>
            <w:tcW w:w="1289" w:type="pct"/>
            <w:tcBorders>
              <w:top w:val="nil"/>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40640A">
            <w:pPr>
              <w:ind w:firstLine="0"/>
              <w:jc w:val="left"/>
              <w:rPr>
                <w:szCs w:val="28"/>
              </w:rPr>
            </w:pPr>
            <w:r w:rsidRPr="00224953">
              <w:rPr>
                <w:szCs w:val="28"/>
              </w:rPr>
              <w:t>Ярославская обл</w:t>
            </w:r>
            <w:r w:rsidR="0040640A">
              <w:rPr>
                <w:szCs w:val="28"/>
              </w:rPr>
              <w:t>асть, г. </w:t>
            </w:r>
            <w:r w:rsidRPr="00224953">
              <w:rPr>
                <w:szCs w:val="28"/>
              </w:rPr>
              <w:t xml:space="preserve">Ярославль, </w:t>
            </w:r>
            <w:r w:rsidR="0040640A">
              <w:rPr>
                <w:szCs w:val="28"/>
              </w:rPr>
              <w:br/>
            </w:r>
            <w:r w:rsidRPr="00224953">
              <w:rPr>
                <w:szCs w:val="28"/>
              </w:rPr>
              <w:t>ул. 2-я Новая, д.</w:t>
            </w:r>
            <w:r w:rsidR="0040640A">
              <w:rPr>
                <w:szCs w:val="28"/>
              </w:rPr>
              <w:t xml:space="preserve"> </w:t>
            </w:r>
            <w:r w:rsidRPr="00224953">
              <w:rPr>
                <w:szCs w:val="28"/>
              </w:rPr>
              <w:t>20б</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76:23:000000:16251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208</w:t>
            </w:r>
          </w:p>
        </w:tc>
        <w:tc>
          <w:tcPr>
            <w:tcW w:w="1289" w:type="pct"/>
            <w:tcBorders>
              <w:top w:val="nil"/>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Ярославль, ул. Бабича, д.</w:t>
            </w:r>
            <w:r>
              <w:rPr>
                <w:szCs w:val="28"/>
              </w:rPr>
              <w:t xml:space="preserve"> </w:t>
            </w:r>
            <w:r w:rsidR="00D91137" w:rsidRPr="00224953">
              <w:rPr>
                <w:szCs w:val="28"/>
              </w:rPr>
              <w:t>3а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76:23:011401:9023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209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w:t>
            </w:r>
            <w:r w:rsidR="0040640A">
              <w:rPr>
                <w:szCs w:val="28"/>
              </w:rPr>
              <w:br/>
            </w:r>
            <w:r w:rsidRPr="00224953">
              <w:rPr>
                <w:szCs w:val="28"/>
              </w:rPr>
              <w:t>ГРП-102</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40640A">
            <w:pPr>
              <w:ind w:firstLine="0"/>
              <w:jc w:val="left"/>
              <w:rPr>
                <w:szCs w:val="28"/>
              </w:rPr>
            </w:pPr>
            <w:r w:rsidRPr="00224953">
              <w:rPr>
                <w:szCs w:val="28"/>
              </w:rPr>
              <w:t>Ярославская обл</w:t>
            </w:r>
            <w:r w:rsidR="0040640A">
              <w:rPr>
                <w:szCs w:val="28"/>
              </w:rPr>
              <w:t>асть, г. </w:t>
            </w:r>
            <w:r w:rsidRPr="00224953">
              <w:rPr>
                <w:szCs w:val="28"/>
              </w:rPr>
              <w:t xml:space="preserve">Ярославль, </w:t>
            </w:r>
            <w:r w:rsidR="0040640A">
              <w:rPr>
                <w:szCs w:val="28"/>
              </w:rPr>
              <w:br/>
            </w:r>
            <w:r w:rsidRPr="00224953">
              <w:rPr>
                <w:szCs w:val="28"/>
              </w:rPr>
              <w:t>ул. Чернопрудная, д.</w:t>
            </w:r>
            <w:r w:rsidR="0040640A">
              <w:rPr>
                <w:szCs w:val="28"/>
              </w:rPr>
              <w:t xml:space="preserve"> </w:t>
            </w:r>
            <w:r w:rsidRPr="00224953">
              <w:rPr>
                <w:szCs w:val="28"/>
              </w:rPr>
              <w:t>17/1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76:23:061401:11993</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210</w:t>
            </w:r>
          </w:p>
        </w:tc>
        <w:tc>
          <w:tcPr>
            <w:tcW w:w="1289" w:type="pct"/>
            <w:tcBorders>
              <w:top w:val="nil"/>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40640A">
            <w:pPr>
              <w:ind w:firstLine="0"/>
              <w:jc w:val="left"/>
              <w:rPr>
                <w:szCs w:val="28"/>
              </w:rPr>
            </w:pPr>
            <w:r w:rsidRPr="00224953">
              <w:rPr>
                <w:szCs w:val="28"/>
              </w:rPr>
              <w:t>Ярославская обл</w:t>
            </w:r>
            <w:r w:rsidR="0040640A">
              <w:rPr>
                <w:szCs w:val="28"/>
              </w:rPr>
              <w:t>асть, г. </w:t>
            </w:r>
            <w:r w:rsidRPr="00224953">
              <w:rPr>
                <w:szCs w:val="28"/>
              </w:rPr>
              <w:t xml:space="preserve">Ярославль, </w:t>
            </w:r>
            <w:r w:rsidR="0040640A">
              <w:rPr>
                <w:szCs w:val="28"/>
              </w:rPr>
              <w:br/>
            </w:r>
            <w:r w:rsidRPr="00224953">
              <w:rPr>
                <w:szCs w:val="28"/>
              </w:rPr>
              <w:t>Тутаевское шоссе, д.</w:t>
            </w:r>
            <w:r w:rsidR="0040640A">
              <w:rPr>
                <w:szCs w:val="28"/>
              </w:rPr>
              <w:t xml:space="preserve"> </w:t>
            </w:r>
            <w:r w:rsidRPr="00224953">
              <w:rPr>
                <w:szCs w:val="28"/>
              </w:rPr>
              <w:t>101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76:23:010406:4191</w:t>
            </w:r>
          </w:p>
        </w:tc>
      </w:tr>
      <w:tr w:rsidR="00D91137" w:rsidRPr="00224953" w:rsidTr="00B771C2">
        <w:trPr>
          <w:trHeight w:val="411"/>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lastRenderedPageBreak/>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lastRenderedPageBreak/>
              <w:t>Ярославская область, г. </w:t>
            </w:r>
            <w:r w:rsidR="00D91137" w:rsidRPr="00224953">
              <w:rPr>
                <w:szCs w:val="28"/>
              </w:rPr>
              <w:t xml:space="preserve">Ярославль, </w:t>
            </w:r>
            <w:r>
              <w:rPr>
                <w:szCs w:val="28"/>
              </w:rPr>
              <w:br/>
            </w:r>
            <w:r w:rsidR="00D91137" w:rsidRPr="00224953">
              <w:rPr>
                <w:szCs w:val="28"/>
              </w:rPr>
              <w:t>ул. 2-я Новая, д.</w:t>
            </w:r>
            <w:r>
              <w:rPr>
                <w:szCs w:val="28"/>
              </w:rPr>
              <w:t xml:space="preserve"> </w:t>
            </w:r>
            <w:r w:rsidR="00D91137" w:rsidRPr="00224953">
              <w:rPr>
                <w:szCs w:val="28"/>
              </w:rPr>
              <w:t>14а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76:23:000000:16266</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212</w:t>
            </w:r>
          </w:p>
        </w:tc>
        <w:tc>
          <w:tcPr>
            <w:tcW w:w="1289" w:type="pct"/>
            <w:tcBorders>
              <w:top w:val="single" w:sz="4" w:space="0" w:color="auto"/>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 xml:space="preserve">Объект газораспределения: 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2-я Новая, д. 16</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76:23:021307:407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213</w:t>
            </w:r>
          </w:p>
        </w:tc>
        <w:tc>
          <w:tcPr>
            <w:tcW w:w="1289" w:type="pct"/>
            <w:tcBorders>
              <w:top w:val="nil"/>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Пашуковская, д. 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76:23:010406:4192</w:t>
            </w:r>
          </w:p>
        </w:tc>
      </w:tr>
      <w:tr w:rsidR="00D91137" w:rsidRPr="00224953" w:rsidTr="0040640A">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газопровод высокого давления, газопровод низкого давления, </w:t>
            </w:r>
            <w:r w:rsidR="0040640A">
              <w:rPr>
                <w:szCs w:val="28"/>
              </w:rPr>
              <w:br/>
            </w:r>
            <w:r w:rsidRPr="00224953">
              <w:rPr>
                <w:szCs w:val="28"/>
              </w:rPr>
              <w:t>ШРП-205</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40640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Циолковского, д. 11/20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76:23:061509:330</w:t>
            </w:r>
          </w:p>
        </w:tc>
      </w:tr>
      <w:tr w:rsidR="00D91137" w:rsidRPr="00224953" w:rsidTr="0040640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газопровод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0640A">
            <w:pPr>
              <w:ind w:firstLine="0"/>
              <w:jc w:val="left"/>
              <w:rPr>
                <w:szCs w:val="28"/>
              </w:rPr>
            </w:pPr>
            <w:r w:rsidRPr="00224953">
              <w:rPr>
                <w:szCs w:val="28"/>
              </w:rPr>
              <w:t>Ярославская обл</w:t>
            </w:r>
            <w:r w:rsidR="0040640A">
              <w:rPr>
                <w:szCs w:val="28"/>
              </w:rPr>
              <w:t>асть, г. </w:t>
            </w:r>
            <w:r w:rsidRPr="00224953">
              <w:rPr>
                <w:szCs w:val="28"/>
              </w:rPr>
              <w:t>Ярославль, ул. Попова, д.</w:t>
            </w:r>
            <w:r w:rsidR="00F720CF">
              <w:rPr>
                <w:szCs w:val="28"/>
              </w:rPr>
              <w:t xml:space="preserve"> </w:t>
            </w:r>
            <w:r w:rsidRPr="00224953">
              <w:rPr>
                <w:szCs w:val="28"/>
              </w:rPr>
              <w:t>16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76:23:060305:908</w:t>
            </w:r>
          </w:p>
        </w:tc>
      </w:tr>
      <w:tr w:rsidR="00D91137" w:rsidRPr="00224953" w:rsidTr="0040640A">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216</w:t>
            </w:r>
          </w:p>
        </w:tc>
        <w:tc>
          <w:tcPr>
            <w:tcW w:w="1289" w:type="pct"/>
            <w:tcBorders>
              <w:top w:val="single" w:sz="4" w:space="0" w:color="auto"/>
              <w:left w:val="nil"/>
              <w:bottom w:val="single" w:sz="4" w:space="0" w:color="auto"/>
              <w:right w:val="single" w:sz="4" w:space="0" w:color="auto"/>
            </w:tcBorders>
            <w:shd w:val="clear" w:color="auto" w:fill="auto"/>
            <w:hideMark/>
          </w:tcPr>
          <w:p w:rsidR="00F720CF"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F720CF">
            <w:pPr>
              <w:ind w:firstLine="0"/>
              <w:jc w:val="left"/>
              <w:rPr>
                <w:szCs w:val="28"/>
              </w:rPr>
            </w:pPr>
            <w:r w:rsidRPr="00224953">
              <w:rPr>
                <w:szCs w:val="28"/>
              </w:rPr>
              <w:t>Ярославская область, г</w:t>
            </w:r>
            <w:r w:rsidR="00F720CF">
              <w:rPr>
                <w:szCs w:val="28"/>
              </w:rPr>
              <w:t>. </w:t>
            </w:r>
            <w:r w:rsidRPr="00224953">
              <w:rPr>
                <w:szCs w:val="28"/>
              </w:rPr>
              <w:t xml:space="preserve">Ярославль, </w:t>
            </w:r>
            <w:r w:rsidR="00F720CF">
              <w:rPr>
                <w:szCs w:val="28"/>
              </w:rPr>
              <w:br/>
            </w:r>
            <w:r w:rsidRPr="00224953">
              <w:rPr>
                <w:szCs w:val="28"/>
              </w:rPr>
              <w:t xml:space="preserve">2-й Толчковский пер., </w:t>
            </w:r>
            <w:r w:rsidR="00F720CF">
              <w:rPr>
                <w:szCs w:val="28"/>
              </w:rPr>
              <w:br/>
              <w:t xml:space="preserve">д. </w:t>
            </w:r>
            <w:r w:rsidRPr="00224953">
              <w:rPr>
                <w:szCs w:val="28"/>
              </w:rPr>
              <w:t>5-а, у д.</w:t>
            </w:r>
            <w:r w:rsidR="00F720CF">
              <w:rPr>
                <w:szCs w:val="28"/>
              </w:rPr>
              <w:t xml:space="preserve"> </w:t>
            </w:r>
            <w:r w:rsidRPr="00224953">
              <w:rPr>
                <w:szCs w:val="28"/>
              </w:rPr>
              <w:t xml:space="preserve">5-а, 7, 11-а </w:t>
            </w:r>
            <w:r w:rsidR="00F720CF">
              <w:rPr>
                <w:szCs w:val="28"/>
              </w:rPr>
              <w:br/>
            </w:r>
            <w:r w:rsidRPr="00224953">
              <w:rPr>
                <w:szCs w:val="28"/>
              </w:rPr>
              <w:t>(2 этап), ул.</w:t>
            </w:r>
            <w:r w:rsidR="00F720CF">
              <w:rPr>
                <w:szCs w:val="28"/>
              </w:rPr>
              <w:t xml:space="preserve"> Малая </w:t>
            </w:r>
            <w:r w:rsidRPr="00224953">
              <w:rPr>
                <w:szCs w:val="28"/>
              </w:rPr>
              <w:t>Пролетарская, д.</w:t>
            </w:r>
            <w:r w:rsidR="00F720CF">
              <w:rPr>
                <w:szCs w:val="28"/>
              </w:rPr>
              <w:t xml:space="preserve"> </w:t>
            </w:r>
            <w:r w:rsidRPr="00224953">
              <w:rPr>
                <w:szCs w:val="28"/>
              </w:rPr>
              <w:t>50-а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76:23:040602:546</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217</w:t>
            </w:r>
          </w:p>
        </w:tc>
        <w:tc>
          <w:tcPr>
            <w:tcW w:w="1289" w:type="pct"/>
            <w:tcBorders>
              <w:top w:val="nil"/>
              <w:left w:val="nil"/>
              <w:bottom w:val="single" w:sz="4" w:space="0" w:color="auto"/>
              <w:right w:val="single" w:sz="4" w:space="0" w:color="auto"/>
            </w:tcBorders>
            <w:shd w:val="clear" w:color="auto" w:fill="auto"/>
            <w:hideMark/>
          </w:tcPr>
          <w:p w:rsidR="007654DE"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654DE" w:rsidP="007654DE">
            <w:pPr>
              <w:ind w:firstLine="0"/>
              <w:jc w:val="left"/>
              <w:rPr>
                <w:szCs w:val="28"/>
              </w:rPr>
            </w:pPr>
            <w:r>
              <w:rPr>
                <w:szCs w:val="28"/>
              </w:rPr>
              <w:t>Ярославская область, г. </w:t>
            </w:r>
            <w:r w:rsidR="00D91137" w:rsidRPr="00224953">
              <w:rPr>
                <w:szCs w:val="28"/>
              </w:rPr>
              <w:t>Ярославль,</w:t>
            </w:r>
            <w:r>
              <w:rPr>
                <w:szCs w:val="28"/>
              </w:rPr>
              <w:t xml:space="preserve"> </w:t>
            </w:r>
            <w:r w:rsidR="00D91137" w:rsidRPr="00224953">
              <w:rPr>
                <w:szCs w:val="28"/>
              </w:rPr>
              <w:t>ул. М</w:t>
            </w:r>
            <w:r>
              <w:rPr>
                <w:szCs w:val="28"/>
              </w:rPr>
              <w:t xml:space="preserve">алая </w:t>
            </w:r>
            <w:r w:rsidR="00D91137" w:rsidRPr="00224953">
              <w:rPr>
                <w:szCs w:val="28"/>
              </w:rPr>
              <w:t>Пролетарская, д.</w:t>
            </w:r>
            <w:r>
              <w:rPr>
                <w:szCs w:val="28"/>
              </w:rPr>
              <w:t xml:space="preserve"> </w:t>
            </w:r>
            <w:r w:rsidR="00D91137" w:rsidRPr="00224953">
              <w:rPr>
                <w:szCs w:val="28"/>
              </w:rPr>
              <w:t xml:space="preserve">61, </w:t>
            </w:r>
            <w:r>
              <w:rPr>
                <w:szCs w:val="28"/>
              </w:rPr>
              <w:br/>
            </w:r>
            <w:r w:rsidR="00D91137" w:rsidRPr="00224953">
              <w:rPr>
                <w:szCs w:val="28"/>
              </w:rPr>
              <w:t>(</w:t>
            </w:r>
            <w:r w:rsidR="00D91137" w:rsidRPr="00771E21">
              <w:rPr>
                <w:szCs w:val="28"/>
              </w:rPr>
              <w:t>стр. адресу</w:t>
            </w:r>
            <w:r w:rsidR="00D91137" w:rsidRPr="00224953">
              <w:rPr>
                <w:szCs w:val="28"/>
              </w:rPr>
              <w:t xml:space="preserve"> д.</w:t>
            </w:r>
            <w:r>
              <w:rPr>
                <w:szCs w:val="28"/>
              </w:rPr>
              <w:t xml:space="preserve"> </w:t>
            </w:r>
            <w:r w:rsidR="00D91137" w:rsidRPr="00224953">
              <w:rPr>
                <w:szCs w:val="28"/>
              </w:rPr>
              <w:t xml:space="preserve">61 по </w:t>
            </w:r>
            <w:r>
              <w:rPr>
                <w:szCs w:val="28"/>
              </w:rPr>
              <w:t>ул. </w:t>
            </w:r>
            <w:r w:rsidR="00D91137" w:rsidRPr="00224953">
              <w:rPr>
                <w:szCs w:val="28"/>
              </w:rPr>
              <w:t>М</w:t>
            </w:r>
            <w:r>
              <w:rPr>
                <w:szCs w:val="28"/>
              </w:rPr>
              <w:t>алая</w:t>
            </w:r>
            <w:r w:rsidR="00D91137" w:rsidRPr="00224953">
              <w:rPr>
                <w:szCs w:val="28"/>
              </w:rPr>
              <w:t xml:space="preserve"> Пролетарская и 2-й Толчковский пер., д.</w:t>
            </w:r>
            <w:r>
              <w:rPr>
                <w:szCs w:val="28"/>
              </w:rPr>
              <w:t> </w:t>
            </w:r>
            <w:r w:rsidR="00D91137" w:rsidRPr="00224953">
              <w:rPr>
                <w:szCs w:val="28"/>
              </w:rPr>
              <w:t>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76:23:040513:323</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603264" w:rsidP="00D91137">
            <w:pPr>
              <w:ind w:firstLine="0"/>
              <w:jc w:val="left"/>
              <w:rPr>
                <w:szCs w:val="28"/>
              </w:rPr>
            </w:pPr>
            <w:r>
              <w:rPr>
                <w:szCs w:val="28"/>
              </w:rPr>
              <w:t xml:space="preserve">Сети газоснабжения: </w:t>
            </w:r>
            <w:r w:rsidR="00D91137" w:rsidRPr="00224953">
              <w:rPr>
                <w:szCs w:val="28"/>
              </w:rPr>
              <w:t>газопровод низкого давления</w:t>
            </w:r>
            <w:r>
              <w:rPr>
                <w:szCs w:val="28"/>
              </w:rPr>
              <w:t>,</w:t>
            </w:r>
            <w:r w:rsidR="00D91137" w:rsidRPr="00224953">
              <w:rPr>
                <w:szCs w:val="28"/>
              </w:rPr>
              <w:t xml:space="preserve"> закольцовка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603264" w:rsidP="00603264">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 xml:space="preserve">2-й Толчковский пер., </w:t>
            </w:r>
            <w:r>
              <w:rPr>
                <w:szCs w:val="28"/>
              </w:rPr>
              <w:t>д. </w:t>
            </w:r>
            <w:r w:rsidR="00D91137" w:rsidRPr="00224953">
              <w:rPr>
                <w:szCs w:val="28"/>
              </w:rPr>
              <w:t>5-а, у д.</w:t>
            </w:r>
            <w:r>
              <w:rPr>
                <w:szCs w:val="28"/>
              </w:rPr>
              <w:t xml:space="preserve"> </w:t>
            </w:r>
            <w:r w:rsidR="00D91137" w:rsidRPr="00224953">
              <w:rPr>
                <w:szCs w:val="28"/>
              </w:rPr>
              <w:t xml:space="preserve">5-а, 7, 11-а </w:t>
            </w:r>
            <w:r>
              <w:rPr>
                <w:szCs w:val="28"/>
              </w:rPr>
              <w:br/>
            </w:r>
            <w:r w:rsidR="00D91137" w:rsidRPr="00224953">
              <w:rPr>
                <w:szCs w:val="28"/>
              </w:rPr>
              <w:t>(2 этап), ул.</w:t>
            </w:r>
            <w:r>
              <w:rPr>
                <w:szCs w:val="28"/>
              </w:rPr>
              <w:t xml:space="preserve"> </w:t>
            </w:r>
            <w:r w:rsidR="00D91137" w:rsidRPr="00224953">
              <w:rPr>
                <w:szCs w:val="28"/>
              </w:rPr>
              <w:t>М</w:t>
            </w:r>
            <w:r>
              <w:rPr>
                <w:szCs w:val="28"/>
              </w:rPr>
              <w:t xml:space="preserve">алая </w:t>
            </w:r>
            <w:r w:rsidR="00D91137" w:rsidRPr="00224953">
              <w:rPr>
                <w:szCs w:val="28"/>
              </w:rPr>
              <w:t>Пролетарская,</w:t>
            </w:r>
            <w:r>
              <w:rPr>
                <w:szCs w:val="28"/>
              </w:rPr>
              <w:t xml:space="preserve"> </w:t>
            </w:r>
            <w:r w:rsidR="00D91137" w:rsidRPr="00224953">
              <w:rPr>
                <w:szCs w:val="28"/>
              </w:rPr>
              <w:t>д.</w:t>
            </w:r>
            <w:r>
              <w:rPr>
                <w:szCs w:val="28"/>
              </w:rPr>
              <w:t xml:space="preserve"> </w:t>
            </w:r>
            <w:r w:rsidR="00D91137" w:rsidRPr="00224953">
              <w:rPr>
                <w:szCs w:val="28"/>
              </w:rPr>
              <w:t>50-а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76:23:000000:16263</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219</w:t>
            </w:r>
          </w:p>
        </w:tc>
        <w:tc>
          <w:tcPr>
            <w:tcW w:w="1289" w:type="pct"/>
            <w:tcBorders>
              <w:top w:val="nil"/>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79FC" w:rsidP="00D91137">
            <w:pPr>
              <w:ind w:firstLine="0"/>
              <w:jc w:val="left"/>
              <w:rPr>
                <w:szCs w:val="28"/>
              </w:rPr>
            </w:pPr>
            <w:r>
              <w:rPr>
                <w:szCs w:val="28"/>
              </w:rPr>
              <w:t>Ярославская область, г. </w:t>
            </w:r>
            <w:r w:rsidR="00D91137" w:rsidRPr="00224953">
              <w:rPr>
                <w:szCs w:val="28"/>
              </w:rPr>
              <w:t>Ярославль, ул. Стачек, д. 25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76:23:040412:437</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220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F979FC" w:rsidP="00386B88">
            <w:pPr>
              <w:ind w:firstLine="0"/>
              <w:jc w:val="left"/>
              <w:rPr>
                <w:szCs w:val="28"/>
              </w:rPr>
            </w:pPr>
            <w:r>
              <w:rPr>
                <w:szCs w:val="28"/>
              </w:rPr>
              <w:t>Ярославская область, г. </w:t>
            </w:r>
            <w:r w:rsidR="00D91137" w:rsidRPr="00224953">
              <w:rPr>
                <w:szCs w:val="28"/>
              </w:rPr>
              <w:t>Ярославль, ул. Победы, д.</w:t>
            </w:r>
            <w:r>
              <w:rPr>
                <w:szCs w:val="28"/>
              </w:rPr>
              <w:t xml:space="preserve"> </w:t>
            </w:r>
            <w:r w:rsidR="00D91137" w:rsidRPr="00224953">
              <w:rPr>
                <w:szCs w:val="28"/>
              </w:rPr>
              <w:t>13 корп.</w:t>
            </w:r>
            <w:r>
              <w:rPr>
                <w:szCs w:val="28"/>
              </w:rPr>
              <w:t xml:space="preserve"> </w:t>
            </w:r>
            <w:r w:rsidR="00D91137" w:rsidRPr="00224953">
              <w:rPr>
                <w:szCs w:val="28"/>
              </w:rPr>
              <w:t>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76:23:030602:686</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221</w:t>
            </w:r>
          </w:p>
        </w:tc>
        <w:tc>
          <w:tcPr>
            <w:tcW w:w="1289" w:type="pct"/>
            <w:tcBorders>
              <w:top w:val="single" w:sz="4" w:space="0" w:color="auto"/>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F979FC">
            <w:pPr>
              <w:ind w:firstLine="0"/>
              <w:jc w:val="left"/>
              <w:rPr>
                <w:szCs w:val="28"/>
              </w:rPr>
            </w:pPr>
            <w:r w:rsidRPr="00224953">
              <w:rPr>
                <w:szCs w:val="28"/>
              </w:rPr>
              <w:t>Ярославская обл</w:t>
            </w:r>
            <w:r w:rsidR="00F979FC">
              <w:rPr>
                <w:szCs w:val="28"/>
              </w:rPr>
              <w:t>асть, г. </w:t>
            </w:r>
            <w:r w:rsidRPr="00224953">
              <w:rPr>
                <w:szCs w:val="28"/>
              </w:rPr>
              <w:t xml:space="preserve">Ярославль, </w:t>
            </w:r>
            <w:r w:rsidR="00F979FC">
              <w:rPr>
                <w:szCs w:val="28"/>
              </w:rPr>
              <w:br/>
            </w:r>
            <w:r w:rsidRPr="00224953">
              <w:rPr>
                <w:szCs w:val="28"/>
              </w:rPr>
              <w:t>ул. Старицкая, д.</w:t>
            </w:r>
            <w:r w:rsidR="00F979FC">
              <w:rPr>
                <w:szCs w:val="28"/>
              </w:rPr>
              <w:t xml:space="preserve"> </w:t>
            </w:r>
            <w:r w:rsidRPr="00224953">
              <w:rPr>
                <w:szCs w:val="28"/>
              </w:rPr>
              <w:t>33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76:23:021606:752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79FC" w:rsidP="00386B88">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Старицкая, д. 33</w:t>
            </w:r>
            <w:r w:rsidR="00386B88">
              <w:rPr>
                <w:szCs w:val="28"/>
              </w:rPr>
              <w:t xml:space="preserve"> </w:t>
            </w:r>
            <w:r w:rsidR="00386B88">
              <w:rPr>
                <w:szCs w:val="28"/>
              </w:rPr>
              <w:br/>
            </w:r>
            <w:r w:rsidR="00D91137" w:rsidRPr="00224953">
              <w:rPr>
                <w:szCs w:val="28"/>
              </w:rPr>
              <w:t>корп. 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76:23:021606:753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223</w:t>
            </w:r>
          </w:p>
        </w:tc>
        <w:tc>
          <w:tcPr>
            <w:tcW w:w="1289" w:type="pct"/>
            <w:tcBorders>
              <w:top w:val="nil"/>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79FC" w:rsidP="00386B88">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Старицкая, д.</w:t>
            </w:r>
            <w:r>
              <w:rPr>
                <w:szCs w:val="28"/>
              </w:rPr>
              <w:t xml:space="preserve"> 33 </w:t>
            </w:r>
            <w:r w:rsidR="00D91137" w:rsidRPr="00224953">
              <w:rPr>
                <w:szCs w:val="28"/>
              </w:rPr>
              <w:t>корп.</w:t>
            </w:r>
            <w:r>
              <w:rPr>
                <w:szCs w:val="28"/>
              </w:rPr>
              <w:t> </w:t>
            </w:r>
            <w:r w:rsidR="00D91137"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76:23:021606:751</w:t>
            </w:r>
          </w:p>
        </w:tc>
      </w:tr>
      <w:tr w:rsidR="00D91137" w:rsidRPr="00224953" w:rsidTr="00F979FC">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224</w:t>
            </w:r>
          </w:p>
        </w:tc>
        <w:tc>
          <w:tcPr>
            <w:tcW w:w="1289" w:type="pct"/>
            <w:tcBorders>
              <w:top w:val="nil"/>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79FC" w:rsidP="00386B88">
            <w:pPr>
              <w:ind w:firstLine="0"/>
              <w:jc w:val="left"/>
              <w:rPr>
                <w:szCs w:val="28"/>
              </w:rPr>
            </w:pPr>
            <w:r>
              <w:rPr>
                <w:szCs w:val="28"/>
              </w:rPr>
              <w:t>Ярославская область, г. </w:t>
            </w:r>
            <w:r w:rsidR="00D91137" w:rsidRPr="00224953">
              <w:rPr>
                <w:szCs w:val="28"/>
              </w:rPr>
              <w:t>Ярославль, ул. Городищенская, к дому № 44 корп.</w:t>
            </w:r>
            <w:r>
              <w:rPr>
                <w:szCs w:val="28"/>
              </w:rPr>
              <w:t xml:space="preserve"> </w:t>
            </w:r>
            <w:r w:rsidR="00D91137"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76:23:061319:680</w:t>
            </w:r>
          </w:p>
        </w:tc>
      </w:tr>
      <w:tr w:rsidR="00D91137" w:rsidRPr="00224953" w:rsidTr="00F979FC">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225</w:t>
            </w:r>
          </w:p>
        </w:tc>
        <w:tc>
          <w:tcPr>
            <w:tcW w:w="1289" w:type="pct"/>
            <w:tcBorders>
              <w:top w:val="single" w:sz="4" w:space="0" w:color="auto"/>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F979FC">
            <w:pPr>
              <w:ind w:firstLine="0"/>
              <w:jc w:val="left"/>
              <w:rPr>
                <w:szCs w:val="28"/>
              </w:rPr>
            </w:pPr>
            <w:r w:rsidRPr="00224953">
              <w:rPr>
                <w:szCs w:val="28"/>
              </w:rPr>
              <w:t>Ярославская обл</w:t>
            </w:r>
            <w:r w:rsidR="00F979FC">
              <w:rPr>
                <w:szCs w:val="28"/>
              </w:rPr>
              <w:t>асть, г. </w:t>
            </w:r>
            <w:r w:rsidRPr="00224953">
              <w:rPr>
                <w:szCs w:val="28"/>
              </w:rPr>
              <w:t xml:space="preserve">Ярославль, </w:t>
            </w:r>
            <w:r w:rsidR="00F979FC">
              <w:rPr>
                <w:szCs w:val="28"/>
              </w:rPr>
              <w:br/>
              <w:t>ул. Союзная, к дому № </w:t>
            </w:r>
            <w:r w:rsidRPr="00224953">
              <w:rPr>
                <w:szCs w:val="28"/>
              </w:rPr>
              <w:t>101</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76:23:022017:297</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газопровод высокого давления, газопровод низкого давления, </w:t>
            </w:r>
            <w:r w:rsidR="00F979FC">
              <w:rPr>
                <w:szCs w:val="28"/>
              </w:rPr>
              <w:br/>
            </w:r>
            <w:r w:rsidRPr="00224953">
              <w:rPr>
                <w:szCs w:val="28"/>
              </w:rPr>
              <w:t>ШРП-263</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79FC">
            <w:pPr>
              <w:ind w:firstLine="0"/>
              <w:jc w:val="left"/>
              <w:rPr>
                <w:szCs w:val="28"/>
              </w:rPr>
            </w:pPr>
            <w:r w:rsidRPr="00224953">
              <w:rPr>
                <w:szCs w:val="28"/>
              </w:rPr>
              <w:t>Ярославская обл</w:t>
            </w:r>
            <w:r w:rsidR="00F979FC">
              <w:rPr>
                <w:szCs w:val="28"/>
              </w:rPr>
              <w:t>асть, г. </w:t>
            </w:r>
            <w:r w:rsidRPr="00224953">
              <w:rPr>
                <w:szCs w:val="28"/>
              </w:rPr>
              <w:t>Ярославль, Тверицкая наб</w:t>
            </w:r>
            <w:r w:rsidR="00F979FC">
              <w:rPr>
                <w:szCs w:val="28"/>
              </w:rPr>
              <w:t>ережная</w:t>
            </w:r>
            <w:r w:rsidRPr="00224953">
              <w:rPr>
                <w:szCs w:val="28"/>
              </w:rPr>
              <w:t>, к дому № 64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76:23:000000:16217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227</w:t>
            </w:r>
          </w:p>
        </w:tc>
        <w:tc>
          <w:tcPr>
            <w:tcW w:w="1289" w:type="pct"/>
            <w:tcBorders>
              <w:top w:val="nil"/>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79FC" w:rsidP="00D91137">
            <w:pPr>
              <w:ind w:firstLine="0"/>
              <w:jc w:val="left"/>
              <w:rPr>
                <w:szCs w:val="28"/>
              </w:rPr>
            </w:pPr>
            <w:r>
              <w:rPr>
                <w:szCs w:val="28"/>
              </w:rPr>
              <w:t>Ярославская область, г. </w:t>
            </w:r>
            <w:r w:rsidR="00D91137" w:rsidRPr="00224953">
              <w:rPr>
                <w:szCs w:val="28"/>
              </w:rPr>
              <w:t>Ярославль, ул. Большая Луговая, к дому № 36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76:23:000000:16218</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228</w:t>
            </w:r>
          </w:p>
        </w:tc>
        <w:tc>
          <w:tcPr>
            <w:tcW w:w="1289" w:type="pct"/>
            <w:tcBorders>
              <w:top w:val="nil"/>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 xml:space="preserve">Объект газораспределения: </w:t>
            </w:r>
          </w:p>
          <w:p w:rsidR="00F979F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79FC">
            <w:pPr>
              <w:ind w:firstLine="0"/>
              <w:jc w:val="left"/>
              <w:rPr>
                <w:szCs w:val="28"/>
              </w:rPr>
            </w:pPr>
            <w:r w:rsidRPr="00224953">
              <w:rPr>
                <w:szCs w:val="28"/>
              </w:rPr>
              <w:t>Ярославская обл</w:t>
            </w:r>
            <w:r w:rsidR="00F979FC">
              <w:rPr>
                <w:szCs w:val="28"/>
              </w:rPr>
              <w:t>асть, г. </w:t>
            </w:r>
            <w:r w:rsidRPr="00224953">
              <w:rPr>
                <w:szCs w:val="28"/>
              </w:rPr>
              <w:t>Ярославль, ул. Светлая, к дому № 42/58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76:23:000000:16213</w:t>
            </w:r>
          </w:p>
        </w:tc>
      </w:tr>
      <w:tr w:rsidR="00D91137" w:rsidRPr="00224953" w:rsidTr="00B771C2">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229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высокого давления, газопровод низкого </w:t>
            </w:r>
            <w:r w:rsidRPr="00224953">
              <w:rPr>
                <w:szCs w:val="28"/>
              </w:rPr>
              <w:lastRenderedPageBreak/>
              <w:t xml:space="preserve">давления, </w:t>
            </w:r>
            <w:r w:rsidR="00F979FC">
              <w:rPr>
                <w:szCs w:val="28"/>
              </w:rPr>
              <w:br/>
            </w:r>
            <w:r w:rsidRPr="00224953">
              <w:rPr>
                <w:szCs w:val="28"/>
              </w:rPr>
              <w:t>ШРП-286</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F979FC" w:rsidP="00D91137">
            <w:pPr>
              <w:ind w:firstLine="0"/>
              <w:jc w:val="left"/>
              <w:rPr>
                <w:szCs w:val="28"/>
              </w:rPr>
            </w:pPr>
            <w:r>
              <w:rPr>
                <w:szCs w:val="28"/>
              </w:rPr>
              <w:lastRenderedPageBreak/>
              <w:t>Ярославская область, г. </w:t>
            </w:r>
            <w:r w:rsidR="00D91137" w:rsidRPr="00224953">
              <w:rPr>
                <w:szCs w:val="28"/>
              </w:rPr>
              <w:t>Ярославль, ул</w:t>
            </w:r>
            <w:r>
              <w:rPr>
                <w:szCs w:val="28"/>
              </w:rPr>
              <w:t>.</w:t>
            </w:r>
            <w:r w:rsidR="00D91137" w:rsidRPr="00224953">
              <w:rPr>
                <w:szCs w:val="28"/>
              </w:rPr>
              <w:t xml:space="preserve"> Клубная, к дому 28а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76:23:021502:1117</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230</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высокого давления, газопровод низкого давления, </w:t>
            </w:r>
            <w:r w:rsidR="00F979FC">
              <w:rPr>
                <w:szCs w:val="28"/>
              </w:rPr>
              <w:br/>
            </w:r>
            <w:r w:rsidRPr="00224953">
              <w:rPr>
                <w:szCs w:val="28"/>
              </w:rPr>
              <w:t>ШРП-290</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F979FC">
              <w:rPr>
                <w:szCs w:val="28"/>
              </w:rPr>
              <w:t xml:space="preserve"> область, г. </w:t>
            </w:r>
            <w:r w:rsidRPr="00224953">
              <w:rPr>
                <w:szCs w:val="28"/>
              </w:rPr>
              <w:t xml:space="preserve">Ярославль, </w:t>
            </w:r>
            <w:r w:rsidR="00F979FC">
              <w:rPr>
                <w:szCs w:val="28"/>
              </w:rPr>
              <w:br/>
            </w:r>
            <w:r w:rsidRPr="00224953">
              <w:rPr>
                <w:szCs w:val="28"/>
              </w:rPr>
              <w:t>ул. Проектируемая, д. 1</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76:23:060305:905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231</w:t>
            </w:r>
          </w:p>
        </w:tc>
        <w:tc>
          <w:tcPr>
            <w:tcW w:w="1289" w:type="pct"/>
            <w:tcBorders>
              <w:top w:val="nil"/>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79FC" w:rsidP="00386B88">
            <w:pPr>
              <w:ind w:firstLine="0"/>
              <w:jc w:val="left"/>
              <w:rPr>
                <w:szCs w:val="28"/>
              </w:rPr>
            </w:pPr>
            <w:r>
              <w:rPr>
                <w:szCs w:val="28"/>
              </w:rPr>
              <w:t>Ярославская область, г. </w:t>
            </w:r>
            <w:r w:rsidR="00D91137" w:rsidRPr="00224953">
              <w:rPr>
                <w:szCs w:val="28"/>
              </w:rPr>
              <w:t xml:space="preserve">Ярославль, ул. Маланова, </w:t>
            </w:r>
            <w:r w:rsidR="00D91137" w:rsidRPr="00386B88">
              <w:rPr>
                <w:szCs w:val="28"/>
              </w:rPr>
              <w:t>д. 29,</w:t>
            </w:r>
            <w:r w:rsidR="00386B88">
              <w:rPr>
                <w:szCs w:val="28"/>
              </w:rPr>
              <w:t xml:space="preserve"> д. </w:t>
            </w:r>
            <w:r w:rsidR="00D91137" w:rsidRPr="00386B88">
              <w:rPr>
                <w:szCs w:val="28"/>
              </w:rPr>
              <w:t>29</w:t>
            </w:r>
            <w:r w:rsidR="00D91137" w:rsidRPr="00224953">
              <w:rPr>
                <w:szCs w:val="28"/>
              </w:rPr>
              <w:t xml:space="preserve"> корп.</w:t>
            </w:r>
            <w:r>
              <w:rPr>
                <w:szCs w:val="28"/>
              </w:rPr>
              <w:t xml:space="preserve"> </w:t>
            </w:r>
            <w:r w:rsidR="00D91137"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76:23:041709:679</w:t>
            </w:r>
          </w:p>
        </w:tc>
      </w:tr>
      <w:tr w:rsidR="00D91137" w:rsidRPr="00224953" w:rsidTr="00F979FC">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232</w:t>
            </w:r>
          </w:p>
        </w:tc>
        <w:tc>
          <w:tcPr>
            <w:tcW w:w="1289" w:type="pct"/>
            <w:tcBorders>
              <w:top w:val="nil"/>
              <w:left w:val="nil"/>
              <w:bottom w:val="single" w:sz="4" w:space="0" w:color="auto"/>
              <w:right w:val="single" w:sz="4" w:space="0" w:color="auto"/>
            </w:tcBorders>
            <w:shd w:val="clear" w:color="auto" w:fill="auto"/>
            <w:hideMark/>
          </w:tcPr>
          <w:p w:rsidR="00F979F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79FC">
            <w:pPr>
              <w:ind w:firstLine="0"/>
              <w:jc w:val="left"/>
              <w:rPr>
                <w:szCs w:val="28"/>
              </w:rPr>
            </w:pPr>
            <w:r w:rsidRPr="00224953">
              <w:rPr>
                <w:szCs w:val="28"/>
              </w:rPr>
              <w:t>Ярославская обл</w:t>
            </w:r>
            <w:r w:rsidR="00F979FC">
              <w:rPr>
                <w:szCs w:val="28"/>
              </w:rPr>
              <w:t>асть, г. </w:t>
            </w:r>
            <w:r w:rsidRPr="00224953">
              <w:rPr>
                <w:szCs w:val="28"/>
              </w:rPr>
              <w:t>Ярославль, ул. Малая Пролетарская, д. 48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76:23:040602:545</w:t>
            </w:r>
          </w:p>
        </w:tc>
      </w:tr>
      <w:tr w:rsidR="00D91137" w:rsidRPr="00224953" w:rsidTr="00F979FC">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высокого давления газопровод низкого давления ШРП-229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1587D">
            <w:pPr>
              <w:ind w:firstLine="0"/>
              <w:jc w:val="left"/>
              <w:rPr>
                <w:szCs w:val="28"/>
              </w:rPr>
            </w:pPr>
            <w:r w:rsidRPr="00224953">
              <w:rPr>
                <w:szCs w:val="28"/>
              </w:rPr>
              <w:t>Ярославская область,</w:t>
            </w:r>
            <w:r w:rsidR="00F979FC">
              <w:rPr>
                <w:szCs w:val="28"/>
              </w:rPr>
              <w:t xml:space="preserve"> г. </w:t>
            </w:r>
            <w:r w:rsidRPr="00224953">
              <w:rPr>
                <w:szCs w:val="28"/>
              </w:rPr>
              <w:t xml:space="preserve">Ярославль, </w:t>
            </w:r>
            <w:r w:rsidR="0023399A">
              <w:rPr>
                <w:szCs w:val="28"/>
              </w:rPr>
              <w:br/>
            </w:r>
            <w:r w:rsidRPr="00224953">
              <w:rPr>
                <w:szCs w:val="28"/>
              </w:rPr>
              <w:t>ул. Златоустинская, д. 14 корп. 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76:23:060112:1092</w:t>
            </w:r>
          </w:p>
        </w:tc>
      </w:tr>
      <w:tr w:rsidR="00D91137" w:rsidRPr="00224953" w:rsidTr="00F979FC">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234</w:t>
            </w:r>
          </w:p>
        </w:tc>
        <w:tc>
          <w:tcPr>
            <w:tcW w:w="1289" w:type="pct"/>
            <w:tcBorders>
              <w:top w:val="single" w:sz="4" w:space="0" w:color="auto"/>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23399A" w:rsidP="0023399A">
            <w:pPr>
              <w:ind w:firstLine="0"/>
              <w:jc w:val="left"/>
              <w:rPr>
                <w:szCs w:val="28"/>
              </w:rPr>
            </w:pPr>
            <w:r>
              <w:rPr>
                <w:szCs w:val="28"/>
              </w:rPr>
              <w:t>Ярославская область, г. </w:t>
            </w:r>
            <w:r w:rsidR="00D91137" w:rsidRPr="00224953">
              <w:rPr>
                <w:szCs w:val="28"/>
              </w:rPr>
              <w:t>Ярославль, Фрунзенский р</w:t>
            </w:r>
            <w:r>
              <w:rPr>
                <w:szCs w:val="28"/>
              </w:rPr>
              <w:t>айо</w:t>
            </w:r>
            <w:r w:rsidR="00D91137" w:rsidRPr="00224953">
              <w:rPr>
                <w:szCs w:val="28"/>
              </w:rPr>
              <w:t xml:space="preserve">н, </w:t>
            </w:r>
            <w:r>
              <w:rPr>
                <w:szCs w:val="28"/>
              </w:rPr>
              <w:br/>
            </w:r>
            <w:r w:rsidR="00D91137" w:rsidRPr="00224953">
              <w:rPr>
                <w:szCs w:val="28"/>
              </w:rPr>
              <w:t xml:space="preserve">ул 2-я Мельничная, </w:t>
            </w:r>
            <w:r>
              <w:rPr>
                <w:szCs w:val="28"/>
              </w:rPr>
              <w:t xml:space="preserve">д. </w:t>
            </w:r>
            <w:r w:rsidR="00D91137" w:rsidRPr="00224953">
              <w:rPr>
                <w:szCs w:val="28"/>
              </w:rPr>
              <w:t>39</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76:23:060112:1094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235</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A1587D">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2-я Мельничная, д. 39 корп.</w:t>
            </w:r>
            <w:r>
              <w:rPr>
                <w:szCs w:val="28"/>
              </w:rPr>
              <w:t xml:space="preserve"> </w:t>
            </w:r>
            <w:r w:rsidR="00D91137"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76:23:060112:1093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236</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t xml:space="preserve">ул. 2-я Мельничная, </w:t>
            </w:r>
            <w:r>
              <w:rPr>
                <w:szCs w:val="28"/>
              </w:rPr>
              <w:br/>
              <w:t>д. </w:t>
            </w:r>
            <w:r w:rsidR="00D91137" w:rsidRPr="00224953">
              <w:rPr>
                <w:szCs w:val="28"/>
              </w:rPr>
              <w:t>№</w:t>
            </w:r>
            <w:r>
              <w:rPr>
                <w:szCs w:val="28"/>
              </w:rPr>
              <w:t xml:space="preserve"> </w:t>
            </w:r>
            <w:r w:rsidR="00D91137" w:rsidRPr="00224953">
              <w:rPr>
                <w:szCs w:val="28"/>
              </w:rPr>
              <w:t>37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76:23:060112:1091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237</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D91137" w:rsidRPr="00224953" w:rsidRDefault="00D91137" w:rsidP="00D91137">
            <w:pPr>
              <w:ind w:firstLine="0"/>
              <w:jc w:val="left"/>
              <w:rPr>
                <w:szCs w:val="28"/>
              </w:rPr>
            </w:pPr>
            <w:r w:rsidRPr="00224953">
              <w:rPr>
                <w:szCs w:val="28"/>
              </w:rPr>
              <w:t>газопровод среднего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1-я Шоссейная, д. 34а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76:23:021503:2034</w:t>
            </w:r>
          </w:p>
        </w:tc>
      </w:tr>
      <w:tr w:rsidR="00D91137" w:rsidRPr="00224953" w:rsidTr="00B771C2">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238</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23399A">
            <w:pPr>
              <w:ind w:firstLine="0"/>
              <w:jc w:val="left"/>
              <w:rPr>
                <w:szCs w:val="28"/>
              </w:rPr>
            </w:pPr>
            <w:r>
              <w:rPr>
                <w:szCs w:val="28"/>
              </w:rPr>
              <w:t>Ярославская область, г. </w:t>
            </w:r>
            <w:r w:rsidR="00D91137" w:rsidRPr="00224953">
              <w:rPr>
                <w:szCs w:val="28"/>
              </w:rPr>
              <w:t>Ярославль, ул. Ползунова, д.</w:t>
            </w:r>
            <w:r>
              <w:rPr>
                <w:szCs w:val="28"/>
              </w:rPr>
              <w:t xml:space="preserve"> </w:t>
            </w:r>
            <w:r w:rsidR="00D91137" w:rsidRPr="00224953">
              <w:rPr>
                <w:szCs w:val="28"/>
              </w:rPr>
              <w:t xml:space="preserve">3 </w:t>
            </w:r>
            <w:r>
              <w:rPr>
                <w:szCs w:val="28"/>
              </w:rPr>
              <w:t>–</w:t>
            </w:r>
            <w:r w:rsidR="00D91137" w:rsidRPr="00224953">
              <w:rPr>
                <w:szCs w:val="28"/>
              </w:rPr>
              <w:t xml:space="preserve"> вынос в связи со сносом д.</w:t>
            </w:r>
            <w:r>
              <w:rPr>
                <w:szCs w:val="28"/>
              </w:rPr>
              <w:t xml:space="preserve"> </w:t>
            </w:r>
            <w:r w:rsidR="00D91137" w:rsidRPr="00224953">
              <w:rPr>
                <w:szCs w:val="28"/>
              </w:rPr>
              <w:t>5,</w:t>
            </w:r>
            <w:r>
              <w:rPr>
                <w:szCs w:val="28"/>
              </w:rPr>
              <w:t xml:space="preserve"> </w:t>
            </w:r>
            <w:r w:rsidR="00D91137" w:rsidRPr="00224953">
              <w:rPr>
                <w:szCs w:val="28"/>
              </w:rPr>
              <w:t>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76:23:061401:11976</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239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r>
            <w:r w:rsidRPr="00224953">
              <w:rPr>
                <w:szCs w:val="28"/>
              </w:rPr>
              <w:lastRenderedPageBreak/>
              <w:t>газопровод высокого давления-лупинг</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lastRenderedPageBreak/>
              <w:t>Ярославская область, г. </w:t>
            </w:r>
            <w:r w:rsidR="00D91137" w:rsidRPr="00224953">
              <w:rPr>
                <w:szCs w:val="28"/>
              </w:rPr>
              <w:t xml:space="preserve">Ярославль, Заволжский </w:t>
            </w:r>
            <w:r w:rsidR="00D91137" w:rsidRPr="00224953">
              <w:rPr>
                <w:szCs w:val="28"/>
              </w:rPr>
              <w:lastRenderedPageBreak/>
              <w:t>район, проспект Авиаторов</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76:23:000000:16223</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240</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газопровод высокого давления, </w:t>
            </w:r>
            <w:r w:rsidR="0023399A">
              <w:rPr>
                <w:szCs w:val="28"/>
              </w:rPr>
              <w:br/>
            </w:r>
            <w:r w:rsidRPr="00224953">
              <w:rPr>
                <w:szCs w:val="28"/>
              </w:rPr>
              <w:t>ШРП-262</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23399A" w:rsidP="0023399A">
            <w:pPr>
              <w:ind w:firstLine="0"/>
              <w:jc w:val="left"/>
              <w:rPr>
                <w:szCs w:val="28"/>
              </w:rPr>
            </w:pPr>
            <w:r>
              <w:rPr>
                <w:szCs w:val="28"/>
              </w:rPr>
              <w:t>Ярославская область, г. </w:t>
            </w:r>
            <w:r w:rsidR="00D91137" w:rsidRPr="00224953">
              <w:rPr>
                <w:szCs w:val="28"/>
              </w:rPr>
              <w:t>Ярославль, МКР №2 жилого района Тверицы, между Тверицкой наб</w:t>
            </w:r>
            <w:r>
              <w:rPr>
                <w:szCs w:val="28"/>
              </w:rPr>
              <w:t>ережной</w:t>
            </w:r>
            <w:r w:rsidR="00D91137" w:rsidRPr="00224953">
              <w:rPr>
                <w:szCs w:val="28"/>
              </w:rPr>
              <w:t xml:space="preserve"> и ул. Стопани</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76:23:022013:952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241</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A1587D">
            <w:pPr>
              <w:ind w:firstLine="0"/>
              <w:jc w:val="left"/>
              <w:rPr>
                <w:szCs w:val="28"/>
              </w:rPr>
            </w:pPr>
            <w:r>
              <w:rPr>
                <w:szCs w:val="28"/>
              </w:rPr>
              <w:t>Ярославская область, г. </w:t>
            </w:r>
            <w:r w:rsidR="00D91137" w:rsidRPr="00224953">
              <w:rPr>
                <w:szCs w:val="28"/>
              </w:rPr>
              <w:t>Ярославль, ул. Стопани, д. 46 корп. 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76:23:000000:16221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242</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A1587D">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Папанина, д. 27 кор</w:t>
            </w:r>
            <w:r>
              <w:rPr>
                <w:szCs w:val="28"/>
              </w:rPr>
              <w:t>п</w:t>
            </w:r>
            <w:r w:rsidR="00D91137" w:rsidRPr="00224953">
              <w:rPr>
                <w:szCs w:val="28"/>
              </w:rPr>
              <w:t>.</w:t>
            </w:r>
            <w:r>
              <w:rPr>
                <w:szCs w:val="28"/>
              </w:rPr>
              <w:t> </w:t>
            </w:r>
            <w:r w:rsidR="00D91137"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76:23:020814:2124</w:t>
            </w:r>
          </w:p>
        </w:tc>
      </w:tr>
      <w:tr w:rsidR="00D91137" w:rsidRPr="00224953" w:rsidTr="0023399A">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243</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Папанина, д. 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76:23:020910:2576</w:t>
            </w:r>
          </w:p>
        </w:tc>
      </w:tr>
      <w:tr w:rsidR="00D91137" w:rsidRPr="00224953" w:rsidTr="0023399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244</w:t>
            </w:r>
          </w:p>
        </w:tc>
        <w:tc>
          <w:tcPr>
            <w:tcW w:w="1289" w:type="pct"/>
            <w:tcBorders>
              <w:top w:val="single" w:sz="4" w:space="0" w:color="auto"/>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23399A">
              <w:rPr>
                <w:szCs w:val="28"/>
              </w:rPr>
              <w:t xml:space="preserve"> область, г. </w:t>
            </w:r>
            <w:r w:rsidRPr="00224953">
              <w:rPr>
                <w:szCs w:val="28"/>
              </w:rPr>
              <w:t xml:space="preserve">Ярославль, </w:t>
            </w:r>
            <w:r w:rsidR="0023399A">
              <w:rPr>
                <w:szCs w:val="28"/>
              </w:rPr>
              <w:br/>
            </w:r>
            <w:r w:rsidRPr="00224953">
              <w:rPr>
                <w:szCs w:val="28"/>
              </w:rPr>
              <w:t>ул. Пирогова, к дому №</w:t>
            </w:r>
            <w:r w:rsidR="0023399A">
              <w:rPr>
                <w:szCs w:val="28"/>
              </w:rPr>
              <w:t> </w:t>
            </w:r>
            <w:r w:rsidRPr="00224953">
              <w:rPr>
                <w:szCs w:val="28"/>
              </w:rPr>
              <w:t>20/2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76:23:060521:1109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245</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3399A">
            <w:pPr>
              <w:ind w:firstLine="0"/>
              <w:jc w:val="left"/>
              <w:rPr>
                <w:szCs w:val="28"/>
              </w:rPr>
            </w:pPr>
            <w:r w:rsidRPr="00224953">
              <w:rPr>
                <w:szCs w:val="28"/>
              </w:rPr>
              <w:t>Ярославская обл</w:t>
            </w:r>
            <w:r w:rsidR="0023399A">
              <w:rPr>
                <w:szCs w:val="28"/>
              </w:rPr>
              <w:t>асть, г. </w:t>
            </w:r>
            <w:r w:rsidRPr="00224953">
              <w:rPr>
                <w:szCs w:val="28"/>
              </w:rPr>
              <w:t xml:space="preserve">Ярославль, </w:t>
            </w:r>
            <w:r w:rsidR="0023399A">
              <w:rPr>
                <w:szCs w:val="28"/>
              </w:rPr>
              <w:br/>
            </w:r>
            <w:r w:rsidRPr="00224953">
              <w:rPr>
                <w:szCs w:val="28"/>
              </w:rPr>
              <w:t>ул. Некрасова</w:t>
            </w:r>
            <w:r w:rsidR="0023399A">
              <w:rPr>
                <w:szCs w:val="28"/>
              </w:rPr>
              <w:t>, к дому № </w:t>
            </w:r>
            <w:r w:rsidRPr="00224953">
              <w:rPr>
                <w:szCs w:val="28"/>
              </w:rPr>
              <w:t>64/56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76:23:050312:533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246</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1587D">
            <w:pPr>
              <w:ind w:firstLine="0"/>
              <w:jc w:val="left"/>
              <w:rPr>
                <w:szCs w:val="28"/>
              </w:rPr>
            </w:pPr>
            <w:r w:rsidRPr="00224953">
              <w:rPr>
                <w:szCs w:val="28"/>
              </w:rPr>
              <w:t>Ярославская обл</w:t>
            </w:r>
            <w:r w:rsidR="0023399A">
              <w:rPr>
                <w:szCs w:val="28"/>
              </w:rPr>
              <w:t>асть, г. </w:t>
            </w:r>
            <w:r w:rsidRPr="00224953">
              <w:rPr>
                <w:szCs w:val="28"/>
              </w:rPr>
              <w:t xml:space="preserve">Ярославль, </w:t>
            </w:r>
            <w:r w:rsidR="0023399A">
              <w:rPr>
                <w:szCs w:val="28"/>
              </w:rPr>
              <w:br/>
              <w:t>ул. Республиканская, д. </w:t>
            </w:r>
            <w:r w:rsidRPr="00224953">
              <w:rPr>
                <w:szCs w:val="28"/>
              </w:rPr>
              <w:t>84 кор</w:t>
            </w:r>
            <w:r w:rsidR="0023399A">
              <w:rPr>
                <w:szCs w:val="28"/>
              </w:rPr>
              <w:t>п</w:t>
            </w:r>
            <w:r w:rsidRPr="00224953">
              <w:rPr>
                <w:szCs w:val="28"/>
              </w:rPr>
              <w:t>.</w:t>
            </w:r>
            <w:r w:rsidR="0023399A">
              <w:rPr>
                <w:szCs w:val="28"/>
              </w:rPr>
              <w:t xml:space="preserve"> </w:t>
            </w:r>
            <w:r w:rsidRPr="00224953">
              <w:rPr>
                <w:szCs w:val="28"/>
              </w:rPr>
              <w:t>2, кор</w:t>
            </w:r>
            <w:r w:rsidR="0023399A">
              <w:rPr>
                <w:szCs w:val="28"/>
              </w:rPr>
              <w:t>п</w:t>
            </w:r>
            <w:r w:rsidRPr="00224953">
              <w:rPr>
                <w:szCs w:val="28"/>
              </w:rPr>
              <w:t>.</w:t>
            </w:r>
            <w:r w:rsidR="0023399A">
              <w:rPr>
                <w:szCs w:val="28"/>
              </w:rPr>
              <w:t xml:space="preserve">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76:23:030515:452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247</w:t>
            </w:r>
          </w:p>
        </w:tc>
        <w:tc>
          <w:tcPr>
            <w:tcW w:w="1289" w:type="pct"/>
            <w:tcBorders>
              <w:top w:val="nil"/>
              <w:left w:val="nil"/>
              <w:bottom w:val="single" w:sz="4" w:space="0" w:color="auto"/>
              <w:right w:val="single" w:sz="4" w:space="0" w:color="auto"/>
            </w:tcBorders>
            <w:shd w:val="clear" w:color="auto" w:fill="auto"/>
            <w:hideMark/>
          </w:tcPr>
          <w:p w:rsidR="0023399A" w:rsidRDefault="00D91137" w:rsidP="0023399A">
            <w:pPr>
              <w:ind w:firstLine="0"/>
              <w:jc w:val="left"/>
              <w:rPr>
                <w:szCs w:val="28"/>
              </w:rPr>
            </w:pPr>
            <w:r w:rsidRPr="00224953">
              <w:rPr>
                <w:szCs w:val="28"/>
              </w:rPr>
              <w:t>Объект газораспределения:</w:t>
            </w:r>
          </w:p>
          <w:p w:rsidR="0023399A" w:rsidRDefault="00D91137" w:rsidP="0023399A">
            <w:pPr>
              <w:ind w:firstLine="0"/>
              <w:jc w:val="left"/>
              <w:rPr>
                <w:szCs w:val="28"/>
              </w:rPr>
            </w:pPr>
            <w:r w:rsidRPr="00224953">
              <w:rPr>
                <w:szCs w:val="28"/>
              </w:rPr>
              <w:t xml:space="preserve">газопровод </w:t>
            </w:r>
          </w:p>
          <w:p w:rsidR="00D91137" w:rsidRPr="00224953" w:rsidRDefault="00D91137" w:rsidP="0023399A">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1587D">
            <w:pPr>
              <w:ind w:firstLine="0"/>
              <w:jc w:val="left"/>
              <w:rPr>
                <w:szCs w:val="28"/>
              </w:rPr>
            </w:pPr>
            <w:r w:rsidRPr="00224953">
              <w:rPr>
                <w:szCs w:val="28"/>
              </w:rPr>
              <w:t>Ярославская об</w:t>
            </w:r>
            <w:r w:rsidR="0023399A">
              <w:rPr>
                <w:szCs w:val="28"/>
              </w:rPr>
              <w:t>ласть, г. </w:t>
            </w:r>
            <w:r w:rsidRPr="00224953">
              <w:rPr>
                <w:szCs w:val="28"/>
              </w:rPr>
              <w:t xml:space="preserve">Ярославль, </w:t>
            </w:r>
            <w:r w:rsidR="0023399A">
              <w:rPr>
                <w:szCs w:val="28"/>
              </w:rPr>
              <w:br/>
            </w:r>
            <w:r w:rsidRPr="00224953">
              <w:rPr>
                <w:szCs w:val="28"/>
              </w:rPr>
              <w:t>ул. Калинина, д. 37 кор</w:t>
            </w:r>
            <w:r w:rsidR="0023399A">
              <w:rPr>
                <w:szCs w:val="28"/>
              </w:rPr>
              <w:t>п</w:t>
            </w:r>
            <w:r w:rsidRPr="00224953">
              <w:rPr>
                <w:szCs w:val="28"/>
              </w:rPr>
              <w:t>.</w:t>
            </w:r>
            <w:r w:rsidR="0023399A">
              <w:rPr>
                <w:szCs w:val="28"/>
              </w:rPr>
              <w:t> </w:t>
            </w:r>
            <w:r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76:23:060701:4935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248</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Объект газораспределения:</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t>ул. Свердлова, к дому № </w:t>
            </w:r>
            <w:r w:rsidR="00D91137" w:rsidRPr="00224953">
              <w:rPr>
                <w:szCs w:val="28"/>
              </w:rPr>
              <w:t>77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76:23:050304:5772</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249</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3399A">
            <w:pPr>
              <w:ind w:firstLine="0"/>
              <w:jc w:val="left"/>
              <w:rPr>
                <w:szCs w:val="28"/>
              </w:rPr>
            </w:pPr>
            <w:r w:rsidRPr="00224953">
              <w:rPr>
                <w:szCs w:val="28"/>
              </w:rPr>
              <w:t>Ярославская обл</w:t>
            </w:r>
            <w:r w:rsidR="0023399A">
              <w:rPr>
                <w:szCs w:val="28"/>
              </w:rPr>
              <w:t>асть</w:t>
            </w:r>
            <w:r w:rsidRPr="00224953">
              <w:rPr>
                <w:szCs w:val="28"/>
              </w:rPr>
              <w:t>, г.</w:t>
            </w:r>
            <w:r w:rsidR="0023399A">
              <w:rPr>
                <w:szCs w:val="28"/>
              </w:rPr>
              <w:t> </w:t>
            </w:r>
            <w:r w:rsidRPr="00224953">
              <w:rPr>
                <w:szCs w:val="28"/>
              </w:rPr>
              <w:t>Ярославль, ул. Юности, д. 4,</w:t>
            </w:r>
            <w:r w:rsidR="0023399A">
              <w:rPr>
                <w:szCs w:val="28"/>
              </w:rPr>
              <w:t xml:space="preserve"> </w:t>
            </w:r>
            <w:r w:rsidRPr="00224953">
              <w:rPr>
                <w:szCs w:val="28"/>
              </w:rPr>
              <w:t>6,</w:t>
            </w:r>
            <w:r w:rsidR="0023399A">
              <w:rPr>
                <w:szCs w:val="28"/>
              </w:rPr>
              <w:t xml:space="preserve"> </w:t>
            </w:r>
            <w:r w:rsidRPr="00224953">
              <w:rPr>
                <w:szCs w:val="28"/>
              </w:rPr>
              <w:t>8,</w:t>
            </w:r>
            <w:r w:rsidR="0023399A">
              <w:rPr>
                <w:szCs w:val="28"/>
              </w:rPr>
              <w:t xml:space="preserve"> </w:t>
            </w:r>
            <w:r w:rsidRPr="00224953">
              <w:rPr>
                <w:szCs w:val="28"/>
              </w:rPr>
              <w:t>10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76:23:050603:774</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250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t>ул. Тургенева, к дому № </w:t>
            </w:r>
            <w:r w:rsidR="00D91137" w:rsidRPr="00224953">
              <w:rPr>
                <w:szCs w:val="28"/>
              </w:rPr>
              <w:t>9а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76:23:050304:5771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251</w:t>
            </w:r>
          </w:p>
        </w:tc>
        <w:tc>
          <w:tcPr>
            <w:tcW w:w="1289" w:type="pct"/>
            <w:tcBorders>
              <w:top w:val="single" w:sz="4" w:space="0" w:color="auto"/>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Свердлова, д. 83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76:23:050304:5779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252</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t>ул. Ляпидевского, д.</w:t>
            </w:r>
            <w:r w:rsidR="00D91137" w:rsidRPr="00224953">
              <w:rPr>
                <w:szCs w:val="28"/>
              </w:rPr>
              <w:t xml:space="preserve"> 11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76:23:020906:740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253</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 xml:space="preserve">Ярославская область, г. Ярославль, </w:t>
            </w:r>
            <w:r>
              <w:rPr>
                <w:szCs w:val="28"/>
              </w:rPr>
              <w:br/>
              <w:t>проспект Авиаторов, д. </w:t>
            </w:r>
            <w:r w:rsidR="00D91137" w:rsidRPr="00224953">
              <w:rPr>
                <w:szCs w:val="28"/>
              </w:rPr>
              <w:t>78а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76:23:020906:743</w:t>
            </w:r>
          </w:p>
        </w:tc>
      </w:tr>
      <w:tr w:rsidR="00D91137" w:rsidRPr="00224953" w:rsidTr="0023399A">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254</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Ярославль, ул. Ямская, д. 66/1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76:23:061101:654</w:t>
            </w:r>
          </w:p>
        </w:tc>
      </w:tr>
      <w:tr w:rsidR="00D91137" w:rsidRPr="00224953" w:rsidTr="0023399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255</w:t>
            </w:r>
          </w:p>
        </w:tc>
        <w:tc>
          <w:tcPr>
            <w:tcW w:w="1289" w:type="pct"/>
            <w:tcBorders>
              <w:top w:val="single" w:sz="4" w:space="0" w:color="auto"/>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23399A">
            <w:pPr>
              <w:ind w:firstLine="0"/>
              <w:jc w:val="left"/>
              <w:rPr>
                <w:szCs w:val="28"/>
              </w:rPr>
            </w:pPr>
            <w:r w:rsidRPr="00224953">
              <w:rPr>
                <w:szCs w:val="28"/>
              </w:rPr>
              <w:t>Ярославская обл</w:t>
            </w:r>
            <w:r w:rsidR="0023399A">
              <w:rPr>
                <w:szCs w:val="28"/>
              </w:rPr>
              <w:t>асть, г. </w:t>
            </w:r>
            <w:r w:rsidRPr="00224953">
              <w:rPr>
                <w:szCs w:val="28"/>
              </w:rPr>
              <w:t xml:space="preserve">Ярославль, </w:t>
            </w:r>
            <w:r w:rsidR="0023399A">
              <w:rPr>
                <w:szCs w:val="28"/>
              </w:rPr>
              <w:br/>
            </w:r>
            <w:r w:rsidRPr="00224953">
              <w:rPr>
                <w:szCs w:val="28"/>
              </w:rPr>
              <w:t>ул. Ползунова, д. 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256</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23399A">
              <w:rPr>
                <w:szCs w:val="28"/>
              </w:rPr>
              <w:t xml:space="preserve"> область, г. Ярославль, проспект Машиностроителей, д.</w:t>
            </w:r>
            <w:r w:rsidRPr="00224953">
              <w:rPr>
                <w:szCs w:val="28"/>
              </w:rPr>
              <w:t xml:space="preserve"> 26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76:23:020908:2174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257</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Саукова, д. 21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76:23:020908:2178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258</w:t>
            </w:r>
          </w:p>
        </w:tc>
        <w:tc>
          <w:tcPr>
            <w:tcW w:w="1289" w:type="pct"/>
            <w:tcBorders>
              <w:top w:val="nil"/>
              <w:left w:val="nil"/>
              <w:bottom w:val="single" w:sz="4" w:space="0" w:color="auto"/>
              <w:right w:val="single" w:sz="4" w:space="0" w:color="auto"/>
            </w:tcBorders>
            <w:shd w:val="clear" w:color="auto" w:fill="auto"/>
            <w:hideMark/>
          </w:tcPr>
          <w:p w:rsidR="0023399A" w:rsidRDefault="00D91137" w:rsidP="00D91137">
            <w:pPr>
              <w:ind w:firstLine="0"/>
              <w:jc w:val="left"/>
              <w:rPr>
                <w:szCs w:val="28"/>
              </w:rPr>
            </w:pPr>
            <w:r w:rsidRPr="00224953">
              <w:rPr>
                <w:szCs w:val="28"/>
              </w:rPr>
              <w:t xml:space="preserve">Объект газораспределения: </w:t>
            </w:r>
          </w:p>
          <w:p w:rsidR="0023399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3399A"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Пионерская, д. 17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76:23:010605:854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259</w:t>
            </w:r>
          </w:p>
        </w:tc>
        <w:tc>
          <w:tcPr>
            <w:tcW w:w="1289" w:type="pct"/>
            <w:tcBorders>
              <w:top w:val="nil"/>
              <w:left w:val="nil"/>
              <w:bottom w:val="single" w:sz="4" w:space="0" w:color="auto"/>
              <w:right w:val="single" w:sz="4" w:space="0" w:color="auto"/>
            </w:tcBorders>
            <w:shd w:val="clear" w:color="auto" w:fill="auto"/>
            <w:hideMark/>
          </w:tcPr>
          <w:p w:rsidR="00BB4C8C" w:rsidRDefault="00D91137" w:rsidP="00D91137">
            <w:pPr>
              <w:ind w:firstLine="0"/>
              <w:jc w:val="left"/>
              <w:rPr>
                <w:szCs w:val="28"/>
              </w:rPr>
            </w:pPr>
            <w:r w:rsidRPr="00224953">
              <w:rPr>
                <w:szCs w:val="28"/>
              </w:rPr>
              <w:t xml:space="preserve">Объект газораспределения: </w:t>
            </w:r>
            <w:r w:rsidR="00BB4C8C">
              <w:rPr>
                <w:szCs w:val="28"/>
              </w:rPr>
              <w:br/>
            </w: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651F5" w:rsidP="00C651F5">
            <w:pPr>
              <w:ind w:firstLine="0"/>
              <w:jc w:val="left"/>
              <w:rPr>
                <w:szCs w:val="28"/>
              </w:rPr>
            </w:pPr>
            <w:r>
              <w:rPr>
                <w:szCs w:val="28"/>
              </w:rPr>
              <w:t>Ярославская область, г. </w:t>
            </w:r>
            <w:r w:rsidR="00D91137" w:rsidRPr="00224953">
              <w:rPr>
                <w:szCs w:val="28"/>
              </w:rPr>
              <w:t>Ярославль, ул. Громова, д.</w:t>
            </w:r>
            <w:r>
              <w:rPr>
                <w:szCs w:val="28"/>
              </w:rPr>
              <w:t> </w:t>
            </w:r>
            <w:r w:rsidR="00D91137" w:rsidRPr="00224953">
              <w:rPr>
                <w:szCs w:val="28"/>
              </w:rPr>
              <w:t>44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76:23:011302:949</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260</w:t>
            </w:r>
          </w:p>
        </w:tc>
        <w:tc>
          <w:tcPr>
            <w:tcW w:w="1289" w:type="pct"/>
            <w:tcBorders>
              <w:top w:val="nil"/>
              <w:left w:val="nil"/>
              <w:bottom w:val="single" w:sz="4" w:space="0" w:color="auto"/>
              <w:right w:val="single" w:sz="4" w:space="0" w:color="auto"/>
            </w:tcBorders>
            <w:shd w:val="clear" w:color="auto" w:fill="auto"/>
            <w:hideMark/>
          </w:tcPr>
          <w:p w:rsidR="00C651F5" w:rsidRDefault="00D91137" w:rsidP="00D91137">
            <w:pPr>
              <w:ind w:firstLine="0"/>
              <w:jc w:val="left"/>
              <w:rPr>
                <w:szCs w:val="28"/>
              </w:rPr>
            </w:pPr>
            <w:r w:rsidRPr="00224953">
              <w:rPr>
                <w:szCs w:val="28"/>
              </w:rPr>
              <w:t xml:space="preserve">Объект газораспределения: </w:t>
            </w:r>
          </w:p>
          <w:p w:rsidR="00C651F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B4C8C"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Наумова, д. 66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76:23:040514:378</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261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B4C8C" w:rsidRDefault="00D91137" w:rsidP="00D91137">
            <w:pPr>
              <w:ind w:firstLine="0"/>
              <w:jc w:val="left"/>
              <w:rPr>
                <w:szCs w:val="28"/>
              </w:rPr>
            </w:pPr>
            <w:r w:rsidRPr="00224953">
              <w:rPr>
                <w:szCs w:val="28"/>
              </w:rPr>
              <w:t xml:space="preserve">Объект газораспределения: </w:t>
            </w:r>
          </w:p>
          <w:p w:rsidR="00BB4C8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1587D">
            <w:pPr>
              <w:ind w:firstLine="0"/>
              <w:jc w:val="left"/>
              <w:rPr>
                <w:szCs w:val="28"/>
              </w:rPr>
            </w:pPr>
            <w:r w:rsidRPr="00224953">
              <w:rPr>
                <w:szCs w:val="28"/>
              </w:rPr>
              <w:t>Ярославская обл</w:t>
            </w:r>
            <w:r w:rsidR="00BB4C8C">
              <w:rPr>
                <w:szCs w:val="28"/>
              </w:rPr>
              <w:t>асть, г. </w:t>
            </w:r>
            <w:r w:rsidRPr="00224953">
              <w:rPr>
                <w:szCs w:val="28"/>
              </w:rPr>
              <w:t>Ярославль, просп</w:t>
            </w:r>
            <w:r w:rsidR="00BB4C8C">
              <w:rPr>
                <w:szCs w:val="28"/>
              </w:rPr>
              <w:t>ект</w:t>
            </w:r>
            <w:r w:rsidRPr="00224953">
              <w:rPr>
                <w:szCs w:val="28"/>
              </w:rPr>
              <w:t xml:space="preserve"> Моторостроителей, д. 8 кор</w:t>
            </w:r>
            <w:r w:rsidR="00BB4C8C">
              <w:rPr>
                <w:szCs w:val="28"/>
              </w:rPr>
              <w:t>п</w:t>
            </w:r>
            <w:r w:rsidRPr="00224953">
              <w:rPr>
                <w:szCs w:val="28"/>
              </w:rPr>
              <w:t>.</w:t>
            </w:r>
            <w:r w:rsidR="00BB4C8C">
              <w:rPr>
                <w:szCs w:val="28"/>
              </w:rPr>
              <w:t xml:space="preserve"> </w:t>
            </w:r>
            <w:r w:rsidRPr="00224953">
              <w:rPr>
                <w:szCs w:val="28"/>
              </w:rPr>
              <w:t>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76:23:010407:879</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262</w:t>
            </w:r>
          </w:p>
        </w:tc>
        <w:tc>
          <w:tcPr>
            <w:tcW w:w="1289" w:type="pct"/>
            <w:tcBorders>
              <w:top w:val="single" w:sz="4" w:space="0" w:color="auto"/>
              <w:left w:val="nil"/>
              <w:bottom w:val="single" w:sz="4" w:space="0" w:color="auto"/>
              <w:right w:val="single" w:sz="4" w:space="0" w:color="auto"/>
            </w:tcBorders>
            <w:shd w:val="clear" w:color="auto" w:fill="auto"/>
            <w:hideMark/>
          </w:tcPr>
          <w:p w:rsidR="00C651F5" w:rsidRDefault="00D91137" w:rsidP="00D91137">
            <w:pPr>
              <w:ind w:firstLine="0"/>
              <w:jc w:val="left"/>
              <w:rPr>
                <w:szCs w:val="28"/>
              </w:rPr>
            </w:pPr>
            <w:r w:rsidRPr="00224953">
              <w:rPr>
                <w:szCs w:val="28"/>
              </w:rPr>
              <w:t xml:space="preserve">Объект газораспределения: </w:t>
            </w:r>
          </w:p>
          <w:p w:rsidR="00C651F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651F5">
            <w:pPr>
              <w:ind w:firstLine="0"/>
              <w:jc w:val="left"/>
              <w:rPr>
                <w:szCs w:val="28"/>
              </w:rPr>
            </w:pPr>
            <w:r w:rsidRPr="00224953">
              <w:rPr>
                <w:szCs w:val="28"/>
              </w:rPr>
              <w:t>Ярославская обл</w:t>
            </w:r>
            <w:r w:rsidR="00C651F5">
              <w:rPr>
                <w:szCs w:val="28"/>
              </w:rPr>
              <w:t>асть, г. </w:t>
            </w:r>
            <w:r w:rsidRPr="00224953">
              <w:rPr>
                <w:szCs w:val="28"/>
              </w:rPr>
              <w:t>Ярославль, просп</w:t>
            </w:r>
            <w:r w:rsidR="00C651F5">
              <w:rPr>
                <w:szCs w:val="28"/>
              </w:rPr>
              <w:t>ект</w:t>
            </w:r>
            <w:r w:rsidRPr="00224953">
              <w:rPr>
                <w:szCs w:val="28"/>
              </w:rPr>
              <w:t xml:space="preserve"> Дзержинского, д. 4</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76:23:010601:795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263</w:t>
            </w:r>
          </w:p>
        </w:tc>
        <w:tc>
          <w:tcPr>
            <w:tcW w:w="1289" w:type="pct"/>
            <w:tcBorders>
              <w:top w:val="nil"/>
              <w:left w:val="nil"/>
              <w:bottom w:val="single" w:sz="4" w:space="0" w:color="auto"/>
              <w:right w:val="single" w:sz="4" w:space="0" w:color="auto"/>
            </w:tcBorders>
            <w:shd w:val="clear" w:color="auto" w:fill="auto"/>
            <w:hideMark/>
          </w:tcPr>
          <w:p w:rsidR="00C651F5" w:rsidRDefault="00D91137" w:rsidP="00D91137">
            <w:pPr>
              <w:ind w:firstLine="0"/>
              <w:jc w:val="left"/>
              <w:rPr>
                <w:szCs w:val="28"/>
              </w:rPr>
            </w:pPr>
            <w:r w:rsidRPr="00224953">
              <w:rPr>
                <w:szCs w:val="28"/>
              </w:rPr>
              <w:t xml:space="preserve">Объект газораспределения: </w:t>
            </w:r>
          </w:p>
          <w:p w:rsidR="00C651F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651F5">
            <w:pPr>
              <w:ind w:firstLine="0"/>
              <w:jc w:val="left"/>
              <w:rPr>
                <w:szCs w:val="28"/>
              </w:rPr>
            </w:pPr>
            <w:r w:rsidRPr="00224953">
              <w:rPr>
                <w:szCs w:val="28"/>
              </w:rPr>
              <w:t>Ярославская обл</w:t>
            </w:r>
            <w:r w:rsidR="00C651F5">
              <w:rPr>
                <w:szCs w:val="28"/>
              </w:rPr>
              <w:t>асть, г. </w:t>
            </w:r>
            <w:r w:rsidRPr="00224953">
              <w:rPr>
                <w:szCs w:val="28"/>
              </w:rPr>
              <w:t>Ярославль, просп</w:t>
            </w:r>
            <w:r w:rsidR="00C651F5">
              <w:rPr>
                <w:szCs w:val="28"/>
              </w:rPr>
              <w:t>ект</w:t>
            </w:r>
            <w:r w:rsidRPr="00224953">
              <w:rPr>
                <w:szCs w:val="28"/>
              </w:rPr>
              <w:t xml:space="preserve"> Дзержинского, д. 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76:23:010601:792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264</w:t>
            </w:r>
          </w:p>
        </w:tc>
        <w:tc>
          <w:tcPr>
            <w:tcW w:w="1289" w:type="pct"/>
            <w:tcBorders>
              <w:top w:val="nil"/>
              <w:left w:val="nil"/>
              <w:bottom w:val="single" w:sz="4" w:space="0" w:color="auto"/>
              <w:right w:val="single" w:sz="4" w:space="0" w:color="auto"/>
            </w:tcBorders>
            <w:shd w:val="clear" w:color="auto" w:fill="auto"/>
            <w:hideMark/>
          </w:tcPr>
          <w:p w:rsidR="00C651F5" w:rsidRDefault="00D91137" w:rsidP="00D91137">
            <w:pPr>
              <w:ind w:firstLine="0"/>
              <w:jc w:val="left"/>
              <w:rPr>
                <w:szCs w:val="28"/>
              </w:rPr>
            </w:pPr>
            <w:r w:rsidRPr="00224953">
              <w:rPr>
                <w:szCs w:val="28"/>
              </w:rPr>
              <w:t xml:space="preserve">Объект газораспределения: </w:t>
            </w:r>
          </w:p>
          <w:p w:rsidR="00C651F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1587D">
            <w:pPr>
              <w:ind w:firstLine="0"/>
              <w:jc w:val="left"/>
              <w:rPr>
                <w:szCs w:val="28"/>
              </w:rPr>
            </w:pPr>
            <w:r w:rsidRPr="00224953">
              <w:rPr>
                <w:szCs w:val="28"/>
              </w:rPr>
              <w:t>Ярославская обл</w:t>
            </w:r>
            <w:r w:rsidR="00C651F5">
              <w:rPr>
                <w:szCs w:val="28"/>
              </w:rPr>
              <w:t>асть, г. </w:t>
            </w:r>
            <w:r w:rsidRPr="00224953">
              <w:rPr>
                <w:szCs w:val="28"/>
              </w:rPr>
              <w:t>Ярославль, ул. Б</w:t>
            </w:r>
            <w:r w:rsidR="00C651F5">
              <w:rPr>
                <w:szCs w:val="28"/>
              </w:rPr>
              <w:t xml:space="preserve">ольшие </w:t>
            </w:r>
            <w:r w:rsidRPr="00224953">
              <w:rPr>
                <w:szCs w:val="28"/>
              </w:rPr>
              <w:t>Полянки, д. 23 кор</w:t>
            </w:r>
            <w:r w:rsidR="00C651F5">
              <w:rPr>
                <w:szCs w:val="28"/>
              </w:rPr>
              <w:t>п</w:t>
            </w:r>
            <w:r w:rsidRPr="00224953">
              <w:rPr>
                <w:szCs w:val="28"/>
              </w:rPr>
              <w:t>.</w:t>
            </w:r>
            <w:r w:rsidR="00C651F5">
              <w:rPr>
                <w:szCs w:val="28"/>
              </w:rPr>
              <w:t xml:space="preserve">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76:23:040807:4891</w:t>
            </w:r>
          </w:p>
        </w:tc>
      </w:tr>
      <w:tr w:rsidR="00D91137" w:rsidRPr="00224953" w:rsidTr="00F94C9F">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265</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4C9F" w:rsidP="00F94C9F">
            <w:pPr>
              <w:ind w:firstLine="0"/>
              <w:jc w:val="left"/>
              <w:rPr>
                <w:szCs w:val="28"/>
              </w:rPr>
            </w:pPr>
            <w:r>
              <w:rPr>
                <w:szCs w:val="28"/>
              </w:rPr>
              <w:t>Ярославская область, г. </w:t>
            </w:r>
            <w:r w:rsidR="00D91137" w:rsidRPr="00224953">
              <w:rPr>
                <w:szCs w:val="28"/>
              </w:rPr>
              <w:t>Ярославль,</w:t>
            </w:r>
            <w:r>
              <w:rPr>
                <w:szCs w:val="28"/>
              </w:rPr>
              <w:br/>
            </w:r>
            <w:r w:rsidR="00D91137" w:rsidRPr="00224953">
              <w:rPr>
                <w:szCs w:val="28"/>
              </w:rPr>
              <w:t>ул. Маланова, д. 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76:23:042504:398</w:t>
            </w:r>
          </w:p>
        </w:tc>
      </w:tr>
      <w:tr w:rsidR="00D91137" w:rsidRPr="00224953" w:rsidTr="00F94C9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F94C9F" w:rsidRDefault="00D91137" w:rsidP="00D91137">
            <w:pPr>
              <w:ind w:firstLine="0"/>
              <w:jc w:val="center"/>
              <w:rPr>
                <w:szCs w:val="28"/>
              </w:rPr>
            </w:pPr>
            <w:r w:rsidRPr="00F94C9F">
              <w:rPr>
                <w:szCs w:val="28"/>
              </w:rPr>
              <w:t>266</w:t>
            </w:r>
          </w:p>
        </w:tc>
        <w:tc>
          <w:tcPr>
            <w:tcW w:w="1289" w:type="pct"/>
            <w:tcBorders>
              <w:top w:val="single" w:sz="4" w:space="0" w:color="auto"/>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F94C9F">
              <w:rPr>
                <w:szCs w:val="28"/>
              </w:rPr>
              <w:t xml:space="preserve">Объект газораспределения: </w:t>
            </w:r>
          </w:p>
          <w:p w:rsidR="00F94C9F" w:rsidRDefault="00D91137" w:rsidP="00D91137">
            <w:pPr>
              <w:ind w:firstLine="0"/>
              <w:jc w:val="left"/>
              <w:rPr>
                <w:szCs w:val="28"/>
              </w:rPr>
            </w:pPr>
            <w:r w:rsidRPr="00F94C9F">
              <w:rPr>
                <w:szCs w:val="28"/>
              </w:rPr>
              <w:t xml:space="preserve">газопровод </w:t>
            </w:r>
          </w:p>
          <w:p w:rsidR="00D91137" w:rsidRPr="00F94C9F" w:rsidRDefault="00D91137" w:rsidP="00D91137">
            <w:pPr>
              <w:ind w:firstLine="0"/>
              <w:jc w:val="left"/>
              <w:rPr>
                <w:szCs w:val="28"/>
              </w:rPr>
            </w:pPr>
            <w:r w:rsidRPr="00F94C9F">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F94C9F" w:rsidRDefault="00D91137" w:rsidP="00A1587D">
            <w:pPr>
              <w:ind w:firstLine="0"/>
              <w:jc w:val="left"/>
              <w:rPr>
                <w:szCs w:val="28"/>
              </w:rPr>
            </w:pPr>
            <w:r w:rsidRPr="00F94C9F">
              <w:rPr>
                <w:szCs w:val="28"/>
              </w:rPr>
              <w:t>Ярославская обл</w:t>
            </w:r>
            <w:r w:rsidR="00F94C9F">
              <w:rPr>
                <w:szCs w:val="28"/>
              </w:rPr>
              <w:t>асть</w:t>
            </w:r>
            <w:r w:rsidRPr="00F94C9F">
              <w:rPr>
                <w:szCs w:val="28"/>
              </w:rPr>
              <w:t>,</w:t>
            </w:r>
            <w:r w:rsidR="00F94C9F">
              <w:rPr>
                <w:szCs w:val="28"/>
              </w:rPr>
              <w:t xml:space="preserve"> г. </w:t>
            </w:r>
            <w:r w:rsidRPr="00F94C9F">
              <w:rPr>
                <w:szCs w:val="28"/>
              </w:rPr>
              <w:t xml:space="preserve">Ярославль, </w:t>
            </w:r>
            <w:r w:rsidR="00F94C9F">
              <w:rPr>
                <w:szCs w:val="28"/>
              </w:rPr>
              <w:br/>
              <w:t xml:space="preserve">ул. Красноперекопская, д. 2 </w:t>
            </w:r>
            <w:r w:rsidRPr="00F94C9F">
              <w:rPr>
                <w:szCs w:val="28"/>
              </w:rPr>
              <w:t>кор</w:t>
            </w:r>
            <w:r w:rsidR="00F94C9F">
              <w:rPr>
                <w:szCs w:val="28"/>
              </w:rPr>
              <w:t>п</w:t>
            </w:r>
            <w:r w:rsidRPr="00F94C9F">
              <w:rPr>
                <w:szCs w:val="28"/>
              </w:rPr>
              <w:t>.</w:t>
            </w:r>
            <w:r w:rsidR="00F94C9F">
              <w:rPr>
                <w:szCs w:val="28"/>
              </w:rPr>
              <w:t xml:space="preserve"> </w:t>
            </w:r>
            <w:r w:rsidRPr="00F94C9F">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F94C9F" w:rsidRDefault="00D91137" w:rsidP="00D91137">
            <w:pPr>
              <w:ind w:firstLine="0"/>
              <w:jc w:val="center"/>
              <w:rPr>
                <w:szCs w:val="28"/>
              </w:rPr>
            </w:pPr>
            <w:r w:rsidRPr="00F94C9F">
              <w:rPr>
                <w:szCs w:val="28"/>
              </w:rPr>
              <w:t>76:23:040405:367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267</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4C9F">
            <w:pPr>
              <w:ind w:firstLine="0"/>
              <w:jc w:val="left"/>
              <w:rPr>
                <w:szCs w:val="28"/>
              </w:rPr>
            </w:pPr>
            <w:r w:rsidRPr="00224953">
              <w:rPr>
                <w:szCs w:val="28"/>
              </w:rPr>
              <w:t>Ярославская обл</w:t>
            </w:r>
            <w:r w:rsidR="00F94C9F">
              <w:rPr>
                <w:szCs w:val="28"/>
              </w:rPr>
              <w:t>асть, г. </w:t>
            </w:r>
            <w:r w:rsidRPr="00224953">
              <w:rPr>
                <w:szCs w:val="28"/>
              </w:rPr>
              <w:t>Ярославль,</w:t>
            </w:r>
            <w:r w:rsidR="00F94C9F">
              <w:rPr>
                <w:szCs w:val="28"/>
              </w:rPr>
              <w:br/>
            </w:r>
            <w:r w:rsidRPr="00224953">
              <w:rPr>
                <w:szCs w:val="28"/>
              </w:rPr>
              <w:t>ул. Рыбинская, д. 57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76:23:031006:456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268</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4C9F">
            <w:pPr>
              <w:ind w:firstLine="0"/>
              <w:jc w:val="left"/>
              <w:rPr>
                <w:szCs w:val="28"/>
              </w:rPr>
            </w:pPr>
            <w:r w:rsidRPr="00224953">
              <w:rPr>
                <w:szCs w:val="28"/>
              </w:rPr>
              <w:t>Ярославская обл</w:t>
            </w:r>
            <w:r w:rsidR="00F94C9F">
              <w:rPr>
                <w:szCs w:val="28"/>
              </w:rPr>
              <w:t>асть, г. </w:t>
            </w:r>
            <w:r w:rsidRPr="00224953">
              <w:rPr>
                <w:szCs w:val="28"/>
              </w:rPr>
              <w:t xml:space="preserve">Ярославль, </w:t>
            </w:r>
            <w:r w:rsidR="00F94C9F">
              <w:rPr>
                <w:szCs w:val="28"/>
              </w:rPr>
              <w:br/>
            </w:r>
            <w:r w:rsidRPr="00224953">
              <w:rPr>
                <w:szCs w:val="28"/>
              </w:rPr>
              <w:t>ул. Некрасова, д. 51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76:23:050313:641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269</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4C9F"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Свердлова, д. 110,</w:t>
            </w:r>
            <w:r>
              <w:rPr>
                <w:szCs w:val="28"/>
              </w:rPr>
              <w:t xml:space="preserve"> </w:t>
            </w:r>
            <w:r w:rsidR="00D91137" w:rsidRPr="00224953">
              <w:rPr>
                <w:szCs w:val="28"/>
              </w:rPr>
              <w:t>112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76:23:050408:242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270</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4C9F">
            <w:pPr>
              <w:ind w:firstLine="0"/>
              <w:jc w:val="left"/>
              <w:rPr>
                <w:szCs w:val="28"/>
              </w:rPr>
            </w:pPr>
            <w:r w:rsidRPr="00224953">
              <w:rPr>
                <w:szCs w:val="28"/>
              </w:rPr>
              <w:t>Ярославская обл</w:t>
            </w:r>
            <w:r w:rsidR="00F94C9F">
              <w:rPr>
                <w:szCs w:val="28"/>
              </w:rPr>
              <w:t>асть, г. </w:t>
            </w:r>
            <w:r w:rsidRPr="00224953">
              <w:rPr>
                <w:szCs w:val="28"/>
              </w:rPr>
              <w:t xml:space="preserve">Ярославль, </w:t>
            </w:r>
            <w:r w:rsidR="00F94C9F">
              <w:rPr>
                <w:szCs w:val="28"/>
              </w:rPr>
              <w:br/>
            </w:r>
            <w:r w:rsidRPr="00224953">
              <w:rPr>
                <w:szCs w:val="28"/>
              </w:rPr>
              <w:t>ул. Чайковского, д. 8</w:t>
            </w:r>
            <w:r w:rsidR="00F94C9F">
              <w:rPr>
                <w:szCs w:val="28"/>
              </w:rPr>
              <w:t>,</w:t>
            </w:r>
            <w:r w:rsidRPr="00224953">
              <w:rPr>
                <w:szCs w:val="28"/>
              </w:rPr>
              <w:t xml:space="preserve"> ТСЖ «Пилигрим»</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76:23:030811:447</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271</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4C9F">
            <w:pPr>
              <w:ind w:firstLine="0"/>
              <w:jc w:val="left"/>
              <w:rPr>
                <w:szCs w:val="28"/>
              </w:rPr>
            </w:pPr>
            <w:r w:rsidRPr="00224953">
              <w:rPr>
                <w:szCs w:val="28"/>
              </w:rPr>
              <w:t>Ярославская обл</w:t>
            </w:r>
            <w:r w:rsidR="00F94C9F">
              <w:rPr>
                <w:szCs w:val="28"/>
              </w:rPr>
              <w:t>асть, г. </w:t>
            </w:r>
            <w:r w:rsidRPr="00224953">
              <w:rPr>
                <w:szCs w:val="28"/>
              </w:rPr>
              <w:t xml:space="preserve">Ярославль, </w:t>
            </w:r>
            <w:r w:rsidR="00F94C9F">
              <w:rPr>
                <w:szCs w:val="28"/>
              </w:rPr>
              <w:br/>
            </w:r>
            <w:r w:rsidRPr="00224953">
              <w:rPr>
                <w:szCs w:val="28"/>
              </w:rPr>
              <w:t>ул. Собинова, д. 42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76:23:030806:2058</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272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94C9F">
            <w:pPr>
              <w:ind w:firstLine="0"/>
              <w:jc w:val="left"/>
              <w:rPr>
                <w:szCs w:val="28"/>
              </w:rPr>
            </w:pPr>
            <w:r w:rsidRPr="00224953">
              <w:rPr>
                <w:szCs w:val="28"/>
              </w:rPr>
              <w:t>Ярославская обл</w:t>
            </w:r>
            <w:r w:rsidR="00F94C9F">
              <w:rPr>
                <w:szCs w:val="28"/>
              </w:rPr>
              <w:t>асть, г. </w:t>
            </w:r>
            <w:r w:rsidRPr="00224953">
              <w:rPr>
                <w:szCs w:val="28"/>
              </w:rPr>
              <w:t>Ярославль, просп</w:t>
            </w:r>
            <w:r w:rsidR="00F94C9F">
              <w:rPr>
                <w:szCs w:val="28"/>
              </w:rPr>
              <w:t>ект</w:t>
            </w:r>
            <w:r w:rsidRPr="00224953">
              <w:rPr>
                <w:szCs w:val="28"/>
              </w:rPr>
              <w:t xml:space="preserve"> Машиностроителей, д. 48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76:23:020910:2584</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273</w:t>
            </w:r>
          </w:p>
        </w:tc>
        <w:tc>
          <w:tcPr>
            <w:tcW w:w="1289" w:type="pct"/>
            <w:tcBorders>
              <w:top w:val="single" w:sz="4" w:space="0" w:color="auto"/>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F94C9F">
            <w:pPr>
              <w:ind w:firstLine="0"/>
              <w:jc w:val="left"/>
              <w:rPr>
                <w:szCs w:val="28"/>
              </w:rPr>
            </w:pPr>
            <w:r w:rsidRPr="00224953">
              <w:rPr>
                <w:szCs w:val="28"/>
              </w:rPr>
              <w:t>Ярославская обл</w:t>
            </w:r>
            <w:r w:rsidR="00F94C9F">
              <w:rPr>
                <w:szCs w:val="28"/>
              </w:rPr>
              <w:t>асть, г. </w:t>
            </w:r>
            <w:r w:rsidRPr="00224953">
              <w:rPr>
                <w:szCs w:val="28"/>
              </w:rPr>
              <w:t xml:space="preserve">Ярославль, </w:t>
            </w:r>
            <w:r w:rsidR="00F94C9F">
              <w:rPr>
                <w:szCs w:val="28"/>
              </w:rPr>
              <w:br/>
            </w:r>
            <w:r w:rsidRPr="00224953">
              <w:rPr>
                <w:szCs w:val="28"/>
              </w:rPr>
              <w:t>ул. С.</w:t>
            </w:r>
            <w:r w:rsidR="00F94C9F">
              <w:rPr>
                <w:szCs w:val="28"/>
              </w:rPr>
              <w:t xml:space="preserve"> </w:t>
            </w:r>
            <w:r w:rsidRPr="00224953">
              <w:rPr>
                <w:szCs w:val="28"/>
              </w:rPr>
              <w:t>Орджоникидзе, д. 7</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76:23:020907:462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274</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4C9F">
            <w:pPr>
              <w:ind w:firstLine="0"/>
              <w:jc w:val="left"/>
              <w:rPr>
                <w:szCs w:val="28"/>
              </w:rPr>
            </w:pPr>
            <w:r w:rsidRPr="00224953">
              <w:rPr>
                <w:szCs w:val="28"/>
              </w:rPr>
              <w:t>Ярославская обл</w:t>
            </w:r>
            <w:r w:rsidR="00F94C9F">
              <w:rPr>
                <w:szCs w:val="28"/>
              </w:rPr>
              <w:t>асть, г. </w:t>
            </w:r>
            <w:r w:rsidRPr="00224953">
              <w:rPr>
                <w:szCs w:val="28"/>
              </w:rPr>
              <w:t xml:space="preserve">Ярославль, </w:t>
            </w:r>
            <w:r w:rsidR="00F94C9F">
              <w:rPr>
                <w:szCs w:val="28"/>
              </w:rPr>
              <w:br/>
            </w:r>
            <w:r w:rsidRPr="00224953">
              <w:rPr>
                <w:szCs w:val="28"/>
              </w:rPr>
              <w:t>ул. Собинова, д. 48 кор</w:t>
            </w:r>
            <w:r w:rsidR="00F94C9F">
              <w:rPr>
                <w:szCs w:val="28"/>
              </w:rPr>
              <w:t>п</w:t>
            </w:r>
            <w:r w:rsidRPr="00224953">
              <w:rPr>
                <w:szCs w:val="28"/>
              </w:rPr>
              <w:t>.</w:t>
            </w:r>
            <w:r w:rsidR="00F94C9F">
              <w:rPr>
                <w:szCs w:val="28"/>
              </w:rPr>
              <w:t>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76:23:030806:2059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275</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94C9F">
            <w:pPr>
              <w:ind w:firstLine="0"/>
              <w:jc w:val="left"/>
              <w:rPr>
                <w:szCs w:val="28"/>
              </w:rPr>
            </w:pPr>
            <w:r w:rsidRPr="00224953">
              <w:rPr>
                <w:szCs w:val="28"/>
              </w:rPr>
              <w:t>Ярославская обл</w:t>
            </w:r>
            <w:r w:rsidR="00F94C9F">
              <w:rPr>
                <w:szCs w:val="28"/>
              </w:rPr>
              <w:t>асть, г. </w:t>
            </w:r>
            <w:r w:rsidRPr="00224953">
              <w:rPr>
                <w:szCs w:val="28"/>
              </w:rPr>
              <w:t xml:space="preserve">Ярославль, </w:t>
            </w:r>
            <w:r w:rsidR="00F94C9F">
              <w:rPr>
                <w:szCs w:val="28"/>
              </w:rPr>
              <w:br/>
            </w:r>
            <w:r w:rsidRPr="00224953">
              <w:rPr>
                <w:szCs w:val="28"/>
              </w:rPr>
              <w:t>Тепловой пер., д. 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76:23:021503:2054</w:t>
            </w:r>
          </w:p>
        </w:tc>
      </w:tr>
      <w:tr w:rsidR="00D91137" w:rsidRPr="00224953" w:rsidTr="002D0633">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276</w:t>
            </w:r>
          </w:p>
        </w:tc>
        <w:tc>
          <w:tcPr>
            <w:tcW w:w="1289" w:type="pct"/>
            <w:tcBorders>
              <w:top w:val="nil"/>
              <w:left w:val="nil"/>
              <w:bottom w:val="single" w:sz="4" w:space="0" w:color="auto"/>
              <w:right w:val="single" w:sz="4" w:space="0" w:color="auto"/>
            </w:tcBorders>
            <w:shd w:val="clear" w:color="auto" w:fill="auto"/>
            <w:hideMark/>
          </w:tcPr>
          <w:p w:rsidR="00F94C9F" w:rsidRDefault="00D91137" w:rsidP="00D91137">
            <w:pPr>
              <w:ind w:firstLine="0"/>
              <w:jc w:val="left"/>
              <w:rPr>
                <w:szCs w:val="28"/>
              </w:rPr>
            </w:pPr>
            <w:r w:rsidRPr="00224953">
              <w:rPr>
                <w:szCs w:val="28"/>
              </w:rPr>
              <w:t xml:space="preserve">Объект газораспределения: </w:t>
            </w:r>
          </w:p>
          <w:p w:rsidR="00F94C9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F94C9F" w:rsidP="00A1587D">
            <w:pPr>
              <w:ind w:firstLine="0"/>
              <w:jc w:val="left"/>
              <w:rPr>
                <w:szCs w:val="28"/>
              </w:rPr>
            </w:pPr>
            <w:r>
              <w:rPr>
                <w:szCs w:val="28"/>
              </w:rPr>
              <w:t>Ярославская область, г. </w:t>
            </w:r>
            <w:r w:rsidR="00D91137" w:rsidRPr="00224953">
              <w:rPr>
                <w:szCs w:val="28"/>
              </w:rPr>
              <w:t>Ярославль, Тепловой пер., д. 3,</w:t>
            </w:r>
            <w:r w:rsidR="002D0633">
              <w:rPr>
                <w:szCs w:val="28"/>
              </w:rPr>
              <w:t xml:space="preserve"> </w:t>
            </w:r>
            <w:r w:rsidR="00D91137" w:rsidRPr="00224953">
              <w:rPr>
                <w:szCs w:val="28"/>
              </w:rPr>
              <w:t>5,</w:t>
            </w:r>
            <w:r w:rsidR="002D0633">
              <w:rPr>
                <w:szCs w:val="28"/>
              </w:rPr>
              <w:t xml:space="preserve"> </w:t>
            </w:r>
            <w:r w:rsidR="00D91137" w:rsidRPr="00A1587D">
              <w:rPr>
                <w:szCs w:val="28"/>
              </w:rPr>
              <w:t>4,</w:t>
            </w:r>
            <w:r w:rsidR="00A1587D">
              <w:rPr>
                <w:szCs w:val="28"/>
              </w:rPr>
              <w:t xml:space="preserve"> </w:t>
            </w:r>
            <w:r w:rsidR="00D91137" w:rsidRPr="00A1587D">
              <w:rPr>
                <w:szCs w:val="28"/>
              </w:rPr>
              <w:t>4</w:t>
            </w:r>
            <w:r w:rsidR="00D91137" w:rsidRPr="00224953">
              <w:rPr>
                <w:szCs w:val="28"/>
              </w:rPr>
              <w:t xml:space="preserve"> кор</w:t>
            </w:r>
            <w:r w:rsidR="002D0633">
              <w:rPr>
                <w:szCs w:val="28"/>
              </w:rPr>
              <w:t>п</w:t>
            </w:r>
            <w:r w:rsidR="00D91137" w:rsidRPr="00224953">
              <w:rPr>
                <w:szCs w:val="28"/>
              </w:rPr>
              <w:t>.</w:t>
            </w:r>
            <w:r w:rsidR="002D0633">
              <w:rPr>
                <w:szCs w:val="28"/>
              </w:rPr>
              <w:t xml:space="preserve"> </w:t>
            </w:r>
            <w:r w:rsidR="00D91137" w:rsidRPr="00224953">
              <w:rPr>
                <w:szCs w:val="28"/>
              </w:rPr>
              <w:t>3,</w:t>
            </w:r>
            <w:r w:rsidR="002D0633">
              <w:rPr>
                <w:szCs w:val="28"/>
              </w:rPr>
              <w:t xml:space="preserve"> </w:t>
            </w:r>
            <w:r w:rsidR="00D91137" w:rsidRPr="00224953">
              <w:rPr>
                <w:szCs w:val="28"/>
              </w:rPr>
              <w:t>6,</w:t>
            </w:r>
            <w:r w:rsidR="002D0633">
              <w:rPr>
                <w:szCs w:val="28"/>
              </w:rPr>
              <w:t xml:space="preserve"> </w:t>
            </w:r>
            <w:r w:rsidR="00D91137" w:rsidRPr="00224953">
              <w:rPr>
                <w:szCs w:val="28"/>
              </w:rPr>
              <w:t>8, ул. Клубная, д.</w:t>
            </w:r>
            <w:r w:rsidR="002D0633">
              <w:rPr>
                <w:szCs w:val="28"/>
              </w:rPr>
              <w:t xml:space="preserve"> </w:t>
            </w:r>
            <w:r w:rsidR="00D91137" w:rsidRPr="00224953">
              <w:rPr>
                <w:szCs w:val="28"/>
              </w:rPr>
              <w:t>9а</w:t>
            </w:r>
            <w:r w:rsidR="002D0633">
              <w:rPr>
                <w:szCs w:val="28"/>
              </w:rPr>
              <w:t>,</w:t>
            </w:r>
            <w:r w:rsidR="00D91137" w:rsidRPr="00224953">
              <w:rPr>
                <w:szCs w:val="28"/>
              </w:rPr>
              <w:t xml:space="preserve"> перемычка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76:23:021503:2046</w:t>
            </w:r>
          </w:p>
        </w:tc>
      </w:tr>
      <w:tr w:rsidR="00D91137" w:rsidRPr="00224953" w:rsidTr="002D0633">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277</w:t>
            </w:r>
          </w:p>
        </w:tc>
        <w:tc>
          <w:tcPr>
            <w:tcW w:w="1289" w:type="pct"/>
            <w:tcBorders>
              <w:top w:val="single" w:sz="4" w:space="0" w:color="auto"/>
              <w:left w:val="nil"/>
              <w:bottom w:val="single" w:sz="4" w:space="0" w:color="auto"/>
              <w:right w:val="single" w:sz="4" w:space="0" w:color="auto"/>
            </w:tcBorders>
            <w:shd w:val="clear" w:color="auto" w:fill="auto"/>
            <w:hideMark/>
          </w:tcPr>
          <w:p w:rsidR="002D0633" w:rsidRDefault="00D91137" w:rsidP="00D91137">
            <w:pPr>
              <w:ind w:firstLine="0"/>
              <w:jc w:val="left"/>
              <w:rPr>
                <w:szCs w:val="28"/>
              </w:rPr>
            </w:pPr>
            <w:r w:rsidRPr="00224953">
              <w:rPr>
                <w:szCs w:val="28"/>
              </w:rPr>
              <w:t xml:space="preserve">Объект газораспределения: </w:t>
            </w:r>
          </w:p>
          <w:p w:rsidR="002D063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2D0633"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Тепловой пер., д. 4</w:t>
            </w:r>
            <w:r w:rsidR="007C10CE">
              <w:rPr>
                <w:szCs w:val="28"/>
              </w:rPr>
              <w:t xml:space="preserve"> корп. </w:t>
            </w:r>
            <w:r w:rsidR="00D91137" w:rsidRPr="00224953">
              <w:rPr>
                <w:szCs w:val="28"/>
              </w:rPr>
              <w:t>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76:23:021503:2050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278</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Объект газораспределения: </w:t>
            </w:r>
          </w:p>
          <w:p w:rsidR="007C10C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C10CE" w:rsidP="00D91137">
            <w:pPr>
              <w:ind w:firstLine="0"/>
              <w:jc w:val="left"/>
              <w:rPr>
                <w:szCs w:val="28"/>
              </w:rPr>
            </w:pPr>
            <w:r>
              <w:rPr>
                <w:szCs w:val="28"/>
              </w:rPr>
              <w:t xml:space="preserve">Ярославская область, г. Ярославль, </w:t>
            </w:r>
            <w:r>
              <w:rPr>
                <w:szCs w:val="28"/>
              </w:rPr>
              <w:br/>
              <w:t>ул. Клубная, д.</w:t>
            </w:r>
            <w:r w:rsidR="00D91137" w:rsidRPr="00224953">
              <w:rPr>
                <w:szCs w:val="28"/>
              </w:rPr>
              <w:t xml:space="preserve"> 9а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76:23:021503:2051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279</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Объект газораспределения: </w:t>
            </w:r>
          </w:p>
          <w:p w:rsidR="007C10C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w:t>
            </w:r>
            <w:r w:rsidR="007C10CE">
              <w:rPr>
                <w:szCs w:val="28"/>
              </w:rPr>
              <w:t xml:space="preserve"> область, г. </w:t>
            </w:r>
            <w:r w:rsidRPr="00224953">
              <w:rPr>
                <w:szCs w:val="28"/>
              </w:rPr>
              <w:t xml:space="preserve">Ярославль, </w:t>
            </w:r>
            <w:r w:rsidR="007C10CE">
              <w:rPr>
                <w:szCs w:val="28"/>
              </w:rPr>
              <w:br/>
            </w:r>
            <w:r w:rsidRPr="00224953">
              <w:rPr>
                <w:szCs w:val="28"/>
              </w:rPr>
              <w:t>Тепловой</w:t>
            </w:r>
            <w:r w:rsidR="007C10CE" w:rsidRPr="00224953">
              <w:rPr>
                <w:szCs w:val="28"/>
              </w:rPr>
              <w:t xml:space="preserve"> пер.</w:t>
            </w:r>
            <w:r w:rsidR="007C10CE">
              <w:rPr>
                <w:szCs w:val="28"/>
              </w:rPr>
              <w:t>, д.</w:t>
            </w:r>
            <w:r w:rsidRPr="00224953">
              <w:rPr>
                <w:szCs w:val="28"/>
              </w:rPr>
              <w:t xml:space="preserve"> 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76:23:021503:2047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280</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Объект газораспределения: </w:t>
            </w:r>
          </w:p>
          <w:p w:rsidR="007C10C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C10CE"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Тепловой пер., д. 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76:23:021503:2039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281</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Объект газораспределения: </w:t>
            </w:r>
          </w:p>
          <w:p w:rsidR="007C10C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 г. </w:t>
            </w:r>
            <w:r w:rsidRPr="00224953">
              <w:rPr>
                <w:szCs w:val="28"/>
              </w:rPr>
              <w:t xml:space="preserve">Ярославль, </w:t>
            </w:r>
            <w:r w:rsidR="007C10CE">
              <w:rPr>
                <w:szCs w:val="28"/>
              </w:rPr>
              <w:br/>
            </w:r>
            <w:r w:rsidRPr="00224953">
              <w:rPr>
                <w:szCs w:val="28"/>
              </w:rPr>
              <w:t>Тепловой пер., д. 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76:23:021503:2038</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282</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Объект газораспределения: </w:t>
            </w:r>
          </w:p>
          <w:p w:rsidR="007C10C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C10CE"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Тепловой пер., д. 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76:23:021503:2040</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283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Объект газораспределения: </w:t>
            </w:r>
          </w:p>
          <w:p w:rsidR="007C10C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 г. </w:t>
            </w:r>
            <w:r w:rsidRPr="00224953">
              <w:rPr>
                <w:szCs w:val="28"/>
              </w:rPr>
              <w:t xml:space="preserve">Ярославль, </w:t>
            </w:r>
            <w:r w:rsidR="007C10CE">
              <w:rPr>
                <w:szCs w:val="28"/>
              </w:rPr>
              <w:br/>
            </w:r>
            <w:r w:rsidRPr="00224953">
              <w:rPr>
                <w:szCs w:val="28"/>
              </w:rPr>
              <w:t>Тепловой пер., д. 4</w:t>
            </w:r>
            <w:r w:rsidR="00A1587D">
              <w:rPr>
                <w:szCs w:val="28"/>
              </w:rPr>
              <w:t xml:space="preserve"> </w:t>
            </w:r>
            <w:r w:rsidR="007C10CE">
              <w:rPr>
                <w:szCs w:val="28"/>
              </w:rPr>
              <w:t>корп. </w:t>
            </w:r>
            <w:r w:rsidRPr="00224953">
              <w:rPr>
                <w:szCs w:val="28"/>
              </w:rPr>
              <w:t>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76:23:021503:2041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284</w:t>
            </w:r>
          </w:p>
        </w:tc>
        <w:tc>
          <w:tcPr>
            <w:tcW w:w="1289" w:type="pct"/>
            <w:tcBorders>
              <w:top w:val="single" w:sz="4" w:space="0" w:color="auto"/>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w:t>
            </w:r>
            <w:r w:rsidRPr="00224953">
              <w:rPr>
                <w:szCs w:val="28"/>
              </w:rPr>
              <w:t>, г.</w:t>
            </w:r>
            <w:r w:rsidR="007C10CE">
              <w:rPr>
                <w:szCs w:val="28"/>
              </w:rPr>
              <w:t> </w:t>
            </w:r>
            <w:r w:rsidRPr="00224953">
              <w:rPr>
                <w:szCs w:val="28"/>
              </w:rPr>
              <w:t xml:space="preserve"> Ярославль, газопровод низкого давления </w:t>
            </w:r>
            <w:r w:rsidR="007C10CE">
              <w:rPr>
                <w:szCs w:val="28"/>
              </w:rPr>
              <w:br/>
            </w:r>
            <w:r w:rsidRPr="00224953">
              <w:rPr>
                <w:szCs w:val="28"/>
              </w:rPr>
              <w:t>ул. Советская, д.</w:t>
            </w:r>
            <w:r w:rsidR="007C10CE">
              <w:rPr>
                <w:szCs w:val="28"/>
              </w:rPr>
              <w:t xml:space="preserve"> </w:t>
            </w:r>
            <w:r w:rsidRPr="00224953">
              <w:rPr>
                <w:szCs w:val="28"/>
              </w:rPr>
              <w:t>6/10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76:23:030701:445</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285</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C10CE" w:rsidP="00D91137">
            <w:pPr>
              <w:ind w:firstLine="0"/>
              <w:jc w:val="left"/>
              <w:rPr>
                <w:szCs w:val="28"/>
              </w:rPr>
            </w:pPr>
            <w:r>
              <w:rPr>
                <w:szCs w:val="28"/>
              </w:rPr>
              <w:t>Ярославская область, г. </w:t>
            </w:r>
            <w:r w:rsidR="00D91137" w:rsidRPr="00224953">
              <w:rPr>
                <w:szCs w:val="28"/>
              </w:rPr>
              <w:t xml:space="preserve">Ярославль, газопровод низкого давления </w:t>
            </w:r>
            <w:r>
              <w:rPr>
                <w:szCs w:val="28"/>
              </w:rPr>
              <w:br/>
            </w:r>
            <w:r w:rsidR="00D91137" w:rsidRPr="00224953">
              <w:rPr>
                <w:szCs w:val="28"/>
              </w:rPr>
              <w:t>ул. Чехова, д.</w:t>
            </w:r>
            <w:r>
              <w:rPr>
                <w:szCs w:val="28"/>
              </w:rPr>
              <w:t xml:space="preserve"> </w:t>
            </w:r>
            <w:r w:rsidR="00D91137" w:rsidRPr="00224953">
              <w:rPr>
                <w:szCs w:val="28"/>
              </w:rPr>
              <w:t>39</w:t>
            </w:r>
            <w:r>
              <w:rPr>
                <w:szCs w:val="28"/>
              </w:rPr>
              <w:t>,</w:t>
            </w:r>
            <w:r w:rsidR="00D91137" w:rsidRPr="00224953">
              <w:rPr>
                <w:szCs w:val="28"/>
              </w:rPr>
              <w:t xml:space="preserve"> вводы</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76:23:030406:458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286</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C10CE" w:rsidP="00D91137">
            <w:pPr>
              <w:ind w:firstLine="0"/>
              <w:jc w:val="left"/>
              <w:rPr>
                <w:szCs w:val="28"/>
              </w:rPr>
            </w:pPr>
            <w:r>
              <w:rPr>
                <w:szCs w:val="28"/>
              </w:rPr>
              <w:t>Ярославская область, г. </w:t>
            </w:r>
            <w:r w:rsidR="00D91137" w:rsidRPr="00224953">
              <w:rPr>
                <w:szCs w:val="28"/>
              </w:rPr>
              <w:t>Ярославль, ул. Малая Московская, д.</w:t>
            </w:r>
            <w:r>
              <w:rPr>
                <w:szCs w:val="28"/>
              </w:rPr>
              <w:t xml:space="preserve"> </w:t>
            </w:r>
            <w:r w:rsidR="00D91137" w:rsidRPr="00224953">
              <w:rPr>
                <w:szCs w:val="28"/>
              </w:rPr>
              <w:t>20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76:23:000000:16310</w:t>
            </w:r>
          </w:p>
        </w:tc>
      </w:tr>
      <w:tr w:rsidR="00D91137" w:rsidRPr="00224953" w:rsidTr="007C10CE">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287</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B5F">
            <w:pPr>
              <w:ind w:firstLine="0"/>
              <w:jc w:val="left"/>
              <w:rPr>
                <w:szCs w:val="28"/>
              </w:rPr>
            </w:pPr>
            <w:r w:rsidRPr="00224953">
              <w:rPr>
                <w:szCs w:val="28"/>
              </w:rPr>
              <w:t>Ярославская обл</w:t>
            </w:r>
            <w:r w:rsidR="007C10CE">
              <w:rPr>
                <w:szCs w:val="28"/>
              </w:rPr>
              <w:t>асть, г. </w:t>
            </w:r>
            <w:r w:rsidRPr="00224953">
              <w:rPr>
                <w:szCs w:val="28"/>
              </w:rPr>
              <w:t>Ярославль, газопровод высокого давления к ГРПБ-91 просп</w:t>
            </w:r>
            <w:r w:rsidR="007C10CE">
              <w:rPr>
                <w:szCs w:val="28"/>
              </w:rPr>
              <w:t>ект </w:t>
            </w:r>
            <w:r w:rsidRPr="00224953">
              <w:rPr>
                <w:szCs w:val="28"/>
              </w:rPr>
              <w:t>Фрунзе у д</w:t>
            </w:r>
            <w:r w:rsidR="00024B5F">
              <w:rPr>
                <w:szCs w:val="28"/>
              </w:rPr>
              <w:t>ома</w:t>
            </w:r>
            <w:r w:rsidR="007C10CE">
              <w:rPr>
                <w:szCs w:val="28"/>
              </w:rPr>
              <w:t xml:space="preserve"> </w:t>
            </w:r>
            <w:r w:rsidRPr="00224953">
              <w:rPr>
                <w:szCs w:val="28"/>
              </w:rPr>
              <w:t>№</w:t>
            </w:r>
            <w:r w:rsidR="007C10CE">
              <w:rPr>
                <w:szCs w:val="28"/>
              </w:rPr>
              <w:t xml:space="preserve"> </w:t>
            </w:r>
            <w:r w:rsidRPr="00224953">
              <w:rPr>
                <w:szCs w:val="28"/>
              </w:rPr>
              <w:t>38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76:23:061401:12035</w:t>
            </w:r>
          </w:p>
        </w:tc>
      </w:tr>
      <w:tr w:rsidR="00D91137" w:rsidRPr="00224953" w:rsidTr="007C10CE">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288</w:t>
            </w:r>
          </w:p>
        </w:tc>
        <w:tc>
          <w:tcPr>
            <w:tcW w:w="1289" w:type="pct"/>
            <w:tcBorders>
              <w:top w:val="single" w:sz="4" w:space="0" w:color="auto"/>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 г. </w:t>
            </w:r>
            <w:r w:rsidRPr="00224953">
              <w:rPr>
                <w:szCs w:val="28"/>
              </w:rPr>
              <w:t>Ярославль,</w:t>
            </w:r>
            <w:r w:rsidR="007C10CE">
              <w:rPr>
                <w:szCs w:val="28"/>
              </w:rPr>
              <w:t xml:space="preserve"> </w:t>
            </w:r>
            <w:r w:rsidRPr="00224953">
              <w:rPr>
                <w:szCs w:val="28"/>
              </w:rPr>
              <w:t>газопровод низкого давления Суздальское шоссе, д.</w:t>
            </w:r>
            <w:r w:rsidR="007C10CE">
              <w:rPr>
                <w:szCs w:val="28"/>
              </w:rPr>
              <w:t xml:space="preserve"> </w:t>
            </w:r>
            <w:r w:rsidRPr="00224953">
              <w:rPr>
                <w:szCs w:val="28"/>
              </w:rPr>
              <w:t>17а, 17б, 17в, 17г</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76:23:062601:342</w:t>
            </w:r>
          </w:p>
        </w:tc>
      </w:tr>
      <w:tr w:rsidR="00D91137" w:rsidRPr="00224953" w:rsidTr="00F41344">
        <w:trPr>
          <w:trHeight w:val="18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289</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B5F">
            <w:pPr>
              <w:ind w:firstLine="0"/>
              <w:jc w:val="left"/>
              <w:rPr>
                <w:szCs w:val="28"/>
              </w:rPr>
            </w:pPr>
            <w:r w:rsidRPr="00224953">
              <w:rPr>
                <w:szCs w:val="28"/>
              </w:rPr>
              <w:t>Ярославская обл</w:t>
            </w:r>
            <w:r w:rsidR="007C10CE">
              <w:rPr>
                <w:szCs w:val="28"/>
              </w:rPr>
              <w:t>асть, г. </w:t>
            </w:r>
            <w:r w:rsidRPr="00224953">
              <w:rPr>
                <w:szCs w:val="28"/>
              </w:rPr>
              <w:t>Ярославль, ул. 1-я Приволжская д.</w:t>
            </w:r>
            <w:r w:rsidR="007C10CE">
              <w:rPr>
                <w:szCs w:val="28"/>
              </w:rPr>
              <w:t xml:space="preserve"> </w:t>
            </w:r>
            <w:r w:rsidRPr="00224953">
              <w:rPr>
                <w:szCs w:val="28"/>
              </w:rPr>
              <w:t>2, 4, 4а, 6, 6а, 6б, 8, 8а, 12б, вынос газопровода у д</w:t>
            </w:r>
            <w:r w:rsidR="00024B5F">
              <w:rPr>
                <w:szCs w:val="28"/>
              </w:rPr>
              <w:t>ома</w:t>
            </w:r>
            <w:r w:rsidR="007C10CE">
              <w:rPr>
                <w:szCs w:val="28"/>
              </w:rPr>
              <w:t xml:space="preserve"> </w:t>
            </w:r>
            <w:r w:rsidRPr="00224953">
              <w:rPr>
                <w:szCs w:val="28"/>
              </w:rPr>
              <w:t xml:space="preserve">12б </w:t>
            </w:r>
            <w:r w:rsidR="007C10CE">
              <w:rPr>
                <w:szCs w:val="28"/>
              </w:rPr>
              <w:br/>
            </w:r>
            <w:r w:rsidRPr="00224953">
              <w:rPr>
                <w:szCs w:val="28"/>
              </w:rPr>
              <w:t>по ул. 1-я Приволжская, закольцовка газопровода низкого давления у д.</w:t>
            </w:r>
            <w:r w:rsidR="007C10CE">
              <w:rPr>
                <w:szCs w:val="28"/>
              </w:rPr>
              <w:t xml:space="preserve"> </w:t>
            </w:r>
            <w:r w:rsidRPr="00224953">
              <w:rPr>
                <w:szCs w:val="28"/>
              </w:rPr>
              <w:t>4а,</w:t>
            </w:r>
            <w:r w:rsidR="007C10CE">
              <w:rPr>
                <w:szCs w:val="28"/>
              </w:rPr>
              <w:t xml:space="preserve"> </w:t>
            </w:r>
            <w:r w:rsidRPr="00224953">
              <w:rPr>
                <w:szCs w:val="28"/>
              </w:rPr>
              <w:t>6а по ул. 1-я Приволжская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76:23:062601:343</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290</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C10CE" w:rsidP="007C10CE">
            <w:pPr>
              <w:ind w:firstLine="0"/>
              <w:jc w:val="left"/>
              <w:rPr>
                <w:szCs w:val="28"/>
              </w:rPr>
            </w:pPr>
            <w:r>
              <w:rPr>
                <w:szCs w:val="28"/>
              </w:rPr>
              <w:t>Ярославская область, г. </w:t>
            </w:r>
            <w:r w:rsidR="00D91137" w:rsidRPr="00224953">
              <w:rPr>
                <w:szCs w:val="28"/>
              </w:rPr>
              <w:t>Ярославль, газопровод низкого давления Волжская наб</w:t>
            </w:r>
            <w:r>
              <w:rPr>
                <w:szCs w:val="28"/>
              </w:rPr>
              <w:t>ережная, д.</w:t>
            </w:r>
            <w:r w:rsidR="00D91137" w:rsidRPr="00224953">
              <w:rPr>
                <w:szCs w:val="28"/>
              </w:rPr>
              <w:t xml:space="preserve"> 61/65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76:23:030607:850</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291</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 г. </w:t>
            </w:r>
            <w:r w:rsidRPr="00224953">
              <w:rPr>
                <w:szCs w:val="28"/>
              </w:rPr>
              <w:t xml:space="preserve">Ярославль, </w:t>
            </w:r>
            <w:r w:rsidR="007C10CE">
              <w:rPr>
                <w:szCs w:val="28"/>
              </w:rPr>
              <w:t>г</w:t>
            </w:r>
            <w:r w:rsidRPr="00224953">
              <w:rPr>
                <w:szCs w:val="28"/>
              </w:rPr>
              <w:t xml:space="preserve">азопровод низкого давления </w:t>
            </w:r>
            <w:r w:rsidR="00A1587D">
              <w:rPr>
                <w:szCs w:val="28"/>
              </w:rPr>
              <w:br/>
            </w:r>
            <w:r w:rsidRPr="00224953">
              <w:rPr>
                <w:szCs w:val="28"/>
              </w:rPr>
              <w:t>ул. Угличская</w:t>
            </w:r>
            <w:r w:rsidR="007C10CE">
              <w:rPr>
                <w:szCs w:val="28"/>
              </w:rPr>
              <w:t>,</w:t>
            </w:r>
            <w:r w:rsidRPr="00224953">
              <w:rPr>
                <w:szCs w:val="28"/>
              </w:rPr>
              <w:t xml:space="preserve"> д. 21а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76:23:030406:459</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 г. </w:t>
            </w:r>
            <w:r w:rsidRPr="00224953">
              <w:rPr>
                <w:szCs w:val="28"/>
              </w:rPr>
              <w:t xml:space="preserve">Ярославль, газопровод </w:t>
            </w:r>
            <w:r w:rsidRPr="00224953">
              <w:rPr>
                <w:szCs w:val="28"/>
              </w:rPr>
              <w:lastRenderedPageBreak/>
              <w:t>низкого давления ул. Трефолева, д.</w:t>
            </w:r>
            <w:r w:rsidR="007C10CE">
              <w:rPr>
                <w:szCs w:val="28"/>
              </w:rPr>
              <w:t xml:space="preserve"> </w:t>
            </w:r>
            <w:r w:rsidRPr="00224953">
              <w:rPr>
                <w:szCs w:val="28"/>
              </w:rPr>
              <w:t>16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76:23:030702:516</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293</w:t>
            </w:r>
          </w:p>
        </w:tc>
        <w:tc>
          <w:tcPr>
            <w:tcW w:w="1289" w:type="pct"/>
            <w:tcBorders>
              <w:top w:val="single" w:sz="4" w:space="0" w:color="auto"/>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w:t>
            </w:r>
            <w:r w:rsidRPr="00224953">
              <w:rPr>
                <w:szCs w:val="28"/>
              </w:rPr>
              <w:t>, г</w:t>
            </w:r>
            <w:r w:rsidR="007C10CE">
              <w:rPr>
                <w:szCs w:val="28"/>
              </w:rPr>
              <w:t>. </w:t>
            </w:r>
            <w:r w:rsidRPr="00224953">
              <w:rPr>
                <w:szCs w:val="28"/>
              </w:rPr>
              <w:t xml:space="preserve">Ярославль, </w:t>
            </w:r>
            <w:r w:rsidR="007C10CE">
              <w:rPr>
                <w:szCs w:val="28"/>
              </w:rPr>
              <w:t>г</w:t>
            </w:r>
            <w:r w:rsidRPr="00224953">
              <w:rPr>
                <w:szCs w:val="28"/>
              </w:rPr>
              <w:t xml:space="preserve">азопровод низкого давления </w:t>
            </w:r>
            <w:r w:rsidR="007C10CE">
              <w:rPr>
                <w:szCs w:val="28"/>
              </w:rPr>
              <w:br/>
            </w:r>
            <w:r w:rsidRPr="00224953">
              <w:rPr>
                <w:szCs w:val="28"/>
              </w:rPr>
              <w:t>ул. Чехова</w:t>
            </w:r>
            <w:r w:rsidR="007C10CE">
              <w:rPr>
                <w:szCs w:val="28"/>
              </w:rPr>
              <w:t>,</w:t>
            </w:r>
            <w:r w:rsidRPr="00224953">
              <w:rPr>
                <w:szCs w:val="28"/>
              </w:rPr>
              <w:t xml:space="preserve"> д.</w:t>
            </w:r>
            <w:r w:rsidR="007C10CE">
              <w:rPr>
                <w:szCs w:val="28"/>
              </w:rPr>
              <w:t xml:space="preserve"> </w:t>
            </w:r>
            <w:r w:rsidRPr="00224953">
              <w:rPr>
                <w:szCs w:val="28"/>
              </w:rPr>
              <w:t>43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76:23:030406:462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294</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 г. </w:t>
            </w:r>
            <w:r w:rsidRPr="00224953">
              <w:rPr>
                <w:szCs w:val="28"/>
              </w:rPr>
              <w:t>Ярославль,</w:t>
            </w:r>
            <w:r w:rsidR="007C10CE">
              <w:rPr>
                <w:szCs w:val="28"/>
              </w:rPr>
              <w:t xml:space="preserve"> газопровод низкого давления ул. </w:t>
            </w:r>
            <w:r w:rsidRPr="00224953">
              <w:rPr>
                <w:szCs w:val="28"/>
              </w:rPr>
              <w:t>Ушинского</w:t>
            </w:r>
            <w:r w:rsidR="00C872F1">
              <w:rPr>
                <w:szCs w:val="28"/>
              </w:rPr>
              <w:t>,</w:t>
            </w:r>
            <w:r w:rsidRPr="00224953">
              <w:rPr>
                <w:szCs w:val="28"/>
              </w:rPr>
              <w:t xml:space="preserve"> д.</w:t>
            </w:r>
            <w:r w:rsidR="007C10CE">
              <w:rPr>
                <w:szCs w:val="28"/>
              </w:rPr>
              <w:t xml:space="preserve"> </w:t>
            </w:r>
            <w:r w:rsidRPr="00224953">
              <w:rPr>
                <w:szCs w:val="28"/>
              </w:rPr>
              <w:t>20/2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76:23:030507:615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295</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C10CE">
            <w:pPr>
              <w:ind w:firstLine="0"/>
              <w:jc w:val="left"/>
              <w:rPr>
                <w:szCs w:val="28"/>
              </w:rPr>
            </w:pPr>
            <w:r w:rsidRPr="00224953">
              <w:rPr>
                <w:szCs w:val="28"/>
              </w:rPr>
              <w:t>Ярославская обл</w:t>
            </w:r>
            <w:r w:rsidR="007C10CE">
              <w:rPr>
                <w:szCs w:val="28"/>
              </w:rPr>
              <w:t>асть</w:t>
            </w:r>
            <w:r w:rsidRPr="00224953">
              <w:rPr>
                <w:szCs w:val="28"/>
              </w:rPr>
              <w:t>, г.</w:t>
            </w:r>
            <w:r w:rsidR="007C10CE">
              <w:rPr>
                <w:szCs w:val="28"/>
              </w:rPr>
              <w:t> </w:t>
            </w:r>
            <w:r w:rsidRPr="00224953">
              <w:rPr>
                <w:szCs w:val="28"/>
              </w:rPr>
              <w:t>Ярославль,</w:t>
            </w:r>
            <w:r w:rsidR="007C10CE">
              <w:rPr>
                <w:szCs w:val="28"/>
              </w:rPr>
              <w:t xml:space="preserve"> </w:t>
            </w:r>
            <w:r w:rsidRPr="00224953">
              <w:rPr>
                <w:szCs w:val="28"/>
              </w:rPr>
              <w:t xml:space="preserve">газопровод низкого давления </w:t>
            </w:r>
            <w:r w:rsidR="007C10CE">
              <w:rPr>
                <w:szCs w:val="28"/>
              </w:rPr>
              <w:br/>
            </w:r>
            <w:r w:rsidRPr="00224953">
              <w:rPr>
                <w:szCs w:val="28"/>
              </w:rPr>
              <w:t>ул. Тургенева</w:t>
            </w:r>
            <w:r w:rsidR="00C872F1">
              <w:rPr>
                <w:szCs w:val="28"/>
              </w:rPr>
              <w:t>,</w:t>
            </w:r>
            <w:r w:rsidRPr="00224953">
              <w:rPr>
                <w:szCs w:val="28"/>
              </w:rPr>
              <w:t xml:space="preserve"> д.</w:t>
            </w:r>
            <w:r w:rsidR="007C10CE">
              <w:rPr>
                <w:szCs w:val="28"/>
              </w:rPr>
              <w:t xml:space="preserve"> </w:t>
            </w:r>
            <w:r w:rsidRPr="00224953">
              <w:rPr>
                <w:szCs w:val="28"/>
              </w:rPr>
              <w:t>28а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76:23:050304:5775</w:t>
            </w:r>
          </w:p>
        </w:tc>
      </w:tr>
      <w:tr w:rsidR="00D91137" w:rsidRPr="00224953" w:rsidTr="004B27CC">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296</w:t>
            </w:r>
          </w:p>
        </w:tc>
        <w:tc>
          <w:tcPr>
            <w:tcW w:w="1289" w:type="pct"/>
            <w:tcBorders>
              <w:top w:val="nil"/>
              <w:left w:val="nil"/>
              <w:bottom w:val="single" w:sz="4" w:space="0" w:color="auto"/>
              <w:right w:val="single" w:sz="4" w:space="0" w:color="auto"/>
            </w:tcBorders>
            <w:shd w:val="clear" w:color="auto" w:fill="auto"/>
            <w:hideMark/>
          </w:tcPr>
          <w:p w:rsidR="007C10CE"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C10CE" w:rsidP="00D91137">
            <w:pPr>
              <w:ind w:firstLine="0"/>
              <w:jc w:val="left"/>
              <w:rPr>
                <w:szCs w:val="28"/>
              </w:rPr>
            </w:pPr>
            <w:r>
              <w:rPr>
                <w:szCs w:val="28"/>
              </w:rPr>
              <w:t>Ярославская область, г. </w:t>
            </w:r>
            <w:r w:rsidR="00D91137" w:rsidRPr="00224953">
              <w:rPr>
                <w:szCs w:val="28"/>
              </w:rPr>
              <w:t>Ярославль, газопровод низкого давления по Тепловому пер.</w:t>
            </w:r>
            <w:r w:rsidR="004B27CC">
              <w:rPr>
                <w:szCs w:val="28"/>
              </w:rPr>
              <w:t>,</w:t>
            </w:r>
            <w:r w:rsidR="00D91137" w:rsidRPr="00224953">
              <w:rPr>
                <w:szCs w:val="28"/>
              </w:rPr>
              <w:t xml:space="preserve"> стр. 1,</w:t>
            </w:r>
            <w:r>
              <w:rPr>
                <w:szCs w:val="28"/>
              </w:rPr>
              <w:t xml:space="preserve"> </w:t>
            </w:r>
            <w:r w:rsidR="00D91137" w:rsidRPr="00224953">
              <w:rPr>
                <w:szCs w:val="28"/>
              </w:rPr>
              <w:t>2,</w:t>
            </w:r>
            <w:r>
              <w:rPr>
                <w:szCs w:val="28"/>
              </w:rPr>
              <w:t xml:space="preserve"> </w:t>
            </w:r>
            <w:r w:rsidR="00D91137"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76:23:021502:1128</w:t>
            </w:r>
          </w:p>
        </w:tc>
      </w:tr>
      <w:tr w:rsidR="00D91137" w:rsidRPr="00224953" w:rsidTr="004B27CC">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297</w:t>
            </w:r>
          </w:p>
        </w:tc>
        <w:tc>
          <w:tcPr>
            <w:tcW w:w="1289" w:type="pct"/>
            <w:tcBorders>
              <w:top w:val="single" w:sz="4" w:space="0" w:color="auto"/>
              <w:left w:val="nil"/>
              <w:bottom w:val="single" w:sz="4" w:space="0" w:color="auto"/>
              <w:right w:val="single" w:sz="4" w:space="0" w:color="auto"/>
            </w:tcBorders>
            <w:shd w:val="clear" w:color="auto" w:fill="auto"/>
            <w:hideMark/>
          </w:tcPr>
          <w:p w:rsidR="004B27CC"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4B27CC">
            <w:pPr>
              <w:ind w:firstLine="0"/>
              <w:jc w:val="left"/>
              <w:rPr>
                <w:szCs w:val="28"/>
              </w:rPr>
            </w:pPr>
            <w:r w:rsidRPr="00224953">
              <w:rPr>
                <w:szCs w:val="28"/>
              </w:rPr>
              <w:t>Ярославская обл</w:t>
            </w:r>
            <w:r w:rsidR="004B27CC">
              <w:rPr>
                <w:szCs w:val="28"/>
              </w:rPr>
              <w:t>асть, г. </w:t>
            </w:r>
            <w:r w:rsidRPr="00224953">
              <w:rPr>
                <w:szCs w:val="28"/>
              </w:rPr>
              <w:t xml:space="preserve">Ярославль, газопровод низкого давления </w:t>
            </w:r>
            <w:r w:rsidR="004B27CC">
              <w:rPr>
                <w:szCs w:val="28"/>
              </w:rPr>
              <w:br/>
            </w:r>
            <w:r w:rsidRPr="00224953">
              <w:rPr>
                <w:szCs w:val="28"/>
              </w:rPr>
              <w:t>ул. Чернопрудная, д.</w:t>
            </w:r>
            <w:r w:rsidR="004B27CC">
              <w:rPr>
                <w:szCs w:val="28"/>
              </w:rPr>
              <w:t xml:space="preserve"> </w:t>
            </w:r>
            <w:r w:rsidRPr="00C872F1">
              <w:rPr>
                <w:szCs w:val="28"/>
              </w:rPr>
              <w:t xml:space="preserve">30, </w:t>
            </w:r>
            <w:r w:rsidR="00C872F1">
              <w:rPr>
                <w:szCs w:val="28"/>
              </w:rPr>
              <w:t>д. </w:t>
            </w:r>
            <w:r w:rsidRPr="00C872F1">
              <w:rPr>
                <w:szCs w:val="28"/>
              </w:rPr>
              <w:t>30 корп.</w:t>
            </w:r>
            <w:r w:rsidR="004B27CC" w:rsidRPr="00C872F1">
              <w:rPr>
                <w:szCs w:val="28"/>
              </w:rPr>
              <w:t> </w:t>
            </w:r>
            <w:r w:rsidRPr="00C872F1">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76:23:061401:12024</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298</w:t>
            </w:r>
          </w:p>
        </w:tc>
        <w:tc>
          <w:tcPr>
            <w:tcW w:w="1289" w:type="pct"/>
            <w:tcBorders>
              <w:top w:val="nil"/>
              <w:left w:val="nil"/>
              <w:bottom w:val="single" w:sz="4" w:space="0" w:color="auto"/>
              <w:right w:val="single" w:sz="4" w:space="0" w:color="auto"/>
            </w:tcBorders>
            <w:shd w:val="clear" w:color="auto" w:fill="auto"/>
            <w:hideMark/>
          </w:tcPr>
          <w:p w:rsidR="004B27CC"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72F1">
            <w:pPr>
              <w:ind w:firstLine="0"/>
              <w:jc w:val="left"/>
              <w:rPr>
                <w:szCs w:val="28"/>
              </w:rPr>
            </w:pPr>
            <w:r w:rsidRPr="00224953">
              <w:rPr>
                <w:szCs w:val="28"/>
              </w:rPr>
              <w:t>Ярославская обл</w:t>
            </w:r>
            <w:r w:rsidR="004B27CC">
              <w:rPr>
                <w:szCs w:val="28"/>
              </w:rPr>
              <w:t>асть</w:t>
            </w:r>
            <w:r w:rsidRPr="00224953">
              <w:rPr>
                <w:szCs w:val="28"/>
              </w:rPr>
              <w:t>, г</w:t>
            </w:r>
            <w:r w:rsidR="004B27CC">
              <w:rPr>
                <w:szCs w:val="28"/>
              </w:rPr>
              <w:t>. </w:t>
            </w:r>
            <w:r w:rsidRPr="00224953">
              <w:rPr>
                <w:szCs w:val="28"/>
              </w:rPr>
              <w:t xml:space="preserve">Ярославль, </w:t>
            </w:r>
            <w:r w:rsidR="004B27CC">
              <w:rPr>
                <w:szCs w:val="28"/>
              </w:rPr>
              <w:t>газопровод низкого давления ул. </w:t>
            </w:r>
            <w:r w:rsidRPr="00224953">
              <w:rPr>
                <w:szCs w:val="28"/>
              </w:rPr>
              <w:t>Дядьковская</w:t>
            </w:r>
            <w:r w:rsidR="004B27CC">
              <w:rPr>
                <w:szCs w:val="28"/>
              </w:rPr>
              <w:t>,</w:t>
            </w:r>
            <w:r w:rsidRPr="00224953">
              <w:rPr>
                <w:szCs w:val="28"/>
              </w:rPr>
              <w:t xml:space="preserve"> д.</w:t>
            </w:r>
            <w:r w:rsidR="004B27CC">
              <w:rPr>
                <w:szCs w:val="28"/>
              </w:rPr>
              <w:t xml:space="preserve"> 3 </w:t>
            </w:r>
            <w:r w:rsidRPr="00224953">
              <w:rPr>
                <w:szCs w:val="28"/>
              </w:rPr>
              <w:t>корп.</w:t>
            </w:r>
            <w:r w:rsidR="004B27CC">
              <w:rPr>
                <w:szCs w:val="28"/>
              </w:rPr>
              <w:t>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76:23:061401:12032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299</w:t>
            </w:r>
          </w:p>
        </w:tc>
        <w:tc>
          <w:tcPr>
            <w:tcW w:w="1289" w:type="pct"/>
            <w:tcBorders>
              <w:top w:val="nil"/>
              <w:left w:val="nil"/>
              <w:bottom w:val="single" w:sz="4" w:space="0" w:color="auto"/>
              <w:right w:val="single" w:sz="4" w:space="0" w:color="auto"/>
            </w:tcBorders>
            <w:shd w:val="clear" w:color="auto" w:fill="auto"/>
            <w:hideMark/>
          </w:tcPr>
          <w:p w:rsidR="004B27CC"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4B27CC"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3-я Путевая</w:t>
            </w:r>
            <w:r>
              <w:rPr>
                <w:szCs w:val="28"/>
              </w:rPr>
              <w:t>,</w:t>
            </w:r>
            <w:r w:rsidR="00D91137" w:rsidRPr="00224953">
              <w:rPr>
                <w:szCs w:val="28"/>
              </w:rPr>
              <w:t xml:space="preserve"> д.</w:t>
            </w:r>
            <w:r>
              <w:rPr>
                <w:szCs w:val="28"/>
              </w:rPr>
              <w:t xml:space="preserve"> </w:t>
            </w:r>
            <w:r w:rsidR="00D91137" w:rsidRPr="00224953">
              <w:rPr>
                <w:szCs w:val="28"/>
              </w:rPr>
              <w:t>40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300</w:t>
            </w:r>
          </w:p>
        </w:tc>
        <w:tc>
          <w:tcPr>
            <w:tcW w:w="1289" w:type="pct"/>
            <w:tcBorders>
              <w:top w:val="nil"/>
              <w:left w:val="nil"/>
              <w:bottom w:val="single" w:sz="4" w:space="0" w:color="auto"/>
              <w:right w:val="single" w:sz="4" w:space="0" w:color="auto"/>
            </w:tcBorders>
            <w:shd w:val="clear" w:color="auto" w:fill="auto"/>
            <w:hideMark/>
          </w:tcPr>
          <w:p w:rsidR="004B27CC"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72F1">
            <w:pPr>
              <w:ind w:firstLine="0"/>
              <w:jc w:val="left"/>
              <w:rPr>
                <w:szCs w:val="28"/>
              </w:rPr>
            </w:pPr>
            <w:r w:rsidRPr="00224953">
              <w:rPr>
                <w:szCs w:val="28"/>
              </w:rPr>
              <w:t>Ярославская обл</w:t>
            </w:r>
            <w:r w:rsidR="004B27CC">
              <w:rPr>
                <w:szCs w:val="28"/>
              </w:rPr>
              <w:t>асть, г. </w:t>
            </w:r>
            <w:r w:rsidRPr="00224953">
              <w:rPr>
                <w:szCs w:val="28"/>
              </w:rPr>
              <w:t>Ярославль,</w:t>
            </w:r>
            <w:r w:rsidR="004B27CC">
              <w:rPr>
                <w:szCs w:val="28"/>
              </w:rPr>
              <w:t xml:space="preserve"> </w:t>
            </w:r>
            <w:r w:rsidRPr="00224953">
              <w:rPr>
                <w:szCs w:val="28"/>
              </w:rPr>
              <w:t xml:space="preserve">газопровод низкого давления </w:t>
            </w:r>
            <w:r w:rsidR="004B27CC">
              <w:rPr>
                <w:szCs w:val="28"/>
              </w:rPr>
              <w:br/>
            </w:r>
            <w:r w:rsidRPr="00224953">
              <w:rPr>
                <w:szCs w:val="28"/>
              </w:rPr>
              <w:t>ул. Кривова</w:t>
            </w:r>
            <w:r w:rsidR="004B27CC">
              <w:rPr>
                <w:szCs w:val="28"/>
              </w:rPr>
              <w:t>,</w:t>
            </w:r>
            <w:r w:rsidRPr="00224953">
              <w:rPr>
                <w:szCs w:val="28"/>
              </w:rPr>
              <w:t xml:space="preserve"> д.</w:t>
            </w:r>
            <w:r w:rsidR="004B27CC">
              <w:rPr>
                <w:szCs w:val="28"/>
              </w:rPr>
              <w:t xml:space="preserve"> </w:t>
            </w:r>
            <w:r w:rsidRPr="00224953">
              <w:rPr>
                <w:szCs w:val="28"/>
              </w:rPr>
              <w:t>53 корп.</w:t>
            </w:r>
            <w:r w:rsidR="004B27CC">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76:23:000000:16316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301</w:t>
            </w:r>
          </w:p>
        </w:tc>
        <w:tc>
          <w:tcPr>
            <w:tcW w:w="1289" w:type="pct"/>
            <w:tcBorders>
              <w:top w:val="nil"/>
              <w:left w:val="nil"/>
              <w:bottom w:val="single" w:sz="4" w:space="0" w:color="auto"/>
              <w:right w:val="single" w:sz="4" w:space="0" w:color="auto"/>
            </w:tcBorders>
            <w:shd w:val="clear" w:color="auto" w:fill="auto"/>
            <w:hideMark/>
          </w:tcPr>
          <w:p w:rsidR="004B27CC"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4B27CC" w:rsidP="00C872F1">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8 Марта,</w:t>
            </w:r>
            <w:r>
              <w:rPr>
                <w:szCs w:val="28"/>
              </w:rPr>
              <w:t xml:space="preserve"> </w:t>
            </w:r>
            <w:r w:rsidR="00D91137" w:rsidRPr="00224953">
              <w:rPr>
                <w:szCs w:val="28"/>
              </w:rPr>
              <w:t>д.</w:t>
            </w:r>
            <w:r>
              <w:rPr>
                <w:szCs w:val="28"/>
              </w:rPr>
              <w:t xml:space="preserve"> </w:t>
            </w:r>
            <w:r w:rsidR="00D91137" w:rsidRPr="00224953">
              <w:rPr>
                <w:szCs w:val="28"/>
              </w:rPr>
              <w:t>11 кор</w:t>
            </w:r>
            <w:r>
              <w:rPr>
                <w:szCs w:val="28"/>
              </w:rPr>
              <w:t>п</w:t>
            </w:r>
            <w:r w:rsidR="00D91137" w:rsidRPr="00224953">
              <w:rPr>
                <w:szCs w:val="28"/>
              </w:rPr>
              <w:t>.</w:t>
            </w:r>
            <w:r>
              <w:rPr>
                <w:szCs w:val="28"/>
              </w:rPr>
              <w:t xml:space="preserve"> </w:t>
            </w:r>
            <w:r w:rsidR="00D91137"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76:23:041704:1381</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302</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 г. </w:t>
            </w:r>
            <w:r w:rsidRPr="00224953">
              <w:rPr>
                <w:szCs w:val="28"/>
              </w:rPr>
              <w:t xml:space="preserve">Ярославль, </w:t>
            </w:r>
            <w:r w:rsidR="00C85021">
              <w:rPr>
                <w:szCs w:val="28"/>
              </w:rPr>
              <w:br/>
            </w:r>
            <w:r w:rsidRPr="00224953">
              <w:rPr>
                <w:szCs w:val="28"/>
              </w:rPr>
              <w:t>ул. Дядьковская, д.</w:t>
            </w:r>
            <w:r w:rsidR="00C85021">
              <w:rPr>
                <w:szCs w:val="28"/>
              </w:rPr>
              <w:t xml:space="preserve">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76:23:061401:12025</w:t>
            </w:r>
          </w:p>
        </w:tc>
      </w:tr>
      <w:tr w:rsidR="00D91137" w:rsidRPr="00224953" w:rsidTr="00B771C2">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C85021" w:rsidP="00024B5F">
            <w:pPr>
              <w:ind w:firstLine="0"/>
              <w:jc w:val="left"/>
              <w:rPr>
                <w:szCs w:val="28"/>
              </w:rPr>
            </w:pPr>
            <w:r>
              <w:rPr>
                <w:szCs w:val="28"/>
              </w:rPr>
              <w:t>Ярославская область, г. </w:t>
            </w:r>
            <w:r w:rsidR="00D91137" w:rsidRPr="00224953">
              <w:rPr>
                <w:szCs w:val="28"/>
              </w:rPr>
              <w:t>Ярославль, газопровод низкого давления к д</w:t>
            </w:r>
            <w:r w:rsidR="00024B5F">
              <w:rPr>
                <w:szCs w:val="28"/>
              </w:rPr>
              <w:t>ому</w:t>
            </w:r>
            <w:r>
              <w:rPr>
                <w:szCs w:val="28"/>
              </w:rPr>
              <w:t xml:space="preserve"> </w:t>
            </w:r>
            <w:r w:rsidR="00D91137" w:rsidRPr="00224953">
              <w:rPr>
                <w:szCs w:val="28"/>
              </w:rPr>
              <w:lastRenderedPageBreak/>
              <w:t>14 корп.</w:t>
            </w:r>
            <w:r>
              <w:rPr>
                <w:szCs w:val="28"/>
              </w:rPr>
              <w:t xml:space="preserve"> </w:t>
            </w:r>
            <w:r w:rsidR="00D91137" w:rsidRPr="00224953">
              <w:rPr>
                <w:szCs w:val="28"/>
              </w:rPr>
              <w:t>5 по пр</w:t>
            </w:r>
            <w:r>
              <w:rPr>
                <w:szCs w:val="28"/>
              </w:rPr>
              <w:t>оез</w:t>
            </w:r>
            <w:r w:rsidR="00D91137" w:rsidRPr="00224953">
              <w:rPr>
                <w:szCs w:val="28"/>
              </w:rPr>
              <w:t>ду Шавырина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76:23:010603:1668</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304</w:t>
            </w:r>
          </w:p>
        </w:tc>
        <w:tc>
          <w:tcPr>
            <w:tcW w:w="1289" w:type="pct"/>
            <w:tcBorders>
              <w:top w:val="single" w:sz="4" w:space="0" w:color="auto"/>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C85021" w:rsidP="00D91137">
            <w:pPr>
              <w:ind w:firstLine="0"/>
              <w:jc w:val="left"/>
              <w:rPr>
                <w:szCs w:val="28"/>
              </w:rPr>
            </w:pPr>
            <w:r>
              <w:rPr>
                <w:szCs w:val="28"/>
              </w:rPr>
              <w:t>Ярославская область, г. </w:t>
            </w:r>
            <w:r w:rsidR="00D91137" w:rsidRPr="00224953">
              <w:rPr>
                <w:szCs w:val="28"/>
              </w:rPr>
              <w:t>Ярославль, пер. Индустриальный, к д.</w:t>
            </w:r>
            <w:r>
              <w:rPr>
                <w:szCs w:val="28"/>
              </w:rPr>
              <w:t xml:space="preserve"> </w:t>
            </w:r>
            <w:r w:rsidR="00D91137" w:rsidRPr="00224953">
              <w:rPr>
                <w:szCs w:val="28"/>
              </w:rPr>
              <w:t>17</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76:23:060521:1115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305</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85021" w:rsidP="00C85021">
            <w:pPr>
              <w:ind w:firstLine="0"/>
              <w:jc w:val="left"/>
              <w:rPr>
                <w:szCs w:val="28"/>
              </w:rPr>
            </w:pPr>
            <w:r>
              <w:rPr>
                <w:szCs w:val="28"/>
              </w:rPr>
              <w:t>Ярославская область, г. </w:t>
            </w:r>
            <w:r w:rsidR="00D91137" w:rsidRPr="00224953">
              <w:rPr>
                <w:szCs w:val="28"/>
              </w:rPr>
              <w:t>Ярославль, Дядьковский</w:t>
            </w:r>
            <w:r w:rsidRPr="00224953">
              <w:rPr>
                <w:szCs w:val="28"/>
              </w:rPr>
              <w:t xml:space="preserve"> проезд</w:t>
            </w:r>
            <w:r w:rsidR="00D91137" w:rsidRPr="00224953">
              <w:rPr>
                <w:szCs w:val="28"/>
              </w:rPr>
              <w:t>, к домам 1, 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306</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облас</w:t>
            </w:r>
            <w:r w:rsidR="00C85021">
              <w:rPr>
                <w:szCs w:val="28"/>
              </w:rPr>
              <w:t>ть, г. </w:t>
            </w:r>
            <w:r w:rsidRPr="00224953">
              <w:rPr>
                <w:szCs w:val="28"/>
              </w:rPr>
              <w:t>Ярославль, газопровод низкого давления Московский просп</w:t>
            </w:r>
            <w:r w:rsidR="00C85021">
              <w:rPr>
                <w:szCs w:val="28"/>
              </w:rPr>
              <w:t>ект</w:t>
            </w:r>
            <w:r w:rsidRPr="00224953">
              <w:rPr>
                <w:szCs w:val="28"/>
              </w:rPr>
              <w:t>, д.</w:t>
            </w:r>
            <w:r w:rsidR="00C85021">
              <w:rPr>
                <w:szCs w:val="28"/>
              </w:rPr>
              <w:t xml:space="preserve"> </w:t>
            </w:r>
            <w:r w:rsidRPr="00224953">
              <w:rPr>
                <w:szCs w:val="28"/>
              </w:rPr>
              <w:t>100а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76:23:040912:580</w:t>
            </w:r>
          </w:p>
        </w:tc>
      </w:tr>
      <w:tr w:rsidR="00D91137" w:rsidRPr="00224953" w:rsidTr="00C85021">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Сети газоснабжения: газопровод высокого давления</w:t>
            </w:r>
            <w:r w:rsidR="00C85021">
              <w:rPr>
                <w:szCs w:val="28"/>
              </w:rPr>
              <w:t>,</w:t>
            </w:r>
            <w:r w:rsidRPr="00224953">
              <w:rPr>
                <w:szCs w:val="28"/>
              </w:rPr>
              <w:t xml:space="preserve"> газопровод низкого давления</w:t>
            </w:r>
            <w:r w:rsidR="00C85021">
              <w:rPr>
                <w:szCs w:val="28"/>
              </w:rPr>
              <w:t>,</w:t>
            </w:r>
            <w:r w:rsidRPr="00224953">
              <w:rPr>
                <w:szCs w:val="28"/>
              </w:rPr>
              <w:t xml:space="preserve"> ШРП-103</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C85021">
              <w:rPr>
                <w:szCs w:val="28"/>
              </w:rPr>
              <w:t>асть, г. </w:t>
            </w:r>
            <w:r w:rsidRPr="00224953">
              <w:rPr>
                <w:szCs w:val="28"/>
              </w:rPr>
              <w:t xml:space="preserve">Ярославль, </w:t>
            </w:r>
            <w:r w:rsidR="00C85021">
              <w:rPr>
                <w:szCs w:val="28"/>
              </w:rPr>
              <w:br/>
            </w:r>
            <w:r w:rsidRPr="00224953">
              <w:rPr>
                <w:szCs w:val="28"/>
              </w:rPr>
              <w:t>ул. Кривова, д.</w:t>
            </w:r>
            <w:r w:rsidR="00C85021">
              <w:rPr>
                <w:szCs w:val="28"/>
              </w:rPr>
              <w:t xml:space="preserve"> </w:t>
            </w:r>
            <w:r w:rsidRPr="00224953">
              <w:rPr>
                <w:szCs w:val="28"/>
              </w:rPr>
              <w:t>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76:23:062607:234</w:t>
            </w:r>
          </w:p>
        </w:tc>
      </w:tr>
      <w:tr w:rsidR="00D91137" w:rsidRPr="00224953" w:rsidTr="00C85021">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308</w:t>
            </w:r>
          </w:p>
        </w:tc>
        <w:tc>
          <w:tcPr>
            <w:tcW w:w="1289" w:type="pct"/>
            <w:tcBorders>
              <w:top w:val="single" w:sz="4" w:space="0" w:color="auto"/>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 г. </w:t>
            </w:r>
            <w:r w:rsidRPr="00224953">
              <w:rPr>
                <w:szCs w:val="28"/>
              </w:rPr>
              <w:t>Ярославль,</w:t>
            </w:r>
            <w:r w:rsidR="00C85021">
              <w:rPr>
                <w:szCs w:val="28"/>
              </w:rPr>
              <w:t xml:space="preserve"> </w:t>
            </w:r>
            <w:r w:rsidRPr="00224953">
              <w:rPr>
                <w:szCs w:val="28"/>
              </w:rPr>
              <w:t>газопровод низкого давления ул. Малая Пролетарская, д.</w:t>
            </w:r>
            <w:r w:rsidR="00C85021">
              <w:rPr>
                <w:szCs w:val="28"/>
              </w:rPr>
              <w:t xml:space="preserve"> </w:t>
            </w:r>
            <w:r w:rsidRPr="00224953">
              <w:rPr>
                <w:szCs w:val="28"/>
              </w:rPr>
              <w:t xml:space="preserve">50, </w:t>
            </w:r>
            <w:r w:rsidR="00C872F1">
              <w:rPr>
                <w:szCs w:val="28"/>
              </w:rPr>
              <w:br/>
            </w:r>
            <w:r w:rsidRPr="00C872F1">
              <w:rPr>
                <w:szCs w:val="28"/>
              </w:rPr>
              <w:t>д.</w:t>
            </w:r>
            <w:r w:rsidR="00C85021" w:rsidRPr="00C872F1">
              <w:rPr>
                <w:szCs w:val="28"/>
              </w:rPr>
              <w:t xml:space="preserve"> </w:t>
            </w:r>
            <w:r w:rsidR="00C872F1">
              <w:rPr>
                <w:szCs w:val="28"/>
              </w:rPr>
              <w:t>50</w:t>
            </w:r>
            <w:r w:rsidR="00C85021" w:rsidRPr="00C872F1">
              <w:rPr>
                <w:szCs w:val="28"/>
              </w:rPr>
              <w:t xml:space="preserve"> </w:t>
            </w:r>
            <w:r w:rsidRPr="00C872F1">
              <w:rPr>
                <w:szCs w:val="28"/>
              </w:rPr>
              <w:t>корп.</w:t>
            </w:r>
            <w:r w:rsidR="00C85021" w:rsidRPr="00C872F1">
              <w:rPr>
                <w:szCs w:val="28"/>
              </w:rPr>
              <w:t xml:space="preserve"> </w:t>
            </w:r>
            <w:r w:rsidRPr="00C872F1">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76:23:040602:547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309</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85021" w:rsidP="00024B5F">
            <w:pPr>
              <w:ind w:firstLine="0"/>
              <w:jc w:val="left"/>
              <w:rPr>
                <w:szCs w:val="28"/>
              </w:rPr>
            </w:pPr>
            <w:r>
              <w:rPr>
                <w:szCs w:val="28"/>
              </w:rPr>
              <w:t>Ярославская область, г. </w:t>
            </w:r>
            <w:r w:rsidR="00D91137" w:rsidRPr="00224953">
              <w:rPr>
                <w:szCs w:val="28"/>
              </w:rPr>
              <w:t>Ярославль, Дядьковский</w:t>
            </w:r>
            <w:r w:rsidRPr="00224953">
              <w:rPr>
                <w:szCs w:val="28"/>
              </w:rPr>
              <w:t xml:space="preserve"> проезд</w:t>
            </w:r>
            <w:r w:rsidR="00D91137" w:rsidRPr="00224953">
              <w:rPr>
                <w:szCs w:val="28"/>
              </w:rPr>
              <w:t>, у д</w:t>
            </w:r>
            <w:r w:rsidR="00024B5F">
              <w:rPr>
                <w:szCs w:val="28"/>
              </w:rPr>
              <w:t>ома</w:t>
            </w:r>
            <w:r w:rsidR="00D91137" w:rsidRPr="00224953">
              <w:rPr>
                <w:szCs w:val="28"/>
              </w:rPr>
              <w:t xml:space="preserve"> 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310</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 г. </w:t>
            </w:r>
            <w:r w:rsidRPr="00224953">
              <w:rPr>
                <w:szCs w:val="28"/>
              </w:rPr>
              <w:t>Ярославль, Дядьковский</w:t>
            </w:r>
            <w:r w:rsidR="00C85021" w:rsidRPr="00224953">
              <w:rPr>
                <w:szCs w:val="28"/>
              </w:rPr>
              <w:t xml:space="preserve"> проезд</w:t>
            </w:r>
            <w:r w:rsidRPr="00224953">
              <w:rPr>
                <w:szCs w:val="28"/>
              </w:rPr>
              <w:t>,</w:t>
            </w:r>
            <w:r w:rsidR="00C85021">
              <w:rPr>
                <w:szCs w:val="28"/>
              </w:rPr>
              <w:t xml:space="preserve"> </w:t>
            </w:r>
            <w:r w:rsidRPr="00224953">
              <w:rPr>
                <w:szCs w:val="28"/>
              </w:rPr>
              <w:t>д.</w:t>
            </w:r>
            <w:r w:rsidR="00C85021">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 xml:space="preserve">Сети газоснабжения: </w:t>
            </w:r>
            <w:r w:rsidR="00C85021">
              <w:rPr>
                <w:szCs w:val="28"/>
              </w:rPr>
              <w:t xml:space="preserve">газопровод высокого давления, </w:t>
            </w:r>
            <w:r w:rsidRPr="00224953">
              <w:rPr>
                <w:szCs w:val="28"/>
              </w:rPr>
              <w:t>ШРП-62</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w:t>
            </w:r>
            <w:r w:rsidRPr="00224953">
              <w:rPr>
                <w:szCs w:val="28"/>
              </w:rPr>
              <w:t>, г</w:t>
            </w:r>
            <w:r w:rsidR="00C85021">
              <w:rPr>
                <w:szCs w:val="28"/>
              </w:rPr>
              <w:t>. </w:t>
            </w:r>
            <w:r w:rsidRPr="00224953">
              <w:rPr>
                <w:szCs w:val="28"/>
              </w:rPr>
              <w:t>Ярославль, ул.</w:t>
            </w:r>
            <w:r w:rsidR="00C85021">
              <w:rPr>
                <w:szCs w:val="28"/>
              </w:rPr>
              <w:t xml:space="preserve"> </w:t>
            </w:r>
            <w:r w:rsidRPr="00224953">
              <w:rPr>
                <w:szCs w:val="28"/>
              </w:rPr>
              <w:t>5-я Яковлевская</w:t>
            </w:r>
            <w:r w:rsidR="00C85021">
              <w:rPr>
                <w:szCs w:val="28"/>
              </w:rPr>
              <w:t>,</w:t>
            </w:r>
            <w:r w:rsidRPr="00224953">
              <w:rPr>
                <w:szCs w:val="28"/>
              </w:rPr>
              <w:t xml:space="preserve"> д.</w:t>
            </w:r>
            <w:r w:rsidR="00C85021">
              <w:rPr>
                <w:szCs w:val="28"/>
              </w:rPr>
              <w:t xml:space="preserve"> </w:t>
            </w:r>
            <w:r w:rsidRPr="00C872F1">
              <w:rPr>
                <w:szCs w:val="28"/>
              </w:rPr>
              <w:t xml:space="preserve">14, </w:t>
            </w:r>
            <w:r w:rsidR="00C872F1">
              <w:rPr>
                <w:szCs w:val="28"/>
              </w:rPr>
              <w:br/>
              <w:t xml:space="preserve">д. </w:t>
            </w:r>
            <w:r w:rsidRPr="00C872F1">
              <w:rPr>
                <w:szCs w:val="28"/>
              </w:rPr>
              <w:t>14</w:t>
            </w:r>
            <w:r w:rsidR="00C872F1">
              <w:rPr>
                <w:szCs w:val="28"/>
              </w:rPr>
              <w:t xml:space="preserve"> корп.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76:00:000000:23623</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312</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w:t>
            </w:r>
            <w:r w:rsidRPr="00224953">
              <w:rPr>
                <w:szCs w:val="28"/>
              </w:rPr>
              <w:t>, г</w:t>
            </w:r>
            <w:r w:rsidR="00C85021">
              <w:rPr>
                <w:szCs w:val="28"/>
              </w:rPr>
              <w:t>. </w:t>
            </w:r>
            <w:r w:rsidRPr="00224953">
              <w:rPr>
                <w:szCs w:val="28"/>
              </w:rPr>
              <w:t xml:space="preserve">Ярославль, </w:t>
            </w:r>
            <w:r w:rsidR="00C85021">
              <w:rPr>
                <w:szCs w:val="28"/>
              </w:rPr>
              <w:t>г</w:t>
            </w:r>
            <w:r w:rsidRPr="00224953">
              <w:rPr>
                <w:szCs w:val="28"/>
              </w:rPr>
              <w:t xml:space="preserve">азопровод низкого давления </w:t>
            </w:r>
            <w:r w:rsidR="00C85021">
              <w:rPr>
                <w:szCs w:val="28"/>
              </w:rPr>
              <w:br/>
            </w:r>
            <w:r w:rsidRPr="00224953">
              <w:rPr>
                <w:szCs w:val="28"/>
              </w:rPr>
              <w:t>ул.</w:t>
            </w:r>
            <w:r w:rsidR="00C85021">
              <w:rPr>
                <w:szCs w:val="28"/>
              </w:rPr>
              <w:t xml:space="preserve"> </w:t>
            </w:r>
            <w:r w:rsidRPr="00224953">
              <w:rPr>
                <w:szCs w:val="28"/>
              </w:rPr>
              <w:t xml:space="preserve">5-я Яковлевская </w:t>
            </w:r>
            <w:r w:rsidRPr="00C872F1">
              <w:rPr>
                <w:szCs w:val="28"/>
              </w:rPr>
              <w:t>д.</w:t>
            </w:r>
            <w:r w:rsidR="00C85021" w:rsidRPr="00C872F1">
              <w:rPr>
                <w:szCs w:val="28"/>
              </w:rPr>
              <w:t xml:space="preserve"> </w:t>
            </w:r>
            <w:r w:rsidRPr="00C872F1">
              <w:rPr>
                <w:szCs w:val="28"/>
              </w:rPr>
              <w:t xml:space="preserve">14, </w:t>
            </w:r>
            <w:r w:rsidR="00C872F1">
              <w:rPr>
                <w:szCs w:val="28"/>
              </w:rPr>
              <w:t xml:space="preserve">д. </w:t>
            </w:r>
            <w:r w:rsidRPr="00C872F1">
              <w:rPr>
                <w:szCs w:val="28"/>
              </w:rPr>
              <w:t>14 корп. 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76:23:020812:678</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313</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85021" w:rsidP="00D91137">
            <w:pPr>
              <w:ind w:firstLine="0"/>
              <w:jc w:val="left"/>
              <w:rPr>
                <w:szCs w:val="28"/>
              </w:rPr>
            </w:pPr>
            <w:r>
              <w:rPr>
                <w:szCs w:val="28"/>
              </w:rPr>
              <w:t>Ярославская область, г. </w:t>
            </w:r>
            <w:r w:rsidR="00D91137" w:rsidRPr="00224953">
              <w:rPr>
                <w:szCs w:val="28"/>
              </w:rPr>
              <w:t xml:space="preserve">Ярославль, газопровод низкого давления </w:t>
            </w:r>
            <w:r>
              <w:rPr>
                <w:szCs w:val="28"/>
              </w:rPr>
              <w:br/>
            </w:r>
            <w:r w:rsidR="00D91137" w:rsidRPr="00224953">
              <w:rPr>
                <w:szCs w:val="28"/>
              </w:rPr>
              <w:t>ул. Красноборская</w:t>
            </w:r>
            <w:r>
              <w:rPr>
                <w:szCs w:val="28"/>
              </w:rPr>
              <w:t>,</w:t>
            </w:r>
            <w:r w:rsidR="00D91137" w:rsidRPr="00224953">
              <w:rPr>
                <w:szCs w:val="28"/>
              </w:rPr>
              <w:t xml:space="preserve"> д.</w:t>
            </w:r>
            <w:r>
              <w:rPr>
                <w:szCs w:val="28"/>
              </w:rPr>
              <w:t xml:space="preserve"> </w:t>
            </w:r>
            <w:r w:rsidR="00D91137" w:rsidRPr="00224953">
              <w:rPr>
                <w:szCs w:val="28"/>
              </w:rPr>
              <w:t>48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76:23:021101:1377</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314</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 г. </w:t>
            </w:r>
            <w:r w:rsidRPr="00224953">
              <w:rPr>
                <w:szCs w:val="28"/>
              </w:rPr>
              <w:t xml:space="preserve">Ярославль, </w:t>
            </w:r>
            <w:r w:rsidR="00C85021">
              <w:rPr>
                <w:szCs w:val="28"/>
              </w:rPr>
              <w:br/>
            </w:r>
            <w:r w:rsidRPr="00224953">
              <w:rPr>
                <w:szCs w:val="28"/>
              </w:rPr>
              <w:t>ул. Балтийская, д.</w:t>
            </w:r>
            <w:r w:rsidR="00C85021">
              <w:rPr>
                <w:szCs w:val="28"/>
              </w:rPr>
              <w:t xml:space="preserve"> </w:t>
            </w:r>
            <w:r w:rsidRPr="00224953">
              <w:rPr>
                <w:szCs w:val="28"/>
              </w:rPr>
              <w:t>22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76:23:061719:477</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315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 xml:space="preserve">Сети газоснабжения: </w:t>
            </w:r>
            <w:r w:rsidR="00C85021">
              <w:rPr>
                <w:szCs w:val="28"/>
              </w:rPr>
              <w:t xml:space="preserve">газопровод высокого давления, </w:t>
            </w:r>
            <w:r w:rsidRPr="00224953">
              <w:rPr>
                <w:szCs w:val="28"/>
              </w:rPr>
              <w:t>ШРП-109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w:t>
            </w:r>
            <w:r w:rsidR="00C85021">
              <w:rPr>
                <w:szCs w:val="28"/>
              </w:rPr>
              <w:t>рославская область, г. </w:t>
            </w:r>
            <w:r w:rsidRPr="00224953">
              <w:rPr>
                <w:szCs w:val="28"/>
              </w:rPr>
              <w:t>Ярославль, ул. Житейская, д. 4, 11, 13, 15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76:23:000000:16313</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316</w:t>
            </w:r>
          </w:p>
        </w:tc>
        <w:tc>
          <w:tcPr>
            <w:tcW w:w="1289" w:type="pct"/>
            <w:tcBorders>
              <w:top w:val="single" w:sz="4" w:space="0" w:color="auto"/>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 г. </w:t>
            </w:r>
            <w:r w:rsidRPr="00224953">
              <w:rPr>
                <w:szCs w:val="28"/>
              </w:rPr>
              <w:t>Ярославль, газопровод низкого давления ул. Житейская, д.</w:t>
            </w:r>
            <w:r w:rsidR="00C85021">
              <w:rPr>
                <w:szCs w:val="28"/>
              </w:rPr>
              <w:t xml:space="preserve"> </w:t>
            </w:r>
            <w:r w:rsidRPr="00224953">
              <w:rPr>
                <w:szCs w:val="28"/>
              </w:rPr>
              <w:t>4,</w:t>
            </w:r>
            <w:r w:rsidR="00C85021">
              <w:rPr>
                <w:szCs w:val="28"/>
              </w:rPr>
              <w:t xml:space="preserve"> </w:t>
            </w:r>
            <w:r w:rsidRPr="00224953">
              <w:rPr>
                <w:szCs w:val="28"/>
              </w:rPr>
              <w:t>11,</w:t>
            </w:r>
            <w:r w:rsidR="00C85021">
              <w:rPr>
                <w:szCs w:val="28"/>
              </w:rPr>
              <w:t xml:space="preserve"> </w:t>
            </w:r>
            <w:r w:rsidRPr="00224953">
              <w:rPr>
                <w:szCs w:val="28"/>
              </w:rPr>
              <w:t>13,</w:t>
            </w:r>
            <w:r w:rsidR="00C85021">
              <w:rPr>
                <w:szCs w:val="28"/>
              </w:rPr>
              <w:t xml:space="preserve"> </w:t>
            </w:r>
            <w:r w:rsidRPr="00224953">
              <w:rPr>
                <w:szCs w:val="28"/>
              </w:rPr>
              <w:t>15</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76:23:000000:16324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317</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85021" w:rsidP="00C872F1">
            <w:pPr>
              <w:ind w:firstLine="0"/>
              <w:jc w:val="left"/>
              <w:rPr>
                <w:szCs w:val="28"/>
              </w:rPr>
            </w:pPr>
            <w:r>
              <w:rPr>
                <w:szCs w:val="28"/>
              </w:rPr>
              <w:t>Ярославская область, г. </w:t>
            </w:r>
            <w:r w:rsidR="00D91137" w:rsidRPr="00224953">
              <w:rPr>
                <w:szCs w:val="28"/>
              </w:rPr>
              <w:t>Ярославль, ул. 8 Марта, д.</w:t>
            </w:r>
            <w:r>
              <w:rPr>
                <w:szCs w:val="28"/>
              </w:rPr>
              <w:t xml:space="preserve"> </w:t>
            </w:r>
            <w:r w:rsidR="00D91137" w:rsidRPr="00224953">
              <w:rPr>
                <w:szCs w:val="28"/>
              </w:rPr>
              <w:t>18 корп. 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76:23:041702:747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318</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w:t>
            </w:r>
            <w:r w:rsidRPr="00224953">
              <w:rPr>
                <w:szCs w:val="28"/>
              </w:rPr>
              <w:t>, г</w:t>
            </w:r>
            <w:r w:rsidR="00C85021">
              <w:rPr>
                <w:szCs w:val="28"/>
              </w:rPr>
              <w:t>. </w:t>
            </w:r>
            <w:r w:rsidRPr="00224953">
              <w:rPr>
                <w:szCs w:val="28"/>
              </w:rPr>
              <w:t xml:space="preserve">Ярославль, </w:t>
            </w:r>
            <w:r w:rsidR="00C85021">
              <w:rPr>
                <w:szCs w:val="28"/>
              </w:rPr>
              <w:t>г</w:t>
            </w:r>
            <w:r w:rsidRPr="00224953">
              <w:rPr>
                <w:szCs w:val="28"/>
              </w:rPr>
              <w:t xml:space="preserve">азопровод низкого давления </w:t>
            </w:r>
            <w:r w:rsidR="00C85021">
              <w:rPr>
                <w:szCs w:val="28"/>
              </w:rPr>
              <w:br/>
            </w:r>
            <w:r w:rsidRPr="00224953">
              <w:rPr>
                <w:szCs w:val="28"/>
              </w:rPr>
              <w:t>ул. Пирогова, д.</w:t>
            </w:r>
            <w:r w:rsidR="00C85021">
              <w:rPr>
                <w:szCs w:val="28"/>
              </w:rPr>
              <w:t xml:space="preserve"> </w:t>
            </w:r>
            <w:r w:rsidRPr="00224953">
              <w:rPr>
                <w:szCs w:val="28"/>
              </w:rPr>
              <w:t>20а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76:23:060521:1116</w:t>
            </w:r>
          </w:p>
        </w:tc>
      </w:tr>
      <w:tr w:rsidR="00D91137" w:rsidRPr="00224953" w:rsidTr="00C85021">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319</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85021"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t>газопровод низкого давления ул. </w:t>
            </w:r>
            <w:r w:rsidR="00D91137" w:rsidRPr="00224953">
              <w:rPr>
                <w:szCs w:val="28"/>
              </w:rPr>
              <w:t>Ньютона</w:t>
            </w:r>
            <w:r>
              <w:rPr>
                <w:szCs w:val="28"/>
              </w:rPr>
              <w:t>,</w:t>
            </w:r>
            <w:r w:rsidR="00D91137" w:rsidRPr="00224953">
              <w:rPr>
                <w:szCs w:val="28"/>
              </w:rPr>
              <w:t xml:space="preserve"> д. 26а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76:23:060907:798</w:t>
            </w:r>
          </w:p>
        </w:tc>
      </w:tr>
      <w:tr w:rsidR="00D91137" w:rsidRPr="00224953" w:rsidTr="00C85021">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320</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024B5F">
            <w:pPr>
              <w:ind w:firstLine="0"/>
              <w:jc w:val="left"/>
              <w:rPr>
                <w:szCs w:val="28"/>
              </w:rPr>
            </w:pPr>
            <w:r w:rsidRPr="00224953">
              <w:rPr>
                <w:szCs w:val="28"/>
              </w:rPr>
              <w:t xml:space="preserve">Сети газоснабжения: </w:t>
            </w:r>
            <w:r w:rsidR="00C85021">
              <w:rPr>
                <w:szCs w:val="28"/>
              </w:rPr>
              <w:t>газопровод высокого давления,</w:t>
            </w:r>
            <w:r w:rsidRPr="00224953">
              <w:rPr>
                <w:szCs w:val="28"/>
              </w:rPr>
              <w:t xml:space="preserve"> ШРП - 83</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C85021">
              <w:rPr>
                <w:szCs w:val="28"/>
              </w:rPr>
              <w:t>асть, г. </w:t>
            </w:r>
            <w:r w:rsidRPr="00224953">
              <w:rPr>
                <w:szCs w:val="28"/>
              </w:rPr>
              <w:t xml:space="preserve">Ярославль, </w:t>
            </w:r>
            <w:r w:rsidR="00C85021">
              <w:rPr>
                <w:szCs w:val="28"/>
              </w:rPr>
              <w:br/>
            </w:r>
            <w:r w:rsidRPr="00224953">
              <w:rPr>
                <w:szCs w:val="28"/>
              </w:rPr>
              <w:t>ул. Республиканская, д. 95</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76:23:030813:426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321</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 г. </w:t>
            </w:r>
            <w:r w:rsidRPr="00224953">
              <w:rPr>
                <w:szCs w:val="28"/>
              </w:rPr>
              <w:t>Ярославль, Тверицкая набережная, д.</w:t>
            </w:r>
            <w:r w:rsidR="00C85021">
              <w:rPr>
                <w:szCs w:val="28"/>
              </w:rPr>
              <w:t xml:space="preserve"> </w:t>
            </w:r>
            <w:r w:rsidRPr="00224953">
              <w:rPr>
                <w:szCs w:val="28"/>
              </w:rPr>
              <w:t>103А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76:23:021708:457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322</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 г. </w:t>
            </w:r>
            <w:r w:rsidRPr="00224953">
              <w:rPr>
                <w:szCs w:val="28"/>
              </w:rPr>
              <w:t xml:space="preserve">Ярославль, </w:t>
            </w:r>
            <w:r w:rsidR="00C85021">
              <w:rPr>
                <w:szCs w:val="28"/>
              </w:rPr>
              <w:t>г</w:t>
            </w:r>
            <w:r w:rsidRPr="00224953">
              <w:rPr>
                <w:szCs w:val="28"/>
              </w:rPr>
              <w:t xml:space="preserve">азопровод низкого давления </w:t>
            </w:r>
            <w:r w:rsidR="00C85021">
              <w:rPr>
                <w:szCs w:val="28"/>
              </w:rPr>
              <w:br/>
            </w:r>
            <w:r w:rsidRPr="00224953">
              <w:rPr>
                <w:szCs w:val="28"/>
              </w:rPr>
              <w:t>ул. Ползунова</w:t>
            </w:r>
            <w:r w:rsidR="00C85021">
              <w:rPr>
                <w:szCs w:val="28"/>
              </w:rPr>
              <w:t>,</w:t>
            </w:r>
            <w:r w:rsidRPr="00224953">
              <w:rPr>
                <w:szCs w:val="28"/>
              </w:rPr>
              <w:t xml:space="preserve"> д.</w:t>
            </w:r>
            <w:r w:rsidR="00C85021">
              <w:rPr>
                <w:szCs w:val="28"/>
              </w:rPr>
              <w:t xml:space="preserve"> </w:t>
            </w:r>
            <w:r w:rsidRPr="00224953">
              <w:rPr>
                <w:szCs w:val="28"/>
              </w:rPr>
              <w:t>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323</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85021"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Кавказская,</w:t>
            </w:r>
            <w:r>
              <w:rPr>
                <w:szCs w:val="28"/>
              </w:rPr>
              <w:t xml:space="preserve"> </w:t>
            </w:r>
            <w:r w:rsidR="00D91137" w:rsidRPr="00224953">
              <w:rPr>
                <w:szCs w:val="28"/>
              </w:rPr>
              <w:t>д.</w:t>
            </w:r>
            <w:r>
              <w:rPr>
                <w:szCs w:val="28"/>
              </w:rPr>
              <w:t xml:space="preserve"> </w:t>
            </w:r>
            <w:r w:rsidR="00D91137" w:rsidRPr="00224953">
              <w:rPr>
                <w:szCs w:val="28"/>
              </w:rPr>
              <w:t>17, 17а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76:23:021502:1119</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324</w:t>
            </w:r>
          </w:p>
        </w:tc>
        <w:tc>
          <w:tcPr>
            <w:tcW w:w="1289" w:type="pct"/>
            <w:tcBorders>
              <w:top w:val="nil"/>
              <w:left w:val="nil"/>
              <w:bottom w:val="single" w:sz="4" w:space="0" w:color="auto"/>
              <w:right w:val="single" w:sz="4" w:space="0" w:color="auto"/>
            </w:tcBorders>
            <w:shd w:val="clear" w:color="auto" w:fill="auto"/>
            <w:hideMark/>
          </w:tcPr>
          <w:p w:rsidR="00C8502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5021">
            <w:pPr>
              <w:ind w:firstLine="0"/>
              <w:jc w:val="left"/>
              <w:rPr>
                <w:szCs w:val="28"/>
              </w:rPr>
            </w:pPr>
            <w:r w:rsidRPr="00224953">
              <w:rPr>
                <w:szCs w:val="28"/>
              </w:rPr>
              <w:t>Ярославская обл</w:t>
            </w:r>
            <w:r w:rsidR="00C85021">
              <w:rPr>
                <w:szCs w:val="28"/>
              </w:rPr>
              <w:t>асть</w:t>
            </w:r>
            <w:r w:rsidRPr="00224953">
              <w:rPr>
                <w:szCs w:val="28"/>
              </w:rPr>
              <w:t>, г</w:t>
            </w:r>
            <w:r w:rsidR="00C85021">
              <w:rPr>
                <w:szCs w:val="28"/>
              </w:rPr>
              <w:t>. </w:t>
            </w:r>
            <w:r w:rsidRPr="00224953">
              <w:rPr>
                <w:szCs w:val="28"/>
              </w:rPr>
              <w:t xml:space="preserve">Ярославль, </w:t>
            </w:r>
            <w:r w:rsidR="00C85021">
              <w:rPr>
                <w:szCs w:val="28"/>
              </w:rPr>
              <w:t>р</w:t>
            </w:r>
            <w:r w:rsidRPr="00224953">
              <w:rPr>
                <w:szCs w:val="28"/>
              </w:rPr>
              <w:t xml:space="preserve">аспределительный газопровод </w:t>
            </w:r>
            <w:r w:rsidR="00C85021">
              <w:rPr>
                <w:szCs w:val="28"/>
              </w:rPr>
              <w:br/>
            </w:r>
            <w:r w:rsidRPr="00224953">
              <w:rPr>
                <w:szCs w:val="28"/>
              </w:rPr>
              <w:t>(закольцовка) ул. Ямская в районе д.</w:t>
            </w:r>
            <w:r w:rsidR="00471CA3">
              <w:rPr>
                <w:szCs w:val="28"/>
              </w:rPr>
              <w:t xml:space="preserve"> </w:t>
            </w:r>
            <w:r w:rsidRPr="00224953">
              <w:rPr>
                <w:szCs w:val="28"/>
              </w:rPr>
              <w:t>17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76:23:000000:16385</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325</w:t>
            </w:r>
          </w:p>
        </w:tc>
        <w:tc>
          <w:tcPr>
            <w:tcW w:w="1289" w:type="pct"/>
            <w:tcBorders>
              <w:top w:val="nil"/>
              <w:left w:val="nil"/>
              <w:bottom w:val="single" w:sz="4" w:space="0" w:color="auto"/>
              <w:right w:val="single" w:sz="4" w:space="0" w:color="auto"/>
            </w:tcBorders>
            <w:shd w:val="clear" w:color="auto" w:fill="auto"/>
            <w:hideMark/>
          </w:tcPr>
          <w:p w:rsidR="00471CA3"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895C98">
            <w:pPr>
              <w:ind w:firstLine="0"/>
              <w:jc w:val="left"/>
              <w:rPr>
                <w:szCs w:val="28"/>
              </w:rPr>
            </w:pPr>
            <w:r w:rsidRPr="00224953">
              <w:rPr>
                <w:szCs w:val="28"/>
              </w:rPr>
              <w:t>Ярославская обл</w:t>
            </w:r>
            <w:r w:rsidR="00895C98">
              <w:rPr>
                <w:szCs w:val="28"/>
              </w:rPr>
              <w:t>асть, г. </w:t>
            </w:r>
            <w:r w:rsidRPr="00224953">
              <w:rPr>
                <w:szCs w:val="28"/>
              </w:rPr>
              <w:t>Ярославль, ул. Салтыкова-Щедрина,</w:t>
            </w:r>
            <w:r w:rsidR="00895C98">
              <w:rPr>
                <w:szCs w:val="28"/>
              </w:rPr>
              <w:t xml:space="preserve"> </w:t>
            </w:r>
            <w:r w:rsidRPr="00224953">
              <w:rPr>
                <w:szCs w:val="28"/>
              </w:rPr>
              <w:t>д.</w:t>
            </w:r>
            <w:r w:rsidR="00895C98">
              <w:rPr>
                <w:szCs w:val="28"/>
              </w:rPr>
              <w:t xml:space="preserve"> </w:t>
            </w:r>
            <w:r w:rsidRPr="00224953">
              <w:rPr>
                <w:szCs w:val="28"/>
              </w:rPr>
              <w:t>44/18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76:23:030802:388</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71CA3"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95C98">
            <w:pPr>
              <w:ind w:firstLine="0"/>
              <w:jc w:val="left"/>
              <w:rPr>
                <w:szCs w:val="28"/>
              </w:rPr>
            </w:pPr>
            <w:r w:rsidRPr="00224953">
              <w:rPr>
                <w:szCs w:val="28"/>
              </w:rPr>
              <w:t>Ярославская обл</w:t>
            </w:r>
            <w:r w:rsidR="00895C98">
              <w:rPr>
                <w:szCs w:val="28"/>
              </w:rPr>
              <w:t>асть</w:t>
            </w:r>
            <w:r w:rsidRPr="00224953">
              <w:rPr>
                <w:szCs w:val="28"/>
              </w:rPr>
              <w:t>, г</w:t>
            </w:r>
            <w:r w:rsidR="00895C98">
              <w:rPr>
                <w:szCs w:val="28"/>
              </w:rPr>
              <w:t>. </w:t>
            </w:r>
            <w:r w:rsidRPr="00224953">
              <w:rPr>
                <w:szCs w:val="28"/>
              </w:rPr>
              <w:t xml:space="preserve">Ярославль, </w:t>
            </w:r>
            <w:r w:rsidR="00895C98">
              <w:rPr>
                <w:szCs w:val="28"/>
              </w:rPr>
              <w:t>п</w:t>
            </w:r>
            <w:r w:rsidRPr="00224953">
              <w:rPr>
                <w:szCs w:val="28"/>
              </w:rPr>
              <w:t>одземный газопровод-лупинг низ</w:t>
            </w:r>
            <w:r w:rsidRPr="00224953">
              <w:rPr>
                <w:szCs w:val="28"/>
              </w:rPr>
              <w:lastRenderedPageBreak/>
              <w:t>кого давления ул. Базарная</w:t>
            </w:r>
            <w:r w:rsidR="00895C98">
              <w:rPr>
                <w:szCs w:val="28"/>
              </w:rPr>
              <w:t>,</w:t>
            </w:r>
            <w:r w:rsidRPr="00224953">
              <w:rPr>
                <w:szCs w:val="28"/>
              </w:rPr>
              <w:t xml:space="preserve"> д.</w:t>
            </w:r>
            <w:r w:rsidR="00895C98">
              <w:rPr>
                <w:szCs w:val="28"/>
              </w:rPr>
              <w:t xml:space="preserve"> </w:t>
            </w:r>
            <w:r w:rsidRPr="00224953">
              <w:rPr>
                <w:szCs w:val="28"/>
              </w:rPr>
              <w:t>30 (по ул. Заовинная)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76:23:000000:16388</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327</w:t>
            </w:r>
          </w:p>
        </w:tc>
        <w:tc>
          <w:tcPr>
            <w:tcW w:w="1289" w:type="pct"/>
            <w:tcBorders>
              <w:top w:val="single" w:sz="4" w:space="0" w:color="auto"/>
              <w:left w:val="nil"/>
              <w:bottom w:val="single" w:sz="4" w:space="0" w:color="auto"/>
              <w:right w:val="single" w:sz="4" w:space="0" w:color="auto"/>
            </w:tcBorders>
            <w:shd w:val="clear" w:color="auto" w:fill="auto"/>
            <w:hideMark/>
          </w:tcPr>
          <w:p w:rsidR="00471CA3"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872F1">
            <w:pPr>
              <w:ind w:firstLine="0"/>
              <w:jc w:val="left"/>
              <w:rPr>
                <w:szCs w:val="28"/>
              </w:rPr>
            </w:pPr>
            <w:r w:rsidRPr="00224953">
              <w:rPr>
                <w:szCs w:val="28"/>
              </w:rPr>
              <w:t>Ярославская обл</w:t>
            </w:r>
            <w:r w:rsidR="00895C98">
              <w:rPr>
                <w:szCs w:val="28"/>
              </w:rPr>
              <w:t>асть, г. </w:t>
            </w:r>
            <w:r w:rsidRPr="00224953">
              <w:rPr>
                <w:szCs w:val="28"/>
              </w:rPr>
              <w:t xml:space="preserve">Ярославль, </w:t>
            </w:r>
            <w:r w:rsidR="00895C98">
              <w:rPr>
                <w:szCs w:val="28"/>
              </w:rPr>
              <w:br/>
            </w:r>
            <w:r w:rsidRPr="00224953">
              <w:rPr>
                <w:szCs w:val="28"/>
              </w:rPr>
              <w:t>ул. 8 Марта,</w:t>
            </w:r>
            <w:r w:rsidR="00895C98">
              <w:rPr>
                <w:szCs w:val="28"/>
              </w:rPr>
              <w:t xml:space="preserve"> </w:t>
            </w:r>
            <w:r w:rsidRPr="00224953">
              <w:rPr>
                <w:szCs w:val="28"/>
              </w:rPr>
              <w:t>д.</w:t>
            </w:r>
            <w:r w:rsidR="00C872F1">
              <w:rPr>
                <w:szCs w:val="28"/>
              </w:rPr>
              <w:t xml:space="preserve"> </w:t>
            </w:r>
            <w:r w:rsidRPr="00224953">
              <w:rPr>
                <w:szCs w:val="28"/>
              </w:rPr>
              <w:t>21 корп.</w:t>
            </w:r>
            <w:r w:rsidR="00895C98">
              <w:rPr>
                <w:szCs w:val="28"/>
              </w:rPr>
              <w:t xml:space="preserve"> </w:t>
            </w:r>
            <w:r w:rsidRPr="00224953">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76:23:041704:1379</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328</w:t>
            </w:r>
          </w:p>
        </w:tc>
        <w:tc>
          <w:tcPr>
            <w:tcW w:w="1289" w:type="pct"/>
            <w:tcBorders>
              <w:top w:val="nil"/>
              <w:left w:val="nil"/>
              <w:bottom w:val="single" w:sz="4" w:space="0" w:color="auto"/>
              <w:right w:val="single" w:sz="4" w:space="0" w:color="auto"/>
            </w:tcBorders>
            <w:shd w:val="clear" w:color="auto" w:fill="auto"/>
            <w:hideMark/>
          </w:tcPr>
          <w:p w:rsidR="00471CA3"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895C98">
            <w:pPr>
              <w:ind w:firstLine="0"/>
              <w:jc w:val="left"/>
              <w:rPr>
                <w:szCs w:val="28"/>
              </w:rPr>
            </w:pPr>
            <w:r w:rsidRPr="00224953">
              <w:rPr>
                <w:szCs w:val="28"/>
              </w:rPr>
              <w:t>Ярославская обл</w:t>
            </w:r>
            <w:r w:rsidR="00895C98">
              <w:rPr>
                <w:szCs w:val="28"/>
              </w:rPr>
              <w:t>асть</w:t>
            </w:r>
            <w:r w:rsidRPr="00224953">
              <w:rPr>
                <w:szCs w:val="28"/>
              </w:rPr>
              <w:t>, г</w:t>
            </w:r>
            <w:r w:rsidR="00895C98">
              <w:rPr>
                <w:szCs w:val="28"/>
              </w:rPr>
              <w:t>. </w:t>
            </w:r>
            <w:r w:rsidRPr="00224953">
              <w:rPr>
                <w:szCs w:val="28"/>
              </w:rPr>
              <w:t xml:space="preserve">Ярославль, </w:t>
            </w:r>
            <w:r w:rsidR="00895C98">
              <w:rPr>
                <w:szCs w:val="28"/>
              </w:rPr>
              <w:t>газопровод низкого давления ул. </w:t>
            </w:r>
            <w:r w:rsidRPr="00224953">
              <w:rPr>
                <w:szCs w:val="28"/>
              </w:rPr>
              <w:t>Красноперекопская</w:t>
            </w:r>
            <w:r w:rsidR="00895C98">
              <w:rPr>
                <w:szCs w:val="28"/>
              </w:rPr>
              <w:t>,</w:t>
            </w:r>
            <w:r w:rsidRPr="00224953">
              <w:rPr>
                <w:szCs w:val="28"/>
              </w:rPr>
              <w:t xml:space="preserve"> д.</w:t>
            </w:r>
            <w:r w:rsidR="00895C98">
              <w:rPr>
                <w:szCs w:val="28"/>
              </w:rPr>
              <w:t> </w:t>
            </w:r>
            <w:r w:rsidRPr="00224953">
              <w:rPr>
                <w:szCs w:val="28"/>
              </w:rPr>
              <w:t>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76:23:040401:1227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329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895C98">
            <w:pPr>
              <w:ind w:firstLine="0"/>
              <w:jc w:val="left"/>
              <w:rPr>
                <w:szCs w:val="28"/>
              </w:rPr>
            </w:pPr>
            <w:r w:rsidRPr="00224953">
              <w:rPr>
                <w:szCs w:val="28"/>
              </w:rPr>
              <w:t xml:space="preserve">Сети газоснабжения: </w:t>
            </w:r>
            <w:r w:rsidR="00895C98">
              <w:rPr>
                <w:szCs w:val="28"/>
              </w:rPr>
              <w:t xml:space="preserve">газопровод высокого давления, </w:t>
            </w:r>
            <w:r w:rsidRPr="00224953">
              <w:rPr>
                <w:szCs w:val="28"/>
              </w:rPr>
              <w:t>ШРП-98</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895C98">
            <w:pPr>
              <w:ind w:firstLine="0"/>
              <w:jc w:val="left"/>
              <w:rPr>
                <w:szCs w:val="28"/>
              </w:rPr>
            </w:pPr>
            <w:r w:rsidRPr="00224953">
              <w:rPr>
                <w:szCs w:val="28"/>
              </w:rPr>
              <w:t>Ярославская обл</w:t>
            </w:r>
            <w:r w:rsidR="00895C98">
              <w:rPr>
                <w:szCs w:val="28"/>
              </w:rPr>
              <w:t>асть, г. </w:t>
            </w:r>
            <w:r w:rsidRPr="00224953">
              <w:rPr>
                <w:szCs w:val="28"/>
              </w:rPr>
              <w:t>Ярославль,</w:t>
            </w:r>
            <w:r w:rsidR="00895C98">
              <w:rPr>
                <w:szCs w:val="28"/>
              </w:rPr>
              <w:t xml:space="preserve"> </w:t>
            </w:r>
            <w:r w:rsidRPr="00224953">
              <w:rPr>
                <w:szCs w:val="28"/>
              </w:rPr>
              <w:t>ул. Большая Луговая</w:t>
            </w:r>
            <w:r w:rsidR="00895C98">
              <w:rPr>
                <w:szCs w:val="28"/>
              </w:rPr>
              <w:t>,</w:t>
            </w:r>
            <w:r w:rsidRPr="00224953">
              <w:rPr>
                <w:szCs w:val="28"/>
              </w:rPr>
              <w:t xml:space="preserve"> д.</w:t>
            </w:r>
            <w:r w:rsidR="00895C98">
              <w:rPr>
                <w:szCs w:val="28"/>
              </w:rPr>
              <w:t xml:space="preserve"> </w:t>
            </w:r>
            <w:r w:rsidRPr="00224953">
              <w:rPr>
                <w:szCs w:val="28"/>
              </w:rPr>
              <w:t>34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76:23:061308:317</w:t>
            </w:r>
          </w:p>
        </w:tc>
      </w:tr>
      <w:tr w:rsidR="00D91137" w:rsidRPr="00224953" w:rsidTr="00895C98">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330</w:t>
            </w:r>
          </w:p>
        </w:tc>
        <w:tc>
          <w:tcPr>
            <w:tcW w:w="1289" w:type="pct"/>
            <w:tcBorders>
              <w:top w:val="nil"/>
              <w:left w:val="nil"/>
              <w:bottom w:val="single" w:sz="4" w:space="0" w:color="auto"/>
              <w:right w:val="single" w:sz="4" w:space="0" w:color="auto"/>
            </w:tcBorders>
            <w:shd w:val="clear" w:color="auto" w:fill="auto"/>
            <w:hideMark/>
          </w:tcPr>
          <w:p w:rsidR="00895C98"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895C98">
            <w:pPr>
              <w:ind w:firstLine="0"/>
              <w:jc w:val="left"/>
              <w:rPr>
                <w:szCs w:val="28"/>
              </w:rPr>
            </w:pPr>
            <w:r w:rsidRPr="00224953">
              <w:rPr>
                <w:szCs w:val="28"/>
              </w:rPr>
              <w:t>Ярославская обл</w:t>
            </w:r>
            <w:r w:rsidR="00895C98">
              <w:rPr>
                <w:szCs w:val="28"/>
              </w:rPr>
              <w:t>асть, г </w:t>
            </w:r>
            <w:r w:rsidRPr="00224953">
              <w:rPr>
                <w:szCs w:val="28"/>
              </w:rPr>
              <w:t xml:space="preserve"> Ярославль,</w:t>
            </w:r>
            <w:r w:rsidR="00895C98">
              <w:rPr>
                <w:szCs w:val="28"/>
              </w:rPr>
              <w:t xml:space="preserve"> газопровод низкого давления ул. </w:t>
            </w:r>
            <w:r w:rsidRPr="00224953">
              <w:rPr>
                <w:szCs w:val="28"/>
              </w:rPr>
              <w:t>Большая Луговая</w:t>
            </w:r>
            <w:r w:rsidR="00895C98">
              <w:rPr>
                <w:szCs w:val="28"/>
              </w:rPr>
              <w:t>,</w:t>
            </w:r>
            <w:r w:rsidRPr="00224953">
              <w:rPr>
                <w:szCs w:val="28"/>
              </w:rPr>
              <w:t xml:space="preserve"> д.</w:t>
            </w:r>
            <w:r w:rsidR="00895C98">
              <w:rPr>
                <w:szCs w:val="28"/>
              </w:rPr>
              <w:t> </w:t>
            </w:r>
            <w:r w:rsidRPr="00224953">
              <w:rPr>
                <w:szCs w:val="28"/>
              </w:rPr>
              <w:t>34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76:23:000000:16333</w:t>
            </w:r>
          </w:p>
        </w:tc>
      </w:tr>
      <w:tr w:rsidR="00D91137" w:rsidRPr="00224953" w:rsidTr="00895C98">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331</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895C98" w:rsidP="00D91137">
            <w:pPr>
              <w:ind w:firstLine="0"/>
              <w:jc w:val="left"/>
              <w:rPr>
                <w:szCs w:val="28"/>
              </w:rPr>
            </w:pPr>
            <w:r>
              <w:rPr>
                <w:szCs w:val="28"/>
              </w:rPr>
              <w:t>Сети газоснабжения:</w:t>
            </w:r>
            <w:r w:rsidR="00D91137" w:rsidRPr="00224953">
              <w:rPr>
                <w:szCs w:val="28"/>
              </w:rPr>
              <w:t xml:space="preserve"> </w:t>
            </w:r>
            <w:r>
              <w:rPr>
                <w:szCs w:val="28"/>
              </w:rPr>
              <w:t xml:space="preserve">газопровод высокого давления, </w:t>
            </w:r>
            <w:r w:rsidR="00D91137" w:rsidRPr="00224953">
              <w:rPr>
                <w:szCs w:val="28"/>
              </w:rPr>
              <w:t>ШРП-84</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895C98" w:rsidP="00B13131">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 xml:space="preserve">ул. Городской Вал, </w:t>
            </w:r>
            <w:r w:rsidR="00B13131">
              <w:rPr>
                <w:szCs w:val="28"/>
              </w:rPr>
              <w:br/>
            </w:r>
            <w:r w:rsidR="00D91137" w:rsidRPr="00224953">
              <w:rPr>
                <w:szCs w:val="28"/>
              </w:rPr>
              <w:t>к д</w:t>
            </w:r>
            <w:r w:rsidR="00B13131">
              <w:rPr>
                <w:szCs w:val="28"/>
              </w:rPr>
              <w:t>ому</w:t>
            </w:r>
            <w:r>
              <w:rPr>
                <w:szCs w:val="28"/>
              </w:rPr>
              <w:t xml:space="preserve"> </w:t>
            </w:r>
            <w:r w:rsidR="00D91137" w:rsidRPr="00224953">
              <w:rPr>
                <w:szCs w:val="28"/>
              </w:rPr>
              <w:t>1а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76:23:030301:7037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332</w:t>
            </w:r>
          </w:p>
        </w:tc>
        <w:tc>
          <w:tcPr>
            <w:tcW w:w="1289" w:type="pct"/>
            <w:tcBorders>
              <w:top w:val="nil"/>
              <w:left w:val="nil"/>
              <w:bottom w:val="single" w:sz="4" w:space="0" w:color="auto"/>
              <w:right w:val="single" w:sz="4" w:space="0" w:color="auto"/>
            </w:tcBorders>
            <w:shd w:val="clear" w:color="auto" w:fill="auto"/>
            <w:hideMark/>
          </w:tcPr>
          <w:p w:rsidR="00895C98"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85879" w:rsidP="00D91137">
            <w:pPr>
              <w:ind w:firstLine="0"/>
              <w:jc w:val="left"/>
              <w:rPr>
                <w:szCs w:val="28"/>
              </w:rPr>
            </w:pPr>
            <w:r>
              <w:rPr>
                <w:szCs w:val="28"/>
              </w:rPr>
              <w:t>Ярославская область, г. </w:t>
            </w:r>
            <w:r w:rsidR="00D91137" w:rsidRPr="00224953">
              <w:rPr>
                <w:szCs w:val="28"/>
              </w:rPr>
              <w:t>Ярославль, ул. Клубная, д. 56а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76:23:021504:981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333</w:t>
            </w:r>
          </w:p>
        </w:tc>
        <w:tc>
          <w:tcPr>
            <w:tcW w:w="1289" w:type="pct"/>
            <w:tcBorders>
              <w:top w:val="nil"/>
              <w:left w:val="nil"/>
              <w:bottom w:val="single" w:sz="4" w:space="0" w:color="auto"/>
              <w:right w:val="single" w:sz="4" w:space="0" w:color="auto"/>
            </w:tcBorders>
            <w:shd w:val="clear" w:color="auto" w:fill="auto"/>
            <w:hideMark/>
          </w:tcPr>
          <w:p w:rsidR="00895C98"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72F1">
            <w:pPr>
              <w:ind w:firstLine="0"/>
              <w:jc w:val="left"/>
              <w:rPr>
                <w:szCs w:val="28"/>
              </w:rPr>
            </w:pPr>
            <w:r w:rsidRPr="00224953">
              <w:rPr>
                <w:szCs w:val="28"/>
              </w:rPr>
              <w:t>Ярославская обл</w:t>
            </w:r>
            <w:r w:rsidR="00D85879">
              <w:rPr>
                <w:szCs w:val="28"/>
              </w:rPr>
              <w:t>асть, г. </w:t>
            </w:r>
            <w:r w:rsidRPr="00224953">
              <w:rPr>
                <w:szCs w:val="28"/>
              </w:rPr>
              <w:t xml:space="preserve">Ярославль, </w:t>
            </w:r>
            <w:r w:rsidR="00D85879">
              <w:rPr>
                <w:szCs w:val="28"/>
              </w:rPr>
              <w:br/>
            </w:r>
            <w:r w:rsidRPr="00224953">
              <w:rPr>
                <w:szCs w:val="28"/>
              </w:rPr>
              <w:t>ул. Пашуковская, д.</w:t>
            </w:r>
            <w:r w:rsidR="00D85879">
              <w:rPr>
                <w:szCs w:val="28"/>
              </w:rPr>
              <w:t xml:space="preserve"> 4 </w:t>
            </w:r>
            <w:r w:rsidRPr="00224953">
              <w:rPr>
                <w:szCs w:val="28"/>
              </w:rPr>
              <w:t>корп.</w:t>
            </w:r>
            <w:r w:rsidR="00D85879">
              <w:rPr>
                <w:szCs w:val="28"/>
              </w:rPr>
              <w:t>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76:23:010406:4325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334</w:t>
            </w:r>
          </w:p>
        </w:tc>
        <w:tc>
          <w:tcPr>
            <w:tcW w:w="1289" w:type="pct"/>
            <w:tcBorders>
              <w:top w:val="nil"/>
              <w:left w:val="nil"/>
              <w:bottom w:val="single" w:sz="4" w:space="0" w:color="auto"/>
              <w:right w:val="single" w:sz="4" w:space="0" w:color="auto"/>
            </w:tcBorders>
            <w:shd w:val="clear" w:color="auto" w:fill="auto"/>
            <w:hideMark/>
          </w:tcPr>
          <w:p w:rsidR="00895C98"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72F1">
            <w:pPr>
              <w:ind w:firstLine="0"/>
              <w:jc w:val="left"/>
              <w:rPr>
                <w:szCs w:val="28"/>
              </w:rPr>
            </w:pPr>
            <w:r w:rsidRPr="00224953">
              <w:rPr>
                <w:szCs w:val="28"/>
              </w:rPr>
              <w:t>Ярославская обл</w:t>
            </w:r>
            <w:r w:rsidR="00D85879">
              <w:rPr>
                <w:szCs w:val="28"/>
              </w:rPr>
              <w:t>асть, г. </w:t>
            </w:r>
            <w:r w:rsidRPr="00224953">
              <w:rPr>
                <w:szCs w:val="28"/>
              </w:rPr>
              <w:t>Ярославль, Суздальское шоссе, д.</w:t>
            </w:r>
            <w:r w:rsidR="00D85879">
              <w:rPr>
                <w:szCs w:val="28"/>
              </w:rPr>
              <w:t xml:space="preserve"> </w:t>
            </w:r>
            <w:r w:rsidRPr="00224953">
              <w:rPr>
                <w:szCs w:val="28"/>
              </w:rPr>
              <w:t>18 корп.</w:t>
            </w:r>
            <w:r w:rsidR="00D85879">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76:23:061002:2813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335</w:t>
            </w:r>
          </w:p>
        </w:tc>
        <w:tc>
          <w:tcPr>
            <w:tcW w:w="1289" w:type="pct"/>
            <w:tcBorders>
              <w:top w:val="nil"/>
              <w:left w:val="nil"/>
              <w:bottom w:val="single" w:sz="4" w:space="0" w:color="auto"/>
              <w:right w:val="single" w:sz="4" w:space="0" w:color="auto"/>
            </w:tcBorders>
            <w:shd w:val="clear" w:color="auto" w:fill="auto"/>
            <w:hideMark/>
          </w:tcPr>
          <w:p w:rsidR="00895C98"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872F1">
            <w:pPr>
              <w:ind w:firstLine="0"/>
              <w:jc w:val="left"/>
              <w:rPr>
                <w:szCs w:val="28"/>
              </w:rPr>
            </w:pPr>
            <w:r w:rsidRPr="00224953">
              <w:rPr>
                <w:szCs w:val="28"/>
              </w:rPr>
              <w:t>Ярославская обл</w:t>
            </w:r>
            <w:r w:rsidR="00D85879">
              <w:rPr>
                <w:szCs w:val="28"/>
              </w:rPr>
              <w:t>асть, г. </w:t>
            </w:r>
            <w:r w:rsidRPr="00224953">
              <w:rPr>
                <w:szCs w:val="28"/>
              </w:rPr>
              <w:t>Ярославль,</w:t>
            </w:r>
            <w:r w:rsidR="00D85879">
              <w:rPr>
                <w:szCs w:val="28"/>
              </w:rPr>
              <w:t xml:space="preserve"> </w:t>
            </w:r>
            <w:r w:rsidRPr="00224953">
              <w:rPr>
                <w:szCs w:val="28"/>
              </w:rPr>
              <w:t>Тутаевское шоссе</w:t>
            </w:r>
            <w:r w:rsidR="00D85879">
              <w:rPr>
                <w:szCs w:val="28"/>
              </w:rPr>
              <w:t>,</w:t>
            </w:r>
            <w:r w:rsidRPr="00224953">
              <w:rPr>
                <w:szCs w:val="28"/>
              </w:rPr>
              <w:t xml:space="preserve"> д.</w:t>
            </w:r>
            <w:r w:rsidR="00D85879">
              <w:rPr>
                <w:szCs w:val="28"/>
              </w:rPr>
              <w:t xml:space="preserve"> </w:t>
            </w:r>
            <w:r w:rsidRPr="00224953">
              <w:rPr>
                <w:szCs w:val="28"/>
              </w:rPr>
              <w:t>72 кор</w:t>
            </w:r>
            <w:r w:rsidR="00D85879">
              <w:rPr>
                <w:szCs w:val="28"/>
              </w:rPr>
              <w:t>п</w:t>
            </w:r>
            <w:r w:rsidRPr="00224953">
              <w:rPr>
                <w:szCs w:val="28"/>
              </w:rPr>
              <w:t>.</w:t>
            </w:r>
            <w:r w:rsidR="00D85879">
              <w:rPr>
                <w:szCs w:val="28"/>
              </w:rPr>
              <w:t xml:space="preserve"> </w:t>
            </w:r>
            <w:r w:rsidRPr="00224953">
              <w:rPr>
                <w:szCs w:val="28"/>
              </w:rPr>
              <w:t xml:space="preserve">2 </w:t>
            </w:r>
            <w:r w:rsidR="00D85879">
              <w:rPr>
                <w:szCs w:val="28"/>
              </w:rPr>
              <w:br/>
            </w:r>
            <w:r w:rsidRPr="00224953">
              <w:rPr>
                <w:szCs w:val="28"/>
              </w:rPr>
              <w:t>(ранее Тутаевское</w:t>
            </w:r>
            <w:r w:rsidR="00D85879">
              <w:rPr>
                <w:szCs w:val="28"/>
              </w:rPr>
              <w:t xml:space="preserve"> шоссе, д.</w:t>
            </w:r>
            <w:r w:rsidRPr="00224953">
              <w:rPr>
                <w:szCs w:val="28"/>
              </w:rPr>
              <w:t xml:space="preserve"> 74)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76:23:000000:16309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336</w:t>
            </w:r>
          </w:p>
        </w:tc>
        <w:tc>
          <w:tcPr>
            <w:tcW w:w="1289" w:type="pct"/>
            <w:tcBorders>
              <w:top w:val="nil"/>
              <w:left w:val="nil"/>
              <w:bottom w:val="single" w:sz="4" w:space="0" w:color="auto"/>
              <w:right w:val="single" w:sz="4" w:space="0" w:color="auto"/>
            </w:tcBorders>
            <w:shd w:val="clear" w:color="auto" w:fill="auto"/>
            <w:hideMark/>
          </w:tcPr>
          <w:p w:rsidR="00895C98"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85879">
            <w:pPr>
              <w:ind w:firstLine="0"/>
              <w:jc w:val="left"/>
              <w:rPr>
                <w:szCs w:val="28"/>
              </w:rPr>
            </w:pPr>
            <w:r w:rsidRPr="00224953">
              <w:rPr>
                <w:szCs w:val="28"/>
              </w:rPr>
              <w:t>Ярославская обл</w:t>
            </w:r>
            <w:r w:rsidR="00D85879">
              <w:rPr>
                <w:szCs w:val="28"/>
              </w:rPr>
              <w:t>асть, г. </w:t>
            </w:r>
            <w:r w:rsidRPr="00224953">
              <w:rPr>
                <w:szCs w:val="28"/>
              </w:rPr>
              <w:t>Ярославль, д. Старое Брагино,</w:t>
            </w:r>
            <w:r w:rsidR="00D85879">
              <w:rPr>
                <w:szCs w:val="28"/>
              </w:rPr>
              <w:t xml:space="preserve"> </w:t>
            </w:r>
            <w:r w:rsidRPr="00224953">
              <w:rPr>
                <w:szCs w:val="28"/>
              </w:rPr>
              <w:t>д.</w:t>
            </w:r>
            <w:r w:rsidR="00D85879">
              <w:rPr>
                <w:szCs w:val="28"/>
              </w:rPr>
              <w:t xml:space="preserve"> </w:t>
            </w:r>
            <w:r w:rsidRPr="00224953">
              <w:rPr>
                <w:szCs w:val="28"/>
              </w:rPr>
              <w:t>35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76:23:000000:16321</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337</w:t>
            </w:r>
          </w:p>
        </w:tc>
        <w:tc>
          <w:tcPr>
            <w:tcW w:w="1289" w:type="pct"/>
            <w:tcBorders>
              <w:top w:val="nil"/>
              <w:left w:val="nil"/>
              <w:bottom w:val="single" w:sz="4" w:space="0" w:color="auto"/>
              <w:right w:val="single" w:sz="4" w:space="0" w:color="auto"/>
            </w:tcBorders>
            <w:shd w:val="clear" w:color="auto" w:fill="auto"/>
            <w:hideMark/>
          </w:tcPr>
          <w:p w:rsidR="00895C98"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85879"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Балтийская,</w:t>
            </w:r>
            <w:r>
              <w:rPr>
                <w:szCs w:val="28"/>
              </w:rPr>
              <w:t xml:space="preserve"> </w:t>
            </w:r>
            <w:r w:rsidR="00D91137" w:rsidRPr="00224953">
              <w:rPr>
                <w:szCs w:val="28"/>
              </w:rPr>
              <w:t>д.</w:t>
            </w:r>
            <w:r>
              <w:rPr>
                <w:szCs w:val="28"/>
              </w:rPr>
              <w:t xml:space="preserve"> </w:t>
            </w:r>
            <w:r w:rsidR="00D91137" w:rsidRPr="00224953">
              <w:rPr>
                <w:szCs w:val="28"/>
              </w:rPr>
              <w:t>10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76:23:061711:458</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338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85879"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85879" w:rsidP="00D91137">
            <w:pPr>
              <w:ind w:firstLine="0"/>
              <w:jc w:val="left"/>
              <w:rPr>
                <w:szCs w:val="28"/>
              </w:rPr>
            </w:pPr>
            <w:r>
              <w:rPr>
                <w:szCs w:val="28"/>
              </w:rPr>
              <w:t>Ярославская область, г. </w:t>
            </w:r>
            <w:r w:rsidR="00D91137" w:rsidRPr="00224953">
              <w:rPr>
                <w:szCs w:val="28"/>
              </w:rPr>
              <w:t>Ярославль, ул. Большая Норская,</w:t>
            </w:r>
            <w:r>
              <w:rPr>
                <w:szCs w:val="28"/>
              </w:rPr>
              <w:t xml:space="preserve"> </w:t>
            </w:r>
            <w:r w:rsidR="00D91137" w:rsidRPr="00224953">
              <w:rPr>
                <w:szCs w:val="28"/>
              </w:rPr>
              <w:t>д.</w:t>
            </w:r>
            <w:r>
              <w:rPr>
                <w:szCs w:val="28"/>
              </w:rPr>
              <w:t xml:space="preserve"> </w:t>
            </w:r>
            <w:r w:rsidR="00D91137" w:rsidRPr="00224953">
              <w:rPr>
                <w:szCs w:val="28"/>
              </w:rPr>
              <w:t>15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76:23:010405:803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339</w:t>
            </w:r>
          </w:p>
        </w:tc>
        <w:tc>
          <w:tcPr>
            <w:tcW w:w="1289" w:type="pct"/>
            <w:tcBorders>
              <w:top w:val="single" w:sz="4" w:space="0" w:color="auto"/>
              <w:left w:val="nil"/>
              <w:bottom w:val="single" w:sz="4" w:space="0" w:color="auto"/>
              <w:right w:val="single" w:sz="4" w:space="0" w:color="auto"/>
            </w:tcBorders>
            <w:shd w:val="clear" w:color="auto" w:fill="auto"/>
            <w:hideMark/>
          </w:tcPr>
          <w:p w:rsidR="00D85879"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872F1">
            <w:pPr>
              <w:ind w:firstLine="0"/>
              <w:jc w:val="left"/>
              <w:rPr>
                <w:szCs w:val="28"/>
              </w:rPr>
            </w:pPr>
            <w:r w:rsidRPr="00224953">
              <w:rPr>
                <w:szCs w:val="28"/>
              </w:rPr>
              <w:t>Ярославская обл</w:t>
            </w:r>
            <w:r w:rsidR="00D85879">
              <w:rPr>
                <w:szCs w:val="28"/>
              </w:rPr>
              <w:t>асть, г. </w:t>
            </w:r>
            <w:r w:rsidRPr="00224953">
              <w:rPr>
                <w:szCs w:val="28"/>
              </w:rPr>
              <w:t>Ярославль, ул. Пашуковская, д.</w:t>
            </w:r>
            <w:r w:rsidR="00D85879">
              <w:rPr>
                <w:szCs w:val="28"/>
              </w:rPr>
              <w:t xml:space="preserve"> </w:t>
            </w:r>
            <w:r w:rsidRPr="00224953">
              <w:rPr>
                <w:szCs w:val="28"/>
              </w:rPr>
              <w:t>4 корп.</w:t>
            </w:r>
            <w:r w:rsidR="00D85879">
              <w:rPr>
                <w:szCs w:val="28"/>
              </w:rPr>
              <w:t xml:space="preserve"> </w:t>
            </w:r>
            <w:r w:rsidRPr="00224953">
              <w:rPr>
                <w:szCs w:val="28"/>
              </w:rPr>
              <w:t>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76:23:010406:4319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340</w:t>
            </w:r>
          </w:p>
        </w:tc>
        <w:tc>
          <w:tcPr>
            <w:tcW w:w="1289" w:type="pct"/>
            <w:tcBorders>
              <w:top w:val="nil"/>
              <w:left w:val="nil"/>
              <w:bottom w:val="single" w:sz="4" w:space="0" w:color="auto"/>
              <w:right w:val="single" w:sz="4" w:space="0" w:color="auto"/>
            </w:tcBorders>
            <w:shd w:val="clear" w:color="auto" w:fill="auto"/>
            <w:hideMark/>
          </w:tcPr>
          <w:p w:rsidR="00D85879"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85879">
            <w:pPr>
              <w:ind w:firstLine="0"/>
              <w:jc w:val="left"/>
              <w:rPr>
                <w:szCs w:val="28"/>
              </w:rPr>
            </w:pPr>
            <w:r w:rsidRPr="00224953">
              <w:rPr>
                <w:szCs w:val="28"/>
              </w:rPr>
              <w:t>Ярославская обл</w:t>
            </w:r>
            <w:r w:rsidR="00D85879">
              <w:rPr>
                <w:szCs w:val="28"/>
              </w:rPr>
              <w:t>асть, г. </w:t>
            </w:r>
            <w:r w:rsidRPr="00224953">
              <w:rPr>
                <w:szCs w:val="28"/>
              </w:rPr>
              <w:t xml:space="preserve">Ярославль, </w:t>
            </w:r>
            <w:r w:rsidR="00D85879">
              <w:rPr>
                <w:szCs w:val="28"/>
              </w:rPr>
              <w:br/>
            </w:r>
            <w:r w:rsidRPr="00224953">
              <w:rPr>
                <w:szCs w:val="28"/>
              </w:rPr>
              <w:t>ул. Брагинская, д. 17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76:23:010406:4326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341</w:t>
            </w:r>
          </w:p>
        </w:tc>
        <w:tc>
          <w:tcPr>
            <w:tcW w:w="1289" w:type="pct"/>
            <w:tcBorders>
              <w:top w:val="nil"/>
              <w:left w:val="nil"/>
              <w:bottom w:val="single" w:sz="4" w:space="0" w:color="auto"/>
              <w:right w:val="single" w:sz="4" w:space="0" w:color="auto"/>
            </w:tcBorders>
            <w:shd w:val="clear" w:color="auto" w:fill="auto"/>
            <w:hideMark/>
          </w:tcPr>
          <w:p w:rsidR="00D85879"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85879">
            <w:pPr>
              <w:ind w:firstLine="0"/>
              <w:jc w:val="left"/>
              <w:rPr>
                <w:szCs w:val="28"/>
              </w:rPr>
            </w:pPr>
            <w:r w:rsidRPr="00224953">
              <w:rPr>
                <w:szCs w:val="28"/>
              </w:rPr>
              <w:t>Ярославская обл</w:t>
            </w:r>
            <w:r w:rsidR="00D85879">
              <w:rPr>
                <w:szCs w:val="28"/>
              </w:rPr>
              <w:t>асть, г. Ярославль, д</w:t>
            </w:r>
            <w:r w:rsidRPr="00224953">
              <w:rPr>
                <w:szCs w:val="28"/>
              </w:rPr>
              <w:t>. Старое Брагино, д.</w:t>
            </w:r>
            <w:r w:rsidR="00D85879">
              <w:rPr>
                <w:szCs w:val="28"/>
              </w:rPr>
              <w:t xml:space="preserve"> </w:t>
            </w:r>
            <w:r w:rsidRPr="00224953">
              <w:rPr>
                <w:szCs w:val="28"/>
              </w:rPr>
              <w:t>33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76:23:010602:7108</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342</w:t>
            </w:r>
          </w:p>
        </w:tc>
        <w:tc>
          <w:tcPr>
            <w:tcW w:w="1289" w:type="pct"/>
            <w:tcBorders>
              <w:top w:val="nil"/>
              <w:left w:val="nil"/>
              <w:bottom w:val="single" w:sz="4" w:space="0" w:color="auto"/>
              <w:right w:val="single" w:sz="4" w:space="0" w:color="auto"/>
            </w:tcBorders>
            <w:shd w:val="clear" w:color="auto" w:fill="auto"/>
            <w:hideMark/>
          </w:tcPr>
          <w:p w:rsidR="00D85879"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85879">
            <w:pPr>
              <w:ind w:firstLine="0"/>
              <w:jc w:val="left"/>
              <w:rPr>
                <w:szCs w:val="28"/>
              </w:rPr>
            </w:pPr>
            <w:r w:rsidRPr="00224953">
              <w:rPr>
                <w:szCs w:val="28"/>
              </w:rPr>
              <w:t>Ярославская обл</w:t>
            </w:r>
            <w:r w:rsidR="00D85879">
              <w:rPr>
                <w:szCs w:val="28"/>
              </w:rPr>
              <w:t>асть, г. </w:t>
            </w:r>
            <w:r w:rsidRPr="00224953">
              <w:rPr>
                <w:szCs w:val="28"/>
              </w:rPr>
              <w:t xml:space="preserve">Ярославль, </w:t>
            </w:r>
            <w:r w:rsidR="00D85879">
              <w:rPr>
                <w:szCs w:val="28"/>
              </w:rPr>
              <w:t>газопровод низкого давления ул. </w:t>
            </w:r>
            <w:r w:rsidRPr="00224953">
              <w:rPr>
                <w:szCs w:val="28"/>
              </w:rPr>
              <w:t>Большая Донская д.</w:t>
            </w:r>
            <w:r w:rsidR="00D85879">
              <w:rPr>
                <w:szCs w:val="28"/>
              </w:rPr>
              <w:t> </w:t>
            </w:r>
            <w:r w:rsidRPr="00224953">
              <w:rPr>
                <w:szCs w:val="28"/>
              </w:rPr>
              <w:t>19, д. 19 корп.</w:t>
            </w:r>
            <w:r w:rsidR="00D85879">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76:23:042001:1568</w:t>
            </w:r>
          </w:p>
        </w:tc>
      </w:tr>
      <w:tr w:rsidR="00D91137" w:rsidRPr="00224953" w:rsidTr="00B13131">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343</w:t>
            </w:r>
          </w:p>
        </w:tc>
        <w:tc>
          <w:tcPr>
            <w:tcW w:w="1289" w:type="pct"/>
            <w:tcBorders>
              <w:top w:val="nil"/>
              <w:left w:val="nil"/>
              <w:bottom w:val="single" w:sz="4" w:space="0" w:color="auto"/>
              <w:right w:val="single" w:sz="4" w:space="0" w:color="auto"/>
            </w:tcBorders>
            <w:shd w:val="clear" w:color="auto" w:fill="auto"/>
            <w:hideMark/>
          </w:tcPr>
          <w:p w:rsidR="00D85879"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B5F">
            <w:pPr>
              <w:ind w:firstLine="0"/>
              <w:jc w:val="left"/>
              <w:rPr>
                <w:szCs w:val="28"/>
              </w:rPr>
            </w:pPr>
            <w:r w:rsidRPr="00224953">
              <w:rPr>
                <w:szCs w:val="28"/>
              </w:rPr>
              <w:t>Ярославская обл</w:t>
            </w:r>
            <w:r w:rsidR="00024B5F">
              <w:rPr>
                <w:szCs w:val="28"/>
              </w:rPr>
              <w:t>асть, г. </w:t>
            </w:r>
            <w:r w:rsidRPr="00224953">
              <w:rPr>
                <w:szCs w:val="28"/>
              </w:rPr>
              <w:t>Ярославль, ул. Большая Федоровская,</w:t>
            </w:r>
            <w:r w:rsidR="00B13131">
              <w:rPr>
                <w:szCs w:val="28"/>
              </w:rPr>
              <w:t xml:space="preserve"> </w:t>
            </w:r>
            <w:r w:rsidRPr="00224953">
              <w:rPr>
                <w:szCs w:val="28"/>
              </w:rPr>
              <w:t>д. 45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76:23:040608:379</w:t>
            </w:r>
          </w:p>
        </w:tc>
      </w:tr>
      <w:tr w:rsidR="00D91137" w:rsidRPr="00224953" w:rsidTr="00B13131">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1313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B13131" w:rsidP="00D91137">
            <w:pPr>
              <w:ind w:firstLine="0"/>
              <w:jc w:val="left"/>
              <w:rPr>
                <w:szCs w:val="28"/>
              </w:rPr>
            </w:pPr>
            <w:r>
              <w:rPr>
                <w:szCs w:val="28"/>
              </w:rPr>
              <w:t>Ярославская область г. </w:t>
            </w:r>
            <w:r w:rsidR="00D91137" w:rsidRPr="00224953">
              <w:rPr>
                <w:szCs w:val="28"/>
              </w:rPr>
              <w:t>Ярославль, газ</w:t>
            </w:r>
            <w:r>
              <w:rPr>
                <w:szCs w:val="28"/>
              </w:rPr>
              <w:t xml:space="preserve">опровод низкого давления проспект </w:t>
            </w:r>
            <w:r w:rsidR="00D91137" w:rsidRPr="00224953">
              <w:rPr>
                <w:szCs w:val="28"/>
              </w:rPr>
              <w:t>Авиаторов</w:t>
            </w:r>
            <w:r>
              <w:rPr>
                <w:szCs w:val="28"/>
              </w:rPr>
              <w:t>,</w:t>
            </w:r>
            <w:r w:rsidR="00D91137" w:rsidRPr="00224953">
              <w:rPr>
                <w:szCs w:val="28"/>
              </w:rPr>
              <w:t xml:space="preserve"> д. 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76:23:000000:16307</w:t>
            </w:r>
          </w:p>
        </w:tc>
      </w:tr>
      <w:tr w:rsidR="00D91137" w:rsidRPr="00224953" w:rsidTr="00B13131">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345</w:t>
            </w:r>
          </w:p>
        </w:tc>
        <w:tc>
          <w:tcPr>
            <w:tcW w:w="1289" w:type="pct"/>
            <w:tcBorders>
              <w:top w:val="single" w:sz="4" w:space="0" w:color="auto"/>
              <w:left w:val="nil"/>
              <w:bottom w:val="single" w:sz="4" w:space="0" w:color="auto"/>
              <w:right w:val="single" w:sz="4" w:space="0" w:color="auto"/>
            </w:tcBorders>
            <w:shd w:val="clear" w:color="auto" w:fill="auto"/>
            <w:hideMark/>
          </w:tcPr>
          <w:p w:rsidR="00B1313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B13131">
              <w:rPr>
                <w:szCs w:val="28"/>
              </w:rPr>
              <w:t>асть, г. </w:t>
            </w:r>
            <w:r w:rsidRPr="00224953">
              <w:rPr>
                <w:szCs w:val="28"/>
              </w:rPr>
              <w:t xml:space="preserve">Ярославль, </w:t>
            </w:r>
            <w:r w:rsidR="00B13131">
              <w:rPr>
                <w:szCs w:val="28"/>
              </w:rPr>
              <w:t>газопровод низкого давления ул. </w:t>
            </w:r>
            <w:r w:rsidRPr="00224953">
              <w:rPr>
                <w:szCs w:val="28"/>
              </w:rPr>
              <w:t>Клубная</w:t>
            </w:r>
            <w:r w:rsidR="00B13131">
              <w:rPr>
                <w:szCs w:val="28"/>
              </w:rPr>
              <w:t>,</w:t>
            </w:r>
            <w:r w:rsidRPr="00224953">
              <w:rPr>
                <w:szCs w:val="28"/>
              </w:rPr>
              <w:t xml:space="preserve"> д.</w:t>
            </w:r>
            <w:r w:rsidR="00B13131">
              <w:rPr>
                <w:szCs w:val="28"/>
              </w:rPr>
              <w:t xml:space="preserve"> </w:t>
            </w:r>
            <w:r w:rsidRPr="00224953">
              <w:rPr>
                <w:szCs w:val="28"/>
              </w:rPr>
              <w:t>27 корп.</w:t>
            </w:r>
            <w:r w:rsidR="00B13131">
              <w:rPr>
                <w:szCs w:val="28"/>
              </w:rPr>
              <w:t xml:space="preserve"> </w:t>
            </w:r>
            <w:r w:rsidRPr="00224953">
              <w:rPr>
                <w:szCs w:val="28"/>
              </w:rPr>
              <w:t xml:space="preserve">2 </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76:23:021402:509</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346</w:t>
            </w:r>
          </w:p>
        </w:tc>
        <w:tc>
          <w:tcPr>
            <w:tcW w:w="1289" w:type="pct"/>
            <w:tcBorders>
              <w:top w:val="nil"/>
              <w:left w:val="nil"/>
              <w:bottom w:val="single" w:sz="4" w:space="0" w:color="auto"/>
              <w:right w:val="single" w:sz="4" w:space="0" w:color="auto"/>
            </w:tcBorders>
            <w:shd w:val="clear" w:color="auto" w:fill="auto"/>
            <w:hideMark/>
          </w:tcPr>
          <w:p w:rsidR="00B1313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13131" w:rsidP="00D91137">
            <w:pPr>
              <w:ind w:firstLine="0"/>
              <w:jc w:val="left"/>
              <w:rPr>
                <w:szCs w:val="28"/>
              </w:rPr>
            </w:pPr>
            <w:r>
              <w:rPr>
                <w:szCs w:val="28"/>
              </w:rPr>
              <w:t>Ярославская область, г. </w:t>
            </w:r>
            <w:r w:rsidR="00D91137" w:rsidRPr="00224953">
              <w:rPr>
                <w:szCs w:val="28"/>
              </w:rPr>
              <w:t xml:space="preserve">Ярославль, газопровод низкого давления </w:t>
            </w:r>
            <w:r>
              <w:rPr>
                <w:szCs w:val="28"/>
              </w:rPr>
              <w:br/>
            </w:r>
            <w:r w:rsidR="00D91137" w:rsidRPr="00224953">
              <w:rPr>
                <w:szCs w:val="28"/>
              </w:rPr>
              <w:t>ул. Павлова</w:t>
            </w:r>
            <w:r>
              <w:rPr>
                <w:szCs w:val="28"/>
              </w:rPr>
              <w:t>,</w:t>
            </w:r>
            <w:r w:rsidR="00D91137" w:rsidRPr="00224953">
              <w:rPr>
                <w:szCs w:val="28"/>
              </w:rPr>
              <w:t xml:space="preserve"> д. 5 корп. 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76:23:040906:1051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347</w:t>
            </w:r>
          </w:p>
        </w:tc>
        <w:tc>
          <w:tcPr>
            <w:tcW w:w="1289" w:type="pct"/>
            <w:tcBorders>
              <w:top w:val="nil"/>
              <w:left w:val="nil"/>
              <w:bottom w:val="single" w:sz="4" w:space="0" w:color="auto"/>
              <w:right w:val="single" w:sz="4" w:space="0" w:color="auto"/>
            </w:tcBorders>
            <w:shd w:val="clear" w:color="auto" w:fill="auto"/>
            <w:hideMark/>
          </w:tcPr>
          <w:p w:rsidR="00B1313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13131">
            <w:pPr>
              <w:ind w:firstLine="0"/>
              <w:jc w:val="left"/>
              <w:rPr>
                <w:szCs w:val="28"/>
              </w:rPr>
            </w:pPr>
            <w:r w:rsidRPr="00224953">
              <w:rPr>
                <w:szCs w:val="28"/>
              </w:rPr>
              <w:t>Ярославская обл</w:t>
            </w:r>
            <w:r w:rsidR="00B13131">
              <w:rPr>
                <w:szCs w:val="28"/>
              </w:rPr>
              <w:t>асть</w:t>
            </w:r>
            <w:r w:rsidRPr="00224953">
              <w:rPr>
                <w:szCs w:val="28"/>
              </w:rPr>
              <w:t>, г</w:t>
            </w:r>
            <w:r w:rsidR="00B13131">
              <w:rPr>
                <w:szCs w:val="28"/>
              </w:rPr>
              <w:t>. </w:t>
            </w:r>
            <w:r w:rsidRPr="00224953">
              <w:rPr>
                <w:szCs w:val="28"/>
              </w:rPr>
              <w:t xml:space="preserve">Ярославль, </w:t>
            </w:r>
            <w:r w:rsidR="00B13131">
              <w:rPr>
                <w:szCs w:val="28"/>
              </w:rPr>
              <w:t>г</w:t>
            </w:r>
            <w:r w:rsidRPr="00224953">
              <w:rPr>
                <w:szCs w:val="28"/>
              </w:rPr>
              <w:t>азопровод низкого давления</w:t>
            </w:r>
            <w:r w:rsidR="00B13131">
              <w:rPr>
                <w:szCs w:val="28"/>
              </w:rPr>
              <w:br/>
            </w:r>
            <w:r w:rsidRPr="00224953">
              <w:rPr>
                <w:szCs w:val="28"/>
              </w:rPr>
              <w:t>ул. Приречная</w:t>
            </w:r>
            <w:r w:rsidR="00B13131">
              <w:rPr>
                <w:szCs w:val="28"/>
              </w:rPr>
              <w:t>,</w:t>
            </w:r>
            <w:r w:rsidRPr="00224953">
              <w:rPr>
                <w:szCs w:val="28"/>
              </w:rPr>
              <w:t xml:space="preserve"> д. 21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76:23:010307:653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348</w:t>
            </w:r>
          </w:p>
        </w:tc>
        <w:tc>
          <w:tcPr>
            <w:tcW w:w="1289" w:type="pct"/>
            <w:tcBorders>
              <w:top w:val="nil"/>
              <w:left w:val="nil"/>
              <w:bottom w:val="single" w:sz="4" w:space="0" w:color="auto"/>
              <w:right w:val="single" w:sz="4" w:space="0" w:color="auto"/>
            </w:tcBorders>
            <w:shd w:val="clear" w:color="auto" w:fill="auto"/>
            <w:hideMark/>
          </w:tcPr>
          <w:p w:rsidR="00B1313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13131">
            <w:pPr>
              <w:ind w:firstLine="0"/>
              <w:jc w:val="left"/>
              <w:rPr>
                <w:szCs w:val="28"/>
              </w:rPr>
            </w:pPr>
            <w:r w:rsidRPr="00224953">
              <w:rPr>
                <w:szCs w:val="28"/>
              </w:rPr>
              <w:t>Ярославская обл</w:t>
            </w:r>
            <w:r w:rsidR="00B13131">
              <w:rPr>
                <w:szCs w:val="28"/>
              </w:rPr>
              <w:t>асть</w:t>
            </w:r>
            <w:r w:rsidRPr="00224953">
              <w:rPr>
                <w:szCs w:val="28"/>
              </w:rPr>
              <w:t>, г</w:t>
            </w:r>
            <w:r w:rsidR="00B13131">
              <w:rPr>
                <w:szCs w:val="28"/>
              </w:rPr>
              <w:t>. </w:t>
            </w:r>
            <w:r w:rsidRPr="00224953">
              <w:rPr>
                <w:szCs w:val="28"/>
              </w:rPr>
              <w:t xml:space="preserve">Ярославль, газопровод низкого давления </w:t>
            </w:r>
            <w:r w:rsidR="00B13131">
              <w:rPr>
                <w:szCs w:val="28"/>
              </w:rPr>
              <w:br/>
            </w:r>
            <w:r w:rsidRPr="00224953">
              <w:rPr>
                <w:szCs w:val="28"/>
              </w:rPr>
              <w:t>ул. 1-я Кольцова</w:t>
            </w:r>
            <w:r w:rsidR="00B13131">
              <w:rPr>
                <w:szCs w:val="28"/>
              </w:rPr>
              <w:t>,</w:t>
            </w:r>
            <w:r w:rsidRPr="00224953">
              <w:rPr>
                <w:szCs w:val="28"/>
              </w:rPr>
              <w:t xml:space="preserve"> д. 37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76:23:010112:734</w:t>
            </w:r>
          </w:p>
        </w:tc>
      </w:tr>
      <w:tr w:rsidR="00D91137" w:rsidRPr="00224953" w:rsidTr="00B771C2">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349</w:t>
            </w:r>
          </w:p>
        </w:tc>
        <w:tc>
          <w:tcPr>
            <w:tcW w:w="1289" w:type="pct"/>
            <w:tcBorders>
              <w:top w:val="nil"/>
              <w:left w:val="nil"/>
              <w:bottom w:val="single" w:sz="4" w:space="0" w:color="auto"/>
              <w:right w:val="single" w:sz="4" w:space="0" w:color="auto"/>
            </w:tcBorders>
            <w:shd w:val="clear" w:color="auto" w:fill="auto"/>
            <w:hideMark/>
          </w:tcPr>
          <w:p w:rsidR="00B1313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13131">
            <w:pPr>
              <w:ind w:firstLine="0"/>
              <w:jc w:val="left"/>
              <w:rPr>
                <w:szCs w:val="28"/>
              </w:rPr>
            </w:pPr>
            <w:r w:rsidRPr="00224953">
              <w:rPr>
                <w:szCs w:val="28"/>
              </w:rPr>
              <w:t>Ярославская обл</w:t>
            </w:r>
            <w:r w:rsidR="00B13131">
              <w:rPr>
                <w:szCs w:val="28"/>
              </w:rPr>
              <w:t>асть, г. </w:t>
            </w:r>
            <w:r w:rsidRPr="00224953">
              <w:rPr>
                <w:szCs w:val="28"/>
              </w:rPr>
              <w:t xml:space="preserve">Ярославль, </w:t>
            </w:r>
            <w:r w:rsidR="00B13131">
              <w:rPr>
                <w:szCs w:val="28"/>
              </w:rPr>
              <w:t>г</w:t>
            </w:r>
            <w:r w:rsidRPr="00224953">
              <w:rPr>
                <w:szCs w:val="28"/>
              </w:rPr>
              <w:t xml:space="preserve">азопровод низкого давления </w:t>
            </w:r>
            <w:r w:rsidR="00B13131">
              <w:rPr>
                <w:szCs w:val="28"/>
              </w:rPr>
              <w:br/>
            </w:r>
            <w:r w:rsidRPr="00224953">
              <w:rPr>
                <w:szCs w:val="28"/>
              </w:rPr>
              <w:t>ул. Некрасова</w:t>
            </w:r>
            <w:r w:rsidR="00B13131">
              <w:rPr>
                <w:szCs w:val="28"/>
              </w:rPr>
              <w:t>,</w:t>
            </w:r>
            <w:r w:rsidRPr="00224953">
              <w:rPr>
                <w:szCs w:val="28"/>
              </w:rPr>
              <w:t xml:space="preserve"> д. 63</w:t>
            </w:r>
            <w:r w:rsidR="00B13131">
              <w:rPr>
                <w:szCs w:val="28"/>
              </w:rPr>
              <w:t xml:space="preserve"> корп.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76:23:050310:458</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350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1313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B13131">
            <w:pPr>
              <w:ind w:firstLine="0"/>
              <w:jc w:val="left"/>
              <w:rPr>
                <w:szCs w:val="28"/>
              </w:rPr>
            </w:pPr>
            <w:r w:rsidRPr="00224953">
              <w:rPr>
                <w:szCs w:val="28"/>
              </w:rPr>
              <w:t>Ярославская обл</w:t>
            </w:r>
            <w:r w:rsidR="00B13131">
              <w:rPr>
                <w:szCs w:val="28"/>
              </w:rPr>
              <w:t>асть</w:t>
            </w:r>
            <w:r w:rsidRPr="00224953">
              <w:rPr>
                <w:szCs w:val="28"/>
              </w:rPr>
              <w:t>, г</w:t>
            </w:r>
            <w:r w:rsidR="00B13131">
              <w:rPr>
                <w:szCs w:val="28"/>
              </w:rPr>
              <w:t>. </w:t>
            </w:r>
            <w:r w:rsidRPr="00224953">
              <w:rPr>
                <w:szCs w:val="28"/>
              </w:rPr>
              <w:t xml:space="preserve">Ярославль, газопровод низкого давления </w:t>
            </w:r>
            <w:r w:rsidR="00B13131">
              <w:rPr>
                <w:szCs w:val="28"/>
              </w:rPr>
              <w:br/>
            </w:r>
            <w:r w:rsidRPr="00224953">
              <w:rPr>
                <w:szCs w:val="28"/>
              </w:rPr>
              <w:t>просп</w:t>
            </w:r>
            <w:r w:rsidR="00B13131">
              <w:rPr>
                <w:szCs w:val="28"/>
              </w:rPr>
              <w:t>ект</w:t>
            </w:r>
            <w:r w:rsidRPr="00224953">
              <w:rPr>
                <w:szCs w:val="28"/>
              </w:rPr>
              <w:t xml:space="preserve"> Авиаторов</w:t>
            </w:r>
            <w:r w:rsidR="00B13131">
              <w:rPr>
                <w:szCs w:val="28"/>
              </w:rPr>
              <w:t>,</w:t>
            </w:r>
            <w:r w:rsidRPr="00224953">
              <w:rPr>
                <w:szCs w:val="28"/>
              </w:rPr>
              <w:t xml:space="preserve"> д. 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76:23:022003:555</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351</w:t>
            </w:r>
          </w:p>
        </w:tc>
        <w:tc>
          <w:tcPr>
            <w:tcW w:w="1289" w:type="pct"/>
            <w:tcBorders>
              <w:top w:val="single" w:sz="4" w:space="0" w:color="auto"/>
              <w:left w:val="nil"/>
              <w:bottom w:val="single" w:sz="4" w:space="0" w:color="auto"/>
              <w:right w:val="single" w:sz="4" w:space="0" w:color="auto"/>
            </w:tcBorders>
            <w:shd w:val="clear" w:color="auto" w:fill="auto"/>
            <w:hideMark/>
          </w:tcPr>
          <w:p w:rsidR="00B1313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B13131" w:rsidP="00D91137">
            <w:pPr>
              <w:ind w:firstLine="0"/>
              <w:jc w:val="left"/>
              <w:rPr>
                <w:szCs w:val="28"/>
              </w:rPr>
            </w:pPr>
            <w:r>
              <w:rPr>
                <w:szCs w:val="28"/>
              </w:rPr>
              <w:t>Ярославская область, г. </w:t>
            </w:r>
            <w:r w:rsidR="00D91137" w:rsidRPr="00224953">
              <w:rPr>
                <w:szCs w:val="28"/>
              </w:rPr>
              <w:t xml:space="preserve">Ярославль, газопровод низкого давления </w:t>
            </w:r>
            <w:r>
              <w:rPr>
                <w:szCs w:val="28"/>
              </w:rPr>
              <w:br/>
            </w:r>
            <w:r w:rsidR="00D91137" w:rsidRPr="00224953">
              <w:rPr>
                <w:szCs w:val="28"/>
              </w:rPr>
              <w:t>ул. Бабича</w:t>
            </w:r>
            <w:r>
              <w:rPr>
                <w:szCs w:val="28"/>
              </w:rPr>
              <w:t>,</w:t>
            </w:r>
            <w:r w:rsidR="00D91137" w:rsidRPr="00224953">
              <w:rPr>
                <w:szCs w:val="28"/>
              </w:rPr>
              <w:t xml:space="preserve"> д. 8 корп. 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76:23:010406:4321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B13131" w:rsidP="00D91137">
            <w:pPr>
              <w:ind w:firstLine="0"/>
              <w:jc w:val="left"/>
              <w:rPr>
                <w:szCs w:val="28"/>
              </w:rPr>
            </w:pPr>
            <w:r>
              <w:rPr>
                <w:szCs w:val="28"/>
              </w:rPr>
              <w:t xml:space="preserve">Сети газоснабжения: газопровод высокого давления, </w:t>
            </w:r>
            <w:r w:rsidR="00D91137" w:rsidRPr="00224953">
              <w:rPr>
                <w:szCs w:val="28"/>
              </w:rPr>
              <w:t>ШРП-156</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13131">
            <w:pPr>
              <w:ind w:firstLine="0"/>
              <w:jc w:val="left"/>
              <w:rPr>
                <w:szCs w:val="28"/>
              </w:rPr>
            </w:pPr>
            <w:r w:rsidRPr="00224953">
              <w:rPr>
                <w:szCs w:val="28"/>
              </w:rPr>
              <w:t>Ярославская обл</w:t>
            </w:r>
            <w:r w:rsidR="00B13131">
              <w:rPr>
                <w:szCs w:val="28"/>
              </w:rPr>
              <w:t>асть, г. </w:t>
            </w:r>
            <w:r w:rsidRPr="00224953">
              <w:rPr>
                <w:szCs w:val="28"/>
              </w:rPr>
              <w:t xml:space="preserve">Ярославль, </w:t>
            </w:r>
            <w:r w:rsidR="00B13131">
              <w:rPr>
                <w:szCs w:val="28"/>
              </w:rPr>
              <w:br/>
            </w:r>
            <w:r w:rsidRPr="00224953">
              <w:rPr>
                <w:szCs w:val="28"/>
              </w:rPr>
              <w:t>ул. Магистральная, д. 5л</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76:23:030308:647</w:t>
            </w:r>
          </w:p>
        </w:tc>
      </w:tr>
      <w:tr w:rsidR="00D91137" w:rsidRPr="00224953" w:rsidTr="00206A51">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353</w:t>
            </w:r>
          </w:p>
        </w:tc>
        <w:tc>
          <w:tcPr>
            <w:tcW w:w="1289" w:type="pct"/>
            <w:tcBorders>
              <w:top w:val="nil"/>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06A51">
            <w:pPr>
              <w:ind w:firstLine="0"/>
              <w:jc w:val="left"/>
              <w:rPr>
                <w:szCs w:val="28"/>
              </w:rPr>
            </w:pPr>
            <w:r w:rsidRPr="00224953">
              <w:rPr>
                <w:szCs w:val="28"/>
              </w:rPr>
              <w:t>Ярославская обл</w:t>
            </w:r>
            <w:r w:rsidR="00206A51">
              <w:rPr>
                <w:szCs w:val="28"/>
              </w:rPr>
              <w:t>асть, г. </w:t>
            </w:r>
            <w:r w:rsidRPr="00224953">
              <w:rPr>
                <w:szCs w:val="28"/>
              </w:rPr>
              <w:t>Ярославль,</w:t>
            </w:r>
            <w:r w:rsidR="00206A51">
              <w:rPr>
                <w:szCs w:val="28"/>
              </w:rPr>
              <w:t xml:space="preserve"> </w:t>
            </w:r>
            <w:r w:rsidRPr="00224953">
              <w:rPr>
                <w:szCs w:val="28"/>
              </w:rPr>
              <w:t xml:space="preserve">газопровод низкого давления </w:t>
            </w:r>
            <w:r w:rsidR="00206A51">
              <w:rPr>
                <w:szCs w:val="28"/>
              </w:rPr>
              <w:br/>
            </w:r>
            <w:r w:rsidRPr="00224953">
              <w:rPr>
                <w:szCs w:val="28"/>
              </w:rPr>
              <w:t>ул. Куропаткова</w:t>
            </w:r>
            <w:r w:rsidR="00206A51">
              <w:rPr>
                <w:szCs w:val="28"/>
              </w:rPr>
              <w:t>,</w:t>
            </w:r>
            <w:r w:rsidRPr="00224953">
              <w:rPr>
                <w:szCs w:val="28"/>
              </w:rPr>
              <w:t xml:space="preserve"> д. 59, 59а, 59б,</w:t>
            </w:r>
            <w:r w:rsidR="00206A51">
              <w:rPr>
                <w:szCs w:val="28"/>
              </w:rPr>
              <w:t xml:space="preserve"> </w:t>
            </w:r>
            <w:r w:rsidRPr="00224953">
              <w:rPr>
                <w:szCs w:val="28"/>
              </w:rPr>
              <w:t>59в</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76:23:010218:272</w:t>
            </w:r>
          </w:p>
        </w:tc>
      </w:tr>
      <w:tr w:rsidR="00D91137" w:rsidRPr="00224953" w:rsidTr="00206A51">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06A51">
            <w:pPr>
              <w:ind w:firstLine="0"/>
              <w:jc w:val="left"/>
              <w:rPr>
                <w:szCs w:val="28"/>
              </w:rPr>
            </w:pPr>
            <w:r w:rsidRPr="00224953">
              <w:rPr>
                <w:szCs w:val="28"/>
              </w:rPr>
              <w:t>Ярославская обл</w:t>
            </w:r>
            <w:r w:rsidR="00206A51">
              <w:rPr>
                <w:szCs w:val="28"/>
              </w:rPr>
              <w:t>асть, г. </w:t>
            </w:r>
            <w:r w:rsidRPr="00224953">
              <w:rPr>
                <w:szCs w:val="28"/>
              </w:rPr>
              <w:t xml:space="preserve">Ярославль, газопровод низкого давления </w:t>
            </w:r>
            <w:r w:rsidR="00206A51">
              <w:rPr>
                <w:szCs w:val="28"/>
              </w:rPr>
              <w:t xml:space="preserve">- </w:t>
            </w:r>
            <w:r w:rsidRPr="00224953">
              <w:rPr>
                <w:szCs w:val="28"/>
              </w:rPr>
              <w:t>лупинг ул. Мостецкая</w:t>
            </w:r>
            <w:r w:rsidR="00206A51">
              <w:rPr>
                <w:szCs w:val="28"/>
              </w:rPr>
              <w:t>,</w:t>
            </w:r>
            <w:r w:rsidRPr="00224953">
              <w:rPr>
                <w:szCs w:val="28"/>
              </w:rPr>
              <w:t xml:space="preserve"> д.</w:t>
            </w:r>
            <w:r w:rsidR="00206A51">
              <w:rPr>
                <w:szCs w:val="28"/>
              </w:rPr>
              <w:t xml:space="preserve"> </w:t>
            </w:r>
            <w:r w:rsidRPr="00224953">
              <w:rPr>
                <w:szCs w:val="28"/>
              </w:rPr>
              <w:t>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76:17:107101:18043</w:t>
            </w:r>
          </w:p>
        </w:tc>
      </w:tr>
      <w:tr w:rsidR="00D91137" w:rsidRPr="00224953" w:rsidTr="00206A51">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355</w:t>
            </w:r>
          </w:p>
        </w:tc>
        <w:tc>
          <w:tcPr>
            <w:tcW w:w="1289" w:type="pct"/>
            <w:tcBorders>
              <w:top w:val="single" w:sz="4" w:space="0" w:color="auto"/>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206A51">
            <w:pPr>
              <w:ind w:firstLine="0"/>
              <w:jc w:val="left"/>
              <w:rPr>
                <w:szCs w:val="28"/>
              </w:rPr>
            </w:pPr>
            <w:r w:rsidRPr="00224953">
              <w:rPr>
                <w:szCs w:val="28"/>
              </w:rPr>
              <w:t>Ярославская обл</w:t>
            </w:r>
            <w:r w:rsidR="00206A51">
              <w:rPr>
                <w:szCs w:val="28"/>
              </w:rPr>
              <w:t>асть, г. </w:t>
            </w:r>
            <w:r w:rsidRPr="00224953">
              <w:rPr>
                <w:szCs w:val="28"/>
              </w:rPr>
              <w:t>Ярославль, ул. Солнечная</w:t>
            </w:r>
            <w:r w:rsidR="00206A51">
              <w:rPr>
                <w:szCs w:val="28"/>
              </w:rPr>
              <w:t>,</w:t>
            </w:r>
            <w:r w:rsidRPr="00224953">
              <w:rPr>
                <w:szCs w:val="28"/>
              </w:rPr>
              <w:t xml:space="preserve"> д.</w:t>
            </w:r>
            <w:r w:rsidR="00206A51">
              <w:rPr>
                <w:szCs w:val="28"/>
              </w:rPr>
              <w:t xml:space="preserve"> </w:t>
            </w:r>
            <w:r w:rsidRPr="00224953">
              <w:rPr>
                <w:szCs w:val="28"/>
              </w:rPr>
              <w:t>13 корп.</w:t>
            </w:r>
            <w:r w:rsidR="00206A51">
              <w:rPr>
                <w:szCs w:val="28"/>
              </w:rPr>
              <w:t xml:space="preserve"> </w:t>
            </w:r>
            <w:r w:rsidRPr="00224953">
              <w:rPr>
                <w:szCs w:val="28"/>
              </w:rPr>
              <w:t>2, д.</w:t>
            </w:r>
            <w:r w:rsidR="00206A51">
              <w:rPr>
                <w:szCs w:val="28"/>
              </w:rPr>
              <w:t xml:space="preserve"> </w:t>
            </w:r>
            <w:r w:rsidRPr="00224953">
              <w:rPr>
                <w:szCs w:val="28"/>
              </w:rPr>
              <w:t>15, ул. Мостецкая</w:t>
            </w:r>
            <w:r w:rsidR="00206A51">
              <w:rPr>
                <w:szCs w:val="28"/>
              </w:rPr>
              <w:t>,</w:t>
            </w:r>
            <w:r w:rsidRPr="00224953">
              <w:rPr>
                <w:szCs w:val="28"/>
              </w:rPr>
              <w:t xml:space="preserve"> д.</w:t>
            </w:r>
            <w:r w:rsidR="00206A51">
              <w:rPr>
                <w:szCs w:val="28"/>
              </w:rPr>
              <w:t xml:space="preserve"> </w:t>
            </w:r>
            <w:r w:rsidRPr="00224953">
              <w:rPr>
                <w:szCs w:val="28"/>
              </w:rPr>
              <w:t>14</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76:17:107101:18149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356</w:t>
            </w:r>
          </w:p>
        </w:tc>
        <w:tc>
          <w:tcPr>
            <w:tcW w:w="1289" w:type="pct"/>
            <w:tcBorders>
              <w:top w:val="nil"/>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06A51">
            <w:pPr>
              <w:ind w:firstLine="0"/>
              <w:jc w:val="left"/>
              <w:rPr>
                <w:szCs w:val="28"/>
              </w:rPr>
            </w:pPr>
            <w:r w:rsidRPr="00224953">
              <w:rPr>
                <w:szCs w:val="28"/>
              </w:rPr>
              <w:t>Ярославская обл</w:t>
            </w:r>
            <w:r w:rsidR="00206A51">
              <w:rPr>
                <w:szCs w:val="28"/>
              </w:rPr>
              <w:t>асть, г. </w:t>
            </w:r>
            <w:r w:rsidRPr="00224953">
              <w:rPr>
                <w:szCs w:val="28"/>
              </w:rPr>
              <w:t xml:space="preserve">Ярославль, газопровод низкого давления </w:t>
            </w:r>
            <w:r w:rsidR="00206A51">
              <w:rPr>
                <w:szCs w:val="28"/>
              </w:rPr>
              <w:br/>
            </w:r>
            <w:r w:rsidRPr="00224953">
              <w:rPr>
                <w:szCs w:val="28"/>
              </w:rPr>
              <w:t>ул. Солнечная д.</w:t>
            </w:r>
            <w:r w:rsidR="00206A51">
              <w:rPr>
                <w:szCs w:val="28"/>
              </w:rPr>
              <w:t xml:space="preserve"> </w:t>
            </w:r>
            <w:r w:rsidRPr="00224953">
              <w:rPr>
                <w:szCs w:val="28"/>
              </w:rPr>
              <w:t>13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76:17:107101:18024</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357</w:t>
            </w:r>
          </w:p>
        </w:tc>
        <w:tc>
          <w:tcPr>
            <w:tcW w:w="1289" w:type="pct"/>
            <w:tcBorders>
              <w:top w:val="nil"/>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06A51" w:rsidP="00D91137">
            <w:pPr>
              <w:ind w:firstLine="0"/>
              <w:jc w:val="left"/>
              <w:rPr>
                <w:szCs w:val="28"/>
              </w:rPr>
            </w:pPr>
            <w:r>
              <w:rPr>
                <w:szCs w:val="28"/>
              </w:rPr>
              <w:t>Ярославская область, г. </w:t>
            </w:r>
            <w:r w:rsidR="00D91137" w:rsidRPr="00224953">
              <w:rPr>
                <w:szCs w:val="28"/>
              </w:rPr>
              <w:t xml:space="preserve">Ярославль, газопровод низкого давления </w:t>
            </w:r>
            <w:r>
              <w:rPr>
                <w:szCs w:val="28"/>
              </w:rPr>
              <w:br/>
            </w:r>
            <w:r w:rsidR="00D91137" w:rsidRPr="00224953">
              <w:rPr>
                <w:szCs w:val="28"/>
              </w:rPr>
              <w:t>ул. Пашуковская</w:t>
            </w:r>
            <w:r>
              <w:rPr>
                <w:szCs w:val="28"/>
              </w:rPr>
              <w:t>,</w:t>
            </w:r>
            <w:r w:rsidR="00D91137" w:rsidRPr="00224953">
              <w:rPr>
                <w:szCs w:val="28"/>
              </w:rPr>
              <w:t xml:space="preserve"> д. 5 корп. 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76:23:010406:4322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358</w:t>
            </w:r>
          </w:p>
        </w:tc>
        <w:tc>
          <w:tcPr>
            <w:tcW w:w="1289" w:type="pct"/>
            <w:tcBorders>
              <w:top w:val="nil"/>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06A51">
            <w:pPr>
              <w:ind w:firstLine="0"/>
              <w:jc w:val="left"/>
              <w:rPr>
                <w:szCs w:val="28"/>
              </w:rPr>
            </w:pPr>
            <w:r w:rsidRPr="00224953">
              <w:rPr>
                <w:szCs w:val="28"/>
              </w:rPr>
              <w:t>Ярославская обл</w:t>
            </w:r>
            <w:r w:rsidR="00206A51">
              <w:rPr>
                <w:szCs w:val="28"/>
              </w:rPr>
              <w:t>асть, г. </w:t>
            </w:r>
            <w:r w:rsidRPr="00224953">
              <w:rPr>
                <w:szCs w:val="28"/>
              </w:rPr>
              <w:t xml:space="preserve">Ярославль, газопровод низкого давления </w:t>
            </w:r>
            <w:r w:rsidR="00206A51">
              <w:rPr>
                <w:szCs w:val="28"/>
              </w:rPr>
              <w:br/>
            </w:r>
            <w:r w:rsidRPr="00224953">
              <w:rPr>
                <w:szCs w:val="28"/>
              </w:rPr>
              <w:t>ул. Брагинская</w:t>
            </w:r>
            <w:r w:rsidR="00206A51">
              <w:rPr>
                <w:szCs w:val="28"/>
              </w:rPr>
              <w:t>,</w:t>
            </w:r>
            <w:r w:rsidRPr="00224953">
              <w:rPr>
                <w:szCs w:val="28"/>
              </w:rPr>
              <w:t xml:space="preserve"> д. 19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76:23:010406:4324</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359</w:t>
            </w:r>
          </w:p>
        </w:tc>
        <w:tc>
          <w:tcPr>
            <w:tcW w:w="1289" w:type="pct"/>
            <w:tcBorders>
              <w:top w:val="nil"/>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06A51">
            <w:pPr>
              <w:ind w:firstLine="0"/>
              <w:jc w:val="left"/>
              <w:rPr>
                <w:szCs w:val="28"/>
              </w:rPr>
            </w:pPr>
            <w:r w:rsidRPr="00224953">
              <w:rPr>
                <w:szCs w:val="28"/>
              </w:rPr>
              <w:t>Ярославская обл</w:t>
            </w:r>
            <w:r w:rsidR="00206A51">
              <w:rPr>
                <w:szCs w:val="28"/>
              </w:rPr>
              <w:t>асть</w:t>
            </w:r>
            <w:r w:rsidRPr="00224953">
              <w:rPr>
                <w:szCs w:val="28"/>
              </w:rPr>
              <w:t>, г</w:t>
            </w:r>
            <w:r w:rsidR="00206A51">
              <w:rPr>
                <w:szCs w:val="28"/>
              </w:rPr>
              <w:t>. </w:t>
            </w:r>
            <w:r w:rsidRPr="00224953">
              <w:rPr>
                <w:szCs w:val="28"/>
              </w:rPr>
              <w:t xml:space="preserve">Ярославль, </w:t>
            </w:r>
            <w:r w:rsidR="00206A51">
              <w:rPr>
                <w:szCs w:val="28"/>
              </w:rPr>
              <w:t>г</w:t>
            </w:r>
            <w:r w:rsidRPr="00224953">
              <w:rPr>
                <w:szCs w:val="28"/>
              </w:rPr>
              <w:t xml:space="preserve">азопровод низкого давления </w:t>
            </w:r>
            <w:r w:rsidR="00206A51">
              <w:rPr>
                <w:szCs w:val="28"/>
              </w:rPr>
              <w:br/>
            </w:r>
            <w:r w:rsidRPr="00224953">
              <w:rPr>
                <w:szCs w:val="28"/>
              </w:rPr>
              <w:t>ул. Сосновая</w:t>
            </w:r>
            <w:r w:rsidR="00206A51">
              <w:rPr>
                <w:szCs w:val="28"/>
              </w:rPr>
              <w:t>,</w:t>
            </w:r>
            <w:r w:rsidRPr="00224953">
              <w:rPr>
                <w:szCs w:val="28"/>
              </w:rPr>
              <w:t xml:space="preserve"> д. 3 корп.</w:t>
            </w:r>
            <w:r w:rsidR="00206A51">
              <w:rPr>
                <w:szCs w:val="28"/>
              </w:rPr>
              <w:t xml:space="preserve">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76:23:020910:2590</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 xml:space="preserve">Объект газораспределения: </w:t>
            </w:r>
          </w:p>
          <w:p w:rsidR="00206A5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lastRenderedPageBreak/>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06A51" w:rsidP="00D91137">
            <w:pPr>
              <w:ind w:firstLine="0"/>
              <w:jc w:val="left"/>
              <w:rPr>
                <w:szCs w:val="28"/>
              </w:rPr>
            </w:pPr>
            <w:r>
              <w:rPr>
                <w:szCs w:val="28"/>
              </w:rPr>
              <w:lastRenderedPageBreak/>
              <w:t>Ярославская область, г. </w:t>
            </w:r>
            <w:r w:rsidR="00D91137" w:rsidRPr="00224953">
              <w:rPr>
                <w:szCs w:val="28"/>
              </w:rPr>
              <w:t xml:space="preserve">Ярославль, </w:t>
            </w:r>
            <w:r>
              <w:rPr>
                <w:szCs w:val="28"/>
              </w:rPr>
              <w:br/>
            </w:r>
            <w:r w:rsidR="00D91137" w:rsidRPr="00224953">
              <w:rPr>
                <w:szCs w:val="28"/>
              </w:rPr>
              <w:lastRenderedPageBreak/>
              <w:t>ул. Пирогова, к дому №</w:t>
            </w:r>
            <w:r>
              <w:rPr>
                <w:szCs w:val="28"/>
              </w:rPr>
              <w:t> </w:t>
            </w:r>
            <w:r w:rsidR="00D91137" w:rsidRPr="00224953">
              <w:rPr>
                <w:szCs w:val="28"/>
              </w:rPr>
              <w:t>31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76:23:061901:571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361</w:t>
            </w:r>
          </w:p>
        </w:tc>
        <w:tc>
          <w:tcPr>
            <w:tcW w:w="1289" w:type="pct"/>
            <w:tcBorders>
              <w:top w:val="single" w:sz="4" w:space="0" w:color="auto"/>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206A51">
            <w:pPr>
              <w:ind w:firstLine="0"/>
              <w:jc w:val="left"/>
              <w:rPr>
                <w:szCs w:val="28"/>
              </w:rPr>
            </w:pPr>
            <w:r w:rsidRPr="00224953">
              <w:rPr>
                <w:szCs w:val="28"/>
              </w:rPr>
              <w:t>Ярославская обл</w:t>
            </w:r>
            <w:r w:rsidR="00206A51">
              <w:rPr>
                <w:szCs w:val="28"/>
              </w:rPr>
              <w:t>асть, г. </w:t>
            </w:r>
            <w:r w:rsidRPr="00224953">
              <w:rPr>
                <w:szCs w:val="28"/>
              </w:rPr>
              <w:t>Ярославль, ул. 4-я Яковлевская, к дому № 17</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76:23:020811:476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362</w:t>
            </w:r>
          </w:p>
        </w:tc>
        <w:tc>
          <w:tcPr>
            <w:tcW w:w="1289" w:type="pct"/>
            <w:tcBorders>
              <w:top w:val="nil"/>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06A51" w:rsidP="00D91137">
            <w:pPr>
              <w:ind w:firstLine="0"/>
              <w:jc w:val="left"/>
              <w:rPr>
                <w:szCs w:val="28"/>
              </w:rPr>
            </w:pPr>
            <w:r>
              <w:rPr>
                <w:szCs w:val="28"/>
              </w:rPr>
              <w:t>Ярославская область, г. </w:t>
            </w:r>
            <w:r w:rsidR="00D91137" w:rsidRPr="00224953">
              <w:rPr>
                <w:szCs w:val="28"/>
              </w:rPr>
              <w:t>Ярославль, пер. Подвойского, к дому № 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76:23:040601:487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363</w:t>
            </w:r>
          </w:p>
        </w:tc>
        <w:tc>
          <w:tcPr>
            <w:tcW w:w="1289" w:type="pct"/>
            <w:tcBorders>
              <w:top w:val="nil"/>
              <w:left w:val="nil"/>
              <w:bottom w:val="single" w:sz="4" w:space="0" w:color="auto"/>
              <w:right w:val="single" w:sz="4" w:space="0" w:color="auto"/>
            </w:tcBorders>
            <w:shd w:val="clear" w:color="auto" w:fill="auto"/>
            <w:hideMark/>
          </w:tcPr>
          <w:p w:rsidR="00206A51"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06A51">
            <w:pPr>
              <w:ind w:firstLine="0"/>
              <w:jc w:val="left"/>
              <w:rPr>
                <w:szCs w:val="28"/>
              </w:rPr>
            </w:pPr>
            <w:r w:rsidRPr="00224953">
              <w:rPr>
                <w:szCs w:val="28"/>
              </w:rPr>
              <w:t>Ярославская обл</w:t>
            </w:r>
            <w:r w:rsidR="00206A51">
              <w:rPr>
                <w:szCs w:val="28"/>
              </w:rPr>
              <w:t>асть, г. </w:t>
            </w:r>
            <w:r w:rsidRPr="00224953">
              <w:rPr>
                <w:szCs w:val="28"/>
              </w:rPr>
              <w:t>Ярославль, Тверицкая наб</w:t>
            </w:r>
            <w:r w:rsidR="00206A51">
              <w:rPr>
                <w:szCs w:val="28"/>
              </w:rPr>
              <w:t>ережная</w:t>
            </w:r>
            <w:r w:rsidRPr="00224953">
              <w:rPr>
                <w:szCs w:val="28"/>
              </w:rPr>
              <w:t>, к дому № 25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76:23:021907:1031</w:t>
            </w:r>
          </w:p>
        </w:tc>
      </w:tr>
      <w:tr w:rsidR="00D91137" w:rsidRPr="00224953" w:rsidTr="00553073">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364</w:t>
            </w:r>
          </w:p>
        </w:tc>
        <w:tc>
          <w:tcPr>
            <w:tcW w:w="1289" w:type="pct"/>
            <w:tcBorders>
              <w:top w:val="nil"/>
              <w:left w:val="nil"/>
              <w:bottom w:val="single" w:sz="4" w:space="0" w:color="auto"/>
              <w:right w:val="single" w:sz="4" w:space="0" w:color="auto"/>
            </w:tcBorders>
            <w:shd w:val="clear" w:color="auto" w:fill="auto"/>
            <w:hideMark/>
          </w:tcPr>
          <w:p w:rsidR="00553073" w:rsidRDefault="00D91137" w:rsidP="00553073">
            <w:pPr>
              <w:ind w:firstLine="0"/>
              <w:jc w:val="left"/>
              <w:rPr>
                <w:szCs w:val="28"/>
              </w:rPr>
            </w:pPr>
            <w:r w:rsidRPr="00224953">
              <w:rPr>
                <w:szCs w:val="28"/>
              </w:rPr>
              <w:t>Объект газораспределе</w:t>
            </w:r>
            <w:r w:rsidR="00553073">
              <w:rPr>
                <w:szCs w:val="28"/>
              </w:rPr>
              <w:t>ния: газопровод низкого давления,</w:t>
            </w:r>
            <w:r w:rsidRPr="00224953">
              <w:rPr>
                <w:szCs w:val="28"/>
              </w:rPr>
              <w:t xml:space="preserve"> вынос газопровода </w:t>
            </w:r>
          </w:p>
          <w:p w:rsidR="00D91137" w:rsidRPr="00224953" w:rsidRDefault="00D91137" w:rsidP="00553073">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Ярославль, ул. 1-я Приречная, к дому № 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76:23:011501:342</w:t>
            </w:r>
          </w:p>
        </w:tc>
      </w:tr>
      <w:tr w:rsidR="00D91137" w:rsidRPr="00224953" w:rsidTr="00553073">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553073">
            <w:pPr>
              <w:ind w:firstLine="0"/>
              <w:jc w:val="left"/>
              <w:rPr>
                <w:szCs w:val="28"/>
              </w:rPr>
            </w:pPr>
            <w:r w:rsidRPr="00224953">
              <w:rPr>
                <w:szCs w:val="28"/>
              </w:rPr>
              <w:t>низкого давления</w:t>
            </w:r>
            <w:r w:rsidR="00553073">
              <w:rPr>
                <w:szCs w:val="28"/>
              </w:rPr>
              <w:t>,</w:t>
            </w:r>
            <w:r w:rsidRPr="00224953">
              <w:rPr>
                <w:szCs w:val="28"/>
              </w:rPr>
              <w:t xml:space="preserve"> вынос газопровода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 xml:space="preserve">Ярославль, </w:t>
            </w:r>
            <w:r w:rsidR="00553073">
              <w:rPr>
                <w:szCs w:val="28"/>
              </w:rPr>
              <w:br/>
            </w:r>
            <w:r w:rsidRPr="00224953">
              <w:rPr>
                <w:szCs w:val="28"/>
              </w:rPr>
              <w:t>ул. 1-я Норская наб</w:t>
            </w:r>
            <w:r w:rsidR="00553073">
              <w:rPr>
                <w:szCs w:val="28"/>
              </w:rPr>
              <w:t>ережная</w:t>
            </w:r>
            <w:r w:rsidRPr="00224953">
              <w:rPr>
                <w:szCs w:val="28"/>
              </w:rPr>
              <w:t>, к дому № 46а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76:23:011501:343</w:t>
            </w:r>
          </w:p>
        </w:tc>
      </w:tr>
      <w:tr w:rsidR="00D91137" w:rsidRPr="00224953" w:rsidTr="00553073">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366</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газопровод высокого давления</w:t>
            </w:r>
            <w:r w:rsidR="00553073">
              <w:rPr>
                <w:szCs w:val="28"/>
              </w:rPr>
              <w:t>,</w:t>
            </w:r>
            <w:r w:rsidRPr="00224953">
              <w:rPr>
                <w:szCs w:val="28"/>
              </w:rPr>
              <w:t xml:space="preserve"> газопровод низкого давления</w:t>
            </w:r>
            <w:r w:rsidR="00553073">
              <w:rPr>
                <w:szCs w:val="28"/>
              </w:rPr>
              <w:t>,</w:t>
            </w:r>
            <w:r w:rsidRPr="00224953">
              <w:rPr>
                <w:szCs w:val="28"/>
              </w:rPr>
              <w:t xml:space="preserve"> </w:t>
            </w:r>
            <w:r w:rsidR="00553073">
              <w:rPr>
                <w:szCs w:val="28"/>
              </w:rPr>
              <w:br/>
            </w:r>
            <w:r w:rsidRPr="00224953">
              <w:rPr>
                <w:szCs w:val="28"/>
              </w:rPr>
              <w:t>ШРП-250</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553073" w:rsidP="00D91137">
            <w:pPr>
              <w:ind w:firstLine="0"/>
              <w:jc w:val="left"/>
              <w:rPr>
                <w:szCs w:val="28"/>
              </w:rPr>
            </w:pPr>
            <w:r>
              <w:rPr>
                <w:szCs w:val="28"/>
              </w:rPr>
              <w:t>Ярославская область, г. </w:t>
            </w:r>
            <w:r w:rsidR="00D91137" w:rsidRPr="00224953">
              <w:rPr>
                <w:szCs w:val="28"/>
              </w:rPr>
              <w:t>Ярославль, п</w:t>
            </w:r>
            <w:r>
              <w:rPr>
                <w:szCs w:val="28"/>
              </w:rPr>
              <w:t>роспект Машиностроителей, к </w:t>
            </w:r>
            <w:r w:rsidR="00D91137" w:rsidRPr="00224953">
              <w:rPr>
                <w:szCs w:val="28"/>
              </w:rPr>
              <w:t>дому № 12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76:23:000000:16253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367</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Ярославль, 12-й пер. Маяковского, к дому № 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76:23:000000:16231</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368</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Ярославль, ул. Заливная, к дому № 107/8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76:23:000000:16229</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369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 xml:space="preserve">Объект газораспределения: газопровод высокого </w:t>
            </w:r>
            <w:r w:rsidRPr="00224953">
              <w:rPr>
                <w:szCs w:val="28"/>
              </w:rPr>
              <w:lastRenderedPageBreak/>
              <w:t>давления</w:t>
            </w:r>
            <w:r w:rsidR="00553073">
              <w:rPr>
                <w:szCs w:val="28"/>
              </w:rPr>
              <w:t xml:space="preserve">, </w:t>
            </w:r>
            <w:r w:rsidRPr="00224953">
              <w:rPr>
                <w:szCs w:val="28"/>
              </w:rPr>
              <w:t>газопровод низкого давления</w:t>
            </w:r>
            <w:r w:rsidR="00553073">
              <w:rPr>
                <w:szCs w:val="28"/>
              </w:rPr>
              <w:t>,</w:t>
            </w:r>
            <w:r w:rsidR="00553073">
              <w:rPr>
                <w:szCs w:val="28"/>
              </w:rPr>
              <w:br/>
            </w:r>
            <w:r w:rsidRPr="00224953">
              <w:rPr>
                <w:szCs w:val="28"/>
              </w:rPr>
              <w:t>ШРП-219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lastRenderedPageBreak/>
              <w:t>Я</w:t>
            </w:r>
            <w:r w:rsidR="00553073">
              <w:rPr>
                <w:szCs w:val="28"/>
              </w:rPr>
              <w:t>рославская область, г. </w:t>
            </w:r>
            <w:r w:rsidRPr="00224953">
              <w:rPr>
                <w:szCs w:val="28"/>
              </w:rPr>
              <w:t>Ярославль, Тверицкая наб</w:t>
            </w:r>
            <w:r w:rsidR="00553073">
              <w:rPr>
                <w:szCs w:val="28"/>
              </w:rPr>
              <w:t>ережная</w:t>
            </w:r>
            <w:r w:rsidRPr="00224953">
              <w:rPr>
                <w:szCs w:val="28"/>
              </w:rPr>
              <w:t>, к дому № 17а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76:23:021907:1032</w:t>
            </w:r>
          </w:p>
        </w:tc>
      </w:tr>
      <w:tr w:rsidR="00D91137" w:rsidRPr="00224953" w:rsidTr="00B771C2">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370</w:t>
            </w:r>
          </w:p>
        </w:tc>
        <w:tc>
          <w:tcPr>
            <w:tcW w:w="1289" w:type="pct"/>
            <w:tcBorders>
              <w:top w:val="single" w:sz="4" w:space="0" w:color="auto"/>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 xml:space="preserve">Российская Федерация, Ярославская область, </w:t>
            </w:r>
            <w:r w:rsidR="00553073">
              <w:rPr>
                <w:szCs w:val="28"/>
              </w:rPr>
              <w:br/>
            </w:r>
            <w:r w:rsidRPr="00224953">
              <w:rPr>
                <w:szCs w:val="28"/>
              </w:rPr>
              <w:t>городской округ город Ярославль, г</w:t>
            </w:r>
            <w:r w:rsidR="00553073">
              <w:rPr>
                <w:szCs w:val="28"/>
              </w:rPr>
              <w:t>.</w:t>
            </w:r>
            <w:r w:rsidRPr="00224953">
              <w:rPr>
                <w:szCs w:val="28"/>
              </w:rPr>
              <w:t xml:space="preserve"> Ярославль, Ильинский пер., к дому </w:t>
            </w:r>
            <w:r w:rsidR="00553073">
              <w:rPr>
                <w:szCs w:val="28"/>
              </w:rPr>
              <w:br/>
            </w:r>
            <w:r w:rsidRPr="00224953">
              <w:rPr>
                <w:szCs w:val="28"/>
              </w:rPr>
              <w:t>№ 21</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76:23:061705:1229</w:t>
            </w:r>
          </w:p>
        </w:tc>
      </w:tr>
      <w:tr w:rsidR="00D91137" w:rsidRPr="00224953" w:rsidTr="00553073">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371</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 xml:space="preserve">Российская Федерация, Ярославская область, </w:t>
            </w:r>
            <w:r w:rsidR="00553073">
              <w:rPr>
                <w:szCs w:val="28"/>
              </w:rPr>
              <w:br/>
            </w:r>
            <w:r w:rsidRPr="00224953">
              <w:rPr>
                <w:szCs w:val="28"/>
              </w:rPr>
              <w:t>городской округ город Ярославль, г</w:t>
            </w:r>
            <w:r w:rsidR="00553073">
              <w:rPr>
                <w:szCs w:val="28"/>
              </w:rPr>
              <w:t>.</w:t>
            </w:r>
            <w:r w:rsidRPr="00224953">
              <w:rPr>
                <w:szCs w:val="28"/>
              </w:rPr>
              <w:t xml:space="preserve"> Ярославль, ул</w:t>
            </w:r>
            <w:r w:rsidR="00553073">
              <w:rPr>
                <w:szCs w:val="28"/>
              </w:rPr>
              <w:t>. Преображенская, к </w:t>
            </w:r>
            <w:r w:rsidRPr="00224953">
              <w:rPr>
                <w:szCs w:val="28"/>
              </w:rPr>
              <w:t>дому № 1г</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76:23:061806:750</w:t>
            </w:r>
          </w:p>
        </w:tc>
      </w:tr>
      <w:tr w:rsidR="00D91137" w:rsidRPr="00224953" w:rsidTr="00553073">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553073" w:rsidP="00D91137">
            <w:pPr>
              <w:ind w:firstLine="0"/>
              <w:jc w:val="left"/>
              <w:rPr>
                <w:szCs w:val="28"/>
              </w:rPr>
            </w:pPr>
            <w:r>
              <w:rPr>
                <w:szCs w:val="28"/>
              </w:rPr>
              <w:t>низкого давления,</w:t>
            </w:r>
            <w:r w:rsidR="00D91137" w:rsidRPr="00224953">
              <w:rPr>
                <w:szCs w:val="28"/>
              </w:rPr>
              <w:t xml:space="preserve"> вынос газопровода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w:t>
            </w:r>
            <w:r w:rsidRPr="00224953">
              <w:rPr>
                <w:szCs w:val="28"/>
              </w:rPr>
              <w:t>,</w:t>
            </w:r>
            <w:r w:rsidR="00553073">
              <w:rPr>
                <w:szCs w:val="28"/>
              </w:rPr>
              <w:t xml:space="preserve"> г. </w:t>
            </w:r>
            <w:r w:rsidRPr="00224953">
              <w:rPr>
                <w:szCs w:val="28"/>
              </w:rPr>
              <w:t>Ярославль, 2-й Норский пер., к дому № 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76:23:000000:16234</w:t>
            </w:r>
          </w:p>
        </w:tc>
      </w:tr>
      <w:tr w:rsidR="00D91137" w:rsidRPr="00224953" w:rsidTr="00553073">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373</w:t>
            </w:r>
          </w:p>
        </w:tc>
        <w:tc>
          <w:tcPr>
            <w:tcW w:w="1289" w:type="pct"/>
            <w:tcBorders>
              <w:top w:val="single" w:sz="4" w:space="0" w:color="auto"/>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 xml:space="preserve">Ярославль, </w:t>
            </w:r>
            <w:r w:rsidR="00553073">
              <w:rPr>
                <w:szCs w:val="28"/>
              </w:rPr>
              <w:br/>
            </w:r>
            <w:r w:rsidRPr="00224953">
              <w:rPr>
                <w:szCs w:val="28"/>
              </w:rPr>
              <w:t>ул. Нагорная, к дому № 10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76:23:040612:369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374</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 xml:space="preserve">Ярославль, </w:t>
            </w:r>
            <w:r w:rsidR="00553073">
              <w:rPr>
                <w:szCs w:val="28"/>
              </w:rPr>
              <w:br/>
            </w:r>
            <w:r w:rsidRPr="00224953">
              <w:rPr>
                <w:szCs w:val="28"/>
              </w:rPr>
              <w:t xml:space="preserve">ул. Максимова, </w:t>
            </w:r>
            <w:r w:rsidR="00553073">
              <w:rPr>
                <w:szCs w:val="28"/>
              </w:rPr>
              <w:br/>
            </w:r>
            <w:r w:rsidRPr="00224953">
              <w:rPr>
                <w:szCs w:val="28"/>
              </w:rPr>
              <w:t>к дому № 1а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76:23:030705:1292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375</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 xml:space="preserve">Ярославль, </w:t>
            </w:r>
            <w:r w:rsidR="00553073">
              <w:rPr>
                <w:szCs w:val="28"/>
              </w:rPr>
              <w:br/>
            </w:r>
            <w:r w:rsidRPr="00224953">
              <w:rPr>
                <w:szCs w:val="28"/>
              </w:rPr>
              <w:t xml:space="preserve">ул. Максимова, </w:t>
            </w:r>
            <w:r w:rsidR="00553073">
              <w:rPr>
                <w:szCs w:val="28"/>
              </w:rPr>
              <w:br/>
            </w:r>
            <w:r w:rsidRPr="00224953">
              <w:rPr>
                <w:szCs w:val="28"/>
              </w:rPr>
              <w:t>к дому № 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76:23:030705:1293</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376</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 xml:space="preserve">Объект газораспределения: </w:t>
            </w:r>
          </w:p>
          <w:p w:rsidR="00D91137" w:rsidRPr="00224953" w:rsidRDefault="00D91137" w:rsidP="00D91137">
            <w:pPr>
              <w:ind w:firstLine="0"/>
              <w:jc w:val="left"/>
              <w:rPr>
                <w:szCs w:val="28"/>
              </w:rPr>
            </w:pPr>
            <w:r w:rsidRPr="00224953">
              <w:rPr>
                <w:szCs w:val="28"/>
              </w:rPr>
              <w:t>закольцовка газопровода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Ярославль, от д.</w:t>
            </w:r>
            <w:r w:rsidR="00553073">
              <w:rPr>
                <w:szCs w:val="28"/>
              </w:rPr>
              <w:t xml:space="preserve"> </w:t>
            </w:r>
            <w:r w:rsidRPr="00224953">
              <w:rPr>
                <w:szCs w:val="28"/>
              </w:rPr>
              <w:t>27 по ул. 4-я Яковлевская до д.</w:t>
            </w:r>
            <w:r w:rsidR="00553073">
              <w:rPr>
                <w:szCs w:val="28"/>
              </w:rPr>
              <w:t> </w:t>
            </w:r>
            <w:r w:rsidRPr="00224953">
              <w:rPr>
                <w:szCs w:val="28"/>
              </w:rPr>
              <w:t>15а по ул. 5-я Яковлевская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76:23:000000:16227</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377</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Ярославль, ул. 4-я Яковлевская, к дому № 19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76:23:020811:474</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378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 xml:space="preserve">Ярославль, </w:t>
            </w:r>
            <w:r w:rsidR="00553073">
              <w:rPr>
                <w:szCs w:val="28"/>
              </w:rPr>
              <w:br/>
            </w:r>
            <w:r w:rsidRPr="00224953">
              <w:rPr>
                <w:szCs w:val="28"/>
              </w:rPr>
              <w:t>ул. Ярославская, д.</w:t>
            </w:r>
            <w:r w:rsidR="00553073">
              <w:rPr>
                <w:szCs w:val="28"/>
              </w:rPr>
              <w:t xml:space="preserve"> </w:t>
            </w:r>
            <w:r w:rsidRPr="00224953">
              <w:rPr>
                <w:szCs w:val="28"/>
              </w:rPr>
              <w:t>161,</w:t>
            </w:r>
            <w:r w:rsidR="00553073">
              <w:rPr>
                <w:szCs w:val="28"/>
              </w:rPr>
              <w:t xml:space="preserve"> </w:t>
            </w:r>
            <w:r w:rsidR="00553073">
              <w:rPr>
                <w:szCs w:val="28"/>
              </w:rPr>
              <w:br/>
              <w:t xml:space="preserve">д. </w:t>
            </w:r>
            <w:r w:rsidRPr="00224953">
              <w:rPr>
                <w:szCs w:val="28"/>
              </w:rPr>
              <w:t>161 корп.</w:t>
            </w:r>
            <w:r w:rsidR="00553073">
              <w:rPr>
                <w:szCs w:val="28"/>
              </w:rPr>
              <w:t xml:space="preserve"> </w:t>
            </w:r>
            <w:r w:rsidRPr="00224953">
              <w:rPr>
                <w:szCs w:val="28"/>
              </w:rPr>
              <w:t xml:space="preserve">2, </w:t>
            </w:r>
            <w:r w:rsidR="00553073">
              <w:rPr>
                <w:szCs w:val="28"/>
              </w:rPr>
              <w:br/>
              <w:t xml:space="preserve">д. </w:t>
            </w:r>
            <w:r w:rsidRPr="00224953">
              <w:rPr>
                <w:szCs w:val="28"/>
              </w:rPr>
              <w:t>161 корп.</w:t>
            </w:r>
            <w:r w:rsidR="00553073">
              <w:rPr>
                <w:szCs w:val="28"/>
              </w:rPr>
              <w:t xml:space="preserve"> </w:t>
            </w:r>
            <w:r w:rsidRPr="00224953">
              <w:rPr>
                <w:szCs w:val="28"/>
              </w:rPr>
              <w:t>3</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76:23:060601:3187</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379</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 газопровод закольцовка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w:t>
            </w:r>
            <w:r w:rsidR="00553073">
              <w:rPr>
                <w:szCs w:val="28"/>
              </w:rPr>
              <w:t>ославская область, г. </w:t>
            </w:r>
            <w:r w:rsidRPr="00224953">
              <w:rPr>
                <w:szCs w:val="28"/>
              </w:rPr>
              <w:t>Ярославль, Фрунзенский</w:t>
            </w:r>
            <w:r w:rsidR="00553073">
              <w:rPr>
                <w:szCs w:val="28"/>
              </w:rPr>
              <w:t xml:space="preserve"> район</w:t>
            </w:r>
            <w:r w:rsidRPr="00224953">
              <w:rPr>
                <w:szCs w:val="28"/>
              </w:rPr>
              <w:t>, 6-ой Тормозной пер</w:t>
            </w:r>
            <w:r w:rsidR="00553073">
              <w:rPr>
                <w:szCs w:val="28"/>
              </w:rPr>
              <w:t>.</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76:23:000000:16233</w:t>
            </w:r>
          </w:p>
        </w:tc>
      </w:tr>
      <w:tr w:rsidR="00D91137" w:rsidRPr="00224953" w:rsidTr="00553073">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газопровод высокого давления, газопровод низкого давления, </w:t>
            </w:r>
            <w:r w:rsidR="00553073">
              <w:rPr>
                <w:szCs w:val="28"/>
              </w:rPr>
              <w:br/>
            </w:r>
            <w:r w:rsidRPr="00224953">
              <w:rPr>
                <w:szCs w:val="28"/>
              </w:rPr>
              <w:t>ШРП-291</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Ярославль, ул. 5-я Яковлевская, к дому № 17б</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76:23:020812:677</w:t>
            </w:r>
          </w:p>
        </w:tc>
      </w:tr>
      <w:tr w:rsidR="00D91137" w:rsidRPr="00224953" w:rsidTr="00553073">
        <w:trPr>
          <w:trHeight w:val="411"/>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Ярославская обл</w:t>
            </w:r>
            <w:r w:rsidR="00553073">
              <w:rPr>
                <w:szCs w:val="28"/>
              </w:rPr>
              <w:t>асть, г. </w:t>
            </w:r>
            <w:r w:rsidRPr="00224953">
              <w:rPr>
                <w:szCs w:val="28"/>
              </w:rPr>
              <w:t>Ярославль, ул. 5-я Яковлевская, к дому № 17а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76:23:020812:676</w:t>
            </w:r>
          </w:p>
        </w:tc>
      </w:tr>
      <w:tr w:rsidR="00D91137" w:rsidRPr="00224953" w:rsidTr="00553073">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382</w:t>
            </w:r>
          </w:p>
        </w:tc>
        <w:tc>
          <w:tcPr>
            <w:tcW w:w="1289" w:type="pct"/>
            <w:tcBorders>
              <w:top w:val="single" w:sz="4" w:space="0" w:color="auto"/>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553073" w:rsidP="00553073">
            <w:pPr>
              <w:ind w:firstLine="0"/>
              <w:jc w:val="left"/>
              <w:rPr>
                <w:szCs w:val="28"/>
              </w:rPr>
            </w:pPr>
            <w:r>
              <w:rPr>
                <w:szCs w:val="28"/>
              </w:rPr>
              <w:t>Ярославская область, г. </w:t>
            </w:r>
            <w:r w:rsidR="00D91137" w:rsidRPr="00224953">
              <w:rPr>
                <w:szCs w:val="28"/>
              </w:rPr>
              <w:t>Ярославль, Ленинградский</w:t>
            </w:r>
            <w:r>
              <w:rPr>
                <w:szCs w:val="28"/>
              </w:rPr>
              <w:t xml:space="preserve"> проспект, д. 74 корп. </w:t>
            </w:r>
            <w:r w:rsidR="00D91137" w:rsidRPr="00224953">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76:23:011401:9034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383</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553073" w:rsidP="00553073">
            <w:pPr>
              <w:ind w:firstLine="0"/>
              <w:jc w:val="left"/>
              <w:rPr>
                <w:szCs w:val="28"/>
              </w:rPr>
            </w:pPr>
            <w:r>
              <w:rPr>
                <w:szCs w:val="28"/>
              </w:rPr>
              <w:t xml:space="preserve">Ярославская область, г. Ярославль, </w:t>
            </w:r>
            <w:r>
              <w:rPr>
                <w:szCs w:val="28"/>
              </w:rPr>
              <w:br/>
              <w:t>ул. Папанина, д.</w:t>
            </w:r>
            <w:r w:rsidR="00D91137" w:rsidRPr="00224953">
              <w:rPr>
                <w:szCs w:val="28"/>
              </w:rPr>
              <w:t xml:space="preserve"> 10</w:t>
            </w:r>
            <w:r>
              <w:rPr>
                <w:szCs w:val="28"/>
              </w:rPr>
              <w:t xml:space="preserve"> </w:t>
            </w:r>
            <w:r>
              <w:rPr>
                <w:szCs w:val="28"/>
              </w:rPr>
              <w:br/>
              <w:t>корп.</w:t>
            </w:r>
            <w:r w:rsidR="00D91137" w:rsidRPr="00224953">
              <w:rPr>
                <w:szCs w:val="28"/>
              </w:rPr>
              <w:t xml:space="preserve"> 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76:23:020910:2578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553073">
            <w:pPr>
              <w:ind w:firstLine="0"/>
              <w:jc w:val="left"/>
              <w:rPr>
                <w:szCs w:val="28"/>
              </w:rPr>
            </w:pPr>
            <w:r w:rsidRPr="00224953">
              <w:rPr>
                <w:szCs w:val="28"/>
              </w:rPr>
              <w:t>Объект газораспределения:</w:t>
            </w:r>
            <w:r w:rsidR="00553073">
              <w:rPr>
                <w:szCs w:val="28"/>
              </w:rPr>
              <w:br/>
            </w:r>
            <w:r w:rsidRPr="00224953">
              <w:rPr>
                <w:szCs w:val="28"/>
              </w:rPr>
              <w:t xml:space="preserve">газопровод </w:t>
            </w:r>
            <w:r w:rsidR="00553073">
              <w:rPr>
                <w:szCs w:val="28"/>
              </w:rPr>
              <w:br/>
            </w: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w:t>
            </w:r>
            <w:r w:rsidR="00553073">
              <w:rPr>
                <w:szCs w:val="28"/>
              </w:rPr>
              <w:t>рославская область, г. </w:t>
            </w:r>
            <w:r w:rsidRPr="00224953">
              <w:rPr>
                <w:szCs w:val="28"/>
              </w:rPr>
              <w:t>Ярославль, Суздальское шоссе, д.</w:t>
            </w:r>
            <w:r w:rsidR="00553073">
              <w:rPr>
                <w:szCs w:val="28"/>
              </w:rPr>
              <w:t xml:space="preserve"> </w:t>
            </w:r>
            <w:r w:rsidRPr="00224953">
              <w:rPr>
                <w:szCs w:val="28"/>
              </w:rPr>
              <w:t>18, 20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76:23:061002:2811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газопровод высокого давления, газопровод низкого давления, </w:t>
            </w:r>
            <w:r w:rsidR="00553073">
              <w:rPr>
                <w:szCs w:val="28"/>
              </w:rPr>
              <w:br/>
            </w:r>
            <w:r w:rsidRPr="00224953">
              <w:rPr>
                <w:szCs w:val="28"/>
              </w:rPr>
              <w:t>ШРП-221</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553073"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2-я Новая, д.</w:t>
            </w:r>
            <w:r>
              <w:rPr>
                <w:szCs w:val="28"/>
              </w:rPr>
              <w:t xml:space="preserve"> </w:t>
            </w:r>
            <w:r w:rsidR="00D91137" w:rsidRPr="00224953">
              <w:rPr>
                <w:szCs w:val="28"/>
              </w:rPr>
              <w:t>24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76:23:000000:16289</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386</w:t>
            </w:r>
          </w:p>
        </w:tc>
        <w:tc>
          <w:tcPr>
            <w:tcW w:w="1289" w:type="pct"/>
            <w:tcBorders>
              <w:top w:val="nil"/>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553073" w:rsidP="00D91137">
            <w:pPr>
              <w:ind w:firstLine="0"/>
              <w:jc w:val="left"/>
              <w:rPr>
                <w:szCs w:val="28"/>
              </w:rPr>
            </w:pPr>
            <w:r>
              <w:rPr>
                <w:szCs w:val="28"/>
              </w:rPr>
              <w:t>Ярославская область, г. </w:t>
            </w:r>
            <w:r w:rsidR="00D91137" w:rsidRPr="00224953">
              <w:rPr>
                <w:szCs w:val="28"/>
              </w:rPr>
              <w:t>Ярославль, закольцовка ул. 2-я Новая, д.</w:t>
            </w:r>
            <w:r>
              <w:rPr>
                <w:szCs w:val="28"/>
              </w:rPr>
              <w:t xml:space="preserve"> </w:t>
            </w:r>
            <w:r w:rsidR="00D91137" w:rsidRPr="00224953">
              <w:rPr>
                <w:szCs w:val="28"/>
              </w:rPr>
              <w:t>24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76:23:000000:16280</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387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553073" w:rsidP="00D91137">
            <w:pPr>
              <w:ind w:firstLine="0"/>
              <w:jc w:val="left"/>
              <w:rPr>
                <w:szCs w:val="28"/>
              </w:rPr>
            </w:pPr>
            <w:r>
              <w:rPr>
                <w:szCs w:val="28"/>
              </w:rPr>
              <w:t>Ярославская область, г. </w:t>
            </w:r>
            <w:r w:rsidR="00D91137" w:rsidRPr="00224953">
              <w:rPr>
                <w:szCs w:val="28"/>
              </w:rPr>
              <w:t>Ярославль, д. Старое Брагино, д. 39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76:23:010602:7107</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388</w:t>
            </w:r>
          </w:p>
        </w:tc>
        <w:tc>
          <w:tcPr>
            <w:tcW w:w="1289" w:type="pct"/>
            <w:tcBorders>
              <w:top w:val="single" w:sz="4" w:space="0" w:color="auto"/>
              <w:left w:val="nil"/>
              <w:bottom w:val="single" w:sz="4" w:space="0" w:color="auto"/>
              <w:right w:val="single" w:sz="4" w:space="0" w:color="auto"/>
            </w:tcBorders>
            <w:shd w:val="clear" w:color="auto" w:fill="auto"/>
            <w:hideMark/>
          </w:tcPr>
          <w:p w:rsidR="005530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553073">
              <w:rPr>
                <w:szCs w:val="28"/>
              </w:rPr>
              <w:t xml:space="preserve"> область, г. </w:t>
            </w:r>
            <w:r w:rsidRPr="00224953">
              <w:rPr>
                <w:szCs w:val="28"/>
              </w:rPr>
              <w:t>Ярославль, закольцовка во дворе д.</w:t>
            </w:r>
            <w:r w:rsidR="006D0F34">
              <w:rPr>
                <w:szCs w:val="28"/>
              </w:rPr>
              <w:t xml:space="preserve"> 41 и 41а ул. </w:t>
            </w:r>
            <w:r w:rsidRPr="00224953">
              <w:rPr>
                <w:szCs w:val="28"/>
              </w:rPr>
              <w:t>Пирогова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76:23:000000:16273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389</w:t>
            </w:r>
          </w:p>
        </w:tc>
        <w:tc>
          <w:tcPr>
            <w:tcW w:w="1289" w:type="pct"/>
            <w:tcBorders>
              <w:top w:val="nil"/>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Ярославская обл</w:t>
            </w:r>
            <w:r w:rsidR="006D0F34">
              <w:rPr>
                <w:szCs w:val="28"/>
              </w:rPr>
              <w:t>асть</w:t>
            </w:r>
            <w:r w:rsidRPr="00224953">
              <w:rPr>
                <w:szCs w:val="28"/>
              </w:rPr>
              <w:t>, г</w:t>
            </w:r>
            <w:r w:rsidR="006D0F34">
              <w:rPr>
                <w:szCs w:val="28"/>
              </w:rPr>
              <w:t>. </w:t>
            </w:r>
            <w:r w:rsidRPr="00224953">
              <w:rPr>
                <w:szCs w:val="28"/>
              </w:rPr>
              <w:t>Ярославль, ул. Светлая, д.</w:t>
            </w:r>
            <w:r w:rsidR="006D0F34">
              <w:rPr>
                <w:szCs w:val="28"/>
              </w:rPr>
              <w:t xml:space="preserve"> </w:t>
            </w:r>
            <w:r w:rsidRPr="00224953">
              <w:rPr>
                <w:szCs w:val="28"/>
              </w:rPr>
              <w:t>54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76:23:000000:16274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390</w:t>
            </w:r>
          </w:p>
        </w:tc>
        <w:tc>
          <w:tcPr>
            <w:tcW w:w="1289" w:type="pct"/>
            <w:tcBorders>
              <w:top w:val="nil"/>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Ярославская обл</w:t>
            </w:r>
            <w:r w:rsidR="006D0F34">
              <w:rPr>
                <w:szCs w:val="28"/>
              </w:rPr>
              <w:t>асть</w:t>
            </w:r>
            <w:r w:rsidRPr="00224953">
              <w:rPr>
                <w:szCs w:val="28"/>
              </w:rPr>
              <w:t>, г</w:t>
            </w:r>
            <w:r w:rsidR="006D0F34">
              <w:rPr>
                <w:szCs w:val="28"/>
              </w:rPr>
              <w:t>. </w:t>
            </w:r>
            <w:r w:rsidRPr="00224953">
              <w:rPr>
                <w:szCs w:val="28"/>
              </w:rPr>
              <w:t>Ярославль, закольцовка ул. Малая Московская, д.</w:t>
            </w:r>
            <w:r w:rsidR="006D0F34">
              <w:rPr>
                <w:szCs w:val="28"/>
              </w:rPr>
              <w:t> </w:t>
            </w:r>
            <w:r w:rsidRPr="00224953">
              <w:rPr>
                <w:szCs w:val="28"/>
              </w:rPr>
              <w:t>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76:23:000000:16275</w:t>
            </w:r>
          </w:p>
        </w:tc>
      </w:tr>
      <w:tr w:rsidR="00D91137" w:rsidRPr="00224953" w:rsidTr="006D0F3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391</w:t>
            </w:r>
          </w:p>
        </w:tc>
        <w:tc>
          <w:tcPr>
            <w:tcW w:w="1289" w:type="pct"/>
            <w:tcBorders>
              <w:top w:val="nil"/>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Ярославская обл</w:t>
            </w:r>
            <w:r w:rsidR="006D0F34">
              <w:rPr>
                <w:szCs w:val="28"/>
              </w:rPr>
              <w:t>асть, г. </w:t>
            </w:r>
            <w:r w:rsidRPr="00224953">
              <w:rPr>
                <w:szCs w:val="28"/>
              </w:rPr>
              <w:t>Ярославль, ул. Малая Московская, д.</w:t>
            </w:r>
            <w:r w:rsidR="006D0F34">
              <w:rPr>
                <w:szCs w:val="28"/>
              </w:rPr>
              <w:t xml:space="preserve"> </w:t>
            </w:r>
            <w:r w:rsidRPr="00224953">
              <w:rPr>
                <w:szCs w:val="28"/>
              </w:rPr>
              <w:t>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76:23:000000:16286</w:t>
            </w:r>
          </w:p>
        </w:tc>
      </w:tr>
      <w:tr w:rsidR="00D91137" w:rsidRPr="00224953" w:rsidTr="006D0F3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Ярославская обл</w:t>
            </w:r>
            <w:r w:rsidR="006D0F34">
              <w:rPr>
                <w:szCs w:val="28"/>
              </w:rPr>
              <w:t>асть, г. </w:t>
            </w:r>
            <w:r w:rsidRPr="00224953">
              <w:rPr>
                <w:szCs w:val="28"/>
              </w:rPr>
              <w:t>Ярославль, ул. Большая Луговая, д.</w:t>
            </w:r>
            <w:r w:rsidR="006D0F34">
              <w:rPr>
                <w:szCs w:val="28"/>
              </w:rPr>
              <w:t xml:space="preserve"> </w:t>
            </w:r>
            <w:r w:rsidRPr="00224953">
              <w:rPr>
                <w:szCs w:val="28"/>
              </w:rPr>
              <w:t>38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76:23:000000:16278</w:t>
            </w:r>
          </w:p>
        </w:tc>
      </w:tr>
      <w:tr w:rsidR="00D91137" w:rsidRPr="00224953" w:rsidTr="006D0F3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393</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газопровод высокого давления, ШРП-105</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6D0F34" w:rsidP="006D0F34">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Тверицкая наб</w:t>
            </w:r>
            <w:r>
              <w:rPr>
                <w:szCs w:val="28"/>
              </w:rPr>
              <w:t>ережная, в райо</w:t>
            </w:r>
            <w:r w:rsidR="00D91137" w:rsidRPr="00224953">
              <w:rPr>
                <w:szCs w:val="28"/>
              </w:rPr>
              <w:t>не д.</w:t>
            </w:r>
            <w:r>
              <w:rPr>
                <w:szCs w:val="28"/>
              </w:rPr>
              <w:t> </w:t>
            </w:r>
            <w:r w:rsidR="00D91137" w:rsidRPr="00224953">
              <w:rPr>
                <w:szCs w:val="28"/>
              </w:rPr>
              <w:t>70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76:23:000000:16288</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газопровод высокого давления, газопровод низкого давления, </w:t>
            </w:r>
            <w:r w:rsidR="006D0F34">
              <w:rPr>
                <w:szCs w:val="28"/>
              </w:rPr>
              <w:br/>
            </w:r>
            <w:r w:rsidRPr="00224953">
              <w:rPr>
                <w:szCs w:val="28"/>
              </w:rPr>
              <w:t>ШРП-223</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 xml:space="preserve">Российская Федерация, Ярославская область, городской округ город </w:t>
            </w:r>
            <w:r w:rsidR="006D0F34">
              <w:rPr>
                <w:szCs w:val="28"/>
              </w:rPr>
              <w:br/>
            </w:r>
            <w:r w:rsidRPr="00224953">
              <w:rPr>
                <w:szCs w:val="28"/>
              </w:rPr>
              <w:t>Ярославль, г Ярославль, ул Большая</w:t>
            </w:r>
            <w:r w:rsidR="006D0F34">
              <w:rPr>
                <w:szCs w:val="28"/>
              </w:rPr>
              <w:t xml:space="preserve"> </w:t>
            </w:r>
            <w:r w:rsidRPr="00224953">
              <w:rPr>
                <w:szCs w:val="28"/>
              </w:rPr>
              <w:t>Федоровская, д</w:t>
            </w:r>
            <w:r w:rsidR="006D0F34">
              <w:rPr>
                <w:szCs w:val="28"/>
              </w:rPr>
              <w:t>.</w:t>
            </w:r>
            <w:r w:rsidRPr="00224953">
              <w:rPr>
                <w:szCs w:val="28"/>
              </w:rPr>
              <w:t xml:space="preserve"> 11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76:23:061203:600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395</w:t>
            </w:r>
          </w:p>
        </w:tc>
        <w:tc>
          <w:tcPr>
            <w:tcW w:w="1289" w:type="pct"/>
            <w:tcBorders>
              <w:top w:val="nil"/>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 xml:space="preserve">Объект газораспределения: </w:t>
            </w:r>
          </w:p>
          <w:p w:rsidR="006D0F3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6D0F34" w:rsidP="00D91137">
            <w:pPr>
              <w:ind w:firstLine="0"/>
              <w:jc w:val="left"/>
              <w:rPr>
                <w:szCs w:val="28"/>
              </w:rPr>
            </w:pPr>
            <w:r>
              <w:rPr>
                <w:szCs w:val="28"/>
              </w:rPr>
              <w:t>Ярославская область, г. </w:t>
            </w:r>
            <w:r w:rsidR="00D91137" w:rsidRPr="00224953">
              <w:rPr>
                <w:szCs w:val="28"/>
              </w:rPr>
              <w:t>Ярославль, ул. Наумова, д. 59/6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76:23:000000:16281</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396</w:t>
            </w:r>
          </w:p>
        </w:tc>
        <w:tc>
          <w:tcPr>
            <w:tcW w:w="1289" w:type="pct"/>
            <w:tcBorders>
              <w:top w:val="nil"/>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6D0F34"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Подбутырская, д.</w:t>
            </w:r>
            <w:r>
              <w:rPr>
                <w:szCs w:val="28"/>
              </w:rPr>
              <w:t xml:space="preserve"> </w:t>
            </w:r>
            <w:r w:rsidR="00D91137"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76:23:040515:1044</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397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Ярославская обл</w:t>
            </w:r>
            <w:r w:rsidR="006D0F34">
              <w:rPr>
                <w:szCs w:val="28"/>
              </w:rPr>
              <w:t>асть, г. </w:t>
            </w:r>
            <w:r w:rsidRPr="00224953">
              <w:rPr>
                <w:szCs w:val="28"/>
              </w:rPr>
              <w:t xml:space="preserve">Ярославль, </w:t>
            </w:r>
            <w:r w:rsidR="006D0F34">
              <w:rPr>
                <w:szCs w:val="28"/>
              </w:rPr>
              <w:br/>
            </w:r>
            <w:r w:rsidRPr="00224953">
              <w:rPr>
                <w:szCs w:val="28"/>
              </w:rPr>
              <w:t>ул. Подбутырская, д.</w:t>
            </w:r>
            <w:r w:rsidR="006D0F34">
              <w:rPr>
                <w:szCs w:val="28"/>
              </w:rPr>
              <w:t xml:space="preserve"> </w:t>
            </w:r>
            <w:r w:rsidRPr="00224953">
              <w:rPr>
                <w:szCs w:val="28"/>
              </w:rPr>
              <w:t>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76:23:040515:1045</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398</w:t>
            </w:r>
          </w:p>
        </w:tc>
        <w:tc>
          <w:tcPr>
            <w:tcW w:w="1289" w:type="pct"/>
            <w:tcBorders>
              <w:top w:val="single" w:sz="4" w:space="0" w:color="auto"/>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Ярославская область, г</w:t>
            </w:r>
            <w:r w:rsidR="006D0F34">
              <w:rPr>
                <w:szCs w:val="28"/>
              </w:rPr>
              <w:t>. </w:t>
            </w:r>
            <w:r w:rsidRPr="00224953">
              <w:rPr>
                <w:szCs w:val="28"/>
              </w:rPr>
              <w:t xml:space="preserve">Ярославль, </w:t>
            </w:r>
            <w:r w:rsidR="006D0F34">
              <w:rPr>
                <w:szCs w:val="28"/>
              </w:rPr>
              <w:br/>
            </w:r>
            <w:r w:rsidRPr="00224953">
              <w:rPr>
                <w:szCs w:val="28"/>
              </w:rPr>
              <w:t>ул. Мельничная, д. 63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76:23:060114:644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399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газопровод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 xml:space="preserve">Ярославская область, </w:t>
            </w:r>
            <w:r w:rsidR="006D0F34">
              <w:rPr>
                <w:szCs w:val="28"/>
              </w:rPr>
              <w:br/>
              <w:t>г.</w:t>
            </w:r>
            <w:r w:rsidRPr="00224953">
              <w:rPr>
                <w:szCs w:val="28"/>
              </w:rPr>
              <w:t xml:space="preserve"> Ярославль, Ленинский район, ул</w:t>
            </w:r>
            <w:r w:rsidR="006D0F34">
              <w:rPr>
                <w:szCs w:val="28"/>
              </w:rPr>
              <w:t xml:space="preserve">. </w:t>
            </w:r>
            <w:r w:rsidRPr="00224953">
              <w:rPr>
                <w:szCs w:val="28"/>
              </w:rPr>
              <w:t>Жукова, д</w:t>
            </w:r>
            <w:r w:rsidR="006D0F34">
              <w:rPr>
                <w:szCs w:val="28"/>
              </w:rPr>
              <w:t>.</w:t>
            </w:r>
            <w:r w:rsidRPr="00224953">
              <w:rPr>
                <w:szCs w:val="28"/>
              </w:rPr>
              <w:t xml:space="preserve"> 17б</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76:23:050508:735</w:t>
            </w:r>
          </w:p>
        </w:tc>
      </w:tr>
      <w:tr w:rsidR="00D91137" w:rsidRPr="00224953" w:rsidTr="006D0F3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400</w:t>
            </w:r>
          </w:p>
        </w:tc>
        <w:tc>
          <w:tcPr>
            <w:tcW w:w="1289" w:type="pct"/>
            <w:tcBorders>
              <w:top w:val="nil"/>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 xml:space="preserve">Объект газораспределения: газопровод среднего давления, газопровод низкого давления, </w:t>
            </w:r>
          </w:p>
          <w:p w:rsidR="00D91137" w:rsidRPr="00224953" w:rsidRDefault="00D91137" w:rsidP="00D91137">
            <w:pPr>
              <w:ind w:firstLine="0"/>
              <w:jc w:val="left"/>
              <w:rPr>
                <w:szCs w:val="28"/>
              </w:rPr>
            </w:pPr>
            <w:r w:rsidRPr="00224953">
              <w:rPr>
                <w:szCs w:val="28"/>
              </w:rPr>
              <w:t>ШРП-141</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6D0F34"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Калмыковых, д</w:t>
            </w:r>
            <w:r>
              <w:rPr>
                <w:szCs w:val="28"/>
              </w:rPr>
              <w:t>.</w:t>
            </w:r>
            <w:r w:rsidR="00D91137" w:rsidRPr="00224953">
              <w:rPr>
                <w:szCs w:val="28"/>
              </w:rPr>
              <w:t xml:space="preserve"> 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76:23:041701:325</w:t>
            </w:r>
          </w:p>
        </w:tc>
      </w:tr>
      <w:tr w:rsidR="00D91137" w:rsidRPr="00224953" w:rsidTr="006D0F3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Ярославская обл</w:t>
            </w:r>
            <w:r w:rsidR="006D0F34">
              <w:rPr>
                <w:szCs w:val="28"/>
              </w:rPr>
              <w:t>асть, г. </w:t>
            </w:r>
            <w:r w:rsidRPr="00224953">
              <w:rPr>
                <w:szCs w:val="28"/>
              </w:rPr>
              <w:t>Ярославль, Дачный пер., д.</w:t>
            </w:r>
            <w:r w:rsidR="006D0F34">
              <w:rPr>
                <w:szCs w:val="28"/>
              </w:rPr>
              <w:t xml:space="preserve"> </w:t>
            </w:r>
            <w:r w:rsidRPr="00224953">
              <w:rPr>
                <w:szCs w:val="28"/>
              </w:rPr>
              <w:t>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76:23:021905:417</w:t>
            </w:r>
          </w:p>
        </w:tc>
      </w:tr>
      <w:tr w:rsidR="00D91137" w:rsidRPr="00224953" w:rsidTr="006D0F3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402</w:t>
            </w:r>
          </w:p>
        </w:tc>
        <w:tc>
          <w:tcPr>
            <w:tcW w:w="1289" w:type="pct"/>
            <w:tcBorders>
              <w:top w:val="single" w:sz="4" w:space="0" w:color="auto"/>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6D0F34" w:rsidP="00D91137">
            <w:pPr>
              <w:ind w:firstLine="0"/>
              <w:jc w:val="left"/>
              <w:rPr>
                <w:szCs w:val="28"/>
              </w:rPr>
            </w:pPr>
            <w:r>
              <w:rPr>
                <w:szCs w:val="28"/>
              </w:rPr>
              <w:t>Ярославская область, г. </w:t>
            </w:r>
            <w:r w:rsidR="00D91137" w:rsidRPr="00224953">
              <w:rPr>
                <w:szCs w:val="28"/>
              </w:rPr>
              <w:t>Ярославль, перекладка ул. Свободы, д. 72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76:23:030406:454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403</w:t>
            </w:r>
          </w:p>
        </w:tc>
        <w:tc>
          <w:tcPr>
            <w:tcW w:w="1289" w:type="pct"/>
            <w:tcBorders>
              <w:top w:val="nil"/>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6D0F34">
            <w:pPr>
              <w:ind w:firstLine="0"/>
              <w:jc w:val="left"/>
              <w:rPr>
                <w:szCs w:val="28"/>
              </w:rPr>
            </w:pPr>
            <w:r w:rsidRPr="00224953">
              <w:rPr>
                <w:szCs w:val="28"/>
              </w:rPr>
              <w:t>Ярославская область, г</w:t>
            </w:r>
            <w:r w:rsidR="006D0F34">
              <w:rPr>
                <w:szCs w:val="28"/>
              </w:rPr>
              <w:t>. </w:t>
            </w:r>
            <w:r w:rsidRPr="00224953">
              <w:rPr>
                <w:szCs w:val="28"/>
              </w:rPr>
              <w:t>Ярославль, Тверицкая</w:t>
            </w:r>
            <w:r w:rsidR="006D0F34">
              <w:rPr>
                <w:szCs w:val="28"/>
              </w:rPr>
              <w:t xml:space="preserve"> набережная, д.</w:t>
            </w:r>
            <w:r w:rsidRPr="00224953">
              <w:rPr>
                <w:szCs w:val="28"/>
              </w:rPr>
              <w:t xml:space="preserve"> 24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76:23:021907:1035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404</w:t>
            </w:r>
          </w:p>
        </w:tc>
        <w:tc>
          <w:tcPr>
            <w:tcW w:w="1289" w:type="pct"/>
            <w:tcBorders>
              <w:top w:val="nil"/>
              <w:left w:val="nil"/>
              <w:bottom w:val="single" w:sz="4" w:space="0" w:color="auto"/>
              <w:right w:val="single" w:sz="4" w:space="0" w:color="auto"/>
            </w:tcBorders>
            <w:shd w:val="clear" w:color="auto" w:fill="auto"/>
            <w:hideMark/>
          </w:tcPr>
          <w:p w:rsidR="006D0F34"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6D0F34"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Пирогова, д.</w:t>
            </w:r>
            <w:r>
              <w:rPr>
                <w:szCs w:val="28"/>
              </w:rPr>
              <w:t xml:space="preserve"> </w:t>
            </w:r>
            <w:r w:rsidR="00D91137" w:rsidRPr="00224953">
              <w:rPr>
                <w:szCs w:val="28"/>
              </w:rPr>
              <w:t>41 корп.</w:t>
            </w:r>
            <w:r>
              <w:rPr>
                <w:szCs w:val="28"/>
              </w:rPr>
              <w:t xml:space="preserve"> </w:t>
            </w:r>
            <w:r w:rsidR="00D91137"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76:23:060517:620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405</w:t>
            </w:r>
          </w:p>
        </w:tc>
        <w:tc>
          <w:tcPr>
            <w:tcW w:w="1289" w:type="pct"/>
            <w:tcBorders>
              <w:top w:val="nil"/>
              <w:left w:val="nil"/>
              <w:bottom w:val="single" w:sz="4" w:space="0" w:color="auto"/>
              <w:right w:val="single" w:sz="4" w:space="0" w:color="auto"/>
            </w:tcBorders>
            <w:shd w:val="clear" w:color="auto" w:fill="auto"/>
            <w:hideMark/>
          </w:tcPr>
          <w:p w:rsidR="0011760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11760C">
              <w:rPr>
                <w:szCs w:val="28"/>
              </w:rPr>
              <w:br/>
            </w:r>
            <w:r w:rsidRPr="00224953">
              <w:rPr>
                <w:szCs w:val="28"/>
              </w:rPr>
              <w:t xml:space="preserve">г. Ярославль, </w:t>
            </w:r>
            <w:r w:rsidR="0011760C">
              <w:rPr>
                <w:szCs w:val="28"/>
              </w:rPr>
              <w:br/>
              <w:t xml:space="preserve">ул. Академика </w:t>
            </w:r>
            <w:r w:rsidRPr="00224953">
              <w:rPr>
                <w:szCs w:val="28"/>
              </w:rPr>
              <w:t>Колмогорова, д.</w:t>
            </w:r>
            <w:r w:rsidR="0011760C">
              <w:rPr>
                <w:szCs w:val="28"/>
              </w:rPr>
              <w:t xml:space="preserve"> </w:t>
            </w:r>
            <w:r w:rsidRPr="00224953">
              <w:rPr>
                <w:szCs w:val="28"/>
              </w:rPr>
              <w:t>15 корп.</w:t>
            </w:r>
            <w:r w:rsidR="0011760C">
              <w:rPr>
                <w:szCs w:val="28"/>
              </w:rPr>
              <w:t xml:space="preserve">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76:23:061401:11998</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406</w:t>
            </w:r>
          </w:p>
        </w:tc>
        <w:tc>
          <w:tcPr>
            <w:tcW w:w="1289" w:type="pct"/>
            <w:tcBorders>
              <w:top w:val="nil"/>
              <w:left w:val="nil"/>
              <w:bottom w:val="single" w:sz="4" w:space="0" w:color="auto"/>
              <w:right w:val="single" w:sz="4" w:space="0" w:color="auto"/>
            </w:tcBorders>
            <w:shd w:val="clear" w:color="auto" w:fill="auto"/>
            <w:hideMark/>
          </w:tcPr>
          <w:p w:rsidR="0011760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1760C">
            <w:pPr>
              <w:ind w:firstLine="0"/>
              <w:jc w:val="left"/>
              <w:rPr>
                <w:szCs w:val="28"/>
              </w:rPr>
            </w:pPr>
            <w:r w:rsidRPr="00224953">
              <w:rPr>
                <w:szCs w:val="28"/>
              </w:rPr>
              <w:t>Ярославская</w:t>
            </w:r>
            <w:r w:rsidR="0011760C">
              <w:rPr>
                <w:szCs w:val="28"/>
              </w:rPr>
              <w:t xml:space="preserve"> область, г. </w:t>
            </w:r>
            <w:r w:rsidRPr="00224953">
              <w:rPr>
                <w:szCs w:val="28"/>
              </w:rPr>
              <w:t xml:space="preserve">Ярославль, </w:t>
            </w:r>
            <w:r w:rsidR="0011760C">
              <w:rPr>
                <w:szCs w:val="28"/>
              </w:rPr>
              <w:br/>
              <w:t>ул. Калинина, д. 37 корп. </w:t>
            </w:r>
            <w:r w:rsidRPr="00224953">
              <w:rPr>
                <w:szCs w:val="28"/>
              </w:rPr>
              <w:t>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76:23:060701:4913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11760C" w:rsidRDefault="00D91137" w:rsidP="0011760C">
            <w:pPr>
              <w:ind w:firstLine="0"/>
              <w:jc w:val="left"/>
              <w:rPr>
                <w:szCs w:val="28"/>
              </w:rPr>
            </w:pPr>
            <w:r w:rsidRPr="00224953">
              <w:rPr>
                <w:szCs w:val="28"/>
              </w:rPr>
              <w:t>Объект газораспределения:</w:t>
            </w:r>
          </w:p>
          <w:p w:rsidR="0011760C" w:rsidRDefault="00D91137" w:rsidP="0011760C">
            <w:pPr>
              <w:ind w:firstLine="0"/>
              <w:jc w:val="left"/>
              <w:rPr>
                <w:szCs w:val="28"/>
              </w:rPr>
            </w:pPr>
            <w:r w:rsidRPr="00224953">
              <w:rPr>
                <w:szCs w:val="28"/>
              </w:rPr>
              <w:lastRenderedPageBreak/>
              <w:t xml:space="preserve">газопровод </w:t>
            </w:r>
          </w:p>
          <w:p w:rsidR="00D91137" w:rsidRPr="00224953" w:rsidRDefault="00D91137" w:rsidP="0011760C">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lastRenderedPageBreak/>
              <w:t>Я</w:t>
            </w:r>
            <w:r w:rsidR="0011760C">
              <w:rPr>
                <w:szCs w:val="28"/>
              </w:rPr>
              <w:t>рославская область, г. </w:t>
            </w:r>
            <w:r w:rsidRPr="00224953">
              <w:rPr>
                <w:szCs w:val="28"/>
              </w:rPr>
              <w:t xml:space="preserve">Ярославль, </w:t>
            </w:r>
            <w:r w:rsidR="0011760C">
              <w:rPr>
                <w:szCs w:val="28"/>
              </w:rPr>
              <w:br/>
            </w:r>
            <w:r w:rsidRPr="00224953">
              <w:rPr>
                <w:szCs w:val="28"/>
              </w:rPr>
              <w:lastRenderedPageBreak/>
              <w:t>ул. Строителей, к дому №</w:t>
            </w:r>
            <w:r w:rsidR="0011760C">
              <w:rPr>
                <w:szCs w:val="28"/>
              </w:rPr>
              <w:t> </w:t>
            </w:r>
            <w:r w:rsidRPr="00224953">
              <w:rPr>
                <w:szCs w:val="28"/>
              </w:rPr>
              <w:t>1 кор</w:t>
            </w:r>
            <w:r w:rsidR="0011760C">
              <w:rPr>
                <w:szCs w:val="28"/>
              </w:rPr>
              <w:t>п</w:t>
            </w:r>
            <w:r w:rsidRPr="00224953">
              <w:rPr>
                <w:szCs w:val="28"/>
              </w:rPr>
              <w:t>. 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76:23:011401:9019</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408</w:t>
            </w:r>
          </w:p>
        </w:tc>
        <w:tc>
          <w:tcPr>
            <w:tcW w:w="1289" w:type="pct"/>
            <w:tcBorders>
              <w:top w:val="single" w:sz="4" w:space="0" w:color="auto"/>
              <w:left w:val="nil"/>
              <w:bottom w:val="single" w:sz="4" w:space="0" w:color="auto"/>
              <w:right w:val="single" w:sz="4" w:space="0" w:color="auto"/>
            </w:tcBorders>
            <w:shd w:val="clear" w:color="auto" w:fill="auto"/>
            <w:hideMark/>
          </w:tcPr>
          <w:p w:rsidR="0011760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11760C">
            <w:pPr>
              <w:ind w:firstLine="0"/>
              <w:jc w:val="left"/>
              <w:rPr>
                <w:szCs w:val="28"/>
              </w:rPr>
            </w:pPr>
            <w:r w:rsidRPr="00224953">
              <w:rPr>
                <w:szCs w:val="28"/>
              </w:rPr>
              <w:t>Ярославская обл</w:t>
            </w:r>
            <w:r w:rsidR="0011760C">
              <w:rPr>
                <w:szCs w:val="28"/>
              </w:rPr>
              <w:t>асть, г. </w:t>
            </w:r>
            <w:r w:rsidRPr="00224953">
              <w:rPr>
                <w:szCs w:val="28"/>
              </w:rPr>
              <w:t xml:space="preserve">Ярославль, </w:t>
            </w:r>
            <w:r w:rsidR="0011760C">
              <w:rPr>
                <w:szCs w:val="28"/>
              </w:rPr>
              <w:br/>
            </w:r>
            <w:r w:rsidRPr="00224953">
              <w:rPr>
                <w:szCs w:val="28"/>
              </w:rPr>
              <w:t>ул.</w:t>
            </w:r>
            <w:r w:rsidR="0011760C">
              <w:rPr>
                <w:szCs w:val="28"/>
              </w:rPr>
              <w:t xml:space="preserve"> </w:t>
            </w:r>
            <w:r w:rsidRPr="00224953">
              <w:rPr>
                <w:szCs w:val="28"/>
              </w:rPr>
              <w:t xml:space="preserve">Добрынина, к дому </w:t>
            </w:r>
            <w:r w:rsidR="0011760C">
              <w:rPr>
                <w:szCs w:val="28"/>
              </w:rPr>
              <w:br/>
            </w:r>
            <w:r w:rsidRPr="00224953">
              <w:rPr>
                <w:szCs w:val="28"/>
              </w:rPr>
              <w:t>№</w:t>
            </w:r>
            <w:r w:rsidR="0011760C">
              <w:rPr>
                <w:szCs w:val="28"/>
              </w:rPr>
              <w:t xml:space="preserve"> </w:t>
            </w:r>
            <w:r w:rsidRPr="00224953">
              <w:rPr>
                <w:szCs w:val="28"/>
              </w:rPr>
              <w:t>25</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76:23:050512:437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409</w:t>
            </w:r>
          </w:p>
        </w:tc>
        <w:tc>
          <w:tcPr>
            <w:tcW w:w="1289" w:type="pct"/>
            <w:tcBorders>
              <w:top w:val="nil"/>
              <w:left w:val="nil"/>
              <w:bottom w:val="single" w:sz="4" w:space="0" w:color="auto"/>
              <w:right w:val="single" w:sz="4" w:space="0" w:color="auto"/>
            </w:tcBorders>
            <w:shd w:val="clear" w:color="auto" w:fill="auto"/>
            <w:hideMark/>
          </w:tcPr>
          <w:p w:rsidR="0011760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11760C" w:rsidP="0011760C">
            <w:pPr>
              <w:ind w:firstLine="0"/>
              <w:jc w:val="left"/>
              <w:rPr>
                <w:szCs w:val="28"/>
              </w:rPr>
            </w:pPr>
            <w:r>
              <w:rPr>
                <w:szCs w:val="28"/>
              </w:rPr>
              <w:t>Ярославская область, г. </w:t>
            </w:r>
            <w:r w:rsidR="00D91137" w:rsidRPr="00224953">
              <w:rPr>
                <w:szCs w:val="28"/>
              </w:rPr>
              <w:t>Ярославль,</w:t>
            </w:r>
            <w:r>
              <w:rPr>
                <w:szCs w:val="28"/>
              </w:rPr>
              <w:br/>
            </w:r>
            <w:r w:rsidR="00D91137" w:rsidRPr="00224953">
              <w:rPr>
                <w:szCs w:val="28"/>
              </w:rPr>
              <w:t>ул. Спартаковская, к дому №</w:t>
            </w:r>
            <w:r>
              <w:rPr>
                <w:szCs w:val="28"/>
              </w:rPr>
              <w:t xml:space="preserve"> </w:t>
            </w:r>
            <w:r w:rsidR="00D91137"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76:23:020403:3203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r w:rsidR="0011760C">
              <w:rPr>
                <w:szCs w:val="28"/>
              </w:rPr>
              <w:br/>
            </w: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1760C">
            <w:pPr>
              <w:ind w:firstLine="0"/>
              <w:jc w:val="left"/>
              <w:rPr>
                <w:szCs w:val="28"/>
              </w:rPr>
            </w:pPr>
            <w:r w:rsidRPr="00224953">
              <w:rPr>
                <w:szCs w:val="28"/>
              </w:rPr>
              <w:t>Ярославская обл</w:t>
            </w:r>
            <w:r w:rsidR="0011760C">
              <w:rPr>
                <w:szCs w:val="28"/>
              </w:rPr>
              <w:t>асть, г. </w:t>
            </w:r>
            <w:r w:rsidRPr="00224953">
              <w:rPr>
                <w:szCs w:val="28"/>
              </w:rPr>
              <w:t xml:space="preserve">Ярославль, </w:t>
            </w:r>
            <w:r w:rsidR="0011760C">
              <w:rPr>
                <w:szCs w:val="28"/>
              </w:rPr>
              <w:br/>
            </w:r>
            <w:r w:rsidRPr="00224953">
              <w:rPr>
                <w:szCs w:val="28"/>
              </w:rPr>
              <w:t>ул. Спартаковская, к дому №</w:t>
            </w:r>
            <w:r w:rsidR="0011760C">
              <w:rPr>
                <w:szCs w:val="28"/>
              </w:rPr>
              <w:t xml:space="preserve"> </w:t>
            </w:r>
            <w:r w:rsidRPr="00224953">
              <w:rPr>
                <w:szCs w:val="28"/>
              </w:rPr>
              <w:t>39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76:23:020414:3082</w:t>
            </w:r>
          </w:p>
        </w:tc>
      </w:tr>
      <w:tr w:rsidR="00D91137" w:rsidRPr="00224953" w:rsidTr="0011760C">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411</w:t>
            </w:r>
          </w:p>
        </w:tc>
        <w:tc>
          <w:tcPr>
            <w:tcW w:w="1289" w:type="pct"/>
            <w:tcBorders>
              <w:top w:val="nil"/>
              <w:left w:val="nil"/>
              <w:bottom w:val="single" w:sz="4" w:space="0" w:color="auto"/>
              <w:right w:val="single" w:sz="4" w:space="0" w:color="auto"/>
            </w:tcBorders>
            <w:shd w:val="clear" w:color="auto" w:fill="auto"/>
            <w:hideMark/>
          </w:tcPr>
          <w:p w:rsidR="0011760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1760C">
            <w:pPr>
              <w:ind w:firstLine="0"/>
              <w:jc w:val="left"/>
              <w:rPr>
                <w:szCs w:val="28"/>
              </w:rPr>
            </w:pPr>
            <w:r w:rsidRPr="00224953">
              <w:rPr>
                <w:szCs w:val="28"/>
              </w:rPr>
              <w:t>Ярославская обл</w:t>
            </w:r>
            <w:r w:rsidR="0011760C">
              <w:rPr>
                <w:szCs w:val="28"/>
              </w:rPr>
              <w:t>асть, г. </w:t>
            </w:r>
            <w:r w:rsidRPr="00224953">
              <w:rPr>
                <w:szCs w:val="28"/>
              </w:rPr>
              <w:t>Ярославль, ул.</w:t>
            </w:r>
            <w:r w:rsidR="0011760C">
              <w:rPr>
                <w:szCs w:val="28"/>
              </w:rPr>
              <w:t xml:space="preserve"> </w:t>
            </w:r>
            <w:r w:rsidRPr="00224953">
              <w:rPr>
                <w:szCs w:val="28"/>
              </w:rPr>
              <w:t xml:space="preserve">Ранняя, </w:t>
            </w:r>
            <w:r w:rsidR="0011760C">
              <w:rPr>
                <w:szCs w:val="28"/>
              </w:rPr>
              <w:br/>
            </w:r>
            <w:r w:rsidRPr="00224953">
              <w:rPr>
                <w:szCs w:val="28"/>
              </w:rPr>
              <w:t>к дому №</w:t>
            </w:r>
            <w:r w:rsidR="0011760C">
              <w:rPr>
                <w:szCs w:val="28"/>
              </w:rPr>
              <w:t xml:space="preserve"> </w:t>
            </w:r>
            <w:r w:rsidRPr="00224953">
              <w:rPr>
                <w:szCs w:val="28"/>
              </w:rPr>
              <w:t>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76:23:000000:16193</w:t>
            </w:r>
          </w:p>
        </w:tc>
      </w:tr>
      <w:tr w:rsidR="00D91137" w:rsidRPr="00224953" w:rsidTr="0011760C">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11760C" w:rsidRDefault="00D91137" w:rsidP="00D91137">
            <w:pPr>
              <w:ind w:firstLine="0"/>
              <w:jc w:val="left"/>
              <w:rPr>
                <w:szCs w:val="28"/>
              </w:rPr>
            </w:pPr>
            <w:r w:rsidRPr="00224953">
              <w:rPr>
                <w:szCs w:val="28"/>
              </w:rPr>
              <w:t xml:space="preserve">Объект газораспределения: </w:t>
            </w:r>
          </w:p>
          <w:p w:rsidR="0011760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11760C"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 xml:space="preserve">ул. Комарова, к дому </w:t>
            </w:r>
            <w:r>
              <w:rPr>
                <w:szCs w:val="28"/>
              </w:rPr>
              <w:br/>
            </w:r>
            <w:r w:rsidR="00D91137" w:rsidRPr="00224953">
              <w:rPr>
                <w:szCs w:val="28"/>
              </w:rPr>
              <w:t>№</w:t>
            </w:r>
            <w:r>
              <w:rPr>
                <w:szCs w:val="28"/>
              </w:rPr>
              <w:t> </w:t>
            </w:r>
            <w:r w:rsidR="00D91137" w:rsidRPr="00224953">
              <w:rPr>
                <w:szCs w:val="28"/>
              </w:rPr>
              <w:t>10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76:23:020409:579</w:t>
            </w:r>
          </w:p>
        </w:tc>
      </w:tr>
      <w:tr w:rsidR="00D91137" w:rsidRPr="00224953" w:rsidTr="0011760C">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413</w:t>
            </w:r>
          </w:p>
        </w:tc>
        <w:tc>
          <w:tcPr>
            <w:tcW w:w="1289" w:type="pct"/>
            <w:tcBorders>
              <w:top w:val="single" w:sz="4" w:space="0" w:color="auto"/>
              <w:left w:val="nil"/>
              <w:bottom w:val="single" w:sz="4" w:space="0" w:color="auto"/>
              <w:right w:val="single" w:sz="4" w:space="0" w:color="auto"/>
            </w:tcBorders>
            <w:shd w:val="clear" w:color="auto" w:fill="auto"/>
            <w:hideMark/>
          </w:tcPr>
          <w:p w:rsidR="0011760C"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11760C">
            <w:pPr>
              <w:ind w:firstLine="0"/>
              <w:jc w:val="left"/>
              <w:rPr>
                <w:szCs w:val="28"/>
              </w:rPr>
            </w:pPr>
            <w:r w:rsidRPr="00224953">
              <w:rPr>
                <w:szCs w:val="28"/>
              </w:rPr>
              <w:t>Ярославская обл</w:t>
            </w:r>
            <w:r w:rsidR="0011760C">
              <w:rPr>
                <w:szCs w:val="28"/>
              </w:rPr>
              <w:t>асть, г. </w:t>
            </w:r>
            <w:r w:rsidRPr="00224953">
              <w:rPr>
                <w:szCs w:val="28"/>
              </w:rPr>
              <w:t xml:space="preserve">Ярославль, </w:t>
            </w:r>
            <w:r w:rsidR="0011760C">
              <w:rPr>
                <w:szCs w:val="28"/>
              </w:rPr>
              <w:br/>
            </w:r>
            <w:r w:rsidRPr="00224953">
              <w:rPr>
                <w:szCs w:val="28"/>
              </w:rPr>
              <w:t xml:space="preserve">ул. Комарова, к дому </w:t>
            </w:r>
            <w:r w:rsidR="00A830EB">
              <w:rPr>
                <w:szCs w:val="28"/>
              </w:rPr>
              <w:t>№ </w:t>
            </w:r>
            <w:r w:rsidRPr="00224953">
              <w:rPr>
                <w:szCs w:val="28"/>
              </w:rPr>
              <w:t>12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76:23:020409:581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414</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A830EB"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Спартаковская, к дому № 9/2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76:23:020409:583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415</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w:t>
            </w:r>
            <w:r w:rsidR="00A830EB">
              <w:rPr>
                <w:szCs w:val="28"/>
              </w:rPr>
              <w:br/>
            </w:r>
            <w:r w:rsidRPr="00224953">
              <w:rPr>
                <w:szCs w:val="28"/>
              </w:rPr>
              <w:t>ул. Спартаковская, к дому №</w:t>
            </w:r>
            <w:r w:rsidR="00A830EB">
              <w:rPr>
                <w:szCs w:val="28"/>
              </w:rPr>
              <w:t xml:space="preserve"> </w:t>
            </w:r>
            <w:r w:rsidRPr="00224953">
              <w:rPr>
                <w:szCs w:val="28"/>
              </w:rPr>
              <w:t>15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76:23:020409:590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416</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A830EB" w:rsidP="00D91137">
            <w:pPr>
              <w:ind w:firstLine="0"/>
              <w:jc w:val="left"/>
              <w:rPr>
                <w:szCs w:val="28"/>
              </w:rPr>
            </w:pPr>
            <w:r>
              <w:rPr>
                <w:szCs w:val="28"/>
              </w:rPr>
              <w:t>Ярославская область, г. </w:t>
            </w:r>
            <w:r w:rsidR="00D91137" w:rsidRPr="00224953">
              <w:rPr>
                <w:szCs w:val="28"/>
              </w:rPr>
              <w:t xml:space="preserve">Ярославль, ул. Ранняя, </w:t>
            </w:r>
            <w:r>
              <w:rPr>
                <w:szCs w:val="28"/>
              </w:rPr>
              <w:br/>
            </w:r>
            <w:r w:rsidR="00D91137" w:rsidRPr="00224953">
              <w:rPr>
                <w:szCs w:val="28"/>
              </w:rPr>
              <w:t>к дому №</w:t>
            </w:r>
            <w:r>
              <w:rPr>
                <w:szCs w:val="28"/>
              </w:rPr>
              <w:t xml:space="preserve"> </w:t>
            </w:r>
            <w:r w:rsidR="00D91137" w:rsidRPr="00224953">
              <w:rPr>
                <w:szCs w:val="28"/>
              </w:rPr>
              <w:t>13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76:23:020412:1621</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417</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w:t>
            </w:r>
            <w:r w:rsidR="00A830EB">
              <w:rPr>
                <w:szCs w:val="28"/>
              </w:rPr>
              <w:br/>
            </w:r>
            <w:r w:rsidRPr="00224953">
              <w:rPr>
                <w:szCs w:val="28"/>
              </w:rPr>
              <w:t>ул. Сосновая, д.</w:t>
            </w:r>
            <w:r w:rsidR="00A830EB">
              <w:rPr>
                <w:szCs w:val="28"/>
              </w:rPr>
              <w:t xml:space="preserve"> </w:t>
            </w:r>
            <w:r w:rsidRPr="00224953">
              <w:rPr>
                <w:szCs w:val="28"/>
              </w:rPr>
              <w:t>10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76:23:020910:2585</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lastRenderedPageBreak/>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lastRenderedPageBreak/>
              <w:t>Ярославская</w:t>
            </w:r>
            <w:r w:rsidR="00A830EB">
              <w:rPr>
                <w:szCs w:val="28"/>
              </w:rPr>
              <w:t xml:space="preserve"> область, г. Ярославль, </w:t>
            </w:r>
            <w:r w:rsidR="00A830EB">
              <w:rPr>
                <w:szCs w:val="28"/>
              </w:rPr>
              <w:br/>
            </w:r>
            <w:r w:rsidR="00A830EB">
              <w:rPr>
                <w:szCs w:val="28"/>
              </w:rPr>
              <w:lastRenderedPageBreak/>
              <w:t>Ленинградский проспек</w:t>
            </w:r>
            <w:r w:rsidRPr="00224953">
              <w:rPr>
                <w:szCs w:val="28"/>
              </w:rPr>
              <w:t>т, д.</w:t>
            </w:r>
            <w:r w:rsidR="00A830EB">
              <w:rPr>
                <w:szCs w:val="28"/>
              </w:rPr>
              <w:t xml:space="preserve"> </w:t>
            </w:r>
            <w:r w:rsidRPr="00224953">
              <w:rPr>
                <w:szCs w:val="28"/>
              </w:rPr>
              <w:t>52 (стр.</w:t>
            </w:r>
            <w:r w:rsidR="00A830EB">
              <w:rPr>
                <w:szCs w:val="28"/>
              </w:rPr>
              <w:t xml:space="preserve"> </w:t>
            </w:r>
            <w:r w:rsidRPr="00224953">
              <w:rPr>
                <w:szCs w:val="28"/>
              </w:rPr>
              <w:t>14,</w:t>
            </w:r>
            <w:r w:rsidR="00A830EB">
              <w:rPr>
                <w:szCs w:val="28"/>
              </w:rPr>
              <w:t xml:space="preserve"> </w:t>
            </w:r>
            <w:r w:rsidRPr="00224953">
              <w:rPr>
                <w:szCs w:val="28"/>
              </w:rPr>
              <w:t>15)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76:23:010601:791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419</w:t>
            </w:r>
          </w:p>
        </w:tc>
        <w:tc>
          <w:tcPr>
            <w:tcW w:w="1289" w:type="pct"/>
            <w:tcBorders>
              <w:top w:val="single" w:sz="4" w:space="0" w:color="auto"/>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w:t>
            </w:r>
            <w:r w:rsidR="00A830EB">
              <w:rPr>
                <w:szCs w:val="28"/>
              </w:rPr>
              <w:br/>
            </w:r>
            <w:r w:rsidRPr="00224953">
              <w:rPr>
                <w:szCs w:val="28"/>
              </w:rPr>
              <w:t>ул. Труфанова, д.</w:t>
            </w:r>
            <w:r w:rsidR="00A830EB">
              <w:rPr>
                <w:szCs w:val="28"/>
              </w:rPr>
              <w:t xml:space="preserve"> </w:t>
            </w:r>
            <w:r w:rsidRPr="00224953">
              <w:rPr>
                <w:szCs w:val="28"/>
              </w:rPr>
              <w:t xml:space="preserve">15 </w:t>
            </w:r>
            <w:r w:rsidR="00A830EB">
              <w:rPr>
                <w:szCs w:val="28"/>
              </w:rPr>
              <w:br/>
            </w:r>
            <w:r w:rsidRPr="00224953">
              <w:rPr>
                <w:szCs w:val="28"/>
              </w:rPr>
              <w:t>корп.</w:t>
            </w:r>
            <w:r w:rsidR="00A830EB">
              <w:rPr>
                <w:szCs w:val="28"/>
              </w:rPr>
              <w:t xml:space="preserve"> </w:t>
            </w:r>
            <w:r w:rsidRPr="00224953">
              <w:rPr>
                <w:szCs w:val="28"/>
              </w:rPr>
              <w:t>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76:23:011302:946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420</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w:t>
            </w:r>
            <w:r w:rsidR="00A830EB">
              <w:rPr>
                <w:szCs w:val="28"/>
              </w:rPr>
              <w:br/>
            </w:r>
            <w:r w:rsidRPr="00224953">
              <w:rPr>
                <w:szCs w:val="28"/>
              </w:rPr>
              <w:t>ул. Красноборская, д.</w:t>
            </w:r>
            <w:r w:rsidR="00A830EB">
              <w:rPr>
                <w:szCs w:val="28"/>
              </w:rPr>
              <w:t xml:space="preserve"> </w:t>
            </w:r>
            <w:r w:rsidRPr="00224953">
              <w:rPr>
                <w:szCs w:val="28"/>
              </w:rPr>
              <w:t>34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76:23:000000:16300</w:t>
            </w:r>
          </w:p>
        </w:tc>
      </w:tr>
      <w:tr w:rsidR="00D91137" w:rsidRPr="00224953" w:rsidTr="00A830EB">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газопровод среднего давления, газопровод низкого давления, </w:t>
            </w:r>
            <w:r w:rsidR="00A830EB">
              <w:rPr>
                <w:szCs w:val="28"/>
              </w:rPr>
              <w:br/>
            </w:r>
            <w:r w:rsidRPr="00224953">
              <w:rPr>
                <w:szCs w:val="28"/>
              </w:rPr>
              <w:t>ШРП-135</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w:t>
            </w:r>
            <w:r w:rsidR="00A830EB">
              <w:rPr>
                <w:szCs w:val="28"/>
              </w:rPr>
              <w:br/>
            </w:r>
            <w:r w:rsidRPr="00224953">
              <w:rPr>
                <w:szCs w:val="28"/>
              </w:rPr>
              <w:t>ул. 8-е Марта, д.</w:t>
            </w:r>
            <w:r w:rsidR="00A830EB">
              <w:rPr>
                <w:szCs w:val="28"/>
              </w:rPr>
              <w:t xml:space="preserve"> </w:t>
            </w:r>
            <w:r w:rsidRPr="00224953">
              <w:rPr>
                <w:szCs w:val="28"/>
              </w:rPr>
              <w:t>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76:23:041702:746</w:t>
            </w:r>
          </w:p>
        </w:tc>
      </w:tr>
      <w:tr w:rsidR="00D91137" w:rsidRPr="00224953" w:rsidTr="00A830EB">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Ярославль, проспек</w:t>
            </w:r>
            <w:r w:rsidRPr="00224953">
              <w:rPr>
                <w:szCs w:val="28"/>
              </w:rPr>
              <w:t>т Ленина</w:t>
            </w:r>
            <w:r w:rsidR="00A830EB">
              <w:rPr>
                <w:szCs w:val="28"/>
              </w:rPr>
              <w:t>,</w:t>
            </w:r>
            <w:r w:rsidRPr="00224953">
              <w:rPr>
                <w:szCs w:val="28"/>
              </w:rPr>
              <w:t xml:space="preserve"> д.</w:t>
            </w:r>
            <w:r w:rsidR="00A830EB">
              <w:rPr>
                <w:szCs w:val="28"/>
              </w:rPr>
              <w:t xml:space="preserve"> </w:t>
            </w:r>
            <w:r w:rsidRPr="00224953">
              <w:rPr>
                <w:szCs w:val="28"/>
              </w:rPr>
              <w:t>17 корп.</w:t>
            </w:r>
            <w:r w:rsidR="00A830EB">
              <w:rPr>
                <w:szCs w:val="28"/>
              </w:rPr>
              <w:t xml:space="preserve"> </w:t>
            </w:r>
            <w:r w:rsidRPr="00224953">
              <w:rPr>
                <w:szCs w:val="28"/>
              </w:rPr>
              <w:t>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76:23:050205:708</w:t>
            </w:r>
          </w:p>
        </w:tc>
      </w:tr>
      <w:tr w:rsidR="00D91137" w:rsidRPr="00224953" w:rsidTr="00A830EB">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423</w:t>
            </w:r>
          </w:p>
        </w:tc>
        <w:tc>
          <w:tcPr>
            <w:tcW w:w="1289" w:type="pct"/>
            <w:tcBorders>
              <w:top w:val="single" w:sz="4" w:space="0" w:color="auto"/>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A830EB" w:rsidP="00D91137">
            <w:pPr>
              <w:ind w:firstLine="0"/>
              <w:jc w:val="left"/>
              <w:rPr>
                <w:szCs w:val="28"/>
              </w:rPr>
            </w:pPr>
            <w:r>
              <w:rPr>
                <w:szCs w:val="28"/>
              </w:rPr>
              <w:t>Ярославская область, г. </w:t>
            </w:r>
            <w:r w:rsidR="00D91137" w:rsidRPr="00224953">
              <w:rPr>
                <w:szCs w:val="28"/>
              </w:rPr>
              <w:t>Ярославль, п. Па</w:t>
            </w:r>
            <w:r>
              <w:rPr>
                <w:szCs w:val="28"/>
              </w:rPr>
              <w:t>рково, по ул. Боровой (конец улицы</w:t>
            </w:r>
            <w:r w:rsidR="00D91137" w:rsidRPr="00224953">
              <w:rPr>
                <w:szCs w:val="28"/>
              </w:rPr>
              <w:t>)</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76:23:021606:760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424</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Объект газораспределения:</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Ярославль, п. Парково по ул. Боровой (магазин)</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76:23:021606:758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425</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п. Парково по ул. Гремяченской </w:t>
            </w:r>
            <w:r w:rsidR="00A830EB">
              <w:rPr>
                <w:szCs w:val="28"/>
              </w:rPr>
              <w:br/>
            </w:r>
            <w:r w:rsidRPr="00224953">
              <w:rPr>
                <w:szCs w:val="28"/>
              </w:rPr>
              <w:t>(конец ул</w:t>
            </w:r>
            <w:r w:rsidR="00A830EB">
              <w:rPr>
                <w:szCs w:val="28"/>
              </w:rPr>
              <w:t>ицы</w:t>
            </w:r>
            <w:r w:rsidRPr="00224953">
              <w:rPr>
                <w:szCs w:val="28"/>
              </w:rPr>
              <w:t>)</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76:23:021606:764</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426</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A830EB" w:rsidP="00D91137">
            <w:pPr>
              <w:ind w:firstLine="0"/>
              <w:jc w:val="left"/>
              <w:rPr>
                <w:szCs w:val="28"/>
              </w:rPr>
            </w:pPr>
            <w:r>
              <w:rPr>
                <w:szCs w:val="28"/>
              </w:rPr>
              <w:t>Ярославская область, г. </w:t>
            </w:r>
            <w:r w:rsidR="00D91137" w:rsidRPr="00224953">
              <w:rPr>
                <w:szCs w:val="28"/>
              </w:rPr>
              <w:t>Ярославль, п. Парково по ул. Старицкой и 1-му Боровому пер.</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76:23:021606:761</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427</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п. Парково по ул. Прусовской </w:t>
            </w:r>
            <w:r w:rsidR="00A830EB">
              <w:rPr>
                <w:szCs w:val="28"/>
              </w:rPr>
              <w:br/>
            </w:r>
            <w:r w:rsidRPr="00224953">
              <w:rPr>
                <w:szCs w:val="28"/>
              </w:rPr>
              <w:t>(конец ул</w:t>
            </w:r>
            <w:r w:rsidR="00A830EB">
              <w:rPr>
                <w:szCs w:val="28"/>
              </w:rPr>
              <w:t>ицы</w:t>
            </w:r>
            <w:r w:rsidRPr="00224953">
              <w:rPr>
                <w:szCs w:val="28"/>
              </w:rPr>
              <w:t>)</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76:23:021606:759</w:t>
            </w:r>
          </w:p>
        </w:tc>
      </w:tr>
      <w:tr w:rsidR="00D91137" w:rsidRPr="00224953" w:rsidTr="00B771C2">
        <w:trPr>
          <w:trHeight w:val="269"/>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газопровод высокого давления, </w:t>
            </w:r>
          </w:p>
          <w:p w:rsidR="00D91137" w:rsidRPr="00224953" w:rsidRDefault="00D91137" w:rsidP="00D91137">
            <w:pPr>
              <w:ind w:firstLine="0"/>
              <w:jc w:val="left"/>
              <w:rPr>
                <w:szCs w:val="28"/>
              </w:rPr>
            </w:pPr>
            <w:r w:rsidRPr="00224953">
              <w:rPr>
                <w:szCs w:val="28"/>
              </w:rPr>
              <w:lastRenderedPageBreak/>
              <w:t>ШРП-35</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lastRenderedPageBreak/>
              <w:t>Ярославская обл</w:t>
            </w:r>
            <w:r w:rsidR="00A830EB">
              <w:rPr>
                <w:szCs w:val="28"/>
              </w:rPr>
              <w:t>асть, г. </w:t>
            </w:r>
            <w:r w:rsidRPr="00224953">
              <w:rPr>
                <w:szCs w:val="28"/>
              </w:rPr>
              <w:t>Ярославль, п. Парково, по ул. Боровой до ГРПШ</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76:23:021606:762</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429</w:t>
            </w:r>
          </w:p>
        </w:tc>
        <w:tc>
          <w:tcPr>
            <w:tcW w:w="1289" w:type="pct"/>
            <w:tcBorders>
              <w:top w:val="single" w:sz="4" w:space="0" w:color="auto"/>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w:t>
            </w:r>
            <w:r w:rsidR="00A830EB">
              <w:rPr>
                <w:szCs w:val="28"/>
              </w:rPr>
              <w:br/>
            </w:r>
            <w:r w:rsidRPr="00224953">
              <w:rPr>
                <w:szCs w:val="28"/>
              </w:rPr>
              <w:t>ул. Чехова, д.</w:t>
            </w:r>
            <w:r w:rsidR="00A830EB">
              <w:rPr>
                <w:szCs w:val="28"/>
              </w:rPr>
              <w:t xml:space="preserve"> </w:t>
            </w:r>
            <w:r w:rsidRPr="00224953">
              <w:rPr>
                <w:szCs w:val="28"/>
              </w:rPr>
              <w:t>10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76:23:000000:16301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430</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830EB">
            <w:pPr>
              <w:ind w:firstLine="0"/>
              <w:jc w:val="left"/>
              <w:rPr>
                <w:szCs w:val="28"/>
              </w:rPr>
            </w:pPr>
            <w:r w:rsidRPr="00224953">
              <w:rPr>
                <w:szCs w:val="28"/>
              </w:rPr>
              <w:t>Ярославская обл</w:t>
            </w:r>
            <w:r w:rsidR="00A830EB">
              <w:rPr>
                <w:szCs w:val="28"/>
              </w:rPr>
              <w:t>асть, г. </w:t>
            </w:r>
            <w:r w:rsidRPr="00224953">
              <w:rPr>
                <w:szCs w:val="28"/>
              </w:rPr>
              <w:t xml:space="preserve">Ярославль, </w:t>
            </w:r>
            <w:r w:rsidR="00A830EB">
              <w:rPr>
                <w:szCs w:val="28"/>
              </w:rPr>
              <w:br/>
            </w:r>
            <w:r w:rsidRPr="00224953">
              <w:rPr>
                <w:szCs w:val="28"/>
              </w:rPr>
              <w:t>ул. Некрасова, д.</w:t>
            </w:r>
            <w:r w:rsidR="00A830EB">
              <w:rPr>
                <w:szCs w:val="28"/>
              </w:rPr>
              <w:t xml:space="preserve"> </w:t>
            </w:r>
            <w:r w:rsidRPr="00224953">
              <w:rPr>
                <w:szCs w:val="28"/>
              </w:rPr>
              <w:t>49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76:23:050313:640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431</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A830EB" w:rsidP="00A830EB">
            <w:pPr>
              <w:ind w:firstLine="0"/>
              <w:jc w:val="left"/>
              <w:rPr>
                <w:szCs w:val="28"/>
              </w:rPr>
            </w:pPr>
            <w:r>
              <w:rPr>
                <w:szCs w:val="28"/>
              </w:rPr>
              <w:t>Ярославская область, г. </w:t>
            </w:r>
            <w:r w:rsidR="00D91137" w:rsidRPr="00224953">
              <w:rPr>
                <w:szCs w:val="28"/>
              </w:rPr>
              <w:t>Ярославль,</w:t>
            </w:r>
            <w:r>
              <w:rPr>
                <w:szCs w:val="28"/>
              </w:rPr>
              <w:br/>
            </w:r>
            <w:r w:rsidR="00D91137" w:rsidRPr="00224953">
              <w:rPr>
                <w:szCs w:val="28"/>
              </w:rPr>
              <w:t>ул. Терешковой, д. 25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76:23:000000:16304</w:t>
            </w:r>
          </w:p>
        </w:tc>
      </w:tr>
      <w:tr w:rsidR="00D91137" w:rsidRPr="00224953" w:rsidTr="00A830EB">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432</w:t>
            </w:r>
          </w:p>
        </w:tc>
        <w:tc>
          <w:tcPr>
            <w:tcW w:w="1289" w:type="pct"/>
            <w:tcBorders>
              <w:top w:val="nil"/>
              <w:left w:val="nil"/>
              <w:bottom w:val="single" w:sz="4" w:space="0" w:color="auto"/>
              <w:right w:val="single" w:sz="4" w:space="0" w:color="auto"/>
            </w:tcBorders>
            <w:shd w:val="clear" w:color="auto" w:fill="auto"/>
            <w:hideMark/>
          </w:tcPr>
          <w:p w:rsidR="00A830EB" w:rsidRDefault="00D91137" w:rsidP="00D91137">
            <w:pPr>
              <w:ind w:firstLine="0"/>
              <w:jc w:val="left"/>
              <w:rPr>
                <w:szCs w:val="28"/>
              </w:rPr>
            </w:pPr>
            <w:r w:rsidRPr="00224953">
              <w:rPr>
                <w:szCs w:val="28"/>
              </w:rPr>
              <w:t xml:space="preserve">Объект газораспределения: </w:t>
            </w:r>
          </w:p>
          <w:p w:rsidR="00A830E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A830EB" w:rsidP="00D91137">
            <w:pPr>
              <w:ind w:firstLine="0"/>
              <w:jc w:val="left"/>
              <w:rPr>
                <w:szCs w:val="28"/>
              </w:rPr>
            </w:pPr>
            <w:r>
              <w:rPr>
                <w:szCs w:val="28"/>
              </w:rPr>
              <w:t>Ярославская область, г. </w:t>
            </w:r>
            <w:r w:rsidR="00D91137" w:rsidRPr="00224953">
              <w:rPr>
                <w:szCs w:val="28"/>
              </w:rPr>
              <w:t>Ярославль, ул. Лучезарная, д. 2, 3, 4, 5, 1,</w:t>
            </w:r>
            <w:r>
              <w:rPr>
                <w:szCs w:val="28"/>
              </w:rPr>
              <w:t xml:space="preserve"> </w:t>
            </w:r>
            <w:r w:rsidR="00D91137" w:rsidRPr="00224953">
              <w:rPr>
                <w:szCs w:val="28"/>
              </w:rPr>
              <w:t>1а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76:23:020503:2766</w:t>
            </w:r>
          </w:p>
        </w:tc>
      </w:tr>
      <w:tr w:rsidR="00D91137" w:rsidRPr="00224953" w:rsidTr="00A830EB">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 г. </w:t>
            </w:r>
            <w:r w:rsidRPr="00224953">
              <w:rPr>
                <w:szCs w:val="28"/>
              </w:rPr>
              <w:t xml:space="preserve">Ярославль, </w:t>
            </w:r>
            <w:r w:rsidR="00BA6CC7">
              <w:rPr>
                <w:szCs w:val="28"/>
              </w:rPr>
              <w:br/>
            </w:r>
            <w:r w:rsidRPr="00224953">
              <w:rPr>
                <w:szCs w:val="28"/>
              </w:rPr>
              <w:t>ул. Некрасова д.</w:t>
            </w:r>
            <w:r w:rsidR="00BA6CC7">
              <w:rPr>
                <w:szCs w:val="28"/>
              </w:rPr>
              <w:t xml:space="preserve"> </w:t>
            </w:r>
            <w:r w:rsidRPr="00224953">
              <w:rPr>
                <w:szCs w:val="28"/>
              </w:rPr>
              <w:t>25, д.</w:t>
            </w:r>
            <w:r w:rsidR="00BA6CC7">
              <w:rPr>
                <w:szCs w:val="28"/>
              </w:rPr>
              <w:t> </w:t>
            </w:r>
            <w:r w:rsidRPr="00224953">
              <w:rPr>
                <w:szCs w:val="28"/>
              </w:rPr>
              <w:t>21/44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76:23:030505:257</w:t>
            </w:r>
          </w:p>
        </w:tc>
      </w:tr>
      <w:tr w:rsidR="00D91137" w:rsidRPr="00224953" w:rsidTr="00A830EB">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434</w:t>
            </w:r>
          </w:p>
        </w:tc>
        <w:tc>
          <w:tcPr>
            <w:tcW w:w="1289" w:type="pct"/>
            <w:tcBorders>
              <w:top w:val="single" w:sz="4" w:space="0" w:color="auto"/>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BA6CC7" w:rsidP="00D91137">
            <w:pPr>
              <w:ind w:firstLine="0"/>
              <w:jc w:val="left"/>
              <w:rPr>
                <w:szCs w:val="28"/>
              </w:rPr>
            </w:pPr>
            <w:r>
              <w:rPr>
                <w:szCs w:val="28"/>
              </w:rPr>
              <w:t>Ярославская область, г. </w:t>
            </w:r>
            <w:r w:rsidR="00D91137" w:rsidRPr="00224953">
              <w:rPr>
                <w:szCs w:val="28"/>
              </w:rPr>
              <w:t>Ярославль, ул. Чехова, д.</w:t>
            </w:r>
            <w:r>
              <w:rPr>
                <w:szCs w:val="28"/>
              </w:rPr>
              <w:t xml:space="preserve"> </w:t>
            </w:r>
            <w:r w:rsidR="00D91137" w:rsidRPr="00224953">
              <w:rPr>
                <w:szCs w:val="28"/>
              </w:rPr>
              <w:t>25 корп.</w:t>
            </w:r>
            <w:r>
              <w:rPr>
                <w:szCs w:val="28"/>
              </w:rPr>
              <w:t xml:space="preserve"> 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76:23:050304:5776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435</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 г. </w:t>
            </w:r>
            <w:r w:rsidRPr="00224953">
              <w:rPr>
                <w:szCs w:val="28"/>
              </w:rPr>
              <w:t xml:space="preserve">Ярославль, </w:t>
            </w:r>
            <w:r w:rsidR="00BA6CC7">
              <w:rPr>
                <w:szCs w:val="28"/>
              </w:rPr>
              <w:br/>
            </w:r>
            <w:r w:rsidRPr="00224953">
              <w:rPr>
                <w:szCs w:val="28"/>
              </w:rPr>
              <w:t>ул. Собинова</w:t>
            </w:r>
            <w:r w:rsidR="00BA6CC7">
              <w:rPr>
                <w:szCs w:val="28"/>
              </w:rPr>
              <w:t>,</w:t>
            </w:r>
            <w:r w:rsidRPr="00224953">
              <w:rPr>
                <w:szCs w:val="28"/>
              </w:rPr>
              <w:t xml:space="preserve"> д.</w:t>
            </w:r>
            <w:r w:rsidR="00BA6CC7">
              <w:rPr>
                <w:szCs w:val="28"/>
              </w:rPr>
              <w:t xml:space="preserve"> </w:t>
            </w:r>
            <w:r w:rsidRPr="00224953">
              <w:rPr>
                <w:szCs w:val="28"/>
              </w:rPr>
              <w:t>18 корп.</w:t>
            </w:r>
            <w:r w:rsidR="00BA6CC7">
              <w:rPr>
                <w:szCs w:val="28"/>
              </w:rPr>
              <w:t>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76:23:030513:506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436</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 г. </w:t>
            </w:r>
            <w:r w:rsidRPr="00224953">
              <w:rPr>
                <w:szCs w:val="28"/>
              </w:rPr>
              <w:t>Ярославль, ул. Батова, д.</w:t>
            </w:r>
            <w:r w:rsidR="00BA6CC7">
              <w:rPr>
                <w:szCs w:val="28"/>
              </w:rPr>
              <w:t> </w:t>
            </w:r>
            <w:r w:rsidRPr="00224953">
              <w:rPr>
                <w:szCs w:val="28"/>
              </w:rPr>
              <w:t>3 корп.</w:t>
            </w:r>
            <w:r w:rsidR="00BA6CC7">
              <w:rPr>
                <w:szCs w:val="28"/>
              </w:rPr>
              <w:t xml:space="preserve">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76:23:010601:796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437</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w:t>
            </w:r>
            <w:r w:rsidR="00BA6CC7">
              <w:rPr>
                <w:szCs w:val="28"/>
              </w:rPr>
              <w:t xml:space="preserve"> область, г. </w:t>
            </w:r>
            <w:r w:rsidRPr="00224953">
              <w:rPr>
                <w:szCs w:val="28"/>
              </w:rPr>
              <w:t>Ярославль, Ленинградский</w:t>
            </w:r>
            <w:r w:rsidR="00BA6CC7" w:rsidRPr="00224953">
              <w:rPr>
                <w:szCs w:val="28"/>
              </w:rPr>
              <w:t xml:space="preserve"> </w:t>
            </w:r>
            <w:r w:rsidR="00BA6CC7">
              <w:rPr>
                <w:szCs w:val="28"/>
              </w:rPr>
              <w:t>проспе</w:t>
            </w:r>
            <w:r w:rsidR="00BA6CC7" w:rsidRPr="00224953">
              <w:rPr>
                <w:szCs w:val="28"/>
              </w:rPr>
              <w:t>кт</w:t>
            </w:r>
            <w:r w:rsidR="00BA6CC7">
              <w:rPr>
                <w:szCs w:val="28"/>
              </w:rPr>
              <w:t>, д. </w:t>
            </w:r>
            <w:r w:rsidRPr="00224953">
              <w:rPr>
                <w:szCs w:val="28"/>
              </w:rPr>
              <w:t>54</w:t>
            </w:r>
            <w:r w:rsidR="00BA6CC7">
              <w:rPr>
                <w:szCs w:val="28"/>
              </w:rPr>
              <w:t xml:space="preserve"> </w:t>
            </w:r>
            <w:r w:rsidR="00BA6CC7">
              <w:rPr>
                <w:szCs w:val="28"/>
              </w:rPr>
              <w:br/>
            </w:r>
            <w:r w:rsidRPr="00224953">
              <w:rPr>
                <w:szCs w:val="28"/>
              </w:rPr>
              <w:t>(стр.</w:t>
            </w:r>
            <w:r w:rsidR="00BA6CC7">
              <w:rPr>
                <w:szCs w:val="28"/>
              </w:rPr>
              <w:t xml:space="preserve"> </w:t>
            </w:r>
            <w:r w:rsidRPr="00224953">
              <w:rPr>
                <w:szCs w:val="28"/>
              </w:rPr>
              <w:t>10,</w:t>
            </w:r>
            <w:r w:rsidR="00BA6CC7">
              <w:rPr>
                <w:szCs w:val="28"/>
              </w:rPr>
              <w:t xml:space="preserve"> </w:t>
            </w:r>
            <w:r w:rsidRPr="00224953">
              <w:rPr>
                <w:szCs w:val="28"/>
              </w:rPr>
              <w:t>11)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76:23:010601:797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438</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 г. </w:t>
            </w:r>
            <w:r w:rsidRPr="00224953">
              <w:rPr>
                <w:szCs w:val="28"/>
              </w:rPr>
              <w:t>Ярославль, ул. Лескова, д.</w:t>
            </w:r>
            <w:r w:rsidR="00BA6CC7">
              <w:rPr>
                <w:szCs w:val="28"/>
              </w:rPr>
              <w:t xml:space="preserve"> </w:t>
            </w:r>
            <w:r w:rsidRPr="00224953">
              <w:rPr>
                <w:szCs w:val="28"/>
              </w:rPr>
              <w:t>26 корп.</w:t>
            </w:r>
            <w:r w:rsidR="00BA6CC7">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76:23:061401:12030</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439</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w:t>
            </w:r>
            <w:r w:rsidRPr="00224953">
              <w:rPr>
                <w:szCs w:val="28"/>
              </w:rPr>
              <w:t>,</w:t>
            </w:r>
            <w:r w:rsidR="00BA6CC7">
              <w:rPr>
                <w:szCs w:val="28"/>
              </w:rPr>
              <w:t xml:space="preserve"> г. </w:t>
            </w:r>
            <w:r w:rsidRPr="00224953">
              <w:rPr>
                <w:szCs w:val="28"/>
              </w:rPr>
              <w:t>Ярославль, ул. Калинина, д.</w:t>
            </w:r>
            <w:r w:rsidR="00BA6CC7">
              <w:rPr>
                <w:szCs w:val="28"/>
              </w:rPr>
              <w:t xml:space="preserve"> </w:t>
            </w:r>
            <w:r w:rsidRPr="00224953">
              <w:rPr>
                <w:szCs w:val="28"/>
              </w:rPr>
              <w:t>37 корп.</w:t>
            </w:r>
            <w:r w:rsidR="00BA6CC7">
              <w:rPr>
                <w:szCs w:val="28"/>
              </w:rPr>
              <w:t xml:space="preserve"> </w:t>
            </w:r>
            <w:r w:rsidRPr="00224953">
              <w:rPr>
                <w:szCs w:val="28"/>
              </w:rPr>
              <w:t>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76:23:060701:4930</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440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BA6CC7" w:rsidP="00BA6CC7">
            <w:pPr>
              <w:ind w:firstLine="0"/>
              <w:jc w:val="left"/>
              <w:rPr>
                <w:szCs w:val="28"/>
              </w:rPr>
            </w:pPr>
            <w:r>
              <w:rPr>
                <w:szCs w:val="28"/>
              </w:rPr>
              <w:t>Ярославская область, г. </w:t>
            </w:r>
            <w:r w:rsidR="00D91137" w:rsidRPr="00224953">
              <w:rPr>
                <w:szCs w:val="28"/>
              </w:rPr>
              <w:t>Ярославль, ул. А</w:t>
            </w:r>
            <w:r>
              <w:rPr>
                <w:szCs w:val="28"/>
              </w:rPr>
              <w:t>кадемика</w:t>
            </w:r>
            <w:r w:rsidR="00D91137" w:rsidRPr="00224953">
              <w:rPr>
                <w:szCs w:val="28"/>
              </w:rPr>
              <w:t xml:space="preserve"> Колмогорова, д.</w:t>
            </w:r>
            <w:r>
              <w:rPr>
                <w:szCs w:val="28"/>
              </w:rPr>
              <w:t xml:space="preserve"> </w:t>
            </w:r>
            <w:r w:rsidR="00D91137" w:rsidRPr="00224953">
              <w:rPr>
                <w:szCs w:val="28"/>
              </w:rPr>
              <w:t>14 (стр.</w:t>
            </w:r>
            <w:r>
              <w:rPr>
                <w:szCs w:val="28"/>
              </w:rPr>
              <w:t xml:space="preserve"> </w:t>
            </w:r>
            <w:r w:rsidR="00D91137" w:rsidRPr="00224953">
              <w:rPr>
                <w:szCs w:val="28"/>
              </w:rPr>
              <w:t>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76:23:061401:12031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441</w:t>
            </w:r>
          </w:p>
        </w:tc>
        <w:tc>
          <w:tcPr>
            <w:tcW w:w="1289" w:type="pct"/>
            <w:tcBorders>
              <w:top w:val="single" w:sz="4" w:space="0" w:color="auto"/>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BA6CC7" w:rsidP="00D91137">
            <w:pPr>
              <w:ind w:firstLine="0"/>
              <w:jc w:val="left"/>
              <w:rPr>
                <w:szCs w:val="28"/>
              </w:rPr>
            </w:pPr>
            <w:r>
              <w:rPr>
                <w:szCs w:val="28"/>
              </w:rPr>
              <w:t>Ярославская область, г. </w:t>
            </w:r>
            <w:r w:rsidR="00D91137" w:rsidRPr="00224953">
              <w:rPr>
                <w:szCs w:val="28"/>
              </w:rPr>
              <w:t>Ярославль, ул. Папанина, д.</w:t>
            </w:r>
            <w:r>
              <w:rPr>
                <w:szCs w:val="28"/>
              </w:rPr>
              <w:t xml:space="preserve"> </w:t>
            </w:r>
            <w:r w:rsidR="00D91137" w:rsidRPr="00224953">
              <w:rPr>
                <w:szCs w:val="28"/>
              </w:rPr>
              <w:t>6 корп.</w:t>
            </w:r>
            <w:r>
              <w:rPr>
                <w:szCs w:val="28"/>
              </w:rPr>
              <w:t xml:space="preserve"> </w:t>
            </w:r>
            <w:r w:rsidR="00D91137" w:rsidRPr="00224953">
              <w:rPr>
                <w:szCs w:val="28"/>
              </w:rPr>
              <w:t xml:space="preserve">2, </w:t>
            </w:r>
            <w:r>
              <w:rPr>
                <w:szCs w:val="28"/>
              </w:rPr>
              <w:br/>
              <w:t xml:space="preserve">д. </w:t>
            </w:r>
            <w:r w:rsidR="00D91137" w:rsidRPr="00224953">
              <w:rPr>
                <w:szCs w:val="28"/>
              </w:rPr>
              <w:t>8 корп.</w:t>
            </w:r>
            <w:r>
              <w:rPr>
                <w:szCs w:val="28"/>
              </w:rPr>
              <w:t xml:space="preserve"> </w:t>
            </w:r>
            <w:r w:rsidR="00D91137" w:rsidRPr="00224953">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76:23:020910:2589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442</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 г. </w:t>
            </w:r>
            <w:r w:rsidRPr="00224953">
              <w:rPr>
                <w:szCs w:val="28"/>
              </w:rPr>
              <w:t xml:space="preserve">Ярославль, </w:t>
            </w:r>
            <w:r w:rsidR="00BA6CC7">
              <w:rPr>
                <w:szCs w:val="28"/>
              </w:rPr>
              <w:br/>
              <w:t>по ул. Слепнева до пр. </w:t>
            </w:r>
            <w:r w:rsidRPr="00224953">
              <w:rPr>
                <w:szCs w:val="28"/>
              </w:rPr>
              <w:t>Ушакова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76:23:000000:16337</w:t>
            </w:r>
          </w:p>
        </w:tc>
      </w:tr>
      <w:tr w:rsidR="00D91137" w:rsidRPr="00224953" w:rsidTr="00BA6CC7">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443</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A6CC7" w:rsidP="00D91137">
            <w:pPr>
              <w:ind w:firstLine="0"/>
              <w:jc w:val="left"/>
              <w:rPr>
                <w:szCs w:val="28"/>
              </w:rPr>
            </w:pPr>
            <w:r>
              <w:rPr>
                <w:szCs w:val="28"/>
              </w:rPr>
              <w:t xml:space="preserve">Ярославская область, г. Ярославль, </w:t>
            </w:r>
            <w:r>
              <w:rPr>
                <w:szCs w:val="28"/>
              </w:rPr>
              <w:br/>
              <w:t>проспек</w:t>
            </w:r>
            <w:r w:rsidR="00D91137" w:rsidRPr="00224953">
              <w:rPr>
                <w:szCs w:val="28"/>
              </w:rPr>
              <w:t>т Фрунзе, д.</w:t>
            </w:r>
            <w:r>
              <w:rPr>
                <w:szCs w:val="28"/>
              </w:rPr>
              <w:t xml:space="preserve"> </w:t>
            </w:r>
            <w:r w:rsidR="00D91137" w:rsidRPr="00224953">
              <w:rPr>
                <w:szCs w:val="28"/>
              </w:rPr>
              <w:t>51 корп.</w:t>
            </w:r>
            <w:r>
              <w:rPr>
                <w:szCs w:val="28"/>
              </w:rPr>
              <w:t xml:space="preserve"> </w:t>
            </w:r>
            <w:r w:rsidR="00D91137"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76:23:061705:1232</w:t>
            </w:r>
          </w:p>
        </w:tc>
      </w:tr>
      <w:tr w:rsidR="00D91137" w:rsidRPr="00224953" w:rsidTr="00BA6CC7">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 xml:space="preserve">Объект газораспределения: </w:t>
            </w:r>
          </w:p>
          <w:p w:rsidR="00BA6C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BA6CC7" w:rsidP="00D91137">
            <w:pPr>
              <w:ind w:firstLine="0"/>
              <w:jc w:val="left"/>
              <w:rPr>
                <w:szCs w:val="28"/>
              </w:rPr>
            </w:pPr>
            <w:r>
              <w:rPr>
                <w:szCs w:val="28"/>
              </w:rPr>
              <w:t xml:space="preserve">Ярославская область, г. Ярославль, </w:t>
            </w:r>
            <w:r>
              <w:rPr>
                <w:szCs w:val="28"/>
              </w:rPr>
              <w:br/>
              <w:t>проспек</w:t>
            </w:r>
            <w:r w:rsidR="00D91137" w:rsidRPr="00224953">
              <w:rPr>
                <w:szCs w:val="28"/>
              </w:rPr>
              <w:t>т Фрунзе, д.</w:t>
            </w:r>
            <w:r>
              <w:rPr>
                <w:szCs w:val="28"/>
              </w:rPr>
              <w:t xml:space="preserve"> </w:t>
            </w:r>
            <w:r w:rsidR="00D91137" w:rsidRPr="00224953">
              <w:rPr>
                <w:szCs w:val="28"/>
              </w:rPr>
              <w:t>49 корп.</w:t>
            </w:r>
            <w:r>
              <w:rPr>
                <w:szCs w:val="28"/>
              </w:rPr>
              <w:t xml:space="preserve"> </w:t>
            </w:r>
            <w:r w:rsidR="00D91137" w:rsidRPr="00224953">
              <w:rPr>
                <w:szCs w:val="28"/>
              </w:rPr>
              <w:t>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76:23:061705:1231</w:t>
            </w:r>
          </w:p>
        </w:tc>
      </w:tr>
      <w:tr w:rsidR="00D91137" w:rsidRPr="00224953" w:rsidTr="00BA6CC7">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445</w:t>
            </w:r>
          </w:p>
        </w:tc>
        <w:tc>
          <w:tcPr>
            <w:tcW w:w="1289" w:type="pct"/>
            <w:tcBorders>
              <w:top w:val="single" w:sz="4" w:space="0" w:color="auto"/>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BA6CC7">
              <w:rPr>
                <w:szCs w:val="28"/>
              </w:rPr>
              <w:t xml:space="preserve"> область, г. </w:t>
            </w:r>
            <w:r w:rsidRPr="00224953">
              <w:rPr>
                <w:szCs w:val="28"/>
              </w:rPr>
              <w:t xml:space="preserve">Ярославль, </w:t>
            </w:r>
            <w:r w:rsidR="00BA6CC7">
              <w:rPr>
                <w:szCs w:val="28"/>
              </w:rPr>
              <w:br/>
            </w:r>
            <w:r w:rsidRPr="00224953">
              <w:rPr>
                <w:szCs w:val="28"/>
              </w:rPr>
              <w:t>ул. Звездная, д.</w:t>
            </w:r>
            <w:r w:rsidR="00BA6CC7">
              <w:rPr>
                <w:szCs w:val="28"/>
              </w:rPr>
              <w:t xml:space="preserve"> </w:t>
            </w:r>
            <w:r w:rsidRPr="00224953">
              <w:rPr>
                <w:szCs w:val="28"/>
              </w:rPr>
              <w:t xml:space="preserve">7, </w:t>
            </w:r>
            <w:r w:rsidR="00BA6CC7">
              <w:rPr>
                <w:szCs w:val="28"/>
              </w:rPr>
              <w:br/>
              <w:t xml:space="preserve">д. </w:t>
            </w:r>
            <w:r w:rsidRPr="00224953">
              <w:rPr>
                <w:szCs w:val="28"/>
              </w:rPr>
              <w:t>7 корп.</w:t>
            </w:r>
            <w:r w:rsidR="00BA6CC7">
              <w:rPr>
                <w:szCs w:val="28"/>
              </w:rPr>
              <w:t xml:space="preserve"> </w:t>
            </w:r>
            <w:r w:rsidRPr="00224953">
              <w:rPr>
                <w:szCs w:val="28"/>
              </w:rPr>
              <w:t>2,</w:t>
            </w:r>
            <w:r w:rsidR="00BA6CC7">
              <w:rPr>
                <w:szCs w:val="28"/>
              </w:rPr>
              <w:t xml:space="preserve"> д. </w:t>
            </w:r>
            <w:r w:rsidRPr="00224953">
              <w:rPr>
                <w:szCs w:val="28"/>
              </w:rPr>
              <w:t>7 корп.</w:t>
            </w:r>
            <w:r w:rsidR="00BA6CC7">
              <w:rPr>
                <w:szCs w:val="28"/>
              </w:rPr>
              <w:t xml:space="preserve"> </w:t>
            </w:r>
            <w:r w:rsidRPr="00224953">
              <w:rPr>
                <w:szCs w:val="28"/>
              </w:rPr>
              <w:t>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76:23:060601:3193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446</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 г. </w:t>
            </w:r>
            <w:r w:rsidRPr="00224953">
              <w:rPr>
                <w:szCs w:val="28"/>
              </w:rPr>
              <w:t xml:space="preserve">Ярославль, </w:t>
            </w:r>
            <w:r w:rsidR="00BA6CC7">
              <w:rPr>
                <w:szCs w:val="28"/>
              </w:rPr>
              <w:br/>
            </w:r>
            <w:r w:rsidRPr="00224953">
              <w:rPr>
                <w:szCs w:val="28"/>
              </w:rPr>
              <w:t>ул. Слепнева, д.</w:t>
            </w:r>
            <w:r w:rsidR="00BA6CC7">
              <w:rPr>
                <w:szCs w:val="28"/>
              </w:rPr>
              <w:t xml:space="preserve"> </w:t>
            </w:r>
            <w:r w:rsidRPr="00224953">
              <w:rPr>
                <w:szCs w:val="28"/>
              </w:rPr>
              <w:t xml:space="preserve">21, </w:t>
            </w:r>
            <w:r w:rsidR="00BA6CC7">
              <w:rPr>
                <w:szCs w:val="28"/>
              </w:rPr>
              <w:br/>
              <w:t xml:space="preserve">д. </w:t>
            </w:r>
            <w:r w:rsidRPr="00224953">
              <w:rPr>
                <w:szCs w:val="28"/>
              </w:rPr>
              <w:t>21 корп.</w:t>
            </w:r>
            <w:r w:rsidR="00BA6CC7">
              <w:rPr>
                <w:szCs w:val="28"/>
              </w:rPr>
              <w:t xml:space="preserve"> </w:t>
            </w:r>
            <w:r w:rsidRPr="00224953">
              <w:rPr>
                <w:szCs w:val="28"/>
              </w:rPr>
              <w:t xml:space="preserve">1, </w:t>
            </w:r>
            <w:r w:rsidR="00BA6CC7">
              <w:rPr>
                <w:szCs w:val="28"/>
              </w:rPr>
              <w:t xml:space="preserve">д. </w:t>
            </w:r>
            <w:r w:rsidRPr="00224953">
              <w:rPr>
                <w:szCs w:val="28"/>
              </w:rPr>
              <w:t>21 корп.</w:t>
            </w:r>
            <w:r w:rsidR="00BA6CC7">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76:23:000000:16306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447</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 г. </w:t>
            </w:r>
            <w:r w:rsidRPr="00224953">
              <w:rPr>
                <w:szCs w:val="28"/>
              </w:rPr>
              <w:t xml:space="preserve">Ярославль, </w:t>
            </w:r>
            <w:r w:rsidR="00BA6CC7">
              <w:rPr>
                <w:szCs w:val="28"/>
              </w:rPr>
              <w:br/>
            </w:r>
            <w:r w:rsidRPr="00224953">
              <w:rPr>
                <w:szCs w:val="28"/>
              </w:rPr>
              <w:t>ул. Слепнева, д.</w:t>
            </w:r>
            <w:r w:rsidR="00BA6CC7">
              <w:rPr>
                <w:szCs w:val="28"/>
              </w:rPr>
              <w:t xml:space="preserve"> </w:t>
            </w:r>
            <w:r w:rsidRPr="00224953">
              <w:rPr>
                <w:szCs w:val="28"/>
              </w:rPr>
              <w:t xml:space="preserve">17, </w:t>
            </w:r>
            <w:r w:rsidR="00BA6CC7">
              <w:rPr>
                <w:szCs w:val="28"/>
              </w:rPr>
              <w:br/>
              <w:t xml:space="preserve">д. </w:t>
            </w:r>
            <w:r w:rsidRPr="00224953">
              <w:rPr>
                <w:szCs w:val="28"/>
              </w:rPr>
              <w:t>17 корп.</w:t>
            </w:r>
            <w:r w:rsidR="00BA6CC7">
              <w:rPr>
                <w:szCs w:val="28"/>
              </w:rPr>
              <w:t xml:space="preserve"> </w:t>
            </w:r>
            <w:r w:rsidRPr="00224953">
              <w:rPr>
                <w:szCs w:val="28"/>
              </w:rPr>
              <w:t xml:space="preserve">1, </w:t>
            </w:r>
            <w:r w:rsidR="00BA6CC7">
              <w:rPr>
                <w:szCs w:val="28"/>
              </w:rPr>
              <w:t xml:space="preserve">д. </w:t>
            </w:r>
            <w:r w:rsidRPr="00224953">
              <w:rPr>
                <w:szCs w:val="28"/>
              </w:rPr>
              <w:t>17 корп.</w:t>
            </w:r>
            <w:r w:rsidR="00BA6CC7">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76:23:060802:1671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448</w:t>
            </w:r>
          </w:p>
        </w:tc>
        <w:tc>
          <w:tcPr>
            <w:tcW w:w="1289" w:type="pct"/>
            <w:tcBorders>
              <w:top w:val="nil"/>
              <w:left w:val="nil"/>
              <w:bottom w:val="single" w:sz="4" w:space="0" w:color="auto"/>
              <w:right w:val="single" w:sz="4" w:space="0" w:color="auto"/>
            </w:tcBorders>
            <w:shd w:val="clear" w:color="auto" w:fill="auto"/>
            <w:hideMark/>
          </w:tcPr>
          <w:p w:rsidR="00BA6CC7"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A6CC7">
            <w:pPr>
              <w:ind w:firstLine="0"/>
              <w:jc w:val="left"/>
              <w:rPr>
                <w:szCs w:val="28"/>
              </w:rPr>
            </w:pPr>
            <w:r w:rsidRPr="00224953">
              <w:rPr>
                <w:szCs w:val="28"/>
              </w:rPr>
              <w:t>Ярославская обл</w:t>
            </w:r>
            <w:r w:rsidR="00BA6CC7">
              <w:rPr>
                <w:szCs w:val="28"/>
              </w:rPr>
              <w:t>асть, г. </w:t>
            </w:r>
            <w:r w:rsidRPr="00224953">
              <w:rPr>
                <w:szCs w:val="28"/>
              </w:rPr>
              <w:t xml:space="preserve">Ярославль, </w:t>
            </w:r>
            <w:r w:rsidR="00BA6CC7">
              <w:rPr>
                <w:szCs w:val="28"/>
              </w:rPr>
              <w:br/>
            </w:r>
            <w:r w:rsidRPr="00224953">
              <w:rPr>
                <w:szCs w:val="28"/>
              </w:rPr>
              <w:t>ул. Слепнева, д.</w:t>
            </w:r>
            <w:r w:rsidR="00BA6CC7">
              <w:rPr>
                <w:szCs w:val="28"/>
              </w:rPr>
              <w:t xml:space="preserve"> </w:t>
            </w:r>
            <w:r w:rsidRPr="00224953">
              <w:rPr>
                <w:szCs w:val="28"/>
              </w:rPr>
              <w:t xml:space="preserve">15, </w:t>
            </w:r>
            <w:r w:rsidR="00BA6CC7">
              <w:rPr>
                <w:szCs w:val="28"/>
              </w:rPr>
              <w:br/>
              <w:t xml:space="preserve">д. </w:t>
            </w:r>
            <w:r w:rsidRPr="00224953">
              <w:rPr>
                <w:szCs w:val="28"/>
              </w:rPr>
              <w:t>15 корп.</w:t>
            </w:r>
            <w:r w:rsidR="00186255">
              <w:rPr>
                <w:szCs w:val="28"/>
              </w:rPr>
              <w:t xml:space="preserve"> </w:t>
            </w:r>
            <w:r w:rsidRPr="00224953">
              <w:rPr>
                <w:szCs w:val="28"/>
              </w:rPr>
              <w:t xml:space="preserve">1, </w:t>
            </w:r>
            <w:r w:rsidR="00186255">
              <w:rPr>
                <w:szCs w:val="28"/>
              </w:rPr>
              <w:t xml:space="preserve">д. </w:t>
            </w:r>
            <w:r w:rsidRPr="00224953">
              <w:rPr>
                <w:szCs w:val="28"/>
              </w:rPr>
              <w:t>15 корп.</w:t>
            </w:r>
            <w:r w:rsidR="00186255">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76:23:060802:1670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449</w:t>
            </w:r>
          </w:p>
        </w:tc>
        <w:tc>
          <w:tcPr>
            <w:tcW w:w="1289" w:type="pct"/>
            <w:tcBorders>
              <w:top w:val="nil"/>
              <w:left w:val="nil"/>
              <w:bottom w:val="single" w:sz="4" w:space="0" w:color="auto"/>
              <w:right w:val="single" w:sz="4" w:space="0" w:color="auto"/>
            </w:tcBorders>
            <w:shd w:val="clear" w:color="auto" w:fill="auto"/>
            <w:hideMark/>
          </w:tcPr>
          <w:p w:rsidR="00186255"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86255">
            <w:pPr>
              <w:ind w:firstLine="0"/>
              <w:jc w:val="left"/>
              <w:rPr>
                <w:szCs w:val="28"/>
              </w:rPr>
            </w:pPr>
            <w:r w:rsidRPr="00224953">
              <w:rPr>
                <w:szCs w:val="28"/>
              </w:rPr>
              <w:t>Ярославская обл</w:t>
            </w:r>
            <w:r w:rsidR="00186255">
              <w:rPr>
                <w:szCs w:val="28"/>
              </w:rPr>
              <w:t>асть, г. </w:t>
            </w:r>
            <w:r w:rsidRPr="00224953">
              <w:rPr>
                <w:szCs w:val="28"/>
              </w:rPr>
              <w:t xml:space="preserve">Ярославль, </w:t>
            </w:r>
            <w:r w:rsidR="00186255">
              <w:rPr>
                <w:szCs w:val="28"/>
              </w:rPr>
              <w:br/>
            </w:r>
            <w:r w:rsidRPr="00224953">
              <w:rPr>
                <w:szCs w:val="28"/>
              </w:rPr>
              <w:t>ул. А</w:t>
            </w:r>
            <w:r w:rsidR="00186255">
              <w:rPr>
                <w:szCs w:val="28"/>
              </w:rPr>
              <w:t>кадемика</w:t>
            </w:r>
            <w:r w:rsidRPr="00224953">
              <w:rPr>
                <w:szCs w:val="28"/>
              </w:rPr>
              <w:t xml:space="preserve"> Колмогорова, д.</w:t>
            </w:r>
            <w:r w:rsidR="00186255">
              <w:rPr>
                <w:szCs w:val="28"/>
              </w:rPr>
              <w:t xml:space="preserve"> </w:t>
            </w:r>
            <w:r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76:23:061401:12018</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450</w:t>
            </w:r>
          </w:p>
        </w:tc>
        <w:tc>
          <w:tcPr>
            <w:tcW w:w="1289" w:type="pct"/>
            <w:tcBorders>
              <w:top w:val="nil"/>
              <w:left w:val="nil"/>
              <w:bottom w:val="single" w:sz="4" w:space="0" w:color="auto"/>
              <w:right w:val="single" w:sz="4" w:space="0" w:color="auto"/>
            </w:tcBorders>
            <w:shd w:val="clear" w:color="auto" w:fill="auto"/>
            <w:hideMark/>
          </w:tcPr>
          <w:p w:rsidR="00186255"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86255">
            <w:pPr>
              <w:ind w:firstLine="0"/>
              <w:jc w:val="left"/>
              <w:rPr>
                <w:szCs w:val="28"/>
              </w:rPr>
            </w:pPr>
            <w:r w:rsidRPr="00224953">
              <w:rPr>
                <w:szCs w:val="28"/>
              </w:rPr>
              <w:t>Ярославская обл</w:t>
            </w:r>
            <w:r w:rsidR="00186255">
              <w:rPr>
                <w:szCs w:val="28"/>
              </w:rPr>
              <w:t>асть, г. </w:t>
            </w:r>
            <w:r w:rsidRPr="00224953">
              <w:rPr>
                <w:szCs w:val="28"/>
              </w:rPr>
              <w:t xml:space="preserve">Ярославль, </w:t>
            </w:r>
            <w:r w:rsidR="00186255">
              <w:rPr>
                <w:szCs w:val="28"/>
              </w:rPr>
              <w:br/>
            </w:r>
            <w:r w:rsidRPr="00224953">
              <w:rPr>
                <w:szCs w:val="28"/>
              </w:rPr>
              <w:t>ул. А</w:t>
            </w:r>
            <w:r w:rsidR="00186255">
              <w:rPr>
                <w:szCs w:val="28"/>
              </w:rPr>
              <w:t>кадемика</w:t>
            </w:r>
            <w:r w:rsidRPr="00224953">
              <w:rPr>
                <w:szCs w:val="28"/>
              </w:rPr>
              <w:t xml:space="preserve"> Колмогорова, д.</w:t>
            </w:r>
            <w:r w:rsidR="00186255">
              <w:rPr>
                <w:szCs w:val="28"/>
              </w:rPr>
              <w:t xml:space="preserve"> </w:t>
            </w:r>
            <w:r w:rsidRPr="00224953">
              <w:rPr>
                <w:szCs w:val="28"/>
              </w:rPr>
              <w:t>11 корп.</w:t>
            </w:r>
            <w:r w:rsidR="00186255">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76:23:061401:12017</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451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186255" w:rsidRDefault="00D91137" w:rsidP="00D91137">
            <w:pPr>
              <w:ind w:firstLine="0"/>
              <w:jc w:val="left"/>
              <w:rPr>
                <w:szCs w:val="28"/>
              </w:rPr>
            </w:pPr>
            <w:r w:rsidRPr="00224953">
              <w:rPr>
                <w:szCs w:val="28"/>
              </w:rPr>
              <w:t xml:space="preserve">Объект газораспределения: </w:t>
            </w:r>
          </w:p>
          <w:p w:rsidR="0018625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186255" w:rsidP="00D91137">
            <w:pPr>
              <w:ind w:firstLine="0"/>
              <w:jc w:val="left"/>
              <w:rPr>
                <w:szCs w:val="28"/>
              </w:rPr>
            </w:pPr>
            <w:r>
              <w:rPr>
                <w:szCs w:val="28"/>
              </w:rPr>
              <w:t>Ярославская область, г. </w:t>
            </w:r>
            <w:r w:rsidR="00D91137" w:rsidRPr="00224953">
              <w:rPr>
                <w:szCs w:val="28"/>
              </w:rPr>
              <w:t>Ярославль, пр-д Моторостроителей</w:t>
            </w:r>
            <w:r>
              <w:rPr>
                <w:szCs w:val="28"/>
              </w:rPr>
              <w:t>,</w:t>
            </w:r>
            <w:r w:rsidR="00D91137" w:rsidRPr="00224953">
              <w:rPr>
                <w:szCs w:val="28"/>
              </w:rPr>
              <w:t xml:space="preserve"> д.</w:t>
            </w:r>
            <w:r>
              <w:rPr>
                <w:szCs w:val="28"/>
              </w:rPr>
              <w:t xml:space="preserve"> </w:t>
            </w:r>
            <w:r w:rsidR="00D91137" w:rsidRPr="00224953">
              <w:rPr>
                <w:szCs w:val="28"/>
              </w:rPr>
              <w:t>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76:23:000000:16343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452</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Объект газораспределения: </w:t>
            </w:r>
            <w:r w:rsidR="00186255">
              <w:rPr>
                <w:szCs w:val="28"/>
              </w:rPr>
              <w:br/>
            </w:r>
            <w:r w:rsidRPr="00224953">
              <w:rPr>
                <w:szCs w:val="28"/>
              </w:rPr>
              <w:t xml:space="preserve">газопровод </w:t>
            </w:r>
            <w:r w:rsidR="00186255">
              <w:rPr>
                <w:szCs w:val="28"/>
              </w:rPr>
              <w:br/>
            </w: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186255">
            <w:pPr>
              <w:ind w:firstLine="0"/>
              <w:jc w:val="left"/>
              <w:rPr>
                <w:szCs w:val="28"/>
              </w:rPr>
            </w:pPr>
            <w:r w:rsidRPr="00224953">
              <w:rPr>
                <w:szCs w:val="28"/>
              </w:rPr>
              <w:t>Ярославская обл</w:t>
            </w:r>
            <w:r w:rsidR="00186255">
              <w:rPr>
                <w:szCs w:val="28"/>
              </w:rPr>
              <w:t>асть, г. </w:t>
            </w:r>
            <w:r w:rsidRPr="00224953">
              <w:rPr>
                <w:szCs w:val="28"/>
              </w:rPr>
              <w:t>Ярославль, ул. Панина, д.</w:t>
            </w:r>
            <w:r w:rsidR="00186255">
              <w:rPr>
                <w:szCs w:val="28"/>
              </w:rPr>
              <w:t xml:space="preserve"> </w:t>
            </w:r>
            <w:r w:rsidRPr="00224953">
              <w:rPr>
                <w:szCs w:val="28"/>
              </w:rPr>
              <w:t>6/2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76:23:011401:9046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453</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w:t>
            </w:r>
            <w:r w:rsidR="00CC3897" w:rsidRPr="00224953">
              <w:rPr>
                <w:szCs w:val="28"/>
              </w:rPr>
              <w:t xml:space="preserve"> обл</w:t>
            </w:r>
            <w:r w:rsidR="00CC3897">
              <w:rPr>
                <w:szCs w:val="28"/>
              </w:rPr>
              <w:t>асть, г. </w:t>
            </w:r>
            <w:r w:rsidRPr="00224953">
              <w:rPr>
                <w:szCs w:val="28"/>
              </w:rPr>
              <w:t xml:space="preserve">Ярославль, ул. Панина, </w:t>
            </w:r>
            <w:r w:rsidR="00CC3897">
              <w:rPr>
                <w:szCs w:val="28"/>
              </w:rPr>
              <w:t>д. 5 корп.</w:t>
            </w:r>
            <w:r w:rsidRPr="00224953">
              <w:rPr>
                <w:szCs w:val="28"/>
              </w:rPr>
              <w:t xml:space="preserve"> 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76:23:011401:9049</w:t>
            </w:r>
          </w:p>
        </w:tc>
      </w:tr>
      <w:tr w:rsidR="00D91137" w:rsidRPr="00224953" w:rsidTr="00CC3897">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454</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 обл</w:t>
            </w:r>
            <w:r w:rsidR="00CC3897">
              <w:rPr>
                <w:szCs w:val="28"/>
              </w:rPr>
              <w:t>асть, г. </w:t>
            </w:r>
            <w:r w:rsidRPr="00224953">
              <w:rPr>
                <w:szCs w:val="28"/>
              </w:rPr>
              <w:t xml:space="preserve">Ярославль, </w:t>
            </w:r>
            <w:r w:rsidR="00CC3897">
              <w:rPr>
                <w:szCs w:val="28"/>
              </w:rPr>
              <w:br/>
            </w:r>
            <w:r w:rsidRPr="00224953">
              <w:rPr>
                <w:szCs w:val="28"/>
              </w:rPr>
              <w:t>ул. Ньютона, д.</w:t>
            </w:r>
            <w:r w:rsidR="00CC3897">
              <w:rPr>
                <w:szCs w:val="28"/>
              </w:rPr>
              <w:t xml:space="preserve"> </w:t>
            </w:r>
            <w:r w:rsidRPr="00224953">
              <w:rPr>
                <w:szCs w:val="28"/>
              </w:rPr>
              <w:t>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76:23:000000:16344</w:t>
            </w:r>
          </w:p>
        </w:tc>
      </w:tr>
      <w:tr w:rsidR="00D91137" w:rsidRPr="00224953" w:rsidTr="00CC3897">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CC3897" w:rsidP="00D91137">
            <w:pPr>
              <w:ind w:firstLine="0"/>
              <w:jc w:val="left"/>
              <w:rPr>
                <w:szCs w:val="28"/>
              </w:rPr>
            </w:pPr>
            <w:r>
              <w:rPr>
                <w:szCs w:val="28"/>
              </w:rPr>
              <w:t>Ярославская область, г. </w:t>
            </w:r>
            <w:r w:rsidR="00D91137" w:rsidRPr="00224953">
              <w:rPr>
                <w:szCs w:val="28"/>
              </w:rPr>
              <w:t>Ярославль, по ул. 1-й Вокзальной, д.</w:t>
            </w:r>
            <w:r>
              <w:rPr>
                <w:szCs w:val="28"/>
              </w:rPr>
              <w:t xml:space="preserve"> </w:t>
            </w:r>
            <w:r w:rsidR="00D91137" w:rsidRPr="00224953">
              <w:rPr>
                <w:szCs w:val="28"/>
              </w:rPr>
              <w:t xml:space="preserve">22 </w:t>
            </w:r>
            <w:r>
              <w:rPr>
                <w:szCs w:val="28"/>
              </w:rPr>
              <w:br/>
            </w:r>
            <w:r w:rsidR="00D91137" w:rsidRPr="00224953">
              <w:rPr>
                <w:szCs w:val="28"/>
              </w:rPr>
              <w:t>(без вводов)</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76:23:000000:16323</w:t>
            </w:r>
          </w:p>
        </w:tc>
      </w:tr>
      <w:tr w:rsidR="00D91137" w:rsidRPr="00224953" w:rsidTr="00CC3897">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456</w:t>
            </w:r>
          </w:p>
        </w:tc>
        <w:tc>
          <w:tcPr>
            <w:tcW w:w="1289" w:type="pct"/>
            <w:tcBorders>
              <w:top w:val="single" w:sz="4" w:space="0" w:color="auto"/>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w:t>
            </w:r>
            <w:r w:rsidR="00CC3897" w:rsidRPr="00224953">
              <w:rPr>
                <w:szCs w:val="28"/>
              </w:rPr>
              <w:t xml:space="preserve"> обл</w:t>
            </w:r>
            <w:r w:rsidR="00CC3897">
              <w:rPr>
                <w:szCs w:val="28"/>
              </w:rPr>
              <w:t xml:space="preserve">асть, г. Ярославль, ул. Новоселковская, </w:t>
            </w:r>
            <w:r w:rsidRPr="00224953">
              <w:rPr>
                <w:szCs w:val="28"/>
              </w:rPr>
              <w:t>д.</w:t>
            </w:r>
            <w:r w:rsidR="00CC3897">
              <w:rPr>
                <w:szCs w:val="28"/>
              </w:rPr>
              <w:t xml:space="preserve"> </w:t>
            </w:r>
            <w:r w:rsidRPr="00224953">
              <w:rPr>
                <w:szCs w:val="28"/>
              </w:rPr>
              <w:t>15,</w:t>
            </w:r>
            <w:r w:rsidR="00CC3897">
              <w:rPr>
                <w:szCs w:val="28"/>
              </w:rPr>
              <w:t xml:space="preserve"> </w:t>
            </w:r>
            <w:r w:rsidRPr="00224953">
              <w:rPr>
                <w:szCs w:val="28"/>
              </w:rPr>
              <w:t>17,</w:t>
            </w:r>
            <w:r w:rsidR="00CC3897">
              <w:rPr>
                <w:szCs w:val="28"/>
              </w:rPr>
              <w:t xml:space="preserve"> </w:t>
            </w:r>
            <w:r w:rsidRPr="00224953">
              <w:rPr>
                <w:szCs w:val="28"/>
              </w:rPr>
              <w:t>18,</w:t>
            </w:r>
            <w:r w:rsidR="00CC3897">
              <w:rPr>
                <w:szCs w:val="28"/>
              </w:rPr>
              <w:t xml:space="preserve"> </w:t>
            </w:r>
            <w:r w:rsidRPr="00224953">
              <w:rPr>
                <w:szCs w:val="28"/>
              </w:rPr>
              <w:t>21,</w:t>
            </w:r>
            <w:r w:rsidR="00CC3897">
              <w:rPr>
                <w:szCs w:val="28"/>
              </w:rPr>
              <w:t xml:space="preserve"> </w:t>
            </w:r>
            <w:r w:rsidRPr="00224953">
              <w:rPr>
                <w:szCs w:val="28"/>
              </w:rPr>
              <w:t>22,</w:t>
            </w:r>
            <w:r w:rsidR="00CC3897">
              <w:rPr>
                <w:szCs w:val="28"/>
              </w:rPr>
              <w:t xml:space="preserve"> </w:t>
            </w:r>
            <w:r w:rsidRPr="00224953">
              <w:rPr>
                <w:szCs w:val="28"/>
              </w:rPr>
              <w:t>23,</w:t>
            </w:r>
            <w:r w:rsidR="00CC3897">
              <w:rPr>
                <w:szCs w:val="28"/>
              </w:rPr>
              <w:t xml:space="preserve"> </w:t>
            </w:r>
            <w:r w:rsidRPr="00224953">
              <w:rPr>
                <w:szCs w:val="28"/>
              </w:rPr>
              <w:t>24,</w:t>
            </w:r>
            <w:r w:rsidR="00CC3897">
              <w:rPr>
                <w:szCs w:val="28"/>
              </w:rPr>
              <w:t xml:space="preserve"> </w:t>
            </w:r>
            <w:r w:rsidRPr="00224953">
              <w:rPr>
                <w:szCs w:val="28"/>
              </w:rPr>
              <w:t>25 (без вводов)</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76:23:000000:16354</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457</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w:t>
            </w:r>
            <w:r w:rsidR="00CC3897">
              <w:rPr>
                <w:szCs w:val="28"/>
              </w:rPr>
              <w:t>я область, г. </w:t>
            </w:r>
            <w:r w:rsidRPr="00224953">
              <w:rPr>
                <w:szCs w:val="28"/>
              </w:rPr>
              <w:t>Ярославль, кооператив «Огонек», ул. Районная, д.</w:t>
            </w:r>
            <w:r w:rsidR="00CC3897">
              <w:rPr>
                <w:szCs w:val="28"/>
              </w:rPr>
              <w:t> </w:t>
            </w:r>
            <w:r w:rsidRPr="00224953">
              <w:rPr>
                <w:szCs w:val="28"/>
              </w:rPr>
              <w:t xml:space="preserve">1, 2, 4, 5, 6, 9 </w:t>
            </w:r>
            <w:r w:rsidR="00CC3897">
              <w:rPr>
                <w:szCs w:val="28"/>
              </w:rPr>
              <w:br/>
            </w:r>
            <w:r w:rsidRPr="00224953">
              <w:rPr>
                <w:szCs w:val="28"/>
              </w:rPr>
              <w:t>(без вводов)</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76:23:000000:16335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458</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D91137" w:rsidRPr="00224953" w:rsidRDefault="00D91137" w:rsidP="00D91137">
            <w:pPr>
              <w:ind w:firstLine="0"/>
              <w:jc w:val="left"/>
              <w:rPr>
                <w:szCs w:val="28"/>
              </w:rPr>
            </w:pPr>
            <w:r w:rsidRPr="00224953">
              <w:rPr>
                <w:szCs w:val="28"/>
              </w:rPr>
              <w:t>газопровод высокого давления к ГРП, ГРП-84</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 обл</w:t>
            </w:r>
            <w:r w:rsidR="00CC3897">
              <w:rPr>
                <w:szCs w:val="28"/>
              </w:rPr>
              <w:t>асть, г. </w:t>
            </w:r>
            <w:r w:rsidRPr="00224953">
              <w:rPr>
                <w:szCs w:val="28"/>
              </w:rPr>
              <w:t xml:space="preserve">Ярославль, </w:t>
            </w:r>
            <w:r w:rsidR="00CC3897">
              <w:rPr>
                <w:szCs w:val="28"/>
              </w:rPr>
              <w:t>к</w:t>
            </w:r>
            <w:r w:rsidRPr="00224953">
              <w:rPr>
                <w:szCs w:val="28"/>
              </w:rPr>
              <w:t>ооператив «Мечтатель – 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76:23:000000:16358</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459</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 обл</w:t>
            </w:r>
            <w:r w:rsidR="00CC3897">
              <w:rPr>
                <w:szCs w:val="28"/>
              </w:rPr>
              <w:t>асть, г. </w:t>
            </w:r>
            <w:r w:rsidRPr="00224953">
              <w:rPr>
                <w:szCs w:val="28"/>
              </w:rPr>
              <w:t>Ярославль, кооператив «Мечтатель</w:t>
            </w:r>
            <w:r w:rsidR="00CC3897">
              <w:rPr>
                <w:szCs w:val="28"/>
              </w:rPr>
              <w:t xml:space="preserve"> – </w:t>
            </w:r>
            <w:r w:rsidRPr="00224953">
              <w:rPr>
                <w:szCs w:val="28"/>
              </w:rPr>
              <w:t>3», к жилым домам №</w:t>
            </w:r>
            <w:r w:rsidR="00CC3897">
              <w:rPr>
                <w:szCs w:val="28"/>
              </w:rPr>
              <w:t xml:space="preserve"> </w:t>
            </w:r>
            <w:r w:rsidRPr="00224953">
              <w:rPr>
                <w:szCs w:val="28"/>
              </w:rPr>
              <w:t>4,</w:t>
            </w:r>
            <w:r w:rsidR="00CC3897">
              <w:rPr>
                <w:szCs w:val="28"/>
              </w:rPr>
              <w:t xml:space="preserve"> </w:t>
            </w:r>
            <w:r w:rsidRPr="00224953">
              <w:rPr>
                <w:szCs w:val="28"/>
              </w:rPr>
              <w:t>6,</w:t>
            </w:r>
            <w:r w:rsidR="00CC3897">
              <w:rPr>
                <w:szCs w:val="28"/>
              </w:rPr>
              <w:t xml:space="preserve"> 8 по ул. </w:t>
            </w:r>
            <w:r w:rsidRPr="00224953">
              <w:rPr>
                <w:szCs w:val="28"/>
              </w:rPr>
              <w:t xml:space="preserve">Мастеровой </w:t>
            </w:r>
            <w:r w:rsidR="00CC3897">
              <w:rPr>
                <w:szCs w:val="28"/>
              </w:rPr>
              <w:br/>
            </w:r>
            <w:r w:rsidRPr="00224953">
              <w:rPr>
                <w:szCs w:val="28"/>
              </w:rPr>
              <w:t>(без вводов)</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76:23:000000:16342</w:t>
            </w:r>
          </w:p>
        </w:tc>
      </w:tr>
      <w:tr w:rsidR="00D91137" w:rsidRPr="00224953" w:rsidTr="00B771C2">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460</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 обл</w:t>
            </w:r>
            <w:r w:rsidR="00CC3897">
              <w:rPr>
                <w:szCs w:val="28"/>
              </w:rPr>
              <w:t>асть, г. </w:t>
            </w:r>
            <w:r w:rsidRPr="00224953">
              <w:rPr>
                <w:szCs w:val="28"/>
              </w:rPr>
              <w:t>Ярославль, от ГРП - 84 к жилым домам по ул. Памятная</w:t>
            </w:r>
            <w:r w:rsidR="00CC3897">
              <w:rPr>
                <w:szCs w:val="28"/>
              </w:rPr>
              <w:t>,</w:t>
            </w:r>
            <w:r w:rsidRPr="00224953">
              <w:rPr>
                <w:szCs w:val="28"/>
              </w:rPr>
              <w:t xml:space="preserve"> кооператив «Мечтатель</w:t>
            </w:r>
            <w:r w:rsidR="00CC3897">
              <w:rPr>
                <w:szCs w:val="28"/>
              </w:rPr>
              <w:t xml:space="preserve"> –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76:23:020204:285</w:t>
            </w:r>
          </w:p>
        </w:tc>
      </w:tr>
      <w:tr w:rsidR="00D91137" w:rsidRPr="00224953" w:rsidTr="00B771C2">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461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D91137" w:rsidRPr="00224953" w:rsidRDefault="00D91137" w:rsidP="00D91137">
            <w:pPr>
              <w:ind w:firstLine="0"/>
              <w:jc w:val="left"/>
              <w:rPr>
                <w:szCs w:val="28"/>
              </w:rPr>
            </w:pPr>
            <w:r w:rsidRPr="00224953">
              <w:rPr>
                <w:szCs w:val="28"/>
              </w:rPr>
              <w:t>газопровод низкого давления с электрохимзащитой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CC3897" w:rsidP="00CC3897">
            <w:pPr>
              <w:ind w:firstLine="0"/>
              <w:jc w:val="left"/>
              <w:rPr>
                <w:szCs w:val="28"/>
              </w:rPr>
            </w:pPr>
            <w:r>
              <w:rPr>
                <w:szCs w:val="28"/>
              </w:rPr>
              <w:t>Ярославская область, г. </w:t>
            </w:r>
            <w:r w:rsidR="00D91137" w:rsidRPr="00224953">
              <w:rPr>
                <w:szCs w:val="28"/>
              </w:rPr>
              <w:t xml:space="preserve">Ярославль, к жилым </w:t>
            </w:r>
            <w:r>
              <w:rPr>
                <w:szCs w:val="28"/>
              </w:rPr>
              <w:br/>
            </w:r>
            <w:r w:rsidR="00D91137" w:rsidRPr="00224953">
              <w:rPr>
                <w:szCs w:val="28"/>
              </w:rPr>
              <w:t>домам по ул</w:t>
            </w:r>
            <w:r>
              <w:rPr>
                <w:szCs w:val="28"/>
              </w:rPr>
              <w:t>.</w:t>
            </w:r>
            <w:r w:rsidR="00D91137" w:rsidRPr="00224953">
              <w:rPr>
                <w:szCs w:val="28"/>
              </w:rPr>
              <w:t xml:space="preserve"> Главная, Овражная, кооператив «Мечтатель</w:t>
            </w:r>
            <w:r>
              <w:rPr>
                <w:szCs w:val="28"/>
              </w:rPr>
              <w:t xml:space="preserve"> – </w:t>
            </w:r>
            <w:r w:rsidR="00D91137" w:rsidRPr="00224953">
              <w:rPr>
                <w:szCs w:val="28"/>
              </w:rPr>
              <w:t xml:space="preserve">3» </w:t>
            </w:r>
            <w:r>
              <w:rPr>
                <w:szCs w:val="28"/>
              </w:rPr>
              <w:br/>
            </w:r>
            <w:r w:rsidR="00D91137" w:rsidRPr="00224953">
              <w:rPr>
                <w:szCs w:val="28"/>
              </w:rPr>
              <w:t>(без вводов)</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76:23:020212:416</w:t>
            </w:r>
          </w:p>
        </w:tc>
      </w:tr>
      <w:tr w:rsidR="00D91137" w:rsidRPr="00224953" w:rsidTr="00B771C2">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462</w:t>
            </w:r>
          </w:p>
        </w:tc>
        <w:tc>
          <w:tcPr>
            <w:tcW w:w="1289" w:type="pct"/>
            <w:tcBorders>
              <w:top w:val="single" w:sz="4" w:space="0" w:color="auto"/>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 обл</w:t>
            </w:r>
            <w:r w:rsidR="00CC3897">
              <w:rPr>
                <w:szCs w:val="28"/>
              </w:rPr>
              <w:t>асть, г. </w:t>
            </w:r>
            <w:r w:rsidRPr="00224953">
              <w:rPr>
                <w:szCs w:val="28"/>
              </w:rPr>
              <w:t>Ярославль, к жилым домам по ул</w:t>
            </w:r>
            <w:r w:rsidR="00CC3897">
              <w:rPr>
                <w:szCs w:val="28"/>
              </w:rPr>
              <w:t xml:space="preserve">. </w:t>
            </w:r>
            <w:r w:rsidRPr="00224953">
              <w:rPr>
                <w:szCs w:val="28"/>
              </w:rPr>
              <w:t>Памятная, Национальная, Медведевская, Прямая, кооператив «Мечтатель</w:t>
            </w:r>
            <w:r w:rsidR="00CC3897">
              <w:rPr>
                <w:szCs w:val="28"/>
              </w:rPr>
              <w:t xml:space="preserve"> – </w:t>
            </w:r>
            <w:r w:rsidRPr="00224953">
              <w:rPr>
                <w:szCs w:val="28"/>
              </w:rPr>
              <w:t xml:space="preserve">3» </w:t>
            </w:r>
            <w:r w:rsidR="00CC3897">
              <w:rPr>
                <w:szCs w:val="28"/>
              </w:rPr>
              <w:br/>
            </w:r>
            <w:r w:rsidRPr="00224953">
              <w:rPr>
                <w:szCs w:val="28"/>
              </w:rPr>
              <w:t>(без вводов)</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76:23:000000:16345</w:t>
            </w:r>
          </w:p>
        </w:tc>
      </w:tr>
      <w:tr w:rsidR="00D91137" w:rsidRPr="00224953" w:rsidTr="00CC3897">
        <w:trPr>
          <w:trHeight w:val="411"/>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CC3897" w:rsidP="00CC389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Звездная, д</w:t>
            </w:r>
            <w:r>
              <w:rPr>
                <w:szCs w:val="28"/>
              </w:rPr>
              <w:t>. 5</w:t>
            </w:r>
            <w:r w:rsidR="00D91137" w:rsidRPr="00224953">
              <w:rPr>
                <w:szCs w:val="28"/>
              </w:rPr>
              <w:t xml:space="preserve"> корп</w:t>
            </w:r>
            <w:r>
              <w:rPr>
                <w:szCs w:val="28"/>
              </w:rPr>
              <w:t>.</w:t>
            </w:r>
            <w:r w:rsidR="00D91137" w:rsidRPr="00224953">
              <w:rPr>
                <w:szCs w:val="28"/>
              </w:rPr>
              <w:t xml:space="preserve"> 3</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76:23:060601:3199</w:t>
            </w:r>
          </w:p>
        </w:tc>
      </w:tr>
      <w:tr w:rsidR="00D91137" w:rsidRPr="00224953" w:rsidTr="00CC3897">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464</w:t>
            </w:r>
          </w:p>
        </w:tc>
        <w:tc>
          <w:tcPr>
            <w:tcW w:w="1289" w:type="pct"/>
            <w:tcBorders>
              <w:top w:val="single" w:sz="4" w:space="0" w:color="auto"/>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с электрохимзащитой</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 обл</w:t>
            </w:r>
            <w:r w:rsidR="00CC3897">
              <w:rPr>
                <w:szCs w:val="28"/>
              </w:rPr>
              <w:t>асть, г. </w:t>
            </w:r>
            <w:r w:rsidRPr="00224953">
              <w:rPr>
                <w:szCs w:val="28"/>
              </w:rPr>
              <w:t>Ярославль, ул. Суркова, д.</w:t>
            </w:r>
            <w:r w:rsidR="00CC3897">
              <w:rPr>
                <w:szCs w:val="28"/>
              </w:rPr>
              <w:t xml:space="preserve"> </w:t>
            </w:r>
            <w:r w:rsidRPr="00224953">
              <w:rPr>
                <w:szCs w:val="28"/>
              </w:rPr>
              <w:t>14 корп.</w:t>
            </w:r>
            <w:r w:rsidR="00CC3897">
              <w:rPr>
                <w:szCs w:val="28"/>
              </w:rPr>
              <w:t xml:space="preserve"> </w:t>
            </w:r>
            <w:r w:rsidRPr="00224953">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76:23:030609:427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465</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CC3897"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 xml:space="preserve">ул. Терешковой, </w:t>
            </w:r>
            <w:r>
              <w:rPr>
                <w:szCs w:val="28"/>
              </w:rPr>
              <w:t xml:space="preserve">д. </w:t>
            </w:r>
            <w:r w:rsidR="00D91137" w:rsidRPr="00224953">
              <w:rPr>
                <w:szCs w:val="28"/>
              </w:rPr>
              <w:t>21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76:23:030607:849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466</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 обл</w:t>
            </w:r>
            <w:r w:rsidR="00CC3897">
              <w:rPr>
                <w:szCs w:val="28"/>
              </w:rPr>
              <w:t>асть, г. </w:t>
            </w:r>
            <w:r w:rsidRPr="00224953">
              <w:rPr>
                <w:szCs w:val="28"/>
              </w:rPr>
              <w:t>Ярославль, ул. Батова, д.</w:t>
            </w:r>
            <w:r w:rsidR="00CC3897">
              <w:rPr>
                <w:szCs w:val="28"/>
              </w:rPr>
              <w:t xml:space="preserve"> </w:t>
            </w:r>
            <w:r w:rsidRPr="00224953">
              <w:rPr>
                <w:szCs w:val="28"/>
              </w:rPr>
              <w:t>10 корп. 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76:23:011401:9045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467</w:t>
            </w:r>
          </w:p>
        </w:tc>
        <w:tc>
          <w:tcPr>
            <w:tcW w:w="1289" w:type="pct"/>
            <w:tcBorders>
              <w:top w:val="nil"/>
              <w:left w:val="nil"/>
              <w:bottom w:val="single" w:sz="4" w:space="0" w:color="auto"/>
              <w:right w:val="single" w:sz="4" w:space="0" w:color="auto"/>
            </w:tcBorders>
            <w:shd w:val="clear" w:color="auto" w:fill="auto"/>
            <w:hideMark/>
          </w:tcPr>
          <w:p w:rsidR="00CC3897" w:rsidRDefault="00D91137" w:rsidP="00D91137">
            <w:pPr>
              <w:ind w:firstLine="0"/>
              <w:jc w:val="left"/>
              <w:rPr>
                <w:szCs w:val="28"/>
              </w:rPr>
            </w:pPr>
            <w:r w:rsidRPr="00224953">
              <w:rPr>
                <w:szCs w:val="28"/>
              </w:rPr>
              <w:t xml:space="preserve">Объект газораспределения: </w:t>
            </w:r>
          </w:p>
          <w:p w:rsidR="00CC389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C3897">
            <w:pPr>
              <w:ind w:firstLine="0"/>
              <w:jc w:val="left"/>
              <w:rPr>
                <w:szCs w:val="28"/>
              </w:rPr>
            </w:pPr>
            <w:r w:rsidRPr="00224953">
              <w:rPr>
                <w:szCs w:val="28"/>
              </w:rPr>
              <w:t>Ярославская обл</w:t>
            </w:r>
            <w:r w:rsidR="00CC3897">
              <w:rPr>
                <w:szCs w:val="28"/>
              </w:rPr>
              <w:t>асть, г. </w:t>
            </w:r>
            <w:r w:rsidRPr="00224953">
              <w:rPr>
                <w:szCs w:val="28"/>
              </w:rPr>
              <w:t>Ярославль, ул. Автозаводская</w:t>
            </w:r>
            <w:r w:rsidR="00787567">
              <w:rPr>
                <w:szCs w:val="28"/>
              </w:rPr>
              <w:t>,</w:t>
            </w:r>
            <w:r w:rsidRPr="00224953">
              <w:rPr>
                <w:szCs w:val="28"/>
              </w:rPr>
              <w:t xml:space="preserve"> у д.</w:t>
            </w:r>
            <w:r w:rsidR="00787567">
              <w:rPr>
                <w:szCs w:val="28"/>
              </w:rPr>
              <w:t xml:space="preserve"> </w:t>
            </w:r>
            <w:r w:rsidRPr="00224953">
              <w:rPr>
                <w:szCs w:val="28"/>
              </w:rPr>
              <w:t>7/2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76:23:000000:16332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468</w:t>
            </w:r>
          </w:p>
        </w:tc>
        <w:tc>
          <w:tcPr>
            <w:tcW w:w="1289" w:type="pct"/>
            <w:tcBorders>
              <w:top w:val="nil"/>
              <w:left w:val="nil"/>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87567">
            <w:pPr>
              <w:ind w:firstLine="0"/>
              <w:jc w:val="left"/>
              <w:rPr>
                <w:szCs w:val="28"/>
              </w:rPr>
            </w:pPr>
            <w:r w:rsidRPr="00224953">
              <w:rPr>
                <w:szCs w:val="28"/>
              </w:rPr>
              <w:t>Ярославская обл</w:t>
            </w:r>
            <w:r w:rsidR="00787567">
              <w:rPr>
                <w:szCs w:val="28"/>
              </w:rPr>
              <w:t>асть, г. </w:t>
            </w:r>
            <w:r w:rsidRPr="00224953">
              <w:rPr>
                <w:szCs w:val="28"/>
              </w:rPr>
              <w:t xml:space="preserve">Ярославль, </w:t>
            </w:r>
            <w:r w:rsidR="00787567">
              <w:rPr>
                <w:szCs w:val="28"/>
              </w:rPr>
              <w:br/>
            </w:r>
            <w:r w:rsidRPr="00224953">
              <w:rPr>
                <w:szCs w:val="28"/>
              </w:rPr>
              <w:t>ул. Кавказская, д.</w:t>
            </w:r>
            <w:r w:rsidR="00787567">
              <w:rPr>
                <w:szCs w:val="28"/>
              </w:rPr>
              <w:t xml:space="preserve"> </w:t>
            </w:r>
            <w:r w:rsidRPr="00224953">
              <w:rPr>
                <w:szCs w:val="28"/>
              </w:rPr>
              <w:t>23, 23а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76:23:000000:16361</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469</w:t>
            </w:r>
          </w:p>
        </w:tc>
        <w:tc>
          <w:tcPr>
            <w:tcW w:w="1289" w:type="pct"/>
            <w:tcBorders>
              <w:top w:val="nil"/>
              <w:left w:val="nil"/>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87567">
            <w:pPr>
              <w:ind w:firstLine="0"/>
              <w:jc w:val="left"/>
              <w:rPr>
                <w:szCs w:val="28"/>
              </w:rPr>
            </w:pPr>
            <w:r w:rsidRPr="00224953">
              <w:rPr>
                <w:szCs w:val="28"/>
              </w:rPr>
              <w:t>Ярославская обл</w:t>
            </w:r>
            <w:r w:rsidR="00787567">
              <w:rPr>
                <w:szCs w:val="28"/>
              </w:rPr>
              <w:t>асть, г. </w:t>
            </w:r>
            <w:r w:rsidRPr="00224953">
              <w:rPr>
                <w:szCs w:val="28"/>
              </w:rPr>
              <w:t xml:space="preserve">Ярославль, </w:t>
            </w:r>
            <w:r w:rsidR="00787567">
              <w:rPr>
                <w:szCs w:val="28"/>
              </w:rPr>
              <w:br/>
            </w:r>
            <w:r w:rsidRPr="00224953">
              <w:rPr>
                <w:szCs w:val="28"/>
              </w:rPr>
              <w:t>ул. Суздальская, д.</w:t>
            </w:r>
            <w:r w:rsidR="00787567">
              <w:rPr>
                <w:szCs w:val="28"/>
              </w:rPr>
              <w:t xml:space="preserve"> </w:t>
            </w:r>
            <w:r w:rsidRPr="00224953">
              <w:rPr>
                <w:szCs w:val="28"/>
              </w:rPr>
              <w:t xml:space="preserve">192 </w:t>
            </w:r>
            <w:r w:rsidR="00787567">
              <w:rPr>
                <w:szCs w:val="28"/>
              </w:rPr>
              <w:br/>
            </w:r>
            <w:r w:rsidRPr="00224953">
              <w:rPr>
                <w:szCs w:val="28"/>
              </w:rPr>
              <w:t>(от д.</w:t>
            </w:r>
            <w:r w:rsidR="00787567">
              <w:rPr>
                <w:szCs w:val="28"/>
              </w:rPr>
              <w:t xml:space="preserve"> 3 ул. </w:t>
            </w:r>
            <w:r w:rsidRPr="00224953">
              <w:rPr>
                <w:szCs w:val="28"/>
              </w:rPr>
              <w:t>Пригородная)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76:23:060707:1121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470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787567">
            <w:pPr>
              <w:ind w:firstLine="0"/>
              <w:jc w:val="left"/>
              <w:rPr>
                <w:szCs w:val="28"/>
              </w:rPr>
            </w:pPr>
            <w:r w:rsidRPr="00224953">
              <w:rPr>
                <w:szCs w:val="28"/>
              </w:rPr>
              <w:t>Ярославская обл</w:t>
            </w:r>
            <w:r w:rsidR="00787567">
              <w:rPr>
                <w:szCs w:val="28"/>
              </w:rPr>
              <w:t>асть, г. </w:t>
            </w:r>
            <w:r w:rsidRPr="00224953">
              <w:rPr>
                <w:szCs w:val="28"/>
              </w:rPr>
              <w:t xml:space="preserve">Ярославль, </w:t>
            </w:r>
            <w:r w:rsidR="00787567">
              <w:rPr>
                <w:szCs w:val="28"/>
              </w:rPr>
              <w:br/>
            </w:r>
            <w:r w:rsidRPr="00224953">
              <w:rPr>
                <w:szCs w:val="28"/>
              </w:rPr>
              <w:t>ул. М.</w:t>
            </w:r>
            <w:r w:rsidR="00787567">
              <w:rPr>
                <w:szCs w:val="28"/>
              </w:rPr>
              <w:t xml:space="preserve"> </w:t>
            </w:r>
            <w:r w:rsidRPr="00224953">
              <w:rPr>
                <w:szCs w:val="28"/>
              </w:rPr>
              <w:t>Техническая, д.</w:t>
            </w:r>
            <w:r w:rsidR="00787567">
              <w:rPr>
                <w:szCs w:val="28"/>
              </w:rPr>
              <w:t xml:space="preserve"> </w:t>
            </w:r>
            <w:r w:rsidRPr="00224953">
              <w:rPr>
                <w:szCs w:val="28"/>
              </w:rPr>
              <w:t>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76:23:000000:16330</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471</w:t>
            </w:r>
          </w:p>
        </w:tc>
        <w:tc>
          <w:tcPr>
            <w:tcW w:w="1289" w:type="pct"/>
            <w:tcBorders>
              <w:top w:val="single" w:sz="4" w:space="0" w:color="auto"/>
              <w:left w:val="nil"/>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787567"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Свердлова, д. 60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76:23:000000:16386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472</w:t>
            </w:r>
          </w:p>
        </w:tc>
        <w:tc>
          <w:tcPr>
            <w:tcW w:w="1289" w:type="pct"/>
            <w:tcBorders>
              <w:top w:val="nil"/>
              <w:left w:val="nil"/>
              <w:bottom w:val="single" w:sz="4" w:space="0" w:color="auto"/>
              <w:right w:val="single" w:sz="4" w:space="0" w:color="auto"/>
            </w:tcBorders>
            <w:shd w:val="clear" w:color="auto" w:fill="auto"/>
            <w:hideMark/>
          </w:tcPr>
          <w:p w:rsidR="00787567" w:rsidRDefault="00D91137" w:rsidP="00787567">
            <w:pPr>
              <w:ind w:firstLine="0"/>
              <w:jc w:val="left"/>
              <w:rPr>
                <w:szCs w:val="28"/>
              </w:rPr>
            </w:pPr>
            <w:r w:rsidRPr="00224953">
              <w:rPr>
                <w:szCs w:val="28"/>
              </w:rPr>
              <w:t>Объект газораспределения:</w:t>
            </w:r>
          </w:p>
          <w:p w:rsidR="00787567" w:rsidRDefault="00D91137" w:rsidP="00787567">
            <w:pPr>
              <w:ind w:firstLine="0"/>
              <w:jc w:val="left"/>
              <w:rPr>
                <w:szCs w:val="28"/>
              </w:rPr>
            </w:pPr>
            <w:r w:rsidRPr="00224953">
              <w:rPr>
                <w:szCs w:val="28"/>
              </w:rPr>
              <w:t xml:space="preserve">газопровод </w:t>
            </w:r>
          </w:p>
          <w:p w:rsidR="00D91137" w:rsidRPr="00224953" w:rsidRDefault="00D91137" w:rsidP="0078756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87567">
            <w:pPr>
              <w:ind w:firstLine="0"/>
              <w:jc w:val="left"/>
              <w:rPr>
                <w:szCs w:val="28"/>
              </w:rPr>
            </w:pPr>
            <w:r w:rsidRPr="00224953">
              <w:rPr>
                <w:szCs w:val="28"/>
              </w:rPr>
              <w:t>Ярославская обл</w:t>
            </w:r>
            <w:r w:rsidR="00787567">
              <w:rPr>
                <w:szCs w:val="28"/>
              </w:rPr>
              <w:t>асть, г. </w:t>
            </w:r>
            <w:r w:rsidRPr="00224953">
              <w:rPr>
                <w:szCs w:val="28"/>
              </w:rPr>
              <w:t>Ярославль, ул. Панина, д.</w:t>
            </w:r>
            <w:r w:rsidR="00787567">
              <w:rPr>
                <w:szCs w:val="28"/>
              </w:rPr>
              <w:t xml:space="preserve"> </w:t>
            </w:r>
            <w:r w:rsidRPr="00224953">
              <w:rPr>
                <w:szCs w:val="28"/>
              </w:rPr>
              <w:t>3 корп.</w:t>
            </w:r>
            <w:r w:rsidR="00787567">
              <w:rPr>
                <w:szCs w:val="28"/>
              </w:rPr>
              <w:t xml:space="preserve"> </w:t>
            </w:r>
            <w:r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76:23:011401:9047</w:t>
            </w:r>
          </w:p>
        </w:tc>
      </w:tr>
      <w:tr w:rsidR="00D91137" w:rsidRPr="00224953" w:rsidTr="00787567">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473</w:t>
            </w:r>
          </w:p>
        </w:tc>
        <w:tc>
          <w:tcPr>
            <w:tcW w:w="1289" w:type="pct"/>
            <w:tcBorders>
              <w:top w:val="nil"/>
              <w:left w:val="nil"/>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87567"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Пригородная, д.</w:t>
            </w:r>
            <w:r>
              <w:rPr>
                <w:szCs w:val="28"/>
              </w:rPr>
              <w:t xml:space="preserve"> </w:t>
            </w:r>
            <w:r w:rsidR="00D91137" w:rsidRPr="00224953">
              <w:rPr>
                <w:szCs w:val="28"/>
              </w:rPr>
              <w:t>7, 9 (с. Новоселки)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76:23:060707:1123</w:t>
            </w:r>
          </w:p>
        </w:tc>
      </w:tr>
      <w:tr w:rsidR="00D91137" w:rsidRPr="00224953" w:rsidTr="00787567">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474</w:t>
            </w:r>
          </w:p>
        </w:tc>
        <w:tc>
          <w:tcPr>
            <w:tcW w:w="1289" w:type="pct"/>
            <w:tcBorders>
              <w:top w:val="single" w:sz="4" w:space="0" w:color="auto"/>
              <w:left w:val="nil"/>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w:t>
            </w:r>
            <w:r w:rsidR="00787567">
              <w:rPr>
                <w:szCs w:val="28"/>
              </w:rPr>
              <w:t>, г. </w:t>
            </w:r>
            <w:r w:rsidRPr="00224953">
              <w:rPr>
                <w:szCs w:val="28"/>
              </w:rPr>
              <w:t xml:space="preserve">Ярославль, </w:t>
            </w:r>
            <w:r w:rsidR="00787567">
              <w:rPr>
                <w:szCs w:val="28"/>
              </w:rPr>
              <w:br/>
            </w:r>
            <w:r w:rsidRPr="00224953">
              <w:rPr>
                <w:szCs w:val="28"/>
              </w:rPr>
              <w:t>ул. Пригородная, д. 10, 8, 6, 4 (с. Новоселки)</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76:23:060701:4932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475</w:t>
            </w:r>
          </w:p>
        </w:tc>
        <w:tc>
          <w:tcPr>
            <w:tcW w:w="1289" w:type="pct"/>
            <w:tcBorders>
              <w:top w:val="nil"/>
              <w:left w:val="nil"/>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87567">
            <w:pPr>
              <w:ind w:firstLine="0"/>
              <w:jc w:val="left"/>
              <w:rPr>
                <w:szCs w:val="28"/>
              </w:rPr>
            </w:pPr>
            <w:r w:rsidRPr="00224953">
              <w:rPr>
                <w:szCs w:val="28"/>
              </w:rPr>
              <w:t>Ярославская обл</w:t>
            </w:r>
            <w:r w:rsidR="00787567">
              <w:rPr>
                <w:szCs w:val="28"/>
              </w:rPr>
              <w:t>асть, г. </w:t>
            </w:r>
            <w:r w:rsidRPr="00224953">
              <w:rPr>
                <w:szCs w:val="28"/>
              </w:rPr>
              <w:t xml:space="preserve">Ярославль, </w:t>
            </w:r>
            <w:r w:rsidR="00787567">
              <w:rPr>
                <w:szCs w:val="28"/>
              </w:rPr>
              <w:br/>
            </w:r>
            <w:r w:rsidRPr="00224953">
              <w:rPr>
                <w:szCs w:val="28"/>
              </w:rPr>
              <w:t xml:space="preserve">с. Новоселки, </w:t>
            </w:r>
            <w:r w:rsidR="00787567">
              <w:rPr>
                <w:szCs w:val="28"/>
              </w:rPr>
              <w:br/>
            </w:r>
            <w:r w:rsidRPr="00224953">
              <w:rPr>
                <w:szCs w:val="28"/>
              </w:rPr>
              <w:t>ул. Пригородная, д.</w:t>
            </w:r>
            <w:r w:rsidR="00787567">
              <w:rPr>
                <w:szCs w:val="28"/>
              </w:rPr>
              <w:t xml:space="preserve"> </w:t>
            </w:r>
            <w:r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76:23:000000:16356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476</w:t>
            </w:r>
          </w:p>
        </w:tc>
        <w:tc>
          <w:tcPr>
            <w:tcW w:w="1289" w:type="pct"/>
            <w:tcBorders>
              <w:top w:val="nil"/>
              <w:left w:val="nil"/>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87567">
            <w:pPr>
              <w:ind w:firstLine="0"/>
              <w:jc w:val="left"/>
              <w:rPr>
                <w:szCs w:val="28"/>
              </w:rPr>
            </w:pPr>
            <w:r w:rsidRPr="00224953">
              <w:rPr>
                <w:szCs w:val="28"/>
              </w:rPr>
              <w:t>Ярославская обл</w:t>
            </w:r>
            <w:r w:rsidR="00787567">
              <w:rPr>
                <w:szCs w:val="28"/>
              </w:rPr>
              <w:t>асть, г. </w:t>
            </w:r>
            <w:r w:rsidRPr="00224953">
              <w:rPr>
                <w:szCs w:val="28"/>
              </w:rPr>
              <w:t xml:space="preserve">Ярославль, </w:t>
            </w:r>
            <w:r w:rsidR="00787567">
              <w:rPr>
                <w:szCs w:val="28"/>
              </w:rPr>
              <w:br/>
            </w:r>
            <w:r w:rsidRPr="00224953">
              <w:rPr>
                <w:szCs w:val="28"/>
              </w:rPr>
              <w:t xml:space="preserve">с. Новоселки, </w:t>
            </w:r>
            <w:r w:rsidR="00787567">
              <w:rPr>
                <w:szCs w:val="28"/>
              </w:rPr>
              <w:br/>
            </w:r>
            <w:r w:rsidRPr="00224953">
              <w:rPr>
                <w:szCs w:val="28"/>
              </w:rPr>
              <w:t>ул. Пригородная, д.</w:t>
            </w:r>
            <w:r w:rsidR="00787567">
              <w:rPr>
                <w:szCs w:val="28"/>
              </w:rPr>
              <w:t xml:space="preserve">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76:23:000000:16363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477</w:t>
            </w:r>
          </w:p>
        </w:tc>
        <w:tc>
          <w:tcPr>
            <w:tcW w:w="1289" w:type="pct"/>
            <w:tcBorders>
              <w:top w:val="nil"/>
              <w:left w:val="nil"/>
              <w:bottom w:val="single" w:sz="4" w:space="0" w:color="auto"/>
              <w:right w:val="single" w:sz="4" w:space="0" w:color="auto"/>
            </w:tcBorders>
            <w:shd w:val="clear" w:color="auto" w:fill="auto"/>
            <w:hideMark/>
          </w:tcPr>
          <w:p w:rsidR="00787567" w:rsidRDefault="00D91137" w:rsidP="00D91137">
            <w:pPr>
              <w:ind w:firstLine="0"/>
              <w:jc w:val="left"/>
              <w:rPr>
                <w:szCs w:val="28"/>
              </w:rPr>
            </w:pPr>
            <w:r w:rsidRPr="00224953">
              <w:rPr>
                <w:szCs w:val="28"/>
              </w:rPr>
              <w:t xml:space="preserve">Объект газораспределения: </w:t>
            </w:r>
          </w:p>
          <w:p w:rsidR="007875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787567" w:rsidP="0078756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с. Новоселки,</w:t>
            </w:r>
            <w:r>
              <w:rPr>
                <w:szCs w:val="28"/>
              </w:rPr>
              <w:br/>
            </w:r>
            <w:r w:rsidR="00D91137" w:rsidRPr="00224953">
              <w:rPr>
                <w:szCs w:val="28"/>
              </w:rPr>
              <w:t>ул. Пригородная, д.</w:t>
            </w:r>
            <w:r>
              <w:rPr>
                <w:szCs w:val="28"/>
              </w:rPr>
              <w:t xml:space="preserve"> </w:t>
            </w:r>
            <w:r w:rsidR="00D91137" w:rsidRPr="00224953">
              <w:rPr>
                <w:szCs w:val="28"/>
              </w:rPr>
              <w:t>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76:23:060701:4934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478</w:t>
            </w:r>
          </w:p>
        </w:tc>
        <w:tc>
          <w:tcPr>
            <w:tcW w:w="1289" w:type="pct"/>
            <w:tcBorders>
              <w:top w:val="nil"/>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 xml:space="preserve">Объект газораспределения: </w:t>
            </w:r>
          </w:p>
          <w:p w:rsidR="00024F7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F73">
            <w:pPr>
              <w:ind w:firstLine="0"/>
              <w:jc w:val="left"/>
              <w:rPr>
                <w:szCs w:val="28"/>
              </w:rPr>
            </w:pPr>
            <w:r w:rsidRPr="00224953">
              <w:rPr>
                <w:szCs w:val="28"/>
              </w:rPr>
              <w:t>Ярославская обл</w:t>
            </w:r>
            <w:r w:rsidR="00024F73">
              <w:rPr>
                <w:szCs w:val="28"/>
              </w:rPr>
              <w:t>асть, г. </w:t>
            </w:r>
            <w:r w:rsidRPr="00224953">
              <w:rPr>
                <w:szCs w:val="28"/>
              </w:rPr>
              <w:t xml:space="preserve">Ярославль, </w:t>
            </w:r>
            <w:r w:rsidR="00024F73">
              <w:rPr>
                <w:szCs w:val="28"/>
              </w:rPr>
              <w:br/>
            </w:r>
            <w:r w:rsidRPr="00224953">
              <w:rPr>
                <w:szCs w:val="28"/>
              </w:rPr>
              <w:t>ул. Залесская, д.</w:t>
            </w:r>
            <w:r w:rsidR="00024F73">
              <w:rPr>
                <w:szCs w:val="28"/>
              </w:rPr>
              <w:t xml:space="preserve"> </w:t>
            </w:r>
            <w:r w:rsidRPr="00224953">
              <w:rPr>
                <w:szCs w:val="28"/>
              </w:rPr>
              <w:t>10 корп.</w:t>
            </w:r>
            <w:r w:rsidR="00024F73">
              <w:rPr>
                <w:szCs w:val="28"/>
              </w:rPr>
              <w:t> </w:t>
            </w:r>
            <w:r w:rsidRPr="00224953">
              <w:rPr>
                <w:szCs w:val="28"/>
              </w:rPr>
              <w:t>2 (с. Заволжский)</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76:17:107101:18084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479</w:t>
            </w:r>
          </w:p>
        </w:tc>
        <w:tc>
          <w:tcPr>
            <w:tcW w:w="1289" w:type="pct"/>
            <w:tcBorders>
              <w:top w:val="nil"/>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F73">
            <w:pPr>
              <w:ind w:firstLine="0"/>
              <w:jc w:val="left"/>
              <w:rPr>
                <w:szCs w:val="28"/>
              </w:rPr>
            </w:pPr>
            <w:r w:rsidRPr="00224953">
              <w:rPr>
                <w:szCs w:val="28"/>
              </w:rPr>
              <w:t>Ярославская</w:t>
            </w:r>
            <w:r w:rsidR="00024F73" w:rsidRPr="00224953">
              <w:rPr>
                <w:szCs w:val="28"/>
              </w:rPr>
              <w:t xml:space="preserve"> обл</w:t>
            </w:r>
            <w:r w:rsidR="00024F73">
              <w:rPr>
                <w:szCs w:val="28"/>
              </w:rPr>
              <w:t>асть, г. </w:t>
            </w:r>
            <w:r w:rsidRPr="00224953">
              <w:rPr>
                <w:szCs w:val="28"/>
              </w:rPr>
              <w:t xml:space="preserve">Ярославль, </w:t>
            </w:r>
            <w:r w:rsidR="00024F73">
              <w:rPr>
                <w:szCs w:val="28"/>
              </w:rPr>
              <w:br/>
            </w:r>
            <w:r w:rsidRPr="00224953">
              <w:rPr>
                <w:szCs w:val="28"/>
              </w:rPr>
              <w:t>ул. М. Техническая, д.</w:t>
            </w:r>
            <w:r w:rsidR="00024F73">
              <w:rPr>
                <w:szCs w:val="28"/>
              </w:rPr>
              <w:t xml:space="preserve"> </w:t>
            </w:r>
            <w:r w:rsidRPr="00224953">
              <w:rPr>
                <w:szCs w:val="28"/>
              </w:rPr>
              <w:t>10 корп.</w:t>
            </w:r>
            <w:r w:rsidR="00024F73">
              <w:rPr>
                <w:szCs w:val="28"/>
              </w:rPr>
              <w:t xml:space="preserve"> </w:t>
            </w:r>
            <w:r w:rsidRPr="00224953">
              <w:rPr>
                <w:szCs w:val="28"/>
              </w:rPr>
              <w:t>2 (стр.</w:t>
            </w:r>
            <w:r w:rsidR="00024F73">
              <w:rPr>
                <w:szCs w:val="28"/>
              </w:rPr>
              <w:t xml:space="preserve"> </w:t>
            </w:r>
            <w:r w:rsidRPr="00224953">
              <w:rPr>
                <w:szCs w:val="28"/>
              </w:rPr>
              <w:t>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76:23:061806:751</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480</w:t>
            </w:r>
          </w:p>
        </w:tc>
        <w:tc>
          <w:tcPr>
            <w:tcW w:w="1289" w:type="pct"/>
            <w:tcBorders>
              <w:top w:val="nil"/>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024F73"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Звездная, д.</w:t>
            </w:r>
            <w:r>
              <w:rPr>
                <w:szCs w:val="28"/>
              </w:rPr>
              <w:t xml:space="preserve"> </w:t>
            </w:r>
            <w:r w:rsidR="00D91137"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76:23:060601:3195</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481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 xml:space="preserve">Объект газораспределения: </w:t>
            </w:r>
          </w:p>
          <w:p w:rsidR="00024F7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024F73" w:rsidP="00D91137">
            <w:pPr>
              <w:ind w:firstLine="0"/>
              <w:jc w:val="left"/>
              <w:rPr>
                <w:szCs w:val="28"/>
              </w:rPr>
            </w:pPr>
            <w:r>
              <w:rPr>
                <w:szCs w:val="28"/>
              </w:rPr>
              <w:t>Ярославская область, г. </w:t>
            </w:r>
            <w:r w:rsidR="00D91137" w:rsidRPr="00224953">
              <w:rPr>
                <w:szCs w:val="28"/>
              </w:rPr>
              <w:t>Ярославль, перемычка по ул. Индустриальной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76:23:061901:585</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482</w:t>
            </w:r>
          </w:p>
        </w:tc>
        <w:tc>
          <w:tcPr>
            <w:tcW w:w="1289" w:type="pct"/>
            <w:tcBorders>
              <w:top w:val="single" w:sz="4" w:space="0" w:color="auto"/>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 xml:space="preserve">Объект газораспределения: </w:t>
            </w:r>
          </w:p>
          <w:p w:rsidR="00024F7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024F73">
            <w:pPr>
              <w:ind w:firstLine="0"/>
              <w:jc w:val="left"/>
              <w:rPr>
                <w:szCs w:val="28"/>
              </w:rPr>
            </w:pPr>
            <w:r w:rsidRPr="00224953">
              <w:rPr>
                <w:szCs w:val="28"/>
              </w:rPr>
              <w:t>Ярославская обл</w:t>
            </w:r>
            <w:r w:rsidR="00024F73">
              <w:rPr>
                <w:szCs w:val="28"/>
              </w:rPr>
              <w:t>асть</w:t>
            </w:r>
            <w:r w:rsidRPr="00224953">
              <w:rPr>
                <w:szCs w:val="28"/>
              </w:rPr>
              <w:t>, г.</w:t>
            </w:r>
            <w:r w:rsidR="00024F73">
              <w:rPr>
                <w:szCs w:val="28"/>
              </w:rPr>
              <w:t> </w:t>
            </w:r>
            <w:r w:rsidRPr="00224953">
              <w:rPr>
                <w:szCs w:val="28"/>
              </w:rPr>
              <w:t xml:space="preserve">Ярославль, </w:t>
            </w:r>
            <w:r w:rsidR="00024F73">
              <w:rPr>
                <w:szCs w:val="28"/>
              </w:rPr>
              <w:br/>
            </w:r>
            <w:r w:rsidRPr="00224953">
              <w:rPr>
                <w:szCs w:val="28"/>
              </w:rPr>
              <w:t>ул. Залесская, д.</w:t>
            </w:r>
            <w:r w:rsidR="00024F73">
              <w:rPr>
                <w:szCs w:val="28"/>
              </w:rPr>
              <w:t xml:space="preserve"> </w:t>
            </w:r>
            <w:r w:rsidRPr="00224953">
              <w:rPr>
                <w:szCs w:val="28"/>
              </w:rPr>
              <w:t>8 корп.</w:t>
            </w:r>
            <w:r w:rsidR="00024F73">
              <w:rPr>
                <w:szCs w:val="28"/>
              </w:rPr>
              <w:t xml:space="preserve"> </w:t>
            </w:r>
            <w:r w:rsidRPr="00224953">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76:17:107101:18078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483</w:t>
            </w:r>
          </w:p>
        </w:tc>
        <w:tc>
          <w:tcPr>
            <w:tcW w:w="1289" w:type="pct"/>
            <w:tcBorders>
              <w:top w:val="nil"/>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 xml:space="preserve">Объект газораспределения: </w:t>
            </w:r>
          </w:p>
          <w:p w:rsidR="00024F7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F73">
            <w:pPr>
              <w:ind w:firstLine="0"/>
              <w:jc w:val="left"/>
              <w:rPr>
                <w:szCs w:val="28"/>
              </w:rPr>
            </w:pPr>
            <w:r w:rsidRPr="00224953">
              <w:rPr>
                <w:szCs w:val="28"/>
              </w:rPr>
              <w:t>Ярославская обл</w:t>
            </w:r>
            <w:r w:rsidR="00024F73">
              <w:rPr>
                <w:szCs w:val="28"/>
              </w:rPr>
              <w:t>асть, г. </w:t>
            </w:r>
            <w:r w:rsidRPr="00224953">
              <w:rPr>
                <w:szCs w:val="28"/>
              </w:rPr>
              <w:t xml:space="preserve">Ярославль, </w:t>
            </w:r>
            <w:r w:rsidR="00024F73">
              <w:rPr>
                <w:szCs w:val="28"/>
              </w:rPr>
              <w:br/>
            </w:r>
            <w:r w:rsidRPr="00224953">
              <w:rPr>
                <w:szCs w:val="28"/>
              </w:rPr>
              <w:t>ул. Алмазная, д.</w:t>
            </w:r>
            <w:r w:rsidR="00024F73">
              <w:rPr>
                <w:szCs w:val="28"/>
              </w:rPr>
              <w:t xml:space="preserve"> </w:t>
            </w:r>
            <w:r w:rsidRPr="00224953">
              <w:rPr>
                <w:szCs w:val="28"/>
              </w:rPr>
              <w:t>37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76:23:020704:1612</w:t>
            </w:r>
          </w:p>
        </w:tc>
      </w:tr>
      <w:tr w:rsidR="00D91137" w:rsidRPr="00224953" w:rsidTr="00024F73">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484</w:t>
            </w:r>
          </w:p>
        </w:tc>
        <w:tc>
          <w:tcPr>
            <w:tcW w:w="1289" w:type="pct"/>
            <w:tcBorders>
              <w:top w:val="nil"/>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 xml:space="preserve">Объект газораспределения: </w:t>
            </w:r>
          </w:p>
          <w:p w:rsidR="00024F7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F73">
            <w:pPr>
              <w:ind w:firstLine="0"/>
              <w:jc w:val="left"/>
              <w:rPr>
                <w:szCs w:val="28"/>
              </w:rPr>
            </w:pPr>
            <w:r w:rsidRPr="00224953">
              <w:rPr>
                <w:szCs w:val="28"/>
              </w:rPr>
              <w:t>Ярославская обл</w:t>
            </w:r>
            <w:r w:rsidR="00024F73">
              <w:rPr>
                <w:szCs w:val="28"/>
              </w:rPr>
              <w:t>асть, г. </w:t>
            </w:r>
            <w:r w:rsidRPr="00224953">
              <w:rPr>
                <w:szCs w:val="28"/>
              </w:rPr>
              <w:t xml:space="preserve">Ярославль, </w:t>
            </w:r>
            <w:r w:rsidR="00024F73">
              <w:rPr>
                <w:szCs w:val="28"/>
              </w:rPr>
              <w:br/>
            </w:r>
            <w:r w:rsidRPr="00224953">
              <w:rPr>
                <w:szCs w:val="28"/>
              </w:rPr>
              <w:t>ул. Советская, д.</w:t>
            </w:r>
            <w:r w:rsidR="00024F73">
              <w:rPr>
                <w:szCs w:val="28"/>
              </w:rPr>
              <w:t xml:space="preserve"> </w:t>
            </w:r>
            <w:r w:rsidRPr="00224953">
              <w:rPr>
                <w:szCs w:val="28"/>
              </w:rPr>
              <w:t>16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76:23:030609:428</w:t>
            </w:r>
          </w:p>
        </w:tc>
      </w:tr>
      <w:tr w:rsidR="00D91137" w:rsidRPr="00224953" w:rsidTr="00024F73">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024F73">
              <w:rPr>
                <w:szCs w:val="28"/>
              </w:rPr>
              <w:t xml:space="preserve"> область, г. </w:t>
            </w:r>
            <w:r w:rsidRPr="00224953">
              <w:rPr>
                <w:szCs w:val="28"/>
              </w:rPr>
              <w:t xml:space="preserve">Ярославль, </w:t>
            </w:r>
            <w:r w:rsidR="00024F73">
              <w:rPr>
                <w:szCs w:val="28"/>
              </w:rPr>
              <w:br/>
            </w:r>
            <w:r w:rsidRPr="00224953">
              <w:rPr>
                <w:szCs w:val="28"/>
              </w:rPr>
              <w:t>ул. М. Техническая, д.</w:t>
            </w:r>
            <w:r w:rsidR="00024F73">
              <w:rPr>
                <w:szCs w:val="28"/>
              </w:rPr>
              <w:t xml:space="preserve"> </w:t>
            </w:r>
            <w:r w:rsidRPr="00224953">
              <w:rPr>
                <w:szCs w:val="28"/>
              </w:rPr>
              <w:t>10 (стр.</w:t>
            </w:r>
            <w:r w:rsidR="00024F73">
              <w:rPr>
                <w:szCs w:val="28"/>
              </w:rPr>
              <w:t xml:space="preserve"> </w:t>
            </w:r>
            <w:r w:rsidRPr="00224953">
              <w:rPr>
                <w:szCs w:val="28"/>
              </w:rPr>
              <w:t>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76:23:061806:752</w:t>
            </w:r>
          </w:p>
        </w:tc>
      </w:tr>
      <w:tr w:rsidR="00D91137" w:rsidRPr="00224953" w:rsidTr="00024F73">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486</w:t>
            </w:r>
          </w:p>
        </w:tc>
        <w:tc>
          <w:tcPr>
            <w:tcW w:w="1289" w:type="pct"/>
            <w:tcBorders>
              <w:top w:val="single" w:sz="4" w:space="0" w:color="auto"/>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 xml:space="preserve">Объект газораспределения: </w:t>
            </w:r>
          </w:p>
          <w:p w:rsidR="00024F7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024F73">
            <w:pPr>
              <w:ind w:firstLine="0"/>
              <w:jc w:val="left"/>
              <w:rPr>
                <w:szCs w:val="28"/>
              </w:rPr>
            </w:pPr>
            <w:r w:rsidRPr="00224953">
              <w:rPr>
                <w:szCs w:val="28"/>
              </w:rPr>
              <w:t>Ярославская обл</w:t>
            </w:r>
            <w:r w:rsidR="00024F73">
              <w:rPr>
                <w:szCs w:val="28"/>
              </w:rPr>
              <w:t>асть, г. </w:t>
            </w:r>
            <w:r w:rsidRPr="00224953">
              <w:rPr>
                <w:szCs w:val="28"/>
              </w:rPr>
              <w:t>Ярославль, ул. Чернопрудная, д.</w:t>
            </w:r>
            <w:r w:rsidR="00024F73">
              <w:rPr>
                <w:szCs w:val="28"/>
              </w:rPr>
              <w:t xml:space="preserve"> </w:t>
            </w:r>
            <w:r w:rsidRPr="00224953">
              <w:rPr>
                <w:szCs w:val="28"/>
              </w:rPr>
              <w:t>10 корп.</w:t>
            </w:r>
            <w:r w:rsidR="00024F73">
              <w:rPr>
                <w:szCs w:val="28"/>
              </w:rPr>
              <w:t xml:space="preserve"> </w:t>
            </w:r>
            <w:r w:rsidRPr="00224953">
              <w:rPr>
                <w:szCs w:val="28"/>
              </w:rPr>
              <w:t>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76:23:061401:12039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487</w:t>
            </w:r>
          </w:p>
        </w:tc>
        <w:tc>
          <w:tcPr>
            <w:tcW w:w="1289" w:type="pct"/>
            <w:tcBorders>
              <w:top w:val="nil"/>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 xml:space="preserve">Объект газораспределения: </w:t>
            </w:r>
          </w:p>
          <w:p w:rsidR="00024F7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F73">
            <w:pPr>
              <w:ind w:firstLine="0"/>
              <w:jc w:val="left"/>
              <w:rPr>
                <w:szCs w:val="28"/>
              </w:rPr>
            </w:pPr>
            <w:r w:rsidRPr="00224953">
              <w:rPr>
                <w:szCs w:val="28"/>
              </w:rPr>
              <w:t>Ярославская обл</w:t>
            </w:r>
            <w:r w:rsidR="00024F73">
              <w:rPr>
                <w:szCs w:val="28"/>
              </w:rPr>
              <w:t>асть, г. </w:t>
            </w:r>
            <w:r w:rsidRPr="00224953">
              <w:rPr>
                <w:szCs w:val="28"/>
              </w:rPr>
              <w:t>Ярославль, ул. А</w:t>
            </w:r>
            <w:r w:rsidR="00024F73">
              <w:rPr>
                <w:szCs w:val="28"/>
              </w:rPr>
              <w:t>кадемика</w:t>
            </w:r>
            <w:r w:rsidRPr="00224953">
              <w:rPr>
                <w:szCs w:val="28"/>
              </w:rPr>
              <w:t xml:space="preserve"> Колмогорова, д.</w:t>
            </w:r>
            <w:r w:rsidR="00024F73">
              <w:rPr>
                <w:szCs w:val="28"/>
              </w:rPr>
              <w:t xml:space="preserve"> </w:t>
            </w:r>
            <w:r w:rsidRPr="00224953">
              <w:rPr>
                <w:szCs w:val="28"/>
              </w:rPr>
              <w:t>13 корп.</w:t>
            </w:r>
            <w:r w:rsidR="00024F73">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76:23:061401:12037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488</w:t>
            </w:r>
          </w:p>
        </w:tc>
        <w:tc>
          <w:tcPr>
            <w:tcW w:w="1289" w:type="pct"/>
            <w:tcBorders>
              <w:top w:val="nil"/>
              <w:left w:val="nil"/>
              <w:bottom w:val="single" w:sz="4" w:space="0" w:color="auto"/>
              <w:right w:val="single" w:sz="4" w:space="0" w:color="auto"/>
            </w:tcBorders>
            <w:shd w:val="clear" w:color="auto" w:fill="auto"/>
            <w:hideMark/>
          </w:tcPr>
          <w:p w:rsidR="00024F73" w:rsidRDefault="00D91137" w:rsidP="00D91137">
            <w:pPr>
              <w:ind w:firstLine="0"/>
              <w:jc w:val="left"/>
              <w:rPr>
                <w:szCs w:val="28"/>
              </w:rPr>
            </w:pPr>
            <w:r w:rsidRPr="00224953">
              <w:rPr>
                <w:szCs w:val="28"/>
              </w:rPr>
              <w:t xml:space="preserve">Объект газораспределения: </w:t>
            </w:r>
          </w:p>
          <w:p w:rsidR="00024F7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24F73">
            <w:pPr>
              <w:ind w:firstLine="0"/>
              <w:jc w:val="left"/>
              <w:rPr>
                <w:szCs w:val="28"/>
              </w:rPr>
            </w:pPr>
            <w:r w:rsidRPr="00224953">
              <w:rPr>
                <w:szCs w:val="28"/>
              </w:rPr>
              <w:t>Ярославская обл</w:t>
            </w:r>
            <w:r w:rsidR="00024F73">
              <w:rPr>
                <w:szCs w:val="28"/>
              </w:rPr>
              <w:t>асть, г. </w:t>
            </w:r>
            <w:r w:rsidRPr="00224953">
              <w:rPr>
                <w:szCs w:val="28"/>
              </w:rPr>
              <w:t>Ярославль, ул. Панина, д.</w:t>
            </w:r>
            <w:r w:rsidR="00B024C7">
              <w:rPr>
                <w:szCs w:val="28"/>
              </w:rPr>
              <w:t xml:space="preserve"> </w:t>
            </w:r>
            <w:r w:rsidRPr="00224953">
              <w:rPr>
                <w:szCs w:val="28"/>
              </w:rPr>
              <w:t>5 кор</w:t>
            </w:r>
            <w:r w:rsidR="00B024C7">
              <w:rPr>
                <w:szCs w:val="28"/>
              </w:rPr>
              <w:t>п</w:t>
            </w:r>
            <w:r w:rsidRPr="00224953">
              <w:rPr>
                <w:szCs w:val="28"/>
              </w:rPr>
              <w:t>.</w:t>
            </w:r>
            <w:r w:rsidR="00B024C7">
              <w:rPr>
                <w:szCs w:val="28"/>
              </w:rPr>
              <w:t xml:space="preserve"> </w:t>
            </w:r>
            <w:r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76:23:011401:9052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489</w:t>
            </w:r>
          </w:p>
        </w:tc>
        <w:tc>
          <w:tcPr>
            <w:tcW w:w="1289" w:type="pct"/>
            <w:tcBorders>
              <w:top w:val="nil"/>
              <w:left w:val="nil"/>
              <w:bottom w:val="single" w:sz="4" w:space="0" w:color="auto"/>
              <w:right w:val="single" w:sz="4" w:space="0" w:color="auto"/>
            </w:tcBorders>
            <w:shd w:val="clear" w:color="auto" w:fill="auto"/>
            <w:hideMark/>
          </w:tcPr>
          <w:p w:rsidR="00B024C7" w:rsidRDefault="00D91137" w:rsidP="00D91137">
            <w:pPr>
              <w:ind w:firstLine="0"/>
              <w:jc w:val="left"/>
              <w:rPr>
                <w:szCs w:val="28"/>
              </w:rPr>
            </w:pPr>
            <w:r w:rsidRPr="00224953">
              <w:rPr>
                <w:szCs w:val="28"/>
              </w:rPr>
              <w:t xml:space="preserve">Объект газораспределения: </w:t>
            </w:r>
          </w:p>
          <w:p w:rsidR="00B024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024C7">
            <w:pPr>
              <w:ind w:firstLine="0"/>
              <w:jc w:val="left"/>
              <w:rPr>
                <w:szCs w:val="28"/>
              </w:rPr>
            </w:pPr>
            <w:r w:rsidRPr="00224953">
              <w:rPr>
                <w:szCs w:val="28"/>
              </w:rPr>
              <w:t>Ярославская обл</w:t>
            </w:r>
            <w:r w:rsidR="00B024C7">
              <w:rPr>
                <w:szCs w:val="28"/>
              </w:rPr>
              <w:t>асть, г. </w:t>
            </w:r>
            <w:r w:rsidRPr="00224953">
              <w:rPr>
                <w:szCs w:val="28"/>
              </w:rPr>
              <w:t>Ярославль, ул. Панина, д.</w:t>
            </w:r>
            <w:r w:rsidR="00B024C7">
              <w:rPr>
                <w:szCs w:val="28"/>
              </w:rPr>
              <w:t xml:space="preserve"> </w:t>
            </w:r>
            <w:r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76:23:011401:9053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490</w:t>
            </w:r>
          </w:p>
        </w:tc>
        <w:tc>
          <w:tcPr>
            <w:tcW w:w="1289" w:type="pct"/>
            <w:tcBorders>
              <w:top w:val="nil"/>
              <w:left w:val="nil"/>
              <w:bottom w:val="single" w:sz="4" w:space="0" w:color="auto"/>
              <w:right w:val="single" w:sz="4" w:space="0" w:color="auto"/>
            </w:tcBorders>
            <w:shd w:val="clear" w:color="auto" w:fill="auto"/>
            <w:hideMark/>
          </w:tcPr>
          <w:p w:rsidR="00B024C7" w:rsidRDefault="00D91137" w:rsidP="00D91137">
            <w:pPr>
              <w:ind w:firstLine="0"/>
              <w:jc w:val="left"/>
              <w:rPr>
                <w:szCs w:val="28"/>
              </w:rPr>
            </w:pPr>
            <w:r w:rsidRPr="00224953">
              <w:rPr>
                <w:szCs w:val="28"/>
              </w:rPr>
              <w:t xml:space="preserve">Объект газораспределения: </w:t>
            </w:r>
          </w:p>
          <w:p w:rsidR="00B024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024C7">
            <w:pPr>
              <w:ind w:firstLine="0"/>
              <w:jc w:val="left"/>
              <w:rPr>
                <w:szCs w:val="28"/>
              </w:rPr>
            </w:pPr>
            <w:r w:rsidRPr="00224953">
              <w:rPr>
                <w:szCs w:val="28"/>
              </w:rPr>
              <w:t>Ярославская обл</w:t>
            </w:r>
            <w:r w:rsidR="00B024C7">
              <w:rPr>
                <w:szCs w:val="28"/>
              </w:rPr>
              <w:t>асть, г. </w:t>
            </w:r>
            <w:r w:rsidRPr="00224953">
              <w:rPr>
                <w:szCs w:val="28"/>
              </w:rPr>
              <w:t xml:space="preserve">Ярославль, </w:t>
            </w:r>
            <w:r w:rsidR="00B024C7">
              <w:rPr>
                <w:szCs w:val="28"/>
              </w:rPr>
              <w:br/>
            </w:r>
            <w:r w:rsidRPr="00224953">
              <w:rPr>
                <w:szCs w:val="28"/>
              </w:rPr>
              <w:t>ул. А</w:t>
            </w:r>
            <w:r w:rsidR="00B024C7">
              <w:rPr>
                <w:szCs w:val="28"/>
              </w:rPr>
              <w:t>кадемика</w:t>
            </w:r>
            <w:r w:rsidRPr="00224953">
              <w:rPr>
                <w:szCs w:val="28"/>
              </w:rPr>
              <w:t xml:space="preserve"> Колмогорова, д.</w:t>
            </w:r>
            <w:r w:rsidR="00B024C7">
              <w:rPr>
                <w:szCs w:val="28"/>
              </w:rPr>
              <w:t xml:space="preserve"> </w:t>
            </w:r>
            <w:r w:rsidRPr="00224953">
              <w:rPr>
                <w:szCs w:val="28"/>
              </w:rPr>
              <w:t>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76:23:061401:12038</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491</w:t>
            </w:r>
          </w:p>
        </w:tc>
        <w:tc>
          <w:tcPr>
            <w:tcW w:w="1289" w:type="pct"/>
            <w:tcBorders>
              <w:top w:val="nil"/>
              <w:left w:val="nil"/>
              <w:bottom w:val="single" w:sz="4" w:space="0" w:color="auto"/>
              <w:right w:val="single" w:sz="4" w:space="0" w:color="auto"/>
            </w:tcBorders>
            <w:shd w:val="clear" w:color="auto" w:fill="auto"/>
            <w:hideMark/>
          </w:tcPr>
          <w:p w:rsidR="00B024C7" w:rsidRDefault="00D91137" w:rsidP="00D91137">
            <w:pPr>
              <w:ind w:firstLine="0"/>
              <w:jc w:val="left"/>
              <w:rPr>
                <w:szCs w:val="28"/>
              </w:rPr>
            </w:pPr>
            <w:r w:rsidRPr="00224953">
              <w:rPr>
                <w:szCs w:val="28"/>
              </w:rPr>
              <w:t xml:space="preserve">Объект газораспределения: </w:t>
            </w:r>
          </w:p>
          <w:p w:rsidR="00B024C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024C7">
            <w:pPr>
              <w:ind w:firstLine="0"/>
              <w:jc w:val="left"/>
              <w:rPr>
                <w:szCs w:val="28"/>
              </w:rPr>
            </w:pPr>
            <w:r w:rsidRPr="00224953">
              <w:rPr>
                <w:szCs w:val="28"/>
              </w:rPr>
              <w:t>Ярославская обл</w:t>
            </w:r>
            <w:r w:rsidR="00B024C7">
              <w:rPr>
                <w:szCs w:val="28"/>
              </w:rPr>
              <w:t>асть, г. </w:t>
            </w:r>
            <w:r w:rsidRPr="00224953">
              <w:rPr>
                <w:szCs w:val="28"/>
              </w:rPr>
              <w:t xml:space="preserve">Ярославль, </w:t>
            </w:r>
            <w:r w:rsidR="00B024C7">
              <w:rPr>
                <w:szCs w:val="28"/>
              </w:rPr>
              <w:br/>
            </w:r>
            <w:r w:rsidRPr="00224953">
              <w:rPr>
                <w:szCs w:val="28"/>
              </w:rPr>
              <w:t>ул. Брагинская, д.</w:t>
            </w:r>
            <w:r w:rsidR="00B024C7">
              <w:rPr>
                <w:szCs w:val="28"/>
              </w:rPr>
              <w:t xml:space="preserve"> </w:t>
            </w:r>
            <w:r w:rsidRPr="00224953">
              <w:rPr>
                <w:szCs w:val="28"/>
              </w:rPr>
              <w:t>22а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76:23:011401:9055</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492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024C7" w:rsidRDefault="00D91137" w:rsidP="00D91137">
            <w:pPr>
              <w:ind w:firstLine="0"/>
              <w:jc w:val="left"/>
              <w:rPr>
                <w:szCs w:val="28"/>
              </w:rPr>
            </w:pPr>
            <w:r w:rsidRPr="00224953">
              <w:rPr>
                <w:szCs w:val="28"/>
              </w:rPr>
              <w:t>Объект газораспределения:</w:t>
            </w:r>
            <w:r w:rsidRPr="00224953">
              <w:rPr>
                <w:szCs w:val="28"/>
              </w:rPr>
              <w:b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B024C7"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Звездная, д.</w:t>
            </w:r>
            <w:r>
              <w:rPr>
                <w:szCs w:val="28"/>
              </w:rPr>
              <w:t xml:space="preserve"> </w:t>
            </w:r>
            <w:r w:rsidR="00D91137" w:rsidRPr="00224953">
              <w:rPr>
                <w:szCs w:val="28"/>
              </w:rPr>
              <w:t>3 корп.</w:t>
            </w:r>
            <w:r>
              <w:rPr>
                <w:szCs w:val="28"/>
              </w:rPr>
              <w:t xml:space="preserve"> </w:t>
            </w:r>
            <w:r w:rsidR="00D91137" w:rsidRPr="00224953">
              <w:rPr>
                <w:szCs w:val="28"/>
              </w:rPr>
              <w:t>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76:23:060601:3196</w:t>
            </w:r>
          </w:p>
        </w:tc>
      </w:tr>
      <w:tr w:rsidR="00D91137" w:rsidRPr="00224953" w:rsidTr="00B771C2">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493</w:t>
            </w:r>
          </w:p>
        </w:tc>
        <w:tc>
          <w:tcPr>
            <w:tcW w:w="1289" w:type="pct"/>
            <w:tcBorders>
              <w:top w:val="single" w:sz="4" w:space="0" w:color="auto"/>
              <w:left w:val="nil"/>
              <w:bottom w:val="single" w:sz="4" w:space="0" w:color="auto"/>
              <w:right w:val="single" w:sz="4" w:space="0" w:color="auto"/>
            </w:tcBorders>
            <w:shd w:val="clear" w:color="auto" w:fill="auto"/>
            <w:hideMark/>
          </w:tcPr>
          <w:p w:rsidR="00B024C7"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B024C7">
            <w:pPr>
              <w:ind w:firstLine="0"/>
              <w:jc w:val="left"/>
              <w:rPr>
                <w:szCs w:val="28"/>
              </w:rPr>
            </w:pPr>
            <w:r w:rsidRPr="00224953">
              <w:rPr>
                <w:szCs w:val="28"/>
              </w:rPr>
              <w:t>Ярославская обл</w:t>
            </w:r>
            <w:r w:rsidR="00B024C7">
              <w:rPr>
                <w:szCs w:val="28"/>
              </w:rPr>
              <w:t>асть, г. </w:t>
            </w:r>
            <w:r w:rsidRPr="00224953">
              <w:rPr>
                <w:szCs w:val="28"/>
              </w:rPr>
              <w:t xml:space="preserve">Ярославль, </w:t>
            </w:r>
            <w:r w:rsidR="00B024C7">
              <w:rPr>
                <w:szCs w:val="28"/>
              </w:rPr>
              <w:br/>
            </w:r>
            <w:r w:rsidRPr="00224953">
              <w:rPr>
                <w:szCs w:val="28"/>
              </w:rPr>
              <w:t>ул. Красноборская</w:t>
            </w:r>
            <w:r w:rsidR="00B024C7">
              <w:rPr>
                <w:szCs w:val="28"/>
              </w:rPr>
              <w:t>,</w:t>
            </w:r>
            <w:r w:rsidRPr="00224953">
              <w:rPr>
                <w:szCs w:val="28"/>
              </w:rPr>
              <w:t xml:space="preserve"> </w:t>
            </w:r>
            <w:r w:rsidR="00B024C7">
              <w:rPr>
                <w:szCs w:val="28"/>
              </w:rPr>
              <w:t>г</w:t>
            </w:r>
            <w:r w:rsidRPr="00224953">
              <w:rPr>
                <w:szCs w:val="28"/>
              </w:rPr>
              <w:t>азопров</w:t>
            </w:r>
            <w:r w:rsidR="00B024C7">
              <w:rPr>
                <w:szCs w:val="28"/>
              </w:rPr>
              <w:t xml:space="preserve">од низкого давления (перемычка) </w:t>
            </w:r>
            <w:r w:rsidRPr="00224953">
              <w:rPr>
                <w:szCs w:val="28"/>
              </w:rPr>
              <w:t>магистральные сети к ж/д 36,</w:t>
            </w:r>
            <w:r w:rsidR="00B024C7">
              <w:rPr>
                <w:szCs w:val="28"/>
              </w:rPr>
              <w:t xml:space="preserve"> </w:t>
            </w:r>
            <w:r w:rsidRPr="00224953">
              <w:rPr>
                <w:szCs w:val="28"/>
              </w:rPr>
              <w:t>37,</w:t>
            </w:r>
            <w:r w:rsidR="00B024C7">
              <w:rPr>
                <w:szCs w:val="28"/>
              </w:rPr>
              <w:t xml:space="preserve"> </w:t>
            </w:r>
            <w:r w:rsidRPr="00224953">
              <w:rPr>
                <w:szCs w:val="28"/>
              </w:rPr>
              <w:t>37а по ул. Папанина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76:23:000000:16362</w:t>
            </w:r>
          </w:p>
        </w:tc>
      </w:tr>
      <w:tr w:rsidR="00D91137" w:rsidRPr="00224953" w:rsidTr="00A42C71">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494</w:t>
            </w:r>
          </w:p>
        </w:tc>
        <w:tc>
          <w:tcPr>
            <w:tcW w:w="1289" w:type="pct"/>
            <w:tcBorders>
              <w:top w:val="nil"/>
              <w:left w:val="nil"/>
              <w:bottom w:val="single" w:sz="4" w:space="0" w:color="auto"/>
              <w:right w:val="single" w:sz="4" w:space="0" w:color="auto"/>
            </w:tcBorders>
            <w:shd w:val="clear" w:color="auto" w:fill="auto"/>
            <w:hideMark/>
          </w:tcPr>
          <w:p w:rsidR="005B4B53"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B4B53">
            <w:pPr>
              <w:ind w:firstLine="0"/>
              <w:jc w:val="left"/>
              <w:rPr>
                <w:szCs w:val="28"/>
              </w:rPr>
            </w:pPr>
            <w:r w:rsidRPr="00224953">
              <w:rPr>
                <w:szCs w:val="28"/>
              </w:rPr>
              <w:t>Ярославская обл</w:t>
            </w:r>
            <w:r w:rsidR="005B4B53">
              <w:rPr>
                <w:szCs w:val="28"/>
              </w:rPr>
              <w:t>асть</w:t>
            </w:r>
            <w:r w:rsidRPr="00224953">
              <w:rPr>
                <w:szCs w:val="28"/>
              </w:rPr>
              <w:t>, г</w:t>
            </w:r>
            <w:r w:rsidR="005B4B53">
              <w:rPr>
                <w:szCs w:val="28"/>
              </w:rPr>
              <w:t>. </w:t>
            </w:r>
            <w:r w:rsidRPr="00224953">
              <w:rPr>
                <w:szCs w:val="28"/>
              </w:rPr>
              <w:t xml:space="preserve">Ярославль, </w:t>
            </w:r>
            <w:r w:rsidR="005B4B53">
              <w:rPr>
                <w:szCs w:val="28"/>
              </w:rPr>
              <w:br/>
            </w:r>
            <w:r w:rsidRPr="00224953">
              <w:rPr>
                <w:szCs w:val="28"/>
              </w:rPr>
              <w:t>ул. Закгейма, д.</w:t>
            </w:r>
            <w:r w:rsidR="005B4B53">
              <w:rPr>
                <w:szCs w:val="28"/>
              </w:rPr>
              <w:t xml:space="preserve"> </w:t>
            </w:r>
            <w:r w:rsidRPr="00224953">
              <w:rPr>
                <w:szCs w:val="28"/>
              </w:rPr>
              <w:t>1 кор</w:t>
            </w:r>
            <w:r w:rsidR="005B4B53">
              <w:rPr>
                <w:szCs w:val="28"/>
              </w:rPr>
              <w:t>п</w:t>
            </w:r>
            <w:r w:rsidRPr="00224953">
              <w:rPr>
                <w:szCs w:val="28"/>
              </w:rPr>
              <w:t>.</w:t>
            </w:r>
            <w:r w:rsidR="005B4B53">
              <w:rPr>
                <w:szCs w:val="28"/>
              </w:rPr>
              <w:t xml:space="preserve"> </w:t>
            </w:r>
            <w:r w:rsidRPr="00224953">
              <w:rPr>
                <w:szCs w:val="28"/>
              </w:rPr>
              <w:t>3</w:t>
            </w:r>
            <w:r w:rsidR="005B4B53">
              <w:rPr>
                <w:szCs w:val="28"/>
              </w:rPr>
              <w:t>,</w:t>
            </w:r>
            <w:r w:rsidRPr="00224953">
              <w:rPr>
                <w:szCs w:val="28"/>
              </w:rPr>
              <w:t xml:space="preserve"> </w:t>
            </w:r>
            <w:r w:rsidR="005B4B53">
              <w:rPr>
                <w:szCs w:val="28"/>
              </w:rPr>
              <w:t>г</w:t>
            </w:r>
            <w:r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76:23:042504:399</w:t>
            </w:r>
          </w:p>
        </w:tc>
      </w:tr>
      <w:tr w:rsidR="00D91137" w:rsidRPr="00224953" w:rsidTr="000D4443">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A42C7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A42C71" w:rsidRDefault="00A42C71"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Е. Колесовой, д.</w:t>
            </w:r>
            <w:r>
              <w:rPr>
                <w:szCs w:val="28"/>
              </w:rPr>
              <w:t xml:space="preserve"> </w:t>
            </w:r>
            <w:r w:rsidR="00D91137" w:rsidRPr="00224953">
              <w:rPr>
                <w:szCs w:val="28"/>
              </w:rPr>
              <w:t>50</w:t>
            </w:r>
            <w:r>
              <w:rPr>
                <w:szCs w:val="28"/>
              </w:rPr>
              <w:t>,</w:t>
            </w:r>
          </w:p>
          <w:p w:rsidR="00D91137" w:rsidRPr="00224953" w:rsidRDefault="00A42C71" w:rsidP="00D91137">
            <w:pPr>
              <w:ind w:firstLine="0"/>
              <w:jc w:val="left"/>
              <w:rPr>
                <w:szCs w:val="28"/>
              </w:rPr>
            </w:pPr>
            <w:r>
              <w:rPr>
                <w:szCs w:val="28"/>
              </w:rPr>
              <w:t>г</w:t>
            </w:r>
            <w:r w:rsidR="00D91137" w:rsidRPr="00224953">
              <w:rPr>
                <w:szCs w:val="28"/>
              </w:rPr>
              <w:t>азопровод низкого давления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76:23:010606:1440</w:t>
            </w:r>
          </w:p>
        </w:tc>
      </w:tr>
      <w:tr w:rsidR="00D91137" w:rsidRPr="00224953" w:rsidTr="00A42C71">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496</w:t>
            </w:r>
          </w:p>
        </w:tc>
        <w:tc>
          <w:tcPr>
            <w:tcW w:w="1289" w:type="pct"/>
            <w:tcBorders>
              <w:top w:val="single" w:sz="4" w:space="0" w:color="auto"/>
              <w:left w:val="nil"/>
              <w:bottom w:val="single" w:sz="4" w:space="0" w:color="auto"/>
              <w:right w:val="single" w:sz="4" w:space="0" w:color="auto"/>
            </w:tcBorders>
            <w:shd w:val="clear" w:color="auto" w:fill="auto"/>
            <w:hideMark/>
          </w:tcPr>
          <w:p w:rsidR="00A42C7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A42C71"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Ньютона, д.</w:t>
            </w:r>
            <w:r>
              <w:rPr>
                <w:szCs w:val="28"/>
              </w:rPr>
              <w:t xml:space="preserve"> </w:t>
            </w:r>
            <w:r w:rsidR="00D91137" w:rsidRPr="00224953">
              <w:rPr>
                <w:szCs w:val="28"/>
              </w:rPr>
              <w:t>16 кор</w:t>
            </w:r>
            <w:r>
              <w:rPr>
                <w:szCs w:val="28"/>
              </w:rPr>
              <w:t>п</w:t>
            </w:r>
            <w:r w:rsidR="00D91137" w:rsidRPr="00224953">
              <w:rPr>
                <w:szCs w:val="28"/>
              </w:rPr>
              <w:t>. 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76:23:000000:16349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497</w:t>
            </w:r>
          </w:p>
        </w:tc>
        <w:tc>
          <w:tcPr>
            <w:tcW w:w="1289" w:type="pct"/>
            <w:tcBorders>
              <w:top w:val="nil"/>
              <w:left w:val="nil"/>
              <w:bottom w:val="single" w:sz="4" w:space="0" w:color="auto"/>
              <w:right w:val="single" w:sz="4" w:space="0" w:color="auto"/>
            </w:tcBorders>
            <w:shd w:val="clear" w:color="auto" w:fill="auto"/>
            <w:hideMark/>
          </w:tcPr>
          <w:p w:rsidR="00A42C7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A42C71" w:rsidRDefault="00D91137" w:rsidP="00D91137">
            <w:pPr>
              <w:ind w:firstLine="0"/>
              <w:jc w:val="left"/>
              <w:rPr>
                <w:szCs w:val="28"/>
              </w:rPr>
            </w:pPr>
            <w:r w:rsidRPr="00224953">
              <w:rPr>
                <w:szCs w:val="28"/>
              </w:rPr>
              <w:t>Ярославская обл</w:t>
            </w:r>
            <w:r w:rsidR="00A42C71">
              <w:rPr>
                <w:szCs w:val="28"/>
              </w:rPr>
              <w:t>асть, г. </w:t>
            </w:r>
            <w:r w:rsidRPr="00224953">
              <w:rPr>
                <w:szCs w:val="28"/>
              </w:rPr>
              <w:t xml:space="preserve">Ярославль, </w:t>
            </w:r>
            <w:r w:rsidR="00A42C71">
              <w:rPr>
                <w:szCs w:val="28"/>
              </w:rPr>
              <w:br/>
            </w:r>
            <w:r w:rsidRPr="00224953">
              <w:rPr>
                <w:szCs w:val="28"/>
              </w:rPr>
              <w:t>ул. А. Невского, д.</w:t>
            </w:r>
            <w:r w:rsidR="00A42C71">
              <w:rPr>
                <w:szCs w:val="28"/>
              </w:rPr>
              <w:t xml:space="preserve"> </w:t>
            </w:r>
            <w:r w:rsidRPr="00224953">
              <w:rPr>
                <w:szCs w:val="28"/>
              </w:rPr>
              <w:t xml:space="preserve">5, </w:t>
            </w:r>
          </w:p>
          <w:p w:rsidR="00D91137" w:rsidRPr="00224953" w:rsidRDefault="00A42C71" w:rsidP="00D91137">
            <w:pPr>
              <w:ind w:firstLine="0"/>
              <w:jc w:val="left"/>
              <w:rPr>
                <w:szCs w:val="28"/>
              </w:rPr>
            </w:pPr>
            <w:r>
              <w:rPr>
                <w:szCs w:val="28"/>
              </w:rPr>
              <w:t>г</w:t>
            </w:r>
            <w:r w:rsidR="00D91137"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76:23:011205:1803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498</w:t>
            </w:r>
          </w:p>
        </w:tc>
        <w:tc>
          <w:tcPr>
            <w:tcW w:w="1289" w:type="pct"/>
            <w:tcBorders>
              <w:top w:val="nil"/>
              <w:left w:val="nil"/>
              <w:bottom w:val="single" w:sz="4" w:space="0" w:color="auto"/>
              <w:right w:val="single" w:sz="4" w:space="0" w:color="auto"/>
            </w:tcBorders>
            <w:shd w:val="clear" w:color="auto" w:fill="auto"/>
            <w:hideMark/>
          </w:tcPr>
          <w:p w:rsidR="00071FA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071FA1"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Алмазная, д.</w:t>
            </w:r>
            <w:r>
              <w:rPr>
                <w:szCs w:val="28"/>
              </w:rPr>
              <w:t xml:space="preserve"> </w:t>
            </w:r>
            <w:r w:rsidR="00D91137" w:rsidRPr="00224953">
              <w:rPr>
                <w:szCs w:val="28"/>
              </w:rPr>
              <w:t>1 кор</w:t>
            </w:r>
            <w:r>
              <w:rPr>
                <w:szCs w:val="28"/>
              </w:rPr>
              <w:t>п</w:t>
            </w:r>
            <w:r w:rsidR="00D91137" w:rsidRPr="00224953">
              <w:rPr>
                <w:szCs w:val="28"/>
              </w:rPr>
              <w:t>. 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76:23:020704:1610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499</w:t>
            </w:r>
          </w:p>
        </w:tc>
        <w:tc>
          <w:tcPr>
            <w:tcW w:w="1289" w:type="pct"/>
            <w:tcBorders>
              <w:top w:val="nil"/>
              <w:left w:val="nil"/>
              <w:bottom w:val="single" w:sz="4" w:space="0" w:color="auto"/>
              <w:right w:val="single" w:sz="4" w:space="0" w:color="auto"/>
            </w:tcBorders>
            <w:shd w:val="clear" w:color="auto" w:fill="auto"/>
            <w:hideMark/>
          </w:tcPr>
          <w:p w:rsidR="00071FA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071FA1" w:rsidP="00D91137">
            <w:pPr>
              <w:ind w:firstLine="0"/>
              <w:jc w:val="left"/>
              <w:rPr>
                <w:szCs w:val="28"/>
              </w:rPr>
            </w:pPr>
            <w:r>
              <w:rPr>
                <w:szCs w:val="28"/>
              </w:rPr>
              <w:t>Ярославская область, г. </w:t>
            </w:r>
            <w:r w:rsidR="00D91137" w:rsidRPr="00224953">
              <w:rPr>
                <w:szCs w:val="28"/>
              </w:rPr>
              <w:t>Ярославль, ул. Лескова, д.</w:t>
            </w:r>
            <w:r>
              <w:rPr>
                <w:szCs w:val="28"/>
              </w:rPr>
              <w:t xml:space="preserve"> </w:t>
            </w:r>
            <w:r w:rsidR="00D91137" w:rsidRPr="00224953">
              <w:rPr>
                <w:szCs w:val="28"/>
              </w:rPr>
              <w:t xml:space="preserve">28, </w:t>
            </w:r>
            <w:r>
              <w:rPr>
                <w:szCs w:val="28"/>
              </w:rPr>
              <w:t xml:space="preserve">д. </w:t>
            </w:r>
            <w:r w:rsidR="00D91137" w:rsidRPr="00224953">
              <w:rPr>
                <w:szCs w:val="28"/>
              </w:rPr>
              <w:t>28 кор</w:t>
            </w:r>
            <w:r>
              <w:rPr>
                <w:szCs w:val="28"/>
              </w:rPr>
              <w:t>п</w:t>
            </w:r>
            <w:r w:rsidR="00D91137" w:rsidRPr="00224953">
              <w:rPr>
                <w:szCs w:val="28"/>
              </w:rPr>
              <w:t xml:space="preserve">. 2, </w:t>
            </w:r>
            <w:r>
              <w:rPr>
                <w:szCs w:val="28"/>
              </w:rPr>
              <w:t xml:space="preserve">д. </w:t>
            </w:r>
            <w:r w:rsidR="00D91137" w:rsidRPr="00224953">
              <w:rPr>
                <w:szCs w:val="28"/>
              </w:rPr>
              <w:t>17а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76:23:000000:16315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500</w:t>
            </w:r>
          </w:p>
        </w:tc>
        <w:tc>
          <w:tcPr>
            <w:tcW w:w="1289" w:type="pct"/>
            <w:tcBorders>
              <w:top w:val="nil"/>
              <w:left w:val="nil"/>
              <w:bottom w:val="single" w:sz="4" w:space="0" w:color="auto"/>
              <w:right w:val="single" w:sz="4" w:space="0" w:color="auto"/>
            </w:tcBorders>
            <w:shd w:val="clear" w:color="auto" w:fill="auto"/>
            <w:hideMark/>
          </w:tcPr>
          <w:p w:rsidR="00071FA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71FA1">
            <w:pPr>
              <w:ind w:firstLine="0"/>
              <w:jc w:val="left"/>
              <w:rPr>
                <w:szCs w:val="28"/>
              </w:rPr>
            </w:pPr>
            <w:r w:rsidRPr="00224953">
              <w:rPr>
                <w:szCs w:val="28"/>
              </w:rPr>
              <w:t>Ярославская обл</w:t>
            </w:r>
            <w:r w:rsidR="00071FA1">
              <w:rPr>
                <w:szCs w:val="28"/>
              </w:rPr>
              <w:t>асть, г. </w:t>
            </w:r>
            <w:r w:rsidRPr="00224953">
              <w:rPr>
                <w:szCs w:val="28"/>
              </w:rPr>
              <w:t>Ярославль, Московский пр</w:t>
            </w:r>
            <w:r w:rsidR="00071FA1">
              <w:rPr>
                <w:szCs w:val="28"/>
              </w:rPr>
              <w:t>оспект</w:t>
            </w:r>
            <w:r w:rsidRPr="00224953">
              <w:rPr>
                <w:szCs w:val="28"/>
              </w:rPr>
              <w:t>, д.</w:t>
            </w:r>
            <w:r w:rsidR="00071FA1">
              <w:rPr>
                <w:szCs w:val="28"/>
              </w:rPr>
              <w:t xml:space="preserve"> </w:t>
            </w:r>
            <w:r w:rsidRPr="00224953">
              <w:rPr>
                <w:szCs w:val="28"/>
              </w:rPr>
              <w:t>61а</w:t>
            </w:r>
            <w:r w:rsidR="00071FA1">
              <w:rPr>
                <w:szCs w:val="28"/>
              </w:rPr>
              <w:t>, г</w:t>
            </w:r>
            <w:r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76:23:061101:655</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501</w:t>
            </w:r>
          </w:p>
        </w:tc>
        <w:tc>
          <w:tcPr>
            <w:tcW w:w="1289" w:type="pct"/>
            <w:tcBorders>
              <w:top w:val="nil"/>
              <w:left w:val="nil"/>
              <w:bottom w:val="single" w:sz="4" w:space="0" w:color="auto"/>
              <w:right w:val="single" w:sz="4" w:space="0" w:color="auto"/>
            </w:tcBorders>
            <w:shd w:val="clear" w:color="auto" w:fill="auto"/>
            <w:hideMark/>
          </w:tcPr>
          <w:p w:rsidR="00071FA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071FA1" w:rsidP="00071FA1">
            <w:pPr>
              <w:ind w:firstLine="0"/>
              <w:jc w:val="left"/>
              <w:rPr>
                <w:szCs w:val="28"/>
              </w:rPr>
            </w:pPr>
            <w:r>
              <w:rPr>
                <w:szCs w:val="28"/>
              </w:rPr>
              <w:t>Ярославская область, г. </w:t>
            </w:r>
            <w:r w:rsidR="00D91137" w:rsidRPr="00224953">
              <w:rPr>
                <w:szCs w:val="28"/>
              </w:rPr>
              <w:t xml:space="preserve">Ярославль, </w:t>
            </w:r>
            <w:r w:rsidRPr="00224953">
              <w:rPr>
                <w:szCs w:val="28"/>
              </w:rPr>
              <w:t>пр</w:t>
            </w:r>
            <w:r>
              <w:rPr>
                <w:szCs w:val="28"/>
              </w:rPr>
              <w:t>оспект</w:t>
            </w:r>
            <w:r w:rsidRPr="00224953">
              <w:rPr>
                <w:szCs w:val="28"/>
              </w:rPr>
              <w:t xml:space="preserve"> </w:t>
            </w:r>
            <w:r w:rsidR="00D91137" w:rsidRPr="00224953">
              <w:rPr>
                <w:szCs w:val="28"/>
              </w:rPr>
              <w:t>Ленина, д.</w:t>
            </w:r>
            <w:r>
              <w:rPr>
                <w:szCs w:val="28"/>
              </w:rPr>
              <w:t xml:space="preserve"> </w:t>
            </w:r>
            <w:r w:rsidR="00D91137" w:rsidRPr="00224953">
              <w:rPr>
                <w:szCs w:val="28"/>
              </w:rPr>
              <w:t>34а</w:t>
            </w:r>
            <w:r>
              <w:rPr>
                <w:szCs w:val="28"/>
              </w:rPr>
              <w:t>,</w:t>
            </w:r>
            <w:r w:rsidR="00D91137" w:rsidRPr="00224953">
              <w:rPr>
                <w:szCs w:val="28"/>
              </w:rPr>
              <w:t xml:space="preserve"> </w:t>
            </w:r>
            <w:r>
              <w:rPr>
                <w:szCs w:val="28"/>
              </w:rPr>
              <w:t>г</w:t>
            </w:r>
            <w:r w:rsidR="00D91137"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76:23:050304:5778</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71FA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071FA1">
            <w:pPr>
              <w:ind w:firstLine="0"/>
              <w:jc w:val="left"/>
              <w:rPr>
                <w:szCs w:val="28"/>
              </w:rPr>
            </w:pPr>
            <w:r w:rsidRPr="00224953">
              <w:rPr>
                <w:szCs w:val="28"/>
              </w:rPr>
              <w:t>Ярославская обл</w:t>
            </w:r>
            <w:r w:rsidR="00071FA1">
              <w:rPr>
                <w:szCs w:val="28"/>
              </w:rPr>
              <w:t>асть</w:t>
            </w:r>
            <w:r w:rsidRPr="00224953">
              <w:rPr>
                <w:szCs w:val="28"/>
              </w:rPr>
              <w:t>, г</w:t>
            </w:r>
            <w:r w:rsidR="00071FA1">
              <w:rPr>
                <w:szCs w:val="28"/>
              </w:rPr>
              <w:t>. </w:t>
            </w:r>
            <w:r w:rsidRPr="00224953">
              <w:rPr>
                <w:szCs w:val="28"/>
              </w:rPr>
              <w:t xml:space="preserve">Ярославль, ул. Жукова, </w:t>
            </w:r>
            <w:r w:rsidRPr="00224953">
              <w:rPr>
                <w:szCs w:val="28"/>
              </w:rPr>
              <w:lastRenderedPageBreak/>
              <w:t>д.</w:t>
            </w:r>
            <w:r w:rsidR="00071FA1">
              <w:rPr>
                <w:szCs w:val="28"/>
              </w:rPr>
              <w:t xml:space="preserve"> </w:t>
            </w:r>
            <w:r w:rsidRPr="00224953">
              <w:rPr>
                <w:szCs w:val="28"/>
              </w:rPr>
              <w:t>8/51,</w:t>
            </w:r>
            <w:r w:rsidR="00071FA1">
              <w:rPr>
                <w:szCs w:val="28"/>
              </w:rPr>
              <w:t xml:space="preserve"> </w:t>
            </w:r>
            <w:r w:rsidRPr="00224953">
              <w:rPr>
                <w:szCs w:val="28"/>
              </w:rPr>
              <w:t>10,</w:t>
            </w:r>
            <w:r w:rsidR="00071FA1">
              <w:rPr>
                <w:szCs w:val="28"/>
              </w:rPr>
              <w:t xml:space="preserve"> </w:t>
            </w:r>
            <w:r w:rsidRPr="00224953">
              <w:rPr>
                <w:szCs w:val="28"/>
              </w:rPr>
              <w:t>12,</w:t>
            </w:r>
            <w:r w:rsidR="00071FA1">
              <w:rPr>
                <w:szCs w:val="28"/>
              </w:rPr>
              <w:t xml:space="preserve"> </w:t>
            </w:r>
            <w:r w:rsidRPr="00224953">
              <w:rPr>
                <w:szCs w:val="28"/>
              </w:rPr>
              <w:t>14</w:t>
            </w:r>
            <w:r w:rsidR="00071FA1">
              <w:rPr>
                <w:szCs w:val="28"/>
              </w:rPr>
              <w:t>, г</w:t>
            </w:r>
            <w:r w:rsidRPr="00224953">
              <w:rPr>
                <w:szCs w:val="28"/>
              </w:rPr>
              <w:t>азопровод низкого давления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76:23:000000:16326</w:t>
            </w:r>
          </w:p>
        </w:tc>
      </w:tr>
      <w:tr w:rsidR="00D91137" w:rsidRPr="00224953" w:rsidTr="00B771C2">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503</w:t>
            </w:r>
          </w:p>
        </w:tc>
        <w:tc>
          <w:tcPr>
            <w:tcW w:w="1289" w:type="pct"/>
            <w:tcBorders>
              <w:top w:val="single" w:sz="4" w:space="0" w:color="auto"/>
              <w:left w:val="nil"/>
              <w:bottom w:val="single" w:sz="4" w:space="0" w:color="auto"/>
              <w:right w:val="single" w:sz="4" w:space="0" w:color="auto"/>
            </w:tcBorders>
            <w:shd w:val="clear" w:color="auto" w:fill="auto"/>
            <w:hideMark/>
          </w:tcPr>
          <w:p w:rsidR="00071FA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071FA1">
            <w:pPr>
              <w:ind w:firstLine="0"/>
              <w:jc w:val="left"/>
              <w:rPr>
                <w:szCs w:val="28"/>
              </w:rPr>
            </w:pPr>
            <w:r w:rsidRPr="00224953">
              <w:rPr>
                <w:szCs w:val="28"/>
              </w:rPr>
              <w:t>Ярославская обл</w:t>
            </w:r>
            <w:r w:rsidR="00071FA1">
              <w:rPr>
                <w:szCs w:val="28"/>
              </w:rPr>
              <w:t>асть, г. </w:t>
            </w:r>
            <w:r w:rsidRPr="00224953">
              <w:rPr>
                <w:szCs w:val="28"/>
              </w:rPr>
              <w:t>Ярославль, газопровод</w:t>
            </w:r>
            <w:r w:rsidR="00071FA1">
              <w:rPr>
                <w:szCs w:val="28"/>
              </w:rPr>
              <w:t>,</w:t>
            </w:r>
            <w:r w:rsidRPr="00224953">
              <w:rPr>
                <w:szCs w:val="28"/>
              </w:rPr>
              <w:t xml:space="preserve"> ул. Автозаводская от точки врезки на ул. Чехова к котельной бытовых помещений многоэтажных гаражей на пр</w:t>
            </w:r>
            <w:r w:rsidR="00071FA1">
              <w:rPr>
                <w:szCs w:val="28"/>
              </w:rPr>
              <w:t>оспекте</w:t>
            </w:r>
            <w:r w:rsidRPr="00224953">
              <w:rPr>
                <w:szCs w:val="28"/>
              </w:rPr>
              <w:t xml:space="preserve"> Октября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76:23:050502:707</w:t>
            </w:r>
          </w:p>
        </w:tc>
      </w:tr>
      <w:tr w:rsidR="00D91137" w:rsidRPr="00224953" w:rsidTr="00071FA1">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504</w:t>
            </w:r>
          </w:p>
        </w:tc>
        <w:tc>
          <w:tcPr>
            <w:tcW w:w="1289" w:type="pct"/>
            <w:tcBorders>
              <w:top w:val="nil"/>
              <w:left w:val="nil"/>
              <w:bottom w:val="single" w:sz="4" w:space="0" w:color="auto"/>
              <w:right w:val="single" w:sz="4" w:space="0" w:color="auto"/>
            </w:tcBorders>
            <w:shd w:val="clear" w:color="auto" w:fill="auto"/>
            <w:hideMark/>
          </w:tcPr>
          <w:p w:rsidR="00071FA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71FA1">
            <w:pPr>
              <w:ind w:firstLine="0"/>
              <w:jc w:val="left"/>
              <w:rPr>
                <w:szCs w:val="28"/>
              </w:rPr>
            </w:pPr>
            <w:r w:rsidRPr="00224953">
              <w:rPr>
                <w:szCs w:val="28"/>
              </w:rPr>
              <w:t>Ярославская обл</w:t>
            </w:r>
            <w:r w:rsidR="00071FA1">
              <w:rPr>
                <w:szCs w:val="28"/>
              </w:rPr>
              <w:t>асть</w:t>
            </w:r>
            <w:r w:rsidRPr="00224953">
              <w:rPr>
                <w:szCs w:val="28"/>
              </w:rPr>
              <w:t>, г</w:t>
            </w:r>
            <w:r w:rsidR="00071FA1">
              <w:rPr>
                <w:szCs w:val="28"/>
              </w:rPr>
              <w:t>. </w:t>
            </w:r>
            <w:r w:rsidRPr="00224953">
              <w:rPr>
                <w:szCs w:val="28"/>
              </w:rPr>
              <w:t xml:space="preserve">Ярославль, </w:t>
            </w:r>
            <w:r w:rsidR="00071FA1">
              <w:rPr>
                <w:szCs w:val="28"/>
              </w:rPr>
              <w:br/>
            </w:r>
            <w:r w:rsidRPr="00224953">
              <w:rPr>
                <w:szCs w:val="28"/>
              </w:rPr>
              <w:t>ул. Свободы, д.</w:t>
            </w:r>
            <w:r w:rsidR="00071FA1">
              <w:rPr>
                <w:szCs w:val="28"/>
              </w:rPr>
              <w:t xml:space="preserve"> </w:t>
            </w:r>
            <w:r w:rsidRPr="00224953">
              <w:rPr>
                <w:szCs w:val="28"/>
              </w:rPr>
              <w:t>83а</w:t>
            </w:r>
            <w:r w:rsidR="00071FA1">
              <w:rPr>
                <w:szCs w:val="28"/>
              </w:rPr>
              <w:t>,</w:t>
            </w:r>
            <w:r w:rsidRPr="00224953">
              <w:rPr>
                <w:szCs w:val="28"/>
              </w:rPr>
              <w:t xml:space="preserve"> </w:t>
            </w:r>
            <w:r w:rsidR="00071FA1">
              <w:rPr>
                <w:szCs w:val="28"/>
              </w:rPr>
              <w:t>г</w:t>
            </w:r>
            <w:r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76:23:031004:336</w:t>
            </w:r>
          </w:p>
        </w:tc>
      </w:tr>
      <w:tr w:rsidR="00D91137" w:rsidRPr="00224953" w:rsidTr="00071FA1">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71FA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071FA1">
            <w:pPr>
              <w:ind w:firstLine="0"/>
              <w:jc w:val="left"/>
              <w:rPr>
                <w:szCs w:val="28"/>
              </w:rPr>
            </w:pPr>
            <w:r w:rsidRPr="00224953">
              <w:rPr>
                <w:szCs w:val="28"/>
              </w:rPr>
              <w:t>Ярославская обл</w:t>
            </w:r>
            <w:r w:rsidR="00071FA1">
              <w:rPr>
                <w:szCs w:val="28"/>
              </w:rPr>
              <w:t>асть</w:t>
            </w:r>
            <w:r w:rsidRPr="00224953">
              <w:rPr>
                <w:szCs w:val="28"/>
              </w:rPr>
              <w:t>, г</w:t>
            </w:r>
            <w:r w:rsidR="00071FA1">
              <w:rPr>
                <w:szCs w:val="28"/>
              </w:rPr>
              <w:t>. Ярославль, проспект</w:t>
            </w:r>
            <w:r w:rsidRPr="00224953">
              <w:rPr>
                <w:szCs w:val="28"/>
              </w:rPr>
              <w:t xml:space="preserve"> Фрунзе</w:t>
            </w:r>
            <w:r w:rsidR="00071FA1">
              <w:rPr>
                <w:szCs w:val="28"/>
              </w:rPr>
              <w:t>,</w:t>
            </w:r>
            <w:r w:rsidRPr="00224953">
              <w:rPr>
                <w:szCs w:val="28"/>
              </w:rPr>
              <w:t xml:space="preserve"> д.</w:t>
            </w:r>
            <w:r w:rsidR="00071FA1">
              <w:rPr>
                <w:szCs w:val="28"/>
              </w:rPr>
              <w:t xml:space="preserve"> </w:t>
            </w:r>
            <w:r w:rsidRPr="00224953">
              <w:rPr>
                <w:szCs w:val="28"/>
              </w:rPr>
              <w:t>39 кор</w:t>
            </w:r>
            <w:r w:rsidR="00071FA1">
              <w:rPr>
                <w:szCs w:val="28"/>
              </w:rPr>
              <w:t>п</w:t>
            </w:r>
            <w:r w:rsidRPr="00224953">
              <w:rPr>
                <w:szCs w:val="28"/>
              </w:rPr>
              <w:t>.</w:t>
            </w:r>
            <w:r w:rsidR="00071FA1">
              <w:rPr>
                <w:szCs w:val="28"/>
              </w:rPr>
              <w:t xml:space="preserve"> </w:t>
            </w:r>
            <w:r w:rsidRPr="00224953">
              <w:rPr>
                <w:szCs w:val="28"/>
              </w:rPr>
              <w:t>2</w:t>
            </w:r>
            <w:r w:rsidR="00071FA1">
              <w:rPr>
                <w:szCs w:val="28"/>
              </w:rPr>
              <w:t>,</w:t>
            </w:r>
            <w:r w:rsidRPr="00224953">
              <w:rPr>
                <w:szCs w:val="28"/>
              </w:rPr>
              <w:t xml:space="preserve"> </w:t>
            </w:r>
            <w:r w:rsidR="00071FA1">
              <w:rPr>
                <w:szCs w:val="28"/>
              </w:rPr>
              <w:br/>
              <w:t>г</w:t>
            </w:r>
            <w:r w:rsidRPr="00224953">
              <w:rPr>
                <w:szCs w:val="28"/>
              </w:rPr>
              <w:t>азопровод низкого давления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76:23:061401:12028</w:t>
            </w:r>
          </w:p>
        </w:tc>
      </w:tr>
      <w:tr w:rsidR="00D91137" w:rsidRPr="00224953" w:rsidTr="00071FA1">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506</w:t>
            </w:r>
          </w:p>
        </w:tc>
        <w:tc>
          <w:tcPr>
            <w:tcW w:w="1289" w:type="pct"/>
            <w:tcBorders>
              <w:top w:val="single" w:sz="4" w:space="0" w:color="auto"/>
              <w:left w:val="nil"/>
              <w:bottom w:val="single" w:sz="4" w:space="0" w:color="auto"/>
              <w:right w:val="single" w:sz="4" w:space="0" w:color="auto"/>
            </w:tcBorders>
            <w:shd w:val="clear" w:color="auto" w:fill="auto"/>
            <w:hideMark/>
          </w:tcPr>
          <w:p w:rsidR="008F2C7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8F2C72" w:rsidP="00D91137">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Красноборская, д.</w:t>
            </w:r>
            <w:r>
              <w:rPr>
                <w:szCs w:val="28"/>
              </w:rPr>
              <w:t xml:space="preserve"> </w:t>
            </w:r>
            <w:r w:rsidR="00D91137" w:rsidRPr="00224953">
              <w:rPr>
                <w:szCs w:val="28"/>
              </w:rPr>
              <w:t>19</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76:23:020908:2181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507</w:t>
            </w:r>
          </w:p>
        </w:tc>
        <w:tc>
          <w:tcPr>
            <w:tcW w:w="1289" w:type="pct"/>
            <w:tcBorders>
              <w:top w:val="nil"/>
              <w:left w:val="nil"/>
              <w:bottom w:val="single" w:sz="4" w:space="0" w:color="auto"/>
              <w:right w:val="single" w:sz="4" w:space="0" w:color="auto"/>
            </w:tcBorders>
            <w:shd w:val="clear" w:color="auto" w:fill="auto"/>
            <w:hideMark/>
          </w:tcPr>
          <w:p w:rsidR="008F2C7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8F2C72">
            <w:pPr>
              <w:ind w:firstLine="0"/>
              <w:jc w:val="left"/>
              <w:rPr>
                <w:szCs w:val="28"/>
              </w:rPr>
            </w:pPr>
            <w:r w:rsidRPr="00224953">
              <w:rPr>
                <w:szCs w:val="28"/>
              </w:rPr>
              <w:t>Ярославская обл</w:t>
            </w:r>
            <w:r w:rsidR="008F2C72">
              <w:rPr>
                <w:szCs w:val="28"/>
              </w:rPr>
              <w:t>асть, г. </w:t>
            </w:r>
            <w:r w:rsidRPr="00224953">
              <w:rPr>
                <w:szCs w:val="28"/>
              </w:rPr>
              <w:t xml:space="preserve">Ярославль, </w:t>
            </w:r>
            <w:r w:rsidR="008F2C72">
              <w:rPr>
                <w:szCs w:val="28"/>
              </w:rPr>
              <w:br/>
            </w:r>
            <w:r w:rsidRPr="00224953">
              <w:rPr>
                <w:szCs w:val="28"/>
              </w:rPr>
              <w:t>ул. Закгейма, д.</w:t>
            </w:r>
            <w:r w:rsidR="008F2C72">
              <w:rPr>
                <w:szCs w:val="28"/>
              </w:rPr>
              <w:t xml:space="preserve"> </w:t>
            </w:r>
            <w:r w:rsidRPr="00224953">
              <w:rPr>
                <w:szCs w:val="28"/>
              </w:rPr>
              <w:t>21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76:23:041621:387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508</w:t>
            </w:r>
          </w:p>
        </w:tc>
        <w:tc>
          <w:tcPr>
            <w:tcW w:w="1289" w:type="pct"/>
            <w:tcBorders>
              <w:top w:val="nil"/>
              <w:left w:val="nil"/>
              <w:bottom w:val="single" w:sz="4" w:space="0" w:color="auto"/>
              <w:right w:val="single" w:sz="4" w:space="0" w:color="auto"/>
            </w:tcBorders>
            <w:shd w:val="clear" w:color="auto" w:fill="auto"/>
            <w:hideMark/>
          </w:tcPr>
          <w:p w:rsidR="008F2C7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8F2C72" w:rsidRDefault="00D91137" w:rsidP="008F2C72">
            <w:pPr>
              <w:ind w:firstLine="0"/>
              <w:jc w:val="left"/>
              <w:rPr>
                <w:szCs w:val="28"/>
              </w:rPr>
            </w:pPr>
            <w:r w:rsidRPr="00224953">
              <w:rPr>
                <w:szCs w:val="28"/>
              </w:rPr>
              <w:t>Ярославская обл</w:t>
            </w:r>
            <w:r w:rsidR="008F2C72">
              <w:rPr>
                <w:szCs w:val="28"/>
              </w:rPr>
              <w:t>асть</w:t>
            </w:r>
            <w:r w:rsidRPr="00224953">
              <w:rPr>
                <w:szCs w:val="28"/>
              </w:rPr>
              <w:t>, г</w:t>
            </w:r>
            <w:r w:rsidR="008F2C72">
              <w:rPr>
                <w:szCs w:val="28"/>
              </w:rPr>
              <w:t>. </w:t>
            </w:r>
            <w:r w:rsidRPr="00224953">
              <w:rPr>
                <w:szCs w:val="28"/>
              </w:rPr>
              <w:t xml:space="preserve">Ярославль, </w:t>
            </w:r>
            <w:r w:rsidR="008F2C72">
              <w:rPr>
                <w:szCs w:val="28"/>
              </w:rPr>
              <w:br/>
            </w:r>
            <w:r w:rsidRPr="00224953">
              <w:rPr>
                <w:szCs w:val="28"/>
              </w:rPr>
              <w:t>ул. Гагарина, д.</w:t>
            </w:r>
            <w:r w:rsidR="008F2C72">
              <w:rPr>
                <w:szCs w:val="28"/>
              </w:rPr>
              <w:t xml:space="preserve"> </w:t>
            </w:r>
            <w:r w:rsidRPr="00224953">
              <w:rPr>
                <w:szCs w:val="28"/>
              </w:rPr>
              <w:t>18,</w:t>
            </w:r>
            <w:r w:rsidR="008F2C72">
              <w:rPr>
                <w:szCs w:val="28"/>
              </w:rPr>
              <w:t xml:space="preserve"> </w:t>
            </w:r>
            <w:r w:rsidRPr="00224953">
              <w:rPr>
                <w:szCs w:val="28"/>
              </w:rPr>
              <w:t>20</w:t>
            </w:r>
            <w:r w:rsidR="008F2C72">
              <w:rPr>
                <w:szCs w:val="28"/>
              </w:rPr>
              <w:t>,</w:t>
            </w:r>
          </w:p>
          <w:p w:rsidR="00D91137" w:rsidRPr="00224953" w:rsidRDefault="008F2C72" w:rsidP="008F2C72">
            <w:pPr>
              <w:ind w:firstLine="0"/>
              <w:jc w:val="left"/>
              <w:rPr>
                <w:szCs w:val="28"/>
              </w:rPr>
            </w:pPr>
            <w:r>
              <w:rPr>
                <w:szCs w:val="28"/>
              </w:rPr>
              <w:t>г</w:t>
            </w:r>
            <w:r w:rsidR="00D91137"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76:23:040901:574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509</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3B39FA" w:rsidP="003B39FA">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Pr="00224953">
              <w:rPr>
                <w:szCs w:val="28"/>
              </w:rPr>
              <w:t>пер.</w:t>
            </w:r>
            <w:r>
              <w:rPr>
                <w:szCs w:val="28"/>
              </w:rPr>
              <w:t xml:space="preserve"> </w:t>
            </w:r>
            <w:r w:rsidR="00D91137" w:rsidRPr="00224953">
              <w:rPr>
                <w:szCs w:val="28"/>
              </w:rPr>
              <w:t>Герцена, д.</w:t>
            </w:r>
            <w:r>
              <w:rPr>
                <w:szCs w:val="28"/>
              </w:rPr>
              <w:t xml:space="preserve"> </w:t>
            </w:r>
            <w:r w:rsidR="00D91137" w:rsidRPr="00224953">
              <w:rPr>
                <w:szCs w:val="28"/>
              </w:rPr>
              <w:t>6 кор</w:t>
            </w:r>
            <w:r>
              <w:rPr>
                <w:szCs w:val="28"/>
              </w:rPr>
              <w:t>п</w:t>
            </w:r>
            <w:r w:rsidR="00D91137" w:rsidRPr="00224953">
              <w:rPr>
                <w:szCs w:val="28"/>
              </w:rPr>
              <w:t>. 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76:23:060901:736</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510</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3B39FA" w:rsidP="003B39FA">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Добролюбова, д.</w:t>
            </w:r>
            <w:r>
              <w:rPr>
                <w:szCs w:val="28"/>
              </w:rPr>
              <w:t xml:space="preserve"> </w:t>
            </w:r>
            <w:r w:rsidR="00D91137" w:rsidRPr="00224953">
              <w:rPr>
                <w:szCs w:val="28"/>
              </w:rPr>
              <w:t>16</w:t>
            </w:r>
            <w:r>
              <w:rPr>
                <w:szCs w:val="28"/>
              </w:rPr>
              <w:t>,</w:t>
            </w:r>
            <w:r w:rsidR="00D91137" w:rsidRPr="00224953">
              <w:rPr>
                <w:szCs w:val="28"/>
              </w:rPr>
              <w:t xml:space="preserve"> </w:t>
            </w:r>
            <w:r>
              <w:rPr>
                <w:szCs w:val="28"/>
              </w:rPr>
              <w:t>г</w:t>
            </w:r>
            <w:r w:rsidR="00D91137"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76:23:050407:310</w:t>
            </w:r>
          </w:p>
        </w:tc>
      </w:tr>
      <w:tr w:rsidR="00D91137" w:rsidRPr="00224953" w:rsidTr="00B771C2">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511</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3B39FA">
            <w:pPr>
              <w:ind w:firstLine="0"/>
              <w:jc w:val="left"/>
              <w:rPr>
                <w:szCs w:val="28"/>
              </w:rPr>
            </w:pPr>
            <w:r w:rsidRPr="00224953">
              <w:rPr>
                <w:szCs w:val="28"/>
              </w:rPr>
              <w:t>Ярославская обл</w:t>
            </w:r>
            <w:r w:rsidR="003B39FA">
              <w:rPr>
                <w:szCs w:val="28"/>
              </w:rPr>
              <w:t>асть</w:t>
            </w:r>
            <w:r w:rsidRPr="00224953">
              <w:rPr>
                <w:szCs w:val="28"/>
              </w:rPr>
              <w:t>, г</w:t>
            </w:r>
            <w:r w:rsidR="003B39FA">
              <w:rPr>
                <w:szCs w:val="28"/>
              </w:rPr>
              <w:t>. </w:t>
            </w:r>
            <w:r w:rsidRPr="00224953">
              <w:rPr>
                <w:szCs w:val="28"/>
              </w:rPr>
              <w:t xml:space="preserve">Ярославль, </w:t>
            </w:r>
            <w:r w:rsidR="003B39FA">
              <w:rPr>
                <w:szCs w:val="28"/>
              </w:rPr>
              <w:br/>
            </w:r>
            <w:r w:rsidRPr="00224953">
              <w:rPr>
                <w:szCs w:val="28"/>
              </w:rPr>
              <w:t>ул. Ярославская, д.</w:t>
            </w:r>
            <w:r w:rsidR="003B39FA">
              <w:rPr>
                <w:szCs w:val="28"/>
              </w:rPr>
              <w:t xml:space="preserve"> </w:t>
            </w:r>
            <w:r w:rsidRPr="00224953">
              <w:rPr>
                <w:szCs w:val="28"/>
              </w:rPr>
              <w:t>142</w:t>
            </w:r>
            <w:r w:rsidR="003B39FA">
              <w:rPr>
                <w:szCs w:val="28"/>
              </w:rPr>
              <w:t>,</w:t>
            </w:r>
            <w:r w:rsidRPr="00224953">
              <w:rPr>
                <w:szCs w:val="28"/>
              </w:rPr>
              <w:t xml:space="preserve"> </w:t>
            </w:r>
            <w:r w:rsidR="003B39FA">
              <w:rPr>
                <w:szCs w:val="28"/>
              </w:rPr>
              <w:t>г</w:t>
            </w:r>
            <w:r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76:23:060601:3201</w:t>
            </w:r>
          </w:p>
        </w:tc>
      </w:tr>
      <w:tr w:rsidR="00D91137" w:rsidRPr="00224953" w:rsidTr="00B771C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512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3B39FA">
            <w:pPr>
              <w:ind w:firstLine="0"/>
              <w:jc w:val="left"/>
              <w:rPr>
                <w:szCs w:val="28"/>
              </w:rPr>
            </w:pPr>
            <w:r w:rsidRPr="00224953">
              <w:rPr>
                <w:szCs w:val="28"/>
              </w:rPr>
              <w:t>Ярославская обл</w:t>
            </w:r>
            <w:r w:rsidR="003B39FA">
              <w:rPr>
                <w:szCs w:val="28"/>
              </w:rPr>
              <w:t>асть</w:t>
            </w:r>
            <w:r w:rsidRPr="00224953">
              <w:rPr>
                <w:szCs w:val="28"/>
              </w:rPr>
              <w:t>, г</w:t>
            </w:r>
            <w:r w:rsidR="003B39FA">
              <w:rPr>
                <w:szCs w:val="28"/>
              </w:rPr>
              <w:t>. </w:t>
            </w:r>
            <w:r w:rsidRPr="00224953">
              <w:rPr>
                <w:szCs w:val="28"/>
              </w:rPr>
              <w:t xml:space="preserve">Ярославль, </w:t>
            </w:r>
            <w:r w:rsidR="003B39FA">
              <w:rPr>
                <w:szCs w:val="28"/>
              </w:rPr>
              <w:t>п.</w:t>
            </w:r>
            <w:r w:rsidRPr="00224953">
              <w:rPr>
                <w:szCs w:val="28"/>
              </w:rPr>
              <w:t xml:space="preserve"> Норское, пер. Красноперевальский, д.</w:t>
            </w:r>
            <w:r w:rsidR="003B39FA">
              <w:rPr>
                <w:szCs w:val="28"/>
              </w:rPr>
              <w:t xml:space="preserve"> </w:t>
            </w:r>
            <w:r w:rsidRPr="00224953">
              <w:rPr>
                <w:szCs w:val="28"/>
              </w:rPr>
              <w:t>9</w:t>
            </w:r>
            <w:r w:rsidR="003B39FA">
              <w:rPr>
                <w:szCs w:val="28"/>
              </w:rPr>
              <w:t>, г</w:t>
            </w:r>
            <w:r w:rsidRPr="00224953">
              <w:rPr>
                <w:szCs w:val="28"/>
              </w:rPr>
              <w:t>азопровод низкого давления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76:23:010112:735</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513</w:t>
            </w:r>
          </w:p>
        </w:tc>
        <w:tc>
          <w:tcPr>
            <w:tcW w:w="1289" w:type="pct"/>
            <w:tcBorders>
              <w:top w:val="single" w:sz="4" w:space="0" w:color="auto"/>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3B39FA">
            <w:pPr>
              <w:ind w:firstLine="0"/>
              <w:jc w:val="left"/>
              <w:rPr>
                <w:szCs w:val="28"/>
              </w:rPr>
            </w:pPr>
            <w:r w:rsidRPr="00224953">
              <w:rPr>
                <w:szCs w:val="28"/>
              </w:rPr>
              <w:t>Ярославская обл</w:t>
            </w:r>
            <w:r w:rsidR="003B39FA">
              <w:rPr>
                <w:szCs w:val="28"/>
              </w:rPr>
              <w:t>асть, г. </w:t>
            </w:r>
            <w:r w:rsidRPr="00224953">
              <w:rPr>
                <w:szCs w:val="28"/>
              </w:rPr>
              <w:t>Ярославль, Московский</w:t>
            </w:r>
            <w:r w:rsidR="003B39FA" w:rsidRPr="00224953">
              <w:rPr>
                <w:szCs w:val="28"/>
              </w:rPr>
              <w:t xml:space="preserve"> </w:t>
            </w:r>
            <w:r w:rsidR="003B39FA">
              <w:rPr>
                <w:szCs w:val="28"/>
              </w:rPr>
              <w:t>проспе</w:t>
            </w:r>
            <w:r w:rsidR="003B39FA" w:rsidRPr="00224953">
              <w:rPr>
                <w:szCs w:val="28"/>
              </w:rPr>
              <w:t>кт</w:t>
            </w:r>
            <w:r w:rsidRPr="00224953">
              <w:rPr>
                <w:szCs w:val="28"/>
              </w:rPr>
              <w:t>, д.</w:t>
            </w:r>
            <w:r w:rsidR="003B39FA">
              <w:rPr>
                <w:szCs w:val="28"/>
              </w:rPr>
              <w:t xml:space="preserve"> </w:t>
            </w:r>
            <w:r w:rsidRPr="00224953">
              <w:rPr>
                <w:szCs w:val="28"/>
              </w:rPr>
              <w:t>127 кор</w:t>
            </w:r>
            <w:r w:rsidR="003B39FA">
              <w:rPr>
                <w:szCs w:val="28"/>
              </w:rPr>
              <w:t>п</w:t>
            </w:r>
            <w:r w:rsidRPr="00224953">
              <w:rPr>
                <w:szCs w:val="28"/>
              </w:rPr>
              <w:t>.</w:t>
            </w:r>
            <w:r w:rsidR="003B39FA">
              <w:rPr>
                <w:szCs w:val="28"/>
              </w:rPr>
              <w:t xml:space="preserve"> </w:t>
            </w:r>
            <w:r w:rsidRPr="00224953">
              <w:rPr>
                <w:szCs w:val="28"/>
              </w:rPr>
              <w:t>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76:23:061002:2816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514</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D4443">
            <w:pPr>
              <w:ind w:firstLine="0"/>
              <w:jc w:val="left"/>
              <w:rPr>
                <w:szCs w:val="28"/>
              </w:rPr>
            </w:pPr>
            <w:r w:rsidRPr="00224953">
              <w:rPr>
                <w:szCs w:val="28"/>
              </w:rPr>
              <w:t>Ярославская обл</w:t>
            </w:r>
            <w:r w:rsidR="003B39FA">
              <w:rPr>
                <w:szCs w:val="28"/>
              </w:rPr>
              <w:t>асть, г. </w:t>
            </w:r>
            <w:r w:rsidRPr="00224953">
              <w:rPr>
                <w:szCs w:val="28"/>
              </w:rPr>
              <w:t xml:space="preserve">Ярославль, </w:t>
            </w:r>
            <w:r w:rsidR="003B39FA">
              <w:rPr>
                <w:szCs w:val="28"/>
              </w:rPr>
              <w:br/>
            </w:r>
            <w:r w:rsidRPr="00224953">
              <w:rPr>
                <w:szCs w:val="28"/>
              </w:rPr>
              <w:t>ул. Алмазная, д.</w:t>
            </w:r>
            <w:r w:rsidR="003B39FA">
              <w:rPr>
                <w:szCs w:val="28"/>
              </w:rPr>
              <w:t xml:space="preserve"> </w:t>
            </w:r>
            <w:r w:rsidRPr="00224953">
              <w:rPr>
                <w:szCs w:val="28"/>
              </w:rPr>
              <w:t>1 корп.</w:t>
            </w:r>
            <w:r w:rsidR="003B39FA">
              <w:rPr>
                <w:szCs w:val="28"/>
              </w:rPr>
              <w:t xml:space="preserve"> </w:t>
            </w:r>
            <w:r w:rsidRPr="00224953">
              <w:rPr>
                <w:szCs w:val="28"/>
              </w:rPr>
              <w:t>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76:23:020704:1609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515</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Сети</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D4443">
            <w:pPr>
              <w:ind w:firstLine="0"/>
              <w:jc w:val="left"/>
              <w:rPr>
                <w:szCs w:val="28"/>
              </w:rPr>
            </w:pPr>
            <w:r w:rsidRPr="00224953">
              <w:rPr>
                <w:szCs w:val="28"/>
              </w:rPr>
              <w:t>Я</w:t>
            </w:r>
            <w:r w:rsidR="003B39FA">
              <w:rPr>
                <w:szCs w:val="28"/>
              </w:rPr>
              <w:t>рославская область, г. </w:t>
            </w:r>
            <w:r w:rsidRPr="00224953">
              <w:rPr>
                <w:szCs w:val="28"/>
              </w:rPr>
              <w:t xml:space="preserve">Ярославль, </w:t>
            </w:r>
            <w:r w:rsidR="003B39FA">
              <w:rPr>
                <w:szCs w:val="28"/>
              </w:rPr>
              <w:t xml:space="preserve">проспект </w:t>
            </w:r>
            <w:r w:rsidRPr="00224953">
              <w:rPr>
                <w:szCs w:val="28"/>
              </w:rPr>
              <w:t>Дзержинского, д.</w:t>
            </w:r>
            <w:r w:rsidR="003B39FA">
              <w:rPr>
                <w:szCs w:val="28"/>
              </w:rPr>
              <w:t xml:space="preserve"> </w:t>
            </w:r>
            <w:r w:rsidRPr="00224953">
              <w:rPr>
                <w:szCs w:val="28"/>
              </w:rPr>
              <w:t>10</w:t>
            </w:r>
            <w:r w:rsidR="000D4443">
              <w:rPr>
                <w:szCs w:val="28"/>
              </w:rPr>
              <w:br/>
            </w:r>
            <w:r w:rsidRPr="00224953">
              <w:rPr>
                <w:szCs w:val="28"/>
              </w:rPr>
              <w:t>корп.</w:t>
            </w:r>
            <w:r w:rsidR="003B39FA">
              <w:rPr>
                <w:szCs w:val="28"/>
              </w:rPr>
              <w:t xml:space="preserve"> </w:t>
            </w:r>
            <w:r w:rsidRPr="00224953">
              <w:rPr>
                <w:szCs w:val="28"/>
              </w:rPr>
              <w:t>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76:23:010601:798</w:t>
            </w:r>
          </w:p>
        </w:tc>
      </w:tr>
      <w:tr w:rsidR="00D91137" w:rsidRPr="00224953" w:rsidTr="003B39FA">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516</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3B39FA">
              <w:rPr>
                <w:szCs w:val="28"/>
              </w:rPr>
              <w:t>асть, г. </w:t>
            </w:r>
            <w:r w:rsidRPr="00224953">
              <w:rPr>
                <w:szCs w:val="28"/>
              </w:rPr>
              <w:t>Ярославль, ул. Полиграфическая, д.</w:t>
            </w:r>
            <w:r w:rsidR="003B39FA">
              <w:rPr>
                <w:szCs w:val="28"/>
              </w:rPr>
              <w:t xml:space="preserve"> </w:t>
            </w:r>
            <w:r w:rsidRPr="00224953">
              <w:rPr>
                <w:szCs w:val="28"/>
              </w:rPr>
              <w:t>30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76:23:031002:271</w:t>
            </w:r>
          </w:p>
        </w:tc>
      </w:tr>
      <w:tr w:rsidR="00D91137" w:rsidRPr="00224953" w:rsidTr="003B39F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 г</w:t>
            </w:r>
            <w:r w:rsidR="003B39FA">
              <w:rPr>
                <w:szCs w:val="28"/>
              </w:rPr>
              <w:t>. </w:t>
            </w:r>
            <w:r w:rsidRPr="00224953">
              <w:rPr>
                <w:szCs w:val="28"/>
              </w:rPr>
              <w:t xml:space="preserve">Ярославль, </w:t>
            </w:r>
            <w:r w:rsidR="003B39FA">
              <w:rPr>
                <w:szCs w:val="28"/>
              </w:rPr>
              <w:br/>
            </w:r>
            <w:r w:rsidRPr="00224953">
              <w:rPr>
                <w:szCs w:val="28"/>
              </w:rPr>
              <w:t>ул. Алмазная, д.</w:t>
            </w:r>
            <w:r w:rsidR="003B39FA">
              <w:rPr>
                <w:szCs w:val="28"/>
              </w:rPr>
              <w:t xml:space="preserve"> </w:t>
            </w:r>
            <w:r w:rsidRPr="00224953">
              <w:rPr>
                <w:szCs w:val="28"/>
              </w:rPr>
              <w:t>1 корп. 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76:23:020704:1608</w:t>
            </w:r>
          </w:p>
        </w:tc>
      </w:tr>
      <w:tr w:rsidR="00D91137" w:rsidRPr="00224953" w:rsidTr="003B39FA">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518</w:t>
            </w:r>
          </w:p>
        </w:tc>
        <w:tc>
          <w:tcPr>
            <w:tcW w:w="1289" w:type="pct"/>
            <w:tcBorders>
              <w:top w:val="single" w:sz="4" w:space="0" w:color="auto"/>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3B39FA">
            <w:pPr>
              <w:ind w:firstLine="0"/>
              <w:jc w:val="left"/>
              <w:rPr>
                <w:szCs w:val="28"/>
              </w:rPr>
            </w:pPr>
            <w:r w:rsidRPr="00224953">
              <w:rPr>
                <w:szCs w:val="28"/>
              </w:rPr>
              <w:t>Ярославская обл</w:t>
            </w:r>
            <w:r w:rsidR="003B39FA">
              <w:rPr>
                <w:szCs w:val="28"/>
              </w:rPr>
              <w:t>асть, г. </w:t>
            </w:r>
            <w:r w:rsidRPr="00224953">
              <w:rPr>
                <w:szCs w:val="28"/>
              </w:rPr>
              <w:t>Ярославль, ул. Победы, д.</w:t>
            </w:r>
            <w:r w:rsidR="003B39FA">
              <w:rPr>
                <w:szCs w:val="28"/>
              </w:rPr>
              <w:t xml:space="preserve"> </w:t>
            </w:r>
            <w:r w:rsidRPr="00224953">
              <w:rPr>
                <w:szCs w:val="28"/>
              </w:rPr>
              <w:t>1/30</w:t>
            </w:r>
            <w:r w:rsidR="003B39FA">
              <w:rPr>
                <w:szCs w:val="28"/>
              </w:rPr>
              <w:t>,</w:t>
            </w:r>
            <w:r w:rsidRPr="00224953">
              <w:rPr>
                <w:szCs w:val="28"/>
              </w:rPr>
              <w:t xml:space="preserve"> </w:t>
            </w:r>
            <w:r w:rsidR="003B39FA">
              <w:rPr>
                <w:szCs w:val="28"/>
              </w:rPr>
              <w:t>г</w:t>
            </w:r>
            <w:r w:rsidRPr="00224953">
              <w:rPr>
                <w:szCs w:val="28"/>
              </w:rPr>
              <w:t>азопровод низкого давления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76:23:030605:870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519</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3B39FA">
            <w:pPr>
              <w:ind w:firstLine="0"/>
              <w:jc w:val="left"/>
              <w:rPr>
                <w:szCs w:val="28"/>
              </w:rPr>
            </w:pPr>
            <w:r w:rsidRPr="00224953">
              <w:rPr>
                <w:szCs w:val="28"/>
              </w:rPr>
              <w:t>Ярославская обл</w:t>
            </w:r>
            <w:r w:rsidR="003B39FA">
              <w:rPr>
                <w:szCs w:val="28"/>
              </w:rPr>
              <w:t>асть, г. </w:t>
            </w:r>
            <w:r w:rsidRPr="00224953">
              <w:rPr>
                <w:szCs w:val="28"/>
              </w:rPr>
              <w:t>Ярославль, ул. М</w:t>
            </w:r>
            <w:r w:rsidR="003B39FA">
              <w:rPr>
                <w:szCs w:val="28"/>
              </w:rPr>
              <w:t>алая</w:t>
            </w:r>
            <w:r w:rsidRPr="00224953">
              <w:rPr>
                <w:szCs w:val="28"/>
              </w:rPr>
              <w:t xml:space="preserve"> Пролетарская, д.</w:t>
            </w:r>
            <w:r w:rsidR="003B39FA">
              <w:rPr>
                <w:szCs w:val="28"/>
              </w:rPr>
              <w:t xml:space="preserve"> </w:t>
            </w:r>
            <w:r w:rsidRPr="00224953">
              <w:rPr>
                <w:szCs w:val="28"/>
              </w:rPr>
              <w:t>18а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76:23:040601:488</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520</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3B39FA">
            <w:pPr>
              <w:ind w:firstLine="0"/>
              <w:jc w:val="left"/>
              <w:rPr>
                <w:szCs w:val="28"/>
              </w:rPr>
            </w:pPr>
            <w:r w:rsidRPr="00224953">
              <w:rPr>
                <w:szCs w:val="28"/>
              </w:rPr>
              <w:t>Ярославская обл</w:t>
            </w:r>
            <w:r w:rsidR="003B39FA">
              <w:rPr>
                <w:szCs w:val="28"/>
              </w:rPr>
              <w:t>асть, г. </w:t>
            </w:r>
            <w:r w:rsidRPr="00224953">
              <w:rPr>
                <w:szCs w:val="28"/>
              </w:rPr>
              <w:t xml:space="preserve">Ярославль, </w:t>
            </w:r>
            <w:r w:rsidR="003B39FA">
              <w:rPr>
                <w:szCs w:val="28"/>
              </w:rPr>
              <w:br/>
            </w:r>
            <w:r w:rsidRPr="00224953">
              <w:rPr>
                <w:szCs w:val="28"/>
              </w:rPr>
              <w:t>ул. Слепнева, д.</w:t>
            </w:r>
            <w:r w:rsidR="003B39FA">
              <w:rPr>
                <w:szCs w:val="28"/>
              </w:rPr>
              <w:t xml:space="preserve"> </w:t>
            </w:r>
            <w:r w:rsidRPr="00224953">
              <w:rPr>
                <w:szCs w:val="28"/>
              </w:rPr>
              <w:t>37</w:t>
            </w:r>
            <w:r w:rsidR="003B39FA">
              <w:rPr>
                <w:szCs w:val="28"/>
              </w:rPr>
              <w:t>,</w:t>
            </w:r>
            <w:r w:rsidR="003B39FA">
              <w:rPr>
                <w:szCs w:val="28"/>
              </w:rPr>
              <w:br/>
            </w:r>
            <w:r w:rsidRPr="00224953">
              <w:rPr>
                <w:szCs w:val="28"/>
              </w:rPr>
              <w:t>газопровод высокого и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76:23:000000:16383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521</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D0F52">
            <w:pPr>
              <w:ind w:firstLine="0"/>
              <w:jc w:val="left"/>
              <w:rPr>
                <w:szCs w:val="28"/>
              </w:rPr>
            </w:pPr>
            <w:r w:rsidRPr="00224953">
              <w:rPr>
                <w:szCs w:val="28"/>
              </w:rPr>
              <w:t>Ярославская обл</w:t>
            </w:r>
            <w:r w:rsidR="007D0F52">
              <w:rPr>
                <w:szCs w:val="28"/>
              </w:rPr>
              <w:t>асть, г. </w:t>
            </w:r>
            <w:r w:rsidRPr="00224953">
              <w:rPr>
                <w:szCs w:val="28"/>
              </w:rPr>
              <w:t xml:space="preserve">Ярославль, </w:t>
            </w:r>
            <w:r w:rsidR="007D0F52">
              <w:rPr>
                <w:szCs w:val="28"/>
              </w:rPr>
              <w:br/>
            </w:r>
            <w:r w:rsidRPr="00224953">
              <w:rPr>
                <w:szCs w:val="28"/>
              </w:rPr>
              <w:t>ул. Короленко, д.</w:t>
            </w:r>
            <w:r w:rsidR="007D0F52">
              <w:rPr>
                <w:szCs w:val="28"/>
              </w:rPr>
              <w:t xml:space="preserve"> </w:t>
            </w:r>
            <w:r w:rsidRPr="00224953">
              <w:rPr>
                <w:szCs w:val="28"/>
              </w:rPr>
              <w:t>30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76:23:060903:331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522</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D0F52">
            <w:pPr>
              <w:ind w:firstLine="0"/>
              <w:jc w:val="left"/>
              <w:rPr>
                <w:szCs w:val="28"/>
              </w:rPr>
            </w:pPr>
            <w:r w:rsidRPr="00224953">
              <w:rPr>
                <w:szCs w:val="28"/>
              </w:rPr>
              <w:t>Ярославская обл</w:t>
            </w:r>
            <w:r w:rsidR="007D0F52">
              <w:rPr>
                <w:szCs w:val="28"/>
              </w:rPr>
              <w:t>асть, г. </w:t>
            </w:r>
            <w:r w:rsidRPr="00224953">
              <w:rPr>
                <w:szCs w:val="28"/>
              </w:rPr>
              <w:t>Ярославль, ул. Нагорная, д.</w:t>
            </w:r>
            <w:r w:rsidR="007D0F52">
              <w:rPr>
                <w:szCs w:val="28"/>
              </w:rPr>
              <w:t xml:space="preserve"> </w:t>
            </w:r>
            <w:r w:rsidRPr="00224953">
              <w:rPr>
                <w:szCs w:val="28"/>
              </w:rPr>
              <w:t>5 кор</w:t>
            </w:r>
            <w:r w:rsidR="007D0F52">
              <w:rPr>
                <w:szCs w:val="28"/>
              </w:rPr>
              <w:t>п</w:t>
            </w:r>
            <w:r w:rsidRPr="00224953">
              <w:rPr>
                <w:szCs w:val="28"/>
              </w:rPr>
              <w:t>.</w:t>
            </w:r>
            <w:r w:rsidR="007D0F52">
              <w:rPr>
                <w:szCs w:val="28"/>
              </w:rPr>
              <w:t xml:space="preserve"> </w:t>
            </w:r>
            <w:r w:rsidRPr="00224953">
              <w:rPr>
                <w:szCs w:val="28"/>
              </w:rPr>
              <w:t>3</w:t>
            </w:r>
            <w:r w:rsidR="007D0F52">
              <w:rPr>
                <w:szCs w:val="28"/>
              </w:rPr>
              <w:t>,</w:t>
            </w:r>
            <w:r w:rsidRPr="00224953">
              <w:rPr>
                <w:szCs w:val="28"/>
              </w:rPr>
              <w:t xml:space="preserve"> газопровод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76:23:040617:263</w:t>
            </w:r>
          </w:p>
        </w:tc>
      </w:tr>
      <w:tr w:rsidR="00D91137" w:rsidRPr="00224953" w:rsidTr="00B771C2">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523</w:t>
            </w:r>
          </w:p>
        </w:tc>
        <w:tc>
          <w:tcPr>
            <w:tcW w:w="1289" w:type="pct"/>
            <w:tcBorders>
              <w:top w:val="nil"/>
              <w:left w:val="nil"/>
              <w:bottom w:val="single" w:sz="4" w:space="0" w:color="auto"/>
              <w:right w:val="single" w:sz="4" w:space="0" w:color="auto"/>
            </w:tcBorders>
            <w:shd w:val="clear" w:color="auto" w:fill="auto"/>
            <w:hideMark/>
          </w:tcPr>
          <w:p w:rsidR="003B39FA"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D0F52">
            <w:pPr>
              <w:ind w:firstLine="0"/>
              <w:jc w:val="left"/>
              <w:rPr>
                <w:szCs w:val="28"/>
              </w:rPr>
            </w:pPr>
            <w:r w:rsidRPr="00224953">
              <w:rPr>
                <w:szCs w:val="28"/>
              </w:rPr>
              <w:t>Ярославская обл</w:t>
            </w:r>
            <w:r w:rsidR="007D0F52">
              <w:rPr>
                <w:szCs w:val="28"/>
              </w:rPr>
              <w:t>асть</w:t>
            </w:r>
            <w:r w:rsidRPr="00224953">
              <w:rPr>
                <w:szCs w:val="28"/>
              </w:rPr>
              <w:t>, г</w:t>
            </w:r>
            <w:r w:rsidR="007D0F52">
              <w:rPr>
                <w:szCs w:val="28"/>
              </w:rPr>
              <w:t>. </w:t>
            </w:r>
            <w:r w:rsidRPr="00224953">
              <w:rPr>
                <w:szCs w:val="28"/>
              </w:rPr>
              <w:t>Ярославль, ул. 1-я Шоссейная, д.</w:t>
            </w:r>
            <w:r w:rsidR="007D0F52">
              <w:rPr>
                <w:szCs w:val="28"/>
              </w:rPr>
              <w:t xml:space="preserve"> </w:t>
            </w:r>
            <w:r w:rsidRPr="00224953">
              <w:rPr>
                <w:szCs w:val="28"/>
              </w:rPr>
              <w:t>44</w:t>
            </w:r>
            <w:r w:rsidR="007D0F52">
              <w:rPr>
                <w:szCs w:val="28"/>
              </w:rPr>
              <w:t>,</w:t>
            </w:r>
            <w:r w:rsidRPr="00224953">
              <w:rPr>
                <w:szCs w:val="28"/>
              </w:rPr>
              <w:t xml:space="preserve"> газопровод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76:23:021503:2053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524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D0F5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7D0F52">
            <w:pPr>
              <w:ind w:firstLine="0"/>
              <w:jc w:val="left"/>
              <w:rPr>
                <w:szCs w:val="28"/>
              </w:rPr>
            </w:pPr>
            <w:r w:rsidRPr="00224953">
              <w:rPr>
                <w:szCs w:val="28"/>
              </w:rPr>
              <w:t>Ярославская обл</w:t>
            </w:r>
            <w:r w:rsidR="007D0F52">
              <w:rPr>
                <w:szCs w:val="28"/>
              </w:rPr>
              <w:t>асть</w:t>
            </w:r>
            <w:r w:rsidRPr="00224953">
              <w:rPr>
                <w:szCs w:val="28"/>
              </w:rPr>
              <w:t>, г</w:t>
            </w:r>
            <w:r w:rsidR="007D0F52">
              <w:rPr>
                <w:szCs w:val="28"/>
              </w:rPr>
              <w:t>. </w:t>
            </w:r>
            <w:r w:rsidRPr="00224953">
              <w:rPr>
                <w:szCs w:val="28"/>
              </w:rPr>
              <w:t>Ярославль, ул. Клубная, д. 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76:23:021502:1120</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525</w:t>
            </w:r>
          </w:p>
        </w:tc>
        <w:tc>
          <w:tcPr>
            <w:tcW w:w="1289" w:type="pct"/>
            <w:tcBorders>
              <w:top w:val="single" w:sz="4" w:space="0" w:color="auto"/>
              <w:left w:val="nil"/>
              <w:bottom w:val="single" w:sz="4" w:space="0" w:color="auto"/>
              <w:right w:val="single" w:sz="4" w:space="0" w:color="auto"/>
            </w:tcBorders>
            <w:shd w:val="clear" w:color="auto" w:fill="auto"/>
            <w:hideMark/>
          </w:tcPr>
          <w:p w:rsidR="007D0F5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7D0F52">
            <w:pPr>
              <w:ind w:firstLine="0"/>
              <w:jc w:val="left"/>
              <w:rPr>
                <w:szCs w:val="28"/>
              </w:rPr>
            </w:pPr>
            <w:r w:rsidRPr="00224953">
              <w:rPr>
                <w:szCs w:val="28"/>
              </w:rPr>
              <w:t>Ярославская обл</w:t>
            </w:r>
            <w:r w:rsidR="007D0F52">
              <w:rPr>
                <w:szCs w:val="28"/>
              </w:rPr>
              <w:t>асть</w:t>
            </w:r>
            <w:r w:rsidRPr="00224953">
              <w:rPr>
                <w:szCs w:val="28"/>
              </w:rPr>
              <w:t>, г</w:t>
            </w:r>
            <w:r w:rsidR="007D0F52">
              <w:rPr>
                <w:szCs w:val="28"/>
              </w:rPr>
              <w:t>. </w:t>
            </w:r>
            <w:r w:rsidRPr="00224953">
              <w:rPr>
                <w:szCs w:val="28"/>
              </w:rPr>
              <w:t xml:space="preserve">Ярославль, </w:t>
            </w:r>
            <w:r w:rsidR="007D0F52">
              <w:rPr>
                <w:szCs w:val="28"/>
              </w:rPr>
              <w:br/>
            </w:r>
            <w:r w:rsidRPr="00224953">
              <w:rPr>
                <w:szCs w:val="28"/>
              </w:rPr>
              <w:t>ул. Кавказская, д.</w:t>
            </w:r>
            <w:r w:rsidR="007D0F52">
              <w:rPr>
                <w:szCs w:val="28"/>
              </w:rPr>
              <w:t xml:space="preserve"> </w:t>
            </w:r>
            <w:r w:rsidRPr="00224953">
              <w:rPr>
                <w:szCs w:val="28"/>
              </w:rPr>
              <w:t>3а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76:23:021502:1123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526</w:t>
            </w:r>
          </w:p>
        </w:tc>
        <w:tc>
          <w:tcPr>
            <w:tcW w:w="1289" w:type="pct"/>
            <w:tcBorders>
              <w:top w:val="nil"/>
              <w:left w:val="nil"/>
              <w:bottom w:val="single" w:sz="4" w:space="0" w:color="auto"/>
              <w:right w:val="single" w:sz="4" w:space="0" w:color="auto"/>
            </w:tcBorders>
            <w:shd w:val="clear" w:color="auto" w:fill="auto"/>
            <w:hideMark/>
          </w:tcPr>
          <w:p w:rsidR="007D0F5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7D0F52" w:rsidRDefault="00D91137" w:rsidP="007D0F52">
            <w:pPr>
              <w:ind w:firstLine="0"/>
              <w:jc w:val="left"/>
              <w:rPr>
                <w:szCs w:val="28"/>
              </w:rPr>
            </w:pPr>
            <w:r w:rsidRPr="00224953">
              <w:rPr>
                <w:szCs w:val="28"/>
              </w:rPr>
              <w:t>Ярославская обл</w:t>
            </w:r>
            <w:r w:rsidR="007D0F52">
              <w:rPr>
                <w:szCs w:val="28"/>
              </w:rPr>
              <w:t>асть</w:t>
            </w:r>
            <w:r w:rsidRPr="00224953">
              <w:rPr>
                <w:szCs w:val="28"/>
              </w:rPr>
              <w:t>, г</w:t>
            </w:r>
            <w:r w:rsidR="007D0F52">
              <w:rPr>
                <w:szCs w:val="28"/>
              </w:rPr>
              <w:t>. </w:t>
            </w:r>
            <w:r w:rsidRPr="00224953">
              <w:rPr>
                <w:szCs w:val="28"/>
              </w:rPr>
              <w:t xml:space="preserve">Ярославль, </w:t>
            </w:r>
          </w:p>
          <w:p w:rsidR="00D91137" w:rsidRPr="00224953" w:rsidRDefault="00D91137" w:rsidP="007D0F52">
            <w:pPr>
              <w:ind w:firstLine="0"/>
              <w:jc w:val="left"/>
              <w:rPr>
                <w:szCs w:val="28"/>
              </w:rPr>
            </w:pPr>
            <w:r w:rsidRPr="00224953">
              <w:rPr>
                <w:szCs w:val="28"/>
              </w:rPr>
              <w:t>ул. Кавказская, д.</w:t>
            </w:r>
            <w:r w:rsidR="007D0F52">
              <w:rPr>
                <w:szCs w:val="28"/>
              </w:rPr>
              <w:t xml:space="preserve"> 7,</w:t>
            </w:r>
            <w:r w:rsidR="007D0F52">
              <w:rPr>
                <w:szCs w:val="28"/>
              </w:rPr>
              <w:br/>
              <w:t>п</w:t>
            </w:r>
            <w:r w:rsidRPr="00224953">
              <w:rPr>
                <w:szCs w:val="28"/>
              </w:rPr>
              <w:t>. ЯРГЭС</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76:23:021502:1122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527</w:t>
            </w:r>
          </w:p>
        </w:tc>
        <w:tc>
          <w:tcPr>
            <w:tcW w:w="1289" w:type="pct"/>
            <w:tcBorders>
              <w:top w:val="nil"/>
              <w:left w:val="nil"/>
              <w:bottom w:val="single" w:sz="4" w:space="0" w:color="auto"/>
              <w:right w:val="single" w:sz="4" w:space="0" w:color="auto"/>
            </w:tcBorders>
            <w:shd w:val="clear" w:color="auto" w:fill="auto"/>
            <w:hideMark/>
          </w:tcPr>
          <w:p w:rsidR="007D0F5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7D0F52">
            <w:pPr>
              <w:ind w:firstLine="0"/>
              <w:jc w:val="left"/>
              <w:rPr>
                <w:szCs w:val="28"/>
              </w:rPr>
            </w:pPr>
            <w:r w:rsidRPr="00224953">
              <w:rPr>
                <w:szCs w:val="28"/>
              </w:rPr>
              <w:t>Ярославская обл</w:t>
            </w:r>
            <w:r w:rsidR="007D0F52">
              <w:rPr>
                <w:szCs w:val="28"/>
              </w:rPr>
              <w:t>асть, г. </w:t>
            </w:r>
            <w:r w:rsidRPr="00224953">
              <w:rPr>
                <w:szCs w:val="28"/>
              </w:rPr>
              <w:t>Ярославль, Тепловой пер., д.</w:t>
            </w:r>
            <w:r w:rsidR="00A96981">
              <w:rPr>
                <w:szCs w:val="28"/>
              </w:rPr>
              <w:t xml:space="preserve"> </w:t>
            </w:r>
            <w:r w:rsidRPr="00224953">
              <w:rPr>
                <w:szCs w:val="28"/>
              </w:rPr>
              <w:t>9</w:t>
            </w:r>
            <w:r w:rsidR="00A96981">
              <w:rPr>
                <w:szCs w:val="28"/>
              </w:rPr>
              <w:t>,</w:t>
            </w:r>
            <w:r w:rsidRPr="00224953">
              <w:rPr>
                <w:szCs w:val="28"/>
              </w:rPr>
              <w:t xml:space="preserve"> газопровод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76:23:021501:913</w:t>
            </w:r>
          </w:p>
        </w:tc>
      </w:tr>
      <w:tr w:rsidR="00D91137" w:rsidRPr="00224953" w:rsidTr="00A96981">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528</w:t>
            </w:r>
          </w:p>
        </w:tc>
        <w:tc>
          <w:tcPr>
            <w:tcW w:w="1289" w:type="pct"/>
            <w:tcBorders>
              <w:top w:val="nil"/>
              <w:left w:val="nil"/>
              <w:bottom w:val="single" w:sz="4" w:space="0" w:color="auto"/>
              <w:right w:val="single" w:sz="4" w:space="0" w:color="auto"/>
            </w:tcBorders>
            <w:shd w:val="clear" w:color="auto" w:fill="auto"/>
            <w:hideMark/>
          </w:tcPr>
          <w:p w:rsidR="007D0F5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w:t>
            </w:r>
            <w:r w:rsidRPr="00224953">
              <w:rPr>
                <w:szCs w:val="28"/>
              </w:rPr>
              <w:t xml:space="preserve">Ярославль, </w:t>
            </w:r>
            <w:r w:rsidR="00A96981">
              <w:rPr>
                <w:szCs w:val="28"/>
              </w:rPr>
              <w:br/>
            </w:r>
            <w:r w:rsidRPr="00224953">
              <w:rPr>
                <w:szCs w:val="28"/>
              </w:rPr>
              <w:t>ул. Кавказская, д.</w:t>
            </w:r>
            <w:r w:rsidR="00A96981">
              <w:rPr>
                <w:szCs w:val="28"/>
              </w:rPr>
              <w:t xml:space="preserve"> </w:t>
            </w:r>
            <w:r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76:23:021502:1121</w:t>
            </w:r>
          </w:p>
        </w:tc>
      </w:tr>
      <w:tr w:rsidR="00D91137" w:rsidRPr="00224953" w:rsidTr="00A96981">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529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D0F52"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 г. </w:t>
            </w:r>
            <w:r w:rsidRPr="00224953">
              <w:rPr>
                <w:szCs w:val="28"/>
              </w:rPr>
              <w:t xml:space="preserve">Ярославль, </w:t>
            </w:r>
            <w:r w:rsidR="00A96981">
              <w:rPr>
                <w:szCs w:val="28"/>
              </w:rPr>
              <w:br/>
            </w:r>
            <w:r w:rsidRPr="00224953">
              <w:rPr>
                <w:szCs w:val="28"/>
              </w:rPr>
              <w:t>ул. Моховая, д.</w:t>
            </w:r>
            <w:r w:rsidR="00A96981">
              <w:rPr>
                <w:szCs w:val="28"/>
              </w:rPr>
              <w:t xml:space="preserve"> </w:t>
            </w:r>
            <w:r w:rsidRPr="00224953">
              <w:rPr>
                <w:szCs w:val="28"/>
              </w:rPr>
              <w:t>16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76:23:021503:2043</w:t>
            </w:r>
          </w:p>
        </w:tc>
      </w:tr>
      <w:tr w:rsidR="00D91137" w:rsidRPr="00224953" w:rsidTr="00A96981">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530</w:t>
            </w:r>
          </w:p>
        </w:tc>
        <w:tc>
          <w:tcPr>
            <w:tcW w:w="1289" w:type="pct"/>
            <w:tcBorders>
              <w:top w:val="single" w:sz="4" w:space="0" w:color="auto"/>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w:t>
            </w:r>
            <w:r w:rsidRPr="00224953">
              <w:rPr>
                <w:szCs w:val="28"/>
              </w:rPr>
              <w:t xml:space="preserve">Ярославль, </w:t>
            </w:r>
            <w:r w:rsidR="00A96981">
              <w:rPr>
                <w:szCs w:val="28"/>
              </w:rPr>
              <w:br/>
            </w:r>
            <w:r w:rsidRPr="00224953">
              <w:rPr>
                <w:szCs w:val="28"/>
              </w:rPr>
              <w:t>ул. Клубная, д.</w:t>
            </w:r>
            <w:r w:rsidR="00A96981">
              <w:rPr>
                <w:szCs w:val="28"/>
              </w:rPr>
              <w:t xml:space="preserve"> </w:t>
            </w:r>
            <w:r w:rsidRPr="00224953">
              <w:rPr>
                <w:szCs w:val="28"/>
              </w:rPr>
              <w:t>5</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76:23:021503:2042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531</w:t>
            </w:r>
          </w:p>
        </w:tc>
        <w:tc>
          <w:tcPr>
            <w:tcW w:w="1289" w:type="pct"/>
            <w:tcBorders>
              <w:top w:val="nil"/>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w:t>
            </w:r>
            <w:r w:rsidRPr="00224953">
              <w:rPr>
                <w:szCs w:val="28"/>
              </w:rPr>
              <w:t xml:space="preserve">Ярославль, </w:t>
            </w:r>
            <w:r w:rsidR="00A96981">
              <w:rPr>
                <w:szCs w:val="28"/>
              </w:rPr>
              <w:br/>
            </w:r>
            <w:r w:rsidRPr="00224953">
              <w:rPr>
                <w:szCs w:val="28"/>
              </w:rPr>
              <w:t>ул. Б. Октябрьская, д. 78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76:23:030811:448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532</w:t>
            </w:r>
          </w:p>
        </w:tc>
        <w:tc>
          <w:tcPr>
            <w:tcW w:w="1289" w:type="pct"/>
            <w:tcBorders>
              <w:top w:val="nil"/>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xml:space="preserve">.  Ярославль, проспект </w:t>
            </w:r>
            <w:r w:rsidRPr="00224953">
              <w:rPr>
                <w:szCs w:val="28"/>
              </w:rPr>
              <w:t>Дзержинского, д.</w:t>
            </w:r>
            <w:r w:rsidR="00A96981">
              <w:rPr>
                <w:szCs w:val="28"/>
              </w:rPr>
              <w:t xml:space="preserve"> </w:t>
            </w:r>
            <w:r w:rsidRPr="00224953">
              <w:rPr>
                <w:szCs w:val="28"/>
              </w:rPr>
              <w:t xml:space="preserve">8 </w:t>
            </w:r>
            <w:r w:rsidR="00A96981">
              <w:rPr>
                <w:szCs w:val="28"/>
              </w:rPr>
              <w:br/>
            </w:r>
            <w:r w:rsidRPr="00224953">
              <w:rPr>
                <w:szCs w:val="28"/>
              </w:rPr>
              <w:t>кор</w:t>
            </w:r>
            <w:r w:rsidR="00A96981">
              <w:rPr>
                <w:szCs w:val="28"/>
              </w:rPr>
              <w:t>п</w:t>
            </w:r>
            <w:r w:rsidRPr="00224953">
              <w:rPr>
                <w:szCs w:val="28"/>
              </w:rPr>
              <w:t>.</w:t>
            </w:r>
            <w:r w:rsidR="00A96981">
              <w:rPr>
                <w:szCs w:val="28"/>
              </w:rPr>
              <w:t xml:space="preserve"> </w:t>
            </w:r>
            <w:r w:rsidRPr="00224953">
              <w:rPr>
                <w:szCs w:val="28"/>
              </w:rPr>
              <w:t xml:space="preserve">2 </w:t>
            </w:r>
            <w:r w:rsidR="00A96981">
              <w:rPr>
                <w:szCs w:val="28"/>
              </w:rPr>
              <w:t>–</w:t>
            </w:r>
            <w:r w:rsidRPr="00224953">
              <w:rPr>
                <w:szCs w:val="28"/>
              </w:rPr>
              <w:t xml:space="preserve"> перемычка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76:23:000000:16372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533</w:t>
            </w:r>
          </w:p>
        </w:tc>
        <w:tc>
          <w:tcPr>
            <w:tcW w:w="1289" w:type="pct"/>
            <w:tcBorders>
              <w:top w:val="nil"/>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w:t>
            </w:r>
            <w:r w:rsidRPr="00224953">
              <w:rPr>
                <w:szCs w:val="28"/>
              </w:rPr>
              <w:t xml:space="preserve">Ярославль, </w:t>
            </w:r>
            <w:r w:rsidR="00A96981">
              <w:rPr>
                <w:szCs w:val="28"/>
              </w:rPr>
              <w:br/>
            </w:r>
            <w:r w:rsidRPr="00224953">
              <w:rPr>
                <w:szCs w:val="28"/>
              </w:rPr>
              <w:t>ул. Ньютона, д. 16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76:23:060903:332</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534</w:t>
            </w:r>
          </w:p>
        </w:tc>
        <w:tc>
          <w:tcPr>
            <w:tcW w:w="1289" w:type="pct"/>
            <w:tcBorders>
              <w:top w:val="nil"/>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w:t>
            </w:r>
            <w:r w:rsidRPr="00224953">
              <w:rPr>
                <w:szCs w:val="28"/>
              </w:rPr>
              <w:t>Ярославль, просп</w:t>
            </w:r>
            <w:r w:rsidR="00A96981">
              <w:rPr>
                <w:szCs w:val="28"/>
              </w:rPr>
              <w:t>ект</w:t>
            </w:r>
            <w:r w:rsidRPr="00224953">
              <w:rPr>
                <w:szCs w:val="28"/>
              </w:rPr>
              <w:t xml:space="preserve"> Дзержинского, д.</w:t>
            </w:r>
            <w:r w:rsidR="00A96981">
              <w:rPr>
                <w:szCs w:val="28"/>
              </w:rPr>
              <w:t xml:space="preserve"> </w:t>
            </w:r>
            <w:r w:rsidRPr="00224953">
              <w:rPr>
                <w:szCs w:val="28"/>
              </w:rPr>
              <w:t xml:space="preserve">8 </w:t>
            </w:r>
            <w:r w:rsidR="00A96981">
              <w:rPr>
                <w:szCs w:val="28"/>
              </w:rPr>
              <w:br/>
            </w:r>
            <w:r w:rsidRPr="00224953">
              <w:rPr>
                <w:szCs w:val="28"/>
              </w:rPr>
              <w:t>кор</w:t>
            </w:r>
            <w:r w:rsidR="00A96981">
              <w:rPr>
                <w:szCs w:val="28"/>
              </w:rPr>
              <w:t>п</w:t>
            </w:r>
            <w:r w:rsidRPr="00224953">
              <w:rPr>
                <w:szCs w:val="28"/>
              </w:rPr>
              <w:t>.</w:t>
            </w:r>
            <w:r w:rsidR="00A96981">
              <w:rPr>
                <w:szCs w:val="28"/>
              </w:rPr>
              <w:t xml:space="preserve"> </w:t>
            </w:r>
            <w:r w:rsidRPr="00224953">
              <w:rPr>
                <w:szCs w:val="28"/>
              </w:rPr>
              <w:t>3</w:t>
            </w:r>
            <w:r w:rsidR="00A96981">
              <w:rPr>
                <w:szCs w:val="28"/>
              </w:rPr>
              <w:t>,</w:t>
            </w:r>
            <w:r w:rsidRPr="00224953">
              <w:rPr>
                <w:szCs w:val="28"/>
              </w:rPr>
              <w:t xml:space="preserve"> газопровод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76:23:010601:794</w:t>
            </w:r>
          </w:p>
        </w:tc>
      </w:tr>
      <w:tr w:rsidR="00D91137" w:rsidRPr="00224953" w:rsidTr="00B771C2">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535</w:t>
            </w:r>
          </w:p>
        </w:tc>
        <w:tc>
          <w:tcPr>
            <w:tcW w:w="1289" w:type="pct"/>
            <w:tcBorders>
              <w:top w:val="nil"/>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xml:space="preserve">, </w:t>
            </w:r>
            <w:r w:rsidR="00A96981">
              <w:rPr>
                <w:szCs w:val="28"/>
              </w:rPr>
              <w:t>г. </w:t>
            </w:r>
            <w:r w:rsidRPr="00224953">
              <w:rPr>
                <w:szCs w:val="28"/>
              </w:rPr>
              <w:t xml:space="preserve">Ярославль, </w:t>
            </w:r>
            <w:r w:rsidR="00A96981">
              <w:rPr>
                <w:szCs w:val="28"/>
              </w:rPr>
              <w:br/>
            </w:r>
            <w:r w:rsidRPr="00224953">
              <w:rPr>
                <w:szCs w:val="28"/>
              </w:rPr>
              <w:t>ул. Некрасова д. 54а</w:t>
            </w:r>
            <w:r w:rsidR="00A96981">
              <w:rPr>
                <w:szCs w:val="28"/>
              </w:rPr>
              <w:t>,</w:t>
            </w:r>
            <w:r w:rsidRPr="00224953">
              <w:rPr>
                <w:szCs w:val="28"/>
              </w:rPr>
              <w:t xml:space="preserve"> газопровод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76:23:050312:534</w:t>
            </w:r>
          </w:p>
        </w:tc>
      </w:tr>
      <w:tr w:rsidR="00D91137" w:rsidRPr="00224953" w:rsidTr="00B771C2">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xml:space="preserve">, </w:t>
            </w:r>
            <w:r w:rsidR="00A96981">
              <w:rPr>
                <w:szCs w:val="28"/>
              </w:rPr>
              <w:br/>
            </w:r>
            <w:r w:rsidRPr="00224953">
              <w:rPr>
                <w:szCs w:val="28"/>
              </w:rPr>
              <w:t>г</w:t>
            </w:r>
            <w:r w:rsidR="00A96981">
              <w:rPr>
                <w:szCs w:val="28"/>
              </w:rPr>
              <w:t>.</w:t>
            </w:r>
            <w:r w:rsidRPr="00224953">
              <w:rPr>
                <w:szCs w:val="28"/>
              </w:rPr>
              <w:t xml:space="preserve"> Ярославль, просп</w:t>
            </w:r>
            <w:r w:rsidR="00A96981">
              <w:rPr>
                <w:szCs w:val="28"/>
              </w:rPr>
              <w:t>ект</w:t>
            </w:r>
            <w:r w:rsidRPr="00224953">
              <w:rPr>
                <w:szCs w:val="28"/>
              </w:rPr>
              <w:t xml:space="preserve"> </w:t>
            </w:r>
            <w:r w:rsidRPr="00224953">
              <w:rPr>
                <w:szCs w:val="28"/>
              </w:rPr>
              <w:lastRenderedPageBreak/>
              <w:t>Дзержинского, д. 6</w:t>
            </w:r>
            <w:r w:rsidR="00A96981">
              <w:rPr>
                <w:szCs w:val="28"/>
              </w:rPr>
              <w:t>,</w:t>
            </w:r>
            <w:r w:rsidRPr="00224953">
              <w:rPr>
                <w:szCs w:val="28"/>
              </w:rPr>
              <w:t xml:space="preserve"> газопровод низкого давления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76:23:010601:793</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537</w:t>
            </w:r>
          </w:p>
        </w:tc>
        <w:tc>
          <w:tcPr>
            <w:tcW w:w="1289" w:type="pct"/>
            <w:tcBorders>
              <w:top w:val="single" w:sz="4" w:space="0" w:color="auto"/>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w:t>
            </w:r>
            <w:r w:rsidRPr="00224953">
              <w:rPr>
                <w:szCs w:val="28"/>
              </w:rPr>
              <w:t>Ярославль, просп</w:t>
            </w:r>
            <w:r w:rsidR="00A96981">
              <w:rPr>
                <w:szCs w:val="28"/>
              </w:rPr>
              <w:t>ект</w:t>
            </w:r>
            <w:r w:rsidRPr="00224953">
              <w:rPr>
                <w:szCs w:val="28"/>
              </w:rPr>
              <w:t xml:space="preserve"> Дзержинского, д. 10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76:23:010601:799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538</w:t>
            </w:r>
          </w:p>
        </w:tc>
        <w:tc>
          <w:tcPr>
            <w:tcW w:w="1289" w:type="pct"/>
            <w:tcBorders>
              <w:top w:val="nil"/>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w:t>
            </w:r>
            <w:r w:rsidRPr="00224953">
              <w:rPr>
                <w:szCs w:val="28"/>
              </w:rPr>
              <w:t>Ярославль, ул. Громова, д.</w:t>
            </w:r>
            <w:r w:rsidR="00A96981">
              <w:rPr>
                <w:szCs w:val="28"/>
              </w:rPr>
              <w:t xml:space="preserve"> </w:t>
            </w:r>
            <w:r w:rsidRPr="00224953">
              <w:rPr>
                <w:szCs w:val="28"/>
              </w:rPr>
              <w:t>42 (3-я очередь)</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76:23:011302:947</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539</w:t>
            </w:r>
          </w:p>
        </w:tc>
        <w:tc>
          <w:tcPr>
            <w:tcW w:w="1289" w:type="pct"/>
            <w:tcBorders>
              <w:top w:val="nil"/>
              <w:left w:val="nil"/>
              <w:bottom w:val="single" w:sz="4" w:space="0" w:color="auto"/>
              <w:right w:val="single" w:sz="4" w:space="0" w:color="auto"/>
            </w:tcBorders>
            <w:shd w:val="clear" w:color="auto" w:fill="auto"/>
            <w:hideMark/>
          </w:tcPr>
          <w:p w:rsidR="00A96981"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96981">
            <w:pPr>
              <w:ind w:firstLine="0"/>
              <w:jc w:val="left"/>
              <w:rPr>
                <w:szCs w:val="28"/>
              </w:rPr>
            </w:pPr>
            <w:r w:rsidRPr="00224953">
              <w:rPr>
                <w:szCs w:val="28"/>
              </w:rPr>
              <w:t>Ярославская обл</w:t>
            </w:r>
            <w:r w:rsidR="00A96981">
              <w:rPr>
                <w:szCs w:val="28"/>
              </w:rPr>
              <w:t>асть</w:t>
            </w:r>
            <w:r w:rsidRPr="00224953">
              <w:rPr>
                <w:szCs w:val="28"/>
              </w:rPr>
              <w:t>, г</w:t>
            </w:r>
            <w:r w:rsidR="00A96981">
              <w:rPr>
                <w:szCs w:val="28"/>
              </w:rPr>
              <w:t>. </w:t>
            </w:r>
            <w:r w:rsidRPr="00224953">
              <w:rPr>
                <w:szCs w:val="28"/>
              </w:rPr>
              <w:t xml:space="preserve">Ярославль, </w:t>
            </w:r>
            <w:r w:rsidR="00A96981">
              <w:rPr>
                <w:szCs w:val="28"/>
              </w:rPr>
              <w:t>к</w:t>
            </w:r>
            <w:r w:rsidRPr="00224953">
              <w:rPr>
                <w:szCs w:val="28"/>
              </w:rPr>
              <w:t>ооператив «Забелицы-1»</w:t>
            </w:r>
            <w:r w:rsidR="00A96981">
              <w:rPr>
                <w:szCs w:val="28"/>
              </w:rPr>
              <w:t>,</w:t>
            </w:r>
            <w:r w:rsidRPr="00224953">
              <w:rPr>
                <w:szCs w:val="28"/>
              </w:rPr>
              <w:t xml:space="preserve"> </w:t>
            </w:r>
            <w:r w:rsidR="00A96981">
              <w:rPr>
                <w:szCs w:val="28"/>
              </w:rPr>
              <w:br/>
            </w:r>
            <w:r w:rsidRPr="00224953">
              <w:rPr>
                <w:szCs w:val="28"/>
              </w:rPr>
              <w:t>ул.4-я Забелицкая</w:t>
            </w:r>
            <w:r w:rsidR="00A96981">
              <w:rPr>
                <w:szCs w:val="28"/>
              </w:rPr>
              <w:t>,</w:t>
            </w:r>
            <w:r w:rsidRPr="00224953">
              <w:rPr>
                <w:szCs w:val="28"/>
              </w:rPr>
              <w:t xml:space="preserve"> газопровод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76:23:000000:16370</w:t>
            </w:r>
          </w:p>
        </w:tc>
      </w:tr>
      <w:tr w:rsidR="00D91137" w:rsidRPr="00224953" w:rsidTr="00D62ACC">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Сеть газораспределен</w:t>
            </w:r>
            <w:r w:rsidR="00D62ACC">
              <w:rPr>
                <w:szCs w:val="28"/>
              </w:rPr>
              <w:t>ия: газопровод низкого давления,</w:t>
            </w:r>
            <w:r w:rsidRPr="00224953">
              <w:rPr>
                <w:szCs w:val="28"/>
              </w:rPr>
              <w:t xml:space="preserve"> ШРП-15</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62ACC">
            <w:pPr>
              <w:ind w:firstLine="0"/>
              <w:jc w:val="left"/>
              <w:rPr>
                <w:szCs w:val="28"/>
              </w:rPr>
            </w:pPr>
            <w:r w:rsidRPr="00224953">
              <w:rPr>
                <w:szCs w:val="28"/>
              </w:rPr>
              <w:t>Ярославская обл</w:t>
            </w:r>
            <w:r w:rsidR="00D62ACC">
              <w:rPr>
                <w:szCs w:val="28"/>
              </w:rPr>
              <w:t>асть</w:t>
            </w:r>
            <w:r w:rsidRPr="00224953">
              <w:rPr>
                <w:szCs w:val="28"/>
              </w:rPr>
              <w:t>, г</w:t>
            </w:r>
            <w:r w:rsidR="00D62ACC">
              <w:rPr>
                <w:szCs w:val="28"/>
              </w:rPr>
              <w:t>. </w:t>
            </w:r>
            <w:r w:rsidRPr="00224953">
              <w:rPr>
                <w:szCs w:val="28"/>
              </w:rPr>
              <w:t>Ярославль, ул. Наумова, д.</w:t>
            </w:r>
            <w:r w:rsidR="00D62ACC">
              <w:rPr>
                <w:szCs w:val="28"/>
              </w:rPr>
              <w:t xml:space="preserve"> </w:t>
            </w:r>
            <w:r w:rsidRPr="00224953">
              <w:rPr>
                <w:szCs w:val="28"/>
              </w:rPr>
              <w:t>16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76:23:040607:341</w:t>
            </w:r>
          </w:p>
        </w:tc>
      </w:tr>
      <w:tr w:rsidR="00D91137" w:rsidRPr="00224953" w:rsidTr="00D62ACC">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62ACC"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62ACC" w:rsidP="00D62ACC">
            <w:pPr>
              <w:ind w:firstLine="0"/>
              <w:jc w:val="left"/>
              <w:rPr>
                <w:szCs w:val="28"/>
              </w:rPr>
            </w:pPr>
            <w:r>
              <w:rPr>
                <w:szCs w:val="28"/>
              </w:rPr>
              <w:t>Ярославская область, г. </w:t>
            </w:r>
            <w:r w:rsidR="00D91137" w:rsidRPr="00224953">
              <w:rPr>
                <w:szCs w:val="28"/>
              </w:rPr>
              <w:t>Ярославль, Московский пр</w:t>
            </w:r>
            <w:r>
              <w:rPr>
                <w:szCs w:val="28"/>
              </w:rPr>
              <w:t>оспект</w:t>
            </w:r>
            <w:r w:rsidR="00D91137" w:rsidRPr="00224953">
              <w:rPr>
                <w:szCs w:val="28"/>
              </w:rPr>
              <w:t>, д.</w:t>
            </w:r>
            <w:r>
              <w:rPr>
                <w:szCs w:val="28"/>
              </w:rPr>
              <w:t xml:space="preserve"> </w:t>
            </w:r>
            <w:r w:rsidR="00D91137" w:rsidRPr="00224953">
              <w:rPr>
                <w:szCs w:val="28"/>
              </w:rPr>
              <w:t>123 кор</w:t>
            </w:r>
            <w:r>
              <w:rPr>
                <w:szCs w:val="28"/>
              </w:rPr>
              <w:t>п</w:t>
            </w:r>
            <w:r w:rsidR="00D91137" w:rsidRPr="00224953">
              <w:rPr>
                <w:szCs w:val="28"/>
              </w:rPr>
              <w:t>.</w:t>
            </w:r>
            <w:r>
              <w:rPr>
                <w:szCs w:val="28"/>
              </w:rPr>
              <w:t xml:space="preserve"> </w:t>
            </w:r>
            <w:r w:rsidR="00D91137" w:rsidRPr="00224953">
              <w:rPr>
                <w:szCs w:val="28"/>
              </w:rPr>
              <w:t>3</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76:23:061002:2814</w:t>
            </w:r>
          </w:p>
        </w:tc>
      </w:tr>
      <w:tr w:rsidR="00D91137" w:rsidRPr="00224953" w:rsidTr="00D62ACC">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542</w:t>
            </w:r>
          </w:p>
        </w:tc>
        <w:tc>
          <w:tcPr>
            <w:tcW w:w="1289" w:type="pct"/>
            <w:tcBorders>
              <w:top w:val="single" w:sz="4" w:space="0" w:color="auto"/>
              <w:left w:val="nil"/>
              <w:bottom w:val="single" w:sz="4" w:space="0" w:color="auto"/>
              <w:right w:val="single" w:sz="4" w:space="0" w:color="auto"/>
            </w:tcBorders>
            <w:shd w:val="clear" w:color="auto" w:fill="auto"/>
            <w:hideMark/>
          </w:tcPr>
          <w:p w:rsidR="00D62ACC"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D62ACC">
              <w:rPr>
                <w:szCs w:val="28"/>
              </w:rPr>
              <w:t>асть, г. </w:t>
            </w:r>
            <w:r w:rsidRPr="00224953">
              <w:rPr>
                <w:szCs w:val="28"/>
              </w:rPr>
              <w:t>Ярославль, ул. Клубная, д.</w:t>
            </w:r>
            <w:r w:rsidR="00D62ACC">
              <w:rPr>
                <w:szCs w:val="28"/>
              </w:rPr>
              <w:t xml:space="preserve"> </w:t>
            </w:r>
            <w:r w:rsidRPr="00224953">
              <w:rPr>
                <w:szCs w:val="28"/>
              </w:rPr>
              <w:t>13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76:23:021503:2045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543</w:t>
            </w:r>
          </w:p>
        </w:tc>
        <w:tc>
          <w:tcPr>
            <w:tcW w:w="1289" w:type="pct"/>
            <w:tcBorders>
              <w:top w:val="nil"/>
              <w:left w:val="nil"/>
              <w:bottom w:val="single" w:sz="4" w:space="0" w:color="auto"/>
              <w:right w:val="single" w:sz="4" w:space="0" w:color="auto"/>
            </w:tcBorders>
            <w:shd w:val="clear" w:color="auto" w:fill="auto"/>
            <w:hideMark/>
          </w:tcPr>
          <w:p w:rsidR="00D62ACC"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62ACC">
            <w:pPr>
              <w:ind w:firstLine="0"/>
              <w:jc w:val="left"/>
              <w:rPr>
                <w:szCs w:val="28"/>
              </w:rPr>
            </w:pPr>
            <w:r w:rsidRPr="00224953">
              <w:rPr>
                <w:szCs w:val="28"/>
              </w:rPr>
              <w:t>Ярославская обл</w:t>
            </w:r>
            <w:r w:rsidR="00D62ACC">
              <w:rPr>
                <w:szCs w:val="28"/>
              </w:rPr>
              <w:t>асть, г. </w:t>
            </w:r>
            <w:r w:rsidRPr="00224953">
              <w:rPr>
                <w:szCs w:val="28"/>
              </w:rPr>
              <w:t>Ярославль, ул. Саукова</w:t>
            </w:r>
            <w:r w:rsidR="00D62ACC">
              <w:rPr>
                <w:szCs w:val="28"/>
              </w:rPr>
              <w:t>,</w:t>
            </w:r>
            <w:r w:rsidRPr="00224953">
              <w:rPr>
                <w:szCs w:val="28"/>
              </w:rPr>
              <w:t xml:space="preserve"> д. 3</w:t>
            </w:r>
            <w:r w:rsidR="00D62ACC">
              <w:rPr>
                <w:szCs w:val="28"/>
              </w:rPr>
              <w:t>,</w:t>
            </w:r>
            <w:r w:rsidRPr="00224953">
              <w:rPr>
                <w:szCs w:val="28"/>
              </w:rPr>
              <w:t xml:space="preserve"> </w:t>
            </w:r>
            <w:r w:rsidR="00D62ACC">
              <w:rPr>
                <w:szCs w:val="28"/>
              </w:rPr>
              <w:t>г</w:t>
            </w:r>
            <w:r w:rsidRPr="00224953">
              <w:rPr>
                <w:szCs w:val="28"/>
              </w:rPr>
              <w:t>азопровод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76:23:020908:2182</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655A67">
            <w:pPr>
              <w:ind w:firstLine="0"/>
              <w:jc w:val="left"/>
              <w:rPr>
                <w:szCs w:val="28"/>
              </w:rPr>
            </w:pPr>
            <w:r w:rsidRPr="00224953">
              <w:rPr>
                <w:szCs w:val="28"/>
              </w:rPr>
              <w:t>Сеть газораспределения: газопровод высокого давления</w:t>
            </w:r>
            <w:r w:rsidR="00655A67">
              <w:rPr>
                <w:szCs w:val="28"/>
              </w:rPr>
              <w:t>,</w:t>
            </w:r>
            <w:r w:rsidRPr="00224953">
              <w:rPr>
                <w:szCs w:val="28"/>
              </w:rPr>
              <w:t xml:space="preserve"> газопровод - ввод низкого давления</w:t>
            </w:r>
            <w:r w:rsidR="00655A67">
              <w:rPr>
                <w:szCs w:val="28"/>
              </w:rPr>
              <w:t>,</w:t>
            </w:r>
            <w:r w:rsidRPr="00224953">
              <w:rPr>
                <w:szCs w:val="28"/>
              </w:rPr>
              <w:t xml:space="preserve"> газопровод -</w:t>
            </w:r>
            <w:r w:rsidR="00655A67">
              <w:rPr>
                <w:szCs w:val="28"/>
              </w:rPr>
              <w:t xml:space="preserve"> </w:t>
            </w:r>
            <w:r w:rsidRPr="00224953">
              <w:rPr>
                <w:szCs w:val="28"/>
              </w:rPr>
              <w:t>закольцовка низкого давления</w:t>
            </w:r>
            <w:r w:rsidR="00655A67">
              <w:rPr>
                <w:szCs w:val="28"/>
              </w:rPr>
              <w:t>,</w:t>
            </w:r>
            <w:r w:rsidRPr="00224953">
              <w:rPr>
                <w:szCs w:val="28"/>
              </w:rPr>
              <w:t xml:space="preserve"> </w:t>
            </w:r>
            <w:r w:rsidR="00655A67">
              <w:rPr>
                <w:szCs w:val="28"/>
              </w:rPr>
              <w:br/>
            </w:r>
            <w:r w:rsidRPr="00224953">
              <w:rPr>
                <w:szCs w:val="28"/>
              </w:rPr>
              <w:t>ШРП-184</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D4443">
            <w:pPr>
              <w:ind w:firstLine="0"/>
              <w:jc w:val="left"/>
              <w:rPr>
                <w:szCs w:val="28"/>
              </w:rPr>
            </w:pPr>
            <w:r w:rsidRPr="00224953">
              <w:rPr>
                <w:szCs w:val="28"/>
              </w:rPr>
              <w:t>Ярославская обл</w:t>
            </w:r>
            <w:r w:rsidR="00655A67">
              <w:rPr>
                <w:szCs w:val="28"/>
              </w:rPr>
              <w:t>асть</w:t>
            </w:r>
            <w:r w:rsidRPr="00224953">
              <w:rPr>
                <w:szCs w:val="28"/>
              </w:rPr>
              <w:t>, г</w:t>
            </w:r>
            <w:r w:rsidR="00655A67">
              <w:rPr>
                <w:szCs w:val="28"/>
              </w:rPr>
              <w:t>. </w:t>
            </w:r>
            <w:r w:rsidRPr="00224953">
              <w:rPr>
                <w:szCs w:val="28"/>
              </w:rPr>
              <w:t xml:space="preserve">Ярославль, </w:t>
            </w:r>
            <w:r w:rsidR="00655A67">
              <w:rPr>
                <w:szCs w:val="28"/>
              </w:rPr>
              <w:br/>
            </w:r>
            <w:r w:rsidRPr="00224953">
              <w:rPr>
                <w:szCs w:val="28"/>
              </w:rPr>
              <w:t>ул. Нефтяников</w:t>
            </w:r>
            <w:r w:rsidR="00655A67">
              <w:rPr>
                <w:szCs w:val="28"/>
              </w:rPr>
              <w:t>,</w:t>
            </w:r>
            <w:r w:rsidRPr="00224953">
              <w:rPr>
                <w:szCs w:val="28"/>
              </w:rPr>
              <w:t xml:space="preserve"> д. 22 корп.</w:t>
            </w:r>
            <w:r w:rsidR="00655A67">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76:23:000000:16346</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545</w:t>
            </w:r>
          </w:p>
        </w:tc>
        <w:tc>
          <w:tcPr>
            <w:tcW w:w="1289" w:type="pct"/>
            <w:tcBorders>
              <w:top w:val="nil"/>
              <w:left w:val="nil"/>
              <w:bottom w:val="single" w:sz="4" w:space="0" w:color="auto"/>
              <w:right w:val="single" w:sz="4" w:space="0" w:color="auto"/>
            </w:tcBorders>
            <w:shd w:val="clear" w:color="auto" w:fill="auto"/>
            <w:hideMark/>
          </w:tcPr>
          <w:p w:rsidR="00655A67"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655A67">
            <w:pPr>
              <w:ind w:firstLine="0"/>
              <w:jc w:val="left"/>
              <w:rPr>
                <w:szCs w:val="28"/>
              </w:rPr>
            </w:pPr>
            <w:r w:rsidRPr="00224953">
              <w:rPr>
                <w:szCs w:val="28"/>
              </w:rPr>
              <w:t>Ярославская обл</w:t>
            </w:r>
            <w:r w:rsidR="00655A67">
              <w:rPr>
                <w:szCs w:val="28"/>
              </w:rPr>
              <w:t>асть</w:t>
            </w:r>
            <w:r w:rsidRPr="00224953">
              <w:rPr>
                <w:szCs w:val="28"/>
              </w:rPr>
              <w:t>, г</w:t>
            </w:r>
            <w:r w:rsidR="00655A67">
              <w:rPr>
                <w:szCs w:val="28"/>
              </w:rPr>
              <w:t>. </w:t>
            </w:r>
            <w:r w:rsidRPr="00224953">
              <w:rPr>
                <w:szCs w:val="28"/>
              </w:rPr>
              <w:t>Ярославль, ул. Озерная гривка</w:t>
            </w:r>
            <w:r w:rsidR="00655A67">
              <w:rPr>
                <w:szCs w:val="28"/>
              </w:rPr>
              <w:t>,</w:t>
            </w:r>
            <w:r w:rsidRPr="00224953">
              <w:rPr>
                <w:szCs w:val="28"/>
              </w:rPr>
              <w:t xml:space="preserve"> д.</w:t>
            </w:r>
            <w:r w:rsidR="00655A67">
              <w:rPr>
                <w:szCs w:val="28"/>
              </w:rPr>
              <w:t xml:space="preserve"> </w:t>
            </w:r>
            <w:r w:rsidRPr="00224953">
              <w:rPr>
                <w:szCs w:val="28"/>
              </w:rPr>
              <w:t>31</w:t>
            </w:r>
            <w:r w:rsidR="00655A67">
              <w:rPr>
                <w:szCs w:val="28"/>
              </w:rPr>
              <w:t>,</w:t>
            </w:r>
            <w:r w:rsidRPr="00224953">
              <w:rPr>
                <w:szCs w:val="28"/>
              </w:rPr>
              <w:t xml:space="preserve"> </w:t>
            </w:r>
            <w:r w:rsidR="00655A67">
              <w:rPr>
                <w:szCs w:val="28"/>
              </w:rPr>
              <w:t>г</w:t>
            </w:r>
            <w:r w:rsidRPr="00224953">
              <w:rPr>
                <w:szCs w:val="28"/>
              </w:rPr>
              <w:t>азопровод-ввод низкого давления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76:23:021101:1378</w:t>
            </w:r>
          </w:p>
        </w:tc>
      </w:tr>
      <w:tr w:rsidR="00D91137" w:rsidRPr="00224953" w:rsidTr="00B771C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ГРП-27</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655A67">
            <w:pPr>
              <w:ind w:firstLine="0"/>
              <w:jc w:val="left"/>
              <w:rPr>
                <w:szCs w:val="28"/>
              </w:rPr>
            </w:pPr>
            <w:r w:rsidRPr="00224953">
              <w:rPr>
                <w:szCs w:val="28"/>
              </w:rPr>
              <w:t>Ярославская обл</w:t>
            </w:r>
            <w:r w:rsidR="00655A67">
              <w:rPr>
                <w:szCs w:val="28"/>
              </w:rPr>
              <w:t>асть, г. </w:t>
            </w:r>
            <w:r w:rsidRPr="00224953">
              <w:rPr>
                <w:szCs w:val="28"/>
              </w:rPr>
              <w:t>Ярославль, ГРП-27</w:t>
            </w:r>
            <w:r w:rsidR="00655A67">
              <w:rPr>
                <w:szCs w:val="28"/>
              </w:rPr>
              <w:t>,</w:t>
            </w:r>
            <w:r w:rsidR="00655A67">
              <w:rPr>
                <w:szCs w:val="28"/>
              </w:rPr>
              <w:br/>
            </w:r>
            <w:r w:rsidRPr="00224953">
              <w:rPr>
                <w:szCs w:val="28"/>
              </w:rPr>
              <w:t>ул. Суздальская, д.</w:t>
            </w:r>
            <w:r w:rsidR="00655A67">
              <w:rPr>
                <w:szCs w:val="28"/>
              </w:rPr>
              <w:t xml:space="preserve"> </w:t>
            </w:r>
            <w:r w:rsidRPr="00224953">
              <w:rPr>
                <w:szCs w:val="28"/>
              </w:rPr>
              <w:t>27а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76:23:062608:461</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547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55A67"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газоснабжения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55A67">
            <w:pPr>
              <w:ind w:firstLine="0"/>
              <w:jc w:val="left"/>
              <w:rPr>
                <w:szCs w:val="28"/>
              </w:rPr>
            </w:pPr>
            <w:r w:rsidRPr="00224953">
              <w:rPr>
                <w:szCs w:val="28"/>
              </w:rPr>
              <w:t>Ярославская обл</w:t>
            </w:r>
            <w:r w:rsidR="00655A67">
              <w:rPr>
                <w:szCs w:val="28"/>
              </w:rPr>
              <w:t>асть, г. </w:t>
            </w:r>
            <w:r w:rsidRPr="00224953">
              <w:rPr>
                <w:szCs w:val="28"/>
              </w:rPr>
              <w:t>Ярославль, ГРП-21 по ул. Индустриальной, д.</w:t>
            </w:r>
            <w:r w:rsidR="00655A67">
              <w:rPr>
                <w:szCs w:val="28"/>
              </w:rPr>
              <w:t xml:space="preserve"> </w:t>
            </w:r>
            <w:r w:rsidRPr="00224953">
              <w:rPr>
                <w:szCs w:val="28"/>
              </w:rPr>
              <w:t>23</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76:23:061920:337</w:t>
            </w:r>
          </w:p>
        </w:tc>
      </w:tr>
      <w:tr w:rsidR="00D91137" w:rsidRPr="00224953" w:rsidTr="00B771C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548</w:t>
            </w:r>
          </w:p>
        </w:tc>
        <w:tc>
          <w:tcPr>
            <w:tcW w:w="1289" w:type="pct"/>
            <w:tcBorders>
              <w:top w:val="single" w:sz="4" w:space="0" w:color="auto"/>
              <w:left w:val="nil"/>
              <w:bottom w:val="single" w:sz="4" w:space="0" w:color="auto"/>
              <w:right w:val="single" w:sz="4" w:space="0" w:color="auto"/>
            </w:tcBorders>
            <w:shd w:val="clear" w:color="auto" w:fill="auto"/>
            <w:hideMark/>
          </w:tcPr>
          <w:p w:rsidR="00655A67" w:rsidRDefault="00D91137" w:rsidP="00D91137">
            <w:pPr>
              <w:ind w:firstLine="0"/>
              <w:jc w:val="left"/>
              <w:rPr>
                <w:szCs w:val="28"/>
              </w:rPr>
            </w:pPr>
            <w:r w:rsidRPr="00224953">
              <w:rPr>
                <w:szCs w:val="28"/>
              </w:rPr>
              <w:t xml:space="preserve">Сети </w:t>
            </w:r>
          </w:p>
          <w:p w:rsidR="00D91137" w:rsidRPr="00224953" w:rsidRDefault="00D91137" w:rsidP="00D91137">
            <w:pPr>
              <w:ind w:firstLine="0"/>
              <w:jc w:val="left"/>
              <w:rPr>
                <w:szCs w:val="28"/>
              </w:rPr>
            </w:pPr>
            <w:r w:rsidRPr="00224953">
              <w:rPr>
                <w:szCs w:val="28"/>
              </w:rPr>
              <w:t>газопровода</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655A67" w:rsidP="00D91137">
            <w:pPr>
              <w:ind w:firstLine="0"/>
              <w:jc w:val="left"/>
              <w:rPr>
                <w:szCs w:val="28"/>
              </w:rPr>
            </w:pPr>
            <w:r>
              <w:rPr>
                <w:szCs w:val="28"/>
              </w:rPr>
              <w:t>Ярославская область, г. </w:t>
            </w:r>
            <w:r w:rsidR="00D91137" w:rsidRPr="00224953">
              <w:rPr>
                <w:szCs w:val="28"/>
              </w:rPr>
              <w:t>Ярославль, ул. Угличская, д. 62</w:t>
            </w:r>
            <w:r>
              <w:rPr>
                <w:szCs w:val="28"/>
              </w:rPr>
              <w:t xml:space="preserve"> </w:t>
            </w:r>
            <w:r w:rsidR="00D91137" w:rsidRPr="00224953">
              <w:rPr>
                <w:szCs w:val="28"/>
              </w:rPr>
              <w:t>к</w:t>
            </w:r>
            <w:r>
              <w:rPr>
                <w:szCs w:val="28"/>
              </w:rPr>
              <w:t xml:space="preserve">орп. </w:t>
            </w:r>
            <w:r w:rsidR="00D91137" w:rsidRPr="00224953">
              <w:rPr>
                <w:szCs w:val="28"/>
              </w:rPr>
              <w:t xml:space="preserve">2, </w:t>
            </w:r>
            <w:r>
              <w:rPr>
                <w:szCs w:val="28"/>
              </w:rPr>
              <w:t xml:space="preserve">д. </w:t>
            </w:r>
            <w:r w:rsidR="00D91137" w:rsidRPr="00224953">
              <w:rPr>
                <w:szCs w:val="28"/>
              </w:rPr>
              <w:t>64</w:t>
            </w:r>
            <w:r>
              <w:rPr>
                <w:szCs w:val="28"/>
              </w:rPr>
              <w:t xml:space="preserve"> </w:t>
            </w:r>
            <w:r w:rsidR="00D91137" w:rsidRPr="00224953">
              <w:rPr>
                <w:szCs w:val="28"/>
              </w:rPr>
              <w:t>к</w:t>
            </w:r>
            <w:r>
              <w:rPr>
                <w:szCs w:val="28"/>
              </w:rPr>
              <w:t xml:space="preserve">орп. </w:t>
            </w:r>
            <w:r w:rsidR="00D91137" w:rsidRPr="00224953">
              <w:rPr>
                <w:szCs w:val="28"/>
              </w:rPr>
              <w:t>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76:23:050604:120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549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 г.</w:t>
            </w:r>
            <w:r w:rsidR="00655A67">
              <w:rPr>
                <w:szCs w:val="28"/>
              </w:rPr>
              <w:t> </w:t>
            </w:r>
            <w:r w:rsidRPr="00224953">
              <w:rPr>
                <w:szCs w:val="28"/>
              </w:rPr>
              <w:t xml:space="preserve">Ярославль, </w:t>
            </w:r>
            <w:r w:rsidR="00655A67">
              <w:rPr>
                <w:szCs w:val="28"/>
              </w:rPr>
              <w:br/>
            </w:r>
            <w:r w:rsidRPr="00224953">
              <w:rPr>
                <w:szCs w:val="28"/>
              </w:rPr>
              <w:t>ул. Ухтомского, д. 21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76:23:031010:40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655A67" w:rsidP="00D91137">
            <w:pPr>
              <w:ind w:firstLine="0"/>
              <w:jc w:val="left"/>
              <w:rPr>
                <w:szCs w:val="28"/>
              </w:rPr>
            </w:pPr>
            <w:r>
              <w:rPr>
                <w:szCs w:val="28"/>
              </w:rPr>
              <w:t>Ярославская область, г. </w:t>
            </w:r>
            <w:r w:rsidR="00D91137" w:rsidRPr="00224953">
              <w:rPr>
                <w:szCs w:val="28"/>
              </w:rPr>
              <w:t>Ярославль, к дому № 74 по ул. Угличской</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76:23:050604:119</w:t>
            </w:r>
          </w:p>
        </w:tc>
      </w:tr>
      <w:tr w:rsidR="00D91137" w:rsidRPr="00224953" w:rsidTr="00655A67">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Нежилое здание ГРП №</w:t>
            </w:r>
            <w:r w:rsidR="00655A67">
              <w:rPr>
                <w:szCs w:val="28"/>
              </w:rPr>
              <w:t xml:space="preserve"> </w:t>
            </w:r>
            <w:r w:rsidRPr="00224953">
              <w:rPr>
                <w:szCs w:val="28"/>
              </w:rPr>
              <w:t>62</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655A67" w:rsidP="00D91137">
            <w:pPr>
              <w:ind w:firstLine="0"/>
              <w:jc w:val="left"/>
              <w:rPr>
                <w:szCs w:val="28"/>
              </w:rPr>
            </w:pPr>
            <w:r>
              <w:rPr>
                <w:szCs w:val="28"/>
              </w:rPr>
              <w:t>Ярославская область, г. </w:t>
            </w:r>
            <w:r w:rsidR="00D91137" w:rsidRPr="00224953">
              <w:rPr>
                <w:szCs w:val="28"/>
              </w:rPr>
              <w:t>Ярославль, п. Толга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76:23:020601:604</w:t>
            </w:r>
          </w:p>
        </w:tc>
      </w:tr>
      <w:tr w:rsidR="00D91137" w:rsidRPr="00224953" w:rsidTr="000D4443">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552</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Внутриквартальный газопровод</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8C0842">
            <w:pPr>
              <w:ind w:firstLine="0"/>
              <w:jc w:val="left"/>
              <w:rPr>
                <w:szCs w:val="28"/>
              </w:rPr>
            </w:pPr>
            <w:r w:rsidRPr="00224953">
              <w:rPr>
                <w:szCs w:val="28"/>
              </w:rPr>
              <w:t>Ярославская</w:t>
            </w:r>
            <w:r w:rsidR="00655A67">
              <w:rPr>
                <w:szCs w:val="28"/>
              </w:rPr>
              <w:t xml:space="preserve"> область</w:t>
            </w:r>
            <w:r w:rsidRPr="00224953">
              <w:rPr>
                <w:szCs w:val="28"/>
              </w:rPr>
              <w:t xml:space="preserve">, </w:t>
            </w:r>
            <w:r w:rsidR="00655A67">
              <w:rPr>
                <w:szCs w:val="28"/>
              </w:rPr>
              <w:t xml:space="preserve">г. Ярославль, </w:t>
            </w:r>
            <w:r w:rsidRPr="00224953">
              <w:rPr>
                <w:szCs w:val="28"/>
              </w:rPr>
              <w:t xml:space="preserve">по </w:t>
            </w:r>
            <w:r w:rsidR="008C0842">
              <w:rPr>
                <w:szCs w:val="28"/>
              </w:rPr>
              <w:t>ул. Златоустинская, ул. Кирпичн, ул. Городищенская</w:t>
            </w:r>
            <w:r w:rsidRPr="00224953">
              <w:rPr>
                <w:szCs w:val="28"/>
              </w:rPr>
              <w:t xml:space="preserve">, </w:t>
            </w:r>
            <w:r w:rsidR="008C0842" w:rsidRPr="00224953">
              <w:rPr>
                <w:szCs w:val="28"/>
              </w:rPr>
              <w:t>пер.</w:t>
            </w:r>
            <w:r w:rsidR="008C0842">
              <w:rPr>
                <w:szCs w:val="28"/>
              </w:rPr>
              <w:t> Коровницкий,</w:t>
            </w:r>
            <w:r w:rsidRPr="00224953">
              <w:rPr>
                <w:szCs w:val="28"/>
              </w:rPr>
              <w:t xml:space="preserve"> </w:t>
            </w:r>
            <w:r w:rsidR="001B4602">
              <w:rPr>
                <w:szCs w:val="28"/>
              </w:rPr>
              <w:t>ул. </w:t>
            </w:r>
            <w:r w:rsidR="008C0842">
              <w:rPr>
                <w:szCs w:val="28"/>
              </w:rPr>
              <w:t xml:space="preserve">Портовая, пер. </w:t>
            </w:r>
            <w:r w:rsidRPr="00224953">
              <w:rPr>
                <w:szCs w:val="28"/>
              </w:rPr>
              <w:t xml:space="preserve">Набережный </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76:23:010101:905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1B4602">
              <w:rPr>
                <w:szCs w:val="28"/>
              </w:rPr>
              <w:t>асть, г. </w:t>
            </w:r>
            <w:r w:rsidRPr="00224953">
              <w:rPr>
                <w:szCs w:val="28"/>
              </w:rPr>
              <w:t xml:space="preserve">Ярославль, </w:t>
            </w:r>
            <w:r w:rsidR="001B4602">
              <w:rPr>
                <w:szCs w:val="28"/>
              </w:rPr>
              <w:br/>
            </w:r>
            <w:r w:rsidRPr="00224953">
              <w:rPr>
                <w:szCs w:val="28"/>
              </w:rPr>
              <w:t>ул. Жилая 1-я д. 10, 12, 14, 16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76:23:010101:22436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1B4602" w:rsidP="001B4602">
            <w:pPr>
              <w:ind w:firstLine="0"/>
              <w:jc w:val="left"/>
              <w:rPr>
                <w:szCs w:val="28"/>
              </w:rPr>
            </w:pPr>
            <w:r>
              <w:rPr>
                <w:szCs w:val="28"/>
              </w:rPr>
              <w:t>Ярославская область, г. </w:t>
            </w:r>
            <w:r w:rsidR="00D91137" w:rsidRPr="00224953">
              <w:rPr>
                <w:szCs w:val="28"/>
              </w:rPr>
              <w:t>Ярославль, Суздальское</w:t>
            </w:r>
            <w:r>
              <w:rPr>
                <w:szCs w:val="28"/>
              </w:rPr>
              <w:t xml:space="preserve"> шоссе</w:t>
            </w:r>
            <w:r w:rsidR="00D91137" w:rsidRPr="00224953">
              <w:rPr>
                <w:szCs w:val="28"/>
              </w:rPr>
              <w:t>, д. 28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76:23:061002:197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Сеть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B4602">
            <w:pPr>
              <w:ind w:firstLine="0"/>
              <w:jc w:val="left"/>
              <w:rPr>
                <w:szCs w:val="28"/>
              </w:rPr>
            </w:pPr>
            <w:r w:rsidRPr="00224953">
              <w:rPr>
                <w:szCs w:val="28"/>
              </w:rPr>
              <w:t>Ярославская обл</w:t>
            </w:r>
            <w:r w:rsidR="001B4602">
              <w:rPr>
                <w:szCs w:val="28"/>
              </w:rPr>
              <w:t>асть, г. </w:t>
            </w:r>
            <w:r w:rsidRPr="00224953">
              <w:rPr>
                <w:szCs w:val="28"/>
              </w:rPr>
              <w:t xml:space="preserve">Ярославль, </w:t>
            </w:r>
            <w:r w:rsidR="001B4602">
              <w:rPr>
                <w:szCs w:val="28"/>
              </w:rPr>
              <w:br/>
            </w:r>
            <w:r w:rsidRPr="00224953">
              <w:rPr>
                <w:szCs w:val="28"/>
              </w:rPr>
              <w:t>ул. Жилая 1-</w:t>
            </w:r>
            <w:r w:rsidR="001B4602">
              <w:rPr>
                <w:szCs w:val="28"/>
              </w:rPr>
              <w:t xml:space="preserve">я, к дому </w:t>
            </w:r>
            <w:r w:rsidRPr="00224953">
              <w:rPr>
                <w:szCs w:val="28"/>
              </w:rPr>
              <w:t>18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76:23:010101:22437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Сеть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B4602">
            <w:pPr>
              <w:ind w:firstLine="0"/>
              <w:jc w:val="left"/>
              <w:rPr>
                <w:szCs w:val="28"/>
              </w:rPr>
            </w:pPr>
            <w:r w:rsidRPr="00224953">
              <w:rPr>
                <w:szCs w:val="28"/>
              </w:rPr>
              <w:t>Ярославская обл</w:t>
            </w:r>
            <w:r w:rsidR="001B4602">
              <w:rPr>
                <w:szCs w:val="28"/>
              </w:rPr>
              <w:t>асть</w:t>
            </w:r>
            <w:r w:rsidRPr="00224953">
              <w:rPr>
                <w:szCs w:val="28"/>
              </w:rPr>
              <w:t xml:space="preserve">, </w:t>
            </w:r>
            <w:r w:rsidR="001B4602">
              <w:rPr>
                <w:szCs w:val="28"/>
              </w:rPr>
              <w:t>г. </w:t>
            </w:r>
            <w:r w:rsidRPr="00224953">
              <w:rPr>
                <w:szCs w:val="28"/>
              </w:rPr>
              <w:t>Ярославль, Суздальское ш</w:t>
            </w:r>
            <w:r w:rsidR="001B4602">
              <w:rPr>
                <w:szCs w:val="28"/>
              </w:rPr>
              <w:t>оссе</w:t>
            </w:r>
            <w:r w:rsidRPr="00224953">
              <w:rPr>
                <w:szCs w:val="28"/>
              </w:rPr>
              <w:t xml:space="preserve">, </w:t>
            </w:r>
            <w:r w:rsidR="001B4602">
              <w:rPr>
                <w:szCs w:val="28"/>
              </w:rPr>
              <w:t xml:space="preserve">д. </w:t>
            </w:r>
            <w:r w:rsidRPr="00224953">
              <w:rPr>
                <w:szCs w:val="28"/>
              </w:rPr>
              <w:t>32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76:23:061002:200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Сеть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1B4602">
              <w:rPr>
                <w:szCs w:val="28"/>
              </w:rPr>
              <w:t>асть, г. </w:t>
            </w:r>
            <w:r w:rsidRPr="00224953">
              <w:rPr>
                <w:szCs w:val="28"/>
              </w:rPr>
              <w:t>Ярославль, ул. Первомайская, к дому №</w:t>
            </w:r>
            <w:r w:rsidR="001B4602">
              <w:rPr>
                <w:szCs w:val="28"/>
              </w:rPr>
              <w:t xml:space="preserve"> </w:t>
            </w:r>
            <w:r w:rsidRPr="00224953">
              <w:rPr>
                <w:szCs w:val="28"/>
              </w:rPr>
              <w:t>19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76:23:010101:5138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B4602">
            <w:pPr>
              <w:ind w:firstLine="0"/>
              <w:jc w:val="left"/>
              <w:rPr>
                <w:szCs w:val="28"/>
              </w:rPr>
            </w:pPr>
            <w:r w:rsidRPr="00224953">
              <w:rPr>
                <w:szCs w:val="28"/>
              </w:rPr>
              <w:t>Ярославская обл</w:t>
            </w:r>
            <w:r w:rsidR="001B4602">
              <w:rPr>
                <w:szCs w:val="28"/>
              </w:rPr>
              <w:t>асть</w:t>
            </w:r>
            <w:r w:rsidRPr="00224953">
              <w:rPr>
                <w:szCs w:val="28"/>
              </w:rPr>
              <w:t>,</w:t>
            </w:r>
            <w:r w:rsidR="001B4602">
              <w:rPr>
                <w:szCs w:val="28"/>
              </w:rPr>
              <w:t xml:space="preserve"> </w:t>
            </w:r>
            <w:r w:rsidRPr="00224953">
              <w:rPr>
                <w:szCs w:val="28"/>
              </w:rPr>
              <w:t>г</w:t>
            </w:r>
            <w:r w:rsidR="001B4602">
              <w:rPr>
                <w:szCs w:val="28"/>
              </w:rPr>
              <w:t>. </w:t>
            </w:r>
            <w:r w:rsidRPr="00224953">
              <w:rPr>
                <w:szCs w:val="28"/>
              </w:rPr>
              <w:t>Ярославль, ул. Рыбинская, к дому №</w:t>
            </w:r>
            <w:r w:rsidR="001B4602">
              <w:rPr>
                <w:szCs w:val="28"/>
              </w:rPr>
              <w:t xml:space="preserve"> </w:t>
            </w:r>
            <w:r w:rsidRPr="00224953">
              <w:rPr>
                <w:szCs w:val="28"/>
              </w:rPr>
              <w:t>54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76:23:010101:606</w:t>
            </w:r>
          </w:p>
        </w:tc>
      </w:tr>
      <w:tr w:rsidR="00D91137" w:rsidRPr="00224953" w:rsidTr="00D14845">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559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1B4602" w:rsidP="00D91137">
            <w:pPr>
              <w:ind w:firstLine="0"/>
              <w:jc w:val="left"/>
              <w:rPr>
                <w:szCs w:val="28"/>
              </w:rPr>
            </w:pPr>
            <w:r>
              <w:rPr>
                <w:szCs w:val="28"/>
              </w:rPr>
              <w:t>Ярославская область, г. </w:t>
            </w:r>
            <w:r w:rsidR="00D91137" w:rsidRPr="00224953">
              <w:rPr>
                <w:szCs w:val="28"/>
              </w:rPr>
              <w:t>Ярославль, ул. Республиканская, д. 10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76:23:010101:9763</w:t>
            </w:r>
          </w:p>
        </w:tc>
      </w:tr>
      <w:tr w:rsidR="00D91137" w:rsidRPr="00224953" w:rsidTr="00D1484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560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 г.</w:t>
            </w:r>
            <w:r w:rsidR="001B4602">
              <w:rPr>
                <w:szCs w:val="28"/>
              </w:rPr>
              <w:t> </w:t>
            </w:r>
            <w:r w:rsidRPr="00224953">
              <w:rPr>
                <w:szCs w:val="28"/>
              </w:rPr>
              <w:t>Ярославль, Тутаевское шоссе, д.</w:t>
            </w:r>
            <w:r w:rsidR="001B4602">
              <w:rPr>
                <w:szCs w:val="28"/>
              </w:rPr>
              <w:t xml:space="preserve"> </w:t>
            </w:r>
            <w:r w:rsidRPr="00224953">
              <w:rPr>
                <w:szCs w:val="28"/>
              </w:rPr>
              <w:t>31в</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76:23:010101:172826</w:t>
            </w:r>
          </w:p>
        </w:tc>
      </w:tr>
      <w:tr w:rsidR="00D91137" w:rsidRPr="00224953" w:rsidTr="00D1484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561</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газопровода</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1B4602">
              <w:rPr>
                <w:szCs w:val="28"/>
              </w:rPr>
              <w:t>асть, г. </w:t>
            </w:r>
            <w:r w:rsidRPr="00224953">
              <w:rPr>
                <w:szCs w:val="28"/>
              </w:rPr>
              <w:t>Ярославль, ул. Богдановича, к дому №</w:t>
            </w:r>
            <w:r w:rsidR="001B4602">
              <w:rPr>
                <w:szCs w:val="28"/>
              </w:rPr>
              <w:t xml:space="preserve"> </w:t>
            </w:r>
            <w:r w:rsidRPr="00224953">
              <w:rPr>
                <w:szCs w:val="28"/>
              </w:rPr>
              <w:t>4</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76:23:010101:4066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Газоснабжение</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1B4602" w:rsidP="001B4602">
            <w:pPr>
              <w:ind w:firstLine="0"/>
              <w:jc w:val="left"/>
              <w:rPr>
                <w:szCs w:val="28"/>
              </w:rPr>
            </w:pPr>
            <w:r>
              <w:rPr>
                <w:szCs w:val="28"/>
              </w:rPr>
              <w:t>Ярославская область, г. </w:t>
            </w:r>
            <w:r w:rsidR="00D91137" w:rsidRPr="00224953">
              <w:rPr>
                <w:szCs w:val="28"/>
              </w:rPr>
              <w:t xml:space="preserve">Ярославль, </w:t>
            </w:r>
            <w:r>
              <w:rPr>
                <w:szCs w:val="28"/>
              </w:rPr>
              <w:t>проспект</w:t>
            </w:r>
            <w:r w:rsidR="00D91137" w:rsidRPr="00224953">
              <w:rPr>
                <w:szCs w:val="28"/>
              </w:rPr>
              <w:t xml:space="preserve"> Ленина, д. 19а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76:23:050304:208</w:t>
            </w:r>
          </w:p>
        </w:tc>
      </w:tr>
      <w:tr w:rsidR="00D91137" w:rsidRPr="00224953" w:rsidTr="000D4443">
        <w:trPr>
          <w:trHeight w:val="1953"/>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B4602">
            <w:pPr>
              <w:ind w:firstLine="0"/>
              <w:jc w:val="left"/>
              <w:rPr>
                <w:szCs w:val="28"/>
              </w:rPr>
            </w:pPr>
            <w:r w:rsidRPr="00224953">
              <w:rPr>
                <w:szCs w:val="28"/>
              </w:rPr>
              <w:t>Ярославская</w:t>
            </w:r>
            <w:r w:rsidR="001B4602" w:rsidRPr="00224953">
              <w:rPr>
                <w:szCs w:val="28"/>
              </w:rPr>
              <w:t xml:space="preserve"> обл</w:t>
            </w:r>
            <w:r w:rsidR="001B4602">
              <w:rPr>
                <w:szCs w:val="28"/>
              </w:rPr>
              <w:t>асть, г. </w:t>
            </w:r>
            <w:r w:rsidRPr="00224953">
              <w:rPr>
                <w:szCs w:val="28"/>
              </w:rPr>
              <w:t>Ярославль, от газораспределительного пункта п</w:t>
            </w:r>
            <w:r w:rsidR="001B4602">
              <w:rPr>
                <w:szCs w:val="28"/>
              </w:rPr>
              <w:t>.</w:t>
            </w:r>
            <w:r w:rsidRPr="00224953">
              <w:rPr>
                <w:szCs w:val="28"/>
              </w:rPr>
              <w:t xml:space="preserve"> Хлебной базы до котельной водоочистной станции «Воздвиженье»</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76:23:010101:20645</w:t>
            </w:r>
          </w:p>
        </w:tc>
      </w:tr>
      <w:tr w:rsidR="00D91137" w:rsidRPr="00224953" w:rsidTr="000D4443">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564</w:t>
            </w:r>
          </w:p>
        </w:tc>
        <w:tc>
          <w:tcPr>
            <w:tcW w:w="1289" w:type="pct"/>
            <w:tcBorders>
              <w:top w:val="single" w:sz="4" w:space="0" w:color="auto"/>
              <w:left w:val="nil"/>
              <w:bottom w:val="single" w:sz="4" w:space="0" w:color="auto"/>
              <w:right w:val="single" w:sz="4" w:space="0" w:color="auto"/>
            </w:tcBorders>
            <w:shd w:val="clear" w:color="auto" w:fill="auto"/>
            <w:hideMark/>
          </w:tcPr>
          <w:p w:rsidR="001B4602" w:rsidRDefault="00D91137" w:rsidP="00D91137">
            <w:pPr>
              <w:ind w:firstLine="0"/>
              <w:jc w:val="left"/>
              <w:rPr>
                <w:szCs w:val="28"/>
              </w:rPr>
            </w:pPr>
            <w:r w:rsidRPr="00224953">
              <w:rPr>
                <w:szCs w:val="28"/>
              </w:rPr>
              <w:t xml:space="preserve">Подземный </w:t>
            </w:r>
          </w:p>
          <w:p w:rsidR="001B460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1B4602">
            <w:pPr>
              <w:ind w:firstLine="0"/>
              <w:jc w:val="left"/>
              <w:rPr>
                <w:szCs w:val="28"/>
              </w:rPr>
            </w:pPr>
            <w:r w:rsidRPr="00224953">
              <w:rPr>
                <w:szCs w:val="28"/>
              </w:rPr>
              <w:t>Российская Федерация,</w:t>
            </w:r>
            <w:r w:rsidR="001B4602">
              <w:rPr>
                <w:szCs w:val="28"/>
              </w:rPr>
              <w:t xml:space="preserve"> Ярославская область, г. Ярославль</w:t>
            </w:r>
            <w:r w:rsidRPr="00224953">
              <w:rPr>
                <w:szCs w:val="28"/>
              </w:rPr>
              <w:t xml:space="preserve">, </w:t>
            </w:r>
            <w:r w:rsidR="001B4602" w:rsidRPr="00224953">
              <w:rPr>
                <w:szCs w:val="28"/>
              </w:rPr>
              <w:t>ул</w:t>
            </w:r>
            <w:r w:rsidR="001B4602">
              <w:rPr>
                <w:szCs w:val="28"/>
              </w:rPr>
              <w:t>.</w:t>
            </w:r>
            <w:r w:rsidR="001B4602" w:rsidRPr="00224953">
              <w:rPr>
                <w:szCs w:val="28"/>
              </w:rPr>
              <w:t xml:space="preserve"> 5-я </w:t>
            </w:r>
            <w:r w:rsidRPr="00224953">
              <w:rPr>
                <w:szCs w:val="28"/>
              </w:rPr>
              <w:t>Яковлевская, д</w:t>
            </w:r>
            <w:r w:rsidR="001B4602">
              <w:rPr>
                <w:szCs w:val="28"/>
              </w:rPr>
              <w:t>.</w:t>
            </w:r>
            <w:r w:rsidRPr="00224953">
              <w:rPr>
                <w:szCs w:val="28"/>
              </w:rPr>
              <w:t xml:space="preserve"> 17Б</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76:23:020812:666</w:t>
            </w:r>
          </w:p>
        </w:tc>
      </w:tr>
      <w:tr w:rsidR="00D91137" w:rsidRPr="00224953" w:rsidTr="000D4443">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Наружный газопровод с ГРПШ</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1B4602" w:rsidP="001B4602">
            <w:pPr>
              <w:ind w:firstLine="0"/>
              <w:jc w:val="left"/>
              <w:rPr>
                <w:szCs w:val="28"/>
              </w:rPr>
            </w:pPr>
            <w:r>
              <w:rPr>
                <w:szCs w:val="28"/>
              </w:rPr>
              <w:t>Ярославская область, г. </w:t>
            </w:r>
            <w:r w:rsidR="00D91137" w:rsidRPr="00224953">
              <w:rPr>
                <w:szCs w:val="28"/>
              </w:rPr>
              <w:t xml:space="preserve">Ярославль, </w:t>
            </w:r>
            <w:r>
              <w:rPr>
                <w:szCs w:val="28"/>
              </w:rPr>
              <w:br/>
            </w:r>
            <w:r w:rsidR="00D91137" w:rsidRPr="00224953">
              <w:rPr>
                <w:szCs w:val="28"/>
              </w:rPr>
              <w:t>ул. Шевелюха, д</w:t>
            </w:r>
            <w:r>
              <w:rPr>
                <w:szCs w:val="28"/>
              </w:rPr>
              <w:t>.</w:t>
            </w:r>
            <w:r w:rsidR="00D91137" w:rsidRPr="00224953">
              <w:rPr>
                <w:szCs w:val="28"/>
              </w:rPr>
              <w:t xml:space="preserve"> 87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76:23:022202:430</w:t>
            </w:r>
          </w:p>
        </w:tc>
      </w:tr>
      <w:tr w:rsidR="00D91137" w:rsidRPr="00224953" w:rsidTr="000D4443">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566</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распределительный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104AF8">
            <w:pPr>
              <w:ind w:firstLine="0"/>
              <w:jc w:val="left"/>
              <w:rPr>
                <w:szCs w:val="28"/>
              </w:rPr>
            </w:pPr>
            <w:r w:rsidRPr="00224953">
              <w:rPr>
                <w:szCs w:val="28"/>
              </w:rPr>
              <w:t>Ярославская область, г</w:t>
            </w:r>
            <w:r w:rsidR="00104AF8">
              <w:rPr>
                <w:szCs w:val="28"/>
              </w:rPr>
              <w:t>. </w:t>
            </w:r>
            <w:r w:rsidRPr="00224953">
              <w:rPr>
                <w:szCs w:val="28"/>
              </w:rPr>
              <w:t>Ростов, ул</w:t>
            </w:r>
            <w:r w:rsidR="00104AF8">
              <w:rPr>
                <w:szCs w:val="28"/>
              </w:rPr>
              <w:t>. Новая, ул. Островского, ул. Гражданская, ул. </w:t>
            </w:r>
            <w:r w:rsidRPr="00224953">
              <w:rPr>
                <w:szCs w:val="28"/>
              </w:rPr>
              <w:t>Чистова, Северный переулок, Ярославское шоссе</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76:19:000000:252</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Распределительный газопровод на территории городского поселения Ростов: </w:t>
            </w:r>
            <w:r w:rsidR="00104AF8">
              <w:rPr>
                <w:szCs w:val="28"/>
              </w:rPr>
              <w:br/>
              <w:t>ул. Урицкого, ул. </w:t>
            </w:r>
            <w:r w:rsidRPr="00224953">
              <w:rPr>
                <w:szCs w:val="28"/>
              </w:rPr>
              <w:t>Московская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04AF8">
            <w:pPr>
              <w:ind w:firstLine="0"/>
              <w:jc w:val="left"/>
              <w:rPr>
                <w:szCs w:val="28"/>
              </w:rPr>
            </w:pPr>
            <w:r w:rsidRPr="00224953">
              <w:rPr>
                <w:szCs w:val="28"/>
              </w:rPr>
              <w:t xml:space="preserve">Ярославская область, </w:t>
            </w:r>
            <w:r w:rsidR="00104AF8">
              <w:rPr>
                <w:szCs w:val="28"/>
              </w:rPr>
              <w:br/>
            </w:r>
            <w:r w:rsidRPr="00224953">
              <w:rPr>
                <w:szCs w:val="28"/>
              </w:rPr>
              <w:t>Ростовский</w:t>
            </w:r>
            <w:r w:rsidR="00104AF8">
              <w:rPr>
                <w:szCs w:val="28"/>
              </w:rPr>
              <w:t xml:space="preserve"> район, городское поселение Ростов,</w:t>
            </w:r>
            <w:r w:rsidRPr="00224953">
              <w:rPr>
                <w:szCs w:val="28"/>
              </w:rPr>
              <w:t xml:space="preserve"> ул.</w:t>
            </w:r>
            <w:r w:rsidR="00104AF8">
              <w:rPr>
                <w:szCs w:val="28"/>
              </w:rPr>
              <w:t xml:space="preserve"> </w:t>
            </w:r>
            <w:r w:rsidRPr="00224953">
              <w:rPr>
                <w:szCs w:val="28"/>
              </w:rPr>
              <w:t>Урицкого, ул.</w:t>
            </w:r>
            <w:r w:rsidR="00104AF8">
              <w:rPr>
                <w:szCs w:val="28"/>
              </w:rPr>
              <w:t xml:space="preserve"> </w:t>
            </w:r>
            <w:r w:rsidRPr="00224953">
              <w:rPr>
                <w:szCs w:val="28"/>
              </w:rPr>
              <w:t>Московская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76:19:000000:293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распределительный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AE075A" w:rsidP="00D91137">
            <w:pPr>
              <w:ind w:firstLine="0"/>
              <w:jc w:val="left"/>
              <w:rPr>
                <w:szCs w:val="28"/>
              </w:rPr>
            </w:pPr>
            <w:r>
              <w:rPr>
                <w:szCs w:val="28"/>
              </w:rPr>
              <w:t>Ярославская область, г. </w:t>
            </w:r>
            <w:r w:rsidR="00D91137" w:rsidRPr="00224953">
              <w:rPr>
                <w:szCs w:val="28"/>
              </w:rPr>
              <w:t>Ростов, 1-й проезд Толстовской Набережной</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76:19:000000:251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569</w:t>
            </w:r>
          </w:p>
        </w:tc>
        <w:tc>
          <w:tcPr>
            <w:tcW w:w="1289" w:type="pct"/>
            <w:tcBorders>
              <w:top w:val="nil"/>
              <w:left w:val="nil"/>
              <w:bottom w:val="single" w:sz="4" w:space="0" w:color="auto"/>
              <w:right w:val="single" w:sz="4" w:space="0" w:color="auto"/>
            </w:tcBorders>
            <w:shd w:val="clear" w:color="auto" w:fill="auto"/>
            <w:hideMark/>
          </w:tcPr>
          <w:p w:rsidR="00AE075A" w:rsidRDefault="00D91137" w:rsidP="00D91137">
            <w:pPr>
              <w:ind w:firstLine="0"/>
              <w:jc w:val="left"/>
              <w:rPr>
                <w:szCs w:val="28"/>
              </w:rPr>
            </w:pPr>
            <w:r w:rsidRPr="00224953">
              <w:rPr>
                <w:szCs w:val="28"/>
              </w:rPr>
              <w:t xml:space="preserve">Наружный </w:t>
            </w:r>
          </w:p>
          <w:p w:rsidR="00AE075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E075A">
            <w:pPr>
              <w:ind w:firstLine="0"/>
              <w:jc w:val="left"/>
              <w:rPr>
                <w:szCs w:val="28"/>
              </w:rPr>
            </w:pPr>
            <w:r w:rsidRPr="00224953">
              <w:rPr>
                <w:szCs w:val="28"/>
              </w:rPr>
              <w:t>Ярославская обл</w:t>
            </w:r>
            <w:r w:rsidR="00AE075A">
              <w:rPr>
                <w:szCs w:val="28"/>
              </w:rPr>
              <w:t>асть</w:t>
            </w:r>
            <w:r w:rsidRPr="00224953">
              <w:rPr>
                <w:szCs w:val="28"/>
              </w:rPr>
              <w:t xml:space="preserve">, </w:t>
            </w:r>
            <w:r w:rsidR="00AE075A">
              <w:rPr>
                <w:szCs w:val="28"/>
              </w:rPr>
              <w:br/>
              <w:t>Ростовский райо</w:t>
            </w:r>
            <w:r w:rsidRPr="00224953">
              <w:rPr>
                <w:szCs w:val="28"/>
              </w:rPr>
              <w:t xml:space="preserve">н, </w:t>
            </w:r>
            <w:r w:rsidR="00AE075A">
              <w:rPr>
                <w:szCs w:val="28"/>
              </w:rPr>
              <w:br/>
            </w:r>
            <w:r w:rsidRPr="00224953">
              <w:rPr>
                <w:szCs w:val="28"/>
              </w:rPr>
              <w:t>г. Ростов, ул. Комсомольская, д</w:t>
            </w:r>
            <w:r w:rsidR="00AE075A">
              <w:rPr>
                <w:szCs w:val="28"/>
              </w:rPr>
              <w:t>.</w:t>
            </w:r>
            <w:r w:rsidRPr="00224953">
              <w:rPr>
                <w:szCs w:val="28"/>
              </w:rPr>
              <w:t xml:space="preserve"> 2а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76:19:010303:550</w:t>
            </w:r>
          </w:p>
        </w:tc>
      </w:tr>
      <w:tr w:rsidR="00D91137" w:rsidRPr="00224953" w:rsidTr="00D14845">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Наружный </w:t>
            </w:r>
            <w:r w:rsidR="00AE075A">
              <w:rPr>
                <w:szCs w:val="28"/>
              </w:rPr>
              <w:br/>
            </w:r>
            <w:r w:rsidRPr="00224953">
              <w:rPr>
                <w:szCs w:val="28"/>
              </w:rPr>
              <w:t>газопровод-ввод</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AE075A" w:rsidP="00D91137">
            <w:pPr>
              <w:ind w:firstLine="0"/>
              <w:jc w:val="left"/>
              <w:rPr>
                <w:szCs w:val="28"/>
              </w:rPr>
            </w:pPr>
            <w:r>
              <w:rPr>
                <w:szCs w:val="28"/>
              </w:rPr>
              <w:t>Ярославская область, г. </w:t>
            </w:r>
            <w:r w:rsidR="00D91137" w:rsidRPr="00224953">
              <w:rPr>
                <w:szCs w:val="28"/>
              </w:rPr>
              <w:t>Ростов, ул. Луначарского, д. 56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76:19:000000:1447</w:t>
            </w:r>
          </w:p>
        </w:tc>
      </w:tr>
      <w:tr w:rsidR="00D91137" w:rsidRPr="00224953" w:rsidTr="00D1484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571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Газопровод-ввод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AE075A">
              <w:rPr>
                <w:szCs w:val="28"/>
              </w:rPr>
              <w:t>асть</w:t>
            </w:r>
            <w:r w:rsidRPr="00224953">
              <w:rPr>
                <w:szCs w:val="28"/>
              </w:rPr>
              <w:t xml:space="preserve">, </w:t>
            </w:r>
            <w:r w:rsidR="00AE075A">
              <w:rPr>
                <w:szCs w:val="28"/>
              </w:rPr>
              <w:br/>
              <w:t>Ростовский райо</w:t>
            </w:r>
            <w:r w:rsidRPr="00224953">
              <w:rPr>
                <w:szCs w:val="28"/>
              </w:rPr>
              <w:t xml:space="preserve">н, </w:t>
            </w:r>
            <w:r w:rsidR="00AE075A">
              <w:rPr>
                <w:szCs w:val="28"/>
              </w:rPr>
              <w:br/>
            </w:r>
            <w:r w:rsidRPr="00224953">
              <w:rPr>
                <w:szCs w:val="28"/>
              </w:rPr>
              <w:t>г</w:t>
            </w:r>
            <w:r w:rsidR="00AE075A">
              <w:rPr>
                <w:szCs w:val="28"/>
              </w:rPr>
              <w:t>. Ростов, ул Луначарского, д.</w:t>
            </w:r>
            <w:r w:rsidRPr="00224953">
              <w:rPr>
                <w:szCs w:val="28"/>
              </w:rPr>
              <w:t xml:space="preserve"> 20а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76:19:010215:637</w:t>
            </w:r>
          </w:p>
        </w:tc>
      </w:tr>
      <w:tr w:rsidR="00D91137" w:rsidRPr="00224953" w:rsidTr="00D1484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572</w:t>
            </w:r>
          </w:p>
        </w:tc>
        <w:tc>
          <w:tcPr>
            <w:tcW w:w="1289" w:type="pct"/>
            <w:tcBorders>
              <w:top w:val="single" w:sz="4" w:space="0" w:color="auto"/>
              <w:left w:val="nil"/>
              <w:bottom w:val="single" w:sz="4" w:space="0" w:color="auto"/>
              <w:right w:val="single" w:sz="4" w:space="0" w:color="auto"/>
            </w:tcBorders>
            <w:shd w:val="clear" w:color="auto" w:fill="auto"/>
            <w:hideMark/>
          </w:tcPr>
          <w:p w:rsidR="00AE075A" w:rsidRDefault="00D91137" w:rsidP="00D91137">
            <w:pPr>
              <w:ind w:firstLine="0"/>
              <w:jc w:val="left"/>
              <w:rPr>
                <w:szCs w:val="28"/>
              </w:rPr>
            </w:pPr>
            <w:r w:rsidRPr="00224953">
              <w:rPr>
                <w:szCs w:val="28"/>
              </w:rPr>
              <w:t xml:space="preserve">Наружный </w:t>
            </w:r>
          </w:p>
          <w:p w:rsidR="00AE075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AE075A">
            <w:pPr>
              <w:ind w:firstLine="0"/>
              <w:jc w:val="left"/>
              <w:rPr>
                <w:szCs w:val="28"/>
              </w:rPr>
            </w:pPr>
            <w:r w:rsidRPr="00224953">
              <w:rPr>
                <w:szCs w:val="28"/>
              </w:rPr>
              <w:t>Ярославская обл</w:t>
            </w:r>
            <w:r w:rsidR="00AE075A">
              <w:rPr>
                <w:szCs w:val="28"/>
              </w:rPr>
              <w:t>асть, г. </w:t>
            </w:r>
            <w:r w:rsidRPr="00224953">
              <w:rPr>
                <w:szCs w:val="28"/>
              </w:rPr>
              <w:t>Ростов, ул. Некрасова, д.</w:t>
            </w:r>
            <w:r w:rsidR="00AE075A">
              <w:rPr>
                <w:szCs w:val="28"/>
              </w:rPr>
              <w:t xml:space="preserve"> </w:t>
            </w:r>
            <w:r w:rsidRPr="00224953">
              <w:rPr>
                <w:szCs w:val="28"/>
              </w:rPr>
              <w:t>19</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76:19:010217:496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низкого давления в д. Шалаево</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E075A">
            <w:pPr>
              <w:ind w:firstLine="0"/>
              <w:jc w:val="left"/>
              <w:rPr>
                <w:szCs w:val="28"/>
              </w:rPr>
            </w:pPr>
            <w:r w:rsidRPr="00224953">
              <w:rPr>
                <w:szCs w:val="28"/>
              </w:rPr>
              <w:t xml:space="preserve">Ярославская область, </w:t>
            </w:r>
            <w:r w:rsidR="00AE075A">
              <w:rPr>
                <w:szCs w:val="28"/>
              </w:rPr>
              <w:br/>
            </w:r>
            <w:r w:rsidRPr="00224953">
              <w:rPr>
                <w:szCs w:val="28"/>
              </w:rPr>
              <w:t>Гаврилов-Ямский</w:t>
            </w:r>
            <w:r w:rsidR="00AE075A">
              <w:rPr>
                <w:szCs w:val="28"/>
              </w:rPr>
              <w:t xml:space="preserve"> район</w:t>
            </w:r>
            <w:r w:rsidRPr="00224953">
              <w:rPr>
                <w:szCs w:val="28"/>
              </w:rPr>
              <w:t>, д</w:t>
            </w:r>
            <w:r w:rsidR="00AE075A">
              <w:rPr>
                <w:szCs w:val="28"/>
              </w:rPr>
              <w:t>.</w:t>
            </w:r>
            <w:r w:rsidRPr="00224953">
              <w:rPr>
                <w:szCs w:val="28"/>
              </w:rPr>
              <w:t xml:space="preserve"> Шалаево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76:04:050101:399</w:t>
            </w:r>
          </w:p>
        </w:tc>
      </w:tr>
      <w:tr w:rsidR="00D91137" w:rsidRPr="00224953" w:rsidTr="00AE075A">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574</w:t>
            </w:r>
          </w:p>
        </w:tc>
        <w:tc>
          <w:tcPr>
            <w:tcW w:w="1289" w:type="pct"/>
            <w:tcBorders>
              <w:top w:val="nil"/>
              <w:left w:val="nil"/>
              <w:bottom w:val="single" w:sz="4" w:space="0" w:color="auto"/>
              <w:right w:val="single" w:sz="4" w:space="0" w:color="auto"/>
            </w:tcBorders>
            <w:shd w:val="clear" w:color="auto" w:fill="auto"/>
            <w:hideMark/>
          </w:tcPr>
          <w:p w:rsidR="00AE075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AE075A">
              <w:rPr>
                <w:szCs w:val="28"/>
              </w:rPr>
              <w:br/>
            </w:r>
            <w:r w:rsidRPr="00224953">
              <w:rPr>
                <w:szCs w:val="28"/>
              </w:rPr>
              <w:t>Гаврилов-Ямский район, д</w:t>
            </w:r>
            <w:r w:rsidR="00AE075A">
              <w:rPr>
                <w:szCs w:val="28"/>
              </w:rPr>
              <w:t>.</w:t>
            </w:r>
            <w:r w:rsidRPr="00224953">
              <w:rPr>
                <w:szCs w:val="28"/>
              </w:rPr>
              <w:t xml:space="preserve"> Хохлево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76:04:000000:1551</w:t>
            </w:r>
          </w:p>
        </w:tc>
      </w:tr>
      <w:tr w:rsidR="00D91137" w:rsidRPr="00224953" w:rsidTr="00BE6CD0">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575</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-ввод среднего давления к котельной</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AE075A">
            <w:pPr>
              <w:ind w:firstLine="0"/>
              <w:jc w:val="left"/>
              <w:rPr>
                <w:szCs w:val="28"/>
              </w:rPr>
            </w:pPr>
            <w:r w:rsidRPr="00224953">
              <w:rPr>
                <w:szCs w:val="28"/>
              </w:rPr>
              <w:t>Ярославская обл</w:t>
            </w:r>
            <w:r w:rsidR="00AE075A">
              <w:rPr>
                <w:szCs w:val="28"/>
              </w:rPr>
              <w:t>асть</w:t>
            </w:r>
            <w:r w:rsidRPr="00224953">
              <w:rPr>
                <w:szCs w:val="28"/>
              </w:rPr>
              <w:t xml:space="preserve">, </w:t>
            </w:r>
            <w:r w:rsidR="00AE075A">
              <w:rPr>
                <w:szCs w:val="28"/>
              </w:rPr>
              <w:br/>
            </w:r>
            <w:r w:rsidRPr="00224953">
              <w:rPr>
                <w:szCs w:val="28"/>
              </w:rPr>
              <w:t>Гаврилов-Ямский р</w:t>
            </w:r>
            <w:r w:rsidR="00AE075A">
              <w:rPr>
                <w:szCs w:val="28"/>
              </w:rPr>
              <w:t>айо</w:t>
            </w:r>
            <w:r w:rsidRPr="00224953">
              <w:rPr>
                <w:szCs w:val="28"/>
              </w:rPr>
              <w:t xml:space="preserve">н, </w:t>
            </w:r>
            <w:r w:rsidR="00AE075A">
              <w:rPr>
                <w:szCs w:val="28"/>
              </w:rPr>
              <w:t xml:space="preserve">с. </w:t>
            </w:r>
            <w:r w:rsidRPr="00224953">
              <w:rPr>
                <w:szCs w:val="28"/>
              </w:rPr>
              <w:t>Шопша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76:04:110103:816</w:t>
            </w:r>
          </w:p>
        </w:tc>
      </w:tr>
      <w:tr w:rsidR="00D91137" w:rsidRPr="00224953" w:rsidTr="00BE6CD0">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AE075A" w:rsidP="00D91137">
            <w:pPr>
              <w:ind w:firstLine="0"/>
              <w:jc w:val="left"/>
              <w:rPr>
                <w:szCs w:val="28"/>
              </w:rPr>
            </w:pPr>
            <w:r>
              <w:rPr>
                <w:szCs w:val="28"/>
              </w:rPr>
              <w:t>Г</w:t>
            </w:r>
            <w:r w:rsidR="00D91137" w:rsidRPr="00224953">
              <w:rPr>
                <w:szCs w:val="28"/>
              </w:rPr>
              <w:t xml:space="preserve">азорегуляторный пункт шкафный с газовым </w:t>
            </w:r>
            <w:r w:rsidR="005C5B1D">
              <w:rPr>
                <w:szCs w:val="28"/>
              </w:rPr>
              <w:t xml:space="preserve">обогревом </w:t>
            </w:r>
            <w:r w:rsidR="005C5B1D" w:rsidRPr="00771E21">
              <w:rPr>
                <w:szCs w:val="28"/>
              </w:rPr>
              <w:t>испо</w:t>
            </w:r>
            <w:r w:rsidR="00771E21" w:rsidRPr="00771E21">
              <w:rPr>
                <w:szCs w:val="28"/>
              </w:rPr>
              <w:t>л</w:t>
            </w:r>
            <w:r w:rsidR="005C5B1D" w:rsidRPr="00771E21">
              <w:rPr>
                <w:szCs w:val="28"/>
              </w:rPr>
              <w:t>нения</w:t>
            </w:r>
            <w:r w:rsidR="005C5B1D">
              <w:rPr>
                <w:szCs w:val="28"/>
              </w:rPr>
              <w:t xml:space="preserve"> </w:t>
            </w:r>
            <w:r w:rsidR="005C5B1D">
              <w:rPr>
                <w:szCs w:val="28"/>
              </w:rPr>
              <w:br/>
              <w:t xml:space="preserve">ГРПШ-07-2У1, </w:t>
            </w:r>
            <w:r w:rsidR="005C5B1D">
              <w:rPr>
                <w:szCs w:val="28"/>
              </w:rPr>
              <w:br/>
            </w:r>
            <w:r w:rsidR="00D91137" w:rsidRPr="00224953">
              <w:rPr>
                <w:szCs w:val="28"/>
              </w:rPr>
              <w:t>№</w:t>
            </w:r>
            <w:r w:rsidR="005C5B1D">
              <w:rPr>
                <w:szCs w:val="28"/>
              </w:rPr>
              <w:t xml:space="preserve"> </w:t>
            </w:r>
            <w:r w:rsidR="00D91137" w:rsidRPr="00224953">
              <w:rPr>
                <w:szCs w:val="28"/>
              </w:rPr>
              <w:t>0313</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C5B1D">
            <w:pPr>
              <w:ind w:firstLine="0"/>
              <w:jc w:val="left"/>
              <w:rPr>
                <w:szCs w:val="28"/>
              </w:rPr>
            </w:pPr>
            <w:r w:rsidRPr="00224953">
              <w:rPr>
                <w:szCs w:val="28"/>
              </w:rPr>
              <w:t xml:space="preserve">Ярославская область, </w:t>
            </w:r>
            <w:r w:rsidR="005C5B1D">
              <w:rPr>
                <w:szCs w:val="28"/>
              </w:rPr>
              <w:br/>
            </w:r>
            <w:r w:rsidRPr="00224953">
              <w:rPr>
                <w:szCs w:val="28"/>
              </w:rPr>
              <w:t>Гаврилов-Ямский</w:t>
            </w:r>
            <w:r w:rsidR="005C5B1D">
              <w:rPr>
                <w:szCs w:val="28"/>
              </w:rPr>
              <w:t xml:space="preserve"> район</w:t>
            </w:r>
            <w:r w:rsidRPr="00224953">
              <w:rPr>
                <w:szCs w:val="28"/>
              </w:rPr>
              <w:t>, д</w:t>
            </w:r>
            <w:r w:rsidR="005C5B1D">
              <w:rPr>
                <w:szCs w:val="28"/>
              </w:rPr>
              <w:t>.</w:t>
            </w:r>
            <w:r w:rsidRPr="00224953">
              <w:rPr>
                <w:szCs w:val="28"/>
              </w:rPr>
              <w:t xml:space="preserve"> Хохлево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76:04:033901:2391</w:t>
            </w:r>
          </w:p>
        </w:tc>
      </w:tr>
      <w:tr w:rsidR="00D91137" w:rsidRPr="00224953" w:rsidTr="00BE6CD0">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577</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низкого давления, ГРПШ-04-2-СТАНДАРТ</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5C5B1D">
              <w:rPr>
                <w:szCs w:val="28"/>
              </w:rPr>
              <w:br/>
            </w:r>
            <w:r w:rsidRPr="00224953">
              <w:rPr>
                <w:szCs w:val="28"/>
              </w:rPr>
              <w:t>Гаврилов-Ямский район, Великосельский сельский округ, п. Новый</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76:04:000000:1905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578</w:t>
            </w:r>
          </w:p>
        </w:tc>
        <w:tc>
          <w:tcPr>
            <w:tcW w:w="1289" w:type="pct"/>
            <w:tcBorders>
              <w:top w:val="nil"/>
              <w:left w:val="nil"/>
              <w:bottom w:val="single" w:sz="4" w:space="0" w:color="auto"/>
              <w:right w:val="single" w:sz="4" w:space="0" w:color="auto"/>
            </w:tcBorders>
            <w:shd w:val="clear" w:color="auto" w:fill="auto"/>
            <w:hideMark/>
          </w:tcPr>
          <w:p w:rsidR="005C5B1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5C5B1D">
              <w:rPr>
                <w:szCs w:val="28"/>
              </w:rPr>
              <w:br/>
            </w:r>
            <w:r w:rsidRPr="00224953">
              <w:rPr>
                <w:szCs w:val="28"/>
              </w:rPr>
              <w:t>Гаврилов-Ямский район, г. Гаврилов-Ям, ул. Комарова, д. 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76:04:000000:1904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579</w:t>
            </w:r>
          </w:p>
        </w:tc>
        <w:tc>
          <w:tcPr>
            <w:tcW w:w="1289" w:type="pct"/>
            <w:tcBorders>
              <w:top w:val="nil"/>
              <w:left w:val="nil"/>
              <w:bottom w:val="single" w:sz="4" w:space="0" w:color="auto"/>
              <w:right w:val="single" w:sz="4" w:space="0" w:color="auto"/>
            </w:tcBorders>
            <w:shd w:val="clear" w:color="auto" w:fill="auto"/>
            <w:hideMark/>
          </w:tcPr>
          <w:p w:rsidR="005C5B1D" w:rsidRDefault="005C5B1D"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w:t>
            </w:r>
            <w:r w:rsidR="005C5B1D">
              <w:rPr>
                <w:szCs w:val="28"/>
              </w:rPr>
              <w:t>ерация, Ярославская область, г. </w:t>
            </w:r>
            <w:r w:rsidRPr="00224953">
              <w:rPr>
                <w:szCs w:val="28"/>
              </w:rPr>
              <w:t xml:space="preserve">Гаврилов-Ям, </w:t>
            </w:r>
            <w:r w:rsidR="005C5B1D">
              <w:rPr>
                <w:szCs w:val="28"/>
              </w:rPr>
              <w:br/>
            </w:r>
            <w:r w:rsidRPr="00224953">
              <w:rPr>
                <w:szCs w:val="28"/>
              </w:rPr>
              <w:t>ул. Комарова, д.</w:t>
            </w:r>
            <w:r w:rsidR="005C5B1D">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76:04:010810:545</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5C5B1D" w:rsidP="00D91137">
            <w:pPr>
              <w:ind w:firstLine="0"/>
              <w:jc w:val="left"/>
              <w:rPr>
                <w:szCs w:val="28"/>
              </w:rPr>
            </w:pPr>
            <w:r>
              <w:rPr>
                <w:szCs w:val="28"/>
              </w:rPr>
              <w:t>Г</w:t>
            </w:r>
            <w:r w:rsidR="00D91137" w:rsidRPr="00224953">
              <w:rPr>
                <w:szCs w:val="28"/>
              </w:rPr>
              <w:t>азопровод-ввод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C5B1D">
            <w:pPr>
              <w:ind w:firstLine="0"/>
              <w:jc w:val="left"/>
              <w:rPr>
                <w:szCs w:val="28"/>
              </w:rPr>
            </w:pPr>
            <w:r w:rsidRPr="00224953">
              <w:rPr>
                <w:szCs w:val="28"/>
              </w:rPr>
              <w:t>Российская Федерация, Ярославская обл</w:t>
            </w:r>
            <w:r w:rsidR="005C5B1D">
              <w:rPr>
                <w:szCs w:val="28"/>
              </w:rPr>
              <w:t>асть</w:t>
            </w:r>
            <w:r w:rsidRPr="00224953">
              <w:rPr>
                <w:szCs w:val="28"/>
              </w:rPr>
              <w:t xml:space="preserve">, </w:t>
            </w:r>
            <w:r w:rsidR="005C5B1D">
              <w:rPr>
                <w:szCs w:val="28"/>
              </w:rPr>
              <w:br/>
            </w:r>
            <w:r w:rsidRPr="00224953">
              <w:rPr>
                <w:szCs w:val="28"/>
              </w:rPr>
              <w:t>Гаврилов-Ямский р</w:t>
            </w:r>
            <w:r w:rsidR="005C5B1D">
              <w:rPr>
                <w:szCs w:val="28"/>
              </w:rPr>
              <w:t>айо</w:t>
            </w:r>
            <w:r w:rsidRPr="00224953">
              <w:rPr>
                <w:szCs w:val="28"/>
              </w:rPr>
              <w:t xml:space="preserve">н, </w:t>
            </w:r>
            <w:r w:rsidR="005C5B1D">
              <w:rPr>
                <w:szCs w:val="28"/>
              </w:rPr>
              <w:br/>
            </w:r>
            <w:r w:rsidRPr="00224953">
              <w:rPr>
                <w:szCs w:val="28"/>
              </w:rPr>
              <w:t>г</w:t>
            </w:r>
            <w:r w:rsidR="005C5B1D">
              <w:rPr>
                <w:szCs w:val="28"/>
              </w:rPr>
              <w:t>.</w:t>
            </w:r>
            <w:r w:rsidRPr="00224953">
              <w:rPr>
                <w:szCs w:val="28"/>
              </w:rPr>
              <w:t xml:space="preserve"> Гаврилов-Ям, ул Коммунистическая, д</w:t>
            </w:r>
            <w:r w:rsidR="005C5B1D">
              <w:rPr>
                <w:szCs w:val="28"/>
              </w:rPr>
              <w:t>.</w:t>
            </w:r>
            <w:r w:rsidRPr="00224953">
              <w:rPr>
                <w:szCs w:val="28"/>
              </w:rPr>
              <w:t xml:space="preserve"> 8</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76:04:000000:1900</w:t>
            </w:r>
          </w:p>
        </w:tc>
      </w:tr>
      <w:tr w:rsidR="00D91137" w:rsidRPr="00224953" w:rsidTr="00D14845">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581</w:t>
            </w:r>
          </w:p>
        </w:tc>
        <w:tc>
          <w:tcPr>
            <w:tcW w:w="1289" w:type="pct"/>
            <w:tcBorders>
              <w:top w:val="nil"/>
              <w:left w:val="nil"/>
              <w:bottom w:val="single" w:sz="4" w:space="0" w:color="auto"/>
              <w:right w:val="single" w:sz="4" w:space="0" w:color="auto"/>
            </w:tcBorders>
            <w:shd w:val="clear" w:color="auto" w:fill="auto"/>
            <w:hideMark/>
          </w:tcPr>
          <w:p w:rsidR="005C5B1D"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5C5B1D">
              <w:rPr>
                <w:szCs w:val="28"/>
              </w:rPr>
              <w:br/>
            </w:r>
            <w:r w:rsidRPr="00224953">
              <w:rPr>
                <w:szCs w:val="28"/>
              </w:rPr>
              <w:t>г</w:t>
            </w:r>
            <w:r w:rsidR="005C5B1D">
              <w:rPr>
                <w:szCs w:val="28"/>
              </w:rPr>
              <w:t>.</w:t>
            </w:r>
            <w:r w:rsidRPr="00224953">
              <w:rPr>
                <w:szCs w:val="28"/>
              </w:rPr>
              <w:t xml:space="preserve"> Гаврилов-Ям, </w:t>
            </w:r>
            <w:r w:rsidR="005C5B1D">
              <w:rPr>
                <w:szCs w:val="28"/>
              </w:rPr>
              <w:br/>
            </w:r>
            <w:r w:rsidRPr="00224953">
              <w:rPr>
                <w:szCs w:val="28"/>
              </w:rPr>
              <w:t>ул</w:t>
            </w:r>
            <w:r w:rsidR="005C5B1D">
              <w:rPr>
                <w:szCs w:val="28"/>
              </w:rPr>
              <w:t>.</w:t>
            </w:r>
            <w:r w:rsidRPr="00224953">
              <w:rPr>
                <w:szCs w:val="28"/>
              </w:rPr>
              <w:t xml:space="preserve"> Булгакова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76:04:000000:1903</w:t>
            </w:r>
          </w:p>
        </w:tc>
      </w:tr>
      <w:tr w:rsidR="00D91137" w:rsidRPr="00224953" w:rsidTr="00D1484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582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C5B1D" w:rsidRDefault="005C5B1D"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C5B1D">
            <w:pPr>
              <w:ind w:firstLine="0"/>
              <w:jc w:val="left"/>
              <w:rPr>
                <w:szCs w:val="28"/>
              </w:rPr>
            </w:pPr>
            <w:r w:rsidRPr="00224953">
              <w:rPr>
                <w:szCs w:val="28"/>
              </w:rPr>
              <w:t xml:space="preserve">Ярославская область, </w:t>
            </w:r>
            <w:r w:rsidR="005C5B1D">
              <w:rPr>
                <w:szCs w:val="28"/>
              </w:rPr>
              <w:br/>
            </w:r>
            <w:r w:rsidRPr="00224953">
              <w:rPr>
                <w:szCs w:val="28"/>
              </w:rPr>
              <w:t>Гаврилов-Ямский</w:t>
            </w:r>
            <w:r w:rsidR="005C5B1D">
              <w:rPr>
                <w:szCs w:val="28"/>
              </w:rPr>
              <w:t xml:space="preserve"> район,</w:t>
            </w:r>
            <w:r w:rsidRPr="00224953">
              <w:rPr>
                <w:szCs w:val="28"/>
              </w:rPr>
              <w:t xml:space="preserve"> Великосельский</w:t>
            </w:r>
            <w:r w:rsidR="005C5B1D">
              <w:rPr>
                <w:szCs w:val="28"/>
              </w:rPr>
              <w:t xml:space="preserve"> сельский округ</w:t>
            </w:r>
            <w:r w:rsidRPr="00224953">
              <w:rPr>
                <w:szCs w:val="28"/>
              </w:rPr>
              <w:t>, с</w:t>
            </w:r>
            <w:r w:rsidR="005C5B1D">
              <w:rPr>
                <w:szCs w:val="28"/>
              </w:rPr>
              <w:t>.</w:t>
            </w:r>
            <w:r w:rsidRPr="00224953">
              <w:rPr>
                <w:szCs w:val="28"/>
              </w:rPr>
              <w:t xml:space="preserve"> Великое, </w:t>
            </w:r>
            <w:r w:rsidR="005C5B1D">
              <w:rPr>
                <w:szCs w:val="28"/>
              </w:rPr>
              <w:br/>
            </w:r>
            <w:r w:rsidRPr="00224953">
              <w:rPr>
                <w:szCs w:val="28"/>
              </w:rPr>
              <w:t>ул</w:t>
            </w:r>
            <w:r w:rsidR="005C5B1D">
              <w:rPr>
                <w:szCs w:val="28"/>
              </w:rPr>
              <w:t>.</w:t>
            </w:r>
            <w:r w:rsidRPr="00224953">
              <w:rPr>
                <w:szCs w:val="28"/>
              </w:rPr>
              <w:t xml:space="preserve"> Некрасовская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76:04:020103:795</w:t>
            </w:r>
          </w:p>
        </w:tc>
      </w:tr>
      <w:tr w:rsidR="00D91137" w:rsidRPr="00224953" w:rsidTr="00D1484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583</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5C5B1D" w:rsidP="00D91137">
            <w:pPr>
              <w:ind w:firstLine="0"/>
              <w:jc w:val="left"/>
              <w:rPr>
                <w:szCs w:val="28"/>
              </w:rPr>
            </w:pPr>
            <w:r>
              <w:rPr>
                <w:szCs w:val="28"/>
              </w:rPr>
              <w:t>Г</w:t>
            </w:r>
            <w:r w:rsidR="00D91137" w:rsidRPr="00224953">
              <w:rPr>
                <w:szCs w:val="28"/>
              </w:rPr>
              <w:t>азопровод распределительный подземный полиэтиленовый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5C5B1D">
            <w:pPr>
              <w:ind w:firstLine="0"/>
              <w:jc w:val="left"/>
              <w:rPr>
                <w:szCs w:val="28"/>
              </w:rPr>
            </w:pPr>
            <w:r w:rsidRPr="00224953">
              <w:rPr>
                <w:szCs w:val="28"/>
              </w:rPr>
              <w:t>Российская Федерация, Ярославская обл</w:t>
            </w:r>
            <w:r w:rsidR="005C5B1D">
              <w:rPr>
                <w:szCs w:val="28"/>
              </w:rPr>
              <w:t>асть</w:t>
            </w:r>
            <w:r w:rsidRPr="00224953">
              <w:rPr>
                <w:szCs w:val="28"/>
              </w:rPr>
              <w:t xml:space="preserve">, </w:t>
            </w:r>
            <w:r w:rsidR="005C5B1D">
              <w:rPr>
                <w:szCs w:val="28"/>
              </w:rPr>
              <w:br/>
              <w:t>Гаврилов-Ямский райо</w:t>
            </w:r>
            <w:r w:rsidRPr="00224953">
              <w:rPr>
                <w:szCs w:val="28"/>
              </w:rPr>
              <w:t xml:space="preserve">н, </w:t>
            </w:r>
            <w:r w:rsidR="005C5B1D">
              <w:rPr>
                <w:szCs w:val="28"/>
              </w:rPr>
              <w:t>с. Великое, ул.</w:t>
            </w:r>
            <w:r w:rsidRPr="00224953">
              <w:rPr>
                <w:szCs w:val="28"/>
              </w:rPr>
              <w:t xml:space="preserve"> Свердлова </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76:04:020101:2163</w:t>
            </w:r>
          </w:p>
        </w:tc>
      </w:tr>
      <w:tr w:rsidR="00D91137" w:rsidRPr="00224953" w:rsidTr="00FB323A">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584</w:t>
            </w:r>
          </w:p>
        </w:tc>
        <w:tc>
          <w:tcPr>
            <w:tcW w:w="1289" w:type="pct"/>
            <w:tcBorders>
              <w:top w:val="nil"/>
              <w:left w:val="nil"/>
              <w:bottom w:val="single" w:sz="4" w:space="0" w:color="auto"/>
              <w:right w:val="single" w:sz="4" w:space="0" w:color="auto"/>
            </w:tcBorders>
            <w:shd w:val="clear" w:color="auto" w:fill="auto"/>
            <w:hideMark/>
          </w:tcPr>
          <w:p w:rsidR="00D14845" w:rsidRDefault="00FB323A" w:rsidP="00D91137">
            <w:pPr>
              <w:ind w:firstLine="0"/>
              <w:jc w:val="left"/>
              <w:rPr>
                <w:szCs w:val="28"/>
              </w:rPr>
            </w:pPr>
            <w:r>
              <w:rPr>
                <w:szCs w:val="28"/>
              </w:rPr>
              <w:t>Н</w:t>
            </w:r>
            <w:r w:rsidR="00D91137" w:rsidRPr="00224953">
              <w:rPr>
                <w:szCs w:val="28"/>
              </w:rPr>
              <w:t xml:space="preserve">адземный газопровод -ввод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B323A">
            <w:pPr>
              <w:ind w:firstLine="0"/>
              <w:jc w:val="left"/>
              <w:rPr>
                <w:szCs w:val="28"/>
              </w:rPr>
            </w:pPr>
            <w:r w:rsidRPr="00224953">
              <w:rPr>
                <w:szCs w:val="28"/>
              </w:rPr>
              <w:t xml:space="preserve">Ярославская область, </w:t>
            </w:r>
            <w:r w:rsidR="00FB323A">
              <w:rPr>
                <w:szCs w:val="28"/>
              </w:rPr>
              <w:br/>
              <w:t>Гаврилов-Ямский райо</w:t>
            </w:r>
            <w:r w:rsidRPr="00224953">
              <w:rPr>
                <w:szCs w:val="28"/>
              </w:rPr>
              <w:t>н, с</w:t>
            </w:r>
            <w:r w:rsidR="00FB323A">
              <w:rPr>
                <w:szCs w:val="28"/>
              </w:rPr>
              <w:t>. </w:t>
            </w:r>
            <w:r w:rsidRPr="00224953">
              <w:rPr>
                <w:szCs w:val="28"/>
              </w:rPr>
              <w:t xml:space="preserve">Великое, </w:t>
            </w:r>
            <w:r w:rsidR="00FB323A">
              <w:rPr>
                <w:szCs w:val="28"/>
              </w:rPr>
              <w:br/>
            </w:r>
            <w:r w:rsidRPr="00224953">
              <w:rPr>
                <w:szCs w:val="28"/>
              </w:rPr>
              <w:t>ул</w:t>
            </w:r>
            <w:r w:rsidR="00FB323A">
              <w:rPr>
                <w:szCs w:val="28"/>
              </w:rPr>
              <w:t xml:space="preserve">. </w:t>
            </w:r>
            <w:r w:rsidRPr="00224953">
              <w:rPr>
                <w:szCs w:val="28"/>
              </w:rPr>
              <w:t>Гражданская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76:04:020104:851</w:t>
            </w:r>
          </w:p>
        </w:tc>
      </w:tr>
      <w:tr w:rsidR="00D91137" w:rsidRPr="00224953" w:rsidTr="00F435B1">
        <w:trPr>
          <w:trHeight w:val="836"/>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585</w:t>
            </w:r>
          </w:p>
        </w:tc>
        <w:tc>
          <w:tcPr>
            <w:tcW w:w="1289" w:type="pct"/>
            <w:tcBorders>
              <w:top w:val="single" w:sz="4" w:space="0" w:color="auto"/>
              <w:left w:val="nil"/>
              <w:bottom w:val="single" w:sz="4" w:space="0" w:color="auto"/>
              <w:right w:val="single" w:sz="4" w:space="0" w:color="auto"/>
            </w:tcBorders>
            <w:shd w:val="clear" w:color="auto" w:fill="auto"/>
            <w:hideMark/>
          </w:tcPr>
          <w:p w:rsidR="00FB323A" w:rsidRDefault="00FB323A"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FB323A" w:rsidP="00FB323A">
            <w:pPr>
              <w:ind w:firstLine="0"/>
              <w:jc w:val="left"/>
              <w:rPr>
                <w:szCs w:val="28"/>
              </w:rPr>
            </w:pPr>
            <w:r w:rsidRPr="00224953">
              <w:rPr>
                <w:szCs w:val="28"/>
              </w:rPr>
              <w:t>152250</w:t>
            </w:r>
            <w:r>
              <w:rPr>
                <w:szCs w:val="28"/>
              </w:rPr>
              <w:t xml:space="preserve">, </w:t>
            </w:r>
            <w:r w:rsidR="00D91137" w:rsidRPr="00224953">
              <w:rPr>
                <w:szCs w:val="28"/>
              </w:rPr>
              <w:t>Российская Федерация, Ярославская обл</w:t>
            </w:r>
            <w:r>
              <w:rPr>
                <w:szCs w:val="28"/>
              </w:rPr>
              <w:t>асть, Гаврилов-Ямский райо</w:t>
            </w:r>
            <w:r w:rsidR="00D91137" w:rsidRPr="00224953">
              <w:rPr>
                <w:szCs w:val="28"/>
              </w:rPr>
              <w:t>н, с</w:t>
            </w:r>
            <w:r>
              <w:rPr>
                <w:szCs w:val="28"/>
              </w:rPr>
              <w:t>.</w:t>
            </w:r>
            <w:r w:rsidR="00D91137" w:rsidRPr="00224953">
              <w:rPr>
                <w:szCs w:val="28"/>
              </w:rPr>
              <w:t xml:space="preserve"> Великое, ул</w:t>
            </w:r>
            <w:r>
              <w:rPr>
                <w:szCs w:val="28"/>
              </w:rPr>
              <w:t>. </w:t>
            </w:r>
            <w:r w:rsidR="00D91137" w:rsidRPr="00224953">
              <w:rPr>
                <w:szCs w:val="28"/>
              </w:rPr>
              <w:t>Гражданская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76:04:020104:852</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FB323A" w:rsidP="00D91137">
            <w:pPr>
              <w:ind w:firstLine="0"/>
              <w:jc w:val="left"/>
              <w:rPr>
                <w:szCs w:val="28"/>
              </w:rPr>
            </w:pPr>
            <w:r>
              <w:rPr>
                <w:szCs w:val="28"/>
              </w:rPr>
              <w:t>Г</w:t>
            </w:r>
            <w:r w:rsidR="00D91137" w:rsidRPr="00224953">
              <w:rPr>
                <w:szCs w:val="28"/>
              </w:rPr>
              <w:t>азопровод высокого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B323A">
            <w:pPr>
              <w:ind w:firstLine="0"/>
              <w:jc w:val="left"/>
              <w:rPr>
                <w:szCs w:val="28"/>
              </w:rPr>
            </w:pPr>
            <w:r w:rsidRPr="00224953">
              <w:rPr>
                <w:szCs w:val="28"/>
              </w:rPr>
              <w:t xml:space="preserve">Российская Федерация, Ярославская область, </w:t>
            </w:r>
            <w:r w:rsidR="00FB323A">
              <w:rPr>
                <w:szCs w:val="28"/>
              </w:rPr>
              <w:br/>
            </w:r>
            <w:r w:rsidRPr="00224953">
              <w:rPr>
                <w:szCs w:val="28"/>
              </w:rPr>
              <w:t>Гаврилов-Я</w:t>
            </w:r>
            <w:r w:rsidR="00FB323A">
              <w:rPr>
                <w:szCs w:val="28"/>
              </w:rPr>
              <w:t>мский райо</w:t>
            </w:r>
            <w:r w:rsidRPr="00224953">
              <w:rPr>
                <w:szCs w:val="28"/>
              </w:rPr>
              <w:t xml:space="preserve">н, </w:t>
            </w:r>
            <w:r w:rsidR="00FB323A">
              <w:rPr>
                <w:szCs w:val="28"/>
              </w:rPr>
              <w:t>с. Велико</w:t>
            </w:r>
            <w:r w:rsidRPr="00224953">
              <w:rPr>
                <w:szCs w:val="28"/>
              </w:rPr>
              <w:t>, от места врезки до ГРПШ ГСГО-00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76:04:020101:2164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FB323A" w:rsidP="00D91137">
            <w:pPr>
              <w:ind w:firstLine="0"/>
              <w:jc w:val="left"/>
              <w:rPr>
                <w:szCs w:val="28"/>
              </w:rPr>
            </w:pPr>
            <w:r>
              <w:rPr>
                <w:szCs w:val="28"/>
              </w:rPr>
              <w:t>Н</w:t>
            </w:r>
            <w:r w:rsidR="00D91137" w:rsidRPr="00224953">
              <w:rPr>
                <w:szCs w:val="28"/>
              </w:rPr>
              <w:t>аружный газопровод газоснабжения жилых домов</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FB323A">
            <w:pPr>
              <w:ind w:firstLine="0"/>
              <w:jc w:val="left"/>
              <w:rPr>
                <w:szCs w:val="28"/>
              </w:rPr>
            </w:pPr>
            <w:r w:rsidRPr="00224953">
              <w:rPr>
                <w:szCs w:val="28"/>
              </w:rPr>
              <w:t>152250, Ярославская область, Гаврилов-Ямский</w:t>
            </w:r>
            <w:r w:rsidR="00FB323A">
              <w:rPr>
                <w:szCs w:val="28"/>
              </w:rPr>
              <w:t xml:space="preserve"> район</w:t>
            </w:r>
            <w:r w:rsidRPr="00224953">
              <w:rPr>
                <w:szCs w:val="28"/>
              </w:rPr>
              <w:t>, с</w:t>
            </w:r>
            <w:r w:rsidR="00FB323A">
              <w:rPr>
                <w:szCs w:val="28"/>
              </w:rPr>
              <w:t>. Великое, ул. </w:t>
            </w:r>
            <w:r w:rsidRPr="00224953">
              <w:rPr>
                <w:szCs w:val="28"/>
              </w:rPr>
              <w:t>Розы Люксембург</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76:04:000000:1913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588</w:t>
            </w:r>
          </w:p>
        </w:tc>
        <w:tc>
          <w:tcPr>
            <w:tcW w:w="1289" w:type="pct"/>
            <w:tcBorders>
              <w:top w:val="nil"/>
              <w:left w:val="nil"/>
              <w:bottom w:val="single" w:sz="4" w:space="0" w:color="auto"/>
              <w:right w:val="single" w:sz="4" w:space="0" w:color="auto"/>
            </w:tcBorders>
            <w:shd w:val="clear" w:color="auto" w:fill="auto"/>
            <w:hideMark/>
          </w:tcPr>
          <w:p w:rsidR="00FB323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FB323A" w:rsidRDefault="00D91137" w:rsidP="00D91137">
            <w:pPr>
              <w:ind w:firstLine="0"/>
              <w:jc w:val="left"/>
              <w:rPr>
                <w:szCs w:val="28"/>
              </w:rPr>
            </w:pPr>
            <w:r w:rsidRPr="00224953">
              <w:rPr>
                <w:szCs w:val="28"/>
              </w:rPr>
              <w:t xml:space="preserve">Ярославская область, </w:t>
            </w:r>
          </w:p>
          <w:p w:rsidR="00D91137" w:rsidRPr="00224953" w:rsidRDefault="00FB323A" w:rsidP="00FB323A">
            <w:pPr>
              <w:ind w:firstLine="0"/>
              <w:jc w:val="left"/>
              <w:rPr>
                <w:szCs w:val="28"/>
              </w:rPr>
            </w:pPr>
            <w:r>
              <w:rPr>
                <w:szCs w:val="28"/>
              </w:rPr>
              <w:t>Гаврилов-Ямский райо</w:t>
            </w:r>
            <w:r w:rsidR="00D91137" w:rsidRPr="00224953">
              <w:rPr>
                <w:szCs w:val="28"/>
              </w:rPr>
              <w:t xml:space="preserve">н, </w:t>
            </w:r>
            <w:r>
              <w:rPr>
                <w:szCs w:val="28"/>
              </w:rPr>
              <w:t>с. Великое</w:t>
            </w:r>
            <w:r w:rsidR="00D91137" w:rsidRPr="00224953">
              <w:rPr>
                <w:szCs w:val="28"/>
              </w:rPr>
              <w:t>, ул</w:t>
            </w:r>
            <w:r>
              <w:rPr>
                <w:szCs w:val="28"/>
              </w:rPr>
              <w:t xml:space="preserve">. 1-я Красная, д. </w:t>
            </w:r>
            <w:r w:rsidR="00D91137" w:rsidRPr="00224953">
              <w:rPr>
                <w:szCs w:val="28"/>
              </w:rPr>
              <w:t>1,</w:t>
            </w:r>
            <w:r>
              <w:rPr>
                <w:szCs w:val="28"/>
              </w:rPr>
              <w:t xml:space="preserve"> </w:t>
            </w:r>
            <w:r w:rsidR="00D91137" w:rsidRPr="00224953">
              <w:rPr>
                <w:szCs w:val="28"/>
              </w:rPr>
              <w:t>3,</w:t>
            </w:r>
            <w:r>
              <w:rPr>
                <w:szCs w:val="28"/>
              </w:rPr>
              <w:t xml:space="preserve"> </w:t>
            </w:r>
            <w:r w:rsidR="00D91137" w:rsidRPr="00224953">
              <w:rPr>
                <w:szCs w:val="28"/>
              </w:rPr>
              <w:t>5,</w:t>
            </w:r>
            <w:r>
              <w:rPr>
                <w:szCs w:val="28"/>
              </w:rPr>
              <w:t xml:space="preserve"> </w:t>
            </w:r>
            <w:r w:rsidR="00D91137" w:rsidRPr="00224953">
              <w:rPr>
                <w:szCs w:val="28"/>
              </w:rPr>
              <w:t>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76:04:020103:794</w:t>
            </w:r>
          </w:p>
        </w:tc>
      </w:tr>
      <w:tr w:rsidR="00D91137" w:rsidRPr="00224953" w:rsidTr="00D14845">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589</w:t>
            </w:r>
          </w:p>
        </w:tc>
        <w:tc>
          <w:tcPr>
            <w:tcW w:w="1289" w:type="pct"/>
            <w:tcBorders>
              <w:top w:val="nil"/>
              <w:left w:val="nil"/>
              <w:bottom w:val="single" w:sz="4" w:space="0" w:color="auto"/>
              <w:right w:val="single" w:sz="4" w:space="0" w:color="auto"/>
            </w:tcBorders>
            <w:shd w:val="clear" w:color="auto" w:fill="auto"/>
            <w:hideMark/>
          </w:tcPr>
          <w:p w:rsidR="00FB323A" w:rsidRDefault="00FB323A" w:rsidP="00D91137">
            <w:pPr>
              <w:ind w:firstLine="0"/>
              <w:jc w:val="left"/>
              <w:rPr>
                <w:szCs w:val="28"/>
              </w:rPr>
            </w:pPr>
            <w:r>
              <w:rPr>
                <w:szCs w:val="28"/>
              </w:rPr>
              <w:t>Г</w:t>
            </w:r>
            <w:r w:rsidR="00D91137" w:rsidRPr="00224953">
              <w:rPr>
                <w:szCs w:val="28"/>
              </w:rPr>
              <w:t>азопровод</w:t>
            </w:r>
          </w:p>
          <w:p w:rsidR="00D91137" w:rsidRPr="00224953" w:rsidRDefault="00D91137" w:rsidP="00D91137">
            <w:pPr>
              <w:ind w:firstLine="0"/>
              <w:jc w:val="left"/>
              <w:rPr>
                <w:szCs w:val="28"/>
              </w:rPr>
            </w:pPr>
            <w:r w:rsidRPr="00224953">
              <w:rPr>
                <w:szCs w:val="28"/>
              </w:rPr>
              <w:t>низкого давления к котельной</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D2717">
            <w:pPr>
              <w:ind w:firstLine="0"/>
              <w:jc w:val="left"/>
              <w:rPr>
                <w:szCs w:val="28"/>
              </w:rPr>
            </w:pPr>
            <w:r w:rsidRPr="00224953">
              <w:rPr>
                <w:szCs w:val="28"/>
              </w:rPr>
              <w:t>Российская Федерация, Ярославская обл</w:t>
            </w:r>
            <w:r w:rsidR="00AD2717">
              <w:rPr>
                <w:szCs w:val="28"/>
              </w:rPr>
              <w:t xml:space="preserve">асть, </w:t>
            </w:r>
            <w:r w:rsidR="0088175F">
              <w:rPr>
                <w:szCs w:val="28"/>
              </w:rPr>
              <w:br/>
            </w:r>
            <w:r w:rsidR="00AD2717">
              <w:rPr>
                <w:szCs w:val="28"/>
              </w:rPr>
              <w:t>Гаврилов-Ямский райо</w:t>
            </w:r>
            <w:r w:rsidRPr="00224953">
              <w:rPr>
                <w:szCs w:val="28"/>
              </w:rPr>
              <w:t xml:space="preserve">н, </w:t>
            </w:r>
            <w:r w:rsidR="00AD2717">
              <w:rPr>
                <w:szCs w:val="28"/>
              </w:rPr>
              <w:t>с. Великое</w:t>
            </w:r>
            <w:r w:rsidRPr="00224953">
              <w:rPr>
                <w:szCs w:val="28"/>
              </w:rPr>
              <w:t xml:space="preserve">, </w:t>
            </w:r>
            <w:r w:rsidR="00AD2717" w:rsidRPr="00224953">
              <w:rPr>
                <w:szCs w:val="28"/>
              </w:rPr>
              <w:t>ул</w:t>
            </w:r>
            <w:r w:rsidR="00AD2717">
              <w:rPr>
                <w:szCs w:val="28"/>
              </w:rPr>
              <w:t>.</w:t>
            </w:r>
            <w:r w:rsidR="00AD2717" w:rsidRPr="00224953">
              <w:rPr>
                <w:szCs w:val="28"/>
              </w:rPr>
              <w:t xml:space="preserve"> </w:t>
            </w:r>
            <w:r w:rsidRPr="00224953">
              <w:rPr>
                <w:szCs w:val="28"/>
              </w:rPr>
              <w:t xml:space="preserve">Моругина </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76:04:020101:2165</w:t>
            </w:r>
          </w:p>
        </w:tc>
      </w:tr>
      <w:tr w:rsidR="00D91137" w:rsidRPr="00224953" w:rsidTr="00D14845">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AD2717" w:rsidP="0088175F">
            <w:pPr>
              <w:ind w:firstLine="0"/>
              <w:jc w:val="left"/>
              <w:rPr>
                <w:szCs w:val="28"/>
              </w:rPr>
            </w:pPr>
            <w:r>
              <w:rPr>
                <w:szCs w:val="28"/>
              </w:rPr>
              <w:t>Г</w:t>
            </w:r>
            <w:r w:rsidR="00D91137" w:rsidRPr="00224953">
              <w:rPr>
                <w:szCs w:val="28"/>
              </w:rPr>
              <w:t xml:space="preserve">азификация </w:t>
            </w:r>
            <w:r w:rsidR="0088175F">
              <w:rPr>
                <w:szCs w:val="28"/>
              </w:rPr>
              <w:br/>
            </w:r>
            <w:r w:rsidR="00D91137" w:rsidRPr="00224953">
              <w:rPr>
                <w:szCs w:val="28"/>
              </w:rPr>
              <w:t xml:space="preserve">жилых домов по ул. Старосельская в с. Шопша Гаврилов-Ямского </w:t>
            </w:r>
            <w:r w:rsidR="0088175F">
              <w:rPr>
                <w:szCs w:val="28"/>
              </w:rPr>
              <w:t>муниципального района</w:t>
            </w:r>
            <w:r w:rsidR="00D91137" w:rsidRPr="00224953">
              <w:rPr>
                <w:szCs w:val="28"/>
              </w:rPr>
              <w:t xml:space="preserve"> Ярославской области (жилые дома с 41 по </w:t>
            </w:r>
            <w:r w:rsidR="00D91137" w:rsidRPr="00224953">
              <w:rPr>
                <w:szCs w:val="28"/>
              </w:rPr>
              <w:lastRenderedPageBreak/>
              <w:t>79 нечетная сторона)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8175F">
            <w:pPr>
              <w:ind w:firstLine="0"/>
              <w:jc w:val="left"/>
              <w:rPr>
                <w:szCs w:val="28"/>
              </w:rPr>
            </w:pPr>
            <w:r w:rsidRPr="00224953">
              <w:rPr>
                <w:szCs w:val="28"/>
              </w:rPr>
              <w:lastRenderedPageBreak/>
              <w:t xml:space="preserve">Ярославская область, </w:t>
            </w:r>
            <w:r w:rsidR="0088175F">
              <w:rPr>
                <w:szCs w:val="28"/>
              </w:rPr>
              <w:br/>
              <w:t>Гаврилов-Ямский райо</w:t>
            </w:r>
            <w:r w:rsidRPr="00224953">
              <w:rPr>
                <w:szCs w:val="28"/>
              </w:rPr>
              <w:t>н, с. Шопша, ул. Старосельская, дома с № 41 по №</w:t>
            </w:r>
            <w:r w:rsidR="0088175F">
              <w:rPr>
                <w:szCs w:val="28"/>
              </w:rPr>
              <w:t xml:space="preserve"> </w:t>
            </w:r>
            <w:r w:rsidRPr="00224953">
              <w:rPr>
                <w:szCs w:val="28"/>
              </w:rPr>
              <w:t xml:space="preserve">79 </w:t>
            </w:r>
            <w:r w:rsidR="0088175F">
              <w:rPr>
                <w:szCs w:val="28"/>
              </w:rPr>
              <w:t>(</w:t>
            </w:r>
            <w:r w:rsidRPr="00224953">
              <w:rPr>
                <w:szCs w:val="28"/>
              </w:rPr>
              <w:t>неч</w:t>
            </w:r>
            <w:r w:rsidR="0088175F">
              <w:rPr>
                <w:szCs w:val="28"/>
              </w:rPr>
              <w:t>е</w:t>
            </w:r>
            <w:r w:rsidRPr="00224953">
              <w:rPr>
                <w:szCs w:val="28"/>
              </w:rPr>
              <w:t>тная сторона</w:t>
            </w:r>
            <w:r w:rsidR="0088175F">
              <w:rPr>
                <w:szCs w:val="28"/>
              </w:rPr>
              <w:t>)</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76:04:000000:1911</w:t>
            </w:r>
          </w:p>
        </w:tc>
      </w:tr>
      <w:tr w:rsidR="00D91137" w:rsidRPr="00224953" w:rsidTr="00D1484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591</w:t>
            </w:r>
          </w:p>
        </w:tc>
        <w:tc>
          <w:tcPr>
            <w:tcW w:w="1289" w:type="pct"/>
            <w:tcBorders>
              <w:top w:val="single" w:sz="4" w:space="0" w:color="auto"/>
              <w:left w:val="nil"/>
              <w:bottom w:val="single" w:sz="4" w:space="0" w:color="auto"/>
              <w:right w:val="single" w:sz="4" w:space="0" w:color="auto"/>
            </w:tcBorders>
            <w:shd w:val="clear" w:color="auto" w:fill="auto"/>
            <w:hideMark/>
          </w:tcPr>
          <w:p w:rsidR="00E33C65" w:rsidRDefault="00E33C65"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E33C65">
            <w:pPr>
              <w:ind w:firstLine="0"/>
              <w:jc w:val="left"/>
              <w:rPr>
                <w:szCs w:val="28"/>
              </w:rPr>
            </w:pPr>
            <w:r w:rsidRPr="00224953">
              <w:rPr>
                <w:szCs w:val="28"/>
              </w:rPr>
              <w:t>Российская Федерация, Ярославская обл</w:t>
            </w:r>
            <w:r w:rsidR="00E33C65">
              <w:rPr>
                <w:szCs w:val="28"/>
              </w:rPr>
              <w:t>асть</w:t>
            </w:r>
            <w:r w:rsidRPr="00224953">
              <w:rPr>
                <w:szCs w:val="28"/>
              </w:rPr>
              <w:t xml:space="preserve">, </w:t>
            </w:r>
            <w:r w:rsidR="00E33C65">
              <w:rPr>
                <w:szCs w:val="28"/>
              </w:rPr>
              <w:br/>
              <w:t>Гаврилов-Ямский райо</w:t>
            </w:r>
            <w:r w:rsidRPr="00224953">
              <w:rPr>
                <w:szCs w:val="28"/>
              </w:rPr>
              <w:t xml:space="preserve">н, </w:t>
            </w:r>
            <w:r w:rsidR="00E33C65">
              <w:rPr>
                <w:szCs w:val="28"/>
              </w:rPr>
              <w:t>с. Великое</w:t>
            </w:r>
            <w:r w:rsidRPr="00224953">
              <w:rPr>
                <w:szCs w:val="28"/>
              </w:rPr>
              <w:t>, ул. Пролетарская, ул. Некрасовская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76:04:020103:793</w:t>
            </w:r>
          </w:p>
        </w:tc>
      </w:tr>
      <w:tr w:rsidR="00D91137" w:rsidRPr="00224953" w:rsidTr="000F47B9">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E33C65">
            <w:pPr>
              <w:ind w:firstLine="0"/>
              <w:jc w:val="left"/>
              <w:rPr>
                <w:szCs w:val="28"/>
              </w:rPr>
            </w:pPr>
            <w:r w:rsidRPr="00224953">
              <w:rPr>
                <w:szCs w:val="28"/>
              </w:rPr>
              <w:t>Газораспределительные сети среднего давления с.</w:t>
            </w:r>
            <w:r w:rsidR="00E33C65">
              <w:rPr>
                <w:szCs w:val="28"/>
              </w:rPr>
              <w:t xml:space="preserve"> </w:t>
            </w:r>
            <w:r w:rsidRPr="00224953">
              <w:rPr>
                <w:szCs w:val="28"/>
              </w:rPr>
              <w:t>Плещеево</w:t>
            </w:r>
            <w:r w:rsidR="00E33C65">
              <w:rPr>
                <w:szCs w:val="28"/>
              </w:rPr>
              <w:t xml:space="preserve"> –</w:t>
            </w:r>
            <w:r w:rsidRPr="00224953">
              <w:rPr>
                <w:szCs w:val="28"/>
              </w:rPr>
              <w:t>д.</w:t>
            </w:r>
            <w:r w:rsidR="00E33C65">
              <w:rPr>
                <w:szCs w:val="28"/>
              </w:rPr>
              <w:t xml:space="preserve"> </w:t>
            </w:r>
            <w:r w:rsidRPr="00224953">
              <w:rPr>
                <w:szCs w:val="28"/>
              </w:rPr>
              <w:t>Нарядово</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E33C65">
            <w:pPr>
              <w:ind w:firstLine="0"/>
              <w:jc w:val="left"/>
              <w:rPr>
                <w:szCs w:val="28"/>
              </w:rPr>
            </w:pPr>
            <w:r w:rsidRPr="00224953">
              <w:rPr>
                <w:szCs w:val="28"/>
              </w:rPr>
              <w:t xml:space="preserve">Российская Федерация, Ярославская область, </w:t>
            </w:r>
            <w:r w:rsidR="00E33C65">
              <w:rPr>
                <w:szCs w:val="28"/>
              </w:rPr>
              <w:br/>
              <w:t>Гаврилов-Ямский райо</w:t>
            </w:r>
            <w:r w:rsidRPr="00224953">
              <w:rPr>
                <w:szCs w:val="28"/>
              </w:rPr>
              <w:t xml:space="preserve">н, Великосельское </w:t>
            </w:r>
            <w:r w:rsidR="00E33C65">
              <w:rPr>
                <w:szCs w:val="28"/>
              </w:rPr>
              <w:t>сельское поселение</w:t>
            </w:r>
            <w:r w:rsidRPr="00224953">
              <w:rPr>
                <w:szCs w:val="28"/>
              </w:rPr>
              <w:t>, с</w:t>
            </w:r>
            <w:r w:rsidR="00E33C65">
              <w:rPr>
                <w:szCs w:val="28"/>
              </w:rPr>
              <w:t>.</w:t>
            </w:r>
            <w:r w:rsidRPr="00224953">
              <w:rPr>
                <w:szCs w:val="28"/>
              </w:rPr>
              <w:t xml:space="preserve"> Плещеево</w:t>
            </w:r>
            <w:r w:rsidR="00E33C65">
              <w:rPr>
                <w:szCs w:val="28"/>
              </w:rPr>
              <w:t xml:space="preserve"> –</w:t>
            </w:r>
            <w:r w:rsidRPr="00224953">
              <w:rPr>
                <w:szCs w:val="28"/>
              </w:rPr>
              <w:t>д.</w:t>
            </w:r>
            <w:r w:rsidR="00E33C65">
              <w:rPr>
                <w:szCs w:val="28"/>
              </w:rPr>
              <w:t xml:space="preserve"> </w:t>
            </w:r>
            <w:r w:rsidRPr="00224953">
              <w:rPr>
                <w:szCs w:val="28"/>
              </w:rPr>
              <w:t>Нарядово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76:04:000000:1924</w:t>
            </w:r>
          </w:p>
        </w:tc>
      </w:tr>
      <w:tr w:rsidR="00D91137" w:rsidRPr="00224953" w:rsidTr="000F47B9">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593</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и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0F47B9" w:rsidRDefault="00D91137" w:rsidP="00D91137">
            <w:pPr>
              <w:ind w:firstLine="0"/>
              <w:jc w:val="left"/>
              <w:rPr>
                <w:szCs w:val="28"/>
              </w:rPr>
            </w:pPr>
            <w:r w:rsidRPr="00224953">
              <w:rPr>
                <w:szCs w:val="28"/>
              </w:rPr>
              <w:t>Российская Федерация,</w:t>
            </w:r>
            <w:r w:rsidR="000F47B9">
              <w:rPr>
                <w:szCs w:val="28"/>
              </w:rPr>
              <w:t xml:space="preserve"> </w:t>
            </w:r>
            <w:r w:rsidRPr="00224953">
              <w:rPr>
                <w:szCs w:val="28"/>
              </w:rPr>
              <w:t xml:space="preserve">Ярославская область, </w:t>
            </w:r>
          </w:p>
          <w:p w:rsidR="00D91137" w:rsidRPr="00224953" w:rsidRDefault="000F47B9" w:rsidP="000F47B9">
            <w:pPr>
              <w:ind w:firstLine="0"/>
              <w:jc w:val="left"/>
              <w:rPr>
                <w:szCs w:val="28"/>
              </w:rPr>
            </w:pPr>
            <w:r>
              <w:rPr>
                <w:szCs w:val="28"/>
              </w:rPr>
              <w:t>Гаврилов-Ямский райо</w:t>
            </w:r>
            <w:r w:rsidR="00D91137" w:rsidRPr="00224953">
              <w:rPr>
                <w:szCs w:val="28"/>
              </w:rPr>
              <w:t>н, г.</w:t>
            </w:r>
            <w:r>
              <w:rPr>
                <w:szCs w:val="28"/>
              </w:rPr>
              <w:t> </w:t>
            </w:r>
            <w:r w:rsidR="00D91137" w:rsidRPr="00224953">
              <w:rPr>
                <w:szCs w:val="28"/>
              </w:rPr>
              <w:t>Гаврилов-Ям, ул.</w:t>
            </w:r>
            <w:r>
              <w:rPr>
                <w:szCs w:val="28"/>
              </w:rPr>
              <w:t xml:space="preserve"> </w:t>
            </w:r>
            <w:r w:rsidR="00D91137" w:rsidRPr="00224953">
              <w:rPr>
                <w:szCs w:val="28"/>
              </w:rPr>
              <w:t>Цветаевой, ул.</w:t>
            </w:r>
            <w:r>
              <w:rPr>
                <w:szCs w:val="28"/>
              </w:rPr>
              <w:t xml:space="preserve"> </w:t>
            </w:r>
            <w:r w:rsidR="00D91137" w:rsidRPr="00224953">
              <w:rPr>
                <w:szCs w:val="28"/>
              </w:rPr>
              <w:t>12-го</w:t>
            </w:r>
            <w:r>
              <w:rPr>
                <w:szCs w:val="28"/>
              </w:rPr>
              <w:t xml:space="preserve"> </w:t>
            </w:r>
            <w:r w:rsidR="00D91137" w:rsidRPr="00224953">
              <w:rPr>
                <w:szCs w:val="28"/>
              </w:rPr>
              <w:t>Июня, ул.</w:t>
            </w:r>
            <w:r>
              <w:rPr>
                <w:szCs w:val="28"/>
              </w:rPr>
              <w:t xml:space="preserve"> </w:t>
            </w:r>
            <w:r w:rsidR="00D91137" w:rsidRPr="00224953">
              <w:rPr>
                <w:szCs w:val="28"/>
              </w:rPr>
              <w:t>Есенина, ул.</w:t>
            </w:r>
            <w:r>
              <w:rPr>
                <w:szCs w:val="28"/>
              </w:rPr>
              <w:t xml:space="preserve"> </w:t>
            </w:r>
            <w:r w:rsidR="00D91137" w:rsidRPr="00224953">
              <w:rPr>
                <w:szCs w:val="28"/>
              </w:rPr>
              <w:t>Царевского, ул.</w:t>
            </w:r>
            <w:r>
              <w:rPr>
                <w:szCs w:val="28"/>
              </w:rPr>
              <w:t xml:space="preserve"> </w:t>
            </w:r>
            <w:r w:rsidR="00D91137" w:rsidRPr="00224953">
              <w:rPr>
                <w:szCs w:val="28"/>
              </w:rPr>
              <w:t>Паншина, ул.</w:t>
            </w:r>
            <w:r>
              <w:rPr>
                <w:szCs w:val="28"/>
              </w:rPr>
              <w:t> </w:t>
            </w:r>
            <w:r w:rsidR="00D91137" w:rsidRPr="00224953">
              <w:rPr>
                <w:szCs w:val="28"/>
              </w:rPr>
              <w:t>Трясунова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76:04:000000:1948</w:t>
            </w:r>
          </w:p>
        </w:tc>
      </w:tr>
      <w:tr w:rsidR="00D91137" w:rsidRPr="00224953" w:rsidTr="00F41344">
        <w:trPr>
          <w:trHeight w:val="18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и газооборудование жилых домов</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0F47B9">
            <w:pPr>
              <w:ind w:firstLine="0"/>
              <w:jc w:val="left"/>
              <w:rPr>
                <w:szCs w:val="28"/>
              </w:rPr>
            </w:pPr>
            <w:r w:rsidRPr="00224953">
              <w:rPr>
                <w:szCs w:val="28"/>
              </w:rPr>
              <w:t xml:space="preserve">Российская Федерация, Ярославская область, </w:t>
            </w:r>
            <w:r w:rsidR="000F47B9">
              <w:rPr>
                <w:szCs w:val="28"/>
              </w:rPr>
              <w:br/>
              <w:t>Гаврилов-Ямский райо</w:t>
            </w:r>
            <w:r w:rsidRPr="00224953">
              <w:rPr>
                <w:szCs w:val="28"/>
              </w:rPr>
              <w:t xml:space="preserve">н, с. </w:t>
            </w:r>
            <w:r w:rsidR="000F47B9">
              <w:rPr>
                <w:szCs w:val="28"/>
              </w:rPr>
              <w:t xml:space="preserve">Великое, (I этап) </w:t>
            </w:r>
            <w:r w:rsidR="000F47B9">
              <w:rPr>
                <w:szCs w:val="28"/>
              </w:rPr>
              <w:br/>
              <w:t xml:space="preserve">ул. Гагарина, </w:t>
            </w:r>
            <w:r w:rsidRPr="00224953">
              <w:rPr>
                <w:szCs w:val="28"/>
              </w:rPr>
              <w:t>ул.</w:t>
            </w:r>
            <w:r w:rsidR="000F47B9">
              <w:rPr>
                <w:szCs w:val="28"/>
              </w:rPr>
              <w:t xml:space="preserve"> Ямская, ул. </w:t>
            </w:r>
            <w:r w:rsidRPr="00224953">
              <w:rPr>
                <w:szCs w:val="28"/>
              </w:rPr>
              <w:t>Садовая, ул.</w:t>
            </w:r>
            <w:r w:rsidR="000F47B9">
              <w:rPr>
                <w:szCs w:val="28"/>
              </w:rPr>
              <w:t xml:space="preserve"> </w:t>
            </w:r>
            <w:r w:rsidRPr="00224953">
              <w:rPr>
                <w:szCs w:val="28"/>
              </w:rPr>
              <w:t>К.Маркса, ул. Р</w:t>
            </w:r>
            <w:r w:rsidR="000F47B9">
              <w:rPr>
                <w:szCs w:val="28"/>
              </w:rPr>
              <w:t xml:space="preserve">озы </w:t>
            </w:r>
            <w:r w:rsidRPr="00224953">
              <w:rPr>
                <w:szCs w:val="28"/>
              </w:rPr>
              <w:t>Люксембург,</w:t>
            </w:r>
            <w:r w:rsidR="000F47B9">
              <w:rPr>
                <w:szCs w:val="28"/>
              </w:rPr>
              <w:t xml:space="preserve"> </w:t>
            </w:r>
            <w:r w:rsidR="000F47B9">
              <w:rPr>
                <w:szCs w:val="28"/>
              </w:rPr>
              <w:br/>
              <w:t>ул. Гражданская, ул. </w:t>
            </w:r>
            <w:r w:rsidRPr="00224953">
              <w:rPr>
                <w:szCs w:val="28"/>
              </w:rPr>
              <w:t>Труда, ул.</w:t>
            </w:r>
            <w:r w:rsidR="000F47B9">
              <w:rPr>
                <w:szCs w:val="28"/>
              </w:rPr>
              <w:t xml:space="preserve"> </w:t>
            </w:r>
            <w:r w:rsidRPr="00224953">
              <w:rPr>
                <w:szCs w:val="28"/>
              </w:rPr>
              <w:t>Моругина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76:04:000000:1955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595</w:t>
            </w:r>
          </w:p>
        </w:tc>
        <w:tc>
          <w:tcPr>
            <w:tcW w:w="1289" w:type="pct"/>
            <w:tcBorders>
              <w:top w:val="nil"/>
              <w:left w:val="nil"/>
              <w:bottom w:val="single" w:sz="4" w:space="0" w:color="auto"/>
              <w:right w:val="single" w:sz="4" w:space="0" w:color="auto"/>
            </w:tcBorders>
            <w:shd w:val="clear" w:color="auto" w:fill="auto"/>
            <w:hideMark/>
          </w:tcPr>
          <w:p w:rsidR="00B903A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B903AA" w:rsidRDefault="00D91137" w:rsidP="00D91137">
            <w:pPr>
              <w:ind w:firstLine="0"/>
              <w:jc w:val="left"/>
              <w:rPr>
                <w:szCs w:val="28"/>
              </w:rPr>
            </w:pPr>
            <w:r w:rsidRPr="00224953">
              <w:rPr>
                <w:szCs w:val="28"/>
              </w:rPr>
              <w:t xml:space="preserve">Ярославская область, </w:t>
            </w:r>
          </w:p>
          <w:p w:rsidR="00D91137" w:rsidRPr="00224953" w:rsidRDefault="00B903AA" w:rsidP="00D91137">
            <w:pPr>
              <w:ind w:firstLine="0"/>
              <w:jc w:val="left"/>
              <w:rPr>
                <w:szCs w:val="28"/>
              </w:rPr>
            </w:pPr>
            <w:r>
              <w:rPr>
                <w:szCs w:val="28"/>
              </w:rPr>
              <w:t>Гаврилов-Ямский райо</w:t>
            </w:r>
            <w:r w:rsidR="00D91137" w:rsidRPr="00224953">
              <w:rPr>
                <w:szCs w:val="28"/>
              </w:rPr>
              <w:t>н, г.</w:t>
            </w:r>
            <w:r>
              <w:rPr>
                <w:szCs w:val="28"/>
              </w:rPr>
              <w:t> </w:t>
            </w:r>
            <w:r w:rsidR="00D91137" w:rsidRPr="00224953">
              <w:rPr>
                <w:szCs w:val="28"/>
              </w:rPr>
              <w:t>Гаврилов-Ям, ул.Октябрьская, ул. Патова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76:04:000000:1968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и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903AA">
            <w:pPr>
              <w:ind w:firstLine="0"/>
              <w:jc w:val="left"/>
              <w:rPr>
                <w:szCs w:val="28"/>
              </w:rPr>
            </w:pPr>
            <w:r w:rsidRPr="00224953">
              <w:rPr>
                <w:szCs w:val="28"/>
              </w:rPr>
              <w:t xml:space="preserve">Российская Федерация, Ярославская область, </w:t>
            </w:r>
            <w:r w:rsidR="00B903AA">
              <w:rPr>
                <w:szCs w:val="28"/>
              </w:rPr>
              <w:br/>
              <w:t>Гаврилов-Ямский райо</w:t>
            </w:r>
            <w:r w:rsidRPr="00224953">
              <w:rPr>
                <w:szCs w:val="28"/>
              </w:rPr>
              <w:t>н, д</w:t>
            </w:r>
            <w:r w:rsidR="00B903AA">
              <w:rPr>
                <w:szCs w:val="28"/>
              </w:rPr>
              <w:t>. </w:t>
            </w:r>
            <w:r w:rsidRPr="00224953">
              <w:rPr>
                <w:szCs w:val="28"/>
              </w:rPr>
              <w:t>Бели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76:04:000000:1926</w:t>
            </w:r>
          </w:p>
        </w:tc>
      </w:tr>
      <w:tr w:rsidR="00D91137" w:rsidRPr="00224953" w:rsidTr="00513A65">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903AA">
            <w:pPr>
              <w:ind w:firstLine="0"/>
              <w:jc w:val="left"/>
              <w:rPr>
                <w:szCs w:val="28"/>
              </w:rPr>
            </w:pPr>
            <w:r w:rsidRPr="00224953">
              <w:rPr>
                <w:szCs w:val="28"/>
              </w:rPr>
              <w:t>Российская Федерация, Ярославская обл</w:t>
            </w:r>
            <w:r w:rsidR="00B903AA">
              <w:rPr>
                <w:szCs w:val="28"/>
              </w:rPr>
              <w:t>асть</w:t>
            </w:r>
            <w:r w:rsidRPr="00224953">
              <w:rPr>
                <w:szCs w:val="28"/>
              </w:rPr>
              <w:t xml:space="preserve">, </w:t>
            </w:r>
            <w:r w:rsidR="00B903AA">
              <w:rPr>
                <w:szCs w:val="28"/>
              </w:rPr>
              <w:br/>
              <w:t>Гаврилов-Ямский райо</w:t>
            </w:r>
            <w:r w:rsidRPr="00224953">
              <w:rPr>
                <w:szCs w:val="28"/>
              </w:rPr>
              <w:t>н, с</w:t>
            </w:r>
            <w:r w:rsidR="00B903AA">
              <w:rPr>
                <w:szCs w:val="28"/>
              </w:rPr>
              <w:t>. </w:t>
            </w:r>
            <w:r w:rsidRPr="00224953">
              <w:rPr>
                <w:szCs w:val="28"/>
              </w:rPr>
              <w:t>Шопша, ул</w:t>
            </w:r>
            <w:r w:rsidR="00B903AA">
              <w:rPr>
                <w:szCs w:val="28"/>
              </w:rPr>
              <w:t>.</w:t>
            </w:r>
            <w:r w:rsidRPr="00224953">
              <w:rPr>
                <w:szCs w:val="28"/>
              </w:rPr>
              <w:t xml:space="preserve"> Старосельская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76:04:000000:1949</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598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903A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B903AA">
            <w:pPr>
              <w:ind w:firstLine="0"/>
              <w:jc w:val="left"/>
              <w:rPr>
                <w:szCs w:val="28"/>
              </w:rPr>
            </w:pPr>
            <w:r w:rsidRPr="00224953">
              <w:rPr>
                <w:szCs w:val="28"/>
              </w:rPr>
              <w:t>Российская Федерация, Ярославская обл</w:t>
            </w:r>
            <w:r w:rsidR="00B903AA">
              <w:rPr>
                <w:szCs w:val="28"/>
              </w:rPr>
              <w:t>асть</w:t>
            </w:r>
            <w:r w:rsidRPr="00224953">
              <w:rPr>
                <w:szCs w:val="28"/>
              </w:rPr>
              <w:t xml:space="preserve">, </w:t>
            </w:r>
            <w:r w:rsidR="00B903AA">
              <w:rPr>
                <w:szCs w:val="28"/>
              </w:rPr>
              <w:br/>
              <w:t>Гаврилов-Ямский райо</w:t>
            </w:r>
            <w:r w:rsidRPr="00224953">
              <w:rPr>
                <w:szCs w:val="28"/>
              </w:rPr>
              <w:t xml:space="preserve">н, </w:t>
            </w:r>
            <w:r w:rsidR="00B903AA">
              <w:rPr>
                <w:szCs w:val="28"/>
              </w:rPr>
              <w:br/>
            </w:r>
            <w:r w:rsidRPr="00224953">
              <w:rPr>
                <w:szCs w:val="28"/>
              </w:rPr>
              <w:t>г</w:t>
            </w:r>
            <w:r w:rsidR="00B903AA">
              <w:rPr>
                <w:szCs w:val="28"/>
              </w:rPr>
              <w:t>.</w:t>
            </w:r>
            <w:r w:rsidRPr="00224953">
              <w:rPr>
                <w:szCs w:val="28"/>
              </w:rPr>
              <w:t xml:space="preserve"> Гаврилов-Ям, ул</w:t>
            </w:r>
            <w:r w:rsidR="00B903AA">
              <w:rPr>
                <w:szCs w:val="28"/>
              </w:rPr>
              <w:t>.</w:t>
            </w:r>
            <w:r w:rsidRPr="00224953">
              <w:rPr>
                <w:szCs w:val="28"/>
              </w:rPr>
              <w:t xml:space="preserve"> Менжинского, д.</w:t>
            </w:r>
            <w:r w:rsidR="00B903AA">
              <w:rPr>
                <w:szCs w:val="28"/>
              </w:rPr>
              <w:t xml:space="preserve"> </w:t>
            </w:r>
            <w:r w:rsidRPr="00224953">
              <w:rPr>
                <w:szCs w:val="28"/>
              </w:rPr>
              <w:t>43,</w:t>
            </w:r>
            <w:r w:rsidR="00B903AA">
              <w:rPr>
                <w:szCs w:val="28"/>
              </w:rPr>
              <w:t xml:space="preserve"> </w:t>
            </w:r>
            <w:r w:rsidRPr="00224953">
              <w:rPr>
                <w:szCs w:val="28"/>
              </w:rPr>
              <w:t>44,</w:t>
            </w:r>
            <w:r w:rsidR="00B903AA">
              <w:rPr>
                <w:szCs w:val="28"/>
              </w:rPr>
              <w:t xml:space="preserve"> </w:t>
            </w:r>
            <w:r w:rsidRPr="00224953">
              <w:rPr>
                <w:szCs w:val="28"/>
              </w:rPr>
              <w:t>45,</w:t>
            </w:r>
            <w:r w:rsidR="00B903AA">
              <w:rPr>
                <w:szCs w:val="28"/>
              </w:rPr>
              <w:t xml:space="preserve"> </w:t>
            </w:r>
            <w:r w:rsidRPr="00224953">
              <w:rPr>
                <w:szCs w:val="28"/>
              </w:rPr>
              <w:t>46, 48,</w:t>
            </w:r>
            <w:r w:rsidR="00B903AA">
              <w:rPr>
                <w:szCs w:val="28"/>
              </w:rPr>
              <w:t xml:space="preserve"> </w:t>
            </w:r>
            <w:r w:rsidRPr="00224953">
              <w:rPr>
                <w:szCs w:val="28"/>
              </w:rPr>
              <w:t>48 «а»,</w:t>
            </w:r>
            <w:r w:rsidR="00B903AA">
              <w:rPr>
                <w:szCs w:val="28"/>
              </w:rPr>
              <w:t xml:space="preserve"> </w:t>
            </w:r>
            <w:r w:rsidRPr="00224953">
              <w:rPr>
                <w:szCs w:val="28"/>
              </w:rPr>
              <w:t>50,</w:t>
            </w:r>
            <w:r w:rsidR="00B903AA">
              <w:rPr>
                <w:szCs w:val="28"/>
              </w:rPr>
              <w:t xml:space="preserve"> </w:t>
            </w:r>
            <w:r w:rsidRPr="00224953">
              <w:rPr>
                <w:szCs w:val="28"/>
              </w:rPr>
              <w:t>52, 54,</w:t>
            </w:r>
            <w:r w:rsidR="00B903AA">
              <w:rPr>
                <w:szCs w:val="28"/>
              </w:rPr>
              <w:t xml:space="preserve"> </w:t>
            </w:r>
            <w:r w:rsidRPr="00224953">
              <w:rPr>
                <w:szCs w:val="28"/>
              </w:rPr>
              <w:t>62,</w:t>
            </w:r>
            <w:r w:rsidR="00B903AA">
              <w:rPr>
                <w:szCs w:val="28"/>
              </w:rPr>
              <w:t xml:space="preserve"> </w:t>
            </w:r>
            <w:r w:rsidRPr="00224953">
              <w:rPr>
                <w:szCs w:val="28"/>
              </w:rPr>
              <w:t>64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76:04:000000:1952</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599</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817E5C">
              <w:rPr>
                <w:szCs w:val="28"/>
              </w:rPr>
              <w:br/>
            </w: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817E5C">
            <w:pPr>
              <w:ind w:firstLine="0"/>
              <w:jc w:val="left"/>
              <w:rPr>
                <w:szCs w:val="28"/>
              </w:rPr>
            </w:pPr>
            <w:r w:rsidRPr="00224953">
              <w:rPr>
                <w:szCs w:val="28"/>
              </w:rPr>
              <w:t>Российская Федерация, Ярославская обл</w:t>
            </w:r>
            <w:r w:rsidR="00817E5C">
              <w:rPr>
                <w:szCs w:val="28"/>
              </w:rPr>
              <w:t>асть</w:t>
            </w:r>
            <w:r w:rsidRPr="00224953">
              <w:rPr>
                <w:szCs w:val="28"/>
              </w:rPr>
              <w:t xml:space="preserve">, </w:t>
            </w:r>
            <w:r w:rsidR="00817E5C">
              <w:rPr>
                <w:szCs w:val="28"/>
              </w:rPr>
              <w:br/>
              <w:t>Гаврилов-Ямский райо</w:t>
            </w:r>
            <w:r w:rsidRPr="00224953">
              <w:rPr>
                <w:szCs w:val="28"/>
              </w:rPr>
              <w:t>н, с. Великое, ул. Розы Люксембург, ул.</w:t>
            </w:r>
            <w:r w:rsidR="00817E5C">
              <w:rPr>
                <w:szCs w:val="28"/>
              </w:rPr>
              <w:t xml:space="preserve"> Ямская, ул. </w:t>
            </w:r>
            <w:r w:rsidRPr="00224953">
              <w:rPr>
                <w:szCs w:val="28"/>
              </w:rPr>
              <w:t>Гагарина, ул.</w:t>
            </w:r>
            <w:r w:rsidR="00817E5C">
              <w:rPr>
                <w:szCs w:val="28"/>
              </w:rPr>
              <w:t xml:space="preserve"> </w:t>
            </w:r>
            <w:r w:rsidRPr="00224953">
              <w:rPr>
                <w:szCs w:val="28"/>
              </w:rPr>
              <w:t>Труда, ул. Садовая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76:04:020102:871</w:t>
            </w:r>
          </w:p>
        </w:tc>
      </w:tr>
      <w:tr w:rsidR="00D91137" w:rsidRPr="00224953" w:rsidTr="00817E5C">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600</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Газопроводы и газооборудование жилых домов, газопровод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817E5C">
            <w:pPr>
              <w:ind w:firstLine="0"/>
              <w:jc w:val="left"/>
              <w:rPr>
                <w:szCs w:val="28"/>
              </w:rPr>
            </w:pPr>
            <w:r w:rsidRPr="00224953">
              <w:rPr>
                <w:szCs w:val="28"/>
              </w:rPr>
              <w:t xml:space="preserve">Российская Федерация, Ярославская область, </w:t>
            </w:r>
            <w:r w:rsidR="00817E5C">
              <w:rPr>
                <w:szCs w:val="28"/>
              </w:rPr>
              <w:br/>
            </w:r>
            <w:r w:rsidRPr="00224953">
              <w:rPr>
                <w:szCs w:val="28"/>
              </w:rPr>
              <w:t>Гаврилов-Ямский р</w:t>
            </w:r>
            <w:r w:rsidR="00817E5C">
              <w:rPr>
                <w:szCs w:val="28"/>
              </w:rPr>
              <w:t>айо</w:t>
            </w:r>
            <w:r w:rsidRPr="00224953">
              <w:rPr>
                <w:szCs w:val="28"/>
              </w:rPr>
              <w:t>н, с.</w:t>
            </w:r>
            <w:r w:rsidR="00817E5C">
              <w:rPr>
                <w:szCs w:val="28"/>
              </w:rPr>
              <w:t xml:space="preserve"> </w:t>
            </w:r>
            <w:r w:rsidRPr="00224953">
              <w:rPr>
                <w:szCs w:val="28"/>
              </w:rPr>
              <w:t>Великое, ул. Р</w:t>
            </w:r>
            <w:r w:rsidR="00817E5C">
              <w:rPr>
                <w:szCs w:val="28"/>
              </w:rPr>
              <w:t>озы</w:t>
            </w:r>
            <w:r w:rsidRPr="00224953">
              <w:rPr>
                <w:szCs w:val="28"/>
              </w:rPr>
              <w:t xml:space="preserve"> Люксембург, ул.</w:t>
            </w:r>
            <w:r w:rsidR="00817E5C">
              <w:rPr>
                <w:szCs w:val="28"/>
              </w:rPr>
              <w:t xml:space="preserve"> </w:t>
            </w:r>
            <w:r w:rsidRPr="00224953">
              <w:rPr>
                <w:szCs w:val="28"/>
              </w:rPr>
              <w:t>Урицкого,</w:t>
            </w:r>
            <w:r w:rsidR="00817E5C">
              <w:rPr>
                <w:szCs w:val="28"/>
              </w:rPr>
              <w:t xml:space="preserve"> </w:t>
            </w:r>
            <w:r w:rsidR="00817E5C">
              <w:rPr>
                <w:szCs w:val="28"/>
              </w:rPr>
              <w:br/>
            </w:r>
            <w:r w:rsidRPr="00224953">
              <w:rPr>
                <w:szCs w:val="28"/>
              </w:rPr>
              <w:t>ул. Советская, ул. Труда, ул. Ярославская (II этап)</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76:04:000000:1954</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Газораспредели-тельная сеть, газопровод высокого и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817E5C">
            <w:pPr>
              <w:ind w:firstLine="0"/>
              <w:jc w:val="left"/>
              <w:rPr>
                <w:szCs w:val="28"/>
              </w:rPr>
            </w:pPr>
            <w:r w:rsidRPr="00224953">
              <w:rPr>
                <w:szCs w:val="28"/>
              </w:rPr>
              <w:t xml:space="preserve">Российская Федерация, Ярославская область, </w:t>
            </w:r>
            <w:r w:rsidR="00817E5C">
              <w:rPr>
                <w:szCs w:val="28"/>
              </w:rPr>
              <w:br/>
              <w:t>Гаврилов-Ямский райо</w:t>
            </w:r>
            <w:r w:rsidRPr="00224953">
              <w:rPr>
                <w:szCs w:val="28"/>
              </w:rPr>
              <w:t>н, г.</w:t>
            </w:r>
            <w:r w:rsidR="00817E5C">
              <w:rPr>
                <w:szCs w:val="28"/>
              </w:rPr>
              <w:t xml:space="preserve"> </w:t>
            </w:r>
            <w:r w:rsidRPr="00224953">
              <w:rPr>
                <w:szCs w:val="28"/>
              </w:rPr>
              <w:t>Гаврилов-Ям, Юбилейный проезд, д.</w:t>
            </w:r>
            <w:r w:rsidR="00817E5C">
              <w:rPr>
                <w:szCs w:val="28"/>
              </w:rPr>
              <w:t xml:space="preserve"> </w:t>
            </w:r>
            <w:r w:rsidRPr="00224953">
              <w:rPr>
                <w:szCs w:val="28"/>
              </w:rPr>
              <w:t>1,</w:t>
            </w:r>
            <w:r w:rsidR="00817E5C">
              <w:rPr>
                <w:szCs w:val="28"/>
              </w:rPr>
              <w:t xml:space="preserve"> </w:t>
            </w:r>
            <w:r w:rsidRPr="00224953">
              <w:rPr>
                <w:szCs w:val="28"/>
              </w:rPr>
              <w:t>3,</w:t>
            </w:r>
            <w:r w:rsidR="00817E5C">
              <w:rPr>
                <w:szCs w:val="28"/>
              </w:rPr>
              <w:t xml:space="preserve"> </w:t>
            </w:r>
            <w:r w:rsidRPr="00224953">
              <w:rPr>
                <w:szCs w:val="28"/>
              </w:rPr>
              <w:t>4,</w:t>
            </w:r>
            <w:r w:rsidR="00817E5C">
              <w:rPr>
                <w:szCs w:val="28"/>
              </w:rPr>
              <w:t xml:space="preserve"> </w:t>
            </w:r>
            <w:r w:rsidRPr="00224953">
              <w:rPr>
                <w:szCs w:val="28"/>
              </w:rPr>
              <w:t>6,</w:t>
            </w:r>
            <w:r w:rsidR="00817E5C">
              <w:rPr>
                <w:szCs w:val="28"/>
              </w:rPr>
              <w:t xml:space="preserve"> </w:t>
            </w:r>
            <w:r w:rsidRPr="00224953">
              <w:rPr>
                <w:szCs w:val="28"/>
              </w:rPr>
              <w:t>7,</w:t>
            </w:r>
            <w:r w:rsidR="00817E5C">
              <w:rPr>
                <w:szCs w:val="28"/>
              </w:rPr>
              <w:t xml:space="preserve"> 8, </w:t>
            </w:r>
            <w:r w:rsidRPr="00224953">
              <w:rPr>
                <w:szCs w:val="28"/>
              </w:rPr>
              <w:t>9,</w:t>
            </w:r>
            <w:r w:rsidR="00817E5C">
              <w:rPr>
                <w:szCs w:val="28"/>
              </w:rPr>
              <w:t xml:space="preserve"> </w:t>
            </w:r>
            <w:r w:rsidRPr="00224953">
              <w:rPr>
                <w:szCs w:val="28"/>
              </w:rPr>
              <w:t>10,</w:t>
            </w:r>
            <w:r w:rsidR="00817E5C">
              <w:rPr>
                <w:szCs w:val="28"/>
              </w:rPr>
              <w:t xml:space="preserve"> </w:t>
            </w:r>
            <w:r w:rsidRPr="00224953">
              <w:rPr>
                <w:szCs w:val="28"/>
              </w:rPr>
              <w:t>11,</w:t>
            </w:r>
            <w:r w:rsidR="00817E5C">
              <w:rPr>
                <w:szCs w:val="28"/>
              </w:rPr>
              <w:t xml:space="preserve"> </w:t>
            </w:r>
            <w:r w:rsidRPr="00224953">
              <w:rPr>
                <w:szCs w:val="28"/>
              </w:rPr>
              <w:t>12,</w:t>
            </w:r>
            <w:r w:rsidR="00817E5C">
              <w:rPr>
                <w:szCs w:val="28"/>
              </w:rPr>
              <w:t xml:space="preserve"> </w:t>
            </w:r>
            <w:r w:rsidRPr="00224953">
              <w:rPr>
                <w:szCs w:val="28"/>
              </w:rPr>
              <w:t>14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76:04:000000:1963</w:t>
            </w:r>
          </w:p>
        </w:tc>
      </w:tr>
      <w:tr w:rsidR="00D91137" w:rsidRPr="00224953" w:rsidTr="00F41344">
        <w:trPr>
          <w:trHeight w:val="15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и 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897A09">
            <w:pPr>
              <w:ind w:firstLine="0"/>
              <w:jc w:val="left"/>
              <w:rPr>
                <w:szCs w:val="28"/>
              </w:rPr>
            </w:pPr>
            <w:r w:rsidRPr="00224953">
              <w:rPr>
                <w:szCs w:val="28"/>
              </w:rPr>
              <w:t xml:space="preserve">Российская Федерация, Ярославская область, </w:t>
            </w:r>
            <w:r w:rsidR="00897A09">
              <w:rPr>
                <w:szCs w:val="28"/>
              </w:rPr>
              <w:br/>
              <w:t>Гаврилов-Ямский райо</w:t>
            </w:r>
            <w:r w:rsidRPr="00224953">
              <w:rPr>
                <w:szCs w:val="28"/>
              </w:rPr>
              <w:t>н, г.</w:t>
            </w:r>
            <w:r w:rsidR="00897A09">
              <w:rPr>
                <w:szCs w:val="28"/>
              </w:rPr>
              <w:t> </w:t>
            </w:r>
            <w:r w:rsidRPr="00224953">
              <w:rPr>
                <w:szCs w:val="28"/>
              </w:rPr>
              <w:t>Гаврилов-Ям, ул. Рабочая,</w:t>
            </w:r>
            <w:r w:rsidR="00897A09">
              <w:rPr>
                <w:szCs w:val="28"/>
              </w:rPr>
              <w:t xml:space="preserve"> </w:t>
            </w:r>
            <w:r w:rsidRPr="00224953">
              <w:rPr>
                <w:szCs w:val="28"/>
              </w:rPr>
              <w:t>ул.</w:t>
            </w:r>
            <w:r w:rsidR="00897A09">
              <w:rPr>
                <w:szCs w:val="28"/>
              </w:rPr>
              <w:t xml:space="preserve"> Февральская, ул. Гражданская, </w:t>
            </w:r>
            <w:r w:rsidR="00897A09">
              <w:rPr>
                <w:szCs w:val="28"/>
              </w:rPr>
              <w:br/>
              <w:t>ул. </w:t>
            </w:r>
            <w:r w:rsidRPr="00224953">
              <w:rPr>
                <w:szCs w:val="28"/>
              </w:rPr>
              <w:t>Железнодорожная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76:04:000000:1958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603</w:t>
            </w:r>
          </w:p>
        </w:tc>
        <w:tc>
          <w:tcPr>
            <w:tcW w:w="1289" w:type="pct"/>
            <w:tcBorders>
              <w:top w:val="nil"/>
              <w:left w:val="nil"/>
              <w:bottom w:val="single" w:sz="4" w:space="0" w:color="auto"/>
              <w:right w:val="single" w:sz="4" w:space="0" w:color="auto"/>
            </w:tcBorders>
            <w:shd w:val="clear" w:color="auto" w:fill="auto"/>
            <w:hideMark/>
          </w:tcPr>
          <w:p w:rsidR="00897A0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897A09">
              <w:rPr>
                <w:szCs w:val="28"/>
              </w:rPr>
              <w:br/>
              <w:t>Гаврилов-Ямский райо</w:t>
            </w:r>
            <w:r w:rsidRPr="00224953">
              <w:rPr>
                <w:szCs w:val="28"/>
              </w:rPr>
              <w:t>н, с.</w:t>
            </w:r>
            <w:r w:rsidR="00897A09">
              <w:rPr>
                <w:szCs w:val="28"/>
              </w:rPr>
              <w:t xml:space="preserve"> </w:t>
            </w:r>
            <w:r w:rsidRPr="00224953">
              <w:rPr>
                <w:szCs w:val="28"/>
              </w:rPr>
              <w:t>Шопша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76:04:000000:1951</w:t>
            </w:r>
          </w:p>
        </w:tc>
      </w:tr>
      <w:tr w:rsidR="00D91137" w:rsidRPr="00224953" w:rsidTr="00513A65">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1157C">
            <w:pPr>
              <w:ind w:firstLine="0"/>
              <w:jc w:val="left"/>
              <w:rPr>
                <w:szCs w:val="28"/>
              </w:rPr>
            </w:pPr>
            <w:r w:rsidRPr="00224953">
              <w:rPr>
                <w:szCs w:val="28"/>
              </w:rPr>
              <w:t>Российская Федерация, Ярославская обл</w:t>
            </w:r>
            <w:r w:rsidR="00C1157C">
              <w:rPr>
                <w:szCs w:val="28"/>
              </w:rPr>
              <w:t>асть</w:t>
            </w:r>
            <w:r w:rsidRPr="00224953">
              <w:rPr>
                <w:szCs w:val="28"/>
              </w:rPr>
              <w:t xml:space="preserve">, </w:t>
            </w:r>
            <w:r w:rsidR="00C1157C">
              <w:rPr>
                <w:szCs w:val="28"/>
              </w:rPr>
              <w:br/>
              <w:t>Гаврилов-Ямский райо</w:t>
            </w:r>
            <w:r w:rsidRPr="00224953">
              <w:rPr>
                <w:szCs w:val="28"/>
              </w:rPr>
              <w:t>н, с</w:t>
            </w:r>
            <w:r w:rsidR="00C1157C">
              <w:rPr>
                <w:szCs w:val="28"/>
              </w:rPr>
              <w:t>. </w:t>
            </w:r>
            <w:r w:rsidRPr="00224953">
              <w:rPr>
                <w:szCs w:val="28"/>
              </w:rPr>
              <w:t>Великое,</w:t>
            </w:r>
            <w:r w:rsidR="00C1157C">
              <w:rPr>
                <w:szCs w:val="28"/>
              </w:rPr>
              <w:t xml:space="preserve"> от точки врезки у ОАО ГМЗ</w:t>
            </w:r>
            <w:r w:rsidR="00C1157C">
              <w:rPr>
                <w:szCs w:val="28"/>
              </w:rPr>
              <w:br/>
              <w:t>«</w:t>
            </w:r>
            <w:r w:rsidRPr="00224953">
              <w:rPr>
                <w:szCs w:val="28"/>
              </w:rPr>
              <w:t>Агат</w:t>
            </w:r>
            <w:r w:rsidR="00C1157C">
              <w:rPr>
                <w:szCs w:val="28"/>
              </w:rPr>
              <w:t>»</w:t>
            </w:r>
            <w:r w:rsidRPr="00224953">
              <w:rPr>
                <w:szCs w:val="28"/>
              </w:rPr>
              <w:t xml:space="preserve"> до с. Великое</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76:04:000000:1940</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605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C1157C" w:rsidP="00C1157C">
            <w:pPr>
              <w:ind w:firstLine="0"/>
              <w:jc w:val="left"/>
              <w:rPr>
                <w:szCs w:val="28"/>
              </w:rPr>
            </w:pPr>
            <w:r>
              <w:rPr>
                <w:szCs w:val="28"/>
              </w:rPr>
              <w:t>Газификация с. </w:t>
            </w:r>
            <w:r w:rsidR="00D91137" w:rsidRPr="00224953">
              <w:rPr>
                <w:szCs w:val="28"/>
              </w:rPr>
              <w:t>Покров</w:t>
            </w:r>
            <w:r>
              <w:rPr>
                <w:szCs w:val="28"/>
              </w:rPr>
              <w:t xml:space="preserve"> Даниловского района</w:t>
            </w:r>
            <w:r w:rsidR="00D91137" w:rsidRPr="00224953">
              <w:rPr>
                <w:szCs w:val="28"/>
              </w:rPr>
              <w:t xml:space="preserve">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1157C">
            <w:pPr>
              <w:ind w:firstLine="0"/>
              <w:jc w:val="left"/>
              <w:rPr>
                <w:szCs w:val="28"/>
              </w:rPr>
            </w:pPr>
            <w:r w:rsidRPr="00224953">
              <w:rPr>
                <w:szCs w:val="28"/>
              </w:rPr>
              <w:t xml:space="preserve">Ярославская область, </w:t>
            </w:r>
            <w:r w:rsidR="00C1157C">
              <w:rPr>
                <w:szCs w:val="28"/>
              </w:rPr>
              <w:br/>
            </w:r>
            <w:r w:rsidRPr="00224953">
              <w:rPr>
                <w:szCs w:val="28"/>
              </w:rPr>
              <w:t xml:space="preserve">Даниловский район, </w:t>
            </w:r>
            <w:r w:rsidR="00C1157C">
              <w:rPr>
                <w:szCs w:val="28"/>
              </w:rPr>
              <w:br/>
            </w:r>
            <w:r w:rsidRPr="00224953">
              <w:rPr>
                <w:szCs w:val="28"/>
              </w:rPr>
              <w:t>с.</w:t>
            </w:r>
            <w:r w:rsidR="00C1157C">
              <w:rPr>
                <w:szCs w:val="28"/>
              </w:rPr>
              <w:t> </w:t>
            </w:r>
            <w:r w:rsidRPr="00224953">
              <w:rPr>
                <w:szCs w:val="28"/>
              </w:rPr>
              <w:t>Покров</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76:05:000000:1453</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606</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1157C">
            <w:pPr>
              <w:ind w:firstLine="0"/>
              <w:jc w:val="left"/>
              <w:rPr>
                <w:szCs w:val="28"/>
              </w:rPr>
            </w:pPr>
            <w:r w:rsidRPr="00224953">
              <w:rPr>
                <w:szCs w:val="28"/>
              </w:rPr>
              <w:t>Межпоселковый газопровод высокого давления г.</w:t>
            </w:r>
            <w:r w:rsidR="00C1157C">
              <w:rPr>
                <w:szCs w:val="28"/>
              </w:rPr>
              <w:t> </w:t>
            </w:r>
            <w:r w:rsidRPr="00224953">
              <w:rPr>
                <w:szCs w:val="28"/>
              </w:rPr>
              <w:t>Данилов</w:t>
            </w:r>
            <w:r w:rsidR="00C1157C">
              <w:rPr>
                <w:szCs w:val="28"/>
              </w:rPr>
              <w:t xml:space="preserve"> – </w:t>
            </w:r>
            <w:r w:rsidRPr="00224953">
              <w:rPr>
                <w:szCs w:val="28"/>
              </w:rPr>
              <w:t>п.</w:t>
            </w:r>
            <w:r w:rsidR="00C1157C">
              <w:rPr>
                <w:szCs w:val="28"/>
              </w:rPr>
              <w:t> </w:t>
            </w:r>
            <w:r w:rsidRPr="00224953">
              <w:rPr>
                <w:szCs w:val="28"/>
              </w:rPr>
              <w:t>Рощино</w:t>
            </w:r>
            <w:r w:rsidR="00C1157C">
              <w:rPr>
                <w:szCs w:val="28"/>
              </w:rPr>
              <w:t xml:space="preserve"> </w:t>
            </w:r>
            <w:r w:rsidRPr="00224953">
              <w:rPr>
                <w:szCs w:val="28"/>
              </w:rPr>
              <w:t>–</w:t>
            </w:r>
            <w:r w:rsidR="00C1157C">
              <w:rPr>
                <w:szCs w:val="28"/>
              </w:rPr>
              <w:t xml:space="preserve"> </w:t>
            </w:r>
            <w:r w:rsidRPr="00224953">
              <w:rPr>
                <w:szCs w:val="28"/>
              </w:rPr>
              <w:t>с.</w:t>
            </w:r>
            <w:r w:rsidR="00C1157C">
              <w:rPr>
                <w:szCs w:val="28"/>
              </w:rPr>
              <w:t> </w:t>
            </w:r>
            <w:r w:rsidRPr="00224953">
              <w:rPr>
                <w:szCs w:val="28"/>
              </w:rPr>
              <w:t>Покров Даниловского района Ярославской области</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C1157C">
            <w:pPr>
              <w:ind w:firstLine="0"/>
              <w:jc w:val="left"/>
              <w:rPr>
                <w:szCs w:val="28"/>
              </w:rPr>
            </w:pPr>
            <w:r w:rsidRPr="00224953">
              <w:rPr>
                <w:szCs w:val="28"/>
              </w:rPr>
              <w:t xml:space="preserve">Ярославская область, </w:t>
            </w:r>
            <w:r w:rsidR="00C1157C">
              <w:rPr>
                <w:szCs w:val="28"/>
              </w:rPr>
              <w:br/>
            </w:r>
            <w:r w:rsidRPr="00224953">
              <w:rPr>
                <w:szCs w:val="28"/>
              </w:rPr>
              <w:t xml:space="preserve">Даниловский район, </w:t>
            </w:r>
            <w:r w:rsidR="00C1157C">
              <w:rPr>
                <w:szCs w:val="28"/>
              </w:rPr>
              <w:br/>
              <w:t>г</w:t>
            </w:r>
            <w:r w:rsidRPr="00224953">
              <w:rPr>
                <w:szCs w:val="28"/>
              </w:rPr>
              <w:t xml:space="preserve">ородское поселение </w:t>
            </w:r>
            <w:r w:rsidR="00C1157C">
              <w:rPr>
                <w:szCs w:val="28"/>
              </w:rPr>
              <w:br/>
            </w:r>
            <w:r w:rsidRPr="00224953">
              <w:rPr>
                <w:szCs w:val="28"/>
              </w:rPr>
              <w:t>Данилов, Даниловское сельское поселение</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76:05:000000:1459</w:t>
            </w:r>
          </w:p>
        </w:tc>
      </w:tr>
      <w:tr w:rsidR="00D91137" w:rsidRPr="00224953" w:rsidTr="00096FA8">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607</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096FA8" w:rsidP="00D91137">
            <w:pPr>
              <w:ind w:firstLine="0"/>
              <w:jc w:val="left"/>
              <w:rPr>
                <w:szCs w:val="28"/>
              </w:rPr>
            </w:pPr>
            <w:r>
              <w:rPr>
                <w:szCs w:val="28"/>
              </w:rPr>
              <w:t>Газификация п. </w:t>
            </w:r>
            <w:r w:rsidR="00D91137" w:rsidRPr="00224953">
              <w:rPr>
                <w:szCs w:val="28"/>
              </w:rPr>
              <w:t>Рощино, д. Ртищево Даниловского района Ярославской области</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096FA8">
              <w:rPr>
                <w:szCs w:val="28"/>
              </w:rPr>
              <w:br/>
            </w:r>
            <w:r w:rsidRPr="00224953">
              <w:rPr>
                <w:szCs w:val="28"/>
              </w:rPr>
              <w:t xml:space="preserve">Даниловский район, </w:t>
            </w:r>
            <w:r w:rsidR="00096FA8">
              <w:rPr>
                <w:szCs w:val="28"/>
              </w:rPr>
              <w:br/>
            </w:r>
            <w:r w:rsidRPr="00224953">
              <w:rPr>
                <w:szCs w:val="28"/>
              </w:rPr>
              <w:t>п. Рощино, д. Ртищево</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76:05:000000:1413</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505B67">
              <w:rPr>
                <w:szCs w:val="28"/>
              </w:rPr>
              <w:br/>
            </w:r>
            <w:r w:rsidRPr="00224953">
              <w:rPr>
                <w:szCs w:val="28"/>
              </w:rPr>
              <w:t xml:space="preserve">Даниловский район, </w:t>
            </w:r>
            <w:r w:rsidR="00505B67">
              <w:rPr>
                <w:szCs w:val="28"/>
              </w:rPr>
              <w:br/>
            </w:r>
            <w:r w:rsidRPr="00224953">
              <w:rPr>
                <w:szCs w:val="28"/>
              </w:rPr>
              <w:t>д</w:t>
            </w:r>
            <w:r w:rsidR="00505B67">
              <w:rPr>
                <w:szCs w:val="28"/>
              </w:rPr>
              <w:t>. Малое Марьино, д. </w:t>
            </w:r>
            <w:r w:rsidRPr="00224953">
              <w:rPr>
                <w:szCs w:val="28"/>
              </w:rPr>
              <w:t>Семлово, д.</w:t>
            </w:r>
            <w:r w:rsidR="00505B67">
              <w:rPr>
                <w:szCs w:val="28"/>
              </w:rPr>
              <w:t xml:space="preserve"> </w:t>
            </w:r>
            <w:r w:rsidRPr="00224953">
              <w:rPr>
                <w:szCs w:val="28"/>
              </w:rPr>
              <w:t>Козлово, д.</w:t>
            </w:r>
            <w:r w:rsidR="00505B67">
              <w:rPr>
                <w:szCs w:val="28"/>
              </w:rPr>
              <w:t> </w:t>
            </w:r>
            <w:r w:rsidRPr="00224953">
              <w:rPr>
                <w:szCs w:val="28"/>
              </w:rPr>
              <w:t>Федурино</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76:05:000000:1623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609</w:t>
            </w:r>
          </w:p>
        </w:tc>
        <w:tc>
          <w:tcPr>
            <w:tcW w:w="1289" w:type="pct"/>
            <w:tcBorders>
              <w:top w:val="nil"/>
              <w:left w:val="nil"/>
              <w:bottom w:val="single" w:sz="4" w:space="0" w:color="auto"/>
              <w:right w:val="single" w:sz="4" w:space="0" w:color="auto"/>
            </w:tcBorders>
            <w:shd w:val="clear" w:color="auto" w:fill="auto"/>
            <w:hideMark/>
          </w:tcPr>
          <w:p w:rsidR="00505B6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05B67">
            <w:pPr>
              <w:ind w:firstLine="0"/>
              <w:jc w:val="left"/>
              <w:rPr>
                <w:szCs w:val="28"/>
              </w:rPr>
            </w:pPr>
            <w:r w:rsidRPr="00224953">
              <w:rPr>
                <w:szCs w:val="28"/>
              </w:rPr>
              <w:t xml:space="preserve">Ярославская область, </w:t>
            </w:r>
            <w:r w:rsidR="00D50220">
              <w:rPr>
                <w:szCs w:val="28"/>
              </w:rPr>
              <w:br/>
            </w:r>
            <w:r w:rsidRPr="00224953">
              <w:rPr>
                <w:szCs w:val="28"/>
              </w:rPr>
              <w:t>Даниловский</w:t>
            </w:r>
            <w:r w:rsidR="00D50220">
              <w:rPr>
                <w:szCs w:val="28"/>
              </w:rPr>
              <w:t xml:space="preserve"> район, д. </w:t>
            </w:r>
            <w:r w:rsidRPr="00224953">
              <w:rPr>
                <w:szCs w:val="28"/>
              </w:rPr>
              <w:t>Семлово</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76:05:000000:1633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610</w:t>
            </w:r>
          </w:p>
        </w:tc>
        <w:tc>
          <w:tcPr>
            <w:tcW w:w="1289" w:type="pct"/>
            <w:tcBorders>
              <w:top w:val="nil"/>
              <w:left w:val="nil"/>
              <w:bottom w:val="single" w:sz="4" w:space="0" w:color="auto"/>
              <w:right w:val="single" w:sz="4" w:space="0" w:color="auto"/>
            </w:tcBorders>
            <w:shd w:val="clear" w:color="auto" w:fill="auto"/>
            <w:hideMark/>
          </w:tcPr>
          <w:p w:rsidR="00D5022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D50220">
              <w:rPr>
                <w:szCs w:val="28"/>
              </w:rPr>
              <w:br/>
            </w:r>
            <w:r w:rsidRPr="00224953">
              <w:rPr>
                <w:szCs w:val="28"/>
              </w:rPr>
              <w:t xml:space="preserve">Даниловский район, </w:t>
            </w:r>
            <w:r w:rsidR="00D50220">
              <w:rPr>
                <w:szCs w:val="28"/>
              </w:rPr>
              <w:br/>
            </w:r>
            <w:r w:rsidRPr="00224953">
              <w:rPr>
                <w:szCs w:val="28"/>
              </w:rPr>
              <w:t>д.</w:t>
            </w:r>
            <w:r w:rsidR="00D50220">
              <w:rPr>
                <w:szCs w:val="28"/>
              </w:rPr>
              <w:t xml:space="preserve"> </w:t>
            </w:r>
            <w:r w:rsidRPr="00224953">
              <w:rPr>
                <w:szCs w:val="28"/>
              </w:rPr>
              <w:t>Федурино</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76:05:000000:1619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611</w:t>
            </w:r>
          </w:p>
        </w:tc>
        <w:tc>
          <w:tcPr>
            <w:tcW w:w="1289" w:type="pct"/>
            <w:tcBorders>
              <w:top w:val="nil"/>
              <w:left w:val="nil"/>
              <w:bottom w:val="single" w:sz="4" w:space="0" w:color="auto"/>
              <w:right w:val="single" w:sz="4" w:space="0" w:color="auto"/>
            </w:tcBorders>
            <w:shd w:val="clear" w:color="auto" w:fill="auto"/>
            <w:hideMark/>
          </w:tcPr>
          <w:p w:rsidR="00D5022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D50220">
              <w:rPr>
                <w:szCs w:val="28"/>
              </w:rPr>
              <w:br/>
              <w:t>Даниловский райо</w:t>
            </w:r>
            <w:r w:rsidRPr="00224953">
              <w:rPr>
                <w:szCs w:val="28"/>
              </w:rPr>
              <w:t>н, д.</w:t>
            </w:r>
            <w:r w:rsidR="00D50220">
              <w:rPr>
                <w:szCs w:val="28"/>
              </w:rPr>
              <w:t> </w:t>
            </w:r>
            <w:r w:rsidRPr="00224953">
              <w:rPr>
                <w:szCs w:val="28"/>
              </w:rPr>
              <w:t>Иваники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76:05:000000:1858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50220" w:rsidP="00D91137">
            <w:pPr>
              <w:ind w:firstLine="0"/>
              <w:jc w:val="left"/>
              <w:rPr>
                <w:szCs w:val="28"/>
              </w:rPr>
            </w:pPr>
            <w:r>
              <w:rPr>
                <w:szCs w:val="28"/>
              </w:rPr>
              <w:t>Газификация д. </w:t>
            </w:r>
            <w:r w:rsidR="00D91137" w:rsidRPr="00224953">
              <w:rPr>
                <w:szCs w:val="28"/>
              </w:rPr>
              <w:t>Большое Марьино Даниловского района</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50220">
            <w:pPr>
              <w:ind w:firstLine="0"/>
              <w:jc w:val="left"/>
              <w:rPr>
                <w:szCs w:val="28"/>
              </w:rPr>
            </w:pPr>
            <w:r w:rsidRPr="00224953">
              <w:rPr>
                <w:szCs w:val="28"/>
              </w:rPr>
              <w:t xml:space="preserve">Ярославская область, </w:t>
            </w:r>
            <w:r w:rsidR="00D50220">
              <w:rPr>
                <w:szCs w:val="28"/>
              </w:rPr>
              <w:br/>
            </w:r>
            <w:r w:rsidRPr="00224953">
              <w:rPr>
                <w:szCs w:val="28"/>
              </w:rPr>
              <w:t>Даниловский район, д.</w:t>
            </w:r>
            <w:r w:rsidR="00D50220">
              <w:rPr>
                <w:szCs w:val="28"/>
              </w:rPr>
              <w:t> </w:t>
            </w:r>
            <w:r w:rsidRPr="00224953">
              <w:rPr>
                <w:szCs w:val="28"/>
              </w:rPr>
              <w:t>Б</w:t>
            </w:r>
            <w:r w:rsidR="00D50220">
              <w:rPr>
                <w:szCs w:val="28"/>
              </w:rPr>
              <w:t xml:space="preserve">ольшое </w:t>
            </w:r>
            <w:r w:rsidRPr="00224953">
              <w:rPr>
                <w:szCs w:val="28"/>
              </w:rPr>
              <w:t>Марьино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76:05:000000:1914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w:t>
            </w:r>
            <w:r w:rsidR="00D50220">
              <w:rPr>
                <w:szCs w:val="28"/>
              </w:rPr>
              <w:t xml:space="preserve"> г. </w:t>
            </w:r>
            <w:r w:rsidRPr="00224953">
              <w:rPr>
                <w:szCs w:val="28"/>
              </w:rPr>
              <w:t xml:space="preserve">Данилов, </w:t>
            </w:r>
            <w:r w:rsidR="00D50220">
              <w:rPr>
                <w:szCs w:val="28"/>
              </w:rPr>
              <w:br/>
            </w:r>
            <w:r w:rsidRPr="00224953">
              <w:rPr>
                <w:szCs w:val="28"/>
              </w:rPr>
              <w:t>ул. Ярославская, д. 52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76:05:010515:614</w:t>
            </w:r>
          </w:p>
        </w:tc>
      </w:tr>
      <w:tr w:rsidR="00D91137" w:rsidRPr="00224953" w:rsidTr="00513A65">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50220" w:rsidP="00D91137">
            <w:pPr>
              <w:ind w:firstLine="0"/>
              <w:jc w:val="left"/>
              <w:rPr>
                <w:szCs w:val="28"/>
              </w:rPr>
            </w:pPr>
            <w:r>
              <w:rPr>
                <w:szCs w:val="28"/>
              </w:rPr>
              <w:t>Г</w:t>
            </w:r>
            <w:r w:rsidR="00D91137" w:rsidRPr="00224953">
              <w:rPr>
                <w:szCs w:val="28"/>
              </w:rPr>
              <w:t>азопровод низкого давления к теплогенераторной установке</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w:t>
            </w:r>
            <w:r w:rsidR="00D50220">
              <w:rPr>
                <w:szCs w:val="28"/>
              </w:rPr>
              <w:t xml:space="preserve"> г. </w:t>
            </w:r>
            <w:r w:rsidRPr="00224953">
              <w:rPr>
                <w:szCs w:val="28"/>
              </w:rPr>
              <w:t xml:space="preserve">Данилов, </w:t>
            </w:r>
            <w:r w:rsidR="00D50220">
              <w:rPr>
                <w:szCs w:val="28"/>
              </w:rPr>
              <w:br/>
            </w:r>
            <w:r w:rsidRPr="00224953">
              <w:rPr>
                <w:szCs w:val="28"/>
              </w:rPr>
              <w:t>ул. Ярославская, д. 52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76:05:010515:618</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615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50220" w:rsidP="00D91137">
            <w:pPr>
              <w:ind w:firstLine="0"/>
              <w:jc w:val="left"/>
              <w:rPr>
                <w:szCs w:val="28"/>
              </w:rPr>
            </w:pPr>
            <w:r>
              <w:rPr>
                <w:szCs w:val="28"/>
              </w:rPr>
              <w:t>Газификация с. </w:t>
            </w:r>
            <w:r w:rsidR="00D91137" w:rsidRPr="00224953">
              <w:rPr>
                <w:szCs w:val="28"/>
              </w:rPr>
              <w:t xml:space="preserve">Горинское </w:t>
            </w:r>
            <w:r>
              <w:rPr>
                <w:szCs w:val="28"/>
              </w:rPr>
              <w:br/>
            </w:r>
            <w:r w:rsidR="00D91137" w:rsidRPr="00224953">
              <w:rPr>
                <w:szCs w:val="28"/>
              </w:rPr>
              <w:t>Даниловского района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50220"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Даниловский</w:t>
            </w:r>
            <w:r w:rsidR="00D50220">
              <w:rPr>
                <w:szCs w:val="28"/>
              </w:rPr>
              <w:t xml:space="preserve"> район</w:t>
            </w:r>
            <w:r w:rsidRPr="00224953">
              <w:rPr>
                <w:szCs w:val="28"/>
              </w:rPr>
              <w:t xml:space="preserve">, </w:t>
            </w:r>
            <w:r w:rsidR="00D50220">
              <w:rPr>
                <w:szCs w:val="28"/>
              </w:rPr>
              <w:br/>
            </w:r>
            <w:r w:rsidRPr="00224953">
              <w:rPr>
                <w:szCs w:val="28"/>
              </w:rPr>
              <w:t>с</w:t>
            </w:r>
            <w:r w:rsidR="00D50220">
              <w:rPr>
                <w:szCs w:val="28"/>
              </w:rPr>
              <w:t>.</w:t>
            </w:r>
            <w:r w:rsidRPr="00224953">
              <w:rPr>
                <w:szCs w:val="28"/>
              </w:rPr>
              <w:t xml:space="preserve"> Горинское</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76:05:040101:9420</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616</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50220" w:rsidP="00D91137">
            <w:pPr>
              <w:ind w:firstLine="0"/>
              <w:jc w:val="left"/>
              <w:rPr>
                <w:szCs w:val="28"/>
              </w:rPr>
            </w:pPr>
            <w:r>
              <w:rPr>
                <w:szCs w:val="28"/>
              </w:rPr>
              <w:t>Газификация с. </w:t>
            </w:r>
            <w:r w:rsidR="00D91137" w:rsidRPr="00224953">
              <w:rPr>
                <w:szCs w:val="28"/>
              </w:rPr>
              <w:t>Спас Даниловского района Ярославской области</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D50220">
              <w:rPr>
                <w:szCs w:val="28"/>
              </w:rPr>
              <w:br/>
            </w:r>
            <w:r w:rsidRPr="00224953">
              <w:rPr>
                <w:szCs w:val="28"/>
              </w:rPr>
              <w:t>Даниловский район, с.</w:t>
            </w:r>
            <w:r w:rsidR="00D50220">
              <w:rPr>
                <w:szCs w:val="28"/>
              </w:rPr>
              <w:t> </w:t>
            </w:r>
            <w:r w:rsidRPr="00224953">
              <w:rPr>
                <w:szCs w:val="28"/>
              </w:rPr>
              <w:t>Спас</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76:05:000000:1941</w:t>
            </w:r>
          </w:p>
        </w:tc>
      </w:tr>
      <w:tr w:rsidR="00D91137" w:rsidRPr="00224953" w:rsidTr="0002602F">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50220" w:rsidP="00D91137">
            <w:pPr>
              <w:ind w:firstLine="0"/>
              <w:jc w:val="left"/>
              <w:rPr>
                <w:szCs w:val="28"/>
              </w:rPr>
            </w:pPr>
            <w:r>
              <w:rPr>
                <w:szCs w:val="28"/>
              </w:rPr>
              <w:t>Н</w:t>
            </w:r>
            <w:r w:rsidR="00D91137" w:rsidRPr="00224953">
              <w:rPr>
                <w:szCs w:val="28"/>
              </w:rPr>
              <w:t xml:space="preserve">аружный </w:t>
            </w:r>
            <w:r>
              <w:rPr>
                <w:szCs w:val="28"/>
              </w:rPr>
              <w:br/>
            </w:r>
            <w:r w:rsidR="00D91137" w:rsidRPr="00224953">
              <w:rPr>
                <w:szCs w:val="28"/>
              </w:rPr>
              <w:t xml:space="preserve">газопровод </w:t>
            </w:r>
            <w:r>
              <w:rPr>
                <w:szCs w:val="28"/>
              </w:rPr>
              <w:br/>
            </w:r>
            <w:r w:rsidR="00D91137"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50220" w:rsidRDefault="00D91137" w:rsidP="00D50220">
            <w:pPr>
              <w:ind w:firstLine="0"/>
              <w:jc w:val="left"/>
              <w:rPr>
                <w:szCs w:val="28"/>
              </w:rPr>
            </w:pPr>
            <w:r w:rsidRPr="00224953">
              <w:rPr>
                <w:szCs w:val="28"/>
              </w:rPr>
              <w:t>Российская Федерация, Ярославская область, Первомайский</w:t>
            </w:r>
            <w:r w:rsidR="00D50220">
              <w:rPr>
                <w:szCs w:val="28"/>
              </w:rPr>
              <w:t xml:space="preserve"> район</w:t>
            </w:r>
            <w:r w:rsidRPr="00224953">
              <w:rPr>
                <w:szCs w:val="28"/>
              </w:rPr>
              <w:t xml:space="preserve">, </w:t>
            </w:r>
          </w:p>
          <w:p w:rsidR="00D91137" w:rsidRPr="00224953" w:rsidRDefault="00D50220" w:rsidP="00D50220">
            <w:pPr>
              <w:ind w:firstLine="0"/>
              <w:jc w:val="left"/>
              <w:rPr>
                <w:szCs w:val="28"/>
              </w:rPr>
            </w:pPr>
            <w:r>
              <w:rPr>
                <w:szCs w:val="28"/>
              </w:rPr>
              <w:t xml:space="preserve">рабочий поселок </w:t>
            </w:r>
            <w:r w:rsidR="00D91137" w:rsidRPr="00224953">
              <w:rPr>
                <w:szCs w:val="28"/>
              </w:rPr>
              <w:t>Пречистое, ул. Карла Маркса и ул. Ленина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76:10:000000:1068</w:t>
            </w:r>
          </w:p>
        </w:tc>
      </w:tr>
      <w:tr w:rsidR="00D91137" w:rsidRPr="00224953" w:rsidTr="0002602F">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618</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02602F" w:rsidP="00D91137">
            <w:pPr>
              <w:ind w:firstLine="0"/>
              <w:jc w:val="left"/>
              <w:rPr>
                <w:szCs w:val="28"/>
              </w:rPr>
            </w:pPr>
            <w:r>
              <w:rPr>
                <w:szCs w:val="28"/>
              </w:rPr>
              <w:t>Р</w:t>
            </w:r>
            <w:r w:rsidR="00D91137" w:rsidRPr="00224953">
              <w:rPr>
                <w:szCs w:val="28"/>
              </w:rPr>
              <w:t>аспределительный газопровод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02602F">
            <w:pPr>
              <w:ind w:firstLine="0"/>
              <w:jc w:val="left"/>
              <w:rPr>
                <w:szCs w:val="28"/>
              </w:rPr>
            </w:pPr>
            <w:r w:rsidRPr="00224953">
              <w:rPr>
                <w:szCs w:val="28"/>
              </w:rPr>
              <w:t>Российская Федерация, Ярославская область, Первомайский</w:t>
            </w:r>
            <w:r w:rsidR="0002602F">
              <w:rPr>
                <w:szCs w:val="28"/>
              </w:rPr>
              <w:t xml:space="preserve"> район</w:t>
            </w:r>
            <w:r w:rsidRPr="00224953">
              <w:rPr>
                <w:szCs w:val="28"/>
              </w:rPr>
              <w:t xml:space="preserve">, </w:t>
            </w:r>
            <w:r w:rsidR="0002602F">
              <w:rPr>
                <w:szCs w:val="28"/>
              </w:rPr>
              <w:br/>
              <w:t xml:space="preserve">рабочий поселок </w:t>
            </w:r>
            <w:r w:rsidRPr="00224953">
              <w:rPr>
                <w:szCs w:val="28"/>
              </w:rPr>
              <w:t>Пречистое, ул. Привокзальная, Любимский карьер</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76:10:000000:1073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619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Газорегуляторный пункт №</w:t>
            </w:r>
            <w:r w:rsidR="0002602F">
              <w:rPr>
                <w:szCs w:val="28"/>
              </w:rPr>
              <w:t xml:space="preserve"> </w:t>
            </w:r>
            <w:r w:rsidRPr="00224953">
              <w:rPr>
                <w:szCs w:val="28"/>
              </w:rPr>
              <w:t>1</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 Первомайский район, с.</w:t>
            </w:r>
            <w:r w:rsidR="0002602F">
              <w:rPr>
                <w:szCs w:val="28"/>
              </w:rPr>
              <w:t> </w:t>
            </w:r>
            <w:r w:rsidRPr="00224953">
              <w:rPr>
                <w:szCs w:val="28"/>
              </w:rPr>
              <w:t>Коза, ул. Центральная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76:10:021903:10227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Газорегуляторный пункт №</w:t>
            </w:r>
            <w:r w:rsidR="0002602F">
              <w:rPr>
                <w:szCs w:val="28"/>
              </w:rPr>
              <w:t xml:space="preserve"> </w:t>
            </w:r>
            <w:r w:rsidRPr="00224953">
              <w:rPr>
                <w:szCs w:val="28"/>
              </w:rPr>
              <w:t>2</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 Первомайский район, с.</w:t>
            </w:r>
            <w:r w:rsidR="0002602F">
              <w:rPr>
                <w:szCs w:val="28"/>
              </w:rPr>
              <w:t> </w:t>
            </w:r>
            <w:r w:rsidRPr="00224953">
              <w:rPr>
                <w:szCs w:val="28"/>
              </w:rPr>
              <w:t>Коза, ул. Заречная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76:10:020301:10551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02602F">
              <w:rPr>
                <w:szCs w:val="28"/>
              </w:rPr>
              <w:br/>
              <w:t>Любимский райо</w:t>
            </w:r>
            <w:r w:rsidRPr="00224953">
              <w:rPr>
                <w:szCs w:val="28"/>
              </w:rPr>
              <w:t xml:space="preserve">н, </w:t>
            </w:r>
            <w:r w:rsidR="0002602F">
              <w:rPr>
                <w:szCs w:val="28"/>
              </w:rPr>
              <w:br/>
            </w:r>
            <w:r w:rsidRPr="00224953">
              <w:rPr>
                <w:szCs w:val="28"/>
              </w:rPr>
              <w:t>г. Любим, ул. Красноармейская, д. 9/7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76:06:010202:397</w:t>
            </w:r>
          </w:p>
        </w:tc>
      </w:tr>
      <w:tr w:rsidR="00D91137" w:rsidRPr="00224953" w:rsidTr="00513A65">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622</w:t>
            </w:r>
          </w:p>
        </w:tc>
        <w:tc>
          <w:tcPr>
            <w:tcW w:w="1289" w:type="pct"/>
            <w:tcBorders>
              <w:top w:val="nil"/>
              <w:left w:val="nil"/>
              <w:bottom w:val="single" w:sz="4" w:space="0" w:color="auto"/>
              <w:right w:val="single" w:sz="4" w:space="0" w:color="auto"/>
            </w:tcBorders>
            <w:shd w:val="clear" w:color="auto" w:fill="auto"/>
            <w:hideMark/>
          </w:tcPr>
          <w:p w:rsidR="0002602F" w:rsidRDefault="00D91137" w:rsidP="00D91137">
            <w:pPr>
              <w:ind w:firstLine="0"/>
              <w:jc w:val="left"/>
              <w:rPr>
                <w:szCs w:val="28"/>
              </w:rPr>
            </w:pPr>
            <w:r w:rsidRPr="00224953">
              <w:rPr>
                <w:szCs w:val="28"/>
              </w:rPr>
              <w:t xml:space="preserve">Газопроводы-закольцовки </w:t>
            </w:r>
          </w:p>
          <w:p w:rsidR="00D91137" w:rsidRPr="00224953" w:rsidRDefault="00D91137" w:rsidP="00D91137">
            <w:pPr>
              <w:ind w:firstLine="0"/>
              <w:jc w:val="left"/>
              <w:rPr>
                <w:szCs w:val="28"/>
              </w:rPr>
            </w:pPr>
            <w:r w:rsidRPr="00224953">
              <w:rPr>
                <w:szCs w:val="28"/>
              </w:rPr>
              <w:t>низкого давления Ярославской области</w:t>
            </w:r>
            <w:r w:rsidR="0002602F">
              <w:rPr>
                <w:szCs w:val="28"/>
              </w:rPr>
              <w:t>,</w:t>
            </w:r>
            <w:r w:rsidRPr="00224953">
              <w:rPr>
                <w:szCs w:val="28"/>
              </w:rPr>
              <w:t xml:space="preserve"> г. Любим</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02602F" w:rsidP="0002602F">
            <w:pPr>
              <w:ind w:firstLine="0"/>
              <w:jc w:val="left"/>
              <w:rPr>
                <w:szCs w:val="28"/>
              </w:rPr>
            </w:pPr>
            <w:r>
              <w:rPr>
                <w:szCs w:val="28"/>
              </w:rPr>
              <w:t xml:space="preserve">Ярославская область, г. Любим, участок </w:t>
            </w:r>
            <w:r w:rsidR="00450D99">
              <w:rPr>
                <w:szCs w:val="28"/>
              </w:rPr>
              <w:br/>
            </w:r>
            <w:r>
              <w:rPr>
                <w:szCs w:val="28"/>
              </w:rPr>
              <w:t>газопровода</w:t>
            </w:r>
            <w:r w:rsidR="00D91137" w:rsidRPr="00224953">
              <w:rPr>
                <w:szCs w:val="28"/>
              </w:rPr>
              <w:t xml:space="preserve"> ул. Крестьянская </w:t>
            </w:r>
            <w:r>
              <w:rPr>
                <w:szCs w:val="28"/>
              </w:rPr>
              <w:t>–</w:t>
            </w:r>
            <w:r w:rsidR="00D91137" w:rsidRPr="00224953">
              <w:rPr>
                <w:szCs w:val="28"/>
              </w:rPr>
              <w:t xml:space="preserve"> ул. Республиканская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76:06:010409:37</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50D99">
            <w:pPr>
              <w:ind w:firstLine="0"/>
              <w:jc w:val="left"/>
              <w:rPr>
                <w:szCs w:val="28"/>
              </w:rPr>
            </w:pPr>
            <w:r w:rsidRPr="00224953">
              <w:rPr>
                <w:szCs w:val="28"/>
              </w:rPr>
              <w:t>Газопровод для газоснабжения жилых домов в д.</w:t>
            </w:r>
            <w:r w:rsidR="00450D99">
              <w:rPr>
                <w:szCs w:val="28"/>
              </w:rPr>
              <w:t> </w:t>
            </w:r>
            <w:r w:rsidRPr="00224953">
              <w:rPr>
                <w:szCs w:val="28"/>
              </w:rPr>
              <w:t>Шарна,</w:t>
            </w:r>
            <w:r w:rsidR="00450D99">
              <w:rPr>
                <w:szCs w:val="28"/>
              </w:rPr>
              <w:t xml:space="preserve"> </w:t>
            </w:r>
            <w:r w:rsidRPr="00224953">
              <w:rPr>
                <w:szCs w:val="28"/>
              </w:rPr>
              <w:t>д.</w:t>
            </w:r>
            <w:r w:rsidR="00450D99">
              <w:rPr>
                <w:szCs w:val="28"/>
              </w:rPr>
              <w:t> </w:t>
            </w:r>
            <w:r w:rsidRPr="00224953">
              <w:rPr>
                <w:szCs w:val="28"/>
              </w:rPr>
              <w:t>Починок-Чечулин,</w:t>
            </w:r>
            <w:r w:rsidR="00450D99">
              <w:rPr>
                <w:szCs w:val="28"/>
              </w:rPr>
              <w:t xml:space="preserve"> </w:t>
            </w:r>
            <w:r w:rsidRPr="00224953">
              <w:rPr>
                <w:szCs w:val="28"/>
              </w:rPr>
              <w:t>д.</w:t>
            </w:r>
            <w:r w:rsidR="00450D99">
              <w:rPr>
                <w:szCs w:val="28"/>
              </w:rPr>
              <w:t> </w:t>
            </w:r>
            <w:r w:rsidRPr="00224953">
              <w:rPr>
                <w:szCs w:val="28"/>
              </w:rPr>
              <w:t>Починок-Черепанов,</w:t>
            </w:r>
            <w:r w:rsidR="00450D99">
              <w:rPr>
                <w:szCs w:val="28"/>
              </w:rPr>
              <w:t> </w:t>
            </w:r>
            <w:r w:rsidRPr="00224953">
              <w:rPr>
                <w:szCs w:val="28"/>
              </w:rPr>
              <w:t>п.</w:t>
            </w:r>
            <w:r w:rsidR="00450D99">
              <w:rPr>
                <w:szCs w:val="28"/>
              </w:rPr>
              <w:t> </w:t>
            </w:r>
            <w:r w:rsidRPr="00224953">
              <w:rPr>
                <w:szCs w:val="28"/>
              </w:rPr>
              <w:t xml:space="preserve">Соколиный Любимского </w:t>
            </w:r>
            <w:r w:rsidRPr="00224953">
              <w:rPr>
                <w:szCs w:val="28"/>
              </w:rPr>
              <w:lastRenderedPageBreak/>
              <w:t xml:space="preserve">района </w:t>
            </w:r>
            <w:r w:rsidR="00450D99">
              <w:rPr>
                <w:szCs w:val="28"/>
              </w:rPr>
              <w:t>Ярославской области</w:t>
            </w:r>
            <w:r w:rsidR="00450D99">
              <w:rPr>
                <w:szCs w:val="28"/>
              </w:rPr>
              <w:br/>
            </w:r>
            <w:r w:rsidRPr="00224953">
              <w:rPr>
                <w:szCs w:val="28"/>
              </w:rPr>
              <w:t>(4 этап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50D99">
            <w:pPr>
              <w:ind w:firstLine="0"/>
              <w:jc w:val="left"/>
              <w:rPr>
                <w:szCs w:val="28"/>
              </w:rPr>
            </w:pPr>
            <w:r w:rsidRPr="00224953">
              <w:rPr>
                <w:szCs w:val="28"/>
              </w:rPr>
              <w:lastRenderedPageBreak/>
              <w:t>Ярославская обл</w:t>
            </w:r>
            <w:r w:rsidR="00450D99">
              <w:rPr>
                <w:szCs w:val="28"/>
              </w:rPr>
              <w:t>асть</w:t>
            </w:r>
            <w:r w:rsidRPr="00224953">
              <w:rPr>
                <w:szCs w:val="28"/>
              </w:rPr>
              <w:t xml:space="preserve">, </w:t>
            </w:r>
            <w:r w:rsidR="00450D99">
              <w:rPr>
                <w:szCs w:val="28"/>
              </w:rPr>
              <w:br/>
              <w:t>Любимский райо</w:t>
            </w:r>
            <w:r w:rsidRPr="00224953">
              <w:rPr>
                <w:szCs w:val="28"/>
              </w:rPr>
              <w:t xml:space="preserve">н, </w:t>
            </w:r>
            <w:r w:rsidR="00450D99">
              <w:rPr>
                <w:szCs w:val="28"/>
              </w:rPr>
              <w:br/>
            </w:r>
            <w:r w:rsidRPr="00224953">
              <w:rPr>
                <w:szCs w:val="28"/>
              </w:rPr>
              <w:t>д. Починок-Чечулин</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76:06:051201:231</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50D99">
            <w:pPr>
              <w:ind w:firstLine="0"/>
              <w:jc w:val="left"/>
              <w:rPr>
                <w:szCs w:val="28"/>
              </w:rPr>
            </w:pPr>
            <w:r w:rsidRPr="00224953">
              <w:rPr>
                <w:szCs w:val="28"/>
              </w:rPr>
              <w:t xml:space="preserve">Надземный </w:t>
            </w:r>
            <w:r w:rsidR="00450D99">
              <w:rPr>
                <w:szCs w:val="28"/>
              </w:rPr>
              <w:br/>
            </w:r>
            <w:r w:rsidRPr="00224953">
              <w:rPr>
                <w:szCs w:val="28"/>
              </w:rPr>
              <w:t>газопровод на 2-х эт</w:t>
            </w:r>
            <w:r w:rsidR="00450D99">
              <w:rPr>
                <w:szCs w:val="28"/>
              </w:rPr>
              <w:t xml:space="preserve">ажный дом, </w:t>
            </w:r>
            <w:r w:rsidRPr="00224953">
              <w:rPr>
                <w:szCs w:val="28"/>
              </w:rPr>
              <w:t>с</w:t>
            </w:r>
            <w:r w:rsidR="00450D99">
              <w:rPr>
                <w:szCs w:val="28"/>
              </w:rPr>
              <w:t>. </w:t>
            </w:r>
            <w:r w:rsidRPr="00224953">
              <w:rPr>
                <w:szCs w:val="28"/>
              </w:rPr>
              <w:t>Лацкое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Некоузский район, </w:t>
            </w:r>
            <w:r w:rsidR="00450D99">
              <w:rPr>
                <w:szCs w:val="28"/>
              </w:rPr>
              <w:br/>
            </w:r>
            <w:r w:rsidRPr="00224953">
              <w:rPr>
                <w:szCs w:val="28"/>
              </w:rPr>
              <w:t>Лацковский сельский округ, с.</w:t>
            </w:r>
            <w:r>
              <w:rPr>
                <w:szCs w:val="28"/>
              </w:rPr>
              <w:t xml:space="preserve"> </w:t>
            </w:r>
            <w:r w:rsidR="00450D99">
              <w:rPr>
                <w:szCs w:val="28"/>
              </w:rPr>
              <w:t>Л</w:t>
            </w:r>
            <w:r w:rsidRPr="00224953">
              <w:rPr>
                <w:szCs w:val="28"/>
              </w:rPr>
              <w:t>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76:08:020401:757</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w:t>
            </w:r>
            <w:r w:rsidR="000A41D3">
              <w:rPr>
                <w:szCs w:val="28"/>
              </w:rPr>
              <w:t>опровод высокого давления от п. Борок до д. </w:t>
            </w:r>
            <w:r w:rsidRPr="00224953">
              <w:rPr>
                <w:szCs w:val="28"/>
              </w:rPr>
              <w:t xml:space="preserve">Дьяконово, </w:t>
            </w:r>
            <w:r w:rsidR="000A41D3">
              <w:rPr>
                <w:szCs w:val="28"/>
              </w:rPr>
              <w:br/>
            </w:r>
            <w:r w:rsidRPr="00224953">
              <w:rPr>
                <w:szCs w:val="28"/>
              </w:rPr>
              <w:t>газопровод низкого давления СПК Великого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Федерация, Ярославская область, Некоузский район, Веретейский сельский округ, д.</w:t>
            </w:r>
            <w:r>
              <w:rPr>
                <w:szCs w:val="28"/>
              </w:rPr>
              <w:t xml:space="preserve"> </w:t>
            </w:r>
            <w:r w:rsidRPr="00224953">
              <w:rPr>
                <w:szCs w:val="28"/>
              </w:rPr>
              <w:t>Дьяконово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76:08:000000:1021</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A41D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0A41D3">
              <w:rPr>
                <w:szCs w:val="28"/>
              </w:rPr>
              <w:t>,</w:t>
            </w:r>
            <w:r w:rsidRPr="00224953">
              <w:rPr>
                <w:szCs w:val="28"/>
              </w:rPr>
              <w:t xml:space="preserve"> с</w:t>
            </w:r>
            <w:r w:rsidR="000A41D3">
              <w:rPr>
                <w:szCs w:val="28"/>
              </w:rPr>
              <w:t>.</w:t>
            </w:r>
            <w:r w:rsidRPr="00224953">
              <w:rPr>
                <w:szCs w:val="28"/>
              </w:rPr>
              <w:t xml:space="preserve"> Лацкое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Некоузский район, </w:t>
            </w:r>
            <w:r w:rsidR="000A41D3">
              <w:rPr>
                <w:szCs w:val="28"/>
              </w:rPr>
              <w:br/>
            </w:r>
            <w:r w:rsidRPr="00224953">
              <w:rPr>
                <w:szCs w:val="28"/>
              </w:rPr>
              <w:t>Лацковский сельский округ, с.</w:t>
            </w:r>
            <w:r>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76:08:000000:1015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A41D3" w:rsidRDefault="00D91137" w:rsidP="00D91137">
            <w:pPr>
              <w:ind w:firstLine="0"/>
              <w:jc w:val="left"/>
              <w:rPr>
                <w:szCs w:val="28"/>
              </w:rPr>
            </w:pPr>
            <w:r w:rsidRPr="00224953">
              <w:rPr>
                <w:szCs w:val="28"/>
              </w:rPr>
              <w:t xml:space="preserve">Газопровод </w:t>
            </w:r>
          </w:p>
          <w:p w:rsidR="000A41D3" w:rsidRDefault="00D91137" w:rsidP="000A41D3">
            <w:pPr>
              <w:ind w:firstLine="0"/>
              <w:jc w:val="left"/>
              <w:rPr>
                <w:szCs w:val="28"/>
              </w:rPr>
            </w:pPr>
            <w:r w:rsidRPr="00224953">
              <w:rPr>
                <w:szCs w:val="28"/>
              </w:rPr>
              <w:t>низкого давления</w:t>
            </w:r>
            <w:r w:rsidR="000A41D3">
              <w:rPr>
                <w:szCs w:val="28"/>
              </w:rPr>
              <w:t>,</w:t>
            </w:r>
            <w:r w:rsidRPr="00224953">
              <w:rPr>
                <w:szCs w:val="28"/>
              </w:rPr>
              <w:t xml:space="preserve"> </w:t>
            </w:r>
            <w:r w:rsidR="000A41D3">
              <w:rPr>
                <w:szCs w:val="28"/>
              </w:rPr>
              <w:br/>
            </w:r>
            <w:r w:rsidRPr="00224953">
              <w:rPr>
                <w:szCs w:val="28"/>
              </w:rPr>
              <w:t>с. Лацкое</w:t>
            </w:r>
            <w:r w:rsidR="000A41D3">
              <w:rPr>
                <w:szCs w:val="28"/>
              </w:rPr>
              <w:t xml:space="preserve">, </w:t>
            </w:r>
          </w:p>
          <w:p w:rsidR="00D91137" w:rsidRPr="00224953" w:rsidRDefault="000A41D3" w:rsidP="000A41D3">
            <w:pPr>
              <w:ind w:firstLine="0"/>
              <w:jc w:val="left"/>
              <w:rPr>
                <w:szCs w:val="28"/>
              </w:rPr>
            </w:pPr>
            <w:r w:rsidRPr="00224953">
              <w:rPr>
                <w:szCs w:val="28"/>
              </w:rPr>
              <w:t>1 очередь</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Некоузский район, </w:t>
            </w:r>
            <w:r w:rsidR="000A41D3">
              <w:rPr>
                <w:szCs w:val="28"/>
              </w:rPr>
              <w:br/>
            </w:r>
            <w:r w:rsidRPr="00224953">
              <w:rPr>
                <w:szCs w:val="28"/>
              </w:rPr>
              <w:t>Лацковский сельский округ, с.</w:t>
            </w:r>
            <w:r>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76:08:020401:759</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0A41D3">
            <w:pPr>
              <w:ind w:firstLine="0"/>
              <w:jc w:val="left"/>
              <w:rPr>
                <w:szCs w:val="28"/>
              </w:rPr>
            </w:pPr>
            <w:r w:rsidRPr="00224953">
              <w:rPr>
                <w:szCs w:val="28"/>
              </w:rPr>
              <w:t xml:space="preserve">Газопровод </w:t>
            </w:r>
            <w:r w:rsidR="000A41D3">
              <w:rPr>
                <w:szCs w:val="28"/>
              </w:rPr>
              <w:t>низкого давления,</w:t>
            </w:r>
            <w:r w:rsidRPr="00224953">
              <w:rPr>
                <w:szCs w:val="28"/>
              </w:rPr>
              <w:t xml:space="preserve"> </w:t>
            </w:r>
            <w:r w:rsidR="000A41D3">
              <w:rPr>
                <w:szCs w:val="28"/>
              </w:rPr>
              <w:br/>
            </w:r>
            <w:r w:rsidRPr="00224953">
              <w:rPr>
                <w:szCs w:val="28"/>
              </w:rPr>
              <w:t>с</w:t>
            </w:r>
            <w:r w:rsidR="000A41D3">
              <w:rPr>
                <w:szCs w:val="28"/>
              </w:rPr>
              <w:t>.</w:t>
            </w:r>
            <w:r w:rsidRPr="00224953">
              <w:rPr>
                <w:szCs w:val="28"/>
              </w:rPr>
              <w:t xml:space="preserve"> Лацкое</w:t>
            </w:r>
            <w:r w:rsidR="000A41D3">
              <w:rPr>
                <w:szCs w:val="28"/>
              </w:rPr>
              <w:t>,</w:t>
            </w:r>
            <w:r w:rsidRPr="00224953">
              <w:rPr>
                <w:szCs w:val="28"/>
              </w:rPr>
              <w:t xml:space="preserve"> </w:t>
            </w:r>
            <w:r w:rsidR="000A41D3">
              <w:rPr>
                <w:szCs w:val="28"/>
              </w:rPr>
              <w:br/>
            </w:r>
            <w:r w:rsidRPr="00224953">
              <w:rPr>
                <w:szCs w:val="28"/>
              </w:rPr>
              <w:t>2 очередь</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Некоузский район, </w:t>
            </w:r>
            <w:r w:rsidR="000A41D3">
              <w:rPr>
                <w:szCs w:val="28"/>
              </w:rPr>
              <w:br/>
            </w:r>
            <w:r w:rsidRPr="00224953">
              <w:rPr>
                <w:szCs w:val="28"/>
              </w:rPr>
              <w:t>Лацковский сельский округ, с.</w:t>
            </w:r>
            <w:r>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76:08:020401:765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629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0A41D3">
              <w:rPr>
                <w:szCs w:val="28"/>
              </w:rPr>
              <w:br/>
            </w:r>
            <w:r w:rsidRPr="00224953">
              <w:rPr>
                <w:szCs w:val="28"/>
              </w:rPr>
              <w:t>низкого давления</w:t>
            </w:r>
            <w:r w:rsidR="000A41D3">
              <w:rPr>
                <w:szCs w:val="28"/>
              </w:rPr>
              <w:t>,</w:t>
            </w:r>
            <w:r w:rsidRPr="00224953">
              <w:rPr>
                <w:szCs w:val="28"/>
              </w:rPr>
              <w:t xml:space="preserve"> III очередь</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Некоузский район, </w:t>
            </w:r>
            <w:r w:rsidR="00445413">
              <w:rPr>
                <w:szCs w:val="28"/>
              </w:rPr>
              <w:br/>
            </w:r>
            <w:r w:rsidRPr="00224953">
              <w:rPr>
                <w:szCs w:val="28"/>
              </w:rPr>
              <w:t>Лацковский сельский округ, с.</w:t>
            </w:r>
            <w:r w:rsidR="00445413">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76:08:020401:770</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445413">
              <w:rPr>
                <w:szCs w:val="28"/>
              </w:rPr>
              <w:br/>
            </w:r>
            <w:r w:rsidRPr="00224953">
              <w:rPr>
                <w:szCs w:val="28"/>
              </w:rPr>
              <w:t>низкого давления</w:t>
            </w:r>
            <w:r w:rsidR="00445413">
              <w:rPr>
                <w:szCs w:val="28"/>
              </w:rPr>
              <w:t>,</w:t>
            </w:r>
            <w:r w:rsidRPr="00224953">
              <w:rPr>
                <w:szCs w:val="28"/>
              </w:rPr>
              <w:t xml:space="preserve"> с</w:t>
            </w:r>
            <w:r w:rsidR="00445413">
              <w:rPr>
                <w:szCs w:val="28"/>
              </w:rPr>
              <w:t>. Лацкое,</w:t>
            </w:r>
            <w:r w:rsidR="00445413">
              <w:rPr>
                <w:szCs w:val="28"/>
              </w:rPr>
              <w:br/>
            </w:r>
            <w:r w:rsidRPr="00224953">
              <w:rPr>
                <w:szCs w:val="28"/>
              </w:rPr>
              <w:t>IV очередь</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45413">
            <w:pPr>
              <w:ind w:firstLine="0"/>
              <w:jc w:val="left"/>
              <w:rPr>
                <w:szCs w:val="28"/>
              </w:rPr>
            </w:pPr>
            <w:r w:rsidRPr="00224953">
              <w:rPr>
                <w:szCs w:val="28"/>
              </w:rPr>
              <w:t>Российская Федерация, Ярославская область, Некоузский район,</w:t>
            </w:r>
            <w:r w:rsidR="00445413">
              <w:rPr>
                <w:szCs w:val="28"/>
              </w:rPr>
              <w:br/>
            </w:r>
            <w:r w:rsidRPr="00224953">
              <w:rPr>
                <w:szCs w:val="28"/>
              </w:rPr>
              <w:t>Лацковский сельский округ, с.</w:t>
            </w:r>
            <w:r w:rsidR="00445413">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76:08:020401:771</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4541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445413">
              <w:rPr>
                <w:szCs w:val="28"/>
              </w:rPr>
              <w:t>,</w:t>
            </w:r>
            <w:r w:rsidRPr="00224953">
              <w:rPr>
                <w:szCs w:val="28"/>
              </w:rPr>
              <w:t xml:space="preserve"> VII очередь (Сети газовые)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Некоузский район, </w:t>
            </w:r>
            <w:r w:rsidR="00445413">
              <w:rPr>
                <w:szCs w:val="28"/>
              </w:rPr>
              <w:br/>
            </w:r>
            <w:r w:rsidRPr="00224953">
              <w:rPr>
                <w:szCs w:val="28"/>
              </w:rPr>
              <w:t>с.</w:t>
            </w:r>
            <w:r w:rsidR="00445413">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76:08:020401:753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632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12F5">
            <w:pPr>
              <w:ind w:firstLine="0"/>
              <w:jc w:val="left"/>
              <w:rPr>
                <w:szCs w:val="28"/>
              </w:rPr>
            </w:pPr>
            <w:r w:rsidRPr="00224953">
              <w:rPr>
                <w:szCs w:val="28"/>
              </w:rPr>
              <w:t xml:space="preserve">Газопровод </w:t>
            </w:r>
            <w:r w:rsidR="00445413">
              <w:rPr>
                <w:szCs w:val="28"/>
              </w:rPr>
              <w:br/>
            </w:r>
            <w:r w:rsidRPr="00224953">
              <w:rPr>
                <w:szCs w:val="28"/>
              </w:rPr>
              <w:t xml:space="preserve">низкого давления </w:t>
            </w:r>
            <w:r w:rsidRPr="00C212F5">
              <w:rPr>
                <w:szCs w:val="28"/>
              </w:rPr>
              <w:t>к ком</w:t>
            </w:r>
            <w:r w:rsidR="00C212F5" w:rsidRPr="00C212F5">
              <w:rPr>
                <w:szCs w:val="28"/>
              </w:rPr>
              <w:t>мунальным</w:t>
            </w:r>
            <w:r w:rsidR="00C212F5" w:rsidRPr="00C212F5">
              <w:rPr>
                <w:szCs w:val="28"/>
              </w:rPr>
              <w:br/>
              <w:t>б</w:t>
            </w:r>
            <w:r w:rsidRPr="00C212F5">
              <w:rPr>
                <w:szCs w:val="28"/>
              </w:rPr>
              <w:t>ытовым объектам</w:t>
            </w:r>
            <w:r w:rsidR="00445413" w:rsidRPr="00C212F5">
              <w:rPr>
                <w:szCs w:val="28"/>
              </w:rPr>
              <w:t>,</w:t>
            </w:r>
            <w:r w:rsidRPr="00224953">
              <w:rPr>
                <w:szCs w:val="28"/>
              </w:rPr>
              <w:t xml:space="preserve"> с</w:t>
            </w:r>
            <w:r w:rsidR="00445413">
              <w:rPr>
                <w:szCs w:val="28"/>
              </w:rPr>
              <w:t>.</w:t>
            </w:r>
            <w:r w:rsidRPr="00224953">
              <w:rPr>
                <w:szCs w:val="28"/>
              </w:rPr>
              <w:t xml:space="preserve"> Веретея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45413">
            <w:pPr>
              <w:ind w:firstLine="0"/>
              <w:jc w:val="left"/>
              <w:rPr>
                <w:szCs w:val="28"/>
              </w:rPr>
            </w:pPr>
            <w:r w:rsidRPr="00224953">
              <w:rPr>
                <w:szCs w:val="28"/>
              </w:rPr>
              <w:t>Ярославская область, Некоузский</w:t>
            </w:r>
            <w:r w:rsidR="00445413">
              <w:rPr>
                <w:szCs w:val="28"/>
              </w:rPr>
              <w:t xml:space="preserve"> район</w:t>
            </w:r>
            <w:r w:rsidRPr="00224953">
              <w:rPr>
                <w:szCs w:val="28"/>
              </w:rPr>
              <w:t>, Веретейский</w:t>
            </w:r>
            <w:r w:rsidR="00445413">
              <w:rPr>
                <w:szCs w:val="28"/>
              </w:rPr>
              <w:t xml:space="preserve"> сельский округ</w:t>
            </w:r>
            <w:r w:rsidRPr="00224953">
              <w:rPr>
                <w:szCs w:val="28"/>
              </w:rPr>
              <w:t xml:space="preserve">, </w:t>
            </w:r>
            <w:r w:rsidR="00445413">
              <w:rPr>
                <w:szCs w:val="28"/>
              </w:rPr>
              <w:br/>
            </w:r>
            <w:r w:rsidRPr="00224953">
              <w:rPr>
                <w:szCs w:val="28"/>
              </w:rPr>
              <w:t>с</w:t>
            </w:r>
            <w:r w:rsidR="00445413">
              <w:rPr>
                <w:szCs w:val="28"/>
              </w:rPr>
              <w:t>.</w:t>
            </w:r>
            <w:r w:rsidRPr="00224953">
              <w:rPr>
                <w:szCs w:val="28"/>
              </w:rPr>
              <w:t xml:space="preserve"> Веретея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76:08:010511:566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ED5E12">
              <w:rPr>
                <w:szCs w:val="28"/>
              </w:rPr>
              <w:br/>
            </w:r>
            <w:r w:rsidRPr="00224953">
              <w:rPr>
                <w:szCs w:val="28"/>
              </w:rPr>
              <w:t>низкого давления к котельной школы</w:t>
            </w:r>
            <w:r w:rsidR="00ED5E12">
              <w:rPr>
                <w:szCs w:val="28"/>
              </w:rPr>
              <w:t>,</w:t>
            </w:r>
            <w:r w:rsidRPr="00224953">
              <w:rPr>
                <w:szCs w:val="28"/>
              </w:rPr>
              <w:t xml:space="preserve"> с. Лацкое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ED5E12">
              <w:rPr>
                <w:szCs w:val="28"/>
              </w:rPr>
              <w:t xml:space="preserve"> область, Некоузский рай</w:t>
            </w:r>
            <w:r w:rsidRPr="00224953">
              <w:rPr>
                <w:szCs w:val="28"/>
              </w:rPr>
              <w:t xml:space="preserve">он, </w:t>
            </w:r>
            <w:r w:rsidR="00ED5E12">
              <w:rPr>
                <w:szCs w:val="28"/>
              </w:rPr>
              <w:br/>
            </w:r>
            <w:r w:rsidRPr="00224953">
              <w:rPr>
                <w:szCs w:val="28"/>
              </w:rPr>
              <w:t>Лацковский сельский округ, с.</w:t>
            </w:r>
            <w:r w:rsidR="00ED5E12">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76:08:020401:760</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D5E12">
            <w:pPr>
              <w:ind w:firstLine="0"/>
              <w:jc w:val="left"/>
              <w:rPr>
                <w:szCs w:val="28"/>
              </w:rPr>
            </w:pPr>
            <w:r w:rsidRPr="00224953">
              <w:rPr>
                <w:szCs w:val="28"/>
              </w:rPr>
              <w:t>Надземный газопровод низкого давления</w:t>
            </w:r>
            <w:r w:rsidR="00ED5E12">
              <w:rPr>
                <w:szCs w:val="28"/>
              </w:rPr>
              <w:t xml:space="preserve"> </w:t>
            </w:r>
            <w:r w:rsidR="00ED5E12">
              <w:rPr>
                <w:szCs w:val="28"/>
              </w:rPr>
              <w:br/>
            </w:r>
            <w:r w:rsidRPr="00224953">
              <w:rPr>
                <w:szCs w:val="28"/>
              </w:rPr>
              <w:t>IX очереди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D5E12">
            <w:pPr>
              <w:ind w:firstLine="0"/>
              <w:jc w:val="left"/>
              <w:rPr>
                <w:szCs w:val="28"/>
              </w:rPr>
            </w:pPr>
            <w:r w:rsidRPr="00224953">
              <w:rPr>
                <w:szCs w:val="28"/>
              </w:rPr>
              <w:t>Ярославская область, Некоузский</w:t>
            </w:r>
            <w:r w:rsidR="00ED5E12">
              <w:rPr>
                <w:szCs w:val="28"/>
              </w:rPr>
              <w:t xml:space="preserve"> район</w:t>
            </w:r>
            <w:r w:rsidRPr="00224953">
              <w:rPr>
                <w:szCs w:val="28"/>
              </w:rPr>
              <w:t xml:space="preserve">, </w:t>
            </w:r>
            <w:r w:rsidR="00ED5E12">
              <w:rPr>
                <w:szCs w:val="28"/>
              </w:rPr>
              <w:br/>
            </w:r>
            <w:r w:rsidRPr="00224953">
              <w:rPr>
                <w:szCs w:val="28"/>
              </w:rPr>
              <w:t>Лацковский сельский округ, с.</w:t>
            </w:r>
            <w:r w:rsidR="00ED5E12">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76:08:020401:756</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Подземный </w:t>
            </w:r>
            <w:r w:rsidR="00ED5E12">
              <w:rPr>
                <w:szCs w:val="28"/>
              </w:rPr>
              <w:br/>
            </w:r>
            <w:r w:rsidRPr="00224953">
              <w:rPr>
                <w:szCs w:val="28"/>
              </w:rPr>
              <w:t xml:space="preserve">газопровод </w:t>
            </w:r>
            <w:r w:rsidR="00ED5E12">
              <w:rPr>
                <w:szCs w:val="28"/>
              </w:rPr>
              <w:br/>
            </w:r>
            <w:r w:rsidRPr="00224953">
              <w:rPr>
                <w:szCs w:val="28"/>
              </w:rPr>
              <w:t>низкого давления</w:t>
            </w:r>
            <w:r w:rsidR="00ED5E12">
              <w:rPr>
                <w:szCs w:val="28"/>
              </w:rPr>
              <w:t>,</w:t>
            </w:r>
            <w:r w:rsidRPr="00224953">
              <w:rPr>
                <w:szCs w:val="28"/>
              </w:rPr>
              <w:t xml:space="preserve"> </w:t>
            </w:r>
            <w:r w:rsidR="00ED5E12">
              <w:rPr>
                <w:szCs w:val="28"/>
              </w:rPr>
              <w:br/>
            </w:r>
            <w:r w:rsidRPr="00224953">
              <w:rPr>
                <w:szCs w:val="28"/>
              </w:rPr>
              <w:t>с. Лацкое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Некоузский район, </w:t>
            </w:r>
            <w:r w:rsidR="00ED5E12">
              <w:rPr>
                <w:szCs w:val="28"/>
              </w:rPr>
              <w:br/>
            </w:r>
            <w:r w:rsidRPr="00224953">
              <w:rPr>
                <w:szCs w:val="28"/>
              </w:rPr>
              <w:t>Лацковский сельский округ, с.</w:t>
            </w:r>
            <w:r w:rsidR="00ED5E12">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76:08:020401:768</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Подземный газопровод низкого давления </w:t>
            </w:r>
            <w:r w:rsidR="00ED5E12">
              <w:rPr>
                <w:szCs w:val="28"/>
              </w:rPr>
              <w:br/>
            </w:r>
            <w:r w:rsidRPr="00224953">
              <w:rPr>
                <w:szCs w:val="28"/>
              </w:rPr>
              <w:t>VIII очереди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Некоузский район, </w:t>
            </w:r>
            <w:r w:rsidR="00ED5E12">
              <w:rPr>
                <w:szCs w:val="28"/>
              </w:rPr>
              <w:br/>
            </w:r>
            <w:r w:rsidRPr="00224953">
              <w:rPr>
                <w:szCs w:val="28"/>
              </w:rPr>
              <w:t>с.</w:t>
            </w:r>
            <w:r w:rsidR="00ED5E12">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76:08:020401:754</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D5E12">
            <w:pPr>
              <w:ind w:firstLine="0"/>
              <w:jc w:val="left"/>
              <w:rPr>
                <w:szCs w:val="28"/>
              </w:rPr>
            </w:pPr>
            <w:r w:rsidRPr="00224953">
              <w:rPr>
                <w:szCs w:val="28"/>
              </w:rPr>
              <w:t>Газопровод высокого и низкого давления</w:t>
            </w:r>
            <w:r w:rsidR="00ED5E12">
              <w:rPr>
                <w:szCs w:val="28"/>
              </w:rPr>
              <w:t>,</w:t>
            </w:r>
            <w:r w:rsidRPr="00224953">
              <w:rPr>
                <w:szCs w:val="28"/>
              </w:rPr>
              <w:t xml:space="preserve"> </w:t>
            </w:r>
            <w:r w:rsidR="00ED5E12">
              <w:rPr>
                <w:szCs w:val="28"/>
              </w:rPr>
              <w:br/>
            </w:r>
            <w:r w:rsidRPr="00224953">
              <w:rPr>
                <w:szCs w:val="28"/>
              </w:rPr>
              <w:t>д.</w:t>
            </w:r>
            <w:r w:rsidR="00ED5E12">
              <w:rPr>
                <w:szCs w:val="28"/>
              </w:rPr>
              <w:t> </w:t>
            </w:r>
            <w:r w:rsidRPr="00224953">
              <w:rPr>
                <w:szCs w:val="28"/>
              </w:rPr>
              <w:t>Григорево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Федерация, Ярославская область, Некоузский ра</w:t>
            </w:r>
            <w:r w:rsidR="00ED5E12">
              <w:rPr>
                <w:szCs w:val="28"/>
              </w:rPr>
              <w:t>йон, Веретейский сельский округ</w:t>
            </w:r>
            <w:r w:rsidRPr="00224953">
              <w:rPr>
                <w:szCs w:val="28"/>
              </w:rPr>
              <w:t>, д.</w:t>
            </w:r>
            <w:r w:rsidR="00ED5E12">
              <w:rPr>
                <w:szCs w:val="28"/>
              </w:rPr>
              <w:t> </w:t>
            </w:r>
            <w:r w:rsidRPr="00224953">
              <w:rPr>
                <w:szCs w:val="28"/>
              </w:rPr>
              <w:t>Григорево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76:08:010603:497</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ED5E12">
              <w:rPr>
                <w:szCs w:val="28"/>
              </w:rPr>
              <w:br/>
            </w:r>
            <w:r w:rsidRPr="00224953">
              <w:rPr>
                <w:szCs w:val="28"/>
              </w:rPr>
              <w:t>низкого давления</w:t>
            </w:r>
            <w:r w:rsidR="00ED5E12">
              <w:rPr>
                <w:szCs w:val="28"/>
              </w:rPr>
              <w:t>,</w:t>
            </w:r>
            <w:r w:rsidRPr="00224953">
              <w:rPr>
                <w:szCs w:val="28"/>
              </w:rPr>
              <w:t xml:space="preserve"> с. Лацкое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Некоузский район, </w:t>
            </w:r>
            <w:r w:rsidR="00ED5E12">
              <w:rPr>
                <w:szCs w:val="28"/>
              </w:rPr>
              <w:br/>
            </w:r>
            <w:r w:rsidRPr="00224953">
              <w:rPr>
                <w:szCs w:val="28"/>
              </w:rPr>
              <w:t>Лацковский сельский округ, с.</w:t>
            </w:r>
            <w:r w:rsidR="00ED5E12">
              <w:rPr>
                <w:szCs w:val="28"/>
              </w:rPr>
              <w:t xml:space="preserve"> </w:t>
            </w:r>
            <w:r w:rsidRPr="00224953">
              <w:rPr>
                <w:szCs w:val="28"/>
              </w:rPr>
              <w:t>Лацкое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76:08:000000:1009</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639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Подземный газопровод низкого давления</w:t>
            </w:r>
            <w:r w:rsidR="008D6DCA">
              <w:rPr>
                <w:szCs w:val="28"/>
              </w:rPr>
              <w:t>,</w:t>
            </w:r>
            <w:r w:rsidRPr="00224953">
              <w:rPr>
                <w:szCs w:val="28"/>
              </w:rPr>
              <w:t xml:space="preserve"> с. Веретея, д. Чурилово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Федерация, Ярославская область, Некоузский ра</w:t>
            </w:r>
            <w:r w:rsidR="008D6DCA">
              <w:rPr>
                <w:szCs w:val="28"/>
              </w:rPr>
              <w:t>йон, Веретейский сельский округ</w:t>
            </w:r>
            <w:r w:rsidRPr="00224953">
              <w:rPr>
                <w:szCs w:val="28"/>
              </w:rPr>
              <w:t>, с.</w:t>
            </w:r>
            <w:r w:rsidR="008D6DCA">
              <w:rPr>
                <w:szCs w:val="28"/>
              </w:rPr>
              <w:t> </w:t>
            </w:r>
            <w:r w:rsidRPr="00224953">
              <w:rPr>
                <w:szCs w:val="28"/>
              </w:rPr>
              <w:t>Веретея, д. Чурилово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76:08:000000:1014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D6DCA">
            <w:pPr>
              <w:ind w:firstLine="0"/>
              <w:jc w:val="left"/>
              <w:rPr>
                <w:szCs w:val="28"/>
              </w:rPr>
            </w:pPr>
            <w:r w:rsidRPr="00224953">
              <w:rPr>
                <w:szCs w:val="28"/>
              </w:rPr>
              <w:t>Подземный газопровод высокого давления</w:t>
            </w:r>
            <w:r w:rsidR="008D6DCA">
              <w:rPr>
                <w:szCs w:val="28"/>
              </w:rPr>
              <w:t xml:space="preserve">, </w:t>
            </w:r>
            <w:r w:rsidR="008D6DCA">
              <w:rPr>
                <w:szCs w:val="28"/>
              </w:rPr>
              <w:br/>
              <w:t>п</w:t>
            </w:r>
            <w:r w:rsidRPr="00224953">
              <w:rPr>
                <w:szCs w:val="28"/>
              </w:rPr>
              <w:t>. Борок</w:t>
            </w:r>
            <w:r w:rsidR="008D6DCA">
              <w:rPr>
                <w:szCs w:val="28"/>
              </w:rPr>
              <w:t xml:space="preserve"> –</w:t>
            </w:r>
            <w:r w:rsidRPr="00224953">
              <w:rPr>
                <w:szCs w:val="28"/>
              </w:rPr>
              <w:t xml:space="preserve"> с.</w:t>
            </w:r>
            <w:r w:rsidR="008D6DCA">
              <w:rPr>
                <w:szCs w:val="28"/>
              </w:rPr>
              <w:t xml:space="preserve"> </w:t>
            </w:r>
            <w:r w:rsidRPr="00224953">
              <w:rPr>
                <w:szCs w:val="28"/>
              </w:rPr>
              <w:t xml:space="preserve">Веретея, </w:t>
            </w:r>
            <w:r w:rsidR="008D6DCA">
              <w:rPr>
                <w:szCs w:val="28"/>
              </w:rPr>
              <w:br/>
            </w:r>
            <w:r w:rsidRPr="00224953">
              <w:rPr>
                <w:szCs w:val="28"/>
              </w:rPr>
              <w:t>д. Чурилово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D6DCA">
            <w:pPr>
              <w:ind w:firstLine="0"/>
              <w:jc w:val="left"/>
              <w:rPr>
                <w:szCs w:val="28"/>
              </w:rPr>
            </w:pPr>
            <w:r w:rsidRPr="00224953">
              <w:rPr>
                <w:szCs w:val="28"/>
              </w:rPr>
              <w:t>Ярославская область, Некоузский район, Веретейский сельский округ, с.</w:t>
            </w:r>
            <w:r w:rsidR="008D6DCA">
              <w:rPr>
                <w:szCs w:val="28"/>
              </w:rPr>
              <w:t> </w:t>
            </w:r>
            <w:r w:rsidRPr="00224953">
              <w:rPr>
                <w:szCs w:val="28"/>
              </w:rPr>
              <w:t>Веретея, д. Чурилово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76:08:000000:1018</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641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r w:rsidR="008D6DCA">
              <w:rPr>
                <w:szCs w:val="28"/>
              </w:rPr>
              <w:t>,</w:t>
            </w:r>
            <w:r w:rsidRPr="00224953">
              <w:rPr>
                <w:szCs w:val="28"/>
              </w:rPr>
              <w:t xml:space="preserve"> </w:t>
            </w:r>
            <w:r w:rsidR="008D6DCA">
              <w:rPr>
                <w:szCs w:val="28"/>
              </w:rPr>
              <w:br/>
            </w:r>
            <w:r w:rsidR="008D6DCA" w:rsidRPr="008D6DCA">
              <w:rPr>
                <w:szCs w:val="28"/>
              </w:rPr>
              <w:t>местечко</w:t>
            </w:r>
            <w:r w:rsidRPr="008D6DCA">
              <w:rPr>
                <w:szCs w:val="28"/>
              </w:rPr>
              <w:t xml:space="preserve"> А</w:t>
            </w:r>
            <w:r w:rsidRPr="00224953">
              <w:rPr>
                <w:szCs w:val="28"/>
              </w:rPr>
              <w:t>ндреевское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Некоузский район, </w:t>
            </w:r>
            <w:r w:rsidR="008D6DCA">
              <w:rPr>
                <w:szCs w:val="28"/>
              </w:rPr>
              <w:br/>
              <w:t xml:space="preserve">Шестихинский сельский округ, местечко </w:t>
            </w:r>
            <w:r w:rsidRPr="00224953">
              <w:rPr>
                <w:szCs w:val="28"/>
              </w:rPr>
              <w:t>Андреевское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76:08:090601:399</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8D6DCA">
              <w:rPr>
                <w:szCs w:val="28"/>
              </w:rPr>
              <w:t>–</w:t>
            </w:r>
            <w:r w:rsidRPr="00224953">
              <w:rPr>
                <w:szCs w:val="28"/>
              </w:rPr>
              <w:t xml:space="preserve"> ввод</w:t>
            </w:r>
            <w:r w:rsidR="008D6DCA">
              <w:rPr>
                <w:szCs w:val="28"/>
              </w:rPr>
              <w:t>,</w:t>
            </w:r>
            <w:r w:rsidRPr="00224953">
              <w:rPr>
                <w:szCs w:val="28"/>
              </w:rPr>
              <w:t xml:space="preserve"> с. Новый Некоуз, пер. Фабричный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Федерация, Ярославская область, Некоузский район, с.</w:t>
            </w:r>
            <w:r w:rsidR="008D6DCA">
              <w:rPr>
                <w:szCs w:val="28"/>
              </w:rPr>
              <w:t xml:space="preserve"> </w:t>
            </w:r>
            <w:r w:rsidRPr="00224953">
              <w:rPr>
                <w:szCs w:val="28"/>
              </w:rPr>
              <w:t>Новый Некоуз, пер.Фабричный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76:08:030705:404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r w:rsidR="008D6DCA">
              <w:rPr>
                <w:szCs w:val="28"/>
              </w:rPr>
              <w:t>, с. </w:t>
            </w:r>
            <w:r w:rsidRPr="00224953">
              <w:rPr>
                <w:szCs w:val="28"/>
              </w:rPr>
              <w:t xml:space="preserve">Некоуз </w:t>
            </w:r>
            <w:r w:rsidR="008D6DCA">
              <w:rPr>
                <w:szCs w:val="28"/>
              </w:rPr>
              <w:br/>
            </w:r>
            <w:r w:rsidRPr="00224953">
              <w:rPr>
                <w:szCs w:val="28"/>
              </w:rPr>
              <w:t>(библиотека)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Федерация, Ярославская область, Некоузский район, с.</w:t>
            </w:r>
            <w:r w:rsidR="008D6DCA">
              <w:rPr>
                <w:szCs w:val="28"/>
              </w:rPr>
              <w:t> </w:t>
            </w:r>
            <w:r w:rsidRPr="00224953">
              <w:rPr>
                <w:szCs w:val="28"/>
              </w:rPr>
              <w:t>Некоуз</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76:08:030401:286</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D6DCA">
            <w:pPr>
              <w:ind w:firstLine="0"/>
              <w:jc w:val="left"/>
              <w:rPr>
                <w:szCs w:val="28"/>
              </w:rPr>
            </w:pPr>
            <w:r w:rsidRPr="00224953">
              <w:rPr>
                <w:szCs w:val="28"/>
              </w:rPr>
              <w:t xml:space="preserve">Газопровод </w:t>
            </w:r>
            <w:r w:rsidR="008D6DCA">
              <w:rPr>
                <w:szCs w:val="28"/>
              </w:rPr>
              <w:t>высокого давления, с. </w:t>
            </w:r>
            <w:r w:rsidRPr="00224953">
              <w:rPr>
                <w:szCs w:val="28"/>
              </w:rPr>
              <w:t>Новый Некоуз, ул. Некоузская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Некоузский район, </w:t>
            </w:r>
            <w:r w:rsidR="008D6DCA">
              <w:rPr>
                <w:szCs w:val="28"/>
              </w:rPr>
              <w:br/>
            </w:r>
            <w:r w:rsidRPr="00224953">
              <w:rPr>
                <w:szCs w:val="28"/>
              </w:rPr>
              <w:t>с.</w:t>
            </w:r>
            <w:r w:rsidR="008D6DCA">
              <w:rPr>
                <w:szCs w:val="28"/>
              </w:rPr>
              <w:t xml:space="preserve"> </w:t>
            </w:r>
            <w:r w:rsidRPr="00224953">
              <w:rPr>
                <w:szCs w:val="28"/>
              </w:rPr>
              <w:t>Новый</w:t>
            </w:r>
            <w:r>
              <w:rPr>
                <w:szCs w:val="28"/>
              </w:rPr>
              <w:t xml:space="preserve"> </w:t>
            </w:r>
            <w:r w:rsidR="008D6DCA">
              <w:rPr>
                <w:szCs w:val="28"/>
              </w:rPr>
              <w:t>Некоуз, ул. </w:t>
            </w:r>
            <w:r w:rsidRPr="00224953">
              <w:rPr>
                <w:szCs w:val="28"/>
              </w:rPr>
              <w:t>Некоузская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76:08:000000:1002</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Сети газоснабжения жилых домов д.</w:t>
            </w:r>
            <w:r w:rsidR="008D6DCA">
              <w:rPr>
                <w:szCs w:val="28"/>
              </w:rPr>
              <w:t> </w:t>
            </w:r>
            <w:r w:rsidRPr="00224953">
              <w:rPr>
                <w:szCs w:val="28"/>
              </w:rPr>
              <w:t>Горохово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Некоузский район, </w:t>
            </w:r>
            <w:r w:rsidR="008D6DCA">
              <w:rPr>
                <w:szCs w:val="28"/>
              </w:rPr>
              <w:br/>
            </w:r>
            <w:r w:rsidRPr="00224953">
              <w:rPr>
                <w:szCs w:val="28"/>
              </w:rPr>
              <w:t>Некоузский сельский округ, д.</w:t>
            </w:r>
            <w:r w:rsidR="008D6DCA">
              <w:rPr>
                <w:szCs w:val="28"/>
              </w:rPr>
              <w:t xml:space="preserve"> </w:t>
            </w:r>
            <w:r w:rsidRPr="00224953">
              <w:rPr>
                <w:szCs w:val="28"/>
              </w:rPr>
              <w:t>Горохово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76:08:000000:1019</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Подземный, надземный</w:t>
            </w:r>
            <w:r>
              <w:rPr>
                <w:szCs w:val="28"/>
              </w:rPr>
              <w:t xml:space="preserve"> </w:t>
            </w:r>
            <w:r w:rsidRPr="00224953">
              <w:rPr>
                <w:szCs w:val="28"/>
              </w:rPr>
              <w:t xml:space="preserve">газопровод низкого давления с. Новый Некоуз, </w:t>
            </w:r>
            <w:r w:rsidR="008D6DCA">
              <w:rPr>
                <w:szCs w:val="28"/>
              </w:rPr>
              <w:br/>
            </w:r>
            <w:r w:rsidRPr="00224953">
              <w:rPr>
                <w:szCs w:val="28"/>
              </w:rPr>
              <w:t>ул. Ленина, д.</w:t>
            </w:r>
            <w:r w:rsidR="008D6DCA">
              <w:rPr>
                <w:szCs w:val="28"/>
              </w:rPr>
              <w:t xml:space="preserve"> </w:t>
            </w:r>
            <w:r w:rsidRPr="00224953">
              <w:rPr>
                <w:szCs w:val="28"/>
              </w:rPr>
              <w:t>50,</w:t>
            </w:r>
            <w:r w:rsidR="008D6DCA">
              <w:rPr>
                <w:szCs w:val="28"/>
              </w:rPr>
              <w:t xml:space="preserve"> </w:t>
            </w:r>
            <w:r w:rsidRPr="00224953">
              <w:rPr>
                <w:szCs w:val="28"/>
              </w:rPr>
              <w:t>51,</w:t>
            </w:r>
            <w:r w:rsidR="008D6DCA">
              <w:rPr>
                <w:szCs w:val="28"/>
              </w:rPr>
              <w:t xml:space="preserve"> </w:t>
            </w:r>
            <w:r w:rsidRPr="00224953">
              <w:rPr>
                <w:szCs w:val="28"/>
              </w:rPr>
              <w:t>53,</w:t>
            </w:r>
            <w:r w:rsidR="008D6DCA">
              <w:rPr>
                <w:szCs w:val="28"/>
              </w:rPr>
              <w:t xml:space="preserve"> </w:t>
            </w:r>
            <w:r w:rsidRPr="00224953">
              <w:rPr>
                <w:szCs w:val="28"/>
              </w:rPr>
              <w:t>56,</w:t>
            </w:r>
            <w:r w:rsidR="008D6DCA">
              <w:rPr>
                <w:szCs w:val="28"/>
              </w:rPr>
              <w:t xml:space="preserve"> </w:t>
            </w:r>
            <w:r w:rsidRPr="00224953">
              <w:rPr>
                <w:szCs w:val="28"/>
              </w:rPr>
              <w:t>62,</w:t>
            </w:r>
            <w:r w:rsidR="008D6DCA">
              <w:rPr>
                <w:szCs w:val="28"/>
              </w:rPr>
              <w:t xml:space="preserve"> </w:t>
            </w:r>
            <w:r w:rsidRPr="00224953">
              <w:rPr>
                <w:szCs w:val="28"/>
              </w:rPr>
              <w:t>66</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D6DCA">
            <w:pPr>
              <w:ind w:firstLine="0"/>
              <w:jc w:val="left"/>
              <w:rPr>
                <w:szCs w:val="28"/>
              </w:rPr>
            </w:pPr>
            <w:r w:rsidRPr="00224953">
              <w:rPr>
                <w:szCs w:val="28"/>
              </w:rPr>
              <w:t>Ярославская область, Некоузский</w:t>
            </w:r>
            <w:r w:rsidR="008D6DCA">
              <w:rPr>
                <w:szCs w:val="28"/>
              </w:rPr>
              <w:t xml:space="preserve"> район</w:t>
            </w:r>
            <w:r w:rsidRPr="00224953">
              <w:rPr>
                <w:szCs w:val="28"/>
              </w:rPr>
              <w:t xml:space="preserve">, </w:t>
            </w:r>
            <w:r w:rsidR="008D6DCA">
              <w:rPr>
                <w:szCs w:val="28"/>
              </w:rPr>
              <w:br/>
            </w:r>
            <w:r w:rsidRPr="00224953">
              <w:rPr>
                <w:szCs w:val="28"/>
              </w:rPr>
              <w:t>с</w:t>
            </w:r>
            <w:r w:rsidR="008D6DCA">
              <w:rPr>
                <w:szCs w:val="28"/>
              </w:rPr>
              <w:t>. </w:t>
            </w:r>
            <w:r w:rsidRPr="00224953">
              <w:rPr>
                <w:szCs w:val="28"/>
              </w:rPr>
              <w:t>Новый Некоуз</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76:08:000000:983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Газовые сети</w:t>
            </w:r>
            <w:r w:rsidR="008D6DCA">
              <w:rPr>
                <w:szCs w:val="28"/>
              </w:rPr>
              <w:t>,</w:t>
            </w:r>
            <w:r w:rsidRPr="00224953">
              <w:rPr>
                <w:szCs w:val="28"/>
              </w:rPr>
              <w:t xml:space="preserve"> </w:t>
            </w:r>
            <w:r w:rsidR="008D6DCA">
              <w:rPr>
                <w:szCs w:val="28"/>
              </w:rPr>
              <w:br/>
            </w:r>
            <w:r w:rsidRPr="00224953">
              <w:rPr>
                <w:szCs w:val="28"/>
              </w:rPr>
              <w:t>с. Новый Некоуз, по ул. Северная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D6DCA">
            <w:pPr>
              <w:ind w:firstLine="0"/>
              <w:jc w:val="left"/>
              <w:rPr>
                <w:szCs w:val="28"/>
              </w:rPr>
            </w:pPr>
            <w:r w:rsidRPr="00224953">
              <w:rPr>
                <w:szCs w:val="28"/>
              </w:rPr>
              <w:t>Ярославская область, Некоузский</w:t>
            </w:r>
            <w:r w:rsidR="008D6DCA">
              <w:rPr>
                <w:szCs w:val="28"/>
              </w:rPr>
              <w:t xml:space="preserve"> район</w:t>
            </w:r>
            <w:r w:rsidRPr="00224953">
              <w:rPr>
                <w:szCs w:val="28"/>
              </w:rPr>
              <w:t xml:space="preserve">, </w:t>
            </w:r>
            <w:r w:rsidR="008D6DCA">
              <w:rPr>
                <w:szCs w:val="28"/>
              </w:rPr>
              <w:br/>
            </w:r>
            <w:r w:rsidRPr="00224953">
              <w:rPr>
                <w:szCs w:val="28"/>
              </w:rPr>
              <w:t>с</w:t>
            </w:r>
            <w:r w:rsidR="008D6DCA">
              <w:rPr>
                <w:szCs w:val="28"/>
              </w:rPr>
              <w:t>.</w:t>
            </w:r>
            <w:r w:rsidRPr="00224953">
              <w:rPr>
                <w:szCs w:val="28"/>
              </w:rPr>
              <w:t xml:space="preserve"> Новый Некоуз</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76:08:000000:1005</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D6DCA" w:rsidRDefault="00D91137" w:rsidP="00D91137">
            <w:pPr>
              <w:ind w:firstLine="0"/>
              <w:jc w:val="left"/>
              <w:rPr>
                <w:szCs w:val="28"/>
              </w:rPr>
            </w:pPr>
            <w:r w:rsidRPr="00224953">
              <w:rPr>
                <w:szCs w:val="28"/>
              </w:rPr>
              <w:t xml:space="preserve">Газопровод </w:t>
            </w:r>
          </w:p>
          <w:p w:rsidR="00D91137" w:rsidRPr="00224953" w:rsidRDefault="00D91137" w:rsidP="008D6DCA">
            <w:pPr>
              <w:ind w:firstLine="0"/>
              <w:jc w:val="left"/>
              <w:rPr>
                <w:szCs w:val="28"/>
              </w:rPr>
            </w:pPr>
            <w:r w:rsidRPr="00224953">
              <w:rPr>
                <w:szCs w:val="28"/>
              </w:rPr>
              <w:t>низкого давления</w:t>
            </w:r>
            <w:r w:rsidR="008D6DCA">
              <w:rPr>
                <w:szCs w:val="28"/>
              </w:rPr>
              <w:t>,</w:t>
            </w:r>
            <w:r w:rsidRPr="00224953">
              <w:rPr>
                <w:szCs w:val="28"/>
              </w:rPr>
              <w:t xml:space="preserve"> с. Новый Некоуз, ул.</w:t>
            </w:r>
            <w:r w:rsidR="008D6DCA">
              <w:rPr>
                <w:szCs w:val="28"/>
              </w:rPr>
              <w:t xml:space="preserve"> </w:t>
            </w:r>
            <w:r w:rsidRPr="00224953">
              <w:rPr>
                <w:szCs w:val="28"/>
              </w:rPr>
              <w:t xml:space="preserve">Свободы, </w:t>
            </w:r>
            <w:r w:rsidR="008D6DCA">
              <w:rPr>
                <w:szCs w:val="28"/>
              </w:rPr>
              <w:br/>
            </w:r>
            <w:r w:rsidRPr="00224953">
              <w:rPr>
                <w:szCs w:val="28"/>
              </w:rPr>
              <w:t xml:space="preserve">ул. Лесная, </w:t>
            </w:r>
            <w:r w:rsidR="008D6DCA">
              <w:rPr>
                <w:szCs w:val="28"/>
              </w:rPr>
              <w:br/>
            </w:r>
            <w:r w:rsidRPr="00224953">
              <w:rPr>
                <w:szCs w:val="28"/>
              </w:rPr>
              <w:t xml:space="preserve">(пос. лесхоза) </w:t>
            </w:r>
            <w:r w:rsidR="008D6DCA">
              <w:rPr>
                <w:szCs w:val="28"/>
              </w:rPr>
              <w:br/>
            </w:r>
            <w:r w:rsidRPr="00224953">
              <w:rPr>
                <w:szCs w:val="28"/>
              </w:rPr>
              <w:t>2 очередь</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D6DCA">
            <w:pPr>
              <w:ind w:firstLine="0"/>
              <w:jc w:val="left"/>
              <w:rPr>
                <w:szCs w:val="28"/>
              </w:rPr>
            </w:pPr>
            <w:r w:rsidRPr="00224953">
              <w:rPr>
                <w:szCs w:val="28"/>
              </w:rPr>
              <w:t>Ярославская область,</w:t>
            </w:r>
            <w:r w:rsidR="008D6DCA">
              <w:rPr>
                <w:szCs w:val="28"/>
              </w:rPr>
              <w:t xml:space="preserve"> </w:t>
            </w:r>
            <w:r w:rsidRPr="00224953">
              <w:rPr>
                <w:szCs w:val="28"/>
              </w:rPr>
              <w:t>Некоузский</w:t>
            </w:r>
            <w:r w:rsidR="008D6DCA">
              <w:rPr>
                <w:szCs w:val="28"/>
              </w:rPr>
              <w:t xml:space="preserve"> район</w:t>
            </w:r>
            <w:r w:rsidRPr="00224953">
              <w:rPr>
                <w:szCs w:val="28"/>
              </w:rPr>
              <w:t>, Некоузский</w:t>
            </w:r>
            <w:r w:rsidR="008D6DCA">
              <w:rPr>
                <w:szCs w:val="28"/>
              </w:rPr>
              <w:t xml:space="preserve"> сельский округ</w:t>
            </w:r>
            <w:r w:rsidRPr="00224953">
              <w:rPr>
                <w:szCs w:val="28"/>
              </w:rPr>
              <w:t>, с</w:t>
            </w:r>
            <w:r w:rsidR="008D6DCA">
              <w:rPr>
                <w:szCs w:val="28"/>
              </w:rPr>
              <w:t>. </w:t>
            </w:r>
            <w:r w:rsidRPr="00224953">
              <w:rPr>
                <w:szCs w:val="28"/>
              </w:rPr>
              <w:t>Новый Некоуз</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76:08:030708:528</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649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95AD9">
            <w:pPr>
              <w:ind w:firstLine="0"/>
              <w:jc w:val="left"/>
              <w:rPr>
                <w:szCs w:val="28"/>
              </w:rPr>
            </w:pPr>
            <w:r w:rsidRPr="00224953">
              <w:rPr>
                <w:szCs w:val="28"/>
              </w:rPr>
              <w:t>Подземный, надземный</w:t>
            </w:r>
            <w:r w:rsidRPr="00224953">
              <w:rPr>
                <w:szCs w:val="28"/>
              </w:rPr>
              <w:br/>
              <w:t xml:space="preserve">газопровод </w:t>
            </w:r>
            <w:r w:rsidR="00695AD9">
              <w:rPr>
                <w:szCs w:val="28"/>
              </w:rPr>
              <w:t xml:space="preserve">низкого давления, </w:t>
            </w:r>
            <w:r w:rsidR="00695AD9">
              <w:rPr>
                <w:szCs w:val="28"/>
              </w:rPr>
              <w:lastRenderedPageBreak/>
              <w:t>с. </w:t>
            </w:r>
            <w:r w:rsidRPr="00224953">
              <w:rPr>
                <w:szCs w:val="28"/>
              </w:rPr>
              <w:t>Новый Некоуз, ул. Ленина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95AD9">
            <w:pPr>
              <w:ind w:firstLine="0"/>
              <w:jc w:val="left"/>
              <w:rPr>
                <w:szCs w:val="28"/>
              </w:rPr>
            </w:pPr>
            <w:r w:rsidRPr="00224953">
              <w:rPr>
                <w:szCs w:val="28"/>
              </w:rPr>
              <w:lastRenderedPageBreak/>
              <w:t xml:space="preserve">Ярославская область, Некоузский район, </w:t>
            </w:r>
            <w:r w:rsidR="00695AD9">
              <w:rPr>
                <w:szCs w:val="28"/>
              </w:rPr>
              <w:br/>
            </w:r>
            <w:r w:rsidRPr="00224953">
              <w:rPr>
                <w:szCs w:val="28"/>
              </w:rPr>
              <w:t>с.</w:t>
            </w:r>
            <w:r w:rsidR="00695AD9">
              <w:rPr>
                <w:szCs w:val="28"/>
              </w:rPr>
              <w:t> </w:t>
            </w:r>
            <w:r w:rsidRPr="00224953">
              <w:rPr>
                <w:szCs w:val="28"/>
              </w:rPr>
              <w:t>Новый Некоуз</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76:08:030732:327</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95AD9">
            <w:pPr>
              <w:ind w:firstLine="0"/>
              <w:jc w:val="left"/>
              <w:rPr>
                <w:szCs w:val="28"/>
              </w:rPr>
            </w:pPr>
            <w:r w:rsidRPr="00224953">
              <w:rPr>
                <w:szCs w:val="28"/>
              </w:rPr>
              <w:t>Распределительные сети газоснабжения жилых домов ул.</w:t>
            </w:r>
            <w:r w:rsidR="00695AD9">
              <w:rPr>
                <w:szCs w:val="28"/>
              </w:rPr>
              <w:t xml:space="preserve"> </w:t>
            </w:r>
            <w:r w:rsidRPr="00224953">
              <w:rPr>
                <w:szCs w:val="28"/>
              </w:rPr>
              <w:t>Ломоносова п. Волга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95AD9">
            <w:pPr>
              <w:ind w:firstLine="0"/>
              <w:jc w:val="left"/>
              <w:rPr>
                <w:szCs w:val="28"/>
              </w:rPr>
            </w:pPr>
            <w:r w:rsidRPr="00224953">
              <w:rPr>
                <w:szCs w:val="28"/>
              </w:rPr>
              <w:t>Ярославская область, Некоузский район,</w:t>
            </w:r>
            <w:r w:rsidRPr="00224953">
              <w:rPr>
                <w:szCs w:val="28"/>
              </w:rPr>
              <w:br/>
              <w:t xml:space="preserve">Волжское </w:t>
            </w:r>
            <w:r w:rsidR="00695AD9">
              <w:rPr>
                <w:szCs w:val="28"/>
              </w:rPr>
              <w:t>сельское поселение</w:t>
            </w:r>
            <w:r w:rsidRPr="00224953">
              <w:rPr>
                <w:szCs w:val="28"/>
              </w:rPr>
              <w:t>, п. 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76:08:000000:999</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95AD9" w:rsidRDefault="00D91137" w:rsidP="00D91137">
            <w:pPr>
              <w:ind w:firstLine="0"/>
              <w:jc w:val="left"/>
              <w:rPr>
                <w:szCs w:val="28"/>
              </w:rPr>
            </w:pPr>
            <w:r w:rsidRPr="00224953">
              <w:rPr>
                <w:szCs w:val="28"/>
              </w:rPr>
              <w:t xml:space="preserve">Газопровод </w:t>
            </w:r>
          </w:p>
          <w:p w:rsidR="00D91137" w:rsidRPr="00224953" w:rsidRDefault="00D91137" w:rsidP="00695AD9">
            <w:pPr>
              <w:ind w:firstLine="0"/>
              <w:jc w:val="left"/>
              <w:rPr>
                <w:szCs w:val="28"/>
              </w:rPr>
            </w:pPr>
            <w:r w:rsidRPr="00224953">
              <w:rPr>
                <w:szCs w:val="28"/>
              </w:rPr>
              <w:t>низкого давления</w:t>
            </w:r>
            <w:r w:rsidR="00695AD9">
              <w:rPr>
                <w:szCs w:val="28"/>
              </w:rPr>
              <w:t>,</w:t>
            </w:r>
            <w:r w:rsidRPr="00224953">
              <w:rPr>
                <w:szCs w:val="28"/>
              </w:rPr>
              <w:t xml:space="preserve"> в/ч 01656, </w:t>
            </w:r>
            <w:r w:rsidR="00695AD9">
              <w:rPr>
                <w:szCs w:val="28"/>
              </w:rPr>
              <w:br/>
            </w:r>
            <w:r w:rsidRPr="00224953">
              <w:rPr>
                <w:szCs w:val="28"/>
              </w:rPr>
              <w:t>п. Волга, ул.</w:t>
            </w:r>
            <w:r w:rsidR="00695AD9">
              <w:rPr>
                <w:szCs w:val="28"/>
              </w:rPr>
              <w:t> Набережная, 24-х квартирный</w:t>
            </w:r>
            <w:r w:rsidRPr="00224953">
              <w:rPr>
                <w:szCs w:val="28"/>
              </w:rPr>
              <w:t xml:space="preserve"> дом</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95AD9">
            <w:pPr>
              <w:ind w:firstLine="0"/>
              <w:jc w:val="left"/>
              <w:rPr>
                <w:szCs w:val="28"/>
              </w:rPr>
            </w:pPr>
            <w:r w:rsidRPr="00224953">
              <w:rPr>
                <w:szCs w:val="28"/>
              </w:rPr>
              <w:t>Ярославская область, Некоузский</w:t>
            </w:r>
            <w:r w:rsidR="00695AD9">
              <w:rPr>
                <w:szCs w:val="28"/>
              </w:rPr>
              <w:t xml:space="preserve"> район, п. </w:t>
            </w:r>
            <w:r w:rsidRPr="00224953">
              <w:rPr>
                <w:szCs w:val="28"/>
              </w:rPr>
              <w:t>Волга, ул. Набережная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76:08:091001:500</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9230DB" w:rsidP="009230DB">
            <w:pPr>
              <w:ind w:firstLine="0"/>
              <w:jc w:val="left"/>
              <w:rPr>
                <w:szCs w:val="28"/>
              </w:rPr>
            </w:pPr>
            <w:r>
              <w:rPr>
                <w:szCs w:val="28"/>
              </w:rPr>
              <w:t xml:space="preserve">Газопровод, </w:t>
            </w:r>
            <w:r w:rsidR="00D91137" w:rsidRPr="00224953">
              <w:rPr>
                <w:szCs w:val="28"/>
              </w:rPr>
              <w:t>п.</w:t>
            </w:r>
            <w:r>
              <w:rPr>
                <w:szCs w:val="28"/>
              </w:rPr>
              <w:t> </w:t>
            </w:r>
            <w:r w:rsidR="00D91137" w:rsidRPr="00224953">
              <w:rPr>
                <w:szCs w:val="28"/>
              </w:rPr>
              <w:t>Волга</w:t>
            </w:r>
            <w:r>
              <w:rPr>
                <w:szCs w:val="28"/>
              </w:rPr>
              <w:t>,</w:t>
            </w:r>
            <w:r w:rsidR="00D91137" w:rsidRPr="00224953">
              <w:rPr>
                <w:szCs w:val="28"/>
              </w:rPr>
              <w:t xml:space="preserve"> </w:t>
            </w:r>
            <w:r>
              <w:rPr>
                <w:szCs w:val="28"/>
              </w:rPr>
              <w:br/>
            </w:r>
            <w:r w:rsidR="00D91137" w:rsidRPr="00224953">
              <w:rPr>
                <w:szCs w:val="28"/>
              </w:rPr>
              <w:t>60-</w:t>
            </w:r>
            <w:r>
              <w:rPr>
                <w:szCs w:val="28"/>
              </w:rPr>
              <w:t xml:space="preserve">ти </w:t>
            </w:r>
            <w:r w:rsidR="00D91137" w:rsidRPr="00224953">
              <w:rPr>
                <w:szCs w:val="28"/>
              </w:rPr>
              <w:t>квартирный</w:t>
            </w:r>
            <w:r>
              <w:rPr>
                <w:szCs w:val="28"/>
              </w:rPr>
              <w:br/>
            </w:r>
            <w:r w:rsidR="00D91137" w:rsidRPr="00224953">
              <w:rPr>
                <w:szCs w:val="28"/>
              </w:rPr>
              <w:t>жилой дом</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9230DB">
            <w:pPr>
              <w:ind w:firstLine="0"/>
              <w:jc w:val="left"/>
              <w:rPr>
                <w:szCs w:val="28"/>
              </w:rPr>
            </w:pPr>
            <w:r w:rsidRPr="00224953">
              <w:rPr>
                <w:szCs w:val="28"/>
              </w:rPr>
              <w:t xml:space="preserve">Ярославская область, Некоузский район, </w:t>
            </w:r>
            <w:r w:rsidR="009230DB">
              <w:rPr>
                <w:szCs w:val="28"/>
              </w:rPr>
              <w:br/>
            </w:r>
            <w:r w:rsidRPr="00224953">
              <w:rPr>
                <w:szCs w:val="28"/>
              </w:rPr>
              <w:t>Волжский</w:t>
            </w:r>
            <w:r w:rsidR="009230DB">
              <w:rPr>
                <w:szCs w:val="28"/>
              </w:rPr>
              <w:t xml:space="preserve"> сельский округ, п. </w:t>
            </w:r>
            <w:r w:rsidRPr="00224953">
              <w:rPr>
                <w:szCs w:val="28"/>
              </w:rPr>
              <w:t>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76:08:090533:293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230DB" w:rsidRDefault="00D91137" w:rsidP="00D91137">
            <w:pPr>
              <w:ind w:firstLine="0"/>
              <w:jc w:val="left"/>
              <w:rPr>
                <w:szCs w:val="28"/>
              </w:rPr>
            </w:pPr>
            <w:r w:rsidRPr="00224953">
              <w:rPr>
                <w:szCs w:val="28"/>
              </w:rPr>
              <w:t xml:space="preserve">Газопровод </w:t>
            </w:r>
          </w:p>
          <w:p w:rsidR="00D91137" w:rsidRPr="00224953" w:rsidRDefault="00D91137" w:rsidP="009230DB">
            <w:pPr>
              <w:ind w:firstLine="0"/>
              <w:jc w:val="left"/>
              <w:rPr>
                <w:szCs w:val="28"/>
              </w:rPr>
            </w:pPr>
            <w:r w:rsidRPr="00224953">
              <w:rPr>
                <w:szCs w:val="28"/>
              </w:rPr>
              <w:t>(Сети газовые)</w:t>
            </w:r>
            <w:r w:rsidR="009230DB">
              <w:rPr>
                <w:szCs w:val="28"/>
              </w:rPr>
              <w:t>, Некоузский район</w:t>
            </w:r>
            <w:r w:rsidRPr="00224953">
              <w:rPr>
                <w:szCs w:val="28"/>
              </w:rPr>
              <w:t>, п. Волга, в/ч</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w:t>
            </w:r>
            <w:r w:rsidR="009230DB">
              <w:rPr>
                <w:szCs w:val="28"/>
              </w:rPr>
              <w:t>славская область, Некоузский райо</w:t>
            </w:r>
            <w:r w:rsidRPr="00224953">
              <w:rPr>
                <w:szCs w:val="28"/>
              </w:rPr>
              <w:t xml:space="preserve">н, </w:t>
            </w:r>
            <w:r w:rsidR="009230DB">
              <w:rPr>
                <w:szCs w:val="28"/>
              </w:rPr>
              <w:br/>
              <w:t>Волжское сельское поселение</w:t>
            </w:r>
            <w:r w:rsidRPr="00224953">
              <w:rPr>
                <w:szCs w:val="28"/>
              </w:rPr>
              <w:t>, п. 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76:08:091001:499</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Газификация ж.д.</w:t>
            </w:r>
            <w:r w:rsidRPr="00224953">
              <w:rPr>
                <w:szCs w:val="28"/>
              </w:rPr>
              <w:br/>
              <w:t>№</w:t>
            </w:r>
            <w:r w:rsidR="009230DB">
              <w:rPr>
                <w:szCs w:val="28"/>
              </w:rPr>
              <w:t xml:space="preserve"> </w:t>
            </w:r>
            <w:r w:rsidRPr="00224953">
              <w:rPr>
                <w:szCs w:val="28"/>
              </w:rPr>
              <w:t>2 пер. Сосновый, п.</w:t>
            </w:r>
            <w:r w:rsidR="009230DB">
              <w:rPr>
                <w:szCs w:val="28"/>
              </w:rPr>
              <w:t xml:space="preserve"> </w:t>
            </w:r>
            <w:r w:rsidRPr="00224953">
              <w:rPr>
                <w:szCs w:val="28"/>
              </w:rPr>
              <w:t>Шестихино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 Некоузс</w:t>
            </w:r>
            <w:r w:rsidR="009230DB">
              <w:rPr>
                <w:szCs w:val="28"/>
              </w:rPr>
              <w:t>кий райо</w:t>
            </w:r>
            <w:r w:rsidRPr="00224953">
              <w:rPr>
                <w:szCs w:val="28"/>
              </w:rPr>
              <w:t xml:space="preserve">н, </w:t>
            </w:r>
            <w:r w:rsidR="009230DB">
              <w:rPr>
                <w:szCs w:val="28"/>
              </w:rPr>
              <w:br/>
              <w:t>Волжское сельское поселение</w:t>
            </w:r>
            <w:r w:rsidRPr="00224953">
              <w:rPr>
                <w:szCs w:val="28"/>
              </w:rPr>
              <w:t>, п.</w:t>
            </w:r>
            <w:r w:rsidR="009230DB">
              <w:rPr>
                <w:szCs w:val="28"/>
              </w:rPr>
              <w:t xml:space="preserve"> </w:t>
            </w:r>
            <w:r w:rsidRPr="00224953">
              <w:rPr>
                <w:szCs w:val="28"/>
              </w:rPr>
              <w:t>Шестихино, пер.</w:t>
            </w:r>
            <w:r w:rsidR="009230DB">
              <w:rPr>
                <w:szCs w:val="28"/>
              </w:rPr>
              <w:t> </w:t>
            </w:r>
            <w:r w:rsidRPr="00224953">
              <w:rPr>
                <w:szCs w:val="28"/>
              </w:rPr>
              <w:t>Сосновый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76:08:090733:290</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F6C08">
            <w:pPr>
              <w:ind w:firstLine="0"/>
              <w:jc w:val="left"/>
              <w:rPr>
                <w:szCs w:val="28"/>
              </w:rPr>
            </w:pPr>
            <w:r w:rsidRPr="00224953">
              <w:rPr>
                <w:szCs w:val="28"/>
              </w:rPr>
              <w:t>Газопровод</w:t>
            </w:r>
            <w:r w:rsidR="006F6C08">
              <w:rPr>
                <w:szCs w:val="28"/>
              </w:rPr>
              <w:t>,</w:t>
            </w:r>
            <w:r w:rsidR="006F6C08">
              <w:rPr>
                <w:szCs w:val="28"/>
              </w:rPr>
              <w:br/>
            </w:r>
            <w:r w:rsidRPr="00224953">
              <w:rPr>
                <w:szCs w:val="28"/>
              </w:rPr>
              <w:t>клеевой завод п.</w:t>
            </w:r>
            <w:r w:rsidR="006F6C08">
              <w:rPr>
                <w:szCs w:val="28"/>
              </w:rPr>
              <w:t> </w:t>
            </w:r>
            <w:r w:rsidRPr="00224953">
              <w:rPr>
                <w:szCs w:val="28"/>
              </w:rPr>
              <w:t>Волга, д.</w:t>
            </w:r>
            <w:r w:rsidR="006F6C08">
              <w:rPr>
                <w:szCs w:val="28"/>
              </w:rPr>
              <w:t xml:space="preserve"> </w:t>
            </w:r>
            <w:r w:rsidRPr="00224953">
              <w:rPr>
                <w:szCs w:val="28"/>
              </w:rPr>
              <w:t>7</w:t>
            </w:r>
            <w:r w:rsidR="006F6C08">
              <w:rPr>
                <w:szCs w:val="28"/>
              </w:rPr>
              <w:t xml:space="preserve"> – </w:t>
            </w:r>
            <w:r w:rsidRPr="00224953">
              <w:rPr>
                <w:szCs w:val="28"/>
              </w:rPr>
              <w:t>8</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F6C08">
            <w:pPr>
              <w:ind w:firstLine="0"/>
              <w:jc w:val="left"/>
              <w:rPr>
                <w:szCs w:val="28"/>
              </w:rPr>
            </w:pPr>
            <w:r w:rsidRPr="00224953">
              <w:rPr>
                <w:szCs w:val="28"/>
              </w:rPr>
              <w:t>Яро</w:t>
            </w:r>
            <w:r w:rsidR="006F6C08">
              <w:rPr>
                <w:szCs w:val="28"/>
              </w:rPr>
              <w:t>славская область, Некоузский район</w:t>
            </w:r>
            <w:r w:rsidRPr="00224953">
              <w:rPr>
                <w:szCs w:val="28"/>
              </w:rPr>
              <w:t xml:space="preserve">, Волжское </w:t>
            </w:r>
            <w:r w:rsidR="006F6C08">
              <w:rPr>
                <w:szCs w:val="28"/>
              </w:rPr>
              <w:t>сельское поселение</w:t>
            </w:r>
            <w:r w:rsidRPr="00224953">
              <w:rPr>
                <w:szCs w:val="28"/>
              </w:rPr>
              <w:t xml:space="preserve">, п. Волга, </w:t>
            </w:r>
            <w:r w:rsidR="006F6C08">
              <w:rPr>
                <w:szCs w:val="28"/>
              </w:rPr>
              <w:br/>
            </w:r>
            <w:r w:rsidRPr="006F6C08">
              <w:rPr>
                <w:spacing w:val="-10"/>
                <w:szCs w:val="28"/>
              </w:rPr>
              <w:t>ул.</w:t>
            </w:r>
            <w:r w:rsidR="006F6C08" w:rsidRPr="006F6C08">
              <w:rPr>
                <w:spacing w:val="-10"/>
                <w:szCs w:val="28"/>
              </w:rPr>
              <w:t xml:space="preserve"> Орджоникидз</w:t>
            </w:r>
            <w:r w:rsidRPr="006F6C08">
              <w:rPr>
                <w:spacing w:val="-10"/>
                <w:szCs w:val="28"/>
              </w:rPr>
              <w:t>е, д.</w:t>
            </w:r>
            <w:r w:rsidR="006F6C08" w:rsidRPr="006F6C08">
              <w:rPr>
                <w:spacing w:val="-10"/>
                <w:szCs w:val="28"/>
              </w:rPr>
              <w:t xml:space="preserve"> </w:t>
            </w:r>
            <w:r w:rsidRPr="006F6C08">
              <w:rPr>
                <w:spacing w:val="-10"/>
                <w:szCs w:val="28"/>
              </w:rPr>
              <w:t>7</w:t>
            </w:r>
            <w:r w:rsidR="006F6C08" w:rsidRPr="006F6C08">
              <w:rPr>
                <w:spacing w:val="-10"/>
                <w:szCs w:val="28"/>
              </w:rPr>
              <w:t xml:space="preserve"> – </w:t>
            </w:r>
            <w:r w:rsidRPr="006F6C08">
              <w:rPr>
                <w:spacing w:val="-10"/>
                <w:szCs w:val="28"/>
              </w:rPr>
              <w:t>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76:08:090533:291</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до очистных сооужений</w:t>
            </w:r>
            <w:r w:rsidR="00893CFE">
              <w:rPr>
                <w:szCs w:val="28"/>
              </w:rPr>
              <w:t>,</w:t>
            </w:r>
            <w:r w:rsidRPr="00224953">
              <w:rPr>
                <w:szCs w:val="28"/>
              </w:rPr>
              <w:t xml:space="preserve"> з-д Микомс-белкозин</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w:t>
            </w:r>
            <w:r w:rsidR="00893CFE">
              <w:rPr>
                <w:szCs w:val="28"/>
              </w:rPr>
              <w:t>славская область, Некоузский райо</w:t>
            </w:r>
            <w:r w:rsidRPr="00224953">
              <w:rPr>
                <w:szCs w:val="28"/>
              </w:rPr>
              <w:t xml:space="preserve">н, </w:t>
            </w:r>
            <w:r w:rsidR="00893CFE">
              <w:rPr>
                <w:szCs w:val="28"/>
              </w:rPr>
              <w:br/>
              <w:t>Волжскоесельское поселение</w:t>
            </w:r>
            <w:r w:rsidRPr="00224953">
              <w:rPr>
                <w:szCs w:val="28"/>
              </w:rPr>
              <w:t>, п. 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76:08:000000:998</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к ж.д. ул. Красноармейская п. Волга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F3569">
            <w:pPr>
              <w:ind w:firstLine="0"/>
              <w:jc w:val="left"/>
              <w:rPr>
                <w:szCs w:val="28"/>
              </w:rPr>
            </w:pPr>
            <w:r w:rsidRPr="00224953">
              <w:rPr>
                <w:szCs w:val="28"/>
              </w:rPr>
              <w:t xml:space="preserve">Ярославская область, Некоузский район, </w:t>
            </w:r>
            <w:r w:rsidR="00AF3569">
              <w:rPr>
                <w:szCs w:val="28"/>
              </w:rPr>
              <w:br/>
            </w:r>
            <w:r w:rsidRPr="00224953">
              <w:rPr>
                <w:szCs w:val="28"/>
              </w:rPr>
              <w:t xml:space="preserve">Волжский </w:t>
            </w:r>
            <w:r w:rsidR="00AF3569">
              <w:rPr>
                <w:szCs w:val="28"/>
              </w:rPr>
              <w:t>сельский округ</w:t>
            </w:r>
            <w:r w:rsidRPr="00224953">
              <w:rPr>
                <w:szCs w:val="28"/>
              </w:rPr>
              <w:t>, п. 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76:08:000000:996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658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AF3569">
              <w:rPr>
                <w:szCs w:val="28"/>
              </w:rPr>
              <w:br/>
            </w:r>
            <w:r w:rsidR="00C264E1">
              <w:rPr>
                <w:szCs w:val="28"/>
              </w:rPr>
              <w:t>низкого давления, Некоузский райо</w:t>
            </w:r>
            <w:r w:rsidRPr="00224953">
              <w:rPr>
                <w:szCs w:val="28"/>
              </w:rPr>
              <w:t>н</w:t>
            </w:r>
            <w:r w:rsidRPr="00224953">
              <w:rPr>
                <w:szCs w:val="28"/>
              </w:rPr>
              <w:br/>
              <w:t>д.</w:t>
            </w:r>
            <w:r w:rsidR="00C264E1">
              <w:rPr>
                <w:szCs w:val="28"/>
              </w:rPr>
              <w:t> </w:t>
            </w:r>
            <w:r w:rsidRPr="00224953">
              <w:rPr>
                <w:szCs w:val="28"/>
              </w:rPr>
              <w:t>Гладышево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64E1">
            <w:pPr>
              <w:ind w:firstLine="0"/>
              <w:jc w:val="left"/>
              <w:rPr>
                <w:szCs w:val="28"/>
              </w:rPr>
            </w:pPr>
            <w:r w:rsidRPr="00224953">
              <w:rPr>
                <w:szCs w:val="28"/>
              </w:rPr>
              <w:t>Яро</w:t>
            </w:r>
            <w:r w:rsidR="00C264E1">
              <w:rPr>
                <w:szCs w:val="28"/>
              </w:rPr>
              <w:t>славская область, Некоузский райо</w:t>
            </w:r>
            <w:r w:rsidRPr="00224953">
              <w:rPr>
                <w:szCs w:val="28"/>
              </w:rPr>
              <w:t xml:space="preserve">н, </w:t>
            </w:r>
            <w:r w:rsidR="00C264E1">
              <w:rPr>
                <w:szCs w:val="28"/>
              </w:rPr>
              <w:br/>
              <w:t>Волжское сельское поселение</w:t>
            </w:r>
            <w:r w:rsidRPr="00224953">
              <w:rPr>
                <w:szCs w:val="28"/>
              </w:rPr>
              <w:t>, д.</w:t>
            </w:r>
            <w:r w:rsidR="00C264E1">
              <w:rPr>
                <w:szCs w:val="28"/>
              </w:rPr>
              <w:t xml:space="preserve"> </w:t>
            </w:r>
            <w:r w:rsidRPr="00224953">
              <w:rPr>
                <w:szCs w:val="28"/>
              </w:rPr>
              <w:t>Гладышево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76:08:090638:765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659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264E1" w:rsidRDefault="00D91137" w:rsidP="00D91137">
            <w:pPr>
              <w:ind w:firstLine="0"/>
              <w:jc w:val="left"/>
              <w:rPr>
                <w:szCs w:val="28"/>
              </w:rPr>
            </w:pPr>
            <w:r w:rsidRPr="00224953">
              <w:rPr>
                <w:szCs w:val="28"/>
              </w:rPr>
              <w:t xml:space="preserve">Газопровод </w:t>
            </w:r>
          </w:p>
          <w:p w:rsidR="00D91137" w:rsidRPr="00224953" w:rsidRDefault="00D91137" w:rsidP="00C212F5">
            <w:pPr>
              <w:ind w:firstLine="0"/>
              <w:jc w:val="left"/>
              <w:rPr>
                <w:szCs w:val="28"/>
              </w:rPr>
            </w:pPr>
            <w:r w:rsidRPr="00224953">
              <w:rPr>
                <w:szCs w:val="28"/>
              </w:rPr>
              <w:t xml:space="preserve">низкого давления, Некоузский </w:t>
            </w:r>
            <w:r w:rsidR="00C212F5">
              <w:rPr>
                <w:szCs w:val="28"/>
              </w:rPr>
              <w:t>мцниципальный округ</w:t>
            </w:r>
            <w:r w:rsidRPr="00224953">
              <w:rPr>
                <w:szCs w:val="28"/>
              </w:rPr>
              <w:t>, п.</w:t>
            </w:r>
            <w:r w:rsidR="00C264E1">
              <w:rPr>
                <w:szCs w:val="28"/>
              </w:rPr>
              <w:t xml:space="preserve"> </w:t>
            </w:r>
            <w:r w:rsidRPr="00224953">
              <w:rPr>
                <w:szCs w:val="28"/>
              </w:rPr>
              <w:t>Шестихино, пер.</w:t>
            </w:r>
            <w:r w:rsidR="00C264E1">
              <w:rPr>
                <w:szCs w:val="28"/>
              </w:rPr>
              <w:t xml:space="preserve"> </w:t>
            </w:r>
            <w:r w:rsidRPr="00224953">
              <w:rPr>
                <w:szCs w:val="28"/>
              </w:rPr>
              <w:t>Лесной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64E1">
            <w:pPr>
              <w:ind w:firstLine="0"/>
              <w:jc w:val="left"/>
              <w:rPr>
                <w:szCs w:val="28"/>
              </w:rPr>
            </w:pPr>
            <w:r w:rsidRPr="00224953">
              <w:rPr>
                <w:szCs w:val="28"/>
              </w:rPr>
              <w:t>Ярославская область, Некоузский район,</w:t>
            </w:r>
            <w:r w:rsidR="00C264E1">
              <w:rPr>
                <w:szCs w:val="28"/>
              </w:rPr>
              <w:t xml:space="preserve"> </w:t>
            </w:r>
            <w:r w:rsidR="009A1A6D">
              <w:rPr>
                <w:szCs w:val="28"/>
              </w:rPr>
              <w:br/>
            </w:r>
            <w:r w:rsidR="00C264E1">
              <w:rPr>
                <w:szCs w:val="28"/>
              </w:rPr>
              <w:t>Шестих</w:t>
            </w:r>
            <w:r w:rsidRPr="00224953">
              <w:rPr>
                <w:szCs w:val="28"/>
              </w:rPr>
              <w:t xml:space="preserve">инский </w:t>
            </w:r>
            <w:r w:rsidR="00C264E1">
              <w:rPr>
                <w:szCs w:val="28"/>
              </w:rPr>
              <w:t>сельский округ</w:t>
            </w:r>
            <w:r w:rsidRPr="00224953">
              <w:rPr>
                <w:szCs w:val="28"/>
              </w:rPr>
              <w:t xml:space="preserve">, п. Шестихино, </w:t>
            </w:r>
            <w:r w:rsidR="00C264E1">
              <w:rPr>
                <w:szCs w:val="28"/>
              </w:rPr>
              <w:br/>
            </w:r>
            <w:r w:rsidRPr="00224953">
              <w:rPr>
                <w:szCs w:val="28"/>
              </w:rPr>
              <w:t>пер.</w:t>
            </w:r>
            <w:r w:rsidR="00C264E1">
              <w:rPr>
                <w:szCs w:val="28"/>
              </w:rPr>
              <w:t xml:space="preserve"> </w:t>
            </w:r>
            <w:r w:rsidRPr="00224953">
              <w:rPr>
                <w:szCs w:val="28"/>
              </w:rPr>
              <w:t>Лесной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76:08:090734:248</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264E1" w:rsidRDefault="00D91137" w:rsidP="00D91137">
            <w:pPr>
              <w:ind w:firstLine="0"/>
              <w:jc w:val="left"/>
              <w:rPr>
                <w:szCs w:val="28"/>
              </w:rPr>
            </w:pPr>
            <w:r w:rsidRPr="00224953">
              <w:rPr>
                <w:szCs w:val="28"/>
              </w:rPr>
              <w:t xml:space="preserve">Газопровод высокого давления к ГРП № 2 и </w:t>
            </w:r>
          </w:p>
          <w:p w:rsidR="00C264E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C264E1">
              <w:rPr>
                <w:szCs w:val="28"/>
              </w:rPr>
              <w:t>, п. </w:t>
            </w:r>
            <w:r w:rsidRPr="00224953">
              <w:rPr>
                <w:szCs w:val="28"/>
              </w:rPr>
              <w:t>Волга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64E1">
            <w:pPr>
              <w:ind w:firstLine="0"/>
              <w:jc w:val="left"/>
              <w:rPr>
                <w:szCs w:val="28"/>
              </w:rPr>
            </w:pPr>
            <w:r w:rsidRPr="00224953">
              <w:rPr>
                <w:szCs w:val="28"/>
              </w:rPr>
              <w:t>Ярослав</w:t>
            </w:r>
            <w:r w:rsidR="00C264E1">
              <w:rPr>
                <w:szCs w:val="28"/>
              </w:rPr>
              <w:t>ская область, Некоузский район,</w:t>
            </w:r>
            <w:r w:rsidRPr="00224953">
              <w:rPr>
                <w:szCs w:val="28"/>
              </w:rPr>
              <w:t xml:space="preserve"> п.</w:t>
            </w:r>
            <w:r w:rsidR="00C264E1">
              <w:rPr>
                <w:szCs w:val="28"/>
              </w:rPr>
              <w:t> </w:t>
            </w:r>
            <w:r w:rsidRPr="00224953">
              <w:rPr>
                <w:szCs w:val="28"/>
              </w:rPr>
              <w:t>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76:08:090533:294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64E1">
            <w:pPr>
              <w:ind w:firstLine="0"/>
              <w:jc w:val="left"/>
              <w:rPr>
                <w:szCs w:val="28"/>
              </w:rPr>
            </w:pPr>
            <w:r w:rsidRPr="00224953">
              <w:rPr>
                <w:szCs w:val="28"/>
              </w:rPr>
              <w:t xml:space="preserve">Газопровод </w:t>
            </w:r>
            <w:r w:rsidR="00C264E1">
              <w:rPr>
                <w:szCs w:val="28"/>
              </w:rPr>
              <w:br/>
            </w:r>
            <w:r w:rsidRPr="00224953">
              <w:rPr>
                <w:szCs w:val="28"/>
              </w:rPr>
              <w:t>низкого давления</w:t>
            </w:r>
            <w:r w:rsidR="00C264E1">
              <w:rPr>
                <w:szCs w:val="28"/>
              </w:rPr>
              <w:t>, Некоузский райо</w:t>
            </w:r>
            <w:r w:rsidRPr="00224953">
              <w:rPr>
                <w:szCs w:val="28"/>
              </w:rPr>
              <w:t>н</w:t>
            </w:r>
            <w:r w:rsidR="00C264E1">
              <w:rPr>
                <w:szCs w:val="28"/>
              </w:rPr>
              <w:t xml:space="preserve">, </w:t>
            </w:r>
            <w:r w:rsidRPr="00224953">
              <w:rPr>
                <w:szCs w:val="28"/>
              </w:rPr>
              <w:t>д.</w:t>
            </w:r>
            <w:r w:rsidR="00C264E1">
              <w:rPr>
                <w:szCs w:val="28"/>
              </w:rPr>
              <w:t xml:space="preserve"> </w:t>
            </w:r>
            <w:r w:rsidRPr="00224953">
              <w:rPr>
                <w:szCs w:val="28"/>
              </w:rPr>
              <w:t>Гладышево, д.</w:t>
            </w:r>
            <w:r w:rsidR="00C264E1">
              <w:rPr>
                <w:szCs w:val="28"/>
              </w:rPr>
              <w:t> </w:t>
            </w:r>
            <w:r w:rsidRPr="00224953">
              <w:rPr>
                <w:szCs w:val="28"/>
              </w:rPr>
              <w:t>25, 6</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64E1">
            <w:pPr>
              <w:ind w:firstLine="0"/>
              <w:jc w:val="left"/>
              <w:rPr>
                <w:szCs w:val="28"/>
              </w:rPr>
            </w:pPr>
            <w:r w:rsidRPr="00224953">
              <w:rPr>
                <w:szCs w:val="28"/>
              </w:rPr>
              <w:t xml:space="preserve">Ярославская область, </w:t>
            </w:r>
            <w:r w:rsidR="00C264E1">
              <w:rPr>
                <w:szCs w:val="28"/>
              </w:rPr>
              <w:br/>
            </w:r>
            <w:r w:rsidRPr="00224953">
              <w:rPr>
                <w:szCs w:val="28"/>
              </w:rPr>
              <w:t>Некоузский</w:t>
            </w:r>
            <w:r w:rsidR="00C264E1">
              <w:rPr>
                <w:szCs w:val="28"/>
              </w:rPr>
              <w:t xml:space="preserve"> район</w:t>
            </w:r>
            <w:r w:rsidRPr="00224953">
              <w:rPr>
                <w:szCs w:val="28"/>
              </w:rPr>
              <w:t xml:space="preserve">, </w:t>
            </w:r>
            <w:r w:rsidR="00C264E1">
              <w:rPr>
                <w:szCs w:val="28"/>
              </w:rPr>
              <w:br/>
            </w:r>
            <w:r w:rsidRPr="00224953">
              <w:rPr>
                <w:szCs w:val="28"/>
              </w:rPr>
              <w:t>д</w:t>
            </w:r>
            <w:r w:rsidR="00C264E1">
              <w:rPr>
                <w:szCs w:val="28"/>
              </w:rPr>
              <w:t>.</w:t>
            </w:r>
            <w:r w:rsidRPr="00224953">
              <w:rPr>
                <w:szCs w:val="28"/>
              </w:rPr>
              <w:t xml:space="preserve"> Гладышево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76:08:090638:766</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C264E1" w:rsidRDefault="00D91137" w:rsidP="00D91137">
            <w:pPr>
              <w:ind w:firstLine="0"/>
              <w:jc w:val="left"/>
              <w:rPr>
                <w:szCs w:val="28"/>
              </w:rPr>
            </w:pPr>
            <w:r w:rsidRPr="00224953">
              <w:rPr>
                <w:szCs w:val="28"/>
              </w:rPr>
              <w:t xml:space="preserve">Газопровод </w:t>
            </w:r>
          </w:p>
          <w:p w:rsidR="00D91137" w:rsidRPr="00224953" w:rsidRDefault="00D91137" w:rsidP="00C264E1">
            <w:pPr>
              <w:ind w:firstLine="0"/>
              <w:jc w:val="left"/>
              <w:rPr>
                <w:szCs w:val="28"/>
              </w:rPr>
            </w:pPr>
            <w:r w:rsidRPr="00224953">
              <w:rPr>
                <w:szCs w:val="28"/>
              </w:rPr>
              <w:t>низкого давления к</w:t>
            </w:r>
            <w:r w:rsidR="00C264E1">
              <w:rPr>
                <w:szCs w:val="28"/>
              </w:rPr>
              <w:t xml:space="preserve"> 2-х </w:t>
            </w:r>
            <w:r w:rsidRPr="00224953">
              <w:rPr>
                <w:szCs w:val="28"/>
              </w:rPr>
              <w:t>квартирному жилому дому ФАП</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64E1">
            <w:pPr>
              <w:ind w:firstLine="0"/>
              <w:jc w:val="left"/>
              <w:rPr>
                <w:szCs w:val="28"/>
              </w:rPr>
            </w:pPr>
            <w:r w:rsidRPr="00224953">
              <w:rPr>
                <w:szCs w:val="28"/>
              </w:rPr>
              <w:t>Ярославская обл</w:t>
            </w:r>
            <w:r w:rsidR="00C264E1">
              <w:rPr>
                <w:szCs w:val="28"/>
              </w:rPr>
              <w:t>асть</w:t>
            </w:r>
            <w:r w:rsidRPr="00224953">
              <w:rPr>
                <w:szCs w:val="28"/>
              </w:rPr>
              <w:t>, Некоузский р</w:t>
            </w:r>
            <w:r w:rsidR="00C264E1">
              <w:rPr>
                <w:szCs w:val="28"/>
              </w:rPr>
              <w:t>айон, Волжское сельское поселение</w:t>
            </w:r>
            <w:r w:rsidRPr="00224953">
              <w:rPr>
                <w:szCs w:val="28"/>
              </w:rPr>
              <w:t>, п.</w:t>
            </w:r>
            <w:r w:rsidR="00C264E1">
              <w:rPr>
                <w:szCs w:val="28"/>
              </w:rPr>
              <w:t xml:space="preserve"> </w:t>
            </w:r>
            <w:r w:rsidRPr="00224953">
              <w:rPr>
                <w:szCs w:val="28"/>
              </w:rPr>
              <w:t>Шестихино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76:08:090738:292</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и низкого давления к котельной в/ч 01656</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64E1">
            <w:pPr>
              <w:ind w:firstLine="0"/>
              <w:jc w:val="left"/>
              <w:rPr>
                <w:szCs w:val="28"/>
              </w:rPr>
            </w:pPr>
            <w:r w:rsidRPr="00224953">
              <w:rPr>
                <w:szCs w:val="28"/>
              </w:rPr>
              <w:t>Ярославская обл</w:t>
            </w:r>
            <w:r w:rsidR="00C264E1">
              <w:rPr>
                <w:szCs w:val="28"/>
              </w:rPr>
              <w:t xml:space="preserve">асть, Некоузский район, </w:t>
            </w:r>
            <w:r w:rsidR="006576F4">
              <w:rPr>
                <w:szCs w:val="28"/>
              </w:rPr>
              <w:br/>
            </w:r>
            <w:r w:rsidR="00C264E1">
              <w:rPr>
                <w:szCs w:val="28"/>
              </w:rPr>
              <w:t>Волжское сельское поселение</w:t>
            </w:r>
            <w:r w:rsidRPr="00224953">
              <w:rPr>
                <w:szCs w:val="28"/>
              </w:rPr>
              <w:t>, п.</w:t>
            </w:r>
            <w:r w:rsidR="00C264E1">
              <w:rPr>
                <w:szCs w:val="28"/>
              </w:rPr>
              <w:t xml:space="preserve"> </w:t>
            </w:r>
            <w:r w:rsidRPr="00224953">
              <w:rPr>
                <w:szCs w:val="28"/>
              </w:rPr>
              <w:t>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76:08:090638:767</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Газификация </w:t>
            </w:r>
            <w:r w:rsidR="00A012BE">
              <w:rPr>
                <w:szCs w:val="28"/>
              </w:rPr>
              <w:br/>
            </w:r>
            <w:r w:rsidRPr="00224953">
              <w:rPr>
                <w:szCs w:val="28"/>
              </w:rPr>
              <w:t>котельной</w:t>
            </w:r>
            <w:r w:rsidRPr="00224953">
              <w:rPr>
                <w:szCs w:val="28"/>
              </w:rPr>
              <w:br/>
              <w:t>модульного типа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A012BE">
            <w:pPr>
              <w:ind w:firstLine="0"/>
              <w:jc w:val="left"/>
              <w:rPr>
                <w:szCs w:val="28"/>
              </w:rPr>
            </w:pPr>
            <w:r w:rsidRPr="00224953">
              <w:rPr>
                <w:szCs w:val="28"/>
              </w:rPr>
              <w:t>Ярославская обл</w:t>
            </w:r>
            <w:r w:rsidR="00A012BE">
              <w:rPr>
                <w:szCs w:val="28"/>
              </w:rPr>
              <w:t>асть, Некоузский райо</w:t>
            </w:r>
            <w:r w:rsidRPr="00224953">
              <w:rPr>
                <w:szCs w:val="28"/>
              </w:rPr>
              <w:t xml:space="preserve">н, </w:t>
            </w:r>
            <w:r w:rsidR="006576F4">
              <w:rPr>
                <w:szCs w:val="28"/>
              </w:rPr>
              <w:br/>
            </w:r>
            <w:r w:rsidRPr="00224953">
              <w:rPr>
                <w:szCs w:val="28"/>
              </w:rPr>
              <w:t>Волжское</w:t>
            </w:r>
            <w:r w:rsidR="00A012BE">
              <w:rPr>
                <w:szCs w:val="28"/>
              </w:rPr>
              <w:t xml:space="preserve"> сельское поселение</w:t>
            </w:r>
            <w:r w:rsidRPr="00224953">
              <w:rPr>
                <w:szCs w:val="28"/>
              </w:rPr>
              <w:t>, п. Шестихино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76:08:090738:290</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котельной пожарного депо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90951">
            <w:pPr>
              <w:ind w:firstLine="0"/>
              <w:jc w:val="left"/>
              <w:rPr>
                <w:szCs w:val="28"/>
              </w:rPr>
            </w:pPr>
            <w:r w:rsidRPr="00224953">
              <w:rPr>
                <w:szCs w:val="28"/>
              </w:rPr>
              <w:t>Ярославская обл</w:t>
            </w:r>
            <w:r w:rsidR="00290951">
              <w:rPr>
                <w:szCs w:val="28"/>
              </w:rPr>
              <w:t xml:space="preserve">асть, Некоузский район, </w:t>
            </w:r>
            <w:r w:rsidR="006576F4">
              <w:rPr>
                <w:szCs w:val="28"/>
              </w:rPr>
              <w:br/>
            </w:r>
            <w:r w:rsidR="00290951">
              <w:rPr>
                <w:szCs w:val="28"/>
              </w:rPr>
              <w:t>Волжское сельское поселение</w:t>
            </w:r>
            <w:r w:rsidRPr="00224953">
              <w:rPr>
                <w:szCs w:val="28"/>
              </w:rPr>
              <w:t>, д.</w:t>
            </w:r>
            <w:r w:rsidR="00290951">
              <w:rPr>
                <w:szCs w:val="28"/>
              </w:rPr>
              <w:t xml:space="preserve"> </w:t>
            </w:r>
            <w:r w:rsidRPr="00224953">
              <w:rPr>
                <w:szCs w:val="28"/>
              </w:rPr>
              <w:t>Новая Ура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76:08:090725:356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низкого давления к котельной Шестихинского АТП</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5039">
            <w:pPr>
              <w:ind w:firstLine="0"/>
              <w:jc w:val="left"/>
              <w:rPr>
                <w:szCs w:val="28"/>
              </w:rPr>
            </w:pPr>
            <w:r w:rsidRPr="00224953">
              <w:rPr>
                <w:szCs w:val="28"/>
              </w:rPr>
              <w:t>Ярославская обл</w:t>
            </w:r>
            <w:r w:rsidR="006D5039">
              <w:rPr>
                <w:szCs w:val="28"/>
              </w:rPr>
              <w:t xml:space="preserve">асть, Некоузский район, </w:t>
            </w:r>
            <w:r w:rsidR="006576F4">
              <w:rPr>
                <w:szCs w:val="28"/>
              </w:rPr>
              <w:br/>
            </w:r>
            <w:r w:rsidR="006D5039">
              <w:rPr>
                <w:szCs w:val="28"/>
              </w:rPr>
              <w:t xml:space="preserve">Шестихинский сельский округ, </w:t>
            </w:r>
            <w:r w:rsidRPr="00224953">
              <w:rPr>
                <w:szCs w:val="28"/>
              </w:rPr>
              <w:t>п.</w:t>
            </w:r>
            <w:r w:rsidR="006D5039">
              <w:rPr>
                <w:szCs w:val="28"/>
              </w:rPr>
              <w:t xml:space="preserve"> </w:t>
            </w:r>
            <w:r w:rsidRPr="00224953">
              <w:rPr>
                <w:szCs w:val="28"/>
              </w:rPr>
              <w:t>Шестихино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76:08:000000:990</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низкого давления к </w:t>
            </w:r>
            <w:r w:rsidRPr="00224953">
              <w:rPr>
                <w:szCs w:val="28"/>
              </w:rPr>
              <w:lastRenderedPageBreak/>
              <w:t>магазину Шестихинского сельпо и кафе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5039">
            <w:pPr>
              <w:ind w:firstLine="0"/>
              <w:jc w:val="left"/>
              <w:rPr>
                <w:szCs w:val="28"/>
              </w:rPr>
            </w:pPr>
            <w:r w:rsidRPr="00224953">
              <w:rPr>
                <w:szCs w:val="28"/>
              </w:rPr>
              <w:lastRenderedPageBreak/>
              <w:t>Ярославская обл</w:t>
            </w:r>
            <w:r w:rsidR="006D5039">
              <w:rPr>
                <w:szCs w:val="28"/>
              </w:rPr>
              <w:t xml:space="preserve">асть, Некоузский район, </w:t>
            </w:r>
            <w:r w:rsidR="006576F4">
              <w:rPr>
                <w:szCs w:val="28"/>
              </w:rPr>
              <w:br/>
            </w:r>
            <w:r w:rsidR="006D5039">
              <w:rPr>
                <w:szCs w:val="28"/>
              </w:rPr>
              <w:lastRenderedPageBreak/>
              <w:t>Волжское сельское поселение</w:t>
            </w:r>
            <w:r w:rsidRPr="00224953">
              <w:rPr>
                <w:szCs w:val="28"/>
              </w:rPr>
              <w:t>, п.</w:t>
            </w:r>
            <w:r w:rsidR="006D5039">
              <w:rPr>
                <w:szCs w:val="28"/>
              </w:rPr>
              <w:t xml:space="preserve"> </w:t>
            </w:r>
            <w:r w:rsidRPr="00224953">
              <w:rPr>
                <w:szCs w:val="28"/>
              </w:rPr>
              <w:t>Шестихино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76:08:090738:289</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от емкостей в/ч 01656</w:t>
            </w:r>
            <w:r w:rsidR="006D5039">
              <w:rPr>
                <w:szCs w:val="28"/>
              </w:rPr>
              <w:t>,</w:t>
            </w:r>
            <w:r w:rsidRPr="00224953">
              <w:rPr>
                <w:szCs w:val="28"/>
              </w:rPr>
              <w:t xml:space="preserve"> п.</w:t>
            </w:r>
            <w:r w:rsidR="006D5039">
              <w:rPr>
                <w:szCs w:val="28"/>
              </w:rPr>
              <w:t> </w:t>
            </w:r>
            <w:r w:rsidRPr="00224953">
              <w:rPr>
                <w:szCs w:val="28"/>
              </w:rPr>
              <w:t>Волга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5039">
            <w:pPr>
              <w:ind w:firstLine="0"/>
              <w:jc w:val="left"/>
              <w:rPr>
                <w:szCs w:val="28"/>
              </w:rPr>
            </w:pPr>
            <w:r w:rsidRPr="00224953">
              <w:rPr>
                <w:szCs w:val="28"/>
              </w:rPr>
              <w:t>Ярославская область, Некоузский</w:t>
            </w:r>
            <w:r w:rsidR="006D5039">
              <w:rPr>
                <w:szCs w:val="28"/>
              </w:rPr>
              <w:t xml:space="preserve"> район</w:t>
            </w:r>
            <w:r w:rsidRPr="00224953">
              <w:rPr>
                <w:szCs w:val="28"/>
              </w:rPr>
              <w:t>, п</w:t>
            </w:r>
            <w:r w:rsidR="006D5039">
              <w:rPr>
                <w:szCs w:val="28"/>
              </w:rPr>
              <w:t>. </w:t>
            </w:r>
            <w:r w:rsidRPr="00224953">
              <w:rPr>
                <w:szCs w:val="28"/>
              </w:rPr>
              <w:t>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76:08:091001:498</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669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5039">
            <w:pPr>
              <w:ind w:firstLine="0"/>
              <w:jc w:val="left"/>
              <w:rPr>
                <w:szCs w:val="28"/>
              </w:rPr>
            </w:pPr>
            <w:r w:rsidRPr="00224953">
              <w:rPr>
                <w:szCs w:val="28"/>
              </w:rPr>
              <w:t>Подземный газопровод высокого давления</w:t>
            </w:r>
            <w:r w:rsidR="006D5039">
              <w:rPr>
                <w:szCs w:val="28"/>
              </w:rPr>
              <w:t>,</w:t>
            </w:r>
            <w:r w:rsidRPr="00224953">
              <w:rPr>
                <w:szCs w:val="28"/>
              </w:rPr>
              <w:t xml:space="preserve"> ул.</w:t>
            </w:r>
            <w:r w:rsidR="006D5039">
              <w:rPr>
                <w:szCs w:val="28"/>
              </w:rPr>
              <w:t> </w:t>
            </w:r>
            <w:r w:rsidRPr="00224953">
              <w:rPr>
                <w:szCs w:val="28"/>
              </w:rPr>
              <w:t>Ленина,</w:t>
            </w:r>
            <w:r w:rsidR="006D5039">
              <w:rPr>
                <w:szCs w:val="28"/>
              </w:rPr>
              <w:t xml:space="preserve"> </w:t>
            </w:r>
            <w:r w:rsidRPr="00224953">
              <w:rPr>
                <w:szCs w:val="28"/>
              </w:rPr>
              <w:t>модульная котельная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w:t>
            </w:r>
            <w:r w:rsidR="006D5039">
              <w:rPr>
                <w:szCs w:val="28"/>
              </w:rPr>
              <w:t xml:space="preserve">славская область, Некоузский район, </w:t>
            </w:r>
            <w:r w:rsidR="006576F4">
              <w:rPr>
                <w:szCs w:val="28"/>
              </w:rPr>
              <w:br/>
            </w:r>
            <w:r w:rsidR="006D5039">
              <w:rPr>
                <w:szCs w:val="28"/>
              </w:rPr>
              <w:t>Волжское сельское поселение</w:t>
            </w:r>
            <w:r w:rsidRPr="00224953">
              <w:rPr>
                <w:szCs w:val="28"/>
              </w:rPr>
              <w:t>, п.</w:t>
            </w:r>
            <w:r w:rsidR="006D5039">
              <w:rPr>
                <w:szCs w:val="28"/>
              </w:rPr>
              <w:t> </w:t>
            </w:r>
            <w:r w:rsidRPr="00224953">
              <w:rPr>
                <w:szCs w:val="28"/>
              </w:rPr>
              <w:t>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76:08:000000:987</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5039">
            <w:pPr>
              <w:ind w:firstLine="0"/>
              <w:jc w:val="left"/>
              <w:rPr>
                <w:szCs w:val="28"/>
              </w:rPr>
            </w:pPr>
            <w:r w:rsidRPr="00224953">
              <w:rPr>
                <w:szCs w:val="28"/>
              </w:rPr>
              <w:t>Подземный газопровод</w:t>
            </w:r>
            <w:r w:rsidR="006D5039">
              <w:rPr>
                <w:szCs w:val="28"/>
              </w:rPr>
              <w:t>,</w:t>
            </w:r>
            <w:r w:rsidRPr="00224953">
              <w:rPr>
                <w:szCs w:val="28"/>
              </w:rPr>
              <w:t xml:space="preserve"> п.</w:t>
            </w:r>
            <w:r w:rsidR="006D5039">
              <w:rPr>
                <w:szCs w:val="28"/>
              </w:rPr>
              <w:t xml:space="preserve"> Волга, ул. Орджоникидзе, 3-х эажный</w:t>
            </w:r>
            <w:r w:rsidRPr="00224953">
              <w:rPr>
                <w:szCs w:val="28"/>
              </w:rPr>
              <w:t xml:space="preserve"> </w:t>
            </w:r>
            <w:r w:rsidR="006D5039">
              <w:rPr>
                <w:szCs w:val="28"/>
              </w:rPr>
              <w:t xml:space="preserve">жилой дом </w:t>
            </w:r>
            <w:r w:rsidRPr="00224953">
              <w:rPr>
                <w:szCs w:val="28"/>
              </w:rPr>
              <w:t>№</w:t>
            </w:r>
            <w:r w:rsidR="006D5039">
              <w:rPr>
                <w:szCs w:val="28"/>
              </w:rPr>
              <w:t xml:space="preserve"> </w:t>
            </w:r>
            <w:r w:rsidRPr="00224953">
              <w:rPr>
                <w:szCs w:val="28"/>
              </w:rPr>
              <w:t>4</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5039">
            <w:pPr>
              <w:ind w:firstLine="0"/>
              <w:jc w:val="left"/>
              <w:rPr>
                <w:szCs w:val="28"/>
              </w:rPr>
            </w:pPr>
            <w:r w:rsidRPr="00224953">
              <w:rPr>
                <w:szCs w:val="28"/>
              </w:rPr>
              <w:t>Ярославская область, Некоузский</w:t>
            </w:r>
            <w:r w:rsidR="006D5039">
              <w:rPr>
                <w:szCs w:val="28"/>
              </w:rPr>
              <w:t xml:space="preserve"> район</w:t>
            </w:r>
            <w:r w:rsidRPr="00224953">
              <w:rPr>
                <w:szCs w:val="28"/>
              </w:rPr>
              <w:t xml:space="preserve">, </w:t>
            </w:r>
            <w:r w:rsidR="006D5039">
              <w:rPr>
                <w:szCs w:val="28"/>
              </w:rPr>
              <w:br/>
            </w:r>
            <w:r w:rsidRPr="00224953">
              <w:rPr>
                <w:szCs w:val="28"/>
              </w:rPr>
              <w:t>Волжский</w:t>
            </w:r>
            <w:r w:rsidR="006D5039">
              <w:rPr>
                <w:szCs w:val="28"/>
              </w:rPr>
              <w:t xml:space="preserve"> сельский округ, п. Волга,</w:t>
            </w:r>
            <w:r w:rsidR="006D5039">
              <w:rPr>
                <w:szCs w:val="28"/>
              </w:rPr>
              <w:br/>
              <w:t>ул. Орджоникидз</w:t>
            </w:r>
            <w:r w:rsidRPr="00224953">
              <w:rPr>
                <w:szCs w:val="28"/>
              </w:rPr>
              <w:t>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76:08:090533:290</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Подземный газопровод низкого давления к жилому дому, пер.</w:t>
            </w:r>
            <w:r w:rsidR="006D5039">
              <w:rPr>
                <w:szCs w:val="28"/>
              </w:rPr>
              <w:t> </w:t>
            </w:r>
            <w:r w:rsidRPr="00224953">
              <w:rPr>
                <w:szCs w:val="28"/>
              </w:rPr>
              <w:t>Сосновый, п.</w:t>
            </w:r>
            <w:r w:rsidR="006D5039">
              <w:rPr>
                <w:szCs w:val="28"/>
              </w:rPr>
              <w:t> </w:t>
            </w:r>
            <w:r w:rsidRPr="00224953">
              <w:rPr>
                <w:szCs w:val="28"/>
              </w:rPr>
              <w:t>Шестихино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5039">
            <w:pPr>
              <w:ind w:firstLine="0"/>
              <w:jc w:val="left"/>
              <w:rPr>
                <w:szCs w:val="28"/>
              </w:rPr>
            </w:pPr>
            <w:r w:rsidRPr="00224953">
              <w:rPr>
                <w:szCs w:val="28"/>
              </w:rPr>
              <w:t>Ярославская область, Некоузский</w:t>
            </w:r>
            <w:r w:rsidR="006D5039">
              <w:rPr>
                <w:szCs w:val="28"/>
              </w:rPr>
              <w:t xml:space="preserve"> район</w:t>
            </w:r>
            <w:r w:rsidRPr="00224953">
              <w:rPr>
                <w:szCs w:val="28"/>
              </w:rPr>
              <w:t xml:space="preserve">, </w:t>
            </w:r>
            <w:r w:rsidR="006D5039">
              <w:rPr>
                <w:szCs w:val="28"/>
              </w:rPr>
              <w:br/>
            </w:r>
            <w:r w:rsidRPr="00224953">
              <w:rPr>
                <w:szCs w:val="28"/>
              </w:rPr>
              <w:t>п</w:t>
            </w:r>
            <w:r w:rsidR="006D5039">
              <w:rPr>
                <w:szCs w:val="28"/>
              </w:rPr>
              <w:t>.</w:t>
            </w:r>
            <w:r w:rsidRPr="00224953">
              <w:rPr>
                <w:szCs w:val="28"/>
              </w:rPr>
              <w:t xml:space="preserve"> Шестихино, </w:t>
            </w:r>
            <w:r w:rsidR="006D5039" w:rsidRPr="00224953">
              <w:rPr>
                <w:szCs w:val="28"/>
              </w:rPr>
              <w:t>пер</w:t>
            </w:r>
            <w:r w:rsidR="006D5039">
              <w:rPr>
                <w:szCs w:val="28"/>
              </w:rPr>
              <w:t>.</w:t>
            </w:r>
            <w:r w:rsidR="006D5039" w:rsidRPr="00224953">
              <w:rPr>
                <w:szCs w:val="28"/>
              </w:rPr>
              <w:t xml:space="preserve"> </w:t>
            </w:r>
            <w:r w:rsidRPr="00224953">
              <w:rPr>
                <w:szCs w:val="28"/>
              </w:rPr>
              <w:t xml:space="preserve">Сосновый </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76:08:090733:291</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06CE7">
            <w:pPr>
              <w:ind w:firstLine="0"/>
              <w:jc w:val="left"/>
              <w:rPr>
                <w:szCs w:val="28"/>
              </w:rPr>
            </w:pPr>
            <w:r w:rsidRPr="00224953">
              <w:rPr>
                <w:szCs w:val="28"/>
              </w:rPr>
              <w:t xml:space="preserve">Подземный </w:t>
            </w:r>
            <w:r w:rsidR="00C06CE7" w:rsidRPr="00C06CE7">
              <w:rPr>
                <w:szCs w:val="28"/>
              </w:rPr>
              <w:t>газопровод низкого давления</w:t>
            </w:r>
            <w:r w:rsidR="00C06CE7">
              <w:rPr>
                <w:szCs w:val="28"/>
              </w:rPr>
              <w:t xml:space="preserve">, </w:t>
            </w:r>
            <w:r w:rsidRPr="00224953">
              <w:rPr>
                <w:szCs w:val="28"/>
              </w:rPr>
              <w:t>п.</w:t>
            </w:r>
            <w:r w:rsidR="00C06CE7">
              <w:rPr>
                <w:szCs w:val="28"/>
              </w:rPr>
              <w:t> </w:t>
            </w:r>
            <w:r w:rsidRPr="00224953">
              <w:rPr>
                <w:szCs w:val="28"/>
              </w:rPr>
              <w:t>Волга, клеевой завод</w:t>
            </w:r>
            <w:r w:rsidR="00C06CE7">
              <w:rPr>
                <w:szCs w:val="28"/>
              </w:rPr>
              <w:t xml:space="preserve">, 60-ти квартирный </w:t>
            </w:r>
            <w:r w:rsidRPr="00224953">
              <w:rPr>
                <w:szCs w:val="28"/>
              </w:rPr>
              <w:t>дом</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06CE7">
            <w:pPr>
              <w:ind w:firstLine="0"/>
              <w:jc w:val="left"/>
              <w:rPr>
                <w:szCs w:val="28"/>
              </w:rPr>
            </w:pPr>
            <w:r w:rsidRPr="00224953">
              <w:rPr>
                <w:szCs w:val="28"/>
              </w:rPr>
              <w:t xml:space="preserve">Ярославская область, Некоузский район, </w:t>
            </w:r>
            <w:r w:rsidR="00C06CE7">
              <w:rPr>
                <w:szCs w:val="28"/>
              </w:rPr>
              <w:br/>
            </w:r>
            <w:r w:rsidRPr="00224953">
              <w:rPr>
                <w:szCs w:val="28"/>
              </w:rPr>
              <w:t xml:space="preserve">Волжский </w:t>
            </w:r>
            <w:r w:rsidR="00C06CE7">
              <w:rPr>
                <w:szCs w:val="28"/>
              </w:rPr>
              <w:t>сельский округ</w:t>
            </w:r>
            <w:r w:rsidRPr="00224953">
              <w:rPr>
                <w:szCs w:val="28"/>
              </w:rPr>
              <w:t>,</w:t>
            </w:r>
            <w:r w:rsidRPr="00224953">
              <w:rPr>
                <w:szCs w:val="28"/>
              </w:rPr>
              <w:br/>
              <w:t>п. 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76:08:090533:292</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Подземный, надземный</w:t>
            </w:r>
            <w:r w:rsidRPr="00224953">
              <w:rPr>
                <w:szCs w:val="28"/>
              </w:rPr>
              <w:br/>
              <w:t xml:space="preserve">газопровод, </w:t>
            </w:r>
            <w:r w:rsidR="00C06CE7">
              <w:rPr>
                <w:szCs w:val="28"/>
              </w:rPr>
              <w:t>ул. </w:t>
            </w:r>
            <w:r w:rsidRPr="00224953">
              <w:rPr>
                <w:szCs w:val="28"/>
              </w:rPr>
              <w:t>Клубная</w:t>
            </w:r>
            <w:r w:rsidR="00C06CE7">
              <w:rPr>
                <w:szCs w:val="28"/>
              </w:rPr>
              <w:t>,</w:t>
            </w:r>
            <w:r w:rsidRPr="00224953">
              <w:rPr>
                <w:szCs w:val="28"/>
              </w:rPr>
              <w:t xml:space="preserve"> д.</w:t>
            </w:r>
            <w:r w:rsidR="00C06CE7">
              <w:rPr>
                <w:szCs w:val="28"/>
              </w:rPr>
              <w:t xml:space="preserve"> </w:t>
            </w:r>
            <w:r w:rsidRPr="00224953">
              <w:rPr>
                <w:szCs w:val="28"/>
              </w:rPr>
              <w:t>8, п.</w:t>
            </w:r>
            <w:r w:rsidR="00C06CE7">
              <w:rPr>
                <w:szCs w:val="28"/>
              </w:rPr>
              <w:t xml:space="preserve"> </w:t>
            </w:r>
            <w:r w:rsidRPr="00224953">
              <w:rPr>
                <w:szCs w:val="28"/>
              </w:rPr>
              <w:t>Шестихино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06CE7">
            <w:pPr>
              <w:ind w:firstLine="0"/>
              <w:jc w:val="left"/>
              <w:rPr>
                <w:szCs w:val="28"/>
              </w:rPr>
            </w:pPr>
            <w:r w:rsidRPr="00224953">
              <w:rPr>
                <w:szCs w:val="28"/>
              </w:rPr>
              <w:t xml:space="preserve">Ярославская область, Некоузский </w:t>
            </w:r>
            <w:r w:rsidR="00C06CE7">
              <w:rPr>
                <w:szCs w:val="28"/>
              </w:rPr>
              <w:t>район</w:t>
            </w:r>
            <w:r w:rsidRPr="00224953">
              <w:rPr>
                <w:szCs w:val="28"/>
              </w:rPr>
              <w:t xml:space="preserve">, </w:t>
            </w:r>
            <w:r w:rsidR="00C06CE7">
              <w:rPr>
                <w:szCs w:val="28"/>
              </w:rPr>
              <w:br/>
            </w:r>
            <w:r w:rsidRPr="00224953">
              <w:rPr>
                <w:szCs w:val="28"/>
              </w:rPr>
              <w:t xml:space="preserve">Волжское </w:t>
            </w:r>
            <w:r w:rsidR="00C06CE7">
              <w:rPr>
                <w:szCs w:val="28"/>
              </w:rPr>
              <w:t>сельское поселение</w:t>
            </w:r>
            <w:r w:rsidRPr="00224953">
              <w:rPr>
                <w:szCs w:val="28"/>
              </w:rPr>
              <w:t>, п.</w:t>
            </w:r>
            <w:r w:rsidR="00C06CE7">
              <w:rPr>
                <w:szCs w:val="28"/>
              </w:rPr>
              <w:t> </w:t>
            </w:r>
            <w:r w:rsidRPr="00224953">
              <w:rPr>
                <w:szCs w:val="28"/>
              </w:rPr>
              <w:t>Шестихино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76:08:090738:291</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06CE7">
            <w:pPr>
              <w:ind w:firstLine="0"/>
              <w:jc w:val="left"/>
              <w:rPr>
                <w:szCs w:val="28"/>
              </w:rPr>
            </w:pPr>
            <w:r w:rsidRPr="00224953">
              <w:rPr>
                <w:szCs w:val="28"/>
              </w:rPr>
              <w:t>Подземный, надземный</w:t>
            </w:r>
            <w:r w:rsidRPr="00224953">
              <w:rPr>
                <w:szCs w:val="28"/>
              </w:rPr>
              <w:br/>
              <w:t>газопровод низкого давления</w:t>
            </w:r>
            <w:r w:rsidR="00C06CE7">
              <w:rPr>
                <w:szCs w:val="28"/>
              </w:rPr>
              <w:t>,</w:t>
            </w:r>
            <w:r w:rsidRPr="00224953">
              <w:rPr>
                <w:szCs w:val="28"/>
              </w:rPr>
              <w:t xml:space="preserve"> п.</w:t>
            </w:r>
            <w:r w:rsidR="00C06CE7">
              <w:rPr>
                <w:szCs w:val="28"/>
              </w:rPr>
              <w:t> </w:t>
            </w:r>
            <w:r w:rsidRPr="00224953">
              <w:rPr>
                <w:szCs w:val="28"/>
              </w:rPr>
              <w:t>Шестихино по ул.</w:t>
            </w:r>
            <w:r w:rsidR="00C06CE7">
              <w:rPr>
                <w:szCs w:val="28"/>
              </w:rPr>
              <w:t xml:space="preserve"> </w:t>
            </w:r>
            <w:r w:rsidRPr="00224953">
              <w:rPr>
                <w:szCs w:val="28"/>
              </w:rPr>
              <w:t>Дорожная, пер.</w:t>
            </w:r>
            <w:r w:rsidR="00C06CE7">
              <w:rPr>
                <w:szCs w:val="28"/>
              </w:rPr>
              <w:t xml:space="preserve"> </w:t>
            </w:r>
            <w:r w:rsidRPr="00224953">
              <w:rPr>
                <w:szCs w:val="28"/>
              </w:rPr>
              <w:t>Клубный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06CE7">
            <w:pPr>
              <w:ind w:firstLine="0"/>
              <w:jc w:val="left"/>
              <w:rPr>
                <w:szCs w:val="28"/>
              </w:rPr>
            </w:pPr>
            <w:r w:rsidRPr="00224953">
              <w:rPr>
                <w:szCs w:val="28"/>
              </w:rPr>
              <w:t xml:space="preserve">Ярославская область, Некоузский </w:t>
            </w:r>
            <w:r w:rsidR="00C06CE7">
              <w:rPr>
                <w:szCs w:val="28"/>
              </w:rPr>
              <w:t>район</w:t>
            </w:r>
            <w:r w:rsidRPr="00224953">
              <w:rPr>
                <w:szCs w:val="28"/>
              </w:rPr>
              <w:t xml:space="preserve">, </w:t>
            </w:r>
            <w:r w:rsidR="00FF34EF">
              <w:rPr>
                <w:szCs w:val="28"/>
              </w:rPr>
              <w:br/>
            </w:r>
            <w:r w:rsidRPr="00224953">
              <w:rPr>
                <w:szCs w:val="28"/>
              </w:rPr>
              <w:t xml:space="preserve">Волжское </w:t>
            </w:r>
            <w:r w:rsidR="00C06CE7">
              <w:rPr>
                <w:szCs w:val="28"/>
              </w:rPr>
              <w:t>сельское посление,</w:t>
            </w:r>
            <w:r w:rsidRPr="00224953">
              <w:rPr>
                <w:szCs w:val="28"/>
              </w:rPr>
              <w:t xml:space="preserve"> п</w:t>
            </w:r>
            <w:r w:rsidR="00C06CE7">
              <w:rPr>
                <w:szCs w:val="28"/>
              </w:rPr>
              <w:t>. </w:t>
            </w:r>
            <w:r w:rsidRPr="00224953">
              <w:rPr>
                <w:szCs w:val="28"/>
              </w:rPr>
              <w:t>Шестихино по ул.</w:t>
            </w:r>
            <w:r w:rsidR="00C06CE7">
              <w:rPr>
                <w:szCs w:val="28"/>
              </w:rPr>
              <w:t> </w:t>
            </w:r>
            <w:r w:rsidRPr="00224953">
              <w:rPr>
                <w:szCs w:val="28"/>
              </w:rPr>
              <w:t>Дорожная, пер. Клубный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76:08:000000:989</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B09AC">
            <w:pPr>
              <w:ind w:firstLine="0"/>
              <w:jc w:val="left"/>
              <w:rPr>
                <w:szCs w:val="28"/>
              </w:rPr>
            </w:pPr>
            <w:r w:rsidRPr="00224953">
              <w:rPr>
                <w:szCs w:val="28"/>
              </w:rPr>
              <w:t>Подземный, надземный газопровод</w:t>
            </w:r>
            <w:r w:rsidR="00FB09AC">
              <w:rPr>
                <w:szCs w:val="28"/>
              </w:rPr>
              <w:t xml:space="preserve">, </w:t>
            </w:r>
            <w:r w:rsidRPr="00224953">
              <w:rPr>
                <w:szCs w:val="28"/>
              </w:rPr>
              <w:t>проложенный по п. Ше</w:t>
            </w:r>
            <w:r w:rsidRPr="00224953">
              <w:rPr>
                <w:szCs w:val="28"/>
              </w:rPr>
              <w:lastRenderedPageBreak/>
              <w:t>стихино</w:t>
            </w:r>
            <w:r w:rsidR="00FB09AC">
              <w:rPr>
                <w:szCs w:val="28"/>
              </w:rPr>
              <w:t>,</w:t>
            </w:r>
            <w:r w:rsidRPr="00224953">
              <w:rPr>
                <w:szCs w:val="28"/>
              </w:rPr>
              <w:t xml:space="preserve"> ул.Заречная, Вокзальная, Дорожная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B09AC">
            <w:pPr>
              <w:ind w:firstLine="0"/>
              <w:jc w:val="left"/>
              <w:rPr>
                <w:szCs w:val="28"/>
              </w:rPr>
            </w:pPr>
            <w:r w:rsidRPr="00224953">
              <w:rPr>
                <w:szCs w:val="28"/>
              </w:rPr>
              <w:lastRenderedPageBreak/>
              <w:t xml:space="preserve">Ярославская область, Некоузский </w:t>
            </w:r>
            <w:r w:rsidR="00FB09AC">
              <w:rPr>
                <w:szCs w:val="28"/>
              </w:rPr>
              <w:t>район</w:t>
            </w:r>
            <w:r w:rsidRPr="00224953">
              <w:rPr>
                <w:szCs w:val="28"/>
              </w:rPr>
              <w:t xml:space="preserve">, </w:t>
            </w:r>
            <w:r w:rsidR="00FF34EF">
              <w:rPr>
                <w:szCs w:val="28"/>
              </w:rPr>
              <w:br/>
            </w:r>
            <w:r w:rsidRPr="00224953">
              <w:rPr>
                <w:szCs w:val="28"/>
              </w:rPr>
              <w:t>Волжское с</w:t>
            </w:r>
            <w:r w:rsidR="00FB09AC">
              <w:rPr>
                <w:szCs w:val="28"/>
              </w:rPr>
              <w:t>ельское поселение</w:t>
            </w:r>
            <w:r w:rsidRPr="00224953">
              <w:rPr>
                <w:szCs w:val="28"/>
              </w:rPr>
              <w:t>, п.</w:t>
            </w:r>
            <w:r w:rsidR="00FB09AC">
              <w:rPr>
                <w:szCs w:val="28"/>
              </w:rPr>
              <w:t xml:space="preserve"> </w:t>
            </w:r>
            <w:r w:rsidRPr="00224953">
              <w:rPr>
                <w:szCs w:val="28"/>
              </w:rPr>
              <w:t>Шестихино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76:08:000000:984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B09AC">
            <w:pPr>
              <w:ind w:firstLine="0"/>
              <w:jc w:val="left"/>
              <w:rPr>
                <w:szCs w:val="28"/>
              </w:rPr>
            </w:pPr>
            <w:r w:rsidRPr="00224953">
              <w:rPr>
                <w:szCs w:val="28"/>
              </w:rPr>
              <w:t>Подземный, надземный</w:t>
            </w:r>
            <w:r w:rsidRPr="00224953">
              <w:rPr>
                <w:szCs w:val="28"/>
              </w:rPr>
              <w:br/>
              <w:t>газопровод</w:t>
            </w:r>
            <w:r w:rsidR="00FB09AC">
              <w:rPr>
                <w:szCs w:val="28"/>
              </w:rPr>
              <w:br/>
            </w:r>
            <w:r w:rsidRPr="00224953">
              <w:rPr>
                <w:szCs w:val="28"/>
              </w:rPr>
              <w:t>низкого давления в с.</w:t>
            </w:r>
            <w:r w:rsidR="00FB09AC">
              <w:rPr>
                <w:szCs w:val="28"/>
              </w:rPr>
              <w:t xml:space="preserve"> </w:t>
            </w:r>
            <w:r w:rsidRPr="00224953">
              <w:rPr>
                <w:szCs w:val="28"/>
              </w:rPr>
              <w:t>Шестихино по ул.</w:t>
            </w:r>
            <w:r w:rsidR="00FB09AC">
              <w:rPr>
                <w:szCs w:val="28"/>
              </w:rPr>
              <w:t> </w:t>
            </w:r>
            <w:r w:rsidRPr="00224953">
              <w:rPr>
                <w:szCs w:val="28"/>
              </w:rPr>
              <w:t>Вокзальная, Озерная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B09AC">
            <w:pPr>
              <w:ind w:firstLine="0"/>
              <w:jc w:val="left"/>
              <w:rPr>
                <w:szCs w:val="28"/>
              </w:rPr>
            </w:pPr>
            <w:r w:rsidRPr="00224953">
              <w:rPr>
                <w:szCs w:val="28"/>
              </w:rPr>
              <w:t>Ярославская обл</w:t>
            </w:r>
            <w:r w:rsidR="00FB09AC">
              <w:rPr>
                <w:szCs w:val="28"/>
              </w:rPr>
              <w:t>асть</w:t>
            </w:r>
            <w:r w:rsidRPr="00224953">
              <w:rPr>
                <w:szCs w:val="28"/>
              </w:rPr>
              <w:t xml:space="preserve">, Некоузский </w:t>
            </w:r>
            <w:r w:rsidR="00FB09AC">
              <w:rPr>
                <w:szCs w:val="28"/>
              </w:rPr>
              <w:t>район</w:t>
            </w:r>
            <w:r w:rsidRPr="00224953">
              <w:rPr>
                <w:szCs w:val="28"/>
              </w:rPr>
              <w:t xml:space="preserve">, </w:t>
            </w:r>
            <w:r w:rsidR="00FF34EF">
              <w:rPr>
                <w:szCs w:val="28"/>
              </w:rPr>
              <w:br/>
            </w:r>
            <w:r w:rsidRPr="00224953">
              <w:rPr>
                <w:szCs w:val="28"/>
              </w:rPr>
              <w:t xml:space="preserve">Волжское </w:t>
            </w:r>
            <w:r w:rsidR="00FB09AC">
              <w:rPr>
                <w:szCs w:val="28"/>
              </w:rPr>
              <w:t>сельское поселение</w:t>
            </w:r>
            <w:r w:rsidRPr="00224953">
              <w:rPr>
                <w:szCs w:val="28"/>
              </w:rPr>
              <w:t>, п.</w:t>
            </w:r>
            <w:r w:rsidR="00FB09AC">
              <w:rPr>
                <w:szCs w:val="28"/>
              </w:rPr>
              <w:t xml:space="preserve"> </w:t>
            </w:r>
            <w:r w:rsidRPr="00224953">
              <w:rPr>
                <w:szCs w:val="28"/>
              </w:rPr>
              <w:t>Шестихино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76:08:000000:982</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от ГРС ст.</w:t>
            </w:r>
            <w:r w:rsidR="000F665F">
              <w:rPr>
                <w:szCs w:val="28"/>
              </w:rPr>
              <w:t> </w:t>
            </w:r>
            <w:r w:rsidRPr="00224953">
              <w:rPr>
                <w:szCs w:val="28"/>
              </w:rPr>
              <w:t>Волга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0F665F">
            <w:pPr>
              <w:ind w:firstLine="0"/>
              <w:jc w:val="left"/>
              <w:rPr>
                <w:szCs w:val="28"/>
              </w:rPr>
            </w:pPr>
            <w:r w:rsidRPr="00224953">
              <w:rPr>
                <w:szCs w:val="28"/>
              </w:rPr>
              <w:t>Ярославская область, Некоузский р</w:t>
            </w:r>
            <w:r w:rsidR="000F665F">
              <w:rPr>
                <w:szCs w:val="28"/>
              </w:rPr>
              <w:t>айо</w:t>
            </w:r>
            <w:r w:rsidRPr="00224953">
              <w:rPr>
                <w:szCs w:val="28"/>
              </w:rPr>
              <w:t xml:space="preserve">н, </w:t>
            </w:r>
            <w:r w:rsidR="00FF34EF">
              <w:rPr>
                <w:szCs w:val="28"/>
              </w:rPr>
              <w:br/>
            </w:r>
            <w:r w:rsidRPr="00224953">
              <w:rPr>
                <w:szCs w:val="28"/>
              </w:rPr>
              <w:t xml:space="preserve">Волжское </w:t>
            </w:r>
            <w:r w:rsidR="000F665F">
              <w:rPr>
                <w:szCs w:val="28"/>
              </w:rPr>
              <w:t>сельское поселение</w:t>
            </w:r>
            <w:r w:rsidRPr="00224953">
              <w:rPr>
                <w:szCs w:val="28"/>
              </w:rPr>
              <w:t>, п.</w:t>
            </w:r>
            <w:r w:rsidR="000F665F">
              <w:rPr>
                <w:szCs w:val="28"/>
              </w:rPr>
              <w:t> </w:t>
            </w:r>
            <w:r w:rsidRPr="00224953">
              <w:rPr>
                <w:szCs w:val="28"/>
              </w:rPr>
              <w:t>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76:08:000000:995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Строительство </w:t>
            </w:r>
            <w:r w:rsidR="000F665F">
              <w:rPr>
                <w:szCs w:val="28"/>
              </w:rPr>
              <w:br/>
            </w:r>
            <w:r w:rsidRPr="00224953">
              <w:rPr>
                <w:szCs w:val="28"/>
              </w:rPr>
              <w:t>газопровода по ул.</w:t>
            </w:r>
            <w:r w:rsidR="000F665F">
              <w:rPr>
                <w:szCs w:val="28"/>
              </w:rPr>
              <w:t> </w:t>
            </w:r>
            <w:r w:rsidRPr="00224953">
              <w:rPr>
                <w:szCs w:val="28"/>
              </w:rPr>
              <w:t xml:space="preserve">Лазо, Осипенко, Ленина, </w:t>
            </w:r>
            <w:r w:rsidR="000F665F">
              <w:rPr>
                <w:szCs w:val="28"/>
              </w:rPr>
              <w:t>Кирова, Гоголя</w:t>
            </w:r>
            <w:r w:rsidRPr="00224953">
              <w:rPr>
                <w:szCs w:val="28"/>
              </w:rPr>
              <w:t xml:space="preserve"> в п. Волга Некоузского района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0F665F">
            <w:pPr>
              <w:ind w:firstLine="0"/>
              <w:jc w:val="left"/>
              <w:rPr>
                <w:szCs w:val="28"/>
              </w:rPr>
            </w:pPr>
            <w:r w:rsidRPr="00224953">
              <w:rPr>
                <w:szCs w:val="28"/>
              </w:rPr>
              <w:t>Ярославская обл</w:t>
            </w:r>
            <w:r w:rsidR="000F665F">
              <w:rPr>
                <w:szCs w:val="28"/>
              </w:rPr>
              <w:t>асть, Некоузский райо</w:t>
            </w:r>
            <w:r w:rsidRPr="00224953">
              <w:rPr>
                <w:szCs w:val="28"/>
              </w:rPr>
              <w:t xml:space="preserve">н, </w:t>
            </w:r>
            <w:r w:rsidR="00FF34EF">
              <w:rPr>
                <w:szCs w:val="28"/>
              </w:rPr>
              <w:br/>
            </w:r>
            <w:r w:rsidRPr="00224953">
              <w:rPr>
                <w:szCs w:val="28"/>
              </w:rPr>
              <w:t xml:space="preserve">Волжское </w:t>
            </w:r>
            <w:r w:rsidR="000F665F">
              <w:rPr>
                <w:szCs w:val="28"/>
              </w:rPr>
              <w:t>сельское поселение</w:t>
            </w:r>
            <w:r w:rsidRPr="00224953">
              <w:rPr>
                <w:szCs w:val="28"/>
              </w:rPr>
              <w:t>, п.</w:t>
            </w:r>
            <w:r w:rsidR="000F665F">
              <w:rPr>
                <w:szCs w:val="28"/>
              </w:rPr>
              <w:t> </w:t>
            </w:r>
            <w:r w:rsidRPr="00224953">
              <w:rPr>
                <w:szCs w:val="28"/>
              </w:rPr>
              <w:t>Волга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76:08:000000:994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679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1026A4" w:rsidP="00D91137">
            <w:pPr>
              <w:ind w:firstLine="0"/>
              <w:jc w:val="left"/>
              <w:rPr>
                <w:szCs w:val="28"/>
              </w:rPr>
            </w:pPr>
            <w:r>
              <w:rPr>
                <w:szCs w:val="28"/>
              </w:rPr>
              <w:t>Г</w:t>
            </w:r>
            <w:r w:rsidR="00D91137" w:rsidRPr="00224953">
              <w:rPr>
                <w:szCs w:val="28"/>
              </w:rPr>
              <w:t xml:space="preserve">азопровод </w:t>
            </w:r>
            <w:r>
              <w:rPr>
                <w:szCs w:val="28"/>
              </w:rPr>
              <w:br/>
            </w:r>
            <w:r w:rsidR="00D91137"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Некоузский район, </w:t>
            </w:r>
            <w:r w:rsidR="00FF34EF">
              <w:rPr>
                <w:szCs w:val="28"/>
              </w:rPr>
              <w:br/>
            </w:r>
            <w:r w:rsidRPr="00224953">
              <w:rPr>
                <w:szCs w:val="28"/>
              </w:rPr>
              <w:t>Веретейское сельское поселение, д. Григорево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76:08:010603:496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1026A4" w:rsidP="00D91137">
            <w:pPr>
              <w:ind w:firstLine="0"/>
              <w:jc w:val="left"/>
              <w:rPr>
                <w:szCs w:val="28"/>
              </w:rPr>
            </w:pPr>
            <w:r>
              <w:rPr>
                <w:szCs w:val="28"/>
              </w:rPr>
              <w:t>Г</w:t>
            </w:r>
            <w:r w:rsidR="0047157B">
              <w:rPr>
                <w:szCs w:val="28"/>
              </w:rPr>
              <w:t>азопровод</w:t>
            </w:r>
            <w:r w:rsidR="00D91137" w:rsidRPr="00224953">
              <w:rPr>
                <w:szCs w:val="28"/>
              </w:rPr>
              <w:t>-ввод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Некоузский район, </w:t>
            </w:r>
            <w:r w:rsidR="00FF34EF">
              <w:rPr>
                <w:szCs w:val="28"/>
              </w:rPr>
              <w:br/>
            </w:r>
            <w:r w:rsidRPr="00224953">
              <w:rPr>
                <w:szCs w:val="28"/>
              </w:rPr>
              <w:t>Веретейское сельское поселение, с. Марьино, ул.</w:t>
            </w:r>
            <w:r w:rsidR="001026A4">
              <w:rPr>
                <w:szCs w:val="28"/>
              </w:rPr>
              <w:t> </w:t>
            </w:r>
            <w:r w:rsidRPr="00224953">
              <w:rPr>
                <w:szCs w:val="28"/>
              </w:rPr>
              <w:t>Центральная, д.</w:t>
            </w:r>
            <w:r w:rsidR="001026A4">
              <w:rPr>
                <w:szCs w:val="28"/>
              </w:rPr>
              <w:t xml:space="preserve"> </w:t>
            </w:r>
            <w:r w:rsidRPr="00224953">
              <w:rPr>
                <w:szCs w:val="28"/>
              </w:rPr>
              <w:t>48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76:08:010621:440</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1026A4" w:rsidP="00D91137">
            <w:pPr>
              <w:ind w:firstLine="0"/>
              <w:jc w:val="left"/>
              <w:rPr>
                <w:szCs w:val="28"/>
              </w:rPr>
            </w:pPr>
            <w:r>
              <w:rPr>
                <w:szCs w:val="28"/>
              </w:rPr>
              <w:t>П</w:t>
            </w:r>
            <w:r w:rsidR="00D91137" w:rsidRPr="00224953">
              <w:rPr>
                <w:szCs w:val="28"/>
              </w:rPr>
              <w:t xml:space="preserve">одземный </w:t>
            </w:r>
            <w:r>
              <w:rPr>
                <w:szCs w:val="28"/>
              </w:rPr>
              <w:br/>
            </w:r>
            <w:r w:rsidR="00D91137" w:rsidRPr="00224953">
              <w:rPr>
                <w:szCs w:val="28"/>
              </w:rPr>
              <w:t>газопровод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w:t>
            </w:r>
            <w:r w:rsidR="001026A4">
              <w:rPr>
                <w:szCs w:val="28"/>
              </w:rPr>
              <w:t>ая область, Некоузский район, п. </w:t>
            </w:r>
            <w:r w:rsidRPr="00224953">
              <w:rPr>
                <w:szCs w:val="28"/>
              </w:rPr>
              <w:t>Волга, ул</w:t>
            </w:r>
            <w:r w:rsidR="001026A4">
              <w:rPr>
                <w:szCs w:val="28"/>
              </w:rPr>
              <w:t>. Ленина, д.</w:t>
            </w:r>
            <w:r w:rsidRPr="00224953">
              <w:rPr>
                <w:szCs w:val="28"/>
              </w:rPr>
              <w:t xml:space="preserve"> 23</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76:08:000000:970</w:t>
            </w:r>
          </w:p>
        </w:tc>
      </w:tr>
      <w:tr w:rsidR="00D91137" w:rsidRPr="00224953" w:rsidTr="00513A65">
        <w:trPr>
          <w:trHeight w:val="826"/>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1026A4" w:rsidP="00D91137">
            <w:pPr>
              <w:ind w:firstLine="0"/>
              <w:jc w:val="left"/>
              <w:rPr>
                <w:szCs w:val="28"/>
              </w:rPr>
            </w:pPr>
            <w:r>
              <w:rPr>
                <w:szCs w:val="28"/>
              </w:rPr>
              <w:t>Н</w:t>
            </w:r>
            <w:r w:rsidR="00D91137" w:rsidRPr="00224953">
              <w:rPr>
                <w:szCs w:val="28"/>
              </w:rPr>
              <w:t xml:space="preserve">аружный </w:t>
            </w:r>
            <w:r>
              <w:rPr>
                <w:szCs w:val="28"/>
              </w:rPr>
              <w:br/>
            </w:r>
            <w:r w:rsidR="00D91137" w:rsidRPr="00224953">
              <w:rPr>
                <w:szCs w:val="28"/>
              </w:rPr>
              <w:t>газопровод-ввод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1026A4">
            <w:pPr>
              <w:ind w:firstLine="0"/>
              <w:jc w:val="left"/>
              <w:rPr>
                <w:szCs w:val="28"/>
              </w:rPr>
            </w:pPr>
            <w:r w:rsidRPr="00224953">
              <w:rPr>
                <w:szCs w:val="28"/>
              </w:rPr>
              <w:t>152750, Ярославская область, Некоузский</w:t>
            </w:r>
            <w:r w:rsidR="001026A4">
              <w:rPr>
                <w:szCs w:val="28"/>
              </w:rPr>
              <w:t xml:space="preserve"> район</w:t>
            </w:r>
            <w:r w:rsidRPr="00224953">
              <w:rPr>
                <w:szCs w:val="28"/>
              </w:rPr>
              <w:t>, п</w:t>
            </w:r>
            <w:r w:rsidR="001026A4">
              <w:rPr>
                <w:szCs w:val="28"/>
              </w:rPr>
              <w:t>.</w:t>
            </w:r>
            <w:r w:rsidRPr="00224953">
              <w:rPr>
                <w:szCs w:val="28"/>
              </w:rPr>
              <w:t xml:space="preserve"> Волга, севернее </w:t>
            </w:r>
            <w:r w:rsidR="001026A4">
              <w:rPr>
                <w:szCs w:val="28"/>
              </w:rPr>
              <w:t xml:space="preserve">жилого дома </w:t>
            </w:r>
            <w:r w:rsidRPr="00224953">
              <w:rPr>
                <w:szCs w:val="28"/>
              </w:rPr>
              <w:t>23 к 14</w:t>
            </w:r>
            <w:r w:rsidR="001026A4">
              <w:rPr>
                <w:szCs w:val="28"/>
              </w:rPr>
              <w:t xml:space="preserve">-ти </w:t>
            </w:r>
            <w:r w:rsidRPr="00224953">
              <w:rPr>
                <w:szCs w:val="28"/>
              </w:rPr>
              <w:t>кв</w:t>
            </w:r>
            <w:r w:rsidR="001026A4">
              <w:rPr>
                <w:szCs w:val="28"/>
              </w:rPr>
              <w:t>артирному жилому до</w:t>
            </w:r>
            <w:r w:rsidRPr="00224953">
              <w:rPr>
                <w:szCs w:val="28"/>
              </w:rPr>
              <w:t>му</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76:08:090515:479</w:t>
            </w:r>
          </w:p>
        </w:tc>
      </w:tr>
      <w:tr w:rsidR="00D91137" w:rsidRPr="00224953" w:rsidTr="00513A65">
        <w:trPr>
          <w:trHeight w:val="838"/>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47157B" w:rsidP="00D91137">
            <w:pPr>
              <w:ind w:firstLine="0"/>
              <w:jc w:val="left"/>
              <w:rPr>
                <w:szCs w:val="28"/>
              </w:rPr>
            </w:pPr>
            <w:r>
              <w:rPr>
                <w:szCs w:val="28"/>
              </w:rPr>
              <w:t>Г</w:t>
            </w:r>
            <w:r w:rsidR="00D91137" w:rsidRPr="00224953">
              <w:rPr>
                <w:szCs w:val="28"/>
              </w:rPr>
              <w:t>азопровод-ввод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7157B">
            <w:pPr>
              <w:ind w:firstLine="0"/>
              <w:jc w:val="left"/>
              <w:rPr>
                <w:szCs w:val="28"/>
              </w:rPr>
            </w:pPr>
            <w:r w:rsidRPr="00224953">
              <w:rPr>
                <w:szCs w:val="28"/>
              </w:rPr>
              <w:t>Ярославская обл</w:t>
            </w:r>
            <w:r w:rsidR="0047157B">
              <w:rPr>
                <w:szCs w:val="28"/>
              </w:rPr>
              <w:t>асть, Некоузский райо</w:t>
            </w:r>
            <w:r w:rsidRPr="00224953">
              <w:rPr>
                <w:szCs w:val="28"/>
              </w:rPr>
              <w:t xml:space="preserve">н, </w:t>
            </w:r>
            <w:r w:rsidR="00FF34EF">
              <w:rPr>
                <w:szCs w:val="28"/>
              </w:rPr>
              <w:br/>
            </w:r>
            <w:r w:rsidRPr="00224953">
              <w:rPr>
                <w:szCs w:val="28"/>
              </w:rPr>
              <w:t xml:space="preserve">Волжский </w:t>
            </w:r>
            <w:r w:rsidR="0047157B">
              <w:rPr>
                <w:szCs w:val="28"/>
              </w:rPr>
              <w:t>сельский округ, п. Волга, ул. Попова, д.</w:t>
            </w:r>
            <w:r w:rsidRPr="00224953">
              <w:rPr>
                <w:szCs w:val="28"/>
              </w:rPr>
              <w:t xml:space="preserve"> 12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76:08:000000:973</w:t>
            </w:r>
          </w:p>
        </w:tc>
      </w:tr>
      <w:tr w:rsidR="00D91137" w:rsidRPr="00224953" w:rsidTr="00513A65">
        <w:trPr>
          <w:trHeight w:val="849"/>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47157B" w:rsidP="00D91137">
            <w:pPr>
              <w:ind w:firstLine="0"/>
              <w:jc w:val="left"/>
              <w:rPr>
                <w:szCs w:val="28"/>
              </w:rPr>
            </w:pPr>
            <w:r>
              <w:rPr>
                <w:szCs w:val="28"/>
              </w:rPr>
              <w:t>Г</w:t>
            </w:r>
            <w:r w:rsidR="00D91137" w:rsidRPr="00224953">
              <w:rPr>
                <w:szCs w:val="28"/>
              </w:rPr>
              <w:t>азопровод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w:t>
            </w:r>
            <w:r w:rsidR="0047157B">
              <w:rPr>
                <w:szCs w:val="28"/>
              </w:rPr>
              <w:t xml:space="preserve">я область, Некоузский район, </w:t>
            </w:r>
            <w:r w:rsidR="0047157B">
              <w:rPr>
                <w:szCs w:val="28"/>
              </w:rPr>
              <w:lastRenderedPageBreak/>
              <w:t>п. </w:t>
            </w:r>
            <w:r w:rsidRPr="00224953">
              <w:rPr>
                <w:szCs w:val="28"/>
              </w:rPr>
              <w:t>Волга, ул. Полевая и ул. О. Кошевого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76:08:000000:974</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Распределительные газовые сети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47157B" w:rsidP="0047157B">
            <w:pPr>
              <w:ind w:firstLine="0"/>
              <w:jc w:val="left"/>
              <w:rPr>
                <w:szCs w:val="28"/>
              </w:rPr>
            </w:pPr>
            <w:r>
              <w:rPr>
                <w:szCs w:val="28"/>
              </w:rPr>
              <w:t xml:space="preserve">Ярославская область, </w:t>
            </w:r>
            <w:r w:rsidR="00D91137" w:rsidRPr="00224953">
              <w:rPr>
                <w:szCs w:val="28"/>
              </w:rPr>
              <w:t xml:space="preserve"> Некрасовский</w:t>
            </w:r>
            <w:r>
              <w:rPr>
                <w:szCs w:val="28"/>
              </w:rPr>
              <w:t xml:space="preserve"> район</w:t>
            </w:r>
            <w:r w:rsidR="00D91137" w:rsidRPr="00224953">
              <w:rPr>
                <w:szCs w:val="28"/>
              </w:rPr>
              <w:t xml:space="preserve">, </w:t>
            </w:r>
            <w:r>
              <w:rPr>
                <w:szCs w:val="28"/>
              </w:rPr>
              <w:t xml:space="preserve">рабочий поселок </w:t>
            </w:r>
            <w:r w:rsidR="00D91137" w:rsidRPr="00224953">
              <w:rPr>
                <w:szCs w:val="28"/>
              </w:rPr>
              <w:t>Некрасовское, ул</w:t>
            </w:r>
            <w:r>
              <w:rPr>
                <w:szCs w:val="28"/>
              </w:rPr>
              <w:t>.</w:t>
            </w:r>
            <w:r w:rsidR="00D91137" w:rsidRPr="00224953">
              <w:rPr>
                <w:szCs w:val="28"/>
              </w:rPr>
              <w:t xml:space="preserve"> Первомайская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76:09:000000:3071</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7157B">
            <w:pPr>
              <w:ind w:firstLine="0"/>
              <w:jc w:val="left"/>
              <w:rPr>
                <w:szCs w:val="28"/>
              </w:rPr>
            </w:pPr>
            <w:r w:rsidRPr="00224953">
              <w:rPr>
                <w:szCs w:val="28"/>
              </w:rPr>
              <w:t xml:space="preserve">Газопровод </w:t>
            </w:r>
            <w:r w:rsidR="0047157B">
              <w:rPr>
                <w:szCs w:val="28"/>
              </w:rPr>
              <w:br/>
            </w:r>
            <w:r w:rsidRPr="00224953">
              <w:rPr>
                <w:szCs w:val="28"/>
              </w:rPr>
              <w:t>низкого давления протяженностью 30</w:t>
            </w:r>
            <w:r w:rsidR="0047157B">
              <w:rPr>
                <w:szCs w:val="28"/>
              </w:rPr>
              <w:t>,</w:t>
            </w:r>
            <w:r w:rsidRPr="00224953">
              <w:rPr>
                <w:szCs w:val="28"/>
              </w:rPr>
              <w:t>33 м</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7157B">
            <w:pPr>
              <w:ind w:firstLine="0"/>
              <w:jc w:val="left"/>
              <w:rPr>
                <w:szCs w:val="28"/>
              </w:rPr>
            </w:pPr>
            <w:r w:rsidRPr="00224953">
              <w:rPr>
                <w:szCs w:val="28"/>
              </w:rPr>
              <w:t xml:space="preserve">Ярославская область, Некрасовский район, </w:t>
            </w:r>
            <w:r w:rsidR="0047157B">
              <w:rPr>
                <w:szCs w:val="28"/>
              </w:rPr>
              <w:t>рабочий поселок</w:t>
            </w:r>
            <w:r w:rsidRPr="00224953">
              <w:rPr>
                <w:szCs w:val="28"/>
              </w:rPr>
              <w:t xml:space="preserve"> Некрасовское, ул</w:t>
            </w:r>
            <w:r w:rsidR="0047157B">
              <w:rPr>
                <w:szCs w:val="28"/>
              </w:rPr>
              <w:t>.</w:t>
            </w:r>
            <w:r w:rsidRPr="00224953">
              <w:rPr>
                <w:szCs w:val="28"/>
              </w:rPr>
              <w:t xml:space="preserve"> Гагарина, д 5а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76:09:000000:3111</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47157B" w:rsidP="00D91137">
            <w:pPr>
              <w:ind w:firstLine="0"/>
              <w:jc w:val="left"/>
              <w:rPr>
                <w:szCs w:val="28"/>
              </w:rPr>
            </w:pPr>
            <w:r>
              <w:rPr>
                <w:szCs w:val="28"/>
              </w:rPr>
              <w:t>Р</w:t>
            </w:r>
            <w:r w:rsidR="00D91137" w:rsidRPr="00224953">
              <w:rPr>
                <w:szCs w:val="28"/>
              </w:rPr>
              <w:t>аспределительные газ</w:t>
            </w:r>
            <w:r>
              <w:rPr>
                <w:szCs w:val="28"/>
              </w:rPr>
              <w:t>овые сети в д. Осиновая Слобода Некрасовского района</w:t>
            </w:r>
            <w:r w:rsidR="00D91137" w:rsidRPr="00224953">
              <w:rPr>
                <w:szCs w:val="28"/>
              </w:rPr>
              <w:t xml:space="preserve">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7157B">
            <w:pPr>
              <w:ind w:firstLine="0"/>
              <w:jc w:val="left"/>
              <w:rPr>
                <w:szCs w:val="28"/>
              </w:rPr>
            </w:pPr>
            <w:r w:rsidRPr="00224953">
              <w:rPr>
                <w:szCs w:val="28"/>
              </w:rPr>
              <w:t>Ярославская область, Некрасовс</w:t>
            </w:r>
            <w:r w:rsidR="0047157B">
              <w:rPr>
                <w:szCs w:val="28"/>
              </w:rPr>
              <w:t>кий райо</w:t>
            </w:r>
            <w:r w:rsidRPr="00224953">
              <w:rPr>
                <w:szCs w:val="28"/>
              </w:rPr>
              <w:t>н, д</w:t>
            </w:r>
            <w:r w:rsidR="0047157B">
              <w:rPr>
                <w:szCs w:val="28"/>
              </w:rPr>
              <w:t>. </w:t>
            </w:r>
            <w:r w:rsidRPr="00224953">
              <w:rPr>
                <w:szCs w:val="28"/>
              </w:rPr>
              <w:t>Осиновая Слобода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76:09:000000:3073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Объект газораспределительной системы</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7157B">
            <w:pPr>
              <w:ind w:firstLine="0"/>
              <w:jc w:val="left"/>
              <w:rPr>
                <w:szCs w:val="28"/>
              </w:rPr>
            </w:pPr>
            <w:r w:rsidRPr="00224953">
              <w:rPr>
                <w:szCs w:val="28"/>
              </w:rPr>
              <w:t>Ярославская область, Некрасовский</w:t>
            </w:r>
            <w:r w:rsidR="0047157B">
              <w:rPr>
                <w:szCs w:val="28"/>
              </w:rPr>
              <w:t xml:space="preserve"> район, д</w:t>
            </w:r>
            <w:r w:rsidRPr="00224953">
              <w:rPr>
                <w:szCs w:val="28"/>
              </w:rPr>
              <w:t>.</w:t>
            </w:r>
            <w:r w:rsidR="0047157B">
              <w:rPr>
                <w:szCs w:val="28"/>
              </w:rPr>
              <w:t> </w:t>
            </w:r>
            <w:r w:rsidRPr="00224953">
              <w:rPr>
                <w:szCs w:val="28"/>
              </w:rPr>
              <w:t>Кадниково, с.</w:t>
            </w:r>
            <w:r w:rsidR="0047157B">
              <w:rPr>
                <w:szCs w:val="28"/>
              </w:rPr>
              <w:t xml:space="preserve"> </w:t>
            </w:r>
            <w:r w:rsidRPr="00224953">
              <w:rPr>
                <w:szCs w:val="28"/>
              </w:rPr>
              <w:t>Вятское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76:09:000000:4120</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689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Наружный </w:t>
            </w:r>
            <w:r w:rsidR="0047157B">
              <w:rPr>
                <w:szCs w:val="28"/>
              </w:rPr>
              <w:br/>
            </w:r>
            <w:r w:rsidRPr="00224953">
              <w:rPr>
                <w:szCs w:val="28"/>
              </w:rPr>
              <w:t xml:space="preserve">газопровод </w:t>
            </w:r>
            <w:r w:rsidR="0047157B">
              <w:rPr>
                <w:szCs w:val="28"/>
              </w:rPr>
              <w:br/>
            </w:r>
            <w:r w:rsidRPr="00224953">
              <w:rPr>
                <w:szCs w:val="28"/>
              </w:rPr>
              <w:t>низкого давления до 0,005МПа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7157B">
            <w:pPr>
              <w:ind w:firstLine="0"/>
              <w:jc w:val="left"/>
              <w:rPr>
                <w:szCs w:val="28"/>
              </w:rPr>
            </w:pPr>
            <w:r w:rsidRPr="00224953">
              <w:rPr>
                <w:szCs w:val="28"/>
              </w:rPr>
              <w:t xml:space="preserve">Ярославская область, Некрасовский </w:t>
            </w:r>
            <w:r w:rsidR="0047157B">
              <w:rPr>
                <w:szCs w:val="28"/>
              </w:rPr>
              <w:t>муниципальный район</w:t>
            </w:r>
            <w:r w:rsidRPr="00224953">
              <w:rPr>
                <w:szCs w:val="28"/>
              </w:rPr>
              <w:t xml:space="preserve">, </w:t>
            </w:r>
            <w:r w:rsidR="0047157B">
              <w:rPr>
                <w:szCs w:val="28"/>
              </w:rPr>
              <w:t>с. Бурмакино</w:t>
            </w:r>
            <w:r w:rsidRPr="00224953">
              <w:rPr>
                <w:szCs w:val="28"/>
              </w:rPr>
              <w:t>, ул.</w:t>
            </w:r>
            <w:r w:rsidR="0047157B">
              <w:rPr>
                <w:szCs w:val="28"/>
              </w:rPr>
              <w:t xml:space="preserve"> </w:t>
            </w:r>
            <w:r w:rsidRPr="00224953">
              <w:rPr>
                <w:szCs w:val="28"/>
              </w:rPr>
              <w:t>Заводская,</w:t>
            </w:r>
            <w:r w:rsidR="0047157B">
              <w:rPr>
                <w:szCs w:val="28"/>
              </w:rPr>
              <w:t xml:space="preserve"> </w:t>
            </w:r>
            <w:r w:rsidRPr="00224953">
              <w:rPr>
                <w:szCs w:val="28"/>
              </w:rPr>
              <w:t>ул.</w:t>
            </w:r>
            <w:r w:rsidR="0047157B">
              <w:rPr>
                <w:szCs w:val="28"/>
              </w:rPr>
              <w:t> </w:t>
            </w:r>
            <w:r w:rsidRPr="00224953">
              <w:rPr>
                <w:szCs w:val="28"/>
              </w:rPr>
              <w:t>Подгорная,</w:t>
            </w:r>
            <w:r w:rsidR="0047157B">
              <w:rPr>
                <w:szCs w:val="28"/>
              </w:rPr>
              <w:t xml:space="preserve"> </w:t>
            </w:r>
            <w:r w:rsidR="0047157B">
              <w:rPr>
                <w:szCs w:val="28"/>
              </w:rPr>
              <w:br/>
            </w:r>
            <w:r w:rsidRPr="00224953">
              <w:rPr>
                <w:szCs w:val="28"/>
              </w:rPr>
              <w:t>ул.Центральная,</w:t>
            </w:r>
            <w:r w:rsidR="0047157B">
              <w:rPr>
                <w:szCs w:val="28"/>
              </w:rPr>
              <w:t xml:space="preserve"> </w:t>
            </w:r>
            <w:r w:rsidR="0047157B">
              <w:rPr>
                <w:szCs w:val="28"/>
              </w:rPr>
              <w:br/>
            </w:r>
            <w:r w:rsidRPr="00224953">
              <w:rPr>
                <w:szCs w:val="28"/>
              </w:rPr>
              <w:t>пер.</w:t>
            </w:r>
            <w:r w:rsidR="0047157B">
              <w:rPr>
                <w:szCs w:val="28"/>
              </w:rPr>
              <w:t xml:space="preserve"> </w:t>
            </w:r>
            <w:r w:rsidRPr="00224953">
              <w:rPr>
                <w:szCs w:val="28"/>
              </w:rPr>
              <w:t>Центральный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76:09:030101:1713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низкого давления газопровод уличный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7157B">
            <w:pPr>
              <w:ind w:firstLine="0"/>
              <w:jc w:val="left"/>
              <w:rPr>
                <w:szCs w:val="28"/>
              </w:rPr>
            </w:pPr>
            <w:r w:rsidRPr="00224953">
              <w:rPr>
                <w:szCs w:val="28"/>
              </w:rPr>
              <w:t>Ярославская область, Некрасовский</w:t>
            </w:r>
            <w:r w:rsidR="0047157B">
              <w:rPr>
                <w:szCs w:val="28"/>
              </w:rPr>
              <w:t xml:space="preserve"> район</w:t>
            </w:r>
            <w:r w:rsidRPr="00224953">
              <w:rPr>
                <w:szCs w:val="28"/>
              </w:rPr>
              <w:t xml:space="preserve">, </w:t>
            </w:r>
            <w:r w:rsidR="0047157B">
              <w:rPr>
                <w:szCs w:val="28"/>
              </w:rPr>
              <w:t>рабочий поселок</w:t>
            </w:r>
            <w:r w:rsidRPr="00224953">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76:09:000000:4109</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F7E4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F7E41">
            <w:pPr>
              <w:ind w:firstLine="0"/>
              <w:jc w:val="left"/>
              <w:rPr>
                <w:szCs w:val="28"/>
              </w:rPr>
            </w:pPr>
            <w:r w:rsidRPr="00224953">
              <w:rPr>
                <w:szCs w:val="28"/>
              </w:rPr>
              <w:t xml:space="preserve">Ярославская область, Некрасовский </w:t>
            </w:r>
            <w:r w:rsidR="00DF7E41">
              <w:rPr>
                <w:szCs w:val="28"/>
              </w:rPr>
              <w:t>муниципальный район</w:t>
            </w:r>
            <w:r w:rsidRPr="00224953">
              <w:rPr>
                <w:szCs w:val="28"/>
              </w:rPr>
              <w:t xml:space="preserve">, Некрасовское </w:t>
            </w:r>
            <w:r w:rsidR="00DF7E41">
              <w:rPr>
                <w:szCs w:val="28"/>
              </w:rPr>
              <w:t>сельское поселение,</w:t>
            </w:r>
            <w:r w:rsidRPr="00224953">
              <w:rPr>
                <w:szCs w:val="28"/>
              </w:rPr>
              <w:t xml:space="preserve"> д.</w:t>
            </w:r>
            <w:r w:rsidR="00DF7E41">
              <w:rPr>
                <w:szCs w:val="28"/>
              </w:rPr>
              <w:t> </w:t>
            </w:r>
            <w:r w:rsidRPr="00224953">
              <w:rPr>
                <w:szCs w:val="28"/>
              </w:rPr>
              <w:t>Яснищи</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76:09:000000:4124</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Газификация </w:t>
            </w:r>
            <w:r w:rsidR="00DF7E41">
              <w:rPr>
                <w:szCs w:val="28"/>
              </w:rPr>
              <w:br/>
            </w:r>
            <w:r w:rsidRPr="00224953">
              <w:rPr>
                <w:szCs w:val="28"/>
              </w:rPr>
              <w:t xml:space="preserve">(газопровод </w:t>
            </w:r>
            <w:r w:rsidR="00DF7E41">
              <w:rPr>
                <w:szCs w:val="28"/>
              </w:rPr>
              <w:br/>
            </w:r>
            <w:r w:rsidRPr="00224953">
              <w:rPr>
                <w:szCs w:val="28"/>
              </w:rPr>
              <w:t>низкого давления</w:t>
            </w:r>
            <w:r w:rsidR="00DF7E41">
              <w:rPr>
                <w:szCs w:val="28"/>
              </w:rPr>
              <w:t>,</w:t>
            </w:r>
            <w:r w:rsidRPr="00224953">
              <w:rPr>
                <w:szCs w:val="28"/>
              </w:rPr>
              <w:t xml:space="preserve"> 0,003 МПа)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F7E41">
            <w:pPr>
              <w:ind w:firstLine="0"/>
              <w:jc w:val="left"/>
              <w:rPr>
                <w:szCs w:val="28"/>
              </w:rPr>
            </w:pPr>
            <w:r w:rsidRPr="00224953">
              <w:rPr>
                <w:szCs w:val="28"/>
              </w:rPr>
              <w:t>Ярославская область, Некрасовский</w:t>
            </w:r>
            <w:r w:rsidR="00DF7E41">
              <w:rPr>
                <w:szCs w:val="28"/>
              </w:rPr>
              <w:t xml:space="preserve"> район</w:t>
            </w:r>
            <w:r w:rsidRPr="00224953">
              <w:rPr>
                <w:szCs w:val="28"/>
              </w:rPr>
              <w:t>, д.</w:t>
            </w:r>
            <w:r w:rsidR="00DF7E41">
              <w:rPr>
                <w:szCs w:val="28"/>
              </w:rPr>
              <w:t> </w:t>
            </w:r>
            <w:r w:rsidRPr="00224953">
              <w:rPr>
                <w:szCs w:val="28"/>
              </w:rPr>
              <w:t>Елохова, д.</w:t>
            </w:r>
            <w:r w:rsidR="00DF7E41">
              <w:rPr>
                <w:szCs w:val="28"/>
              </w:rPr>
              <w:t> </w:t>
            </w:r>
            <w:r w:rsidRPr="00224953">
              <w:rPr>
                <w:szCs w:val="28"/>
              </w:rPr>
              <w:t>Шубино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76:09:000000:4108</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693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Распределительный подземный (надземный) </w:t>
            </w:r>
            <w:r w:rsidR="00DF7E41">
              <w:rPr>
                <w:szCs w:val="28"/>
              </w:rPr>
              <w:br/>
            </w:r>
            <w:r w:rsidRPr="00224953">
              <w:rPr>
                <w:szCs w:val="28"/>
              </w:rPr>
              <w:t>газопровод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Федерация, Ярос</w:t>
            </w:r>
            <w:r w:rsidR="00DF7E41">
              <w:rPr>
                <w:szCs w:val="28"/>
              </w:rPr>
              <w:t>лавская область, Некрасовский райо</w:t>
            </w:r>
            <w:r w:rsidRPr="00224953">
              <w:rPr>
                <w:szCs w:val="28"/>
              </w:rPr>
              <w:t xml:space="preserve">н, </w:t>
            </w:r>
            <w:r w:rsidR="00DF7E41">
              <w:rPr>
                <w:szCs w:val="28"/>
              </w:rPr>
              <w:t>п. Бурмакино</w:t>
            </w:r>
            <w:r w:rsidRPr="00224953">
              <w:rPr>
                <w:szCs w:val="28"/>
              </w:rPr>
              <w:t xml:space="preserve">, </w:t>
            </w:r>
            <w:r w:rsidR="00DF7E41">
              <w:rPr>
                <w:szCs w:val="28"/>
              </w:rPr>
              <w:br/>
            </w:r>
            <w:r w:rsidRPr="00224953">
              <w:rPr>
                <w:szCs w:val="28"/>
              </w:rPr>
              <w:t>по ул.</w:t>
            </w:r>
            <w:r w:rsidR="00DF7E41">
              <w:rPr>
                <w:szCs w:val="28"/>
              </w:rPr>
              <w:t xml:space="preserve"> </w:t>
            </w:r>
            <w:r w:rsidRPr="00224953">
              <w:rPr>
                <w:szCs w:val="28"/>
              </w:rPr>
              <w:t xml:space="preserve">Пушкина, </w:t>
            </w:r>
            <w:r w:rsidR="00FF34EF">
              <w:rPr>
                <w:szCs w:val="28"/>
              </w:rPr>
              <w:br/>
            </w:r>
            <w:r w:rsidRPr="00224953">
              <w:rPr>
                <w:szCs w:val="28"/>
              </w:rPr>
              <w:t>пер.</w:t>
            </w:r>
            <w:r w:rsidR="00DF7E41">
              <w:rPr>
                <w:szCs w:val="28"/>
              </w:rPr>
              <w:t xml:space="preserve"> </w:t>
            </w:r>
            <w:r w:rsidRPr="00224953">
              <w:rPr>
                <w:szCs w:val="28"/>
              </w:rPr>
              <w:t>Ленина, ул.</w:t>
            </w:r>
            <w:r w:rsidR="00DF7E41">
              <w:rPr>
                <w:szCs w:val="28"/>
              </w:rPr>
              <w:t xml:space="preserve"> </w:t>
            </w:r>
            <w:r w:rsidRPr="00224953">
              <w:rPr>
                <w:szCs w:val="28"/>
              </w:rPr>
              <w:t xml:space="preserve">Победы, </w:t>
            </w:r>
            <w:r w:rsidR="00DF7E41">
              <w:rPr>
                <w:szCs w:val="28"/>
              </w:rPr>
              <w:br/>
            </w:r>
            <w:r w:rsidRPr="00224953">
              <w:rPr>
                <w:szCs w:val="28"/>
              </w:rPr>
              <w:t>ул.</w:t>
            </w:r>
            <w:r w:rsidR="00DF7E41">
              <w:rPr>
                <w:szCs w:val="28"/>
              </w:rPr>
              <w:t xml:space="preserve"> </w:t>
            </w:r>
            <w:r w:rsidRPr="00224953">
              <w:rPr>
                <w:szCs w:val="28"/>
              </w:rPr>
              <w:t>Зеленая, ул.</w:t>
            </w:r>
            <w:r w:rsidR="00DF7E41">
              <w:rPr>
                <w:szCs w:val="28"/>
              </w:rPr>
              <w:t xml:space="preserve"> </w:t>
            </w:r>
            <w:r w:rsidRPr="00224953">
              <w:rPr>
                <w:szCs w:val="28"/>
              </w:rPr>
              <w:t>Свободы, ул.</w:t>
            </w:r>
            <w:r w:rsidR="00DF7E41">
              <w:rPr>
                <w:szCs w:val="28"/>
              </w:rPr>
              <w:t xml:space="preserve"> </w:t>
            </w:r>
            <w:r w:rsidRPr="00224953">
              <w:rPr>
                <w:szCs w:val="28"/>
              </w:rPr>
              <w:t>Комсомольская, ул.</w:t>
            </w:r>
            <w:r w:rsidR="00DF7E41">
              <w:rPr>
                <w:szCs w:val="28"/>
              </w:rPr>
              <w:t> </w:t>
            </w:r>
            <w:r w:rsidRPr="00224953">
              <w:rPr>
                <w:szCs w:val="28"/>
              </w:rPr>
              <w:t>Ленина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76:09:000000:4116</w:t>
            </w:r>
          </w:p>
        </w:tc>
      </w:tr>
      <w:tr w:rsidR="00D91137" w:rsidRPr="00224953" w:rsidTr="00513A65">
        <w:trPr>
          <w:trHeight w:val="18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низкого давления и газовые вводы</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F7E41">
            <w:pPr>
              <w:ind w:firstLine="0"/>
              <w:jc w:val="left"/>
              <w:rPr>
                <w:szCs w:val="28"/>
              </w:rPr>
            </w:pPr>
            <w:r w:rsidRPr="00224953">
              <w:rPr>
                <w:szCs w:val="28"/>
              </w:rPr>
              <w:t xml:space="preserve">Российская Федерация, Ярославская область, </w:t>
            </w:r>
            <w:r w:rsidR="00DF7E41">
              <w:rPr>
                <w:szCs w:val="28"/>
              </w:rPr>
              <w:t xml:space="preserve">рабочий поселок </w:t>
            </w:r>
            <w:r w:rsidRPr="00224953">
              <w:rPr>
                <w:szCs w:val="28"/>
              </w:rPr>
              <w:t>Некрасовское</w:t>
            </w:r>
            <w:r w:rsidR="00DF7E41">
              <w:rPr>
                <w:szCs w:val="28"/>
              </w:rPr>
              <w:t xml:space="preserve">, ул. Евграфова к домам </w:t>
            </w:r>
            <w:r w:rsidRPr="00224953">
              <w:rPr>
                <w:szCs w:val="28"/>
              </w:rPr>
              <w:t>№ 4,</w:t>
            </w:r>
            <w:r w:rsidR="00DF7E41">
              <w:rPr>
                <w:szCs w:val="28"/>
              </w:rPr>
              <w:t xml:space="preserve"> </w:t>
            </w:r>
            <w:r w:rsidRPr="00224953">
              <w:rPr>
                <w:szCs w:val="28"/>
              </w:rPr>
              <w:t>6,</w:t>
            </w:r>
            <w:r w:rsidR="00DF7E41">
              <w:rPr>
                <w:szCs w:val="28"/>
              </w:rPr>
              <w:t xml:space="preserve"> </w:t>
            </w:r>
            <w:r w:rsidRPr="00224953">
              <w:rPr>
                <w:szCs w:val="28"/>
              </w:rPr>
              <w:t>11,</w:t>
            </w:r>
            <w:r w:rsidR="00DF7E41">
              <w:rPr>
                <w:szCs w:val="28"/>
              </w:rPr>
              <w:br/>
            </w:r>
            <w:r w:rsidRPr="00224953">
              <w:rPr>
                <w:szCs w:val="28"/>
              </w:rPr>
              <w:t>ул.</w:t>
            </w:r>
            <w:r w:rsidR="00DF7E41">
              <w:rPr>
                <w:szCs w:val="28"/>
              </w:rPr>
              <w:t xml:space="preserve"> Советская к домам № </w:t>
            </w:r>
            <w:r w:rsidRPr="00224953">
              <w:rPr>
                <w:szCs w:val="28"/>
              </w:rPr>
              <w:t>25,</w:t>
            </w:r>
            <w:r w:rsidR="00DF7E41">
              <w:rPr>
                <w:szCs w:val="28"/>
              </w:rPr>
              <w:t xml:space="preserve"> </w:t>
            </w:r>
            <w:r w:rsidRPr="00224953">
              <w:rPr>
                <w:szCs w:val="28"/>
              </w:rPr>
              <w:t>29,</w:t>
            </w:r>
            <w:r w:rsidR="00DF7E41">
              <w:rPr>
                <w:szCs w:val="28"/>
              </w:rPr>
              <w:t xml:space="preserve"> </w:t>
            </w:r>
            <w:r w:rsidRPr="00224953">
              <w:rPr>
                <w:szCs w:val="28"/>
              </w:rPr>
              <w:t>33,</w:t>
            </w:r>
            <w:r w:rsidR="00DF7E41">
              <w:rPr>
                <w:szCs w:val="28"/>
              </w:rPr>
              <w:t xml:space="preserve"> </w:t>
            </w:r>
            <w:r w:rsidRPr="00224953">
              <w:rPr>
                <w:szCs w:val="28"/>
              </w:rPr>
              <w:t>36,</w:t>
            </w:r>
            <w:r w:rsidR="00DF7E41">
              <w:rPr>
                <w:szCs w:val="28"/>
              </w:rPr>
              <w:t xml:space="preserve"> </w:t>
            </w:r>
            <w:r w:rsidRPr="00224953">
              <w:rPr>
                <w:szCs w:val="28"/>
              </w:rPr>
              <w:t>37,</w:t>
            </w:r>
            <w:r w:rsidR="00DF7E41">
              <w:rPr>
                <w:szCs w:val="28"/>
              </w:rPr>
              <w:t xml:space="preserve"> </w:t>
            </w:r>
            <w:r w:rsidRPr="00224953">
              <w:rPr>
                <w:szCs w:val="28"/>
              </w:rPr>
              <w:t>38,</w:t>
            </w:r>
            <w:r w:rsidR="00DF7E41">
              <w:rPr>
                <w:szCs w:val="28"/>
              </w:rPr>
              <w:t xml:space="preserve"> </w:t>
            </w:r>
            <w:r w:rsidRPr="00224953">
              <w:rPr>
                <w:szCs w:val="28"/>
              </w:rPr>
              <w:t>40</w:t>
            </w:r>
            <w:r w:rsidR="00DF7E41">
              <w:rPr>
                <w:szCs w:val="28"/>
              </w:rPr>
              <w:t xml:space="preserve"> </w:t>
            </w:r>
            <w:r w:rsidRPr="00224953">
              <w:rPr>
                <w:szCs w:val="28"/>
              </w:rPr>
              <w:t>(кв.1;</w:t>
            </w:r>
            <w:r w:rsidR="00DF7E41">
              <w:rPr>
                <w:szCs w:val="28"/>
              </w:rPr>
              <w:t xml:space="preserve"> </w:t>
            </w:r>
            <w:r w:rsidRPr="00224953">
              <w:rPr>
                <w:szCs w:val="28"/>
              </w:rPr>
              <w:t>кв.5),</w:t>
            </w:r>
            <w:r w:rsidR="00DF7E41">
              <w:rPr>
                <w:szCs w:val="28"/>
              </w:rPr>
              <w:t xml:space="preserve"> </w:t>
            </w:r>
            <w:r w:rsidRPr="00224953">
              <w:rPr>
                <w:szCs w:val="28"/>
              </w:rPr>
              <w:t>41,</w:t>
            </w:r>
            <w:r w:rsidR="00DF7E41">
              <w:rPr>
                <w:szCs w:val="28"/>
              </w:rPr>
              <w:t xml:space="preserve"> </w:t>
            </w:r>
            <w:r w:rsidRPr="00224953">
              <w:rPr>
                <w:szCs w:val="28"/>
              </w:rPr>
              <w:t>42,</w:t>
            </w:r>
            <w:r w:rsidR="00DF7E41">
              <w:rPr>
                <w:szCs w:val="28"/>
              </w:rPr>
              <w:t xml:space="preserve"> </w:t>
            </w:r>
            <w:r w:rsidRPr="00224953">
              <w:rPr>
                <w:szCs w:val="28"/>
              </w:rPr>
              <w:t>43,</w:t>
            </w:r>
            <w:r w:rsidR="00DF7E41">
              <w:rPr>
                <w:szCs w:val="28"/>
              </w:rPr>
              <w:t xml:space="preserve"> </w:t>
            </w:r>
            <w:r w:rsidRPr="00224953">
              <w:rPr>
                <w:szCs w:val="28"/>
              </w:rPr>
              <w:t>47,</w:t>
            </w:r>
            <w:r w:rsidR="00DF7E41">
              <w:rPr>
                <w:szCs w:val="28"/>
              </w:rPr>
              <w:t xml:space="preserve"> </w:t>
            </w:r>
            <w:r w:rsidRPr="00224953">
              <w:rPr>
                <w:szCs w:val="28"/>
              </w:rPr>
              <w:t>47а,</w:t>
            </w:r>
            <w:r w:rsidR="00DF7E41">
              <w:rPr>
                <w:szCs w:val="28"/>
              </w:rPr>
              <w:t xml:space="preserve"> </w:t>
            </w:r>
            <w:r w:rsidRPr="00C212F5">
              <w:rPr>
                <w:szCs w:val="28"/>
              </w:rPr>
              <w:t>49,</w:t>
            </w:r>
            <w:r w:rsidR="00DF7E41" w:rsidRPr="00C212F5">
              <w:rPr>
                <w:szCs w:val="28"/>
              </w:rPr>
              <w:t xml:space="preserve"> </w:t>
            </w:r>
            <w:r w:rsidRPr="00C212F5">
              <w:rPr>
                <w:szCs w:val="28"/>
              </w:rPr>
              <w:t>49</w:t>
            </w:r>
            <w:r w:rsidRPr="00224953">
              <w:rPr>
                <w:szCs w:val="28"/>
              </w:rPr>
              <w:t>,</w:t>
            </w:r>
            <w:r w:rsidR="00DF7E41">
              <w:rPr>
                <w:szCs w:val="28"/>
              </w:rPr>
              <w:t xml:space="preserve"> </w:t>
            </w:r>
            <w:r w:rsidRPr="00224953">
              <w:rPr>
                <w:szCs w:val="28"/>
              </w:rPr>
              <w:t>50,</w:t>
            </w:r>
            <w:r w:rsidR="00DF7E41">
              <w:rPr>
                <w:szCs w:val="28"/>
              </w:rPr>
              <w:t xml:space="preserve"> </w:t>
            </w:r>
            <w:r w:rsidRPr="00224953">
              <w:rPr>
                <w:szCs w:val="28"/>
              </w:rPr>
              <w:t>51, ул.</w:t>
            </w:r>
            <w:r w:rsidR="00DF7E41">
              <w:rPr>
                <w:szCs w:val="28"/>
              </w:rPr>
              <w:t> </w:t>
            </w:r>
            <w:r w:rsidRPr="00224953">
              <w:rPr>
                <w:szCs w:val="28"/>
              </w:rPr>
              <w:t>Набережная к дому №</w:t>
            </w:r>
            <w:r w:rsidR="00DF7E41">
              <w:rPr>
                <w:szCs w:val="28"/>
              </w:rPr>
              <w:t> </w:t>
            </w:r>
            <w:r w:rsidRPr="00224953">
              <w:rPr>
                <w:szCs w:val="28"/>
              </w:rPr>
              <w:t>24а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76:09:000000:4110</w:t>
            </w:r>
          </w:p>
        </w:tc>
      </w:tr>
      <w:tr w:rsidR="00D91137" w:rsidRPr="00224953" w:rsidTr="00513A65">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F7E41">
            <w:pPr>
              <w:ind w:firstLine="0"/>
              <w:jc w:val="left"/>
              <w:rPr>
                <w:szCs w:val="28"/>
              </w:rPr>
            </w:pPr>
            <w:r w:rsidRPr="00224953">
              <w:rPr>
                <w:szCs w:val="28"/>
              </w:rPr>
              <w:t xml:space="preserve">Газификация </w:t>
            </w:r>
            <w:r w:rsidR="00DF7E41">
              <w:rPr>
                <w:szCs w:val="28"/>
              </w:rPr>
              <w:br/>
            </w:r>
            <w:r w:rsidRPr="00224953">
              <w:rPr>
                <w:szCs w:val="28"/>
              </w:rPr>
              <w:t>(газопровод</w:t>
            </w:r>
            <w:r w:rsidR="00DF7E41">
              <w:rPr>
                <w:szCs w:val="28"/>
              </w:rPr>
              <w:br/>
            </w:r>
            <w:r w:rsidRPr="00224953">
              <w:rPr>
                <w:szCs w:val="28"/>
              </w:rPr>
              <w:t>низкого давления</w:t>
            </w:r>
            <w:r w:rsidR="00DF7E41">
              <w:rPr>
                <w:szCs w:val="28"/>
              </w:rPr>
              <w:t>,</w:t>
            </w:r>
            <w:r w:rsidRPr="00224953">
              <w:rPr>
                <w:szCs w:val="28"/>
              </w:rPr>
              <w:t xml:space="preserve"> 0,003МПа)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F7E41">
            <w:pPr>
              <w:ind w:firstLine="0"/>
              <w:jc w:val="left"/>
              <w:rPr>
                <w:szCs w:val="28"/>
              </w:rPr>
            </w:pPr>
            <w:r w:rsidRPr="00224953">
              <w:rPr>
                <w:szCs w:val="28"/>
              </w:rPr>
              <w:t>Российская Федерация, Ярославская область,</w:t>
            </w:r>
            <w:r w:rsidR="00DF7E41">
              <w:rPr>
                <w:szCs w:val="28"/>
              </w:rPr>
              <w:t xml:space="preserve"> </w:t>
            </w:r>
            <w:r w:rsidRPr="00224953">
              <w:rPr>
                <w:szCs w:val="28"/>
              </w:rPr>
              <w:t xml:space="preserve">Некрасовский </w:t>
            </w:r>
            <w:r w:rsidR="00DF7E41">
              <w:rPr>
                <w:szCs w:val="28"/>
              </w:rPr>
              <w:t>муниципальный район</w:t>
            </w:r>
            <w:r w:rsidRPr="00224953">
              <w:rPr>
                <w:szCs w:val="28"/>
              </w:rPr>
              <w:t>, с</w:t>
            </w:r>
            <w:r w:rsidR="00DF7E41">
              <w:rPr>
                <w:szCs w:val="28"/>
              </w:rPr>
              <w:t>.</w:t>
            </w:r>
            <w:r w:rsidRPr="00224953">
              <w:rPr>
                <w:szCs w:val="28"/>
              </w:rPr>
              <w:t xml:space="preserve"> Малые Соли</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76:09:092001:968</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F7E41">
            <w:pPr>
              <w:ind w:firstLine="0"/>
              <w:jc w:val="left"/>
              <w:rPr>
                <w:szCs w:val="28"/>
              </w:rPr>
            </w:pPr>
            <w:r w:rsidRPr="00224953">
              <w:rPr>
                <w:szCs w:val="28"/>
              </w:rPr>
              <w:t>Газопровод низкого давления до 0</w:t>
            </w:r>
            <w:r w:rsidR="00DF7E41">
              <w:rPr>
                <w:szCs w:val="28"/>
              </w:rPr>
              <w:t>,</w:t>
            </w:r>
            <w:r w:rsidRPr="00224953">
              <w:rPr>
                <w:szCs w:val="28"/>
              </w:rPr>
              <w:t>05 МПа в подземном и надземном исполнении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F7E41">
            <w:pPr>
              <w:ind w:firstLine="0"/>
              <w:jc w:val="left"/>
              <w:rPr>
                <w:szCs w:val="28"/>
              </w:rPr>
            </w:pPr>
            <w:r w:rsidRPr="00224953">
              <w:rPr>
                <w:szCs w:val="28"/>
              </w:rPr>
              <w:t>Ярославская область, Некрасовский</w:t>
            </w:r>
            <w:r w:rsidR="00DF7E41">
              <w:rPr>
                <w:szCs w:val="28"/>
              </w:rPr>
              <w:t xml:space="preserve"> район</w:t>
            </w:r>
            <w:r w:rsidRPr="00224953">
              <w:rPr>
                <w:szCs w:val="28"/>
              </w:rPr>
              <w:t>, с</w:t>
            </w:r>
            <w:r w:rsidR="00DF7E41">
              <w:rPr>
                <w:szCs w:val="28"/>
              </w:rPr>
              <w:t>. </w:t>
            </w:r>
            <w:r w:rsidRPr="00224953">
              <w:rPr>
                <w:szCs w:val="28"/>
              </w:rPr>
              <w:t>Малые Соли</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76:09:092001:969</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F7E41" w:rsidRDefault="00D91137" w:rsidP="00D91137">
            <w:pPr>
              <w:ind w:firstLine="0"/>
              <w:jc w:val="left"/>
              <w:rPr>
                <w:szCs w:val="28"/>
              </w:rPr>
            </w:pPr>
            <w:r w:rsidRPr="00224953">
              <w:rPr>
                <w:szCs w:val="28"/>
              </w:rPr>
              <w:t xml:space="preserve">Наружный </w:t>
            </w:r>
          </w:p>
          <w:p w:rsidR="00DF7E41" w:rsidRDefault="00D91137" w:rsidP="00D91137">
            <w:pPr>
              <w:ind w:firstLine="0"/>
              <w:jc w:val="left"/>
              <w:rPr>
                <w:szCs w:val="28"/>
              </w:rPr>
            </w:pPr>
            <w:r w:rsidRPr="00224953">
              <w:rPr>
                <w:szCs w:val="28"/>
              </w:rPr>
              <w:t xml:space="preserve">газопровод </w:t>
            </w:r>
          </w:p>
          <w:p w:rsidR="00D91137" w:rsidRPr="00224953" w:rsidRDefault="00D91137" w:rsidP="00DF7E41">
            <w:pPr>
              <w:ind w:firstLine="0"/>
              <w:jc w:val="left"/>
              <w:rPr>
                <w:szCs w:val="28"/>
              </w:rPr>
            </w:pPr>
            <w:r w:rsidRPr="00224953">
              <w:rPr>
                <w:szCs w:val="28"/>
              </w:rPr>
              <w:t>низкого давления до 0</w:t>
            </w:r>
            <w:r w:rsidR="00DF7E41">
              <w:rPr>
                <w:szCs w:val="28"/>
              </w:rPr>
              <w:t>,</w:t>
            </w:r>
            <w:r w:rsidRPr="00224953">
              <w:rPr>
                <w:szCs w:val="28"/>
              </w:rPr>
              <w:t>005МПа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74D7A">
            <w:pPr>
              <w:ind w:firstLine="0"/>
              <w:jc w:val="left"/>
              <w:rPr>
                <w:szCs w:val="28"/>
              </w:rPr>
            </w:pPr>
            <w:r w:rsidRPr="00224953">
              <w:rPr>
                <w:szCs w:val="28"/>
              </w:rPr>
              <w:t xml:space="preserve">Российская Федерация, Ярославская область, Некрасовский </w:t>
            </w:r>
            <w:r w:rsidR="00D74D7A">
              <w:rPr>
                <w:szCs w:val="28"/>
              </w:rPr>
              <w:t>муниципальный район</w:t>
            </w:r>
            <w:r w:rsidRPr="00224953">
              <w:rPr>
                <w:szCs w:val="28"/>
              </w:rPr>
              <w:t xml:space="preserve">, при пансионате </w:t>
            </w:r>
            <w:r w:rsidR="00D74D7A">
              <w:rPr>
                <w:szCs w:val="28"/>
              </w:rPr>
              <w:t>«</w:t>
            </w:r>
            <w:r w:rsidRPr="00224953">
              <w:rPr>
                <w:szCs w:val="28"/>
              </w:rPr>
              <w:t>Левашово</w:t>
            </w:r>
            <w:r w:rsidR="00D74D7A">
              <w:rPr>
                <w:szCs w:val="28"/>
              </w:rPr>
              <w:t>»</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76:09:000000:4114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16DDC" w:rsidRDefault="00D91137" w:rsidP="00D91137">
            <w:pPr>
              <w:ind w:firstLine="0"/>
              <w:jc w:val="left"/>
              <w:rPr>
                <w:szCs w:val="28"/>
              </w:rPr>
            </w:pPr>
            <w:r w:rsidRPr="00224953">
              <w:rPr>
                <w:szCs w:val="28"/>
              </w:rPr>
              <w:t xml:space="preserve">Газификация </w:t>
            </w:r>
          </w:p>
          <w:p w:rsidR="00D91137" w:rsidRPr="00224953" w:rsidRDefault="00D91137" w:rsidP="00D91137">
            <w:pPr>
              <w:ind w:firstLine="0"/>
              <w:jc w:val="left"/>
              <w:rPr>
                <w:szCs w:val="28"/>
              </w:rPr>
            </w:pPr>
            <w:r w:rsidRPr="00224953">
              <w:rPr>
                <w:szCs w:val="28"/>
              </w:rPr>
              <w:t>жилых домов</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16DDC">
            <w:pPr>
              <w:ind w:firstLine="0"/>
              <w:jc w:val="left"/>
              <w:rPr>
                <w:szCs w:val="28"/>
              </w:rPr>
            </w:pPr>
            <w:r w:rsidRPr="00224953">
              <w:rPr>
                <w:szCs w:val="28"/>
              </w:rPr>
              <w:t>Российская Федерация, Яросла</w:t>
            </w:r>
            <w:r w:rsidR="00416DDC">
              <w:rPr>
                <w:szCs w:val="28"/>
              </w:rPr>
              <w:t>вская область, Некрасовский райо</w:t>
            </w:r>
            <w:r w:rsidRPr="00224953">
              <w:rPr>
                <w:szCs w:val="28"/>
              </w:rPr>
              <w:t xml:space="preserve">н, Некрасовское </w:t>
            </w:r>
            <w:r w:rsidR="00416DDC">
              <w:rPr>
                <w:szCs w:val="28"/>
              </w:rPr>
              <w:t>сельское поселение</w:t>
            </w:r>
            <w:r w:rsidRPr="00224953">
              <w:rPr>
                <w:szCs w:val="28"/>
              </w:rPr>
              <w:t>, д. Алферово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76:09:000000:4094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699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E223B">
            <w:pPr>
              <w:ind w:firstLine="0"/>
              <w:jc w:val="left"/>
              <w:rPr>
                <w:szCs w:val="28"/>
              </w:rPr>
            </w:pPr>
            <w:r w:rsidRPr="00224953">
              <w:rPr>
                <w:szCs w:val="28"/>
              </w:rPr>
              <w:t>Газификация</w:t>
            </w:r>
            <w:r w:rsidR="004E223B">
              <w:rPr>
                <w:szCs w:val="28"/>
              </w:rPr>
              <w:br/>
            </w:r>
            <w:r w:rsidRPr="00224953">
              <w:rPr>
                <w:szCs w:val="28"/>
              </w:rPr>
              <w:t>жилых домов</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E223B">
            <w:pPr>
              <w:ind w:firstLine="0"/>
              <w:jc w:val="left"/>
              <w:rPr>
                <w:szCs w:val="28"/>
              </w:rPr>
            </w:pPr>
            <w:r w:rsidRPr="00224953">
              <w:rPr>
                <w:szCs w:val="28"/>
              </w:rPr>
              <w:t xml:space="preserve">152260, Российская Федерация, Ярославская область, Некрасовский </w:t>
            </w:r>
            <w:r w:rsidR="004E223B">
              <w:rPr>
                <w:szCs w:val="28"/>
              </w:rPr>
              <w:br/>
              <w:t>муниципальный район</w:t>
            </w:r>
            <w:r w:rsidRPr="00224953">
              <w:rPr>
                <w:szCs w:val="28"/>
              </w:rPr>
              <w:t xml:space="preserve">, </w:t>
            </w:r>
            <w:r w:rsidR="004E223B">
              <w:rPr>
                <w:szCs w:val="28"/>
              </w:rPr>
              <w:br/>
            </w:r>
            <w:r w:rsidR="004E223B">
              <w:rPr>
                <w:szCs w:val="28"/>
              </w:rPr>
              <w:lastRenderedPageBreak/>
              <w:t xml:space="preserve">рабочий поселок </w:t>
            </w:r>
            <w:r w:rsidRPr="00224953">
              <w:rPr>
                <w:szCs w:val="28"/>
              </w:rPr>
              <w:t xml:space="preserve">Некрасовское, </w:t>
            </w:r>
            <w:r w:rsidR="004E223B" w:rsidRPr="00224953">
              <w:rPr>
                <w:szCs w:val="28"/>
              </w:rPr>
              <w:t>ул</w:t>
            </w:r>
            <w:r w:rsidR="004E223B">
              <w:rPr>
                <w:szCs w:val="28"/>
              </w:rPr>
              <w:t>.</w:t>
            </w:r>
            <w:r w:rsidR="004E223B" w:rsidRPr="00224953">
              <w:rPr>
                <w:szCs w:val="28"/>
              </w:rPr>
              <w:t xml:space="preserve"> </w:t>
            </w:r>
            <w:r w:rsidRPr="00224953">
              <w:rPr>
                <w:szCs w:val="28"/>
              </w:rPr>
              <w:t xml:space="preserve">Заречная Набережная </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76:09:000000:4097</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E223B">
            <w:pPr>
              <w:ind w:firstLine="0"/>
              <w:jc w:val="left"/>
              <w:rPr>
                <w:szCs w:val="28"/>
              </w:rPr>
            </w:pPr>
            <w:r w:rsidRPr="00224953">
              <w:rPr>
                <w:szCs w:val="28"/>
              </w:rPr>
              <w:t>Газопровод высокого давления от точки врезки в с.</w:t>
            </w:r>
            <w:r w:rsidR="004E223B">
              <w:rPr>
                <w:szCs w:val="28"/>
              </w:rPr>
              <w:t> </w:t>
            </w:r>
            <w:r w:rsidRPr="00224953">
              <w:rPr>
                <w:szCs w:val="28"/>
              </w:rPr>
              <w:t>Левашово на ул. Почтовая до д</w:t>
            </w:r>
            <w:r w:rsidR="004E223B">
              <w:rPr>
                <w:szCs w:val="28"/>
              </w:rPr>
              <w:t>. </w:t>
            </w:r>
            <w:r w:rsidRPr="00224953">
              <w:rPr>
                <w:szCs w:val="28"/>
              </w:rPr>
              <w:t>Осиновая</w:t>
            </w:r>
            <w:r w:rsidRPr="00224953">
              <w:rPr>
                <w:szCs w:val="28"/>
              </w:rPr>
              <w:br/>
              <w:t xml:space="preserve">Слобода </w:t>
            </w:r>
            <w:r w:rsidR="004E223B">
              <w:rPr>
                <w:szCs w:val="28"/>
              </w:rPr>
              <w:t>«</w:t>
            </w:r>
            <w:r w:rsidRPr="00224953">
              <w:rPr>
                <w:szCs w:val="28"/>
              </w:rPr>
              <w:t xml:space="preserve">СПК </w:t>
            </w:r>
            <w:r w:rsidR="004E223B">
              <w:rPr>
                <w:szCs w:val="28"/>
              </w:rPr>
              <w:br/>
              <w:t>«</w:t>
            </w:r>
            <w:r w:rsidRPr="00224953">
              <w:rPr>
                <w:szCs w:val="28"/>
              </w:rPr>
              <w:t>1 Мая</w:t>
            </w:r>
            <w:r w:rsidR="004E223B">
              <w:rPr>
                <w:szCs w:val="28"/>
              </w:rPr>
              <w:t>»</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E223B">
            <w:pPr>
              <w:ind w:firstLine="0"/>
              <w:jc w:val="left"/>
              <w:rPr>
                <w:szCs w:val="28"/>
              </w:rPr>
            </w:pPr>
            <w:r w:rsidRPr="00224953">
              <w:rPr>
                <w:szCs w:val="28"/>
              </w:rPr>
              <w:t>Российская Федерация, Ярос</w:t>
            </w:r>
            <w:r w:rsidR="004E223B">
              <w:rPr>
                <w:szCs w:val="28"/>
              </w:rPr>
              <w:t>лавская область, Некрасовский райо</w:t>
            </w:r>
            <w:r w:rsidRPr="00224953">
              <w:rPr>
                <w:szCs w:val="28"/>
              </w:rPr>
              <w:t xml:space="preserve">н, Некрасовское </w:t>
            </w:r>
            <w:r w:rsidR="004E223B">
              <w:rPr>
                <w:szCs w:val="28"/>
              </w:rPr>
              <w:t>сельское поселение</w:t>
            </w:r>
            <w:r w:rsidRPr="00224953">
              <w:rPr>
                <w:szCs w:val="28"/>
              </w:rPr>
              <w:t xml:space="preserve">, </w:t>
            </w:r>
            <w:r w:rsidR="004E223B">
              <w:rPr>
                <w:szCs w:val="28"/>
              </w:rPr>
              <w:t>с. Левашово</w:t>
            </w:r>
            <w:r w:rsidRPr="00224953">
              <w:rPr>
                <w:szCs w:val="28"/>
              </w:rPr>
              <w:t>, ул.</w:t>
            </w:r>
            <w:r w:rsidR="004E223B">
              <w:rPr>
                <w:szCs w:val="28"/>
              </w:rPr>
              <w:t xml:space="preserve"> Почтовая, д. Осиновая Слобода «</w:t>
            </w:r>
            <w:r w:rsidRPr="00224953">
              <w:rPr>
                <w:szCs w:val="28"/>
              </w:rPr>
              <w:t xml:space="preserve">СПК </w:t>
            </w:r>
            <w:r w:rsidR="004E223B">
              <w:rPr>
                <w:szCs w:val="28"/>
              </w:rPr>
              <w:t>«</w:t>
            </w:r>
            <w:r w:rsidRPr="00224953">
              <w:rPr>
                <w:szCs w:val="28"/>
              </w:rPr>
              <w:t>1 Мая</w:t>
            </w:r>
            <w:r w:rsidR="004E223B">
              <w:rPr>
                <w:szCs w:val="28"/>
              </w:rPr>
              <w:t>»</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76:09:000000:4098</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E223B">
            <w:pPr>
              <w:ind w:firstLine="0"/>
              <w:jc w:val="left"/>
              <w:rPr>
                <w:szCs w:val="28"/>
              </w:rPr>
            </w:pPr>
            <w:r w:rsidRPr="00224953">
              <w:rPr>
                <w:szCs w:val="28"/>
              </w:rPr>
              <w:t>Стальной распределительный газ</w:t>
            </w:r>
            <w:r w:rsidR="004E223B">
              <w:rPr>
                <w:szCs w:val="28"/>
              </w:rPr>
              <w:t>опровод низкого давления по ул. Почтовой в с. </w:t>
            </w:r>
            <w:r w:rsidRPr="00224953">
              <w:rPr>
                <w:szCs w:val="28"/>
              </w:rPr>
              <w:t xml:space="preserve">Левашово Некрасовского района (от места врезки у </w:t>
            </w:r>
            <w:r w:rsidR="004E223B">
              <w:rPr>
                <w:szCs w:val="28"/>
              </w:rPr>
              <w:t>жилого дома</w:t>
            </w:r>
            <w:r w:rsidRPr="00224953">
              <w:rPr>
                <w:szCs w:val="28"/>
              </w:rPr>
              <w:t xml:space="preserve"> №</w:t>
            </w:r>
            <w:r w:rsidR="004E223B">
              <w:rPr>
                <w:szCs w:val="28"/>
              </w:rPr>
              <w:t xml:space="preserve"> </w:t>
            </w:r>
            <w:r w:rsidRPr="00224953">
              <w:rPr>
                <w:szCs w:val="28"/>
              </w:rPr>
              <w:t xml:space="preserve">83 до заглушки у </w:t>
            </w:r>
            <w:r w:rsidR="004E223B">
              <w:rPr>
                <w:szCs w:val="28"/>
              </w:rPr>
              <w:t>жилого дома</w:t>
            </w:r>
            <w:r w:rsidRPr="00224953">
              <w:rPr>
                <w:szCs w:val="28"/>
              </w:rPr>
              <w:t xml:space="preserve"> № 69)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Некрасовский муниципальный район, </w:t>
            </w:r>
            <w:r w:rsidR="006D1C91">
              <w:rPr>
                <w:szCs w:val="28"/>
              </w:rPr>
              <w:br/>
            </w:r>
            <w:r w:rsidRPr="00224953">
              <w:rPr>
                <w:szCs w:val="28"/>
              </w:rPr>
              <w:t>с. Левашово, ул. Почтовая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76:09:110101:1814</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9F27EF" w:rsidP="000C2710">
            <w:pPr>
              <w:ind w:firstLine="0"/>
              <w:jc w:val="left"/>
              <w:rPr>
                <w:szCs w:val="28"/>
              </w:rPr>
            </w:pPr>
            <w:r>
              <w:rPr>
                <w:szCs w:val="28"/>
              </w:rPr>
              <w:t>Газоснабжение д. </w:t>
            </w:r>
            <w:r w:rsidR="00D91137" w:rsidRPr="00224953">
              <w:rPr>
                <w:szCs w:val="28"/>
              </w:rPr>
              <w:t xml:space="preserve">Смирново Некрасовского </w:t>
            </w:r>
            <w:r>
              <w:rPr>
                <w:szCs w:val="28"/>
              </w:rPr>
              <w:t>муниципального района</w:t>
            </w:r>
            <w:r w:rsidR="00D91137" w:rsidRPr="00224953">
              <w:rPr>
                <w:szCs w:val="28"/>
              </w:rPr>
              <w:t xml:space="preserve"> (газопровод низкого давления до 0,003 МПа от ГРПШ 05-2У1 № 20725 в д. Смирново до заглушки</w:t>
            </w:r>
            <w:r>
              <w:rPr>
                <w:szCs w:val="28"/>
              </w:rPr>
              <w:br/>
            </w:r>
            <w:r w:rsidR="00D91137" w:rsidRPr="00224953">
              <w:rPr>
                <w:szCs w:val="28"/>
              </w:rPr>
              <w:t>у д</w:t>
            </w:r>
            <w:r w:rsidR="000C2710">
              <w:rPr>
                <w:szCs w:val="28"/>
              </w:rPr>
              <w:t>ома</w:t>
            </w:r>
            <w:r w:rsidR="00D91137" w:rsidRPr="00224953">
              <w:rPr>
                <w:szCs w:val="28"/>
              </w:rPr>
              <w:t xml:space="preserve"> № 30)</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Некрасовский муниципальный район, </w:t>
            </w:r>
            <w:r w:rsidR="009F27EF">
              <w:rPr>
                <w:szCs w:val="28"/>
              </w:rPr>
              <w:br/>
            </w:r>
            <w:r w:rsidRPr="00224953">
              <w:rPr>
                <w:szCs w:val="28"/>
              </w:rPr>
              <w:t>д. Смирново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76:09:111901:430</w:t>
            </w:r>
          </w:p>
        </w:tc>
      </w:tr>
      <w:tr w:rsidR="00D91137" w:rsidRPr="00224953" w:rsidTr="00B54789">
        <w:trPr>
          <w:trHeight w:val="841"/>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9F27EF" w:rsidP="00D91137">
            <w:pPr>
              <w:ind w:firstLine="0"/>
              <w:jc w:val="left"/>
              <w:rPr>
                <w:szCs w:val="28"/>
              </w:rPr>
            </w:pPr>
            <w:r>
              <w:rPr>
                <w:szCs w:val="28"/>
              </w:rPr>
              <w:t>Распределительный газопровод низкого давление до 0,005 МПа к жилым домам № </w:t>
            </w:r>
            <w:r w:rsidR="00D91137" w:rsidRPr="00224953">
              <w:rPr>
                <w:szCs w:val="28"/>
              </w:rPr>
              <w:t>18</w:t>
            </w:r>
            <w:r>
              <w:rPr>
                <w:szCs w:val="28"/>
              </w:rPr>
              <w:t xml:space="preserve">а и 22а на ул. Гражданской в </w:t>
            </w:r>
            <w:r w:rsidRPr="00C212F5">
              <w:rPr>
                <w:szCs w:val="28"/>
              </w:rPr>
              <w:t>п</w:t>
            </w:r>
            <w:r w:rsidR="00D91137" w:rsidRPr="00C212F5">
              <w:rPr>
                <w:szCs w:val="28"/>
              </w:rPr>
              <w:t>.</w:t>
            </w:r>
            <w:r w:rsidR="00D91137" w:rsidRPr="00224953">
              <w:rPr>
                <w:szCs w:val="28"/>
              </w:rPr>
              <w:t xml:space="preserve"> Бурмакино Некрасовского </w:t>
            </w:r>
            <w:r w:rsidR="00D91137" w:rsidRPr="00224953">
              <w:rPr>
                <w:szCs w:val="28"/>
              </w:rPr>
              <w:lastRenderedPageBreak/>
              <w:t>района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9F27EF">
            <w:pPr>
              <w:ind w:firstLine="0"/>
              <w:jc w:val="left"/>
              <w:rPr>
                <w:szCs w:val="28"/>
              </w:rPr>
            </w:pPr>
            <w:r w:rsidRPr="00224953">
              <w:rPr>
                <w:szCs w:val="28"/>
              </w:rPr>
              <w:lastRenderedPageBreak/>
              <w:t xml:space="preserve">Российская Федерация, Ярославская область, Некрасовский муниципальный </w:t>
            </w:r>
            <w:r w:rsidRPr="00C212F5">
              <w:rPr>
                <w:szCs w:val="28"/>
              </w:rPr>
              <w:t xml:space="preserve">район, </w:t>
            </w:r>
            <w:r w:rsidR="009F27EF" w:rsidRPr="00C212F5">
              <w:rPr>
                <w:szCs w:val="28"/>
              </w:rPr>
              <w:t>рабочий поселок</w:t>
            </w:r>
            <w:r w:rsidRPr="00C212F5">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76:09:040104:474</w:t>
            </w:r>
          </w:p>
        </w:tc>
      </w:tr>
      <w:tr w:rsidR="00D91137" w:rsidRPr="00224953" w:rsidTr="00513A65">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0C2710">
            <w:pPr>
              <w:ind w:firstLine="0"/>
              <w:jc w:val="left"/>
              <w:rPr>
                <w:szCs w:val="28"/>
              </w:rPr>
            </w:pPr>
            <w:r w:rsidRPr="00C212F5">
              <w:rPr>
                <w:szCs w:val="28"/>
              </w:rPr>
              <w:t xml:space="preserve">Распределительный газопровод на ул. Чехова, </w:t>
            </w:r>
            <w:r w:rsidR="000C2710" w:rsidRPr="00C212F5">
              <w:rPr>
                <w:szCs w:val="28"/>
              </w:rPr>
              <w:br/>
            </w:r>
            <w:r w:rsidRPr="00C212F5">
              <w:rPr>
                <w:szCs w:val="28"/>
              </w:rPr>
              <w:t>ул</w:t>
            </w:r>
            <w:r w:rsidR="000C2710" w:rsidRPr="00C212F5">
              <w:rPr>
                <w:szCs w:val="28"/>
              </w:rPr>
              <w:t>. Депутатской, пер. Лесном в п. </w:t>
            </w:r>
            <w:r w:rsidRPr="00C212F5">
              <w:rPr>
                <w:szCs w:val="28"/>
              </w:rPr>
              <w:t xml:space="preserve">Бурмакино Некрасовского </w:t>
            </w:r>
            <w:r w:rsidR="000C2710" w:rsidRPr="00C212F5">
              <w:rPr>
                <w:szCs w:val="28"/>
              </w:rPr>
              <w:t>муниципального района</w:t>
            </w:r>
            <w:r w:rsidRPr="00C212F5">
              <w:rPr>
                <w:szCs w:val="28"/>
              </w:rPr>
              <w:t xml:space="preserve"> от места врезки в надземный </w:t>
            </w:r>
            <w:r w:rsidR="000C2710" w:rsidRPr="00C212F5">
              <w:rPr>
                <w:szCs w:val="28"/>
              </w:rPr>
              <w:t xml:space="preserve">газопровод низкого давления Ду 89мм у дома </w:t>
            </w:r>
            <w:r w:rsidRPr="00C212F5">
              <w:rPr>
                <w:szCs w:val="28"/>
              </w:rPr>
              <w:t>№</w:t>
            </w:r>
            <w:r w:rsidR="000C2710" w:rsidRPr="00C212F5">
              <w:rPr>
                <w:szCs w:val="28"/>
              </w:rPr>
              <w:t xml:space="preserve"> </w:t>
            </w:r>
            <w:r w:rsidRPr="00C212F5">
              <w:rPr>
                <w:szCs w:val="28"/>
              </w:rPr>
              <w:t>20 на ул.</w:t>
            </w:r>
            <w:r w:rsidR="000C2710" w:rsidRPr="00C212F5">
              <w:rPr>
                <w:szCs w:val="28"/>
              </w:rPr>
              <w:t xml:space="preserve"> Депутатской до заглушек у дома </w:t>
            </w:r>
            <w:r w:rsidRPr="00C212F5">
              <w:rPr>
                <w:szCs w:val="28"/>
              </w:rPr>
              <w:t>№</w:t>
            </w:r>
            <w:r w:rsidR="000C2710" w:rsidRPr="00C212F5">
              <w:rPr>
                <w:szCs w:val="28"/>
              </w:rPr>
              <w:t xml:space="preserve"> </w:t>
            </w:r>
            <w:r w:rsidRPr="00C212F5">
              <w:rPr>
                <w:szCs w:val="28"/>
              </w:rPr>
              <w:t>2 на ул.</w:t>
            </w:r>
            <w:r w:rsidR="000C2710" w:rsidRPr="00C212F5">
              <w:rPr>
                <w:szCs w:val="28"/>
              </w:rPr>
              <w:t xml:space="preserve"> </w:t>
            </w:r>
            <w:r w:rsidRPr="00C212F5">
              <w:rPr>
                <w:szCs w:val="28"/>
              </w:rPr>
              <w:t>Чехова, у д</w:t>
            </w:r>
            <w:r w:rsidR="000C2710" w:rsidRPr="00C212F5">
              <w:rPr>
                <w:szCs w:val="28"/>
              </w:rPr>
              <w:t xml:space="preserve">ома </w:t>
            </w:r>
            <w:r w:rsidRPr="00C212F5">
              <w:rPr>
                <w:szCs w:val="28"/>
              </w:rPr>
              <w:t>№</w:t>
            </w:r>
            <w:r w:rsidR="000C2710" w:rsidRPr="00C212F5">
              <w:rPr>
                <w:szCs w:val="28"/>
              </w:rPr>
              <w:t xml:space="preserve"> </w:t>
            </w:r>
            <w:r w:rsidRPr="00C212F5">
              <w:rPr>
                <w:szCs w:val="28"/>
              </w:rPr>
              <w:t>28 на ул.</w:t>
            </w:r>
            <w:r w:rsidR="000C2710" w:rsidRPr="00C212F5">
              <w:rPr>
                <w:szCs w:val="28"/>
              </w:rPr>
              <w:t xml:space="preserve"> Депутатской, у дома </w:t>
            </w:r>
            <w:r w:rsidRPr="00C212F5">
              <w:rPr>
                <w:szCs w:val="28"/>
              </w:rPr>
              <w:t>№</w:t>
            </w:r>
            <w:r w:rsidR="000C2710" w:rsidRPr="00C212F5">
              <w:rPr>
                <w:szCs w:val="28"/>
              </w:rPr>
              <w:t xml:space="preserve"> </w:t>
            </w:r>
            <w:r w:rsidRPr="00C212F5">
              <w:rPr>
                <w:szCs w:val="28"/>
              </w:rPr>
              <w:t>17 на пер.</w:t>
            </w:r>
            <w:r w:rsidR="000C2710" w:rsidRPr="00C212F5">
              <w:rPr>
                <w:szCs w:val="28"/>
              </w:rPr>
              <w:t xml:space="preserve"> </w:t>
            </w:r>
            <w:r w:rsidRPr="00C212F5">
              <w:rPr>
                <w:szCs w:val="28"/>
              </w:rPr>
              <w:t xml:space="preserve">Лесном и до выхода из земли у </w:t>
            </w:r>
            <w:r w:rsidR="000C2710" w:rsidRPr="00C212F5">
              <w:rPr>
                <w:szCs w:val="28"/>
              </w:rPr>
              <w:t xml:space="preserve">дома </w:t>
            </w:r>
            <w:r w:rsidRPr="00C212F5">
              <w:rPr>
                <w:szCs w:val="28"/>
              </w:rPr>
              <w:t>№</w:t>
            </w:r>
            <w:r w:rsidR="000C2710" w:rsidRPr="00C212F5">
              <w:rPr>
                <w:szCs w:val="28"/>
              </w:rPr>
              <w:t xml:space="preserve"> </w:t>
            </w:r>
            <w:r w:rsidRPr="00C212F5">
              <w:rPr>
                <w:szCs w:val="28"/>
              </w:rPr>
              <w:t>10 на пер.</w:t>
            </w:r>
            <w:r w:rsidR="000C2710" w:rsidRPr="00C212F5">
              <w:rPr>
                <w:szCs w:val="28"/>
              </w:rPr>
              <w:t> </w:t>
            </w:r>
            <w:r w:rsidRPr="00C212F5">
              <w:rPr>
                <w:szCs w:val="28"/>
              </w:rPr>
              <w:t>Лесном</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0C2710">
            <w:pPr>
              <w:ind w:firstLine="0"/>
              <w:jc w:val="left"/>
              <w:rPr>
                <w:szCs w:val="28"/>
              </w:rPr>
            </w:pPr>
            <w:r w:rsidRPr="00C212F5">
              <w:rPr>
                <w:szCs w:val="28"/>
              </w:rPr>
              <w:t>Ярославская область, Некрасовский р</w:t>
            </w:r>
            <w:r w:rsidR="000C2710" w:rsidRPr="00C212F5">
              <w:rPr>
                <w:szCs w:val="28"/>
              </w:rPr>
              <w:t>айо</w:t>
            </w:r>
            <w:r w:rsidRPr="00C212F5">
              <w:rPr>
                <w:szCs w:val="28"/>
              </w:rPr>
              <w:t xml:space="preserve">н, </w:t>
            </w:r>
            <w:r w:rsidR="000C2710" w:rsidRPr="00C212F5">
              <w:rPr>
                <w:szCs w:val="28"/>
              </w:rPr>
              <w:br/>
              <w:t>рабочий поселок</w:t>
            </w:r>
            <w:r w:rsidRPr="00C212F5">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76:09:000000:4135</w:t>
            </w:r>
          </w:p>
        </w:tc>
      </w:tr>
      <w:tr w:rsidR="00D91137" w:rsidRPr="00224953" w:rsidTr="00513A65">
        <w:trPr>
          <w:trHeight w:val="21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332526">
            <w:pPr>
              <w:ind w:firstLine="0"/>
              <w:jc w:val="left"/>
              <w:rPr>
                <w:szCs w:val="28"/>
              </w:rPr>
            </w:pPr>
            <w:r w:rsidRPr="00224953">
              <w:rPr>
                <w:szCs w:val="28"/>
              </w:rPr>
              <w:t>Распределительный газопровод на ул</w:t>
            </w:r>
            <w:r w:rsidR="00332526">
              <w:rPr>
                <w:szCs w:val="28"/>
              </w:rPr>
              <w:t xml:space="preserve">. Комсомольской в </w:t>
            </w:r>
            <w:r w:rsidR="00332526" w:rsidRPr="00C212F5">
              <w:rPr>
                <w:szCs w:val="28"/>
              </w:rPr>
              <w:t>п. </w:t>
            </w:r>
            <w:r w:rsidRPr="00C212F5">
              <w:rPr>
                <w:szCs w:val="28"/>
              </w:rPr>
              <w:t>Бурмакино</w:t>
            </w:r>
            <w:r w:rsidRPr="00224953">
              <w:rPr>
                <w:szCs w:val="28"/>
              </w:rPr>
              <w:t xml:space="preserve"> Некрасовского </w:t>
            </w:r>
            <w:r w:rsidR="00332526">
              <w:rPr>
                <w:szCs w:val="28"/>
              </w:rPr>
              <w:t>муниципального района</w:t>
            </w:r>
            <w:r w:rsidRPr="00224953">
              <w:rPr>
                <w:szCs w:val="28"/>
              </w:rPr>
              <w:t xml:space="preserve"> от места врезки в существующий подземный газопровод низкого давления Ду100 у </w:t>
            </w:r>
            <w:r w:rsidR="00332526">
              <w:rPr>
                <w:szCs w:val="28"/>
              </w:rPr>
              <w:t>жилого дома № </w:t>
            </w:r>
            <w:r w:rsidRPr="00224953">
              <w:rPr>
                <w:szCs w:val="28"/>
              </w:rPr>
              <w:t>11 на ул</w:t>
            </w:r>
            <w:r w:rsidR="00332526">
              <w:rPr>
                <w:szCs w:val="28"/>
              </w:rPr>
              <w:t xml:space="preserve">. Комсомольской до заглушки у жилого </w:t>
            </w:r>
            <w:r w:rsidRPr="00224953">
              <w:rPr>
                <w:szCs w:val="28"/>
              </w:rPr>
              <w:t xml:space="preserve">дома № 7а </w:t>
            </w:r>
            <w:r w:rsidR="00332526">
              <w:rPr>
                <w:szCs w:val="28"/>
              </w:rPr>
              <w:br/>
            </w:r>
            <w:r w:rsidRPr="00224953">
              <w:rPr>
                <w:szCs w:val="28"/>
              </w:rPr>
              <w:t>на ул. Советской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275B">
            <w:pPr>
              <w:ind w:firstLine="0"/>
              <w:jc w:val="left"/>
              <w:rPr>
                <w:szCs w:val="28"/>
              </w:rPr>
            </w:pPr>
            <w:r w:rsidRPr="00224953">
              <w:rPr>
                <w:szCs w:val="28"/>
              </w:rPr>
              <w:t>Российская Федерация, Ярославская область, Некрасовский муниципальный район, р</w:t>
            </w:r>
            <w:r w:rsidR="006D275B">
              <w:rPr>
                <w:szCs w:val="28"/>
              </w:rPr>
              <w:t>абочий поселок</w:t>
            </w:r>
            <w:r w:rsidRPr="00224953">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76:09:000000:4131</w:t>
            </w:r>
          </w:p>
        </w:tc>
      </w:tr>
      <w:tr w:rsidR="00D91137" w:rsidRPr="00224953" w:rsidTr="00513A65">
        <w:trPr>
          <w:trHeight w:val="21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706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33572A">
            <w:pPr>
              <w:ind w:firstLine="0"/>
              <w:jc w:val="left"/>
              <w:rPr>
                <w:szCs w:val="28"/>
              </w:rPr>
            </w:pPr>
            <w:r w:rsidRPr="00C212F5">
              <w:rPr>
                <w:szCs w:val="28"/>
              </w:rPr>
              <w:t>Ра</w:t>
            </w:r>
            <w:r w:rsidR="0033572A" w:rsidRPr="00C212F5">
              <w:rPr>
                <w:szCs w:val="28"/>
              </w:rPr>
              <w:t>спределительный газопровод в п</w:t>
            </w:r>
            <w:r w:rsidRPr="00C212F5">
              <w:rPr>
                <w:szCs w:val="28"/>
              </w:rPr>
              <w:t xml:space="preserve">. Бурмакино Некрасовского </w:t>
            </w:r>
            <w:r w:rsidR="0033572A" w:rsidRPr="00C212F5">
              <w:rPr>
                <w:szCs w:val="28"/>
              </w:rPr>
              <w:t>муниципального района</w:t>
            </w:r>
            <w:r w:rsidRPr="00C212F5">
              <w:rPr>
                <w:szCs w:val="28"/>
              </w:rPr>
              <w:t xml:space="preserve"> от места врезки в существующий полиэтиленовый подземный газопро</w:t>
            </w:r>
            <w:r w:rsidR="0033572A" w:rsidRPr="00C212F5">
              <w:rPr>
                <w:szCs w:val="28"/>
              </w:rPr>
              <w:t>вод низкого давления Ду225 у жилого дома № </w:t>
            </w:r>
            <w:r w:rsidRPr="00C212F5">
              <w:rPr>
                <w:szCs w:val="28"/>
              </w:rPr>
              <w:t>41 на ул</w:t>
            </w:r>
            <w:r w:rsidR="0033572A" w:rsidRPr="00C212F5">
              <w:rPr>
                <w:szCs w:val="28"/>
              </w:rPr>
              <w:t>. Комсомольской до заглушки у жилого дома № 10 на ул. </w:t>
            </w:r>
            <w:r w:rsidRPr="00C212F5">
              <w:rPr>
                <w:szCs w:val="28"/>
              </w:rPr>
              <w:t>Советской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33572A">
            <w:pPr>
              <w:ind w:firstLine="0"/>
              <w:jc w:val="left"/>
              <w:rPr>
                <w:szCs w:val="28"/>
              </w:rPr>
            </w:pPr>
            <w:r w:rsidRPr="00C212F5">
              <w:rPr>
                <w:szCs w:val="28"/>
              </w:rPr>
              <w:t xml:space="preserve">Российская Федерация, Ярославская область, Некрасовский муниципальный район, </w:t>
            </w:r>
            <w:r w:rsidR="0033572A" w:rsidRPr="00C212F5">
              <w:rPr>
                <w:szCs w:val="28"/>
              </w:rPr>
              <w:t>рабочий поселок</w:t>
            </w:r>
            <w:r w:rsidRPr="00C212F5">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76:09:000000:4134</w:t>
            </w:r>
          </w:p>
        </w:tc>
      </w:tr>
      <w:tr w:rsidR="00D91137" w:rsidRPr="00224953" w:rsidTr="00513A65">
        <w:trPr>
          <w:trHeight w:val="18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69223C">
            <w:pPr>
              <w:ind w:firstLine="0"/>
              <w:jc w:val="left"/>
              <w:rPr>
                <w:szCs w:val="28"/>
              </w:rPr>
            </w:pPr>
            <w:r w:rsidRPr="00C212F5">
              <w:rPr>
                <w:szCs w:val="28"/>
              </w:rPr>
              <w:t>Распределительный газопровод на ул. Чехова в п.</w:t>
            </w:r>
            <w:r w:rsidR="0069223C" w:rsidRPr="00C212F5">
              <w:rPr>
                <w:szCs w:val="28"/>
              </w:rPr>
              <w:t> </w:t>
            </w:r>
            <w:r w:rsidRPr="00C212F5">
              <w:rPr>
                <w:szCs w:val="28"/>
              </w:rPr>
              <w:t xml:space="preserve">Бурмакино Некрасовского </w:t>
            </w:r>
            <w:r w:rsidR="0069223C" w:rsidRPr="00C212F5">
              <w:rPr>
                <w:szCs w:val="28"/>
              </w:rPr>
              <w:t>муниципального района</w:t>
            </w:r>
            <w:r w:rsidRPr="00C212F5">
              <w:rPr>
                <w:szCs w:val="28"/>
              </w:rPr>
              <w:t xml:space="preserve"> от места врезки в существующий надземный газопровод низкого давления Ду100 у </w:t>
            </w:r>
            <w:r w:rsidR="0069223C" w:rsidRPr="00C212F5">
              <w:rPr>
                <w:szCs w:val="28"/>
              </w:rPr>
              <w:t>жилого дома</w:t>
            </w:r>
            <w:r w:rsidRPr="00C212F5">
              <w:rPr>
                <w:szCs w:val="28"/>
              </w:rPr>
              <w:t xml:space="preserve"> №</w:t>
            </w:r>
            <w:r w:rsidR="0069223C" w:rsidRPr="00C212F5">
              <w:rPr>
                <w:szCs w:val="28"/>
              </w:rPr>
              <w:t> </w:t>
            </w:r>
            <w:r w:rsidRPr="00C212F5">
              <w:rPr>
                <w:szCs w:val="28"/>
              </w:rPr>
              <w:t>16 на ул.</w:t>
            </w:r>
            <w:r w:rsidR="0069223C" w:rsidRPr="00C212F5">
              <w:rPr>
                <w:szCs w:val="28"/>
              </w:rPr>
              <w:t xml:space="preserve"> Депутатской до заглушки у жилого </w:t>
            </w:r>
            <w:r w:rsidRPr="00C212F5">
              <w:rPr>
                <w:szCs w:val="28"/>
              </w:rPr>
              <w:t>дома №</w:t>
            </w:r>
            <w:r w:rsidR="0069223C" w:rsidRPr="00C212F5">
              <w:rPr>
                <w:szCs w:val="28"/>
              </w:rPr>
              <w:t xml:space="preserve"> </w:t>
            </w:r>
            <w:r w:rsidRPr="00C212F5">
              <w:rPr>
                <w:szCs w:val="28"/>
              </w:rPr>
              <w:t>28 на ул.</w:t>
            </w:r>
            <w:r w:rsidR="0069223C" w:rsidRPr="00C212F5">
              <w:rPr>
                <w:szCs w:val="28"/>
              </w:rPr>
              <w:t> </w:t>
            </w:r>
            <w:r w:rsidRPr="00C212F5">
              <w:rPr>
                <w:szCs w:val="28"/>
              </w:rPr>
              <w:t>Чехова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69223C">
            <w:pPr>
              <w:ind w:firstLine="0"/>
              <w:jc w:val="left"/>
              <w:rPr>
                <w:szCs w:val="28"/>
              </w:rPr>
            </w:pPr>
            <w:r w:rsidRPr="00C212F5">
              <w:rPr>
                <w:szCs w:val="28"/>
              </w:rPr>
              <w:t>Ярос</w:t>
            </w:r>
            <w:r w:rsidR="0069223C" w:rsidRPr="00C212F5">
              <w:rPr>
                <w:szCs w:val="28"/>
              </w:rPr>
              <w:t>лавская область, Некрасовский райо</w:t>
            </w:r>
            <w:r w:rsidRPr="00C212F5">
              <w:rPr>
                <w:szCs w:val="28"/>
              </w:rPr>
              <w:t xml:space="preserve">н, </w:t>
            </w:r>
            <w:r w:rsidR="0069223C" w:rsidRPr="00C212F5">
              <w:rPr>
                <w:szCs w:val="28"/>
              </w:rPr>
              <w:br/>
              <w:t>рабочий поселок</w:t>
            </w:r>
            <w:r w:rsidRPr="00C212F5">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76:09:040108:324</w:t>
            </w:r>
          </w:p>
        </w:tc>
      </w:tr>
      <w:tr w:rsidR="00D91137" w:rsidRPr="00224953" w:rsidTr="00513A65">
        <w:trPr>
          <w:trHeight w:val="24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826D7">
            <w:pPr>
              <w:ind w:firstLine="0"/>
              <w:jc w:val="left"/>
              <w:rPr>
                <w:szCs w:val="28"/>
              </w:rPr>
            </w:pPr>
            <w:r w:rsidRPr="00224953">
              <w:rPr>
                <w:szCs w:val="28"/>
              </w:rPr>
              <w:t xml:space="preserve">Распределительный газопровод на ул. Пушкина в </w:t>
            </w:r>
            <w:r w:rsidRPr="00C212F5">
              <w:rPr>
                <w:szCs w:val="28"/>
              </w:rPr>
              <w:t>п.</w:t>
            </w:r>
            <w:r w:rsidRPr="00224953">
              <w:rPr>
                <w:szCs w:val="28"/>
              </w:rPr>
              <w:t xml:space="preserve"> Бурмакино Некрасовского </w:t>
            </w:r>
            <w:r w:rsidR="00F826D7">
              <w:rPr>
                <w:szCs w:val="28"/>
              </w:rPr>
              <w:t>муниципального района</w:t>
            </w:r>
            <w:r w:rsidRPr="00224953">
              <w:rPr>
                <w:szCs w:val="28"/>
              </w:rPr>
              <w:t xml:space="preserve"> от места врезки в существующий </w:t>
            </w:r>
            <w:r w:rsidRPr="00224953">
              <w:rPr>
                <w:szCs w:val="28"/>
              </w:rPr>
              <w:lastRenderedPageBreak/>
              <w:t xml:space="preserve">надземный газопровод низкого давления Ду110 у </w:t>
            </w:r>
            <w:r w:rsidR="00F826D7">
              <w:rPr>
                <w:szCs w:val="28"/>
              </w:rPr>
              <w:t>жилого дома № </w:t>
            </w:r>
            <w:r w:rsidRPr="00224953">
              <w:rPr>
                <w:szCs w:val="28"/>
              </w:rPr>
              <w:t xml:space="preserve">27 на ул. Пушкина до заглушек у </w:t>
            </w:r>
            <w:r w:rsidR="00F826D7">
              <w:rPr>
                <w:szCs w:val="28"/>
              </w:rPr>
              <w:t>жилого дома</w:t>
            </w:r>
            <w:r w:rsidR="00F826D7">
              <w:rPr>
                <w:szCs w:val="28"/>
              </w:rPr>
              <w:br/>
            </w:r>
            <w:r w:rsidRPr="00224953">
              <w:rPr>
                <w:szCs w:val="28"/>
              </w:rPr>
              <w:t xml:space="preserve">№ 10 на ул. Пушкина и у </w:t>
            </w:r>
            <w:r w:rsidR="00F826D7">
              <w:rPr>
                <w:szCs w:val="28"/>
              </w:rPr>
              <w:t>жилого дома № 13 на ул. </w:t>
            </w:r>
            <w:r w:rsidRPr="00224953">
              <w:rPr>
                <w:szCs w:val="28"/>
              </w:rPr>
              <w:t>Победы</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826D7">
            <w:pPr>
              <w:ind w:firstLine="0"/>
              <w:jc w:val="left"/>
              <w:rPr>
                <w:szCs w:val="28"/>
              </w:rPr>
            </w:pPr>
            <w:r w:rsidRPr="00224953">
              <w:rPr>
                <w:szCs w:val="28"/>
              </w:rPr>
              <w:lastRenderedPageBreak/>
              <w:t xml:space="preserve">Российская Федерация, Ярославская область, Некрасовский муниципальный </w:t>
            </w:r>
            <w:r w:rsidRPr="00C212F5">
              <w:rPr>
                <w:szCs w:val="28"/>
              </w:rPr>
              <w:t xml:space="preserve">район, </w:t>
            </w:r>
            <w:r w:rsidR="00F826D7" w:rsidRPr="00C212F5">
              <w:rPr>
                <w:szCs w:val="28"/>
              </w:rPr>
              <w:t>рабочий поселок</w:t>
            </w:r>
            <w:r w:rsidRPr="00C212F5">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76:09:040102:509</w:t>
            </w:r>
          </w:p>
        </w:tc>
      </w:tr>
      <w:tr w:rsidR="00D91137" w:rsidRPr="00224953" w:rsidTr="00513A65">
        <w:trPr>
          <w:trHeight w:val="1261"/>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709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F826D7">
            <w:pPr>
              <w:ind w:firstLine="0"/>
              <w:jc w:val="left"/>
              <w:rPr>
                <w:szCs w:val="28"/>
              </w:rPr>
            </w:pPr>
            <w:r w:rsidRPr="00C212F5">
              <w:rPr>
                <w:szCs w:val="28"/>
              </w:rPr>
              <w:t>Распределительный</w:t>
            </w:r>
            <w:r w:rsidR="00F826D7" w:rsidRPr="00C212F5">
              <w:rPr>
                <w:szCs w:val="28"/>
              </w:rPr>
              <w:t xml:space="preserve"> газопровод на ул. Калинина в п</w:t>
            </w:r>
            <w:r w:rsidRPr="00C212F5">
              <w:rPr>
                <w:szCs w:val="28"/>
              </w:rPr>
              <w:t xml:space="preserve">. Бурмакино Некрасовского </w:t>
            </w:r>
            <w:r w:rsidR="00F826D7" w:rsidRPr="00C212F5">
              <w:rPr>
                <w:szCs w:val="28"/>
              </w:rPr>
              <w:t>муниципального района</w:t>
            </w:r>
            <w:r w:rsidRPr="00C212F5">
              <w:rPr>
                <w:szCs w:val="28"/>
              </w:rPr>
              <w:t xml:space="preserve"> от места врезки в существующий подземный газопровод низкого давления Ду110 у ж</w:t>
            </w:r>
            <w:r w:rsidR="00F826D7" w:rsidRPr="00C212F5">
              <w:rPr>
                <w:szCs w:val="28"/>
              </w:rPr>
              <w:t>илого дома</w:t>
            </w:r>
            <w:r w:rsidRPr="00C212F5">
              <w:rPr>
                <w:szCs w:val="28"/>
              </w:rPr>
              <w:t xml:space="preserve"> №</w:t>
            </w:r>
            <w:r w:rsidR="00F826D7" w:rsidRPr="00C212F5">
              <w:rPr>
                <w:szCs w:val="28"/>
              </w:rPr>
              <w:t> </w:t>
            </w:r>
            <w:r w:rsidRPr="00C212F5">
              <w:rPr>
                <w:szCs w:val="28"/>
              </w:rPr>
              <w:t xml:space="preserve">31 на ул. Калинина до заглушки у </w:t>
            </w:r>
            <w:r w:rsidR="00F826D7" w:rsidRPr="00C212F5">
              <w:rPr>
                <w:szCs w:val="28"/>
              </w:rPr>
              <w:t>жилого дома № </w:t>
            </w:r>
            <w:r w:rsidRPr="00C212F5">
              <w:rPr>
                <w:szCs w:val="28"/>
              </w:rPr>
              <w:t>38а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F826D7">
            <w:pPr>
              <w:ind w:firstLine="0"/>
              <w:jc w:val="left"/>
              <w:rPr>
                <w:szCs w:val="28"/>
              </w:rPr>
            </w:pPr>
            <w:r w:rsidRPr="00C212F5">
              <w:rPr>
                <w:szCs w:val="28"/>
              </w:rPr>
              <w:t xml:space="preserve">Российская Федерация, Ярославская область, Некрасовский муниципальный район, </w:t>
            </w:r>
            <w:r w:rsidR="00F826D7" w:rsidRPr="00C212F5">
              <w:rPr>
                <w:szCs w:val="28"/>
              </w:rPr>
              <w:t>рабочий поселок</w:t>
            </w:r>
            <w:r w:rsidRPr="00C212F5">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76:09:040102:508</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2015D">
            <w:pPr>
              <w:ind w:firstLine="0"/>
              <w:jc w:val="left"/>
              <w:rPr>
                <w:szCs w:val="28"/>
              </w:rPr>
            </w:pPr>
            <w:r w:rsidRPr="00224953">
              <w:rPr>
                <w:szCs w:val="28"/>
              </w:rPr>
              <w:t>Газопровод низко</w:t>
            </w:r>
            <w:r w:rsidR="0082015D">
              <w:rPr>
                <w:szCs w:val="28"/>
              </w:rPr>
              <w:t>го давления по ул. Пушкина, ул. Чеботько, ул. </w:t>
            </w:r>
            <w:r w:rsidRPr="00224953">
              <w:rPr>
                <w:szCs w:val="28"/>
              </w:rPr>
              <w:t xml:space="preserve">Железнодорожная, пер. Калинина в </w:t>
            </w:r>
            <w:r w:rsidR="0082015D">
              <w:rPr>
                <w:szCs w:val="28"/>
              </w:rPr>
              <w:t>рабочем поселке</w:t>
            </w:r>
            <w:r w:rsidRPr="00224953">
              <w:rPr>
                <w:szCs w:val="28"/>
              </w:rPr>
              <w:t xml:space="preserve"> Бурмакино Некрасовского района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2015D">
            <w:pPr>
              <w:ind w:firstLine="0"/>
              <w:jc w:val="left"/>
              <w:rPr>
                <w:szCs w:val="28"/>
              </w:rPr>
            </w:pPr>
            <w:r w:rsidRPr="00224953">
              <w:rPr>
                <w:szCs w:val="28"/>
              </w:rPr>
              <w:t>Ярос</w:t>
            </w:r>
            <w:r w:rsidR="0082015D">
              <w:rPr>
                <w:szCs w:val="28"/>
              </w:rPr>
              <w:t>лавская область, Некрасовский райо</w:t>
            </w:r>
            <w:r w:rsidRPr="00224953">
              <w:rPr>
                <w:szCs w:val="28"/>
              </w:rPr>
              <w:t xml:space="preserve">н, </w:t>
            </w:r>
            <w:r w:rsidR="0082015D">
              <w:rPr>
                <w:szCs w:val="28"/>
              </w:rPr>
              <w:t>рабочий поселок</w:t>
            </w:r>
            <w:r w:rsidRPr="00224953">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76:09:000000:4136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Наружный подземный газопровод низкого давления</w:t>
            </w:r>
            <w:r w:rsidR="0082015D">
              <w:rPr>
                <w:szCs w:val="28"/>
              </w:rPr>
              <w:t>,</w:t>
            </w:r>
            <w:r w:rsidRPr="00224953">
              <w:rPr>
                <w:szCs w:val="28"/>
              </w:rPr>
              <w:t xml:space="preserve"> д. Малые </w:t>
            </w:r>
            <w:r w:rsidRPr="00224953">
              <w:rPr>
                <w:szCs w:val="28"/>
              </w:rPr>
              <w:lastRenderedPageBreak/>
              <w:t>Соли Некрасовского района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lastRenderedPageBreak/>
              <w:t xml:space="preserve">Ярославская область, Некрасовский муниципальный район, </w:t>
            </w:r>
            <w:r w:rsidR="0082015D">
              <w:rPr>
                <w:szCs w:val="28"/>
              </w:rPr>
              <w:br/>
            </w:r>
            <w:r w:rsidRPr="00224953">
              <w:rPr>
                <w:szCs w:val="28"/>
              </w:rPr>
              <w:t>с. Малые Соли</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76:09:092001:974</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2015D">
            <w:pPr>
              <w:ind w:firstLine="0"/>
              <w:jc w:val="left"/>
              <w:rPr>
                <w:szCs w:val="28"/>
              </w:rPr>
            </w:pPr>
            <w:r w:rsidRPr="00224953">
              <w:rPr>
                <w:szCs w:val="28"/>
              </w:rPr>
              <w:t xml:space="preserve">Подземный распределительный газопровод </w:t>
            </w:r>
            <w:r w:rsidR="0082015D">
              <w:rPr>
                <w:szCs w:val="28"/>
              </w:rPr>
              <w:t>низкого давления</w:t>
            </w:r>
            <w:r w:rsidRPr="00224953">
              <w:rPr>
                <w:szCs w:val="28"/>
              </w:rPr>
              <w:t>, построенный по адресу: Некрасовский район, с.</w:t>
            </w:r>
            <w:r w:rsidR="0082015D">
              <w:rPr>
                <w:szCs w:val="28"/>
              </w:rPr>
              <w:t> Вятское, ул. </w:t>
            </w:r>
            <w:r w:rsidRPr="00224953">
              <w:rPr>
                <w:szCs w:val="28"/>
              </w:rPr>
              <w:t>Давыдковская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Федерация, Ярос</w:t>
            </w:r>
            <w:r w:rsidR="0082015D">
              <w:rPr>
                <w:szCs w:val="28"/>
              </w:rPr>
              <w:t>лавская область, Некрасовский район, с. </w:t>
            </w:r>
            <w:r w:rsidRPr="00224953">
              <w:rPr>
                <w:szCs w:val="28"/>
              </w:rPr>
              <w:t>Вятско</w:t>
            </w:r>
            <w:r w:rsidR="0082015D">
              <w:rPr>
                <w:szCs w:val="28"/>
              </w:rPr>
              <w:t xml:space="preserve">е, ул. Давыдковская, на дома № </w:t>
            </w:r>
            <w:r w:rsidRPr="00224953">
              <w:rPr>
                <w:szCs w:val="28"/>
              </w:rPr>
              <w:t>20,</w:t>
            </w:r>
            <w:r w:rsidR="0082015D">
              <w:rPr>
                <w:szCs w:val="28"/>
              </w:rPr>
              <w:t xml:space="preserve"> </w:t>
            </w:r>
            <w:r w:rsidRPr="00224953">
              <w:rPr>
                <w:szCs w:val="28"/>
              </w:rPr>
              <w:t>21,</w:t>
            </w:r>
            <w:r w:rsidR="0082015D">
              <w:rPr>
                <w:szCs w:val="28"/>
              </w:rPr>
              <w:t xml:space="preserve"> </w:t>
            </w:r>
            <w:r w:rsidRPr="00224953">
              <w:rPr>
                <w:szCs w:val="28"/>
              </w:rPr>
              <w:t>22,</w:t>
            </w:r>
            <w:r w:rsidR="0082015D">
              <w:rPr>
                <w:szCs w:val="28"/>
              </w:rPr>
              <w:t xml:space="preserve"> </w:t>
            </w:r>
            <w:r w:rsidRPr="00224953">
              <w:rPr>
                <w:szCs w:val="28"/>
              </w:rPr>
              <w:t>23 (дома учителей)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76:09:060101:1779</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82015D">
              <w:rPr>
                <w:szCs w:val="28"/>
              </w:rPr>
              <w:br/>
              <w:t>низкого давления в д</w:t>
            </w:r>
            <w:r w:rsidRPr="00224953">
              <w:rPr>
                <w:szCs w:val="28"/>
              </w:rPr>
              <w:t>. Осиновая Слобода Некрасовского района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w:t>
            </w:r>
            <w:r w:rsidR="0082015D">
              <w:rPr>
                <w:szCs w:val="28"/>
              </w:rPr>
              <w:t>лавская область, Некрасовский район, д. </w:t>
            </w:r>
            <w:r w:rsidRPr="00224953">
              <w:rPr>
                <w:szCs w:val="28"/>
              </w:rPr>
              <w:t>Осиновая Слобода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76:09:100701:612</w:t>
            </w:r>
          </w:p>
        </w:tc>
      </w:tr>
      <w:tr w:rsidR="00D91137" w:rsidRPr="00224953" w:rsidTr="00513A65">
        <w:trPr>
          <w:trHeight w:val="1403"/>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2015D">
            <w:pPr>
              <w:ind w:firstLine="0"/>
              <w:jc w:val="left"/>
              <w:rPr>
                <w:szCs w:val="28"/>
              </w:rPr>
            </w:pPr>
            <w:r w:rsidRPr="00224953">
              <w:rPr>
                <w:szCs w:val="28"/>
              </w:rPr>
              <w:t xml:space="preserve">Газопровод </w:t>
            </w:r>
            <w:r w:rsidR="0082015D">
              <w:rPr>
                <w:szCs w:val="28"/>
              </w:rPr>
              <w:t>–</w:t>
            </w:r>
            <w:r w:rsidRPr="00224953">
              <w:rPr>
                <w:szCs w:val="28"/>
              </w:rPr>
              <w:t xml:space="preserve"> присоединения </w:t>
            </w:r>
            <w:r w:rsidR="0082015D">
              <w:rPr>
                <w:szCs w:val="28"/>
              </w:rPr>
              <w:t>к газораспределительной сети с. </w:t>
            </w:r>
            <w:r w:rsidRPr="00224953">
              <w:rPr>
                <w:szCs w:val="28"/>
              </w:rPr>
              <w:t>Елохино Некрасовского района Ярославской области (прокладка газопровода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Некрасовский муниципальный район, </w:t>
            </w:r>
            <w:r w:rsidR="0082015D">
              <w:rPr>
                <w:szCs w:val="28"/>
              </w:rPr>
              <w:br/>
            </w:r>
            <w:r w:rsidRPr="00224953">
              <w:rPr>
                <w:szCs w:val="28"/>
              </w:rPr>
              <w:t>д. Елохино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76:09:000000:4126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D91137">
            <w:pPr>
              <w:ind w:firstLine="0"/>
              <w:jc w:val="left"/>
              <w:rPr>
                <w:szCs w:val="28"/>
              </w:rPr>
            </w:pPr>
            <w:r w:rsidRPr="00C212F5">
              <w:rPr>
                <w:szCs w:val="28"/>
              </w:rPr>
              <w:t>Распределительный газопровод в п. Бурмакино Некрасовского района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C212F5" w:rsidRDefault="00D91137" w:rsidP="00155F4B">
            <w:pPr>
              <w:ind w:firstLine="0"/>
              <w:jc w:val="left"/>
              <w:rPr>
                <w:szCs w:val="28"/>
              </w:rPr>
            </w:pPr>
            <w:r w:rsidRPr="00C212F5">
              <w:rPr>
                <w:szCs w:val="28"/>
              </w:rPr>
              <w:t>Ярос</w:t>
            </w:r>
            <w:r w:rsidR="00155F4B" w:rsidRPr="00C212F5">
              <w:rPr>
                <w:szCs w:val="28"/>
              </w:rPr>
              <w:t>лавская область, Некрасовский райо</w:t>
            </w:r>
            <w:r w:rsidRPr="00C212F5">
              <w:rPr>
                <w:szCs w:val="28"/>
              </w:rPr>
              <w:t xml:space="preserve">н, </w:t>
            </w:r>
            <w:r w:rsidR="00155F4B" w:rsidRPr="00C212F5">
              <w:rPr>
                <w:szCs w:val="28"/>
              </w:rPr>
              <w:t>рабочий поселок</w:t>
            </w:r>
            <w:r w:rsidRPr="00C212F5">
              <w:rPr>
                <w:szCs w:val="28"/>
              </w:rPr>
              <w:t xml:space="preserve">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76:09:000000:4140</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155F4B">
            <w:pPr>
              <w:ind w:firstLine="0"/>
              <w:jc w:val="left"/>
              <w:rPr>
                <w:szCs w:val="28"/>
              </w:rPr>
            </w:pPr>
            <w:r w:rsidRPr="00224953">
              <w:rPr>
                <w:szCs w:val="28"/>
              </w:rPr>
              <w:t xml:space="preserve">Газопровод высокого давления </w:t>
            </w:r>
            <w:r w:rsidR="00155F4B">
              <w:rPr>
                <w:szCs w:val="28"/>
              </w:rPr>
              <w:t xml:space="preserve"> д. </w:t>
            </w:r>
            <w:r w:rsidR="00155F4B" w:rsidRPr="00224953">
              <w:rPr>
                <w:szCs w:val="28"/>
              </w:rPr>
              <w:t xml:space="preserve">Осиновая Слобода </w:t>
            </w:r>
            <w:r w:rsidRPr="00224953">
              <w:rPr>
                <w:szCs w:val="28"/>
              </w:rPr>
              <w:t>Некрасовского района Ярославской области</w:t>
            </w:r>
            <w:r w:rsidR="00155F4B">
              <w:rPr>
                <w:szCs w:val="28"/>
              </w:rPr>
              <w:t xml:space="preserve">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Некрасовский муниципальный район, </w:t>
            </w:r>
            <w:r w:rsidR="007137F4">
              <w:rPr>
                <w:szCs w:val="28"/>
              </w:rPr>
              <w:br/>
            </w:r>
            <w:r w:rsidRPr="00224953">
              <w:rPr>
                <w:szCs w:val="28"/>
              </w:rPr>
              <w:t>д. Осиновая Слобода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76:09:100701:611</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7137F4" w:rsidP="00D91137">
            <w:pPr>
              <w:ind w:firstLine="0"/>
              <w:jc w:val="left"/>
              <w:rPr>
                <w:szCs w:val="28"/>
              </w:rPr>
            </w:pPr>
            <w:r>
              <w:rPr>
                <w:szCs w:val="28"/>
              </w:rPr>
              <w:t>Расширение газовых сетей в с. </w:t>
            </w:r>
            <w:r w:rsidR="00D91137" w:rsidRPr="00224953">
              <w:rPr>
                <w:szCs w:val="28"/>
              </w:rPr>
              <w:t xml:space="preserve">Бурмакино по ул. Моложежной </w:t>
            </w:r>
            <w:r w:rsidR="00D91137" w:rsidRPr="00224953">
              <w:rPr>
                <w:szCs w:val="28"/>
              </w:rPr>
              <w:lastRenderedPageBreak/>
              <w:t xml:space="preserve">Некрасовского района Ярославской области </w:t>
            </w:r>
            <w:r>
              <w:rPr>
                <w:szCs w:val="28"/>
              </w:rPr>
              <w:br/>
            </w:r>
            <w:r w:rsidR="00D91137" w:rsidRPr="00224953">
              <w:rPr>
                <w:szCs w:val="28"/>
              </w:rPr>
              <w:t>(от места врезки до ГРПШ-400</w:t>
            </w:r>
            <w:r w:rsidR="00D91137" w:rsidRPr="00C212F5">
              <w:rPr>
                <w:szCs w:val="28"/>
              </w:rPr>
              <w:t>--</w:t>
            </w:r>
            <w:r w:rsidR="00D91137" w:rsidRPr="00224953">
              <w:rPr>
                <w:szCs w:val="28"/>
              </w:rPr>
              <w:t>1-У1)</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lastRenderedPageBreak/>
              <w:t xml:space="preserve">Российская Федерация, Ярославская область, </w:t>
            </w:r>
            <w:r w:rsidRPr="00224953">
              <w:rPr>
                <w:szCs w:val="28"/>
              </w:rPr>
              <w:lastRenderedPageBreak/>
              <w:t xml:space="preserve">Некрасовский муниципальный район, </w:t>
            </w:r>
            <w:r w:rsidR="007137F4">
              <w:rPr>
                <w:szCs w:val="28"/>
              </w:rPr>
              <w:br/>
            </w:r>
            <w:r w:rsidRPr="00224953">
              <w:rPr>
                <w:szCs w:val="28"/>
              </w:rPr>
              <w:t>с. Бурмакино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76:09:030101:1711</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7137F4" w:rsidP="007137F4">
            <w:pPr>
              <w:ind w:firstLine="0"/>
              <w:jc w:val="left"/>
              <w:rPr>
                <w:szCs w:val="28"/>
              </w:rPr>
            </w:pPr>
            <w:r>
              <w:rPr>
                <w:szCs w:val="28"/>
              </w:rPr>
              <w:t>Газоснабжение п. </w:t>
            </w:r>
            <w:r w:rsidR="00D91137" w:rsidRPr="00224953">
              <w:rPr>
                <w:szCs w:val="28"/>
              </w:rPr>
              <w:t xml:space="preserve">Красный Профинтерн Некрасовского </w:t>
            </w:r>
            <w:r>
              <w:rPr>
                <w:szCs w:val="28"/>
              </w:rPr>
              <w:t>муниципального района</w:t>
            </w:r>
            <w:r w:rsidR="00D91137" w:rsidRPr="00224953">
              <w:rPr>
                <w:szCs w:val="28"/>
              </w:rPr>
              <w:t xml:space="preserve"> Ярославской области (газопровод высокого давления</w:t>
            </w:r>
            <w:r>
              <w:rPr>
                <w:szCs w:val="28"/>
              </w:rPr>
              <w:t xml:space="preserve"> до 1,2МПа от места врезки в д. </w:t>
            </w:r>
            <w:r w:rsidR="00D91137" w:rsidRPr="00224953">
              <w:rPr>
                <w:szCs w:val="28"/>
              </w:rPr>
              <w:t>Яснищи до ГРПШ 13-2ВУ зав. №</w:t>
            </w:r>
            <w:r>
              <w:rPr>
                <w:szCs w:val="28"/>
              </w:rPr>
              <w:t xml:space="preserve"> </w:t>
            </w:r>
            <w:r w:rsidR="00D91137" w:rsidRPr="00224953">
              <w:rPr>
                <w:szCs w:val="28"/>
              </w:rPr>
              <w:t>18177 у котельной)</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7137F4">
            <w:pPr>
              <w:ind w:firstLine="0"/>
              <w:jc w:val="left"/>
              <w:rPr>
                <w:szCs w:val="28"/>
              </w:rPr>
            </w:pPr>
            <w:r w:rsidRPr="00224953">
              <w:rPr>
                <w:szCs w:val="28"/>
              </w:rPr>
              <w:t>Российская Федерация, Ярославская область, Некрасовский муниципальный район,</w:t>
            </w:r>
            <w:r w:rsidR="007137F4">
              <w:rPr>
                <w:szCs w:val="28"/>
              </w:rPr>
              <w:br/>
            </w:r>
            <w:r w:rsidRPr="00224953">
              <w:rPr>
                <w:szCs w:val="28"/>
              </w:rPr>
              <w:t>п. Красный Профинтерн</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76:09:000000:4129</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719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7A63">
            <w:pPr>
              <w:ind w:firstLine="0"/>
              <w:jc w:val="left"/>
              <w:rPr>
                <w:szCs w:val="28"/>
              </w:rPr>
            </w:pPr>
            <w:r w:rsidRPr="00224953">
              <w:rPr>
                <w:szCs w:val="28"/>
              </w:rPr>
              <w:t>Г</w:t>
            </w:r>
            <w:r w:rsidR="00857A63">
              <w:rPr>
                <w:szCs w:val="28"/>
              </w:rPr>
              <w:t>азоснабжение д. </w:t>
            </w:r>
            <w:r w:rsidRPr="00224953">
              <w:rPr>
                <w:szCs w:val="28"/>
              </w:rPr>
              <w:t xml:space="preserve">Смирново Некрасовского </w:t>
            </w:r>
            <w:r w:rsidR="00857A63">
              <w:rPr>
                <w:szCs w:val="28"/>
              </w:rPr>
              <w:t>муниципально района</w:t>
            </w:r>
            <w:r w:rsidRPr="00224953">
              <w:rPr>
                <w:szCs w:val="28"/>
              </w:rPr>
              <w:t xml:space="preserve"> Ярославской области (высокое давление до 0,6 мПа от места врезки в газопровод </w:t>
            </w:r>
            <w:r w:rsidR="00857A63">
              <w:rPr>
                <w:szCs w:val="28"/>
              </w:rPr>
              <w:t xml:space="preserve">высокого давления, </w:t>
            </w:r>
            <w:r w:rsidR="00857A63">
              <w:rPr>
                <w:szCs w:val="28"/>
              </w:rPr>
              <w:br/>
              <w:t>п</w:t>
            </w:r>
            <w:r w:rsidRPr="00224953">
              <w:rPr>
                <w:szCs w:val="28"/>
              </w:rPr>
              <w:t xml:space="preserve">. Левашово до </w:t>
            </w:r>
            <w:r w:rsidR="00857A63">
              <w:rPr>
                <w:szCs w:val="28"/>
              </w:rPr>
              <w:br/>
              <w:t>ГРПШ</w:t>
            </w:r>
            <w:r w:rsidRPr="00224953">
              <w:rPr>
                <w:szCs w:val="28"/>
              </w:rPr>
              <w:t>-05-2У1 зав. №</w:t>
            </w:r>
            <w:r w:rsidR="00857A63">
              <w:rPr>
                <w:szCs w:val="28"/>
              </w:rPr>
              <w:t xml:space="preserve"> </w:t>
            </w:r>
            <w:r w:rsidRPr="00224953">
              <w:rPr>
                <w:szCs w:val="28"/>
              </w:rPr>
              <w:t>20725)</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7A63">
            <w:pPr>
              <w:ind w:firstLine="0"/>
              <w:jc w:val="left"/>
              <w:rPr>
                <w:szCs w:val="28"/>
              </w:rPr>
            </w:pPr>
            <w:r w:rsidRPr="00224953">
              <w:rPr>
                <w:szCs w:val="28"/>
              </w:rPr>
              <w:t>Ярославская область, Некрасовский</w:t>
            </w:r>
            <w:r w:rsidR="00857A63">
              <w:rPr>
                <w:szCs w:val="28"/>
              </w:rPr>
              <w:t xml:space="preserve"> район, </w:t>
            </w:r>
            <w:r w:rsidR="00F435B1">
              <w:rPr>
                <w:szCs w:val="28"/>
              </w:rPr>
              <w:br/>
            </w:r>
            <w:r w:rsidRPr="00224953">
              <w:rPr>
                <w:szCs w:val="28"/>
              </w:rPr>
              <w:t>Левашовский</w:t>
            </w:r>
            <w:r w:rsidR="00857A63">
              <w:rPr>
                <w:szCs w:val="28"/>
              </w:rPr>
              <w:t xml:space="preserve"> сельский округ</w:t>
            </w:r>
            <w:r w:rsidRPr="00224953">
              <w:rPr>
                <w:szCs w:val="28"/>
              </w:rPr>
              <w:t>, д. Смирново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76:09:000000:4115</w:t>
            </w:r>
          </w:p>
        </w:tc>
      </w:tr>
      <w:tr w:rsidR="00D91137" w:rsidRPr="00224953" w:rsidTr="00B54789">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FF3E9F" w:rsidP="00FF3E9F">
            <w:pPr>
              <w:ind w:firstLine="0"/>
              <w:jc w:val="left"/>
              <w:rPr>
                <w:szCs w:val="28"/>
              </w:rPr>
            </w:pPr>
            <w:r>
              <w:rPr>
                <w:szCs w:val="28"/>
              </w:rPr>
              <w:t>Газификация д. Елохово, д. </w:t>
            </w:r>
            <w:r w:rsidR="00D91137" w:rsidRPr="00224953">
              <w:rPr>
                <w:szCs w:val="28"/>
              </w:rPr>
              <w:t>Шубино Некрасовского района Ярославской области (высокое давление до 0,6 мПа от места врезки в сущ</w:t>
            </w:r>
            <w:r>
              <w:rPr>
                <w:szCs w:val="28"/>
              </w:rPr>
              <w:t>ествующий газопровод</w:t>
            </w:r>
            <w:r w:rsidR="00D91137" w:rsidRPr="00224953">
              <w:rPr>
                <w:szCs w:val="28"/>
              </w:rPr>
              <w:t xml:space="preserve"> d=160 до </w:t>
            </w:r>
            <w:r w:rsidR="00D91137" w:rsidRPr="00224953">
              <w:rPr>
                <w:szCs w:val="28"/>
              </w:rPr>
              <w:lastRenderedPageBreak/>
              <w:t>ГРПШ-05-2У1 зав. №</w:t>
            </w:r>
            <w:r>
              <w:rPr>
                <w:szCs w:val="28"/>
              </w:rPr>
              <w:t xml:space="preserve"> </w:t>
            </w:r>
            <w:r w:rsidR="00D91137" w:rsidRPr="00224953">
              <w:rPr>
                <w:szCs w:val="28"/>
              </w:rPr>
              <w:t>20722)</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lastRenderedPageBreak/>
              <w:t xml:space="preserve">Российская Федерация, Ярославская область, Некрасовский муниципальный район, </w:t>
            </w:r>
            <w:r w:rsidR="00FF3E9F">
              <w:rPr>
                <w:szCs w:val="28"/>
              </w:rPr>
              <w:br/>
            </w:r>
            <w:r w:rsidRPr="00224953">
              <w:rPr>
                <w:szCs w:val="28"/>
              </w:rPr>
              <w:t>д. Елохово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76:09:000000:4130</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 xml:space="preserve">Расширение газовых сетей в пансионате </w:t>
            </w:r>
            <w:r w:rsidR="0085692F">
              <w:rPr>
                <w:szCs w:val="28"/>
              </w:rPr>
              <w:t>«</w:t>
            </w:r>
            <w:r w:rsidRPr="00224953">
              <w:rPr>
                <w:szCs w:val="28"/>
              </w:rPr>
              <w:t>Левашово</w:t>
            </w:r>
            <w:r w:rsidR="0085692F">
              <w:rPr>
                <w:szCs w:val="28"/>
              </w:rPr>
              <w:t>»</w:t>
            </w:r>
            <w:r w:rsidRPr="00224953">
              <w:rPr>
                <w:szCs w:val="28"/>
              </w:rPr>
              <w:t xml:space="preserve"> Некрасовского района Ярославской области (от заглушки до ГРПШ-04-2-ОГ-стандарт)</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Федерация, Ярославская область, Некрас</w:t>
            </w:r>
            <w:r w:rsidR="0085692F">
              <w:rPr>
                <w:szCs w:val="28"/>
              </w:rPr>
              <w:t>овский муниципальный район, поселок</w:t>
            </w:r>
            <w:r w:rsidRPr="00224953">
              <w:rPr>
                <w:szCs w:val="28"/>
              </w:rPr>
              <w:t xml:space="preserve"> при пансионате </w:t>
            </w:r>
            <w:r w:rsidR="0085692F">
              <w:rPr>
                <w:szCs w:val="28"/>
              </w:rPr>
              <w:t>«</w:t>
            </w:r>
            <w:r w:rsidRPr="00224953">
              <w:rPr>
                <w:szCs w:val="28"/>
              </w:rPr>
              <w:t>Левашово</w:t>
            </w:r>
            <w:r w:rsidR="0085692F">
              <w:rPr>
                <w:szCs w:val="28"/>
              </w:rPr>
              <w:t>»</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76:09:000000:4104</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Газоснабжение д.</w:t>
            </w:r>
            <w:r w:rsidR="0085692F">
              <w:rPr>
                <w:szCs w:val="28"/>
              </w:rPr>
              <w:t> </w:t>
            </w:r>
            <w:r w:rsidRPr="00224953">
              <w:rPr>
                <w:szCs w:val="28"/>
              </w:rPr>
              <w:t xml:space="preserve">Малые Соли Некрасовского района Ярославской области (высокое давление до 0,6 мПа от места врезки в газопровод </w:t>
            </w:r>
            <w:r w:rsidR="0085692F">
              <w:rPr>
                <w:szCs w:val="28"/>
              </w:rPr>
              <w:t>высокого давления</w:t>
            </w:r>
            <w:r w:rsidRPr="00224953">
              <w:rPr>
                <w:szCs w:val="28"/>
              </w:rPr>
              <w:t xml:space="preserve"> до ГРПШ-2 №</w:t>
            </w:r>
            <w:r w:rsidR="0085692F">
              <w:rPr>
                <w:szCs w:val="28"/>
              </w:rPr>
              <w:t xml:space="preserve"> </w:t>
            </w:r>
            <w:r w:rsidRPr="00224953">
              <w:rPr>
                <w:szCs w:val="28"/>
              </w:rPr>
              <w:t xml:space="preserve">24712 и ГРПШ-1 </w:t>
            </w:r>
            <w:r w:rsidR="0085692F">
              <w:rPr>
                <w:szCs w:val="28"/>
              </w:rPr>
              <w:br/>
            </w:r>
            <w:r w:rsidRPr="00224953">
              <w:rPr>
                <w:szCs w:val="28"/>
              </w:rPr>
              <w:t>№ 24717)</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Некрасовский муниципальный район, </w:t>
            </w:r>
            <w:r w:rsidR="0085692F">
              <w:rPr>
                <w:szCs w:val="28"/>
              </w:rPr>
              <w:br/>
            </w:r>
            <w:r w:rsidRPr="00224953">
              <w:rPr>
                <w:szCs w:val="28"/>
              </w:rPr>
              <w:t>с. Малые Соли</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76:09:000000:4103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r w:rsidR="0085692F">
              <w:rPr>
                <w:szCs w:val="28"/>
              </w:rPr>
              <w:br/>
            </w:r>
            <w:r w:rsidRPr="00224953">
              <w:rPr>
                <w:szCs w:val="28"/>
              </w:rPr>
              <w:t>0,6 мПа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w:t>
            </w:r>
            <w:r w:rsidR="0085692F">
              <w:rPr>
                <w:szCs w:val="28"/>
              </w:rPr>
              <w:t>лавская область, Некрасовский райо</w:t>
            </w:r>
            <w:r w:rsidRPr="00224953">
              <w:rPr>
                <w:szCs w:val="28"/>
              </w:rPr>
              <w:t>н, с.</w:t>
            </w:r>
            <w:r w:rsidR="0085692F">
              <w:rPr>
                <w:szCs w:val="28"/>
              </w:rPr>
              <w:t> </w:t>
            </w:r>
            <w:r w:rsidRPr="00224953">
              <w:rPr>
                <w:szCs w:val="28"/>
              </w:rPr>
              <w:t>Малые Соли</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76:09:000000:4133</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85692F" w:rsidP="0085692F">
            <w:pPr>
              <w:ind w:firstLine="0"/>
              <w:jc w:val="left"/>
              <w:rPr>
                <w:szCs w:val="28"/>
              </w:rPr>
            </w:pPr>
            <w:r>
              <w:rPr>
                <w:szCs w:val="28"/>
              </w:rPr>
              <w:t>Газопровод</w:t>
            </w:r>
            <w:r>
              <w:rPr>
                <w:szCs w:val="28"/>
              </w:rPr>
              <w:br/>
              <w:t>к жилым домам в д. </w:t>
            </w:r>
            <w:r w:rsidR="00D91137" w:rsidRPr="00224953">
              <w:rPr>
                <w:szCs w:val="28"/>
              </w:rPr>
              <w:t>Пирогово Некрасовского района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область, Некрасовский муниципальный район, </w:t>
            </w:r>
            <w:r w:rsidR="0085692F">
              <w:rPr>
                <w:szCs w:val="28"/>
              </w:rPr>
              <w:br/>
            </w:r>
            <w:r w:rsidRPr="00224953">
              <w:rPr>
                <w:szCs w:val="28"/>
              </w:rPr>
              <w:t>д. Пирогово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76:09:000000:4105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Газификация </w:t>
            </w:r>
            <w:r w:rsidR="0085692F">
              <w:rPr>
                <w:szCs w:val="28"/>
              </w:rPr>
              <w:br/>
              <w:t>жилых домов в д. </w:t>
            </w:r>
            <w:r w:rsidRPr="00224953">
              <w:rPr>
                <w:szCs w:val="28"/>
              </w:rPr>
              <w:t>Алферово Некрасовского района Ярославской области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Ярославская область, Некрасовский</w:t>
            </w:r>
            <w:r w:rsidR="0085692F">
              <w:rPr>
                <w:szCs w:val="28"/>
              </w:rPr>
              <w:t xml:space="preserve"> район, д. Алфе</w:t>
            </w:r>
            <w:r w:rsidRPr="00224953">
              <w:rPr>
                <w:szCs w:val="28"/>
              </w:rPr>
              <w:t>рово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76:09:090301:386</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5692F" w:rsidRDefault="0085692F"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Яросл</w:t>
            </w:r>
            <w:r w:rsidR="0085692F">
              <w:rPr>
                <w:szCs w:val="28"/>
              </w:rPr>
              <w:t>авская область, Некрасовский район</w:t>
            </w:r>
            <w:r w:rsidRPr="00224953">
              <w:rPr>
                <w:szCs w:val="28"/>
              </w:rPr>
              <w:t xml:space="preserve">, </w:t>
            </w:r>
            <w:r w:rsidR="0085692F">
              <w:rPr>
                <w:szCs w:val="28"/>
              </w:rPr>
              <w:t xml:space="preserve">рабочий поселок </w:t>
            </w:r>
            <w:r w:rsidRPr="00224953">
              <w:rPr>
                <w:szCs w:val="28"/>
              </w:rPr>
              <w:t>Некрасовское, ул</w:t>
            </w:r>
            <w:r w:rsidR="0085692F">
              <w:rPr>
                <w:szCs w:val="28"/>
              </w:rPr>
              <w:t>. Космонавтов, д. </w:t>
            </w:r>
            <w:r w:rsidRPr="00224953">
              <w:rPr>
                <w:szCs w:val="28"/>
              </w:rPr>
              <w:t>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76:09:160112:421</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727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85692F" w:rsidP="00D91137">
            <w:pPr>
              <w:ind w:firstLine="0"/>
              <w:jc w:val="left"/>
              <w:rPr>
                <w:szCs w:val="28"/>
              </w:rPr>
            </w:pPr>
            <w:r>
              <w:rPr>
                <w:szCs w:val="28"/>
              </w:rPr>
              <w:t>Г</w:t>
            </w:r>
            <w:r w:rsidR="00D91137" w:rsidRPr="00224953">
              <w:rPr>
                <w:szCs w:val="28"/>
              </w:rPr>
              <w:t xml:space="preserve">азопровод </w:t>
            </w:r>
            <w:r>
              <w:rPr>
                <w:szCs w:val="28"/>
              </w:rPr>
              <w:br/>
            </w:r>
            <w:r w:rsidR="00D91137"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Ярославская обл</w:t>
            </w:r>
            <w:r w:rsidR="0085692F">
              <w:rPr>
                <w:szCs w:val="28"/>
              </w:rPr>
              <w:t>асть, Некрасовский райо</w:t>
            </w:r>
            <w:r w:rsidRPr="00224953">
              <w:rPr>
                <w:szCs w:val="28"/>
              </w:rPr>
              <w:t xml:space="preserve">н, </w:t>
            </w:r>
            <w:r w:rsidR="0085692F">
              <w:rPr>
                <w:szCs w:val="28"/>
              </w:rPr>
              <w:t xml:space="preserve">рабочий поселок </w:t>
            </w:r>
            <w:r w:rsidRPr="00224953">
              <w:rPr>
                <w:szCs w:val="28"/>
              </w:rPr>
              <w:t>Некрасовское, ул</w:t>
            </w:r>
            <w:r w:rsidR="0085692F">
              <w:rPr>
                <w:szCs w:val="28"/>
              </w:rPr>
              <w:t>. Космонавтов, д. </w:t>
            </w:r>
            <w:r w:rsidRPr="00224953">
              <w:rPr>
                <w:szCs w:val="28"/>
              </w:rPr>
              <w:t>11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 xml:space="preserve">76:09:160112:418 </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85692F" w:rsidP="00D91137">
            <w:pPr>
              <w:ind w:firstLine="0"/>
              <w:jc w:val="left"/>
              <w:rPr>
                <w:szCs w:val="28"/>
              </w:rPr>
            </w:pPr>
            <w:r>
              <w:rPr>
                <w:szCs w:val="28"/>
              </w:rPr>
              <w:t>Г</w:t>
            </w:r>
            <w:r w:rsidR="00D91137" w:rsidRPr="00224953">
              <w:rPr>
                <w:szCs w:val="28"/>
              </w:rPr>
              <w:t xml:space="preserve">азопровод </w:t>
            </w:r>
            <w:r>
              <w:rPr>
                <w:szCs w:val="28"/>
              </w:rPr>
              <w:br/>
            </w:r>
            <w:r w:rsidR="00D91137"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Ярославская обл</w:t>
            </w:r>
            <w:r w:rsidR="0085692F">
              <w:rPr>
                <w:szCs w:val="28"/>
              </w:rPr>
              <w:t>асть, Некрасовский райо</w:t>
            </w:r>
            <w:r w:rsidRPr="00224953">
              <w:rPr>
                <w:szCs w:val="28"/>
              </w:rPr>
              <w:t xml:space="preserve">н, </w:t>
            </w:r>
            <w:r w:rsidR="0085692F">
              <w:rPr>
                <w:szCs w:val="28"/>
              </w:rPr>
              <w:t>рабочий поселок</w:t>
            </w:r>
            <w:r w:rsidRPr="00224953">
              <w:rPr>
                <w:szCs w:val="28"/>
              </w:rPr>
              <w:t xml:space="preserve"> Некрасовское, ул</w:t>
            </w:r>
            <w:r w:rsidR="0085692F">
              <w:rPr>
                <w:szCs w:val="28"/>
              </w:rPr>
              <w:t>. Космонавтов, д. </w:t>
            </w:r>
            <w:r w:rsidRPr="00224953">
              <w:rPr>
                <w:szCs w:val="28"/>
              </w:rPr>
              <w:t>10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76:09:160112:417</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729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5692F" w:rsidRDefault="0085692F"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Ярославская обл</w:t>
            </w:r>
            <w:r w:rsidR="0085692F">
              <w:rPr>
                <w:szCs w:val="28"/>
              </w:rPr>
              <w:t>асть, Некрасовский райо</w:t>
            </w:r>
            <w:r w:rsidRPr="00224953">
              <w:rPr>
                <w:szCs w:val="28"/>
              </w:rPr>
              <w:t xml:space="preserve">н, </w:t>
            </w:r>
            <w:r w:rsidR="0085692F">
              <w:rPr>
                <w:szCs w:val="28"/>
              </w:rPr>
              <w:t>рабочий поселок</w:t>
            </w:r>
            <w:r w:rsidRPr="00224953">
              <w:rPr>
                <w:szCs w:val="28"/>
              </w:rPr>
              <w:t xml:space="preserve"> Некрасовское, ул</w:t>
            </w:r>
            <w:r w:rsidR="0085692F">
              <w:rPr>
                <w:szCs w:val="28"/>
              </w:rPr>
              <w:t>. Набережная 2-я, д.</w:t>
            </w:r>
            <w:r w:rsidRPr="00224953">
              <w:rPr>
                <w:szCs w:val="28"/>
              </w:rPr>
              <w:t xml:space="preserve"> 11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76:09:160117:578</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85692F" w:rsidP="00D91137">
            <w:pPr>
              <w:ind w:firstLine="0"/>
              <w:jc w:val="left"/>
              <w:rPr>
                <w:szCs w:val="28"/>
              </w:rPr>
            </w:pPr>
            <w:r>
              <w:rPr>
                <w:szCs w:val="28"/>
              </w:rPr>
              <w:t>Г</w:t>
            </w:r>
            <w:r w:rsidR="00D91137" w:rsidRPr="00224953">
              <w:rPr>
                <w:szCs w:val="28"/>
              </w:rPr>
              <w:t xml:space="preserve">азопровод </w:t>
            </w:r>
            <w:r>
              <w:rPr>
                <w:szCs w:val="28"/>
              </w:rPr>
              <w:br/>
            </w:r>
            <w:r w:rsidR="00D91137"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Ярославская обл</w:t>
            </w:r>
            <w:r w:rsidR="0085692F">
              <w:rPr>
                <w:szCs w:val="28"/>
              </w:rPr>
              <w:t>асть, Некрасовский райо</w:t>
            </w:r>
            <w:r w:rsidRPr="00224953">
              <w:rPr>
                <w:szCs w:val="28"/>
              </w:rPr>
              <w:t xml:space="preserve">н, </w:t>
            </w:r>
            <w:r w:rsidR="0085692F">
              <w:rPr>
                <w:szCs w:val="28"/>
              </w:rPr>
              <w:t>рабочий поселок</w:t>
            </w:r>
            <w:r w:rsidRPr="00224953">
              <w:rPr>
                <w:szCs w:val="28"/>
              </w:rPr>
              <w:t xml:space="preserve"> Некрасовское, ул</w:t>
            </w:r>
            <w:r w:rsidR="0085692F">
              <w:rPr>
                <w:szCs w:val="28"/>
              </w:rPr>
              <w:t>.</w:t>
            </w:r>
            <w:r w:rsidRPr="00224953">
              <w:rPr>
                <w:szCs w:val="28"/>
              </w:rPr>
              <w:t xml:space="preserve"> Некрасовская </w:t>
            </w:r>
            <w:r w:rsidR="0085692F">
              <w:rPr>
                <w:szCs w:val="28"/>
              </w:rPr>
              <w:br/>
              <w:t>2-я, д.</w:t>
            </w:r>
            <w:r w:rsidRPr="00224953">
              <w:rPr>
                <w:szCs w:val="28"/>
              </w:rPr>
              <w:t xml:space="preserve"> 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76:09:160117:575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85692F" w:rsidP="00D91137">
            <w:pPr>
              <w:ind w:firstLine="0"/>
              <w:jc w:val="left"/>
              <w:rPr>
                <w:szCs w:val="28"/>
              </w:rPr>
            </w:pPr>
            <w:r>
              <w:rPr>
                <w:szCs w:val="28"/>
              </w:rPr>
              <w:t>Г</w:t>
            </w:r>
            <w:r w:rsidR="00D91137" w:rsidRPr="00224953">
              <w:rPr>
                <w:szCs w:val="28"/>
              </w:rPr>
              <w:t xml:space="preserve">азопровод </w:t>
            </w:r>
            <w:r>
              <w:rPr>
                <w:szCs w:val="28"/>
              </w:rPr>
              <w:br/>
            </w:r>
            <w:r w:rsidR="00D91137"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5692F">
            <w:pPr>
              <w:ind w:firstLine="0"/>
              <w:jc w:val="left"/>
              <w:rPr>
                <w:szCs w:val="28"/>
              </w:rPr>
            </w:pPr>
            <w:r w:rsidRPr="00224953">
              <w:rPr>
                <w:szCs w:val="28"/>
              </w:rPr>
              <w:t>Ярославская обл</w:t>
            </w:r>
            <w:r w:rsidR="0085692F">
              <w:rPr>
                <w:szCs w:val="28"/>
              </w:rPr>
              <w:t>асть, Некрасовский райо</w:t>
            </w:r>
            <w:r w:rsidRPr="00224953">
              <w:rPr>
                <w:szCs w:val="28"/>
              </w:rPr>
              <w:t xml:space="preserve">н, </w:t>
            </w:r>
            <w:r w:rsidR="0085692F">
              <w:rPr>
                <w:szCs w:val="28"/>
              </w:rPr>
              <w:t>рабочий поселок</w:t>
            </w:r>
            <w:r w:rsidRPr="00224953">
              <w:rPr>
                <w:szCs w:val="28"/>
              </w:rPr>
              <w:t xml:space="preserve"> Некрасовское, ул</w:t>
            </w:r>
            <w:r w:rsidR="0085692F">
              <w:rPr>
                <w:szCs w:val="28"/>
              </w:rPr>
              <w:t>.</w:t>
            </w:r>
            <w:r w:rsidRPr="00224953">
              <w:rPr>
                <w:szCs w:val="28"/>
              </w:rPr>
              <w:t xml:space="preserve"> Набережная 2-я, </w:t>
            </w:r>
            <w:r w:rsidRPr="00C212F5">
              <w:rPr>
                <w:szCs w:val="28"/>
              </w:rPr>
              <w:t>3</w:t>
            </w:r>
            <w:r w:rsidR="00C212F5" w:rsidRPr="00C212F5">
              <w:rPr>
                <w:szCs w:val="28"/>
              </w:rPr>
              <w:t>,</w:t>
            </w:r>
            <w:r w:rsidRPr="00C212F5">
              <w:rPr>
                <w:szCs w:val="28"/>
              </w:rPr>
              <w:t xml:space="preserve"> д</w:t>
            </w:r>
            <w:r w:rsidR="0085692F" w:rsidRPr="00C212F5">
              <w:rPr>
                <w:szCs w:val="28"/>
              </w:rPr>
              <w:t>.</w:t>
            </w:r>
            <w:r w:rsidRPr="00224953">
              <w:rPr>
                <w:szCs w:val="28"/>
              </w:rPr>
              <w:t xml:space="preserve"> 3,</w:t>
            </w:r>
            <w:r w:rsidR="0085692F">
              <w:rPr>
                <w:szCs w:val="28"/>
              </w:rPr>
              <w:t xml:space="preserve"> </w:t>
            </w:r>
            <w:r w:rsidRPr="00224953">
              <w:rPr>
                <w:szCs w:val="28"/>
              </w:rPr>
              <w:t>4,</w:t>
            </w:r>
            <w:r w:rsidR="0085692F">
              <w:rPr>
                <w:szCs w:val="28"/>
              </w:rPr>
              <w:t xml:space="preserve"> </w:t>
            </w:r>
            <w:r w:rsidRPr="00224953">
              <w:rPr>
                <w:szCs w:val="28"/>
              </w:rPr>
              <w:t>5 (2х2;</w:t>
            </w:r>
            <w:r w:rsidR="0085692F">
              <w:rPr>
                <w:szCs w:val="28"/>
              </w:rPr>
              <w:t xml:space="preserve"> </w:t>
            </w:r>
            <w:r w:rsidRPr="00224953">
              <w:rPr>
                <w:szCs w:val="28"/>
              </w:rPr>
              <w:t>1х16)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 xml:space="preserve">76:09:160117:573 </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D7041" w:rsidRDefault="006D7041"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D7041">
            <w:pPr>
              <w:ind w:firstLine="0"/>
              <w:jc w:val="left"/>
              <w:rPr>
                <w:szCs w:val="28"/>
              </w:rPr>
            </w:pPr>
            <w:r w:rsidRPr="00224953">
              <w:rPr>
                <w:szCs w:val="28"/>
              </w:rPr>
              <w:t>Ярославская обл</w:t>
            </w:r>
            <w:r w:rsidR="006D7041">
              <w:rPr>
                <w:szCs w:val="28"/>
              </w:rPr>
              <w:t>асть, Некрасовский райо</w:t>
            </w:r>
            <w:r w:rsidRPr="00224953">
              <w:rPr>
                <w:szCs w:val="28"/>
              </w:rPr>
              <w:t xml:space="preserve">н, </w:t>
            </w:r>
            <w:r w:rsidR="006D7041">
              <w:rPr>
                <w:szCs w:val="28"/>
              </w:rPr>
              <w:t xml:space="preserve">рабочий поселок </w:t>
            </w:r>
            <w:r w:rsidRPr="00224953">
              <w:rPr>
                <w:szCs w:val="28"/>
              </w:rPr>
              <w:t>Некрасовское, ул</w:t>
            </w:r>
            <w:r w:rsidR="006D7041">
              <w:rPr>
                <w:szCs w:val="28"/>
              </w:rPr>
              <w:t>.</w:t>
            </w:r>
            <w:r w:rsidRPr="00224953">
              <w:rPr>
                <w:szCs w:val="28"/>
              </w:rPr>
              <w:t xml:space="preserve"> Мира, </w:t>
            </w:r>
            <w:r w:rsidR="006D7041">
              <w:rPr>
                <w:szCs w:val="28"/>
              </w:rPr>
              <w:t xml:space="preserve">д. </w:t>
            </w:r>
            <w:r w:rsidRPr="00224953">
              <w:rPr>
                <w:szCs w:val="28"/>
              </w:rPr>
              <w:t>11, 13</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76:09:160115:641</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D7041" w:rsidRDefault="006D7041"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E3E8E">
            <w:pPr>
              <w:ind w:firstLine="0"/>
              <w:jc w:val="left"/>
              <w:rPr>
                <w:szCs w:val="28"/>
              </w:rPr>
            </w:pPr>
            <w:r w:rsidRPr="00224953">
              <w:rPr>
                <w:szCs w:val="28"/>
              </w:rPr>
              <w:t>Ярославская область, Некрасовский</w:t>
            </w:r>
            <w:r w:rsidR="002E3E8E">
              <w:rPr>
                <w:szCs w:val="28"/>
              </w:rPr>
              <w:t xml:space="preserve"> район</w:t>
            </w:r>
            <w:r w:rsidRPr="00224953">
              <w:rPr>
                <w:szCs w:val="28"/>
              </w:rPr>
              <w:t xml:space="preserve">, </w:t>
            </w:r>
            <w:r w:rsidR="002E3E8E">
              <w:rPr>
                <w:szCs w:val="28"/>
              </w:rPr>
              <w:t>рабочий поселок</w:t>
            </w:r>
            <w:r w:rsidRPr="00224953">
              <w:rPr>
                <w:szCs w:val="28"/>
              </w:rPr>
              <w:t xml:space="preserve"> Некрасовское, ул. Мира, д. 16, </w:t>
            </w:r>
            <w:r w:rsidR="002E3E8E">
              <w:rPr>
                <w:szCs w:val="28"/>
              </w:rPr>
              <w:t>ул. </w:t>
            </w:r>
            <w:r w:rsidRPr="00224953">
              <w:rPr>
                <w:szCs w:val="28"/>
              </w:rPr>
              <w:t xml:space="preserve">Пушкина, </w:t>
            </w:r>
            <w:r w:rsidR="002E3E8E">
              <w:rPr>
                <w:szCs w:val="28"/>
              </w:rPr>
              <w:t xml:space="preserve">д. </w:t>
            </w:r>
            <w:r w:rsidRPr="00224953">
              <w:rPr>
                <w:szCs w:val="28"/>
              </w:rPr>
              <w:t>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76:09:160115:640</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E3E8E" w:rsidRDefault="002E3E8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E3E8E">
            <w:pPr>
              <w:ind w:firstLine="0"/>
              <w:jc w:val="left"/>
              <w:rPr>
                <w:szCs w:val="28"/>
              </w:rPr>
            </w:pPr>
            <w:r w:rsidRPr="00224953">
              <w:rPr>
                <w:szCs w:val="28"/>
              </w:rPr>
              <w:t>Ярославская область, Некрасовский</w:t>
            </w:r>
            <w:r w:rsidR="002E3E8E">
              <w:rPr>
                <w:szCs w:val="28"/>
              </w:rPr>
              <w:t xml:space="preserve"> район</w:t>
            </w:r>
            <w:r w:rsidRPr="00224953">
              <w:rPr>
                <w:szCs w:val="28"/>
              </w:rPr>
              <w:t xml:space="preserve">, </w:t>
            </w:r>
            <w:r w:rsidR="002E3E8E">
              <w:rPr>
                <w:szCs w:val="28"/>
              </w:rPr>
              <w:t>рабочий поселок</w:t>
            </w:r>
            <w:r w:rsidRPr="00224953">
              <w:rPr>
                <w:szCs w:val="28"/>
              </w:rPr>
              <w:t xml:space="preserve"> Некрасовское, ул. Опекушина, д</w:t>
            </w:r>
            <w:r w:rsidR="002E3E8E">
              <w:rPr>
                <w:szCs w:val="28"/>
              </w:rPr>
              <w:t>.</w:t>
            </w:r>
            <w:r w:rsidRPr="00224953">
              <w:rPr>
                <w:szCs w:val="28"/>
              </w:rPr>
              <w:t xml:space="preserve"> 3, 8, 10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76:09:160115:636</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E3E8E" w:rsidRDefault="002E3E8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E3E8E">
            <w:pPr>
              <w:ind w:firstLine="0"/>
              <w:jc w:val="left"/>
              <w:rPr>
                <w:szCs w:val="28"/>
              </w:rPr>
            </w:pPr>
            <w:r w:rsidRPr="00224953">
              <w:rPr>
                <w:szCs w:val="28"/>
              </w:rPr>
              <w:t>Ярославская обл</w:t>
            </w:r>
            <w:r w:rsidR="002E3E8E">
              <w:rPr>
                <w:szCs w:val="28"/>
              </w:rPr>
              <w:t>асть, Некрасовский райо</w:t>
            </w:r>
            <w:r w:rsidRPr="00224953">
              <w:rPr>
                <w:szCs w:val="28"/>
              </w:rPr>
              <w:t xml:space="preserve">н, </w:t>
            </w:r>
            <w:r w:rsidR="002E3E8E">
              <w:rPr>
                <w:szCs w:val="28"/>
              </w:rPr>
              <w:t xml:space="preserve">рабочий поселок </w:t>
            </w:r>
            <w:r w:rsidRPr="00224953">
              <w:rPr>
                <w:szCs w:val="28"/>
              </w:rPr>
              <w:t>Некрасовское, ул</w:t>
            </w:r>
            <w:r w:rsidR="002E3E8E">
              <w:rPr>
                <w:szCs w:val="28"/>
              </w:rPr>
              <w:t>. Пушкина, д.</w:t>
            </w:r>
            <w:r w:rsidRPr="00224953">
              <w:rPr>
                <w:szCs w:val="28"/>
              </w:rPr>
              <w:t xml:space="preserve"> 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76:09:160115:635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736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E3E8E" w:rsidRDefault="002E3E8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E3E8E">
            <w:pPr>
              <w:ind w:firstLine="0"/>
              <w:jc w:val="left"/>
              <w:rPr>
                <w:szCs w:val="28"/>
              </w:rPr>
            </w:pPr>
            <w:r w:rsidRPr="00224953">
              <w:rPr>
                <w:szCs w:val="28"/>
              </w:rPr>
              <w:t>Ярос</w:t>
            </w:r>
            <w:r w:rsidR="002E3E8E">
              <w:rPr>
                <w:szCs w:val="28"/>
              </w:rPr>
              <w:t>лавская область, Некрасовский райо</w:t>
            </w:r>
            <w:r w:rsidRPr="00224953">
              <w:rPr>
                <w:szCs w:val="28"/>
              </w:rPr>
              <w:t xml:space="preserve">н, </w:t>
            </w:r>
            <w:r w:rsidR="002E3E8E">
              <w:rPr>
                <w:szCs w:val="28"/>
              </w:rPr>
              <w:t>рабочий поселок</w:t>
            </w:r>
            <w:r w:rsidRPr="00224953">
              <w:rPr>
                <w:szCs w:val="28"/>
              </w:rPr>
              <w:t xml:space="preserve"> Некрасовское от </w:t>
            </w:r>
            <w:r w:rsidR="002E3E8E">
              <w:rPr>
                <w:szCs w:val="28"/>
              </w:rPr>
              <w:t xml:space="preserve">места врезки бывшего </w:t>
            </w:r>
            <w:r w:rsidRPr="00224953">
              <w:rPr>
                <w:szCs w:val="28"/>
              </w:rPr>
              <w:t xml:space="preserve">ГРУ до ул. Строителей, </w:t>
            </w:r>
            <w:r w:rsidR="002E3E8E">
              <w:rPr>
                <w:szCs w:val="28"/>
              </w:rPr>
              <w:t xml:space="preserve">д. </w:t>
            </w:r>
            <w:r w:rsidRPr="00224953">
              <w:rPr>
                <w:szCs w:val="28"/>
              </w:rPr>
              <w:t>1, 3</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76:09:160112:419</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E3E8E" w:rsidRDefault="002E3E8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E3E8E">
            <w:pPr>
              <w:ind w:firstLine="0"/>
              <w:jc w:val="left"/>
              <w:rPr>
                <w:szCs w:val="28"/>
              </w:rPr>
            </w:pPr>
            <w:r w:rsidRPr="00224953">
              <w:rPr>
                <w:szCs w:val="28"/>
              </w:rPr>
              <w:t xml:space="preserve">Ярославская область, Некрасовский район, </w:t>
            </w:r>
            <w:r w:rsidR="002E3E8E">
              <w:rPr>
                <w:szCs w:val="28"/>
              </w:rPr>
              <w:t>рабочий поселок</w:t>
            </w:r>
            <w:r w:rsidRPr="00224953">
              <w:rPr>
                <w:szCs w:val="28"/>
              </w:rPr>
              <w:t xml:space="preserve"> Некрасовское, от </w:t>
            </w:r>
            <w:r w:rsidR="002E3E8E">
              <w:rPr>
                <w:szCs w:val="28"/>
              </w:rPr>
              <w:t>места врезки</w:t>
            </w:r>
            <w:r w:rsidRPr="00224953">
              <w:rPr>
                <w:szCs w:val="28"/>
              </w:rPr>
              <w:t xml:space="preserve"> до </w:t>
            </w:r>
            <w:r w:rsidR="002E3E8E">
              <w:rPr>
                <w:szCs w:val="28"/>
              </w:rPr>
              <w:t xml:space="preserve">ул. </w:t>
            </w:r>
            <w:r w:rsidRPr="00224953">
              <w:rPr>
                <w:szCs w:val="28"/>
              </w:rPr>
              <w:t xml:space="preserve">Космонавтов, </w:t>
            </w:r>
            <w:r w:rsidR="002E3E8E">
              <w:rPr>
                <w:szCs w:val="28"/>
              </w:rPr>
              <w:t xml:space="preserve">д. </w:t>
            </w:r>
            <w:r w:rsidRPr="00224953">
              <w:rPr>
                <w:szCs w:val="28"/>
              </w:rPr>
              <w:t>12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76:09:160112:422</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E3E8E" w:rsidRDefault="002E3E8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E3E8E">
            <w:pPr>
              <w:ind w:firstLine="0"/>
              <w:jc w:val="left"/>
              <w:rPr>
                <w:szCs w:val="28"/>
              </w:rPr>
            </w:pPr>
            <w:r w:rsidRPr="00224953">
              <w:rPr>
                <w:szCs w:val="28"/>
              </w:rPr>
              <w:t xml:space="preserve">Ярославская область, Некрасовский район, </w:t>
            </w:r>
            <w:r w:rsidR="002E3E8E">
              <w:rPr>
                <w:szCs w:val="28"/>
              </w:rPr>
              <w:t>рабочий поселок</w:t>
            </w:r>
            <w:r w:rsidRPr="00224953">
              <w:rPr>
                <w:szCs w:val="28"/>
              </w:rPr>
              <w:t xml:space="preserve"> Некрасовское, ул</w:t>
            </w:r>
            <w:r w:rsidR="002E3E8E">
              <w:rPr>
                <w:szCs w:val="28"/>
              </w:rPr>
              <w:t>.</w:t>
            </w:r>
            <w:r w:rsidRPr="00224953">
              <w:rPr>
                <w:szCs w:val="28"/>
              </w:rPr>
              <w:t xml:space="preserve"> Некрасовская </w:t>
            </w:r>
            <w:r w:rsidR="002E3E8E">
              <w:rPr>
                <w:szCs w:val="28"/>
              </w:rPr>
              <w:br/>
            </w:r>
            <w:r w:rsidRPr="00224953">
              <w:rPr>
                <w:szCs w:val="28"/>
              </w:rPr>
              <w:t>2-я, д</w:t>
            </w:r>
            <w:r w:rsidR="002E3E8E">
              <w:rPr>
                <w:szCs w:val="28"/>
              </w:rPr>
              <w:t>.</w:t>
            </w:r>
            <w:r w:rsidRPr="00224953">
              <w:rPr>
                <w:szCs w:val="28"/>
              </w:rPr>
              <w:t xml:space="preserve"> 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76:09:160108:564</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739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E3E8E" w:rsidRDefault="002E3E8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E3E8E">
            <w:pPr>
              <w:ind w:firstLine="0"/>
              <w:jc w:val="left"/>
              <w:rPr>
                <w:szCs w:val="28"/>
              </w:rPr>
            </w:pPr>
            <w:r w:rsidRPr="00224953">
              <w:rPr>
                <w:szCs w:val="28"/>
              </w:rPr>
              <w:t>Ярославская обл</w:t>
            </w:r>
            <w:r w:rsidR="002E3E8E">
              <w:rPr>
                <w:szCs w:val="28"/>
              </w:rPr>
              <w:t>асть, Некрасовский райо</w:t>
            </w:r>
            <w:r w:rsidRPr="00224953">
              <w:rPr>
                <w:szCs w:val="28"/>
              </w:rPr>
              <w:t xml:space="preserve">н, </w:t>
            </w:r>
            <w:r w:rsidR="002E3E8E">
              <w:rPr>
                <w:szCs w:val="28"/>
              </w:rPr>
              <w:t>рабочий поселок</w:t>
            </w:r>
            <w:r w:rsidRPr="00224953">
              <w:rPr>
                <w:szCs w:val="28"/>
              </w:rPr>
              <w:t xml:space="preserve"> Некрасовское, ул</w:t>
            </w:r>
            <w:r w:rsidR="002E3E8E">
              <w:rPr>
                <w:szCs w:val="28"/>
              </w:rPr>
              <w:t>.</w:t>
            </w:r>
            <w:r w:rsidRPr="00224953">
              <w:rPr>
                <w:szCs w:val="28"/>
              </w:rPr>
              <w:t xml:space="preserve"> Некрасовская </w:t>
            </w:r>
            <w:r w:rsidR="002E3E8E">
              <w:rPr>
                <w:szCs w:val="28"/>
              </w:rPr>
              <w:br/>
              <w:t>2-я, д.</w:t>
            </w:r>
            <w:r w:rsidRPr="00224953">
              <w:rPr>
                <w:szCs w:val="28"/>
              </w:rPr>
              <w:t xml:space="preserve"> 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76:09:160108:565</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E3E8E" w:rsidRDefault="002E3E8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E3E8E">
            <w:pPr>
              <w:ind w:firstLine="0"/>
              <w:jc w:val="left"/>
              <w:rPr>
                <w:szCs w:val="28"/>
              </w:rPr>
            </w:pPr>
            <w:r w:rsidRPr="00224953">
              <w:rPr>
                <w:szCs w:val="28"/>
              </w:rPr>
              <w:t>Ярос</w:t>
            </w:r>
            <w:r w:rsidR="002E3E8E">
              <w:rPr>
                <w:szCs w:val="28"/>
              </w:rPr>
              <w:t>лавская область, Некрасовский райо</w:t>
            </w:r>
            <w:r w:rsidRPr="00224953">
              <w:rPr>
                <w:szCs w:val="28"/>
              </w:rPr>
              <w:t xml:space="preserve">н, </w:t>
            </w:r>
            <w:r w:rsidR="002E3E8E">
              <w:rPr>
                <w:szCs w:val="28"/>
              </w:rPr>
              <w:t>рабочий поселок</w:t>
            </w:r>
            <w:r w:rsidRPr="00224953">
              <w:rPr>
                <w:szCs w:val="28"/>
              </w:rPr>
              <w:t xml:space="preserve"> Некрасовское</w:t>
            </w:r>
            <w:r w:rsidR="002E3E8E">
              <w:rPr>
                <w:szCs w:val="28"/>
              </w:rPr>
              <w:t>,</w:t>
            </w:r>
            <w:r w:rsidRPr="00224953">
              <w:rPr>
                <w:szCs w:val="28"/>
              </w:rPr>
              <w:t xml:space="preserve"> от </w:t>
            </w:r>
            <w:r w:rsidR="002E3E8E">
              <w:rPr>
                <w:szCs w:val="28"/>
              </w:rPr>
              <w:t>места врезки</w:t>
            </w:r>
            <w:r w:rsidRPr="00224953">
              <w:rPr>
                <w:szCs w:val="28"/>
              </w:rPr>
              <w:t xml:space="preserve"> </w:t>
            </w:r>
            <w:r w:rsidR="002E3E8E">
              <w:rPr>
                <w:szCs w:val="28"/>
              </w:rPr>
              <w:t>–</w:t>
            </w:r>
            <w:r w:rsidRPr="00224953">
              <w:rPr>
                <w:szCs w:val="28"/>
              </w:rPr>
              <w:t xml:space="preserve"> </w:t>
            </w:r>
            <w:r w:rsidR="002E3E8E">
              <w:rPr>
                <w:szCs w:val="28"/>
              </w:rPr>
              <w:br/>
            </w:r>
            <w:r w:rsidRPr="00224953">
              <w:rPr>
                <w:szCs w:val="28"/>
              </w:rPr>
              <w:t xml:space="preserve">ул. Строителей, </w:t>
            </w:r>
            <w:r w:rsidR="002E3E8E">
              <w:rPr>
                <w:szCs w:val="28"/>
              </w:rPr>
              <w:t xml:space="preserve">д. </w:t>
            </w:r>
            <w:r w:rsidRPr="00224953">
              <w:rPr>
                <w:szCs w:val="28"/>
              </w:rPr>
              <w:t>18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76:09:160114:515</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7566E" w:rsidRDefault="00F7566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7566E">
            <w:pPr>
              <w:ind w:firstLine="0"/>
              <w:jc w:val="left"/>
              <w:rPr>
                <w:szCs w:val="28"/>
              </w:rPr>
            </w:pPr>
            <w:r w:rsidRPr="00224953">
              <w:rPr>
                <w:szCs w:val="28"/>
              </w:rPr>
              <w:t>Ярославская обл</w:t>
            </w:r>
            <w:r w:rsidR="00F7566E">
              <w:rPr>
                <w:szCs w:val="28"/>
              </w:rPr>
              <w:t>асть, Некрасовский райо</w:t>
            </w:r>
            <w:r w:rsidRPr="00224953">
              <w:rPr>
                <w:szCs w:val="28"/>
              </w:rPr>
              <w:t xml:space="preserve">н, </w:t>
            </w:r>
            <w:r w:rsidR="00F7566E">
              <w:rPr>
                <w:szCs w:val="28"/>
              </w:rPr>
              <w:t xml:space="preserve">рабочий поселок </w:t>
            </w:r>
            <w:r w:rsidRPr="00224953">
              <w:rPr>
                <w:szCs w:val="28"/>
              </w:rPr>
              <w:t xml:space="preserve">Некрасовское, от </w:t>
            </w:r>
            <w:r w:rsidR="00F7566E">
              <w:rPr>
                <w:szCs w:val="28"/>
              </w:rPr>
              <w:t>места врезки –</w:t>
            </w:r>
            <w:r w:rsidRPr="00224953">
              <w:rPr>
                <w:szCs w:val="28"/>
              </w:rPr>
              <w:t xml:space="preserve"> </w:t>
            </w:r>
            <w:r w:rsidR="00F7566E">
              <w:rPr>
                <w:szCs w:val="28"/>
              </w:rPr>
              <w:t>ул. </w:t>
            </w:r>
            <w:r w:rsidRPr="00224953">
              <w:rPr>
                <w:szCs w:val="28"/>
              </w:rPr>
              <w:t xml:space="preserve">Матросова, </w:t>
            </w:r>
            <w:r w:rsidR="00F7566E">
              <w:rPr>
                <w:szCs w:val="28"/>
              </w:rPr>
              <w:t xml:space="preserve">д. </w:t>
            </w:r>
            <w:r w:rsidRPr="00224953">
              <w:rPr>
                <w:szCs w:val="28"/>
              </w:rPr>
              <w:t>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76:09:160114:519</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7566E" w:rsidRDefault="00F7566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13DDE">
            <w:pPr>
              <w:ind w:firstLine="0"/>
              <w:jc w:val="left"/>
              <w:rPr>
                <w:szCs w:val="28"/>
              </w:rPr>
            </w:pPr>
            <w:r w:rsidRPr="00224953">
              <w:rPr>
                <w:szCs w:val="28"/>
              </w:rPr>
              <w:t>Ярос</w:t>
            </w:r>
            <w:r w:rsidR="00F7566E">
              <w:rPr>
                <w:szCs w:val="28"/>
              </w:rPr>
              <w:t>лавская область, Некрасовский райо</w:t>
            </w:r>
            <w:r w:rsidRPr="00224953">
              <w:rPr>
                <w:szCs w:val="28"/>
              </w:rPr>
              <w:t xml:space="preserve">н, </w:t>
            </w:r>
            <w:r w:rsidR="00F7566E">
              <w:rPr>
                <w:szCs w:val="28"/>
              </w:rPr>
              <w:t xml:space="preserve">рабочий поселок </w:t>
            </w:r>
            <w:r w:rsidRPr="00224953">
              <w:rPr>
                <w:szCs w:val="28"/>
              </w:rPr>
              <w:t xml:space="preserve">Некрасовское, от </w:t>
            </w:r>
            <w:r w:rsidR="00E13DDE">
              <w:rPr>
                <w:szCs w:val="28"/>
              </w:rPr>
              <w:t>места врезки</w:t>
            </w:r>
            <w:r w:rsidRPr="00224953">
              <w:rPr>
                <w:szCs w:val="28"/>
              </w:rPr>
              <w:t xml:space="preserve"> </w:t>
            </w:r>
            <w:r w:rsidR="00F7566E">
              <w:rPr>
                <w:szCs w:val="28"/>
              </w:rPr>
              <w:t>–</w:t>
            </w:r>
            <w:r w:rsidRPr="00224953">
              <w:rPr>
                <w:szCs w:val="28"/>
              </w:rPr>
              <w:t xml:space="preserve"> </w:t>
            </w:r>
            <w:r w:rsidR="00F7566E">
              <w:rPr>
                <w:szCs w:val="28"/>
              </w:rPr>
              <w:t>ул.</w:t>
            </w:r>
            <w:r w:rsidR="00E13DDE">
              <w:rPr>
                <w:szCs w:val="28"/>
              </w:rPr>
              <w:t> </w:t>
            </w:r>
            <w:r w:rsidRPr="00224953">
              <w:rPr>
                <w:szCs w:val="28"/>
              </w:rPr>
              <w:t>Матросова</w:t>
            </w:r>
            <w:r w:rsidR="00F7566E">
              <w:rPr>
                <w:szCs w:val="28"/>
              </w:rPr>
              <w:t>, д.</w:t>
            </w:r>
            <w:r w:rsidRPr="00224953">
              <w:rPr>
                <w:szCs w:val="28"/>
              </w:rPr>
              <w:t xml:space="preserve"> 5, 7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76:09:160114:513</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7566E" w:rsidRDefault="00F7566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13DDE">
            <w:pPr>
              <w:ind w:firstLine="0"/>
              <w:jc w:val="left"/>
              <w:rPr>
                <w:szCs w:val="28"/>
              </w:rPr>
            </w:pPr>
            <w:r w:rsidRPr="00224953">
              <w:rPr>
                <w:szCs w:val="28"/>
              </w:rPr>
              <w:t>Ярос</w:t>
            </w:r>
            <w:r w:rsidR="00F7566E">
              <w:rPr>
                <w:szCs w:val="28"/>
              </w:rPr>
              <w:t>лавская область, Некрасовский райо</w:t>
            </w:r>
            <w:r w:rsidRPr="00224953">
              <w:rPr>
                <w:szCs w:val="28"/>
              </w:rPr>
              <w:t xml:space="preserve">н, </w:t>
            </w:r>
            <w:r w:rsidR="00F7566E">
              <w:rPr>
                <w:szCs w:val="28"/>
              </w:rPr>
              <w:t>рабочий поселок</w:t>
            </w:r>
            <w:r w:rsidRPr="00224953">
              <w:rPr>
                <w:szCs w:val="28"/>
              </w:rPr>
              <w:t xml:space="preserve"> Некрасовское</w:t>
            </w:r>
            <w:r w:rsidR="00F7566E">
              <w:rPr>
                <w:szCs w:val="28"/>
              </w:rPr>
              <w:t>,</w:t>
            </w:r>
            <w:r w:rsidRPr="00224953">
              <w:rPr>
                <w:szCs w:val="28"/>
              </w:rPr>
              <w:t xml:space="preserve"> от </w:t>
            </w:r>
            <w:r w:rsidR="00E13DDE">
              <w:rPr>
                <w:szCs w:val="28"/>
              </w:rPr>
              <w:t>места врезки –</w:t>
            </w:r>
            <w:r w:rsidRPr="00224953">
              <w:rPr>
                <w:szCs w:val="28"/>
              </w:rPr>
              <w:t xml:space="preserve"> </w:t>
            </w:r>
            <w:r w:rsidR="00E13DDE">
              <w:rPr>
                <w:szCs w:val="28"/>
              </w:rPr>
              <w:t>ул. </w:t>
            </w:r>
            <w:r w:rsidRPr="00224953">
              <w:rPr>
                <w:szCs w:val="28"/>
              </w:rPr>
              <w:t>Большесольская, д. 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76:09:160114:518</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E13DDE" w:rsidRDefault="00E13DD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13DDE">
            <w:pPr>
              <w:ind w:firstLine="0"/>
              <w:jc w:val="left"/>
              <w:rPr>
                <w:szCs w:val="28"/>
              </w:rPr>
            </w:pPr>
            <w:r w:rsidRPr="00224953">
              <w:rPr>
                <w:szCs w:val="28"/>
              </w:rPr>
              <w:t>Ярос</w:t>
            </w:r>
            <w:r w:rsidR="00E13DDE">
              <w:rPr>
                <w:szCs w:val="28"/>
              </w:rPr>
              <w:t>лавская область, Некрасовский райо</w:t>
            </w:r>
            <w:r w:rsidRPr="00224953">
              <w:rPr>
                <w:szCs w:val="28"/>
              </w:rPr>
              <w:t xml:space="preserve">н, </w:t>
            </w:r>
            <w:r w:rsidR="00E13DDE">
              <w:rPr>
                <w:szCs w:val="28"/>
              </w:rPr>
              <w:t>ра</w:t>
            </w:r>
            <w:r w:rsidR="00E13DDE">
              <w:rPr>
                <w:szCs w:val="28"/>
              </w:rPr>
              <w:lastRenderedPageBreak/>
              <w:t>бочий поселок</w:t>
            </w:r>
            <w:r w:rsidRPr="00224953">
              <w:rPr>
                <w:szCs w:val="28"/>
              </w:rPr>
              <w:t xml:space="preserve"> Некрасовское</w:t>
            </w:r>
            <w:r w:rsidR="00E13DDE">
              <w:rPr>
                <w:szCs w:val="28"/>
              </w:rPr>
              <w:t>, от места врезки</w:t>
            </w:r>
            <w:r w:rsidRPr="00224953">
              <w:rPr>
                <w:szCs w:val="28"/>
              </w:rPr>
              <w:t xml:space="preserve"> </w:t>
            </w:r>
            <w:r w:rsidR="00E13DDE">
              <w:rPr>
                <w:szCs w:val="28"/>
              </w:rPr>
              <w:t>–</w:t>
            </w:r>
            <w:r w:rsidRPr="00224953">
              <w:rPr>
                <w:szCs w:val="28"/>
              </w:rPr>
              <w:t xml:space="preserve"> </w:t>
            </w:r>
            <w:r w:rsidR="00E13DDE">
              <w:rPr>
                <w:szCs w:val="28"/>
              </w:rPr>
              <w:t>ул. </w:t>
            </w:r>
            <w:r w:rsidRPr="00224953">
              <w:rPr>
                <w:szCs w:val="28"/>
              </w:rPr>
              <w:t>Большесольская,</w:t>
            </w:r>
            <w:r w:rsidR="00E13DDE">
              <w:rPr>
                <w:szCs w:val="28"/>
              </w:rPr>
              <w:t xml:space="preserve"> </w:t>
            </w:r>
            <w:r w:rsidRPr="00224953">
              <w:rPr>
                <w:szCs w:val="28"/>
              </w:rPr>
              <w:t>д. 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76:09:160114:517</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E13DDE" w:rsidRDefault="00E13DD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13DDE">
            <w:pPr>
              <w:ind w:firstLine="0"/>
              <w:jc w:val="left"/>
              <w:rPr>
                <w:szCs w:val="28"/>
              </w:rPr>
            </w:pPr>
            <w:r w:rsidRPr="00224953">
              <w:rPr>
                <w:szCs w:val="28"/>
              </w:rPr>
              <w:t>Ярос</w:t>
            </w:r>
            <w:r w:rsidR="00E13DDE">
              <w:rPr>
                <w:szCs w:val="28"/>
              </w:rPr>
              <w:t>лавская область, Некрасовский райо</w:t>
            </w:r>
            <w:r w:rsidRPr="00224953">
              <w:rPr>
                <w:szCs w:val="28"/>
              </w:rPr>
              <w:t xml:space="preserve">н, </w:t>
            </w:r>
            <w:r w:rsidR="00E13DDE">
              <w:rPr>
                <w:szCs w:val="28"/>
              </w:rPr>
              <w:t>рабочий поселок</w:t>
            </w:r>
            <w:r w:rsidRPr="00224953">
              <w:rPr>
                <w:szCs w:val="28"/>
              </w:rPr>
              <w:t xml:space="preserve"> Некрасовское, ул. Нагорная, д. 1, 2, 3, 4, 5, 6, 7, 9, 10,</w:t>
            </w:r>
            <w:r w:rsidR="00E13DDE">
              <w:rPr>
                <w:szCs w:val="28"/>
              </w:rPr>
              <w:t xml:space="preserve"> </w:t>
            </w:r>
            <w:r w:rsidRPr="00224953">
              <w:rPr>
                <w:szCs w:val="28"/>
              </w:rPr>
              <w:t>11, 13, 18, 20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76:09:160104:511</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E13DDE" w:rsidRDefault="00E13DD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13DDE">
            <w:pPr>
              <w:ind w:firstLine="0"/>
              <w:jc w:val="left"/>
              <w:rPr>
                <w:szCs w:val="28"/>
              </w:rPr>
            </w:pPr>
            <w:r w:rsidRPr="00224953">
              <w:rPr>
                <w:szCs w:val="28"/>
              </w:rPr>
              <w:t>Ярославская обл</w:t>
            </w:r>
            <w:r w:rsidR="00E13DDE">
              <w:rPr>
                <w:szCs w:val="28"/>
              </w:rPr>
              <w:t>асть, Некрасовский райо</w:t>
            </w:r>
            <w:r w:rsidRPr="00224953">
              <w:rPr>
                <w:szCs w:val="28"/>
              </w:rPr>
              <w:t xml:space="preserve">н, </w:t>
            </w:r>
            <w:r w:rsidR="00E13DDE">
              <w:rPr>
                <w:szCs w:val="28"/>
              </w:rPr>
              <w:t>рабочий поселок</w:t>
            </w:r>
            <w:r w:rsidRPr="00224953">
              <w:rPr>
                <w:szCs w:val="28"/>
              </w:rPr>
              <w:t xml:space="preserve"> Некрасовское, ул</w:t>
            </w:r>
            <w:r w:rsidR="00E13DDE">
              <w:rPr>
                <w:szCs w:val="28"/>
              </w:rPr>
              <w:t>. Нагорная, д.</w:t>
            </w:r>
            <w:r w:rsidRPr="00224953">
              <w:rPr>
                <w:szCs w:val="28"/>
              </w:rPr>
              <w:t xml:space="preserve"> 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76:09:160104:509</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E13DDE" w:rsidRDefault="00E13DD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13DDE">
            <w:pPr>
              <w:ind w:firstLine="0"/>
              <w:jc w:val="left"/>
              <w:rPr>
                <w:szCs w:val="28"/>
              </w:rPr>
            </w:pPr>
            <w:r w:rsidRPr="00224953">
              <w:rPr>
                <w:szCs w:val="28"/>
              </w:rPr>
              <w:t>Ярославская обл</w:t>
            </w:r>
            <w:r w:rsidR="00E13DDE">
              <w:rPr>
                <w:szCs w:val="28"/>
              </w:rPr>
              <w:t>асть</w:t>
            </w:r>
            <w:r w:rsidRPr="00224953">
              <w:rPr>
                <w:szCs w:val="28"/>
              </w:rPr>
              <w:t>, Некрасовский р</w:t>
            </w:r>
            <w:r w:rsidR="00E13DDE">
              <w:rPr>
                <w:szCs w:val="28"/>
              </w:rPr>
              <w:t>айо</w:t>
            </w:r>
            <w:r w:rsidRPr="00224953">
              <w:rPr>
                <w:szCs w:val="28"/>
              </w:rPr>
              <w:t xml:space="preserve">н, </w:t>
            </w:r>
            <w:r w:rsidR="00E13DDE">
              <w:rPr>
                <w:szCs w:val="28"/>
              </w:rPr>
              <w:t>рабочий поселок</w:t>
            </w:r>
            <w:r w:rsidRPr="00224953">
              <w:rPr>
                <w:szCs w:val="28"/>
              </w:rPr>
              <w:t xml:space="preserve"> Некрасовское, ул</w:t>
            </w:r>
            <w:r w:rsidR="00E13DDE">
              <w:rPr>
                <w:szCs w:val="28"/>
              </w:rPr>
              <w:t>. Энергетиков, д. </w:t>
            </w:r>
            <w:r w:rsidRPr="00224953">
              <w:rPr>
                <w:szCs w:val="28"/>
              </w:rPr>
              <w:t>16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 xml:space="preserve">76:09:160102:442 </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E13DDE" w:rsidRDefault="00E13DD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E13DDE">
            <w:pPr>
              <w:ind w:firstLine="0"/>
              <w:jc w:val="left"/>
              <w:rPr>
                <w:szCs w:val="28"/>
              </w:rPr>
            </w:pPr>
            <w:r w:rsidRPr="00224953">
              <w:rPr>
                <w:szCs w:val="28"/>
              </w:rPr>
              <w:t>Ярославская обл</w:t>
            </w:r>
            <w:r w:rsidR="00E13DDE">
              <w:rPr>
                <w:szCs w:val="28"/>
              </w:rPr>
              <w:t>асть, Некрасовский райо</w:t>
            </w:r>
            <w:r w:rsidRPr="00224953">
              <w:rPr>
                <w:szCs w:val="28"/>
              </w:rPr>
              <w:t xml:space="preserve">н, </w:t>
            </w:r>
            <w:r w:rsidR="00E13DDE">
              <w:rPr>
                <w:szCs w:val="28"/>
              </w:rPr>
              <w:t>рабочий поселок</w:t>
            </w:r>
            <w:r w:rsidRPr="00224953">
              <w:rPr>
                <w:szCs w:val="28"/>
              </w:rPr>
              <w:t xml:space="preserve"> Некрасовское, ул</w:t>
            </w:r>
            <w:r w:rsidR="00E13DDE">
              <w:rPr>
                <w:szCs w:val="28"/>
              </w:rPr>
              <w:t>. Свободы, д.</w:t>
            </w:r>
            <w:r w:rsidRPr="00224953">
              <w:rPr>
                <w:szCs w:val="28"/>
              </w:rPr>
              <w:t xml:space="preserve"> 16, 18, 20, 22, 24, 26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76:09:160106:713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749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E13DDE" w:rsidRDefault="00E13DDE"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w:t>
            </w:r>
            <w:r w:rsidR="00E13DDE">
              <w:rPr>
                <w:szCs w:val="28"/>
              </w:rPr>
              <w:t>асть, Некрасовский район, рабочий поселок</w:t>
            </w:r>
            <w:r w:rsidRPr="00224953">
              <w:rPr>
                <w:szCs w:val="28"/>
              </w:rPr>
              <w:t xml:space="preserve"> Некрасовское, ул</w:t>
            </w:r>
            <w:r w:rsidR="00E13DDE">
              <w:rPr>
                <w:szCs w:val="28"/>
              </w:rPr>
              <w:t>. Новая, д.</w:t>
            </w:r>
            <w:r w:rsidRPr="00224953">
              <w:rPr>
                <w:szCs w:val="28"/>
              </w:rPr>
              <w:t xml:space="preserve"> 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76:09:160104:508</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F6541" w:rsidRDefault="005F6541"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F6541">
            <w:pPr>
              <w:ind w:firstLine="0"/>
              <w:jc w:val="left"/>
              <w:rPr>
                <w:szCs w:val="28"/>
              </w:rPr>
            </w:pPr>
            <w:r w:rsidRPr="00224953">
              <w:rPr>
                <w:szCs w:val="28"/>
              </w:rPr>
              <w:t>Ярославская обл</w:t>
            </w:r>
            <w:r w:rsidR="005F6541">
              <w:rPr>
                <w:szCs w:val="28"/>
              </w:rPr>
              <w:t>асть, Некрасовский райо</w:t>
            </w:r>
            <w:r w:rsidRPr="00224953">
              <w:rPr>
                <w:szCs w:val="28"/>
              </w:rPr>
              <w:t xml:space="preserve">н, </w:t>
            </w:r>
            <w:r w:rsidR="005F6541">
              <w:rPr>
                <w:szCs w:val="28"/>
              </w:rPr>
              <w:t>рабочий поселок</w:t>
            </w:r>
            <w:r w:rsidRPr="00224953">
              <w:rPr>
                <w:szCs w:val="28"/>
              </w:rPr>
              <w:t xml:space="preserve"> Некрасовское, ул</w:t>
            </w:r>
            <w:r w:rsidR="005F6541">
              <w:rPr>
                <w:szCs w:val="28"/>
              </w:rPr>
              <w:t>. Новая, д.</w:t>
            </w:r>
            <w:r w:rsidRPr="00224953">
              <w:rPr>
                <w:szCs w:val="28"/>
              </w:rPr>
              <w:t xml:space="preserve"> 12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76:09:160104:507</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4C0060"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Ярославская область, Некрасов</w:t>
            </w:r>
            <w:r w:rsidR="004C0060">
              <w:rPr>
                <w:szCs w:val="28"/>
              </w:rPr>
              <w:t>ский райо</w:t>
            </w:r>
            <w:r w:rsidRPr="00224953">
              <w:rPr>
                <w:szCs w:val="28"/>
              </w:rPr>
              <w:t xml:space="preserve">н, </w:t>
            </w:r>
            <w:r w:rsidR="004C0060">
              <w:rPr>
                <w:szCs w:val="28"/>
              </w:rPr>
              <w:t>рабочий поселок</w:t>
            </w:r>
            <w:r w:rsidRPr="00224953">
              <w:rPr>
                <w:szCs w:val="28"/>
              </w:rPr>
              <w:t xml:space="preserve"> Некрасовское, ул. Нагорная, </w:t>
            </w:r>
            <w:r w:rsidR="004C0060">
              <w:rPr>
                <w:szCs w:val="28"/>
              </w:rPr>
              <w:t xml:space="preserve">д. </w:t>
            </w:r>
            <w:r w:rsidRPr="00224953">
              <w:rPr>
                <w:szCs w:val="28"/>
              </w:rPr>
              <w:t>2а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76:09:160104:510</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4C0060"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Ярославская обл</w:t>
            </w:r>
            <w:r w:rsidR="004C0060">
              <w:rPr>
                <w:szCs w:val="28"/>
              </w:rPr>
              <w:t>асть, Некрасовский райо</w:t>
            </w:r>
            <w:r w:rsidRPr="00224953">
              <w:rPr>
                <w:szCs w:val="28"/>
              </w:rPr>
              <w:t xml:space="preserve">н, </w:t>
            </w:r>
            <w:r w:rsidR="004C0060">
              <w:rPr>
                <w:szCs w:val="28"/>
              </w:rPr>
              <w:t xml:space="preserve">рабочий поселок </w:t>
            </w:r>
            <w:r w:rsidRPr="00224953">
              <w:rPr>
                <w:szCs w:val="28"/>
              </w:rPr>
              <w:t>Некрасовское, ул</w:t>
            </w:r>
            <w:r w:rsidR="004C0060">
              <w:rPr>
                <w:szCs w:val="28"/>
              </w:rPr>
              <w:t>.</w:t>
            </w:r>
            <w:r w:rsidRPr="00224953">
              <w:rPr>
                <w:szCs w:val="28"/>
              </w:rPr>
              <w:t xml:space="preserve"> Санаторная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76:09:160109:533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4C0060"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Ярославская обл</w:t>
            </w:r>
            <w:r w:rsidR="004C0060">
              <w:rPr>
                <w:szCs w:val="28"/>
              </w:rPr>
              <w:t>асть, Некрасовский райо</w:t>
            </w:r>
            <w:r w:rsidRPr="00224953">
              <w:rPr>
                <w:szCs w:val="28"/>
              </w:rPr>
              <w:t xml:space="preserve">н, </w:t>
            </w:r>
            <w:r w:rsidR="004C0060">
              <w:rPr>
                <w:szCs w:val="28"/>
              </w:rPr>
              <w:t>рабочий поселок</w:t>
            </w:r>
            <w:r w:rsidRPr="00224953">
              <w:rPr>
                <w:szCs w:val="28"/>
              </w:rPr>
              <w:t xml:space="preserve"> Некрасовское, ул. Ленина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76:09:000000:4150</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754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4C0060"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Ярославская обл</w:t>
            </w:r>
            <w:r w:rsidR="004C0060">
              <w:rPr>
                <w:szCs w:val="28"/>
              </w:rPr>
              <w:t>асть, Некрасовский райо</w:t>
            </w:r>
            <w:r w:rsidRPr="00224953">
              <w:rPr>
                <w:szCs w:val="28"/>
              </w:rPr>
              <w:t xml:space="preserve">н, </w:t>
            </w:r>
            <w:r w:rsidR="004C0060">
              <w:rPr>
                <w:szCs w:val="28"/>
              </w:rPr>
              <w:t xml:space="preserve">рабочий поселок </w:t>
            </w:r>
            <w:r w:rsidRPr="00224953">
              <w:rPr>
                <w:szCs w:val="28"/>
              </w:rPr>
              <w:t>Некрасовское, ул</w:t>
            </w:r>
            <w:r w:rsidR="004C0060">
              <w:rPr>
                <w:szCs w:val="28"/>
              </w:rPr>
              <w:t>.</w:t>
            </w:r>
            <w:r w:rsidRPr="00224953">
              <w:rPr>
                <w:szCs w:val="28"/>
              </w:rPr>
              <w:t xml:space="preserve"> Гражданская,</w:t>
            </w:r>
            <w:r w:rsidR="004C0060">
              <w:rPr>
                <w:szCs w:val="28"/>
              </w:rPr>
              <w:t xml:space="preserve"> д. </w:t>
            </w:r>
            <w:r w:rsidRPr="00224953">
              <w:rPr>
                <w:szCs w:val="28"/>
              </w:rPr>
              <w:t>9 (1, 2), 11, 26, 7, 1, 21, 20, 19, 27, 13, 25, 22, 24, 16, 18, 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76:09:160106:712</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4C0060"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w:t>
            </w:r>
            <w:r w:rsidR="004C0060">
              <w:rPr>
                <w:szCs w:val="28"/>
              </w:rPr>
              <w:t>лавская область, Некрасовский райо</w:t>
            </w:r>
            <w:r w:rsidRPr="00224953">
              <w:rPr>
                <w:szCs w:val="28"/>
              </w:rPr>
              <w:t xml:space="preserve">н, </w:t>
            </w:r>
            <w:r w:rsidR="004C0060">
              <w:rPr>
                <w:szCs w:val="28"/>
              </w:rPr>
              <w:t>рабочий поселок</w:t>
            </w:r>
            <w:r w:rsidRPr="00224953">
              <w:rPr>
                <w:szCs w:val="28"/>
              </w:rPr>
              <w:t xml:space="preserve"> Некрасовское, ул</w:t>
            </w:r>
            <w:r w:rsidR="004C0060">
              <w:rPr>
                <w:szCs w:val="28"/>
              </w:rPr>
              <w:t>. Свободы, д.</w:t>
            </w:r>
            <w:r w:rsidRPr="00224953">
              <w:rPr>
                <w:szCs w:val="28"/>
              </w:rPr>
              <w:t xml:space="preserve"> 50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76:09:160106:719</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D91137" w:rsidP="00D91137">
            <w:pPr>
              <w:ind w:firstLine="0"/>
              <w:jc w:val="left"/>
              <w:rPr>
                <w:szCs w:val="28"/>
              </w:rPr>
            </w:pPr>
            <w:r w:rsidRPr="00224953">
              <w:rPr>
                <w:szCs w:val="28"/>
              </w:rPr>
              <w:t xml:space="preserve">Надземный </w:t>
            </w:r>
          </w:p>
          <w:p w:rsidR="004C006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w:t>
            </w:r>
            <w:r w:rsidR="004C0060">
              <w:rPr>
                <w:szCs w:val="28"/>
              </w:rPr>
              <w:t>лавская область, Некрасовский райо</w:t>
            </w:r>
            <w:r w:rsidRPr="00224953">
              <w:rPr>
                <w:szCs w:val="28"/>
              </w:rPr>
              <w:t xml:space="preserve">н, </w:t>
            </w:r>
            <w:r w:rsidR="004C0060">
              <w:rPr>
                <w:szCs w:val="28"/>
              </w:rPr>
              <w:t>рабочий поселок</w:t>
            </w:r>
            <w:r w:rsidRPr="00224953">
              <w:rPr>
                <w:szCs w:val="28"/>
              </w:rPr>
              <w:t xml:space="preserve"> Некрасовское, ул</w:t>
            </w:r>
            <w:r w:rsidR="004C0060">
              <w:rPr>
                <w:szCs w:val="28"/>
              </w:rPr>
              <w:t>.</w:t>
            </w:r>
            <w:r w:rsidRPr="00224953">
              <w:rPr>
                <w:szCs w:val="28"/>
              </w:rPr>
              <w:t xml:space="preserve"> Труда, </w:t>
            </w:r>
            <w:r w:rsidR="004C0060">
              <w:rPr>
                <w:szCs w:val="28"/>
              </w:rPr>
              <w:t xml:space="preserve">д. </w:t>
            </w:r>
            <w:r w:rsidRPr="00224953">
              <w:rPr>
                <w:szCs w:val="28"/>
              </w:rPr>
              <w:t>8</w:t>
            </w:r>
            <w:r w:rsidR="004C0060">
              <w:rPr>
                <w:szCs w:val="28"/>
              </w:rPr>
              <w:t xml:space="preserve"> – </w:t>
            </w:r>
            <w:r w:rsidRPr="00224953">
              <w:rPr>
                <w:szCs w:val="28"/>
              </w:rPr>
              <w:t>21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76:09:160113:457</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4C0060" w:rsidP="00D91137">
            <w:pPr>
              <w:ind w:firstLine="0"/>
              <w:jc w:val="left"/>
              <w:rPr>
                <w:szCs w:val="28"/>
              </w:rPr>
            </w:pPr>
            <w:r>
              <w:rPr>
                <w:szCs w:val="28"/>
              </w:rPr>
              <w:t>Г</w:t>
            </w:r>
            <w:r w:rsidR="00D91137" w:rsidRPr="00224953">
              <w:rPr>
                <w:szCs w:val="28"/>
              </w:rPr>
              <w:t xml:space="preserve">азопровод </w:t>
            </w:r>
            <w:r>
              <w:rPr>
                <w:szCs w:val="28"/>
              </w:rPr>
              <w:br/>
            </w:r>
            <w:r w:rsidR="00D91137"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w:t>
            </w:r>
            <w:r w:rsidR="004C0060">
              <w:rPr>
                <w:szCs w:val="28"/>
              </w:rPr>
              <w:t>лавская область, Некрасовский райо</w:t>
            </w:r>
            <w:r w:rsidRPr="00224953">
              <w:rPr>
                <w:szCs w:val="28"/>
              </w:rPr>
              <w:t xml:space="preserve">н, </w:t>
            </w:r>
            <w:r w:rsidR="004C0060">
              <w:rPr>
                <w:szCs w:val="28"/>
              </w:rPr>
              <w:t>рабочий поселок</w:t>
            </w:r>
            <w:r w:rsidRPr="00224953">
              <w:rPr>
                <w:szCs w:val="28"/>
              </w:rPr>
              <w:t xml:space="preserve"> Некрасовское, ул</w:t>
            </w:r>
            <w:r w:rsidR="004C0060">
              <w:rPr>
                <w:szCs w:val="28"/>
              </w:rPr>
              <w:t>. Труда, д.</w:t>
            </w:r>
            <w:r w:rsidRPr="00224953">
              <w:rPr>
                <w:szCs w:val="28"/>
              </w:rPr>
              <w:t xml:space="preserve"> 1</w:t>
            </w:r>
            <w:r w:rsidR="004C0060">
              <w:rPr>
                <w:szCs w:val="28"/>
              </w:rPr>
              <w:t xml:space="preserve"> – </w:t>
            </w:r>
            <w:r w:rsidRPr="00224953">
              <w:rPr>
                <w:szCs w:val="28"/>
              </w:rPr>
              <w:t>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76:09:000000:4128</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4C0060"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w:t>
            </w:r>
            <w:r w:rsidR="004C0060">
              <w:rPr>
                <w:szCs w:val="28"/>
              </w:rPr>
              <w:t>лавская область, Некрасовский райо</w:t>
            </w:r>
            <w:r w:rsidRPr="00224953">
              <w:rPr>
                <w:szCs w:val="28"/>
              </w:rPr>
              <w:t xml:space="preserve">н, </w:t>
            </w:r>
            <w:r w:rsidR="004C0060">
              <w:rPr>
                <w:szCs w:val="28"/>
              </w:rPr>
              <w:t>рабочий поселок</w:t>
            </w:r>
            <w:r w:rsidRPr="00224953">
              <w:rPr>
                <w:szCs w:val="28"/>
              </w:rPr>
              <w:t xml:space="preserve"> Некрасовское, ул</w:t>
            </w:r>
            <w:r w:rsidR="004C0060">
              <w:rPr>
                <w:szCs w:val="28"/>
              </w:rPr>
              <w:t>. Энергетиков, д. </w:t>
            </w:r>
            <w:r w:rsidRPr="00224953">
              <w:rPr>
                <w:szCs w:val="28"/>
              </w:rPr>
              <w:t>16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76:09:160102:443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759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4C0060"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 xml:space="preserve">Ярославская область, Некрасовский район, </w:t>
            </w:r>
            <w:r w:rsidR="004C0060">
              <w:rPr>
                <w:szCs w:val="28"/>
              </w:rPr>
              <w:t>рабочий поселок</w:t>
            </w:r>
            <w:r w:rsidRPr="00224953">
              <w:rPr>
                <w:szCs w:val="28"/>
              </w:rPr>
              <w:t xml:space="preserve"> Некрасовское, ул</w:t>
            </w:r>
            <w:r w:rsidR="004C0060">
              <w:rPr>
                <w:szCs w:val="28"/>
              </w:rPr>
              <w:t>.</w:t>
            </w:r>
            <w:r w:rsidRPr="00224953">
              <w:rPr>
                <w:szCs w:val="28"/>
              </w:rPr>
              <w:t xml:space="preserve"> Энергетиков, д</w:t>
            </w:r>
            <w:r w:rsidR="004C0060">
              <w:rPr>
                <w:szCs w:val="28"/>
              </w:rPr>
              <w:t>. </w:t>
            </w:r>
            <w:r w:rsidRPr="00224953">
              <w:rPr>
                <w:szCs w:val="28"/>
              </w:rPr>
              <w:t>16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76:09:160102:441</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D91137" w:rsidP="00D91137">
            <w:pPr>
              <w:ind w:firstLine="0"/>
              <w:jc w:val="left"/>
              <w:rPr>
                <w:szCs w:val="28"/>
              </w:rPr>
            </w:pPr>
            <w:r w:rsidRPr="00224953">
              <w:rPr>
                <w:szCs w:val="28"/>
              </w:rPr>
              <w:t xml:space="preserve">Наружный </w:t>
            </w:r>
          </w:p>
          <w:p w:rsidR="004C006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w:t>
            </w:r>
            <w:r w:rsidR="004C0060">
              <w:rPr>
                <w:szCs w:val="28"/>
              </w:rPr>
              <w:t>лавская область, Некрасовский райо</w:t>
            </w:r>
            <w:r w:rsidRPr="00224953">
              <w:rPr>
                <w:szCs w:val="28"/>
              </w:rPr>
              <w:t xml:space="preserve">н, </w:t>
            </w:r>
            <w:r w:rsidR="004C0060">
              <w:rPr>
                <w:szCs w:val="28"/>
              </w:rPr>
              <w:t>рабочий поселок</w:t>
            </w:r>
            <w:r w:rsidRPr="00224953">
              <w:rPr>
                <w:szCs w:val="28"/>
              </w:rPr>
              <w:t xml:space="preserve"> Некрасовское, ул</w:t>
            </w:r>
            <w:r w:rsidR="004C0060">
              <w:rPr>
                <w:szCs w:val="28"/>
              </w:rPr>
              <w:t>.</w:t>
            </w:r>
            <w:r w:rsidRPr="00224953">
              <w:rPr>
                <w:szCs w:val="28"/>
              </w:rPr>
              <w:t xml:space="preserve"> Победы</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76:09:160119:869</w:t>
            </w:r>
          </w:p>
        </w:tc>
      </w:tr>
      <w:tr w:rsidR="00D91137" w:rsidRPr="00224953" w:rsidTr="00B41749">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D91137" w:rsidP="00D91137">
            <w:pPr>
              <w:ind w:firstLine="0"/>
              <w:jc w:val="left"/>
              <w:rPr>
                <w:szCs w:val="28"/>
              </w:rPr>
            </w:pPr>
            <w:r w:rsidRPr="00224953">
              <w:rPr>
                <w:szCs w:val="28"/>
              </w:rPr>
              <w:t xml:space="preserve">Подземный </w:t>
            </w:r>
          </w:p>
          <w:p w:rsidR="004C006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Ярославская обл</w:t>
            </w:r>
            <w:r w:rsidR="004C0060">
              <w:rPr>
                <w:szCs w:val="28"/>
              </w:rPr>
              <w:t>асть</w:t>
            </w:r>
            <w:r w:rsidRPr="00224953">
              <w:rPr>
                <w:szCs w:val="28"/>
              </w:rPr>
              <w:t>, Некрасовский р</w:t>
            </w:r>
            <w:r w:rsidR="004C0060">
              <w:rPr>
                <w:szCs w:val="28"/>
              </w:rPr>
              <w:t>айо</w:t>
            </w:r>
            <w:r w:rsidRPr="00224953">
              <w:rPr>
                <w:szCs w:val="28"/>
              </w:rPr>
              <w:t xml:space="preserve">н, </w:t>
            </w:r>
            <w:r w:rsidR="004C0060">
              <w:rPr>
                <w:szCs w:val="28"/>
              </w:rPr>
              <w:t>рабочий поселок</w:t>
            </w:r>
            <w:r w:rsidRPr="00224953">
              <w:rPr>
                <w:szCs w:val="28"/>
              </w:rPr>
              <w:t xml:space="preserve"> Некрасовское, газопровод к 17-ти жилым домам по ул. Опекушина </w:t>
            </w:r>
            <w:r w:rsidR="004C0060">
              <w:rPr>
                <w:szCs w:val="28"/>
              </w:rPr>
              <w:t>–</w:t>
            </w:r>
            <w:r w:rsidRPr="00224953">
              <w:rPr>
                <w:szCs w:val="28"/>
              </w:rPr>
              <w:t xml:space="preserve"> ул. Пушкина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76:09:160115:639</w:t>
            </w:r>
          </w:p>
        </w:tc>
      </w:tr>
      <w:tr w:rsidR="00D91137" w:rsidRPr="00224953" w:rsidTr="00B54789">
        <w:trPr>
          <w:trHeight w:val="836"/>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C0060" w:rsidRDefault="00D91137" w:rsidP="00D91137">
            <w:pPr>
              <w:ind w:firstLine="0"/>
              <w:jc w:val="left"/>
              <w:rPr>
                <w:szCs w:val="28"/>
              </w:rPr>
            </w:pPr>
            <w:r w:rsidRPr="00224953">
              <w:rPr>
                <w:szCs w:val="28"/>
              </w:rPr>
              <w:t xml:space="preserve">Наружый </w:t>
            </w:r>
          </w:p>
          <w:p w:rsidR="004C006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C0060">
            <w:pPr>
              <w:ind w:firstLine="0"/>
              <w:jc w:val="left"/>
              <w:rPr>
                <w:szCs w:val="28"/>
              </w:rPr>
            </w:pPr>
            <w:r w:rsidRPr="00224953">
              <w:rPr>
                <w:szCs w:val="28"/>
              </w:rPr>
              <w:t>Ярославская обл</w:t>
            </w:r>
            <w:r w:rsidR="004C0060">
              <w:rPr>
                <w:szCs w:val="28"/>
              </w:rPr>
              <w:t>асть, Некрасовский райо</w:t>
            </w:r>
            <w:r w:rsidRPr="00224953">
              <w:rPr>
                <w:szCs w:val="28"/>
              </w:rPr>
              <w:t xml:space="preserve">н, </w:t>
            </w:r>
            <w:r w:rsidR="004C0060">
              <w:rPr>
                <w:szCs w:val="28"/>
              </w:rPr>
              <w:t>рабочий поселок</w:t>
            </w:r>
            <w:r w:rsidRPr="00224953">
              <w:rPr>
                <w:szCs w:val="28"/>
              </w:rPr>
              <w:t xml:space="preserve"> Некрасовское, ул</w:t>
            </w:r>
            <w:r w:rsidR="004C0060">
              <w:rPr>
                <w:szCs w:val="28"/>
              </w:rPr>
              <w:t>.</w:t>
            </w:r>
            <w:r w:rsidRPr="00224953">
              <w:rPr>
                <w:szCs w:val="28"/>
              </w:rPr>
              <w:t xml:space="preserve"> Советская</w:t>
            </w:r>
            <w:r w:rsidR="004C0060">
              <w:rPr>
                <w:szCs w:val="28"/>
              </w:rPr>
              <w:t>,</w:t>
            </w:r>
            <w:r w:rsidRPr="00224953">
              <w:rPr>
                <w:szCs w:val="28"/>
              </w:rPr>
              <w:t xml:space="preserve"> распределительный газопровод низкого давления для </w:t>
            </w:r>
            <w:r w:rsidRPr="00224953">
              <w:rPr>
                <w:szCs w:val="28"/>
              </w:rPr>
              <w:lastRenderedPageBreak/>
              <w:t>газификации 12-ти жилых домов (с №</w:t>
            </w:r>
            <w:r w:rsidR="004C0060">
              <w:rPr>
                <w:szCs w:val="28"/>
              </w:rPr>
              <w:t xml:space="preserve"> </w:t>
            </w:r>
            <w:r w:rsidRPr="00224953">
              <w:rPr>
                <w:szCs w:val="28"/>
              </w:rPr>
              <w:t>136 по 158)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76:09:160113:456</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5478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4-й категории</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 Некрасовский райо</w:t>
            </w:r>
            <w:r w:rsidRPr="00224953">
              <w:rPr>
                <w:szCs w:val="28"/>
              </w:rPr>
              <w:t xml:space="preserve">н, </w:t>
            </w:r>
            <w:r w:rsidR="00F34215">
              <w:rPr>
                <w:szCs w:val="28"/>
              </w:rPr>
              <w:t>рабочий поселок</w:t>
            </w:r>
            <w:r w:rsidRPr="00224953">
              <w:rPr>
                <w:szCs w:val="28"/>
              </w:rPr>
              <w:t xml:space="preserve"> Некрасовское, ул</w:t>
            </w:r>
            <w:r w:rsidR="00F34215">
              <w:rPr>
                <w:szCs w:val="28"/>
              </w:rPr>
              <w:t>.</w:t>
            </w:r>
            <w:r w:rsidRPr="00224953">
              <w:rPr>
                <w:szCs w:val="28"/>
              </w:rPr>
              <w:t xml:space="preserve"> Луговая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76:09:160119:865</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Подземный </w:t>
            </w:r>
          </w:p>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w:t>
            </w:r>
            <w:r w:rsidRPr="00224953">
              <w:rPr>
                <w:szCs w:val="28"/>
              </w:rPr>
              <w:t>, Некрасовский р</w:t>
            </w:r>
            <w:r w:rsidR="00F34215">
              <w:rPr>
                <w:szCs w:val="28"/>
              </w:rPr>
              <w:t>айо</w:t>
            </w:r>
            <w:r w:rsidRPr="00224953">
              <w:rPr>
                <w:szCs w:val="28"/>
              </w:rPr>
              <w:t xml:space="preserve">н, </w:t>
            </w:r>
            <w:r w:rsidR="00F34215">
              <w:rPr>
                <w:szCs w:val="28"/>
              </w:rPr>
              <w:t>рабочий поселок</w:t>
            </w:r>
            <w:r w:rsidRPr="00224953">
              <w:rPr>
                <w:szCs w:val="28"/>
              </w:rPr>
              <w:t xml:space="preserve"> Некрасовское, ул</w:t>
            </w:r>
            <w:r w:rsidR="00F34215">
              <w:rPr>
                <w:szCs w:val="28"/>
              </w:rPr>
              <w:t>.</w:t>
            </w:r>
            <w:r w:rsidRPr="00224953">
              <w:rPr>
                <w:szCs w:val="28"/>
              </w:rPr>
              <w:t xml:space="preserve"> Победы</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76:09:000000:4096</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 Первомайский район, рабочий поселок</w:t>
            </w:r>
            <w:r w:rsidRPr="00224953">
              <w:rPr>
                <w:szCs w:val="28"/>
              </w:rPr>
              <w:t xml:space="preserve"> Пречистое, ул. Вологодская, </w:t>
            </w:r>
            <w:r w:rsidR="00F34215">
              <w:rPr>
                <w:szCs w:val="28"/>
              </w:rPr>
              <w:br/>
            </w:r>
            <w:r w:rsidRPr="00224953">
              <w:rPr>
                <w:szCs w:val="28"/>
              </w:rPr>
              <w:t>д. 31</w:t>
            </w:r>
            <w:r w:rsidR="00F34215">
              <w:rPr>
                <w:szCs w:val="28"/>
              </w:rPr>
              <w:t xml:space="preserve"> – </w:t>
            </w:r>
            <w:r w:rsidRPr="00224953">
              <w:rPr>
                <w:szCs w:val="28"/>
              </w:rPr>
              <w:t>37</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76:10:110107:10430</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область, Первомайский</w:t>
            </w:r>
            <w:r w:rsidR="00F34215">
              <w:rPr>
                <w:szCs w:val="28"/>
              </w:rPr>
              <w:t xml:space="preserve"> район</w:t>
            </w:r>
            <w:r w:rsidRPr="00224953">
              <w:rPr>
                <w:szCs w:val="28"/>
              </w:rPr>
              <w:t xml:space="preserve">, </w:t>
            </w:r>
            <w:r w:rsidR="00F34215">
              <w:rPr>
                <w:szCs w:val="28"/>
              </w:rPr>
              <w:t>рабочий поселок</w:t>
            </w:r>
            <w:r w:rsidRPr="00224953">
              <w:rPr>
                <w:szCs w:val="28"/>
              </w:rPr>
              <w:t xml:space="preserve"> Пречистое, ул. Ярославская, д. 71,</w:t>
            </w:r>
            <w:r w:rsidR="00F34215">
              <w:rPr>
                <w:szCs w:val="28"/>
              </w:rPr>
              <w:t xml:space="preserve"> </w:t>
            </w:r>
            <w:r w:rsidRPr="00224953">
              <w:rPr>
                <w:szCs w:val="28"/>
              </w:rPr>
              <w:t>73,</w:t>
            </w:r>
            <w:r w:rsidR="00F34215">
              <w:rPr>
                <w:szCs w:val="28"/>
              </w:rPr>
              <w:t xml:space="preserve"> </w:t>
            </w:r>
            <w:r w:rsidRPr="00224953">
              <w:rPr>
                <w:szCs w:val="28"/>
              </w:rPr>
              <w:t>75,</w:t>
            </w:r>
            <w:r w:rsidR="00F34215">
              <w:rPr>
                <w:szCs w:val="28"/>
              </w:rPr>
              <w:t xml:space="preserve"> </w:t>
            </w:r>
            <w:r w:rsidRPr="00224953">
              <w:rPr>
                <w:szCs w:val="28"/>
              </w:rPr>
              <w:t>77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76:10:110107:10434</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 Первомайский райо</w:t>
            </w:r>
            <w:r w:rsidRPr="00224953">
              <w:rPr>
                <w:szCs w:val="28"/>
              </w:rPr>
              <w:t xml:space="preserve">н, </w:t>
            </w:r>
            <w:r w:rsidR="00F34215">
              <w:rPr>
                <w:szCs w:val="28"/>
              </w:rPr>
              <w:t>рабочий поселок</w:t>
            </w:r>
            <w:r w:rsidRPr="00224953">
              <w:rPr>
                <w:szCs w:val="28"/>
              </w:rPr>
              <w:t xml:space="preserve"> Пречистое, ул. Ярославская, д. 81,</w:t>
            </w:r>
            <w:r w:rsidR="00F34215">
              <w:rPr>
                <w:szCs w:val="28"/>
              </w:rPr>
              <w:t xml:space="preserve"> </w:t>
            </w:r>
            <w:r w:rsidRPr="00224953">
              <w:rPr>
                <w:szCs w:val="28"/>
              </w:rPr>
              <w:t>83</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76:10:110107:10429</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 Первомайский райо</w:t>
            </w:r>
            <w:r w:rsidRPr="00224953">
              <w:rPr>
                <w:szCs w:val="28"/>
              </w:rPr>
              <w:t xml:space="preserve">н, </w:t>
            </w:r>
            <w:r w:rsidR="00F34215">
              <w:rPr>
                <w:szCs w:val="28"/>
              </w:rPr>
              <w:t>рабочий поселок</w:t>
            </w:r>
            <w:r w:rsidRPr="00224953">
              <w:rPr>
                <w:szCs w:val="28"/>
              </w:rPr>
              <w:t xml:space="preserve"> Пречистое, ул. Ярославская, д. 85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76:10:110107:10433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 Первомайский райо</w:t>
            </w:r>
            <w:r w:rsidRPr="00224953">
              <w:rPr>
                <w:szCs w:val="28"/>
              </w:rPr>
              <w:t xml:space="preserve">н, </w:t>
            </w:r>
            <w:r w:rsidR="00F34215">
              <w:rPr>
                <w:szCs w:val="28"/>
              </w:rPr>
              <w:t xml:space="preserve">рабочий поселок </w:t>
            </w:r>
            <w:r w:rsidRPr="00224953">
              <w:rPr>
                <w:szCs w:val="28"/>
              </w:rPr>
              <w:t>Пречистое, ул. Ярославская, д. 87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76:10:110107:10432</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 xml:space="preserve">Ярославская область, Первомайский район, </w:t>
            </w:r>
            <w:r w:rsidR="00F34215">
              <w:rPr>
                <w:szCs w:val="28"/>
              </w:rPr>
              <w:t xml:space="preserve">рабочий поселок </w:t>
            </w:r>
            <w:r w:rsidRPr="00224953">
              <w:rPr>
                <w:szCs w:val="28"/>
              </w:rPr>
              <w:t>Пречистое, ул. Ярославская, д. 94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76:10:110107:10435</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 Первомайский райо</w:t>
            </w:r>
            <w:r w:rsidRPr="00224953">
              <w:rPr>
                <w:szCs w:val="28"/>
              </w:rPr>
              <w:t xml:space="preserve">н, </w:t>
            </w:r>
            <w:r w:rsidR="00F34215">
              <w:rPr>
                <w:szCs w:val="28"/>
              </w:rPr>
              <w:t>рабочий поселок</w:t>
            </w:r>
            <w:r w:rsidRPr="00224953">
              <w:rPr>
                <w:szCs w:val="28"/>
              </w:rPr>
              <w:t xml:space="preserve"> Пр</w:t>
            </w:r>
            <w:r w:rsidR="00F34215">
              <w:rPr>
                <w:szCs w:val="28"/>
              </w:rPr>
              <w:t>ечистое, Кооперативный пер., д. </w:t>
            </w:r>
            <w:r w:rsidRPr="00224953">
              <w:rPr>
                <w:szCs w:val="28"/>
              </w:rPr>
              <w:t>5,</w:t>
            </w:r>
            <w:r w:rsidR="00F34215">
              <w:rPr>
                <w:szCs w:val="28"/>
              </w:rPr>
              <w:t xml:space="preserve"> </w:t>
            </w:r>
            <w:r w:rsidRPr="00224953">
              <w:rPr>
                <w:szCs w:val="28"/>
              </w:rPr>
              <w:t>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76:10:110107:10431</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772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область, Первомайский</w:t>
            </w:r>
            <w:r w:rsidR="00F34215">
              <w:rPr>
                <w:szCs w:val="28"/>
              </w:rPr>
              <w:t xml:space="preserve"> район,</w:t>
            </w:r>
            <w:r w:rsidRPr="00224953">
              <w:rPr>
                <w:szCs w:val="28"/>
              </w:rPr>
              <w:t xml:space="preserve"> </w:t>
            </w:r>
            <w:r w:rsidR="00F34215">
              <w:rPr>
                <w:szCs w:val="28"/>
              </w:rPr>
              <w:t>рабочий поселок</w:t>
            </w:r>
            <w:r w:rsidRPr="00224953">
              <w:rPr>
                <w:szCs w:val="28"/>
              </w:rPr>
              <w:t xml:space="preserve"> Пречистое, ул</w:t>
            </w:r>
            <w:r w:rsidR="00F34215">
              <w:rPr>
                <w:szCs w:val="28"/>
              </w:rPr>
              <w:t>.</w:t>
            </w:r>
            <w:r w:rsidRPr="00224953">
              <w:rPr>
                <w:szCs w:val="28"/>
              </w:rPr>
              <w:t xml:space="preserve"> Ярославская, д</w:t>
            </w:r>
            <w:r w:rsidR="00F34215">
              <w:rPr>
                <w:szCs w:val="28"/>
              </w:rPr>
              <w:t>.</w:t>
            </w:r>
            <w:r w:rsidRPr="00224953">
              <w:rPr>
                <w:szCs w:val="28"/>
              </w:rPr>
              <w:t xml:space="preserve"> 94а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76:10:110101:13404</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и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 Первомайский райо</w:t>
            </w:r>
            <w:r w:rsidRPr="00224953">
              <w:rPr>
                <w:szCs w:val="28"/>
              </w:rPr>
              <w:t xml:space="preserve">н, </w:t>
            </w:r>
            <w:r w:rsidR="00F34215">
              <w:rPr>
                <w:szCs w:val="28"/>
              </w:rPr>
              <w:t>рабочий поселок</w:t>
            </w:r>
            <w:r w:rsidRPr="00224953">
              <w:rPr>
                <w:szCs w:val="28"/>
              </w:rPr>
              <w:t xml:space="preserve"> Пречистое, ул. Ярославская, д. 101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76:10:110101:13407</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w:t>
            </w:r>
            <w:r w:rsidR="00F34215">
              <w:rPr>
                <w:szCs w:val="28"/>
              </w:rPr>
              <w:t>лавская область, Первомайский райо</w:t>
            </w:r>
            <w:r w:rsidRPr="00224953">
              <w:rPr>
                <w:szCs w:val="28"/>
              </w:rPr>
              <w:t xml:space="preserve">н, </w:t>
            </w:r>
            <w:r w:rsidR="00F34215">
              <w:rPr>
                <w:szCs w:val="28"/>
              </w:rPr>
              <w:t>рабочий поселок</w:t>
            </w:r>
            <w:r w:rsidRPr="00224953">
              <w:rPr>
                <w:szCs w:val="28"/>
              </w:rPr>
              <w:t xml:space="preserve"> Пречистое, ул. Полевая, д. 15а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76:10:110112:10406</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F34215" w:rsidP="00F34215">
            <w:pPr>
              <w:ind w:firstLine="0"/>
              <w:jc w:val="left"/>
              <w:rPr>
                <w:szCs w:val="28"/>
              </w:rPr>
            </w:pPr>
            <w:r>
              <w:rPr>
                <w:szCs w:val="28"/>
              </w:rPr>
              <w:t>Ярославская область, Первомайский райо</w:t>
            </w:r>
            <w:r w:rsidR="00D91137" w:rsidRPr="00224953">
              <w:rPr>
                <w:szCs w:val="28"/>
              </w:rPr>
              <w:t xml:space="preserve">н, </w:t>
            </w:r>
            <w:r>
              <w:rPr>
                <w:szCs w:val="28"/>
              </w:rPr>
              <w:t>рабочий поселок</w:t>
            </w:r>
            <w:r w:rsidR="00D91137" w:rsidRPr="00224953">
              <w:rPr>
                <w:szCs w:val="28"/>
              </w:rPr>
              <w:t xml:space="preserve"> Пречистое, ул. Ярославская, д. 104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76:10:000000:1074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область, Первомайский</w:t>
            </w:r>
            <w:r w:rsidR="00F34215">
              <w:rPr>
                <w:szCs w:val="28"/>
              </w:rPr>
              <w:t xml:space="preserve"> район</w:t>
            </w:r>
            <w:r w:rsidRPr="00224953">
              <w:rPr>
                <w:szCs w:val="28"/>
              </w:rPr>
              <w:t xml:space="preserve">, </w:t>
            </w:r>
            <w:r w:rsidR="00F34215">
              <w:rPr>
                <w:szCs w:val="28"/>
              </w:rPr>
              <w:t>рабочий поселок</w:t>
            </w:r>
            <w:r w:rsidRPr="00224953">
              <w:rPr>
                <w:szCs w:val="28"/>
              </w:rPr>
              <w:t xml:space="preserve"> Пречистое, ул. Совхозная, д. 1,</w:t>
            </w:r>
            <w:r w:rsidR="00F34215">
              <w:rPr>
                <w:szCs w:val="28"/>
              </w:rPr>
              <w:t xml:space="preserve"> </w:t>
            </w:r>
            <w:r w:rsidRPr="00224953">
              <w:rPr>
                <w:szCs w:val="28"/>
              </w:rPr>
              <w:t>3,</w:t>
            </w:r>
            <w:r w:rsidR="00F34215">
              <w:rPr>
                <w:szCs w:val="28"/>
              </w:rPr>
              <w:t xml:space="preserve"> </w:t>
            </w:r>
            <w:r w:rsidRPr="00224953">
              <w:rPr>
                <w:szCs w:val="28"/>
              </w:rPr>
              <w:t>4,</w:t>
            </w:r>
            <w:r w:rsidR="00F34215">
              <w:rPr>
                <w:szCs w:val="28"/>
              </w:rPr>
              <w:t xml:space="preserve"> </w:t>
            </w:r>
            <w:r w:rsidRPr="00224953">
              <w:rPr>
                <w:szCs w:val="28"/>
              </w:rPr>
              <w:t>5,</w:t>
            </w:r>
            <w:r w:rsidR="00F34215">
              <w:rPr>
                <w:szCs w:val="28"/>
              </w:rPr>
              <w:t xml:space="preserve"> </w:t>
            </w:r>
            <w:r w:rsidRPr="00224953">
              <w:rPr>
                <w:szCs w:val="28"/>
              </w:rPr>
              <w:t>8</w:t>
            </w:r>
            <w:r w:rsidR="00F34215">
              <w:rPr>
                <w:szCs w:val="28"/>
              </w:rPr>
              <w:t xml:space="preserve"> – </w:t>
            </w:r>
            <w:r w:rsidRPr="00224953">
              <w:rPr>
                <w:szCs w:val="28"/>
              </w:rPr>
              <w:t>10,</w:t>
            </w:r>
            <w:r w:rsidR="00F34215">
              <w:rPr>
                <w:szCs w:val="28"/>
              </w:rPr>
              <w:t xml:space="preserve"> </w:t>
            </w:r>
            <w:r w:rsidRPr="00224953">
              <w:rPr>
                <w:szCs w:val="28"/>
              </w:rPr>
              <w:t>11,</w:t>
            </w:r>
            <w:r w:rsidR="00F34215">
              <w:rPr>
                <w:szCs w:val="28"/>
              </w:rPr>
              <w:t xml:space="preserve"> </w:t>
            </w:r>
            <w:r w:rsidRPr="00224953">
              <w:rPr>
                <w:szCs w:val="28"/>
              </w:rPr>
              <w:t>13</w:t>
            </w:r>
            <w:r w:rsidR="00F34215">
              <w:rPr>
                <w:szCs w:val="28"/>
              </w:rPr>
              <w:t xml:space="preserve"> – </w:t>
            </w:r>
            <w:r w:rsidRPr="00224953">
              <w:rPr>
                <w:szCs w:val="28"/>
              </w:rPr>
              <w:t>16,18</w:t>
            </w:r>
            <w:r w:rsidR="00F34215">
              <w:rPr>
                <w:szCs w:val="28"/>
              </w:rPr>
              <w:t xml:space="preserve"> – </w:t>
            </w:r>
            <w:r w:rsidRPr="00224953">
              <w:rPr>
                <w:szCs w:val="28"/>
              </w:rPr>
              <w:t>24,</w:t>
            </w:r>
            <w:r w:rsidR="00F34215">
              <w:rPr>
                <w:szCs w:val="28"/>
              </w:rPr>
              <w:t xml:space="preserve"> </w:t>
            </w:r>
            <w:r w:rsidRPr="00224953">
              <w:rPr>
                <w:szCs w:val="28"/>
              </w:rPr>
              <w:t>26, ул. Ленина, д. 66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76:10:000000:1078</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w:t>
            </w:r>
            <w:r w:rsidR="00F34215">
              <w:rPr>
                <w:szCs w:val="28"/>
              </w:rPr>
              <w:t>асть, Первомайский райо</w:t>
            </w:r>
            <w:r w:rsidRPr="00224953">
              <w:rPr>
                <w:szCs w:val="28"/>
              </w:rPr>
              <w:t xml:space="preserve">н, </w:t>
            </w:r>
            <w:r w:rsidR="00F34215">
              <w:rPr>
                <w:szCs w:val="28"/>
              </w:rPr>
              <w:t xml:space="preserve">рабочий поселок </w:t>
            </w:r>
            <w:r w:rsidRPr="00224953">
              <w:rPr>
                <w:szCs w:val="28"/>
              </w:rPr>
              <w:t>Пречистое, пер.</w:t>
            </w:r>
            <w:r w:rsidR="00F34215">
              <w:rPr>
                <w:szCs w:val="28"/>
              </w:rPr>
              <w:t xml:space="preserve"> </w:t>
            </w:r>
            <w:r w:rsidRPr="00224953">
              <w:rPr>
                <w:szCs w:val="28"/>
              </w:rPr>
              <w:t>Фестивальный, к домам 2</w:t>
            </w:r>
            <w:r w:rsidR="00F34215">
              <w:rPr>
                <w:szCs w:val="28"/>
              </w:rPr>
              <w:t xml:space="preserve">, </w:t>
            </w:r>
            <w:r w:rsidRPr="00224953">
              <w:rPr>
                <w:szCs w:val="28"/>
              </w:rPr>
              <w:t>4</w:t>
            </w:r>
            <w:r w:rsidR="00F34215">
              <w:rPr>
                <w:szCs w:val="28"/>
              </w:rPr>
              <w:t xml:space="preserve">, </w:t>
            </w:r>
            <w:r w:rsidRPr="00224953">
              <w:rPr>
                <w:szCs w:val="28"/>
              </w:rPr>
              <w:t>8</w:t>
            </w:r>
            <w:r w:rsidR="00F34215">
              <w:rPr>
                <w:szCs w:val="28"/>
              </w:rPr>
              <w:t xml:space="preserve">, </w:t>
            </w:r>
            <w:r w:rsidRPr="00224953">
              <w:rPr>
                <w:szCs w:val="28"/>
              </w:rPr>
              <w:t>7</w:t>
            </w:r>
            <w:r w:rsidR="00F34215">
              <w:rPr>
                <w:szCs w:val="28"/>
              </w:rPr>
              <w:t xml:space="preserve">, </w:t>
            </w:r>
            <w:r w:rsidRPr="00224953">
              <w:rPr>
                <w:szCs w:val="28"/>
              </w:rPr>
              <w:t>11</w:t>
            </w:r>
            <w:r w:rsidR="00F34215">
              <w:rPr>
                <w:szCs w:val="28"/>
              </w:rPr>
              <w:t>, 13, ул. </w:t>
            </w:r>
            <w:r w:rsidRPr="00224953">
              <w:rPr>
                <w:szCs w:val="28"/>
              </w:rPr>
              <w:t>Ярославская</w:t>
            </w:r>
            <w:r w:rsidR="00F34215">
              <w:rPr>
                <w:szCs w:val="28"/>
              </w:rPr>
              <w:t>, д.</w:t>
            </w:r>
            <w:r w:rsidRPr="00224953">
              <w:rPr>
                <w:szCs w:val="28"/>
              </w:rPr>
              <w:t xml:space="preserve"> 70г</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76:10:110101:10587</w:t>
            </w:r>
          </w:p>
        </w:tc>
      </w:tr>
      <w:tr w:rsidR="00D91137" w:rsidRPr="00224953" w:rsidTr="00513A65">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w:t>
            </w:r>
            <w:r w:rsidR="00F34215">
              <w:rPr>
                <w:szCs w:val="28"/>
              </w:rPr>
              <w:t>лавская область, Первомайский райо</w:t>
            </w:r>
            <w:r w:rsidRPr="00224953">
              <w:rPr>
                <w:szCs w:val="28"/>
              </w:rPr>
              <w:t xml:space="preserve">н, </w:t>
            </w:r>
            <w:r w:rsidR="00F34215">
              <w:rPr>
                <w:szCs w:val="28"/>
              </w:rPr>
              <w:t xml:space="preserve">рабочий поселок </w:t>
            </w:r>
            <w:r w:rsidRPr="00224953">
              <w:rPr>
                <w:szCs w:val="28"/>
              </w:rPr>
              <w:t>Пречистое, ул. Мелиоративная, д. 1, 4, 5, 6, 7, 7а, 9, 9а, 10, 11, 12, 12а, 14, 16, 17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76:10:110109:10364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779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 xml:space="preserve">Ярославская область, Первомайский район, </w:t>
            </w:r>
            <w:r w:rsidR="00F34215">
              <w:rPr>
                <w:szCs w:val="28"/>
              </w:rPr>
              <w:t>рабочий поселок</w:t>
            </w:r>
            <w:r w:rsidRPr="00224953">
              <w:rPr>
                <w:szCs w:val="28"/>
              </w:rPr>
              <w:t xml:space="preserve"> Пречистое, ул. Ярославская, д. 41,</w:t>
            </w:r>
            <w:r w:rsidR="00F34215">
              <w:rPr>
                <w:szCs w:val="28"/>
              </w:rPr>
              <w:t xml:space="preserve"> </w:t>
            </w:r>
            <w:r w:rsidRPr="00224953">
              <w:rPr>
                <w:szCs w:val="28"/>
              </w:rPr>
              <w:t>51,</w:t>
            </w:r>
            <w:r w:rsidR="00F34215">
              <w:rPr>
                <w:szCs w:val="28"/>
              </w:rPr>
              <w:t xml:space="preserve"> </w:t>
            </w:r>
            <w:r w:rsidRPr="00224953">
              <w:rPr>
                <w:szCs w:val="28"/>
              </w:rPr>
              <w:t>52 (музей)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76:10:000000:1076</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34215"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область, Первомайский</w:t>
            </w:r>
            <w:r w:rsidR="00F34215">
              <w:rPr>
                <w:szCs w:val="28"/>
              </w:rPr>
              <w:t xml:space="preserve"> район</w:t>
            </w:r>
            <w:r w:rsidRPr="00224953">
              <w:rPr>
                <w:szCs w:val="28"/>
              </w:rPr>
              <w:t xml:space="preserve">, </w:t>
            </w:r>
            <w:r w:rsidR="00F34215">
              <w:rPr>
                <w:szCs w:val="28"/>
              </w:rPr>
              <w:t>рабочий поселок</w:t>
            </w:r>
            <w:r w:rsidRPr="00224953">
              <w:rPr>
                <w:szCs w:val="28"/>
              </w:rPr>
              <w:t xml:space="preserve"> Пречистое, ул. Полевая, д. 10,</w:t>
            </w:r>
            <w:r w:rsidR="00F34215">
              <w:rPr>
                <w:szCs w:val="28"/>
              </w:rPr>
              <w:t xml:space="preserve"> </w:t>
            </w:r>
            <w:r w:rsidRPr="00224953">
              <w:rPr>
                <w:szCs w:val="28"/>
              </w:rPr>
              <w:t>12,</w:t>
            </w:r>
            <w:r w:rsidR="00F34215">
              <w:rPr>
                <w:szCs w:val="28"/>
              </w:rPr>
              <w:t xml:space="preserve"> </w:t>
            </w:r>
            <w:r w:rsidRPr="00224953">
              <w:rPr>
                <w:szCs w:val="28"/>
              </w:rPr>
              <w:t>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76:10:110112:10405</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781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F34215">
            <w:pPr>
              <w:ind w:firstLine="0"/>
              <w:jc w:val="left"/>
              <w:rPr>
                <w:szCs w:val="28"/>
              </w:rPr>
            </w:pPr>
            <w:r w:rsidRPr="00224953">
              <w:rPr>
                <w:szCs w:val="28"/>
              </w:rPr>
              <w:t>Ярославская область, Первомайский р</w:t>
            </w:r>
            <w:r w:rsidR="00F34215">
              <w:rPr>
                <w:szCs w:val="28"/>
              </w:rPr>
              <w:t>айо</w:t>
            </w:r>
            <w:r w:rsidRPr="00224953">
              <w:rPr>
                <w:szCs w:val="28"/>
              </w:rPr>
              <w:t xml:space="preserve">н, </w:t>
            </w:r>
            <w:r w:rsidR="00F34215">
              <w:rPr>
                <w:szCs w:val="28"/>
              </w:rPr>
              <w:t>рабочий поселок</w:t>
            </w:r>
            <w:r w:rsidRPr="00224953">
              <w:rPr>
                <w:szCs w:val="28"/>
              </w:rPr>
              <w:t xml:space="preserve"> Пречистое, ул. Новая, д. 1,</w:t>
            </w:r>
            <w:r w:rsidR="00F34215">
              <w:rPr>
                <w:szCs w:val="28"/>
              </w:rPr>
              <w:t xml:space="preserve"> </w:t>
            </w:r>
            <w:r w:rsidRPr="00224953">
              <w:rPr>
                <w:szCs w:val="28"/>
              </w:rPr>
              <w:t>3,</w:t>
            </w:r>
            <w:r w:rsidR="00F34215">
              <w:rPr>
                <w:szCs w:val="28"/>
              </w:rPr>
              <w:t xml:space="preserve"> </w:t>
            </w:r>
            <w:r w:rsidRPr="00224953">
              <w:rPr>
                <w:szCs w:val="28"/>
              </w:rPr>
              <w:t>5,</w:t>
            </w:r>
            <w:r w:rsidR="00F34215">
              <w:rPr>
                <w:szCs w:val="28"/>
              </w:rPr>
              <w:t xml:space="preserve"> </w:t>
            </w:r>
            <w:r w:rsidRPr="00224953">
              <w:rPr>
                <w:szCs w:val="28"/>
              </w:rPr>
              <w:t>7,</w:t>
            </w:r>
            <w:r w:rsidR="00F34215">
              <w:rPr>
                <w:szCs w:val="28"/>
              </w:rPr>
              <w:t xml:space="preserve"> </w:t>
            </w:r>
            <w:r w:rsidRPr="00224953">
              <w:rPr>
                <w:szCs w:val="28"/>
              </w:rPr>
              <w:t>9,</w:t>
            </w:r>
            <w:r w:rsidR="00F34215">
              <w:rPr>
                <w:szCs w:val="28"/>
              </w:rPr>
              <w:t xml:space="preserve"> </w:t>
            </w:r>
            <w:r w:rsidRPr="00224953">
              <w:rPr>
                <w:szCs w:val="28"/>
              </w:rPr>
              <w:t>11,</w:t>
            </w:r>
            <w:r w:rsidR="00F34215">
              <w:rPr>
                <w:szCs w:val="28"/>
              </w:rPr>
              <w:t xml:space="preserve"> </w:t>
            </w:r>
            <w:r w:rsidRPr="00224953">
              <w:rPr>
                <w:szCs w:val="28"/>
              </w:rPr>
              <w:t>15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76:10:110112:10407</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C212F5">
            <w:pPr>
              <w:ind w:firstLine="0"/>
              <w:jc w:val="left"/>
              <w:rPr>
                <w:szCs w:val="28"/>
              </w:rPr>
            </w:pPr>
            <w:r w:rsidRPr="00224953">
              <w:rPr>
                <w:szCs w:val="28"/>
              </w:rPr>
              <w:t xml:space="preserve">Российская Федерация, Ярославская область, Первомайский район, </w:t>
            </w:r>
            <w:r w:rsidR="00C212F5">
              <w:rPr>
                <w:szCs w:val="28"/>
              </w:rPr>
              <w:t>рабочий поселок</w:t>
            </w:r>
            <w:r w:rsidR="00363641">
              <w:rPr>
                <w:szCs w:val="28"/>
              </w:rPr>
              <w:t> </w:t>
            </w:r>
            <w:r w:rsidRPr="00224953">
              <w:rPr>
                <w:szCs w:val="28"/>
              </w:rPr>
              <w:t>Пречистое, ул. Любимская (</w:t>
            </w:r>
            <w:r w:rsidRPr="00C212F5">
              <w:rPr>
                <w:szCs w:val="28"/>
              </w:rPr>
              <w:t>распред</w:t>
            </w:r>
            <w:r w:rsidR="00C212F5" w:rsidRPr="00C212F5">
              <w:rPr>
                <w:szCs w:val="28"/>
              </w:rPr>
              <w:t>елительный</w:t>
            </w:r>
            <w:r w:rsidRPr="00C212F5">
              <w:rPr>
                <w:szCs w:val="28"/>
              </w:rPr>
              <w:t xml:space="preserve"> газопр</w:t>
            </w:r>
            <w:r w:rsidRPr="00224953">
              <w:rPr>
                <w:szCs w:val="28"/>
              </w:rPr>
              <w:t xml:space="preserve">овод </w:t>
            </w:r>
            <w:r w:rsidR="002A54FC">
              <w:rPr>
                <w:szCs w:val="28"/>
              </w:rPr>
              <w:t>низкого давления</w:t>
            </w:r>
            <w:r w:rsidRPr="00224953">
              <w:rPr>
                <w:szCs w:val="28"/>
              </w:rPr>
              <w:t>)</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76:10:000000:1066</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Российская Федерация, Ярославская </w:t>
            </w:r>
            <w:r w:rsidR="00C212F5">
              <w:rPr>
                <w:szCs w:val="28"/>
              </w:rPr>
              <w:t>область, Первомайский район,</w:t>
            </w:r>
            <w:r w:rsidR="00C212F5">
              <w:t xml:space="preserve"> </w:t>
            </w:r>
            <w:r w:rsidR="00C212F5">
              <w:rPr>
                <w:szCs w:val="28"/>
              </w:rPr>
              <w:t>рабочий посе</w:t>
            </w:r>
            <w:r w:rsidR="00C212F5" w:rsidRPr="00C212F5">
              <w:rPr>
                <w:szCs w:val="28"/>
              </w:rPr>
              <w:t xml:space="preserve">лок </w:t>
            </w:r>
            <w:r w:rsidR="002A54FC">
              <w:rPr>
                <w:szCs w:val="28"/>
              </w:rPr>
              <w:t> </w:t>
            </w:r>
            <w:r w:rsidRPr="00224953">
              <w:rPr>
                <w:szCs w:val="28"/>
              </w:rPr>
              <w:t>Пречистое, ул. Ленина, д. 50,</w:t>
            </w:r>
            <w:r w:rsidR="002A54FC">
              <w:rPr>
                <w:szCs w:val="28"/>
              </w:rPr>
              <w:t xml:space="preserve"> </w:t>
            </w:r>
            <w:r w:rsidRPr="00224953">
              <w:rPr>
                <w:szCs w:val="28"/>
              </w:rPr>
              <w:t>26,</w:t>
            </w:r>
            <w:r w:rsidR="002A54FC">
              <w:rPr>
                <w:szCs w:val="28"/>
              </w:rPr>
              <w:t xml:space="preserve"> </w:t>
            </w:r>
            <w:r w:rsidRPr="00224953">
              <w:rPr>
                <w:szCs w:val="28"/>
              </w:rPr>
              <w:t>8, ул. Заводская, д. 6,</w:t>
            </w:r>
            <w:r w:rsidR="002A54FC">
              <w:rPr>
                <w:szCs w:val="28"/>
              </w:rPr>
              <w:t xml:space="preserve"> </w:t>
            </w:r>
            <w:r w:rsidRPr="00224953">
              <w:rPr>
                <w:szCs w:val="28"/>
              </w:rPr>
              <w:t>7,</w:t>
            </w:r>
            <w:r w:rsidR="002A54FC">
              <w:rPr>
                <w:szCs w:val="28"/>
              </w:rPr>
              <w:t xml:space="preserve"> </w:t>
            </w:r>
            <w:r w:rsidRPr="00224953">
              <w:rPr>
                <w:szCs w:val="28"/>
              </w:rPr>
              <w:t>8,</w:t>
            </w:r>
            <w:r w:rsidR="002A54FC">
              <w:rPr>
                <w:szCs w:val="28"/>
              </w:rPr>
              <w:t xml:space="preserve"> </w:t>
            </w:r>
            <w:r w:rsidRPr="00224953">
              <w:rPr>
                <w:szCs w:val="28"/>
              </w:rPr>
              <w:t>8б,</w:t>
            </w:r>
            <w:r w:rsidR="002A54FC">
              <w:rPr>
                <w:szCs w:val="28"/>
              </w:rPr>
              <w:t xml:space="preserve"> </w:t>
            </w:r>
            <w:r w:rsidRPr="00224953">
              <w:rPr>
                <w:szCs w:val="28"/>
              </w:rPr>
              <w:t>9,</w:t>
            </w:r>
            <w:r w:rsidR="002A54FC">
              <w:rPr>
                <w:szCs w:val="28"/>
              </w:rPr>
              <w:t xml:space="preserve"> </w:t>
            </w:r>
            <w:r w:rsidRPr="00224953">
              <w:rPr>
                <w:szCs w:val="28"/>
              </w:rPr>
              <w:t>10,</w:t>
            </w:r>
            <w:r w:rsidR="002A54FC">
              <w:rPr>
                <w:szCs w:val="28"/>
              </w:rPr>
              <w:t xml:space="preserve"> </w:t>
            </w:r>
            <w:r w:rsidRPr="00224953">
              <w:rPr>
                <w:szCs w:val="28"/>
              </w:rPr>
              <w:t>11,</w:t>
            </w:r>
            <w:r w:rsidR="002A54FC">
              <w:rPr>
                <w:szCs w:val="28"/>
              </w:rPr>
              <w:t xml:space="preserve"> </w:t>
            </w:r>
            <w:r w:rsidRPr="00224953">
              <w:rPr>
                <w:szCs w:val="28"/>
              </w:rPr>
              <w:t>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76:10:000000:1077</w:t>
            </w:r>
          </w:p>
        </w:tc>
      </w:tr>
      <w:tr w:rsidR="00D91137" w:rsidRPr="00224953" w:rsidTr="00513A65">
        <w:trPr>
          <w:trHeight w:val="706"/>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C212F5" w:rsidRDefault="00D91137" w:rsidP="00C212F5">
            <w:pPr>
              <w:ind w:firstLine="0"/>
              <w:jc w:val="left"/>
              <w:rPr>
                <w:szCs w:val="28"/>
              </w:rPr>
            </w:pPr>
            <w:r w:rsidRPr="00224953">
              <w:rPr>
                <w:szCs w:val="28"/>
              </w:rPr>
              <w:t xml:space="preserve">Российская Федерация, Ярославская </w:t>
            </w:r>
            <w:r w:rsidR="002A54FC">
              <w:rPr>
                <w:szCs w:val="28"/>
              </w:rPr>
              <w:t xml:space="preserve">область, Первомайский район, </w:t>
            </w:r>
            <w:r w:rsidR="00C212F5">
              <w:rPr>
                <w:szCs w:val="28"/>
              </w:rPr>
              <w:t xml:space="preserve">рабочий поселок  </w:t>
            </w:r>
            <w:r w:rsidR="002A54FC">
              <w:rPr>
                <w:szCs w:val="28"/>
              </w:rPr>
              <w:t> </w:t>
            </w:r>
            <w:r w:rsidRPr="00224953">
              <w:rPr>
                <w:szCs w:val="28"/>
              </w:rPr>
              <w:t xml:space="preserve">Пречистое, ул. Фестивальная, </w:t>
            </w:r>
          </w:p>
          <w:p w:rsidR="00C212F5" w:rsidRDefault="00D91137" w:rsidP="00C212F5">
            <w:pPr>
              <w:ind w:firstLine="0"/>
              <w:jc w:val="left"/>
              <w:rPr>
                <w:szCs w:val="28"/>
              </w:rPr>
            </w:pPr>
            <w:r w:rsidRPr="00224953">
              <w:rPr>
                <w:szCs w:val="28"/>
              </w:rPr>
              <w:t>д. 20,</w:t>
            </w:r>
            <w:r w:rsidR="002A54FC">
              <w:rPr>
                <w:szCs w:val="28"/>
              </w:rPr>
              <w:t xml:space="preserve"> </w:t>
            </w:r>
            <w:r w:rsidRPr="00224953">
              <w:rPr>
                <w:szCs w:val="28"/>
              </w:rPr>
              <w:t>21,</w:t>
            </w:r>
            <w:r w:rsidR="002A54FC">
              <w:rPr>
                <w:szCs w:val="28"/>
              </w:rPr>
              <w:t xml:space="preserve"> </w:t>
            </w:r>
            <w:r w:rsidRPr="00224953">
              <w:rPr>
                <w:szCs w:val="28"/>
              </w:rPr>
              <w:t>22,</w:t>
            </w:r>
            <w:r w:rsidR="002A54FC">
              <w:rPr>
                <w:szCs w:val="28"/>
              </w:rPr>
              <w:t xml:space="preserve"> </w:t>
            </w:r>
            <w:r w:rsidRPr="00224953">
              <w:rPr>
                <w:szCs w:val="28"/>
              </w:rPr>
              <w:t>26,</w:t>
            </w:r>
            <w:r w:rsidR="002A54FC">
              <w:rPr>
                <w:szCs w:val="28"/>
              </w:rPr>
              <w:t xml:space="preserve"> </w:t>
            </w:r>
            <w:r w:rsidRPr="00224953">
              <w:rPr>
                <w:szCs w:val="28"/>
              </w:rPr>
              <w:t>29,</w:t>
            </w:r>
            <w:r w:rsidR="002A54FC">
              <w:rPr>
                <w:szCs w:val="28"/>
              </w:rPr>
              <w:t xml:space="preserve"> </w:t>
            </w:r>
            <w:r w:rsidRPr="00224953">
              <w:rPr>
                <w:szCs w:val="28"/>
              </w:rPr>
              <w:t>31а,</w:t>
            </w:r>
            <w:r w:rsidR="002A54FC">
              <w:rPr>
                <w:szCs w:val="28"/>
              </w:rPr>
              <w:t xml:space="preserve"> </w:t>
            </w:r>
            <w:r w:rsidRPr="00224953">
              <w:rPr>
                <w:szCs w:val="28"/>
              </w:rPr>
              <w:t>38,</w:t>
            </w:r>
            <w:r w:rsidR="002A54FC">
              <w:rPr>
                <w:szCs w:val="28"/>
              </w:rPr>
              <w:t xml:space="preserve"> </w:t>
            </w:r>
            <w:r w:rsidRPr="00224953">
              <w:rPr>
                <w:szCs w:val="28"/>
              </w:rPr>
              <w:t xml:space="preserve">40, ул. Юбилейная, </w:t>
            </w:r>
          </w:p>
          <w:p w:rsidR="00D91137" w:rsidRPr="00224953" w:rsidRDefault="00D91137" w:rsidP="00C212F5">
            <w:pPr>
              <w:ind w:firstLine="0"/>
              <w:jc w:val="left"/>
              <w:rPr>
                <w:szCs w:val="28"/>
              </w:rPr>
            </w:pPr>
            <w:r w:rsidRPr="00224953">
              <w:rPr>
                <w:szCs w:val="28"/>
              </w:rPr>
              <w:t>д. 1,</w:t>
            </w:r>
            <w:r w:rsidR="002A54FC">
              <w:rPr>
                <w:szCs w:val="28"/>
              </w:rPr>
              <w:t xml:space="preserve"> </w:t>
            </w:r>
            <w:r w:rsidRPr="00224953">
              <w:rPr>
                <w:szCs w:val="28"/>
              </w:rPr>
              <w:t>3,</w:t>
            </w:r>
            <w:r w:rsidR="002A54FC">
              <w:rPr>
                <w:szCs w:val="28"/>
              </w:rPr>
              <w:t xml:space="preserve"> </w:t>
            </w:r>
            <w:r w:rsidRPr="00224953">
              <w:rPr>
                <w:szCs w:val="28"/>
              </w:rPr>
              <w:t>5,</w:t>
            </w:r>
            <w:r w:rsidR="002A54FC">
              <w:rPr>
                <w:szCs w:val="28"/>
              </w:rPr>
              <w:t xml:space="preserve"> </w:t>
            </w:r>
            <w:r w:rsidRPr="00224953">
              <w:rPr>
                <w:szCs w:val="28"/>
              </w:rPr>
              <w:t>9,</w:t>
            </w:r>
            <w:r w:rsidR="002A54FC">
              <w:rPr>
                <w:szCs w:val="28"/>
              </w:rPr>
              <w:t xml:space="preserve"> </w:t>
            </w:r>
            <w:r w:rsidRPr="00224953">
              <w:rPr>
                <w:szCs w:val="28"/>
              </w:rPr>
              <w:t>10,</w:t>
            </w:r>
            <w:r w:rsidR="002A54FC">
              <w:rPr>
                <w:szCs w:val="28"/>
              </w:rPr>
              <w:t xml:space="preserve"> </w:t>
            </w:r>
            <w:r w:rsidRPr="00224953">
              <w:rPr>
                <w:szCs w:val="28"/>
              </w:rPr>
              <w:t>11,</w:t>
            </w:r>
            <w:r w:rsidR="002A54FC">
              <w:rPr>
                <w:szCs w:val="28"/>
              </w:rPr>
              <w:t xml:space="preserve"> </w:t>
            </w:r>
            <w:r w:rsidRPr="00224953">
              <w:rPr>
                <w:szCs w:val="28"/>
              </w:rPr>
              <w:t>18,</w:t>
            </w:r>
            <w:r w:rsidR="002A54FC">
              <w:rPr>
                <w:szCs w:val="28"/>
              </w:rPr>
              <w:t xml:space="preserve"> </w:t>
            </w:r>
            <w:r w:rsidRPr="00224953">
              <w:rPr>
                <w:szCs w:val="28"/>
              </w:rPr>
              <w:t>30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76:10:000000:1075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A54FC" w:rsidP="00D91137">
            <w:pPr>
              <w:ind w:firstLine="0"/>
              <w:jc w:val="left"/>
              <w:rPr>
                <w:szCs w:val="28"/>
              </w:rPr>
            </w:pPr>
            <w:r>
              <w:rPr>
                <w:szCs w:val="28"/>
              </w:rPr>
              <w:t>Г</w:t>
            </w:r>
            <w:r w:rsidR="00D91137" w:rsidRPr="00224953">
              <w:rPr>
                <w:szCs w:val="28"/>
              </w:rPr>
              <w:t>азопровод низкого давления к котельной школы</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A54FC">
            <w:pPr>
              <w:ind w:firstLine="0"/>
              <w:jc w:val="left"/>
              <w:rPr>
                <w:szCs w:val="28"/>
              </w:rPr>
            </w:pPr>
            <w:r w:rsidRPr="00224953">
              <w:rPr>
                <w:szCs w:val="28"/>
              </w:rPr>
              <w:t>Российская Федерация, Ярославская область, Первомайский</w:t>
            </w:r>
            <w:r w:rsidR="002A54FC">
              <w:rPr>
                <w:szCs w:val="28"/>
              </w:rPr>
              <w:t xml:space="preserve"> район, д. </w:t>
            </w:r>
            <w:r w:rsidRPr="00224953">
              <w:rPr>
                <w:szCs w:val="28"/>
              </w:rPr>
              <w:t>Шильпухово, котельная школы</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76:10:084101:10511</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A54FC" w:rsidP="00D91137">
            <w:pPr>
              <w:ind w:firstLine="0"/>
              <w:jc w:val="left"/>
              <w:rPr>
                <w:szCs w:val="28"/>
              </w:rPr>
            </w:pPr>
            <w:r>
              <w:rPr>
                <w:szCs w:val="28"/>
              </w:rPr>
              <w:t>Г</w:t>
            </w:r>
            <w:r w:rsidR="00D91137" w:rsidRPr="00224953">
              <w:rPr>
                <w:szCs w:val="28"/>
              </w:rPr>
              <w:t>азопровод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A54FC">
            <w:pPr>
              <w:ind w:firstLine="0"/>
              <w:jc w:val="left"/>
              <w:rPr>
                <w:szCs w:val="28"/>
              </w:rPr>
            </w:pPr>
            <w:r w:rsidRPr="00224953">
              <w:rPr>
                <w:szCs w:val="28"/>
              </w:rPr>
              <w:t>Российская Федерация, Ярославская область, Первомайский</w:t>
            </w:r>
            <w:r w:rsidR="002A54FC">
              <w:rPr>
                <w:szCs w:val="28"/>
              </w:rPr>
              <w:t xml:space="preserve"> район</w:t>
            </w:r>
            <w:r w:rsidRPr="00224953">
              <w:rPr>
                <w:szCs w:val="28"/>
              </w:rPr>
              <w:t>, д</w:t>
            </w:r>
            <w:r w:rsidR="002A54FC">
              <w:rPr>
                <w:szCs w:val="28"/>
              </w:rPr>
              <w:t>. </w:t>
            </w:r>
            <w:r w:rsidRPr="00224953">
              <w:rPr>
                <w:szCs w:val="28"/>
              </w:rPr>
              <w:t>Шильпухово, д.</w:t>
            </w:r>
            <w:r w:rsidR="002A54FC">
              <w:rPr>
                <w:szCs w:val="28"/>
              </w:rPr>
              <w:t xml:space="preserve"> </w:t>
            </w:r>
            <w:r w:rsidRPr="00224953">
              <w:rPr>
                <w:szCs w:val="28"/>
              </w:rPr>
              <w:t>95а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76:10:084101:10512</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A54FC" w:rsidRDefault="002A54FC" w:rsidP="00D91137">
            <w:pPr>
              <w:ind w:firstLine="0"/>
              <w:jc w:val="left"/>
              <w:rPr>
                <w:szCs w:val="28"/>
              </w:rPr>
            </w:pPr>
            <w:r>
              <w:rPr>
                <w:szCs w:val="28"/>
              </w:rPr>
              <w:t>Г</w:t>
            </w:r>
            <w:r w:rsidR="00D91137" w:rsidRPr="00224953">
              <w:rPr>
                <w:szCs w:val="28"/>
              </w:rPr>
              <w:t xml:space="preserve">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A54FC">
            <w:pPr>
              <w:ind w:firstLine="0"/>
              <w:jc w:val="left"/>
              <w:rPr>
                <w:szCs w:val="28"/>
              </w:rPr>
            </w:pPr>
            <w:r w:rsidRPr="00224953">
              <w:rPr>
                <w:szCs w:val="28"/>
              </w:rPr>
              <w:t>Российская Федерация, Ярославская область, Первомайский</w:t>
            </w:r>
            <w:r w:rsidR="002A54FC">
              <w:rPr>
                <w:szCs w:val="28"/>
              </w:rPr>
              <w:t xml:space="preserve"> район</w:t>
            </w:r>
            <w:r w:rsidRPr="00224953">
              <w:rPr>
                <w:szCs w:val="28"/>
              </w:rPr>
              <w:t>, с</w:t>
            </w:r>
            <w:r w:rsidR="002A54FC">
              <w:rPr>
                <w:szCs w:val="28"/>
              </w:rPr>
              <w:t>. </w:t>
            </w:r>
            <w:r w:rsidRPr="00224953">
              <w:rPr>
                <w:szCs w:val="28"/>
              </w:rPr>
              <w:t>Коза, от ГРП №</w:t>
            </w:r>
            <w:r w:rsidR="002A54FC">
              <w:rPr>
                <w:szCs w:val="28"/>
              </w:rPr>
              <w:t xml:space="preserve"> </w:t>
            </w:r>
            <w:r w:rsidRPr="00224953">
              <w:rPr>
                <w:szCs w:val="28"/>
              </w:rPr>
              <w:t>4 по ул.</w:t>
            </w:r>
            <w:r w:rsidR="002A54FC">
              <w:rPr>
                <w:szCs w:val="28"/>
              </w:rPr>
              <w:t> </w:t>
            </w:r>
            <w:r w:rsidRPr="00224953">
              <w:rPr>
                <w:szCs w:val="28"/>
              </w:rPr>
              <w:t>Центральная и ул.</w:t>
            </w:r>
            <w:r w:rsidR="002A54FC">
              <w:rPr>
                <w:szCs w:val="28"/>
              </w:rPr>
              <w:t> </w:t>
            </w:r>
            <w:r w:rsidRPr="00224953">
              <w:rPr>
                <w:szCs w:val="28"/>
              </w:rPr>
              <w:t>Рождественская</w:t>
            </w:r>
            <w:r w:rsidR="002A54FC">
              <w:rPr>
                <w:szCs w:val="28"/>
              </w:rPr>
              <w:t>,</w:t>
            </w:r>
            <w:r w:rsidRPr="00224953">
              <w:rPr>
                <w:szCs w:val="28"/>
              </w:rPr>
              <w:t xml:space="preserve"> д.</w:t>
            </w:r>
            <w:r w:rsidR="002A54FC">
              <w:rPr>
                <w:szCs w:val="28"/>
              </w:rPr>
              <w:t xml:space="preserve"> </w:t>
            </w:r>
            <w:r w:rsidRPr="00224953">
              <w:rPr>
                <w:szCs w:val="28"/>
              </w:rPr>
              <w:t>42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76:10:020301:10555</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A54FC" w:rsidP="00D91137">
            <w:pPr>
              <w:ind w:firstLine="0"/>
              <w:jc w:val="left"/>
              <w:rPr>
                <w:szCs w:val="28"/>
              </w:rPr>
            </w:pPr>
            <w:r>
              <w:rPr>
                <w:szCs w:val="28"/>
              </w:rPr>
              <w:t>Г</w:t>
            </w:r>
            <w:r w:rsidR="00D91137" w:rsidRPr="00224953">
              <w:rPr>
                <w:szCs w:val="28"/>
              </w:rPr>
              <w:t>азопровод высокого и 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A54FC">
            <w:pPr>
              <w:ind w:firstLine="0"/>
              <w:jc w:val="left"/>
              <w:rPr>
                <w:szCs w:val="28"/>
              </w:rPr>
            </w:pPr>
            <w:r w:rsidRPr="00224953">
              <w:rPr>
                <w:szCs w:val="28"/>
              </w:rPr>
              <w:t xml:space="preserve">Российская Федерация, Ярославская область, </w:t>
            </w:r>
            <w:r w:rsidRPr="00224953">
              <w:rPr>
                <w:szCs w:val="28"/>
              </w:rPr>
              <w:lastRenderedPageBreak/>
              <w:t>Первомайский</w:t>
            </w:r>
            <w:r w:rsidR="002A54FC">
              <w:rPr>
                <w:szCs w:val="28"/>
              </w:rPr>
              <w:t xml:space="preserve"> район</w:t>
            </w:r>
            <w:r w:rsidRPr="00224953">
              <w:rPr>
                <w:szCs w:val="28"/>
              </w:rPr>
              <w:t>, АГРС-Коза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76:10:000000:1072</w:t>
            </w:r>
          </w:p>
        </w:tc>
      </w:tr>
      <w:tr w:rsidR="00D91137" w:rsidRPr="00224953" w:rsidTr="00513A65">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789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A54FC" w:rsidP="00D91137">
            <w:pPr>
              <w:ind w:firstLine="0"/>
              <w:jc w:val="left"/>
              <w:rPr>
                <w:szCs w:val="28"/>
              </w:rPr>
            </w:pPr>
            <w:r>
              <w:rPr>
                <w:szCs w:val="28"/>
              </w:rPr>
              <w:t>Г</w:t>
            </w:r>
            <w:r w:rsidR="00D91137" w:rsidRPr="00224953">
              <w:rPr>
                <w:szCs w:val="28"/>
              </w:rPr>
              <w:t xml:space="preserve">азопровод </w:t>
            </w:r>
            <w:r>
              <w:rPr>
                <w:szCs w:val="28"/>
              </w:rPr>
              <w:br/>
            </w:r>
            <w:r w:rsidR="00D91137"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A54FC">
            <w:pPr>
              <w:ind w:firstLine="0"/>
              <w:jc w:val="left"/>
              <w:rPr>
                <w:szCs w:val="28"/>
              </w:rPr>
            </w:pPr>
            <w:r w:rsidRPr="00224953">
              <w:rPr>
                <w:szCs w:val="28"/>
              </w:rPr>
              <w:t>Российская Федерация, Ярославская область, Первомайский</w:t>
            </w:r>
            <w:r w:rsidR="002A54FC">
              <w:rPr>
                <w:szCs w:val="28"/>
              </w:rPr>
              <w:t xml:space="preserve"> район</w:t>
            </w:r>
            <w:r w:rsidRPr="00224953">
              <w:rPr>
                <w:szCs w:val="28"/>
              </w:rPr>
              <w:t>, с</w:t>
            </w:r>
            <w:r w:rsidR="002A54FC">
              <w:rPr>
                <w:szCs w:val="28"/>
              </w:rPr>
              <w:t>. </w:t>
            </w:r>
            <w:r w:rsidRPr="00224953">
              <w:rPr>
                <w:szCs w:val="28"/>
              </w:rPr>
              <w:t>Коза, ул.Заречная, д.</w:t>
            </w:r>
            <w:r w:rsidR="002A54FC">
              <w:rPr>
                <w:szCs w:val="28"/>
              </w:rPr>
              <w:t xml:space="preserve"> </w:t>
            </w:r>
            <w:r w:rsidRPr="00224953">
              <w:rPr>
                <w:szCs w:val="28"/>
              </w:rPr>
              <w:t>5,</w:t>
            </w:r>
            <w:r w:rsidR="002A54FC">
              <w:rPr>
                <w:szCs w:val="28"/>
              </w:rPr>
              <w:t xml:space="preserve"> </w:t>
            </w:r>
            <w:r w:rsidRPr="00224953">
              <w:rPr>
                <w:szCs w:val="28"/>
              </w:rPr>
              <w:t>9,</w:t>
            </w:r>
            <w:r w:rsidR="002A54FC">
              <w:rPr>
                <w:szCs w:val="28"/>
              </w:rPr>
              <w:t xml:space="preserve"> </w:t>
            </w:r>
            <w:r w:rsidRPr="00224953">
              <w:rPr>
                <w:szCs w:val="28"/>
              </w:rPr>
              <w:t>11,</w:t>
            </w:r>
            <w:r w:rsidR="002A54FC">
              <w:rPr>
                <w:szCs w:val="28"/>
              </w:rPr>
              <w:t xml:space="preserve"> </w:t>
            </w:r>
            <w:r w:rsidRPr="00224953">
              <w:rPr>
                <w:szCs w:val="28"/>
              </w:rPr>
              <w:t>13,</w:t>
            </w:r>
            <w:r w:rsidR="002A54FC">
              <w:rPr>
                <w:szCs w:val="28"/>
              </w:rPr>
              <w:t xml:space="preserve"> 15, </w:t>
            </w:r>
            <w:r w:rsidRPr="00224953">
              <w:rPr>
                <w:szCs w:val="28"/>
              </w:rPr>
              <w:t>17,</w:t>
            </w:r>
            <w:r w:rsidR="002A54FC">
              <w:rPr>
                <w:szCs w:val="28"/>
              </w:rPr>
              <w:t xml:space="preserve"> </w:t>
            </w:r>
            <w:r w:rsidRPr="00224953">
              <w:rPr>
                <w:szCs w:val="28"/>
              </w:rPr>
              <w:t>19,</w:t>
            </w:r>
            <w:r w:rsidR="002A54FC">
              <w:rPr>
                <w:szCs w:val="28"/>
              </w:rPr>
              <w:t xml:space="preserve"> </w:t>
            </w:r>
            <w:r w:rsidRPr="00224953">
              <w:rPr>
                <w:szCs w:val="28"/>
              </w:rPr>
              <w:t>21,</w:t>
            </w:r>
            <w:r w:rsidR="002A54FC">
              <w:rPr>
                <w:szCs w:val="28"/>
              </w:rPr>
              <w:t xml:space="preserve"> </w:t>
            </w:r>
            <w:r w:rsidRPr="00224953">
              <w:rPr>
                <w:szCs w:val="28"/>
              </w:rPr>
              <w:t>23,</w:t>
            </w:r>
            <w:r w:rsidR="002A54FC">
              <w:rPr>
                <w:szCs w:val="28"/>
              </w:rPr>
              <w:t xml:space="preserve"> </w:t>
            </w:r>
            <w:r w:rsidRPr="00224953">
              <w:rPr>
                <w:szCs w:val="28"/>
              </w:rPr>
              <w:t>29,</w:t>
            </w:r>
            <w:r w:rsidR="002A54FC">
              <w:rPr>
                <w:szCs w:val="28"/>
              </w:rPr>
              <w:t xml:space="preserve"> </w:t>
            </w:r>
            <w:r w:rsidRPr="00224953">
              <w:rPr>
                <w:szCs w:val="28"/>
              </w:rPr>
              <w:t>20,</w:t>
            </w:r>
            <w:r w:rsidR="002A54FC">
              <w:rPr>
                <w:szCs w:val="28"/>
              </w:rPr>
              <w:t xml:space="preserve"> </w:t>
            </w:r>
            <w:r w:rsidRPr="00224953">
              <w:rPr>
                <w:szCs w:val="28"/>
              </w:rPr>
              <w:t>26,</w:t>
            </w:r>
            <w:r w:rsidR="002A54FC">
              <w:rPr>
                <w:szCs w:val="28"/>
              </w:rPr>
              <w:t xml:space="preserve"> </w:t>
            </w:r>
            <w:r w:rsidRPr="00224953">
              <w:rPr>
                <w:szCs w:val="28"/>
              </w:rPr>
              <w:t>40,</w:t>
            </w:r>
            <w:r w:rsidR="002A54FC">
              <w:rPr>
                <w:szCs w:val="28"/>
              </w:rPr>
              <w:t xml:space="preserve"> </w:t>
            </w:r>
            <w:r w:rsidRPr="00224953">
              <w:rPr>
                <w:szCs w:val="28"/>
              </w:rPr>
              <w:t>42,</w:t>
            </w:r>
            <w:r w:rsidR="002A54FC">
              <w:rPr>
                <w:szCs w:val="28"/>
              </w:rPr>
              <w:t xml:space="preserve"> </w:t>
            </w:r>
            <w:r w:rsidRPr="00224953">
              <w:rPr>
                <w:szCs w:val="28"/>
              </w:rPr>
              <w:t>33,</w:t>
            </w:r>
            <w:r w:rsidR="002A54FC">
              <w:rPr>
                <w:szCs w:val="28"/>
              </w:rPr>
              <w:t xml:space="preserve"> </w:t>
            </w:r>
            <w:r w:rsidRPr="00224953">
              <w:rPr>
                <w:szCs w:val="28"/>
              </w:rPr>
              <w:t>35,</w:t>
            </w:r>
            <w:r w:rsidR="002A54FC">
              <w:rPr>
                <w:szCs w:val="28"/>
              </w:rPr>
              <w:t xml:space="preserve"> </w:t>
            </w:r>
            <w:r w:rsidRPr="00224953">
              <w:rPr>
                <w:szCs w:val="28"/>
              </w:rPr>
              <w:t>37,</w:t>
            </w:r>
            <w:r w:rsidR="002A54FC">
              <w:rPr>
                <w:szCs w:val="28"/>
              </w:rPr>
              <w:t xml:space="preserve"> </w:t>
            </w:r>
            <w:r w:rsidRPr="00224953">
              <w:rPr>
                <w:szCs w:val="28"/>
              </w:rPr>
              <w:t>39, котельные бани и школы</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76:10:020301:10554</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A54FC" w:rsidP="00D91137">
            <w:pPr>
              <w:ind w:firstLine="0"/>
              <w:jc w:val="left"/>
              <w:rPr>
                <w:szCs w:val="28"/>
              </w:rPr>
            </w:pPr>
            <w:r>
              <w:rPr>
                <w:szCs w:val="28"/>
              </w:rPr>
              <w:t>Г</w:t>
            </w:r>
            <w:r w:rsidR="00D91137" w:rsidRPr="00224953">
              <w:rPr>
                <w:szCs w:val="28"/>
              </w:rPr>
              <w:t>азопровод высокого и низкого давления с установкой ШРП</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A54FC">
            <w:pPr>
              <w:ind w:firstLine="0"/>
              <w:jc w:val="left"/>
              <w:rPr>
                <w:szCs w:val="28"/>
              </w:rPr>
            </w:pPr>
            <w:r w:rsidRPr="00224953">
              <w:rPr>
                <w:szCs w:val="28"/>
              </w:rPr>
              <w:t>Российская Федерация, Ярославская область, Первомайский</w:t>
            </w:r>
            <w:r w:rsidR="002A54FC">
              <w:rPr>
                <w:szCs w:val="28"/>
              </w:rPr>
              <w:t xml:space="preserve"> район</w:t>
            </w:r>
            <w:r w:rsidRPr="00224953">
              <w:rPr>
                <w:szCs w:val="28"/>
              </w:rPr>
              <w:t>, с</w:t>
            </w:r>
            <w:r w:rsidR="002A54FC">
              <w:rPr>
                <w:szCs w:val="28"/>
              </w:rPr>
              <w:t>. </w:t>
            </w:r>
            <w:r w:rsidRPr="00224953">
              <w:rPr>
                <w:szCs w:val="28"/>
              </w:rPr>
              <w:t>Коза, от ГРПШ-400 до конторы лесничества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76:10:020301:10553</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A54F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A54FC">
            <w:pPr>
              <w:ind w:firstLine="0"/>
              <w:jc w:val="left"/>
              <w:rPr>
                <w:szCs w:val="28"/>
              </w:rPr>
            </w:pPr>
            <w:r w:rsidRPr="00224953">
              <w:rPr>
                <w:szCs w:val="28"/>
              </w:rPr>
              <w:t xml:space="preserve">Ярославская область, </w:t>
            </w:r>
            <w:r w:rsidR="002A54FC">
              <w:rPr>
                <w:szCs w:val="28"/>
              </w:rPr>
              <w:br/>
            </w:r>
            <w:r w:rsidRPr="00224953">
              <w:rPr>
                <w:szCs w:val="28"/>
              </w:rPr>
              <w:t xml:space="preserve">Ростовский район, </w:t>
            </w:r>
            <w:r w:rsidR="002A54FC">
              <w:rPr>
                <w:szCs w:val="28"/>
              </w:rPr>
              <w:t xml:space="preserve">рабочий поселок </w:t>
            </w:r>
            <w:r w:rsidRPr="00224953">
              <w:rPr>
                <w:szCs w:val="28"/>
              </w:rPr>
              <w:t>Семибратово, ул.</w:t>
            </w:r>
            <w:r w:rsidR="002A54FC">
              <w:rPr>
                <w:szCs w:val="28"/>
              </w:rPr>
              <w:t xml:space="preserve"> </w:t>
            </w:r>
            <w:r w:rsidRPr="00224953">
              <w:rPr>
                <w:szCs w:val="28"/>
              </w:rPr>
              <w:t>Советская, ул.</w:t>
            </w:r>
            <w:r w:rsidR="002A54FC">
              <w:rPr>
                <w:szCs w:val="28"/>
              </w:rPr>
              <w:t> </w:t>
            </w:r>
            <w:r w:rsidRPr="00224953">
              <w:rPr>
                <w:szCs w:val="28"/>
              </w:rPr>
              <w:t>Пушкина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76:13:010701:614</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A54FC" w:rsidRDefault="00D91137" w:rsidP="00D91137">
            <w:pPr>
              <w:ind w:firstLine="0"/>
              <w:jc w:val="left"/>
              <w:rPr>
                <w:szCs w:val="28"/>
              </w:rPr>
            </w:pPr>
            <w:r w:rsidRPr="00224953">
              <w:rPr>
                <w:szCs w:val="28"/>
              </w:rPr>
              <w:t xml:space="preserve">Надземный </w:t>
            </w:r>
          </w:p>
          <w:p w:rsidR="002A54F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2A54FC" w:rsidRDefault="00D91137" w:rsidP="00D91137">
            <w:pPr>
              <w:ind w:firstLine="0"/>
              <w:jc w:val="left"/>
              <w:rPr>
                <w:szCs w:val="28"/>
              </w:rPr>
            </w:pPr>
            <w:r w:rsidRPr="00224953">
              <w:rPr>
                <w:szCs w:val="28"/>
              </w:rPr>
              <w:t xml:space="preserve">Ярославская область, </w:t>
            </w:r>
          </w:p>
          <w:p w:rsidR="00D91137" w:rsidRPr="00224953" w:rsidRDefault="00D91137" w:rsidP="002A54FC">
            <w:pPr>
              <w:ind w:firstLine="0"/>
              <w:jc w:val="left"/>
              <w:rPr>
                <w:szCs w:val="28"/>
              </w:rPr>
            </w:pPr>
            <w:r w:rsidRPr="00224953">
              <w:rPr>
                <w:szCs w:val="28"/>
              </w:rPr>
              <w:t xml:space="preserve">Ростовский район, </w:t>
            </w:r>
            <w:r w:rsidR="002A54FC">
              <w:rPr>
                <w:szCs w:val="28"/>
              </w:rPr>
              <w:t xml:space="preserve">рабочий поселок </w:t>
            </w:r>
            <w:r w:rsidRPr="00224953">
              <w:rPr>
                <w:szCs w:val="28"/>
              </w:rPr>
              <w:t>Петровское, ул.</w:t>
            </w:r>
            <w:r w:rsidR="002A54FC">
              <w:rPr>
                <w:szCs w:val="28"/>
              </w:rPr>
              <w:t xml:space="preserve"> </w:t>
            </w:r>
            <w:r w:rsidRPr="00224953">
              <w:rPr>
                <w:szCs w:val="28"/>
              </w:rPr>
              <w:t>Станционная, д.</w:t>
            </w:r>
            <w:r w:rsidR="002A54FC">
              <w:rPr>
                <w:szCs w:val="28"/>
              </w:rPr>
              <w:t xml:space="preserve"> </w:t>
            </w:r>
            <w:r w:rsidRPr="00224953">
              <w:rPr>
                <w:szCs w:val="28"/>
              </w:rPr>
              <w:t>15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76:13:030904:793</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от места врезки до ГРП</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2A54FC" w:rsidRDefault="00D91137" w:rsidP="00D91137">
            <w:pPr>
              <w:ind w:firstLine="0"/>
              <w:jc w:val="left"/>
              <w:rPr>
                <w:szCs w:val="28"/>
              </w:rPr>
            </w:pPr>
            <w:r w:rsidRPr="00224953">
              <w:rPr>
                <w:szCs w:val="28"/>
              </w:rPr>
              <w:t xml:space="preserve">Ярославская область, </w:t>
            </w:r>
          </w:p>
          <w:p w:rsidR="00D91137" w:rsidRPr="00224953" w:rsidRDefault="00D91137" w:rsidP="002A54FC">
            <w:pPr>
              <w:ind w:firstLine="0"/>
              <w:jc w:val="left"/>
              <w:rPr>
                <w:szCs w:val="28"/>
              </w:rPr>
            </w:pPr>
            <w:r w:rsidRPr="00224953">
              <w:rPr>
                <w:szCs w:val="28"/>
              </w:rPr>
              <w:t xml:space="preserve">Ростовский район, </w:t>
            </w:r>
            <w:r w:rsidR="002A54FC">
              <w:rPr>
                <w:szCs w:val="28"/>
              </w:rPr>
              <w:t xml:space="preserve">рабчий поселок </w:t>
            </w:r>
            <w:r w:rsidRPr="00224953">
              <w:rPr>
                <w:szCs w:val="28"/>
              </w:rPr>
              <w:t>Семибратово, ул.</w:t>
            </w:r>
            <w:r w:rsidR="002A54FC">
              <w:rPr>
                <w:szCs w:val="28"/>
              </w:rPr>
              <w:t> </w:t>
            </w:r>
            <w:r w:rsidRPr="00224953">
              <w:rPr>
                <w:szCs w:val="28"/>
              </w:rPr>
              <w:t>Молодежная, д.</w:t>
            </w:r>
            <w:r w:rsidR="002A54FC">
              <w:rPr>
                <w:szCs w:val="28"/>
              </w:rPr>
              <w:t xml:space="preserve"> </w:t>
            </w:r>
            <w:r w:rsidRPr="00224953">
              <w:rPr>
                <w:szCs w:val="28"/>
              </w:rPr>
              <w:t>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76:13:000000:1043</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A54F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высокого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A54FC">
            <w:pPr>
              <w:ind w:firstLine="0"/>
              <w:jc w:val="left"/>
              <w:rPr>
                <w:szCs w:val="28"/>
              </w:rPr>
            </w:pPr>
            <w:r w:rsidRPr="00224953">
              <w:rPr>
                <w:szCs w:val="28"/>
              </w:rPr>
              <w:t>Российская Федерация, Ярославская область, Ростовский</w:t>
            </w:r>
            <w:r w:rsidR="002A54FC">
              <w:rPr>
                <w:szCs w:val="28"/>
              </w:rPr>
              <w:t xml:space="preserve"> район</w:t>
            </w:r>
            <w:r w:rsidRPr="00224953">
              <w:rPr>
                <w:szCs w:val="28"/>
              </w:rPr>
              <w:t xml:space="preserve">, </w:t>
            </w:r>
            <w:r w:rsidR="002A54FC">
              <w:rPr>
                <w:szCs w:val="28"/>
              </w:rPr>
              <w:t>рабочий поселок</w:t>
            </w:r>
            <w:r w:rsidRPr="00224953">
              <w:rPr>
                <w:szCs w:val="28"/>
              </w:rPr>
              <w:t xml:space="preserve"> Семибрато</w:t>
            </w:r>
            <w:r w:rsidR="002A54FC">
              <w:rPr>
                <w:szCs w:val="28"/>
              </w:rPr>
              <w:t>во, к котельной завода ДВП УМП «</w:t>
            </w:r>
            <w:r w:rsidRPr="00224953">
              <w:rPr>
                <w:szCs w:val="28"/>
              </w:rPr>
              <w:t>Гарант</w:t>
            </w:r>
            <w:r w:rsidR="002A54FC">
              <w:rPr>
                <w:szCs w:val="28"/>
              </w:rPr>
              <w:t>»</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76:13:010701:1080</w:t>
            </w:r>
          </w:p>
        </w:tc>
      </w:tr>
      <w:tr w:rsidR="00D91137" w:rsidRPr="00224953" w:rsidTr="00EC361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Ярославская область, </w:t>
            </w:r>
          </w:p>
          <w:p w:rsidR="00D91137" w:rsidRPr="00224953" w:rsidRDefault="00D91137" w:rsidP="00EC3614">
            <w:pPr>
              <w:ind w:firstLine="0"/>
              <w:jc w:val="left"/>
              <w:rPr>
                <w:szCs w:val="28"/>
              </w:rPr>
            </w:pPr>
            <w:r w:rsidRPr="00224953">
              <w:rPr>
                <w:szCs w:val="28"/>
              </w:rPr>
              <w:t xml:space="preserve">Ростовский район, </w:t>
            </w:r>
            <w:r w:rsidR="00EC3614">
              <w:rPr>
                <w:szCs w:val="28"/>
              </w:rPr>
              <w:t xml:space="preserve">рабочий поселок </w:t>
            </w:r>
            <w:r w:rsidRPr="00224953">
              <w:rPr>
                <w:szCs w:val="28"/>
              </w:rPr>
              <w:t>Семибратово, ул.</w:t>
            </w:r>
            <w:r w:rsidR="00EC3614">
              <w:rPr>
                <w:szCs w:val="28"/>
              </w:rPr>
              <w:t xml:space="preserve"> </w:t>
            </w:r>
            <w:r w:rsidRPr="00224953">
              <w:rPr>
                <w:szCs w:val="28"/>
              </w:rPr>
              <w:t>Ленинская, д.</w:t>
            </w:r>
            <w:r w:rsidR="00EC3614">
              <w:rPr>
                <w:szCs w:val="28"/>
              </w:rPr>
              <w:t xml:space="preserve"> </w:t>
            </w:r>
            <w:r w:rsidRPr="00224953">
              <w:rPr>
                <w:szCs w:val="28"/>
              </w:rPr>
              <w:t>20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76:13:010701:830</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796</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 район, сельское поселение Семибратово, рабочий поселок Семибратово, у здания ГРП</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76:13:010706:702</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797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 район, сельское поселение Петровское, рабочий поселок Петровское, ул.</w:t>
            </w:r>
            <w:r w:rsidR="00EC3614">
              <w:rPr>
                <w:szCs w:val="28"/>
              </w:rPr>
              <w:t xml:space="preserve"> Октябрьская, к дому № 61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76:13:030903:499</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798</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EC3614">
            <w:pPr>
              <w:ind w:firstLine="0"/>
              <w:jc w:val="left"/>
              <w:rPr>
                <w:szCs w:val="28"/>
              </w:rPr>
            </w:pPr>
            <w:r w:rsidRPr="00224953">
              <w:rPr>
                <w:szCs w:val="28"/>
              </w:rPr>
              <w:t xml:space="preserve">Газопровод низкого давления </w:t>
            </w:r>
            <w:r w:rsidR="00EC3614">
              <w:rPr>
                <w:szCs w:val="28"/>
              </w:rPr>
              <w:br/>
              <w:t>Ростовский рай</w:t>
            </w:r>
            <w:r w:rsidRPr="00224953">
              <w:rPr>
                <w:szCs w:val="28"/>
              </w:rPr>
              <w:t xml:space="preserve">он, </w:t>
            </w:r>
            <w:r w:rsidR="00EC3614">
              <w:rPr>
                <w:szCs w:val="28"/>
              </w:rPr>
              <w:t xml:space="preserve">рабочий поселок </w:t>
            </w:r>
            <w:r w:rsidRPr="00224953">
              <w:rPr>
                <w:szCs w:val="28"/>
              </w:rPr>
              <w:t>Петровское, ул.</w:t>
            </w:r>
            <w:r w:rsidR="00EC3614">
              <w:rPr>
                <w:szCs w:val="28"/>
              </w:rPr>
              <w:t xml:space="preserve"> </w:t>
            </w:r>
            <w:r w:rsidRPr="00224953">
              <w:rPr>
                <w:szCs w:val="28"/>
              </w:rPr>
              <w:t>Первомайская, д.</w:t>
            </w:r>
            <w:r w:rsidR="00EC3614">
              <w:rPr>
                <w:szCs w:val="28"/>
              </w:rPr>
              <w:t xml:space="preserve"> </w:t>
            </w:r>
            <w:r w:rsidRPr="00224953">
              <w:rPr>
                <w:szCs w:val="28"/>
              </w:rPr>
              <w:t>65, 67, 69, 71</w:t>
            </w:r>
          </w:p>
        </w:tc>
        <w:tc>
          <w:tcPr>
            <w:tcW w:w="1819" w:type="pct"/>
            <w:tcBorders>
              <w:top w:val="single" w:sz="4" w:space="0" w:color="auto"/>
              <w:left w:val="nil"/>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 район, сельское поселение Петровское, рабочий поселок Петровское, ул.</w:t>
            </w:r>
            <w:r w:rsidR="00EC3614">
              <w:rPr>
                <w:szCs w:val="28"/>
              </w:rPr>
              <w:t xml:space="preserve"> </w:t>
            </w:r>
            <w:r w:rsidRPr="00224953">
              <w:rPr>
                <w:szCs w:val="28"/>
              </w:rPr>
              <w:t>Первома</w:t>
            </w:r>
            <w:r w:rsidR="00EC3614">
              <w:rPr>
                <w:szCs w:val="28"/>
              </w:rPr>
              <w:t>йская, к домам № 65, 67, 69, 71</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76:13:030903:500</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799</w:t>
            </w:r>
          </w:p>
        </w:tc>
        <w:tc>
          <w:tcPr>
            <w:tcW w:w="1289" w:type="pct"/>
            <w:tcBorders>
              <w:top w:val="nil"/>
              <w:left w:val="nil"/>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 район, сельское поселение Петровское, рабочий поселок Петровское, ул.</w:t>
            </w:r>
            <w:r w:rsidR="00EC3614">
              <w:rPr>
                <w:szCs w:val="28"/>
              </w:rPr>
              <w:t xml:space="preserve"> Ростовская, к домам № 28, 30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76:13:030903:505</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800</w:t>
            </w:r>
          </w:p>
        </w:tc>
        <w:tc>
          <w:tcPr>
            <w:tcW w:w="1289" w:type="pct"/>
            <w:tcBorders>
              <w:top w:val="nil"/>
              <w:left w:val="nil"/>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 район, сельское поселение Петровское, рабочий поселок Петровское, ул.</w:t>
            </w:r>
            <w:r w:rsidR="00EC3614">
              <w:rPr>
                <w:szCs w:val="28"/>
              </w:rPr>
              <w:t xml:space="preserve"> </w:t>
            </w:r>
            <w:r w:rsidRPr="00224953">
              <w:rPr>
                <w:szCs w:val="28"/>
              </w:rPr>
              <w:t>Садовая, к дому № 2, ул.</w:t>
            </w:r>
            <w:r w:rsidR="00EC3614">
              <w:rPr>
                <w:szCs w:val="28"/>
              </w:rPr>
              <w:t xml:space="preserve"> </w:t>
            </w:r>
            <w:r w:rsidRPr="00224953">
              <w:rPr>
                <w:szCs w:val="28"/>
              </w:rPr>
              <w:t>Росто</w:t>
            </w:r>
            <w:r w:rsidR="00EC3614">
              <w:rPr>
                <w:szCs w:val="28"/>
              </w:rPr>
              <w:t>вская, к дому № 32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76:13:030903:498</w:t>
            </w:r>
          </w:p>
        </w:tc>
      </w:tr>
      <w:tr w:rsidR="00D91137" w:rsidRPr="00224953" w:rsidTr="00EC361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p>
        </w:tc>
        <w:tc>
          <w:tcPr>
            <w:tcW w:w="1819" w:type="pct"/>
            <w:tcBorders>
              <w:top w:val="nil"/>
              <w:left w:val="nil"/>
              <w:bottom w:val="single" w:sz="4" w:space="0" w:color="auto"/>
              <w:right w:val="single" w:sz="4" w:space="0" w:color="auto"/>
            </w:tcBorders>
            <w:shd w:val="clear" w:color="auto" w:fill="auto"/>
            <w:hideMark/>
          </w:tcPr>
          <w:p w:rsidR="00EC3614" w:rsidRDefault="00D91137" w:rsidP="00D91137">
            <w:pPr>
              <w:ind w:firstLine="0"/>
              <w:jc w:val="left"/>
              <w:rPr>
                <w:szCs w:val="28"/>
              </w:rPr>
            </w:pPr>
            <w:r w:rsidRPr="00224953">
              <w:rPr>
                <w:szCs w:val="28"/>
              </w:rPr>
              <w:t xml:space="preserve">Ярославская область, </w:t>
            </w:r>
          </w:p>
          <w:p w:rsidR="00EC3614" w:rsidRDefault="00D91137" w:rsidP="00D91137">
            <w:pPr>
              <w:ind w:firstLine="0"/>
              <w:jc w:val="left"/>
              <w:rPr>
                <w:szCs w:val="28"/>
              </w:rPr>
            </w:pPr>
            <w:r w:rsidRPr="00224953">
              <w:rPr>
                <w:szCs w:val="28"/>
              </w:rPr>
              <w:t>Ростовский район,</w:t>
            </w:r>
            <w:r w:rsidR="00EC3614">
              <w:rPr>
                <w:szCs w:val="28"/>
              </w:rPr>
              <w:t xml:space="preserve"> </w:t>
            </w:r>
            <w:r w:rsidRPr="00224953">
              <w:rPr>
                <w:szCs w:val="28"/>
              </w:rPr>
              <w:t xml:space="preserve">сельское поселение Петровское, рабочий поселок Петровское, ул.Садовая, </w:t>
            </w:r>
          </w:p>
          <w:p w:rsidR="00D91137" w:rsidRPr="00224953" w:rsidRDefault="00EC3614" w:rsidP="00D91137">
            <w:pPr>
              <w:ind w:firstLine="0"/>
              <w:jc w:val="left"/>
              <w:rPr>
                <w:szCs w:val="28"/>
              </w:rPr>
            </w:pPr>
            <w:r>
              <w:rPr>
                <w:szCs w:val="28"/>
              </w:rPr>
              <w:t>к дому № 33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76:13:030903:504</w:t>
            </w:r>
          </w:p>
        </w:tc>
      </w:tr>
      <w:tr w:rsidR="00D91137" w:rsidRPr="00224953" w:rsidTr="00EC3614">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A102EF" w:rsidRDefault="00D91137" w:rsidP="00D91137">
            <w:pPr>
              <w:ind w:firstLine="0"/>
              <w:jc w:val="left"/>
              <w:rPr>
                <w:szCs w:val="28"/>
              </w:rPr>
            </w:pPr>
            <w:r w:rsidRPr="00224953">
              <w:rPr>
                <w:szCs w:val="28"/>
              </w:rPr>
              <w:t xml:space="preserve">Сооружение </w:t>
            </w:r>
          </w:p>
          <w:p w:rsidR="00D91137" w:rsidRPr="00224953" w:rsidRDefault="00D91137" w:rsidP="00D91137">
            <w:pPr>
              <w:ind w:firstLine="0"/>
              <w:jc w:val="left"/>
              <w:rPr>
                <w:szCs w:val="28"/>
              </w:rPr>
            </w:pPr>
            <w:r w:rsidRPr="00224953">
              <w:rPr>
                <w:szCs w:val="28"/>
              </w:rPr>
              <w:t>трубопроводного транспорта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A102EF" w:rsidRDefault="00D91137" w:rsidP="00D91137">
            <w:pPr>
              <w:ind w:firstLine="0"/>
              <w:jc w:val="left"/>
              <w:rPr>
                <w:szCs w:val="28"/>
              </w:rPr>
            </w:pPr>
            <w:r w:rsidRPr="00224953">
              <w:rPr>
                <w:szCs w:val="28"/>
              </w:rPr>
              <w:t xml:space="preserve">Ярославская область, </w:t>
            </w:r>
          </w:p>
          <w:p w:rsidR="00D91137" w:rsidRPr="00224953" w:rsidRDefault="00D91137" w:rsidP="00A102EF">
            <w:pPr>
              <w:ind w:firstLine="0"/>
              <w:jc w:val="left"/>
              <w:rPr>
                <w:szCs w:val="28"/>
              </w:rPr>
            </w:pPr>
            <w:r w:rsidRPr="00224953">
              <w:rPr>
                <w:szCs w:val="28"/>
              </w:rPr>
              <w:t xml:space="preserve">Ростовский район, </w:t>
            </w:r>
            <w:r w:rsidR="00A102EF">
              <w:rPr>
                <w:szCs w:val="28"/>
              </w:rPr>
              <w:t xml:space="preserve">рабочий поселок </w:t>
            </w:r>
            <w:r w:rsidRPr="00224953">
              <w:rPr>
                <w:szCs w:val="28"/>
              </w:rPr>
              <w:t>Петровское, ул.</w:t>
            </w:r>
            <w:r w:rsidR="00A102EF">
              <w:rPr>
                <w:szCs w:val="28"/>
              </w:rPr>
              <w:t xml:space="preserve"> </w:t>
            </w:r>
            <w:r w:rsidRPr="00224953">
              <w:rPr>
                <w:szCs w:val="28"/>
              </w:rPr>
              <w:t>Садовая, к дому № 35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76:13:030903:501</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803</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p>
        </w:tc>
        <w:tc>
          <w:tcPr>
            <w:tcW w:w="1819" w:type="pct"/>
            <w:tcBorders>
              <w:top w:val="single" w:sz="4" w:space="0" w:color="auto"/>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 район, сельское поселение Петровское, рабочий поселок Петровское, ул.</w:t>
            </w:r>
            <w:r w:rsidR="00593D12">
              <w:rPr>
                <w:szCs w:val="28"/>
              </w:rPr>
              <w:t xml:space="preserve"> Садовая, к дому № 4</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76:13:030903:503</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804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Ярославская область, </w:t>
            </w:r>
          </w:p>
          <w:p w:rsidR="00D91137" w:rsidRPr="00224953" w:rsidRDefault="00D91137" w:rsidP="00593D12">
            <w:pPr>
              <w:ind w:firstLine="0"/>
              <w:jc w:val="left"/>
              <w:rPr>
                <w:szCs w:val="28"/>
              </w:rPr>
            </w:pPr>
            <w:r w:rsidRPr="00224953">
              <w:rPr>
                <w:szCs w:val="28"/>
              </w:rPr>
              <w:t>Ростовский район, сельское поселение Петровское, с.</w:t>
            </w:r>
            <w:r w:rsidR="00593D12">
              <w:rPr>
                <w:szCs w:val="28"/>
              </w:rPr>
              <w:t xml:space="preserve"> </w:t>
            </w:r>
            <w:r w:rsidRPr="00224953">
              <w:rPr>
                <w:szCs w:val="28"/>
              </w:rPr>
              <w:t>Скнятиново</w:t>
            </w:r>
            <w:r w:rsidR="00593D12">
              <w:rPr>
                <w:szCs w:val="28"/>
              </w:rPr>
              <w:br/>
            </w:r>
            <w:r w:rsidRPr="00224953">
              <w:rPr>
                <w:szCs w:val="28"/>
              </w:rPr>
              <w:t>(Никольская с/а), к домам № 14, 15, 16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76:13:040102:580</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805</w:t>
            </w:r>
          </w:p>
        </w:tc>
        <w:tc>
          <w:tcPr>
            <w:tcW w:w="1289" w:type="pct"/>
            <w:tcBorders>
              <w:top w:val="single" w:sz="4" w:space="0" w:color="auto"/>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Ростовский район, сельское поселение Петровское, Никольская с/а, с.</w:t>
            </w:r>
            <w:r w:rsidR="00593D12">
              <w:rPr>
                <w:szCs w:val="28"/>
              </w:rPr>
              <w:t> </w:t>
            </w:r>
            <w:r w:rsidRPr="00224953">
              <w:rPr>
                <w:szCs w:val="28"/>
              </w:rPr>
              <w:t>Скнятиново, у здания ГРП</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76:13:040102:579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806</w:t>
            </w:r>
          </w:p>
        </w:tc>
        <w:tc>
          <w:tcPr>
            <w:tcW w:w="1289" w:type="pct"/>
            <w:tcBorders>
              <w:top w:val="nil"/>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93D12">
            <w:pPr>
              <w:ind w:firstLine="0"/>
              <w:jc w:val="left"/>
              <w:rPr>
                <w:szCs w:val="28"/>
              </w:rPr>
            </w:pPr>
            <w:r w:rsidRPr="00224953">
              <w:rPr>
                <w:szCs w:val="28"/>
              </w:rPr>
              <w:t>Ярославская обл</w:t>
            </w:r>
            <w:r w:rsidR="00593D12">
              <w:rPr>
                <w:szCs w:val="28"/>
              </w:rPr>
              <w:t xml:space="preserve">асть, г. Ростов, </w:t>
            </w:r>
            <w:r w:rsidRPr="00224953">
              <w:rPr>
                <w:szCs w:val="28"/>
              </w:rPr>
              <w:t>ул. Спартаковская, к жилым домам 57</w:t>
            </w:r>
            <w:r w:rsidR="00593D12">
              <w:rPr>
                <w:szCs w:val="28"/>
              </w:rPr>
              <w:t xml:space="preserve"> –</w:t>
            </w:r>
            <w:r w:rsidRPr="00224953">
              <w:rPr>
                <w:szCs w:val="28"/>
              </w:rPr>
              <w:t>63а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76:19:010213:316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807</w:t>
            </w:r>
          </w:p>
        </w:tc>
        <w:tc>
          <w:tcPr>
            <w:tcW w:w="1289" w:type="pct"/>
            <w:tcBorders>
              <w:top w:val="nil"/>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93D12">
            <w:pPr>
              <w:ind w:firstLine="0"/>
              <w:jc w:val="left"/>
              <w:rPr>
                <w:szCs w:val="28"/>
              </w:rPr>
            </w:pPr>
            <w:r w:rsidRPr="00224953">
              <w:rPr>
                <w:szCs w:val="28"/>
              </w:rPr>
              <w:t>Ярославская обл</w:t>
            </w:r>
            <w:r w:rsidR="00593D12">
              <w:rPr>
                <w:szCs w:val="28"/>
              </w:rPr>
              <w:t>асть, Ростовский райо</w:t>
            </w:r>
            <w:r w:rsidRPr="00224953">
              <w:rPr>
                <w:szCs w:val="28"/>
              </w:rPr>
              <w:t>н, г. Ростов, пр.</w:t>
            </w:r>
            <w:r w:rsidR="00593D12">
              <w:rPr>
                <w:szCs w:val="28"/>
              </w:rPr>
              <w:t xml:space="preserve"> </w:t>
            </w:r>
            <w:r w:rsidRPr="00224953">
              <w:rPr>
                <w:szCs w:val="28"/>
              </w:rPr>
              <w:t>Бебеля, к жилым домам № 4</w:t>
            </w:r>
            <w:r w:rsidR="00593D12">
              <w:rPr>
                <w:szCs w:val="28"/>
              </w:rPr>
              <w:t xml:space="preserve"> – </w:t>
            </w:r>
            <w:r w:rsidRPr="00224953">
              <w:rPr>
                <w:szCs w:val="28"/>
              </w:rPr>
              <w:t>19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76:19:010224:547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808</w:t>
            </w:r>
          </w:p>
        </w:tc>
        <w:tc>
          <w:tcPr>
            <w:tcW w:w="1289" w:type="pct"/>
            <w:tcBorders>
              <w:top w:val="nil"/>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93D12">
            <w:pPr>
              <w:ind w:firstLine="0"/>
              <w:jc w:val="left"/>
              <w:rPr>
                <w:szCs w:val="28"/>
              </w:rPr>
            </w:pPr>
            <w:r w:rsidRPr="00224953">
              <w:rPr>
                <w:szCs w:val="28"/>
              </w:rPr>
              <w:t>Ярославская обл</w:t>
            </w:r>
            <w:r w:rsidR="00593D12">
              <w:rPr>
                <w:szCs w:val="28"/>
              </w:rPr>
              <w:t>асть, г. </w:t>
            </w:r>
            <w:r w:rsidRPr="00224953">
              <w:rPr>
                <w:szCs w:val="28"/>
              </w:rPr>
              <w:t>Ростов, ул.</w:t>
            </w:r>
            <w:r w:rsidR="00593D12">
              <w:rPr>
                <w:szCs w:val="28"/>
              </w:rPr>
              <w:t xml:space="preserve"> Чистова, к </w:t>
            </w:r>
            <w:r w:rsidRPr="00224953">
              <w:rPr>
                <w:szCs w:val="28"/>
              </w:rPr>
              <w:t>жилым домам №</w:t>
            </w:r>
            <w:r w:rsidR="00593D12">
              <w:rPr>
                <w:szCs w:val="28"/>
              </w:rPr>
              <w:t xml:space="preserve"> </w:t>
            </w:r>
            <w:r w:rsidRPr="00224953">
              <w:rPr>
                <w:szCs w:val="28"/>
              </w:rPr>
              <w:t>37</w:t>
            </w:r>
            <w:r w:rsidR="00593D12">
              <w:rPr>
                <w:szCs w:val="28"/>
              </w:rPr>
              <w:t xml:space="preserve"> – </w:t>
            </w:r>
            <w:r w:rsidRPr="00224953">
              <w:rPr>
                <w:szCs w:val="28"/>
              </w:rPr>
              <w:t>49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76:19:010304:1049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809</w:t>
            </w:r>
          </w:p>
        </w:tc>
        <w:tc>
          <w:tcPr>
            <w:tcW w:w="1289" w:type="pct"/>
            <w:tcBorders>
              <w:top w:val="nil"/>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Газопровод </w:t>
            </w:r>
          </w:p>
          <w:p w:rsidR="00D91137" w:rsidRPr="00224953" w:rsidRDefault="00D91137" w:rsidP="00593D12">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C212F5">
            <w:pPr>
              <w:ind w:firstLine="0"/>
              <w:jc w:val="left"/>
              <w:rPr>
                <w:szCs w:val="28"/>
              </w:rPr>
            </w:pPr>
            <w:r w:rsidRPr="00224953">
              <w:rPr>
                <w:szCs w:val="28"/>
              </w:rPr>
              <w:t>Ярославская обл</w:t>
            </w:r>
            <w:r w:rsidR="00593D12">
              <w:rPr>
                <w:szCs w:val="28"/>
              </w:rPr>
              <w:t>асть</w:t>
            </w:r>
            <w:r w:rsidRPr="00224953">
              <w:rPr>
                <w:szCs w:val="28"/>
              </w:rPr>
              <w:t>, г.</w:t>
            </w:r>
            <w:r w:rsidR="00593D12">
              <w:rPr>
                <w:szCs w:val="28"/>
              </w:rPr>
              <w:t> </w:t>
            </w:r>
            <w:r w:rsidRPr="00224953">
              <w:rPr>
                <w:szCs w:val="28"/>
              </w:rPr>
              <w:t>Ростов</w:t>
            </w:r>
            <w:r w:rsidR="00593D12">
              <w:rPr>
                <w:szCs w:val="28"/>
              </w:rPr>
              <w:t>,</w:t>
            </w:r>
            <w:r w:rsidRPr="00224953">
              <w:rPr>
                <w:szCs w:val="28"/>
              </w:rPr>
              <w:t xml:space="preserve"> от ГРПШН до </w:t>
            </w:r>
            <w:r w:rsidR="00C212F5">
              <w:rPr>
                <w:szCs w:val="28"/>
              </w:rPr>
              <w:t>жилых домов</w:t>
            </w:r>
            <w:r w:rsidRPr="00224953">
              <w:rPr>
                <w:szCs w:val="28"/>
              </w:rPr>
              <w:t xml:space="preserve"> по ул. Чистова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76:19:000000:1399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810</w:t>
            </w:r>
          </w:p>
        </w:tc>
        <w:tc>
          <w:tcPr>
            <w:tcW w:w="1289" w:type="pct"/>
            <w:tcBorders>
              <w:top w:val="nil"/>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93D12">
            <w:pPr>
              <w:ind w:firstLine="0"/>
              <w:jc w:val="left"/>
              <w:rPr>
                <w:szCs w:val="28"/>
              </w:rPr>
            </w:pPr>
            <w:r w:rsidRPr="00224953">
              <w:rPr>
                <w:szCs w:val="28"/>
              </w:rPr>
              <w:t>Ярославская обл</w:t>
            </w:r>
            <w:r w:rsidR="00593D12">
              <w:rPr>
                <w:szCs w:val="28"/>
              </w:rPr>
              <w:t>асть</w:t>
            </w:r>
            <w:r w:rsidRPr="00224953">
              <w:rPr>
                <w:szCs w:val="28"/>
              </w:rPr>
              <w:t>, г.</w:t>
            </w:r>
            <w:r w:rsidR="00593D12">
              <w:rPr>
                <w:szCs w:val="28"/>
              </w:rPr>
              <w:t> </w:t>
            </w:r>
            <w:r w:rsidRPr="00224953">
              <w:rPr>
                <w:szCs w:val="28"/>
              </w:rPr>
              <w:t>Ростов</w:t>
            </w:r>
            <w:r w:rsidR="00593D12">
              <w:rPr>
                <w:szCs w:val="28"/>
              </w:rPr>
              <w:t>,</w:t>
            </w:r>
            <w:r w:rsidRPr="00224953">
              <w:rPr>
                <w:szCs w:val="28"/>
              </w:rPr>
              <w:t xml:space="preserve"> по ул.</w:t>
            </w:r>
            <w:r w:rsidR="00593D12">
              <w:rPr>
                <w:szCs w:val="28"/>
              </w:rPr>
              <w:t xml:space="preserve"> </w:t>
            </w:r>
            <w:r w:rsidRPr="00224953">
              <w:rPr>
                <w:szCs w:val="28"/>
              </w:rPr>
              <w:t>Пушкинская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76:19:010215:628</w:t>
            </w:r>
          </w:p>
        </w:tc>
      </w:tr>
      <w:tr w:rsidR="00D91137" w:rsidRPr="00224953" w:rsidTr="0011195E">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811</w:t>
            </w:r>
          </w:p>
        </w:tc>
        <w:tc>
          <w:tcPr>
            <w:tcW w:w="1289" w:type="pct"/>
            <w:tcBorders>
              <w:top w:val="nil"/>
              <w:left w:val="nil"/>
              <w:bottom w:val="single" w:sz="4" w:space="0" w:color="auto"/>
              <w:right w:val="single" w:sz="4" w:space="0" w:color="auto"/>
            </w:tcBorders>
            <w:shd w:val="clear" w:color="auto" w:fill="auto"/>
            <w:hideMark/>
          </w:tcPr>
          <w:p w:rsidR="00593D1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593D12">
            <w:pPr>
              <w:ind w:firstLine="0"/>
              <w:jc w:val="left"/>
              <w:rPr>
                <w:szCs w:val="28"/>
              </w:rPr>
            </w:pPr>
            <w:r w:rsidRPr="00224953">
              <w:rPr>
                <w:szCs w:val="28"/>
              </w:rPr>
              <w:t>Ярославская обл</w:t>
            </w:r>
            <w:r w:rsidR="00593D12">
              <w:rPr>
                <w:szCs w:val="28"/>
              </w:rPr>
              <w:t>асть, г. </w:t>
            </w:r>
            <w:r w:rsidRPr="00224953">
              <w:rPr>
                <w:szCs w:val="28"/>
              </w:rPr>
              <w:t>Ростов к жилым домам по ул. Ленинская д. 75,</w:t>
            </w:r>
            <w:r w:rsidR="00593D12">
              <w:rPr>
                <w:szCs w:val="28"/>
              </w:rPr>
              <w:t xml:space="preserve"> </w:t>
            </w:r>
            <w:r w:rsidRPr="00224953">
              <w:rPr>
                <w:szCs w:val="28"/>
              </w:rPr>
              <w:t>79,</w:t>
            </w:r>
            <w:r w:rsidR="00593D12">
              <w:rPr>
                <w:szCs w:val="28"/>
              </w:rPr>
              <w:t xml:space="preserve"> </w:t>
            </w:r>
            <w:r w:rsidRPr="00224953">
              <w:rPr>
                <w:szCs w:val="28"/>
              </w:rPr>
              <w:t>85,</w:t>
            </w:r>
            <w:r w:rsidR="00593D12">
              <w:rPr>
                <w:szCs w:val="28"/>
              </w:rPr>
              <w:t xml:space="preserve"> </w:t>
            </w:r>
            <w:r w:rsidRPr="00224953">
              <w:rPr>
                <w:szCs w:val="28"/>
              </w:rPr>
              <w:t>87,</w:t>
            </w:r>
            <w:r w:rsidR="00593D12">
              <w:rPr>
                <w:szCs w:val="28"/>
              </w:rPr>
              <w:t xml:space="preserve"> </w:t>
            </w:r>
            <w:r w:rsidRPr="00224953">
              <w:rPr>
                <w:szCs w:val="28"/>
              </w:rPr>
              <w:t>91,</w:t>
            </w:r>
            <w:r w:rsidR="00593D12">
              <w:rPr>
                <w:szCs w:val="28"/>
              </w:rPr>
              <w:t xml:space="preserve"> </w:t>
            </w:r>
            <w:r w:rsidRPr="00224953">
              <w:rPr>
                <w:szCs w:val="28"/>
              </w:rPr>
              <w:t>93,</w:t>
            </w:r>
            <w:r w:rsidR="00593D12">
              <w:rPr>
                <w:szCs w:val="28"/>
              </w:rPr>
              <w:t xml:space="preserve"> </w:t>
            </w:r>
            <w:r w:rsidRPr="00224953">
              <w:rPr>
                <w:szCs w:val="28"/>
              </w:rPr>
              <w:t>95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76:19:000000:1419</w:t>
            </w:r>
          </w:p>
        </w:tc>
      </w:tr>
      <w:tr w:rsidR="00D91137" w:rsidRPr="00224953" w:rsidTr="0011195E">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11195E" w:rsidRDefault="00D91137" w:rsidP="0011195E">
            <w:pPr>
              <w:ind w:firstLine="0"/>
              <w:jc w:val="left"/>
              <w:rPr>
                <w:szCs w:val="28"/>
              </w:rPr>
            </w:pPr>
            <w:r w:rsidRPr="00224953">
              <w:rPr>
                <w:szCs w:val="28"/>
              </w:rPr>
              <w:t xml:space="preserve">Газопровод </w:t>
            </w:r>
          </w:p>
          <w:p w:rsidR="00D91137" w:rsidRPr="00224953" w:rsidRDefault="00D91137" w:rsidP="0011195E">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11195E">
            <w:pPr>
              <w:ind w:firstLine="0"/>
              <w:jc w:val="left"/>
              <w:rPr>
                <w:szCs w:val="28"/>
              </w:rPr>
            </w:pPr>
            <w:r w:rsidRPr="00224953">
              <w:rPr>
                <w:szCs w:val="28"/>
              </w:rPr>
              <w:t>Ярославская обл</w:t>
            </w:r>
            <w:r w:rsidR="0011195E">
              <w:rPr>
                <w:szCs w:val="28"/>
              </w:rPr>
              <w:t>асть, г. </w:t>
            </w:r>
            <w:r w:rsidRPr="00224953">
              <w:rPr>
                <w:szCs w:val="28"/>
              </w:rPr>
              <w:t>Ростов</w:t>
            </w:r>
            <w:r w:rsidR="0011195E">
              <w:rPr>
                <w:szCs w:val="28"/>
              </w:rPr>
              <w:t>,</w:t>
            </w:r>
            <w:r w:rsidRPr="00224953">
              <w:rPr>
                <w:szCs w:val="28"/>
              </w:rPr>
              <w:t xml:space="preserve"> пр. Свердлова к жилым домам № 8,</w:t>
            </w:r>
            <w:r w:rsidR="0011195E">
              <w:rPr>
                <w:szCs w:val="28"/>
              </w:rPr>
              <w:t xml:space="preserve"> </w:t>
            </w:r>
            <w:r w:rsidRPr="00224953">
              <w:rPr>
                <w:szCs w:val="28"/>
              </w:rPr>
              <w:t>10,</w:t>
            </w:r>
            <w:r w:rsidR="0011195E">
              <w:rPr>
                <w:szCs w:val="28"/>
              </w:rPr>
              <w:t xml:space="preserve"> </w:t>
            </w:r>
            <w:r w:rsidRPr="00224953">
              <w:rPr>
                <w:szCs w:val="28"/>
              </w:rPr>
              <w:t>12, Благовещенский пр-д</w:t>
            </w:r>
            <w:r w:rsidR="0011195E">
              <w:rPr>
                <w:szCs w:val="28"/>
              </w:rPr>
              <w:t>,</w:t>
            </w:r>
            <w:r w:rsidRPr="00224953">
              <w:rPr>
                <w:szCs w:val="28"/>
              </w:rPr>
              <w:t xml:space="preserve"> к домам №</w:t>
            </w:r>
            <w:r w:rsidR="0011195E">
              <w:rPr>
                <w:szCs w:val="28"/>
              </w:rPr>
              <w:t xml:space="preserve"> </w:t>
            </w:r>
            <w:r w:rsidRPr="00224953">
              <w:rPr>
                <w:szCs w:val="28"/>
              </w:rPr>
              <w:t>1,</w:t>
            </w:r>
            <w:r w:rsidR="0011195E">
              <w:rPr>
                <w:szCs w:val="28"/>
              </w:rPr>
              <w:t xml:space="preserve"> </w:t>
            </w:r>
            <w:r w:rsidRPr="00224953">
              <w:rPr>
                <w:szCs w:val="28"/>
              </w:rPr>
              <w:t>2, ул. Окружная</w:t>
            </w:r>
            <w:r w:rsidR="0011195E">
              <w:rPr>
                <w:szCs w:val="28"/>
              </w:rPr>
              <w:t>,</w:t>
            </w:r>
            <w:r w:rsidRPr="00224953">
              <w:rPr>
                <w:szCs w:val="28"/>
              </w:rPr>
              <w:t xml:space="preserve"> к дому №</w:t>
            </w:r>
            <w:r w:rsidR="0011195E">
              <w:rPr>
                <w:szCs w:val="28"/>
              </w:rPr>
              <w:t xml:space="preserve"> </w:t>
            </w:r>
            <w:r w:rsidRPr="00224953">
              <w:rPr>
                <w:szCs w:val="28"/>
              </w:rPr>
              <w:t>55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76:19:010214:456</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813</w:t>
            </w:r>
          </w:p>
        </w:tc>
        <w:tc>
          <w:tcPr>
            <w:tcW w:w="1289" w:type="pct"/>
            <w:tcBorders>
              <w:top w:val="single" w:sz="4" w:space="0" w:color="auto"/>
              <w:left w:val="nil"/>
              <w:bottom w:val="single" w:sz="4" w:space="0" w:color="auto"/>
              <w:right w:val="single" w:sz="4" w:space="0" w:color="auto"/>
            </w:tcBorders>
            <w:shd w:val="clear" w:color="auto" w:fill="auto"/>
            <w:hideMark/>
          </w:tcPr>
          <w:p w:rsidR="0011195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FF34EF">
            <w:pPr>
              <w:ind w:firstLine="0"/>
              <w:jc w:val="left"/>
              <w:rPr>
                <w:szCs w:val="28"/>
              </w:rPr>
            </w:pPr>
            <w:r w:rsidRPr="00224953">
              <w:rPr>
                <w:szCs w:val="28"/>
              </w:rPr>
              <w:t>Ярославская обл</w:t>
            </w:r>
            <w:r w:rsidR="0011195E">
              <w:rPr>
                <w:szCs w:val="28"/>
              </w:rPr>
              <w:t>асть, г. </w:t>
            </w:r>
            <w:r w:rsidRPr="00224953">
              <w:rPr>
                <w:szCs w:val="28"/>
              </w:rPr>
              <w:t>Ростов, ул. Февральская</w:t>
            </w:r>
            <w:r w:rsidR="0011195E">
              <w:rPr>
                <w:szCs w:val="28"/>
              </w:rPr>
              <w:t>,</w:t>
            </w:r>
            <w:r w:rsidRPr="00224953">
              <w:rPr>
                <w:szCs w:val="28"/>
              </w:rPr>
              <w:t xml:space="preserve"> до врезок к </w:t>
            </w:r>
            <w:r w:rsidR="00FF34EF">
              <w:rPr>
                <w:szCs w:val="28"/>
              </w:rPr>
              <w:t xml:space="preserve">жилым </w:t>
            </w:r>
            <w:r w:rsidR="00FF34EF">
              <w:rPr>
                <w:szCs w:val="28"/>
              </w:rPr>
              <w:lastRenderedPageBreak/>
              <w:t>домам</w:t>
            </w:r>
            <w:r w:rsidRPr="00224953">
              <w:rPr>
                <w:szCs w:val="28"/>
              </w:rPr>
              <w:t xml:space="preserve"> по ул.</w:t>
            </w:r>
            <w:r w:rsidR="0011195E">
              <w:rPr>
                <w:szCs w:val="28"/>
              </w:rPr>
              <w:t> </w:t>
            </w:r>
            <w:r w:rsidRPr="00224953">
              <w:rPr>
                <w:szCs w:val="28"/>
              </w:rPr>
              <w:t>Спартаковская</w:t>
            </w:r>
            <w:r w:rsidR="00FF34EF">
              <w:rPr>
                <w:szCs w:val="28"/>
              </w:rPr>
              <w:t>,</w:t>
            </w:r>
            <w:r w:rsidRPr="00224953">
              <w:rPr>
                <w:szCs w:val="28"/>
              </w:rPr>
              <w:t xml:space="preserve"> д. 59,</w:t>
            </w:r>
            <w:r w:rsidR="0011195E">
              <w:rPr>
                <w:szCs w:val="28"/>
              </w:rPr>
              <w:t xml:space="preserve"> </w:t>
            </w:r>
            <w:r w:rsidRPr="00224953">
              <w:rPr>
                <w:szCs w:val="28"/>
              </w:rPr>
              <w:t>79,</w:t>
            </w:r>
            <w:r w:rsidR="0011195E">
              <w:rPr>
                <w:szCs w:val="28"/>
              </w:rPr>
              <w:t xml:space="preserve"> </w:t>
            </w:r>
            <w:r w:rsidRPr="00224953">
              <w:rPr>
                <w:szCs w:val="28"/>
              </w:rPr>
              <w:t>108, 116, ул.Февральская</w:t>
            </w:r>
            <w:r w:rsidR="00FF34EF">
              <w:rPr>
                <w:szCs w:val="28"/>
              </w:rPr>
              <w:t>,</w:t>
            </w:r>
            <w:r w:rsidRPr="00224953">
              <w:rPr>
                <w:szCs w:val="28"/>
              </w:rPr>
              <w:t xml:space="preserve"> д. 19,</w:t>
            </w:r>
            <w:r w:rsidR="0011195E">
              <w:rPr>
                <w:szCs w:val="28"/>
              </w:rPr>
              <w:t xml:space="preserve"> </w:t>
            </w:r>
            <w:r w:rsidRPr="00224953">
              <w:rPr>
                <w:szCs w:val="28"/>
              </w:rPr>
              <w:t xml:space="preserve">27 </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76:19:000000:1398</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11195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11195E">
            <w:pPr>
              <w:ind w:firstLine="0"/>
              <w:jc w:val="left"/>
              <w:rPr>
                <w:szCs w:val="28"/>
              </w:rPr>
            </w:pPr>
            <w:r w:rsidRPr="00224953">
              <w:rPr>
                <w:szCs w:val="28"/>
              </w:rPr>
              <w:t>Ярославская обл</w:t>
            </w:r>
            <w:r w:rsidR="0011195E">
              <w:rPr>
                <w:szCs w:val="28"/>
              </w:rPr>
              <w:t>асть, г. </w:t>
            </w:r>
            <w:r w:rsidRPr="00224953">
              <w:rPr>
                <w:szCs w:val="28"/>
              </w:rPr>
              <w:t xml:space="preserve">Ростов, от врезки </w:t>
            </w:r>
            <w:r w:rsidR="0011195E">
              <w:rPr>
                <w:szCs w:val="28"/>
              </w:rPr>
              <w:br/>
            </w:r>
            <w:r w:rsidRPr="00224953">
              <w:rPr>
                <w:szCs w:val="28"/>
              </w:rPr>
              <w:t>ул. Декабристов – Московская – Ленинская к ГРПШ</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76:19:000000:1400</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815</w:t>
            </w:r>
          </w:p>
        </w:tc>
        <w:tc>
          <w:tcPr>
            <w:tcW w:w="1289" w:type="pct"/>
            <w:tcBorders>
              <w:top w:val="single" w:sz="4" w:space="0" w:color="auto"/>
              <w:left w:val="nil"/>
              <w:bottom w:val="single" w:sz="4" w:space="0" w:color="auto"/>
              <w:right w:val="single" w:sz="4" w:space="0" w:color="auto"/>
            </w:tcBorders>
            <w:shd w:val="clear" w:color="auto" w:fill="auto"/>
            <w:hideMark/>
          </w:tcPr>
          <w:p w:rsidR="0011195E" w:rsidRDefault="00D91137" w:rsidP="0011195E">
            <w:pPr>
              <w:ind w:firstLine="0"/>
              <w:jc w:val="left"/>
              <w:rPr>
                <w:szCs w:val="28"/>
              </w:rPr>
            </w:pPr>
            <w:r w:rsidRPr="00224953">
              <w:rPr>
                <w:szCs w:val="28"/>
              </w:rPr>
              <w:t xml:space="preserve">Газопровод </w:t>
            </w:r>
          </w:p>
          <w:p w:rsidR="00D91137" w:rsidRPr="00224953" w:rsidRDefault="00D91137" w:rsidP="0011195E">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11195E">
            <w:pPr>
              <w:ind w:firstLine="0"/>
              <w:jc w:val="left"/>
              <w:rPr>
                <w:szCs w:val="28"/>
              </w:rPr>
            </w:pPr>
            <w:r w:rsidRPr="00224953">
              <w:rPr>
                <w:szCs w:val="28"/>
              </w:rPr>
              <w:t>Ярославская обл</w:t>
            </w:r>
            <w:r w:rsidR="0011195E">
              <w:rPr>
                <w:szCs w:val="28"/>
              </w:rPr>
              <w:t>асть</w:t>
            </w:r>
            <w:r w:rsidRPr="00224953">
              <w:rPr>
                <w:szCs w:val="28"/>
              </w:rPr>
              <w:t xml:space="preserve">, </w:t>
            </w:r>
            <w:r w:rsidR="0011195E">
              <w:rPr>
                <w:szCs w:val="28"/>
              </w:rPr>
              <w:br/>
              <w:t>Ростовский райо</w:t>
            </w:r>
            <w:r w:rsidRPr="00224953">
              <w:rPr>
                <w:szCs w:val="28"/>
              </w:rPr>
              <w:t xml:space="preserve">н, </w:t>
            </w:r>
            <w:r w:rsidR="0011195E">
              <w:rPr>
                <w:szCs w:val="28"/>
              </w:rPr>
              <w:br/>
            </w:r>
            <w:r w:rsidRPr="00224953">
              <w:rPr>
                <w:szCs w:val="28"/>
              </w:rPr>
              <w:t>г. Ростов, врезки задвижек в существующий газопровод ул. Декабристов</w:t>
            </w:r>
            <w:r w:rsidR="0011195E">
              <w:rPr>
                <w:szCs w:val="28"/>
              </w:rPr>
              <w:t xml:space="preserve"> – </w:t>
            </w:r>
            <w:r w:rsidRPr="00224953">
              <w:rPr>
                <w:szCs w:val="28"/>
              </w:rPr>
              <w:t>Окружная</w:t>
            </w:r>
            <w:r w:rsidR="0011195E">
              <w:rPr>
                <w:szCs w:val="28"/>
              </w:rPr>
              <w:t xml:space="preserve"> – </w:t>
            </w:r>
            <w:r w:rsidRPr="00224953">
              <w:rPr>
                <w:szCs w:val="28"/>
              </w:rPr>
              <w:t>Некрасова</w:t>
            </w:r>
            <w:r w:rsidR="0011195E">
              <w:rPr>
                <w:szCs w:val="28"/>
              </w:rPr>
              <w:t xml:space="preserve"> – </w:t>
            </w:r>
            <w:r w:rsidRPr="00224953">
              <w:rPr>
                <w:szCs w:val="28"/>
              </w:rPr>
              <w:t>Первомайская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76:19:000000:1454</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816</w:t>
            </w:r>
          </w:p>
        </w:tc>
        <w:tc>
          <w:tcPr>
            <w:tcW w:w="1289" w:type="pct"/>
            <w:tcBorders>
              <w:top w:val="nil"/>
              <w:left w:val="nil"/>
              <w:bottom w:val="single" w:sz="4" w:space="0" w:color="auto"/>
              <w:right w:val="single" w:sz="4" w:space="0" w:color="auto"/>
            </w:tcBorders>
            <w:shd w:val="clear" w:color="auto" w:fill="auto"/>
            <w:hideMark/>
          </w:tcPr>
          <w:p w:rsidR="0011195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1195E">
            <w:pPr>
              <w:ind w:firstLine="0"/>
              <w:jc w:val="left"/>
              <w:rPr>
                <w:szCs w:val="28"/>
              </w:rPr>
            </w:pPr>
            <w:r w:rsidRPr="00224953">
              <w:rPr>
                <w:szCs w:val="28"/>
              </w:rPr>
              <w:t>Ярославская обл</w:t>
            </w:r>
            <w:r w:rsidR="0011195E">
              <w:rPr>
                <w:szCs w:val="28"/>
              </w:rPr>
              <w:t>асть</w:t>
            </w:r>
            <w:r w:rsidRPr="00224953">
              <w:rPr>
                <w:szCs w:val="28"/>
              </w:rPr>
              <w:t xml:space="preserve">, </w:t>
            </w:r>
            <w:r w:rsidR="0011195E">
              <w:rPr>
                <w:szCs w:val="28"/>
              </w:rPr>
              <w:br/>
              <w:t>Ростовский райо</w:t>
            </w:r>
            <w:r w:rsidRPr="00224953">
              <w:rPr>
                <w:szCs w:val="28"/>
              </w:rPr>
              <w:t>н,</w:t>
            </w:r>
            <w:r w:rsidR="0011195E">
              <w:rPr>
                <w:szCs w:val="28"/>
              </w:rPr>
              <w:br/>
            </w:r>
            <w:r w:rsidRPr="00224953">
              <w:rPr>
                <w:szCs w:val="28"/>
              </w:rPr>
              <w:t>г. Ростов, ул. Октябрьская</w:t>
            </w:r>
            <w:r w:rsidR="0011195E">
              <w:rPr>
                <w:szCs w:val="28"/>
              </w:rPr>
              <w:t>,</w:t>
            </w:r>
            <w:r w:rsidRPr="00224953">
              <w:rPr>
                <w:szCs w:val="28"/>
              </w:rPr>
              <w:t xml:space="preserve"> к жилым домам</w:t>
            </w:r>
            <w:r w:rsidR="0011195E">
              <w:rPr>
                <w:szCs w:val="28"/>
              </w:rPr>
              <w:t xml:space="preserve"> № </w:t>
            </w:r>
            <w:r w:rsidRPr="00224953">
              <w:rPr>
                <w:szCs w:val="28"/>
              </w:rPr>
              <w:t xml:space="preserve">49, 51, </w:t>
            </w:r>
            <w:r w:rsidR="0011195E">
              <w:rPr>
                <w:szCs w:val="28"/>
              </w:rPr>
              <w:t xml:space="preserve">ул. </w:t>
            </w:r>
            <w:r w:rsidRPr="00224953">
              <w:rPr>
                <w:szCs w:val="28"/>
              </w:rPr>
              <w:t>Московская</w:t>
            </w:r>
            <w:r w:rsidR="0011195E">
              <w:rPr>
                <w:szCs w:val="28"/>
              </w:rPr>
              <w:t>,</w:t>
            </w:r>
            <w:r w:rsidRPr="00224953">
              <w:rPr>
                <w:szCs w:val="28"/>
              </w:rPr>
              <w:t xml:space="preserve"> к дому №</w:t>
            </w:r>
            <w:r w:rsidR="0011195E">
              <w:rPr>
                <w:szCs w:val="28"/>
              </w:rPr>
              <w:t xml:space="preserve"> </w:t>
            </w:r>
            <w:r w:rsidRPr="00224953">
              <w:rPr>
                <w:szCs w:val="28"/>
              </w:rPr>
              <w:t xml:space="preserve">21, </w:t>
            </w:r>
            <w:r w:rsidR="0011195E">
              <w:rPr>
                <w:szCs w:val="28"/>
              </w:rPr>
              <w:t xml:space="preserve">ул. </w:t>
            </w:r>
            <w:r w:rsidRPr="00224953">
              <w:rPr>
                <w:szCs w:val="28"/>
              </w:rPr>
              <w:t>Ленинская</w:t>
            </w:r>
            <w:r w:rsidR="0011195E">
              <w:rPr>
                <w:szCs w:val="28"/>
              </w:rPr>
              <w:t>,</w:t>
            </w:r>
            <w:r w:rsidRPr="00224953">
              <w:rPr>
                <w:szCs w:val="28"/>
              </w:rPr>
              <w:t xml:space="preserve"> к дому №</w:t>
            </w:r>
            <w:r w:rsidR="0011195E">
              <w:rPr>
                <w:szCs w:val="28"/>
              </w:rPr>
              <w:t xml:space="preserve"> </w:t>
            </w:r>
            <w:r w:rsidRPr="00224953">
              <w:rPr>
                <w:szCs w:val="28"/>
              </w:rPr>
              <w:t>58а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76:19:010109:905</w:t>
            </w:r>
          </w:p>
        </w:tc>
      </w:tr>
      <w:tr w:rsidR="00D91137" w:rsidRPr="00224953" w:rsidTr="00F41344">
        <w:trPr>
          <w:trHeight w:val="18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817</w:t>
            </w:r>
          </w:p>
        </w:tc>
        <w:tc>
          <w:tcPr>
            <w:tcW w:w="1289" w:type="pct"/>
            <w:tcBorders>
              <w:top w:val="nil"/>
              <w:left w:val="nil"/>
              <w:bottom w:val="single" w:sz="4" w:space="0" w:color="auto"/>
              <w:right w:val="single" w:sz="4" w:space="0" w:color="auto"/>
            </w:tcBorders>
            <w:shd w:val="clear" w:color="auto" w:fill="auto"/>
            <w:hideMark/>
          </w:tcPr>
          <w:p w:rsidR="0011195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1195E">
            <w:pPr>
              <w:ind w:firstLine="0"/>
              <w:jc w:val="left"/>
              <w:rPr>
                <w:szCs w:val="28"/>
              </w:rPr>
            </w:pPr>
            <w:r w:rsidRPr="00224953">
              <w:rPr>
                <w:szCs w:val="28"/>
              </w:rPr>
              <w:t>Ярославская обл</w:t>
            </w:r>
            <w:r w:rsidR="0011195E">
              <w:rPr>
                <w:szCs w:val="28"/>
              </w:rPr>
              <w:t>асть, г. </w:t>
            </w:r>
            <w:r w:rsidRPr="00224953">
              <w:rPr>
                <w:szCs w:val="28"/>
              </w:rPr>
              <w:t>Ростов, ул. Фрунзе</w:t>
            </w:r>
            <w:r w:rsidR="0011195E">
              <w:rPr>
                <w:szCs w:val="28"/>
              </w:rPr>
              <w:t>,</w:t>
            </w:r>
            <w:r w:rsidRPr="00224953">
              <w:rPr>
                <w:szCs w:val="28"/>
              </w:rPr>
              <w:t xml:space="preserve"> к жилым домам №</w:t>
            </w:r>
            <w:r w:rsidR="0011195E">
              <w:rPr>
                <w:szCs w:val="28"/>
              </w:rPr>
              <w:t xml:space="preserve"> </w:t>
            </w:r>
            <w:r w:rsidRPr="00224953">
              <w:rPr>
                <w:szCs w:val="28"/>
              </w:rPr>
              <w:t>45/95, ул.</w:t>
            </w:r>
            <w:r w:rsidR="0011195E">
              <w:rPr>
                <w:szCs w:val="28"/>
              </w:rPr>
              <w:t xml:space="preserve"> </w:t>
            </w:r>
            <w:r w:rsidRPr="00224953">
              <w:rPr>
                <w:szCs w:val="28"/>
              </w:rPr>
              <w:t>Декабристов</w:t>
            </w:r>
            <w:r w:rsidR="0011195E">
              <w:rPr>
                <w:szCs w:val="28"/>
              </w:rPr>
              <w:t xml:space="preserve">, к </w:t>
            </w:r>
            <w:r w:rsidRPr="00224953">
              <w:rPr>
                <w:szCs w:val="28"/>
              </w:rPr>
              <w:t>домам №</w:t>
            </w:r>
            <w:r w:rsidR="0011195E">
              <w:rPr>
                <w:szCs w:val="28"/>
              </w:rPr>
              <w:t xml:space="preserve"> </w:t>
            </w:r>
            <w:r w:rsidRPr="00224953">
              <w:rPr>
                <w:szCs w:val="28"/>
              </w:rPr>
              <w:t>50,</w:t>
            </w:r>
            <w:r w:rsidR="0011195E">
              <w:rPr>
                <w:szCs w:val="28"/>
              </w:rPr>
              <w:t xml:space="preserve"> </w:t>
            </w:r>
            <w:r w:rsidRPr="00224953">
              <w:rPr>
                <w:szCs w:val="28"/>
              </w:rPr>
              <w:t>52, ул. Спартаковская</w:t>
            </w:r>
            <w:r w:rsidR="0011195E">
              <w:rPr>
                <w:szCs w:val="28"/>
              </w:rPr>
              <w:t>,</w:t>
            </w:r>
            <w:r w:rsidRPr="00224953">
              <w:rPr>
                <w:szCs w:val="28"/>
              </w:rPr>
              <w:t xml:space="preserve"> к домам № 105,107, пр.</w:t>
            </w:r>
            <w:r w:rsidR="0011195E">
              <w:rPr>
                <w:szCs w:val="28"/>
              </w:rPr>
              <w:t xml:space="preserve"> </w:t>
            </w:r>
            <w:r w:rsidRPr="00224953">
              <w:rPr>
                <w:szCs w:val="28"/>
              </w:rPr>
              <w:t>Радищева</w:t>
            </w:r>
            <w:r w:rsidR="0011195E">
              <w:rPr>
                <w:szCs w:val="28"/>
              </w:rPr>
              <w:t>,</w:t>
            </w:r>
            <w:r w:rsidRPr="00224953">
              <w:rPr>
                <w:szCs w:val="28"/>
              </w:rPr>
              <w:t xml:space="preserve"> к домам </w:t>
            </w:r>
            <w:r w:rsidR="0011195E">
              <w:rPr>
                <w:szCs w:val="28"/>
              </w:rPr>
              <w:br/>
            </w:r>
            <w:r w:rsidRPr="00224953">
              <w:rPr>
                <w:szCs w:val="28"/>
              </w:rPr>
              <w:t>№</w:t>
            </w:r>
            <w:r w:rsidR="0011195E">
              <w:rPr>
                <w:szCs w:val="28"/>
              </w:rPr>
              <w:t xml:space="preserve"> </w:t>
            </w:r>
            <w:r w:rsidRPr="00224953">
              <w:rPr>
                <w:szCs w:val="28"/>
              </w:rPr>
              <w:t>7,</w:t>
            </w:r>
            <w:r w:rsidR="0011195E">
              <w:rPr>
                <w:szCs w:val="28"/>
              </w:rPr>
              <w:t xml:space="preserve"> </w:t>
            </w:r>
            <w:r w:rsidRPr="00224953">
              <w:rPr>
                <w:szCs w:val="28"/>
              </w:rPr>
              <w:t>8,</w:t>
            </w:r>
            <w:r w:rsidR="0011195E">
              <w:rPr>
                <w:szCs w:val="28"/>
              </w:rPr>
              <w:t xml:space="preserve"> </w:t>
            </w:r>
            <w:r w:rsidRPr="00224953">
              <w:rPr>
                <w:szCs w:val="28"/>
              </w:rPr>
              <w:t>9,</w:t>
            </w:r>
            <w:r w:rsidR="0011195E">
              <w:rPr>
                <w:szCs w:val="28"/>
              </w:rPr>
              <w:t xml:space="preserve"> </w:t>
            </w:r>
            <w:r w:rsidRPr="00224953">
              <w:rPr>
                <w:szCs w:val="28"/>
              </w:rPr>
              <w:t>10,</w:t>
            </w:r>
            <w:r w:rsidR="0011195E">
              <w:rPr>
                <w:szCs w:val="28"/>
              </w:rPr>
              <w:t xml:space="preserve"> 26, ул.</w:t>
            </w:r>
            <w:r w:rsidRPr="00224953">
              <w:rPr>
                <w:szCs w:val="28"/>
              </w:rPr>
              <w:t xml:space="preserve"> Радищева</w:t>
            </w:r>
            <w:r w:rsidR="0011195E">
              <w:rPr>
                <w:szCs w:val="28"/>
              </w:rPr>
              <w:t>,</w:t>
            </w:r>
            <w:r w:rsidRPr="00224953">
              <w:rPr>
                <w:szCs w:val="28"/>
              </w:rPr>
              <w:t xml:space="preserve"> к дому №</w:t>
            </w:r>
            <w:r w:rsidR="0011195E">
              <w:rPr>
                <w:szCs w:val="28"/>
              </w:rPr>
              <w:t xml:space="preserve"> </w:t>
            </w:r>
            <w:r w:rsidRPr="00224953">
              <w:rPr>
                <w:szCs w:val="28"/>
              </w:rPr>
              <w:t>42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76:19:010105:385</w:t>
            </w:r>
          </w:p>
        </w:tc>
      </w:tr>
      <w:tr w:rsidR="00D91137" w:rsidRPr="00224953" w:rsidTr="004E1316">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818</w:t>
            </w:r>
          </w:p>
        </w:tc>
        <w:tc>
          <w:tcPr>
            <w:tcW w:w="1289" w:type="pct"/>
            <w:tcBorders>
              <w:top w:val="nil"/>
              <w:left w:val="nil"/>
              <w:bottom w:val="single" w:sz="4" w:space="0" w:color="auto"/>
              <w:right w:val="single" w:sz="4" w:space="0" w:color="auto"/>
            </w:tcBorders>
            <w:shd w:val="clear" w:color="auto" w:fill="auto"/>
            <w:hideMark/>
          </w:tcPr>
          <w:p w:rsidR="004E131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4E1316">
            <w:pPr>
              <w:ind w:firstLine="0"/>
              <w:jc w:val="left"/>
              <w:rPr>
                <w:szCs w:val="28"/>
              </w:rPr>
            </w:pPr>
            <w:r w:rsidRPr="00224953">
              <w:rPr>
                <w:szCs w:val="28"/>
              </w:rPr>
              <w:t>Ярославская обл</w:t>
            </w:r>
            <w:r w:rsidR="004E1316">
              <w:rPr>
                <w:szCs w:val="28"/>
              </w:rPr>
              <w:t>асть, г. </w:t>
            </w:r>
            <w:r w:rsidRPr="00224953">
              <w:rPr>
                <w:szCs w:val="28"/>
              </w:rPr>
              <w:t>Ростов</w:t>
            </w:r>
            <w:r w:rsidR="004E1316">
              <w:rPr>
                <w:szCs w:val="28"/>
              </w:rPr>
              <w:t>,</w:t>
            </w:r>
            <w:r w:rsidRPr="00224953">
              <w:rPr>
                <w:szCs w:val="28"/>
              </w:rPr>
              <w:t xml:space="preserve"> к жилым домам ул. Еремина – Текстильщиков – Дружбы</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76:19:010327:751</w:t>
            </w:r>
          </w:p>
        </w:tc>
      </w:tr>
      <w:tr w:rsidR="00D91137" w:rsidRPr="00224953" w:rsidTr="004E1316">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819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E131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E1316">
            <w:pPr>
              <w:ind w:firstLine="0"/>
              <w:jc w:val="left"/>
              <w:rPr>
                <w:szCs w:val="28"/>
              </w:rPr>
            </w:pPr>
            <w:r w:rsidRPr="00224953">
              <w:rPr>
                <w:szCs w:val="28"/>
              </w:rPr>
              <w:t>Ярославская обл</w:t>
            </w:r>
            <w:r w:rsidR="004E1316">
              <w:rPr>
                <w:szCs w:val="28"/>
              </w:rPr>
              <w:t>асть, г. Ростов, к ОФК, ул. </w:t>
            </w:r>
            <w:r w:rsidRPr="00224953">
              <w:rPr>
                <w:szCs w:val="28"/>
              </w:rPr>
              <w:t>Окружная, д. 60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76:19:010214:453</w:t>
            </w:r>
          </w:p>
        </w:tc>
      </w:tr>
      <w:tr w:rsidR="00D91137" w:rsidRPr="00224953" w:rsidTr="00B5478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820</w:t>
            </w:r>
          </w:p>
        </w:tc>
        <w:tc>
          <w:tcPr>
            <w:tcW w:w="1289" w:type="pct"/>
            <w:tcBorders>
              <w:top w:val="single" w:sz="4" w:space="0" w:color="auto"/>
              <w:left w:val="nil"/>
              <w:bottom w:val="single" w:sz="4" w:space="0" w:color="auto"/>
              <w:right w:val="single" w:sz="4" w:space="0" w:color="auto"/>
            </w:tcBorders>
            <w:shd w:val="clear" w:color="auto" w:fill="auto"/>
            <w:hideMark/>
          </w:tcPr>
          <w:p w:rsidR="004E131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4E1316">
            <w:pPr>
              <w:ind w:firstLine="0"/>
              <w:jc w:val="left"/>
              <w:rPr>
                <w:szCs w:val="28"/>
              </w:rPr>
            </w:pPr>
            <w:r w:rsidRPr="00224953">
              <w:rPr>
                <w:szCs w:val="28"/>
              </w:rPr>
              <w:t>Ярославская обл</w:t>
            </w:r>
            <w:r w:rsidR="004E1316">
              <w:rPr>
                <w:szCs w:val="28"/>
              </w:rPr>
              <w:t>асть, г. </w:t>
            </w:r>
            <w:r w:rsidRPr="00224953">
              <w:rPr>
                <w:szCs w:val="28"/>
              </w:rPr>
              <w:t>Ростов, ул. Гладышева – Пролетарская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76:19:000000:1422</w:t>
            </w:r>
          </w:p>
        </w:tc>
      </w:tr>
      <w:tr w:rsidR="00D91137" w:rsidRPr="00224953" w:rsidTr="00B54789">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E131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4E1316" w:rsidP="003C4850">
            <w:pPr>
              <w:ind w:firstLine="0"/>
              <w:jc w:val="left"/>
              <w:rPr>
                <w:szCs w:val="28"/>
              </w:rPr>
            </w:pPr>
            <w:r>
              <w:rPr>
                <w:szCs w:val="28"/>
              </w:rPr>
              <w:t>Ярославская область, г. </w:t>
            </w:r>
            <w:r w:rsidR="00D91137" w:rsidRPr="00224953">
              <w:rPr>
                <w:szCs w:val="28"/>
              </w:rPr>
              <w:t>Ростов</w:t>
            </w:r>
            <w:r w:rsidR="00B54789">
              <w:rPr>
                <w:szCs w:val="28"/>
              </w:rPr>
              <w:t>,</w:t>
            </w:r>
            <w:r w:rsidR="00D91137" w:rsidRPr="00224953">
              <w:rPr>
                <w:szCs w:val="28"/>
              </w:rPr>
              <w:t xml:space="preserve"> от з</w:t>
            </w:r>
            <w:r>
              <w:rPr>
                <w:szCs w:val="28"/>
              </w:rPr>
              <w:t>адвижки ул. </w:t>
            </w:r>
            <w:r w:rsidR="00D91137" w:rsidRPr="00224953">
              <w:rPr>
                <w:szCs w:val="28"/>
              </w:rPr>
              <w:t xml:space="preserve">Декабристов до </w:t>
            </w:r>
            <w:r w:rsidR="003C4850">
              <w:rPr>
                <w:szCs w:val="28"/>
              </w:rPr>
              <w:t xml:space="preserve">жилых </w:t>
            </w:r>
            <w:r w:rsidR="003C4850">
              <w:rPr>
                <w:szCs w:val="28"/>
              </w:rPr>
              <w:lastRenderedPageBreak/>
              <w:t>домов</w:t>
            </w:r>
            <w:r w:rsidR="00D91137" w:rsidRPr="00224953">
              <w:rPr>
                <w:szCs w:val="28"/>
              </w:rPr>
              <w:t xml:space="preserve"> по ул. Малая Заровская, д.</w:t>
            </w:r>
            <w:r>
              <w:rPr>
                <w:szCs w:val="28"/>
              </w:rPr>
              <w:t xml:space="preserve"> </w:t>
            </w:r>
            <w:r w:rsidR="00D91137" w:rsidRPr="00224953">
              <w:rPr>
                <w:szCs w:val="28"/>
              </w:rPr>
              <w:t>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76:19:010211:406</w:t>
            </w:r>
          </w:p>
        </w:tc>
      </w:tr>
      <w:tr w:rsidR="00D91137" w:rsidRPr="00224953" w:rsidTr="00B5478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822</w:t>
            </w:r>
          </w:p>
        </w:tc>
        <w:tc>
          <w:tcPr>
            <w:tcW w:w="1289" w:type="pct"/>
            <w:tcBorders>
              <w:top w:val="single" w:sz="4" w:space="0" w:color="auto"/>
              <w:left w:val="nil"/>
              <w:bottom w:val="single" w:sz="4" w:space="0" w:color="auto"/>
              <w:right w:val="single" w:sz="4" w:space="0" w:color="auto"/>
            </w:tcBorders>
            <w:shd w:val="clear" w:color="auto" w:fill="auto"/>
            <w:hideMark/>
          </w:tcPr>
          <w:p w:rsidR="004E1316"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4E1316" w:rsidP="00D91137">
            <w:pPr>
              <w:ind w:firstLine="0"/>
              <w:jc w:val="left"/>
              <w:rPr>
                <w:szCs w:val="28"/>
              </w:rPr>
            </w:pPr>
            <w:r>
              <w:rPr>
                <w:szCs w:val="28"/>
              </w:rPr>
              <w:t>Ярославская область, г. </w:t>
            </w:r>
            <w:r w:rsidR="00D91137" w:rsidRPr="00224953">
              <w:rPr>
                <w:szCs w:val="28"/>
              </w:rPr>
              <w:t>Ростов, ул. Бебеля, д.</w:t>
            </w:r>
            <w:r w:rsidR="004C07F0">
              <w:rPr>
                <w:szCs w:val="28"/>
              </w:rPr>
              <w:t xml:space="preserve"> </w:t>
            </w:r>
            <w:r w:rsidR="00D91137" w:rsidRPr="00224953">
              <w:rPr>
                <w:szCs w:val="28"/>
              </w:rPr>
              <w:t>57</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76:19:000000:1401</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C324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2C3241" w:rsidP="00D91137">
            <w:pPr>
              <w:ind w:firstLine="0"/>
              <w:jc w:val="left"/>
              <w:rPr>
                <w:szCs w:val="28"/>
              </w:rPr>
            </w:pPr>
            <w:r>
              <w:rPr>
                <w:szCs w:val="28"/>
              </w:rPr>
              <w:t>Ярославская область, г. </w:t>
            </w:r>
            <w:r w:rsidR="00D91137" w:rsidRPr="00224953">
              <w:rPr>
                <w:szCs w:val="28"/>
              </w:rPr>
              <w:t xml:space="preserve">Ростов, </w:t>
            </w:r>
            <w:r w:rsidR="00D91137" w:rsidRPr="00224953">
              <w:rPr>
                <w:szCs w:val="28"/>
              </w:rPr>
              <w:br/>
              <w:t>ул. Спартаковская, д.</w:t>
            </w:r>
            <w:r>
              <w:rPr>
                <w:szCs w:val="28"/>
              </w:rPr>
              <w:t xml:space="preserve"> </w:t>
            </w:r>
            <w:r w:rsidR="00D91137" w:rsidRPr="00224953">
              <w:rPr>
                <w:szCs w:val="28"/>
              </w:rPr>
              <w:t>79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76:19:010212:550</w:t>
            </w:r>
          </w:p>
        </w:tc>
      </w:tr>
      <w:tr w:rsidR="00D91137" w:rsidRPr="00224953" w:rsidTr="00513A65">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824</w:t>
            </w:r>
          </w:p>
        </w:tc>
        <w:tc>
          <w:tcPr>
            <w:tcW w:w="1289" w:type="pct"/>
            <w:tcBorders>
              <w:top w:val="single" w:sz="4" w:space="0" w:color="auto"/>
              <w:left w:val="nil"/>
              <w:bottom w:val="single" w:sz="4" w:space="0" w:color="auto"/>
              <w:right w:val="single" w:sz="4" w:space="0" w:color="auto"/>
            </w:tcBorders>
            <w:shd w:val="clear" w:color="auto" w:fill="auto"/>
            <w:hideMark/>
          </w:tcPr>
          <w:p w:rsidR="002C3241" w:rsidRDefault="00D91137" w:rsidP="002C3241">
            <w:pPr>
              <w:ind w:firstLine="0"/>
              <w:jc w:val="left"/>
              <w:rPr>
                <w:szCs w:val="28"/>
              </w:rPr>
            </w:pPr>
            <w:r w:rsidRPr="00224953">
              <w:rPr>
                <w:szCs w:val="28"/>
              </w:rPr>
              <w:t xml:space="preserve">Газопровод </w:t>
            </w:r>
          </w:p>
          <w:p w:rsidR="00D91137" w:rsidRPr="00224953" w:rsidRDefault="00D91137" w:rsidP="002C3241">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2C3241" w:rsidRDefault="00D91137" w:rsidP="00D91137">
            <w:pPr>
              <w:ind w:firstLine="0"/>
              <w:jc w:val="left"/>
              <w:rPr>
                <w:szCs w:val="28"/>
              </w:rPr>
            </w:pPr>
            <w:r w:rsidRPr="00224953">
              <w:rPr>
                <w:szCs w:val="28"/>
              </w:rPr>
              <w:t xml:space="preserve">Ярославская область, </w:t>
            </w:r>
          </w:p>
          <w:p w:rsidR="00D91137" w:rsidRPr="00224953" w:rsidRDefault="002C3241" w:rsidP="00D91137">
            <w:pPr>
              <w:ind w:firstLine="0"/>
              <w:jc w:val="left"/>
              <w:rPr>
                <w:szCs w:val="28"/>
              </w:rPr>
            </w:pPr>
            <w:r>
              <w:rPr>
                <w:szCs w:val="28"/>
              </w:rPr>
              <w:t>Ростовский райо</w:t>
            </w:r>
            <w:r w:rsidR="00D91137" w:rsidRPr="00224953">
              <w:rPr>
                <w:szCs w:val="28"/>
              </w:rPr>
              <w:t xml:space="preserve">н, </w:t>
            </w:r>
            <w:r>
              <w:rPr>
                <w:szCs w:val="28"/>
              </w:rPr>
              <w:br/>
            </w:r>
            <w:r w:rsidR="00D91137" w:rsidRPr="00224953">
              <w:rPr>
                <w:szCs w:val="28"/>
              </w:rPr>
              <w:t>г. Ростов, по ул. Московская</w:t>
            </w:r>
            <w:r>
              <w:rPr>
                <w:szCs w:val="28"/>
              </w:rPr>
              <w:t>,</w:t>
            </w:r>
            <w:r w:rsidR="00D91137" w:rsidRPr="00224953">
              <w:rPr>
                <w:szCs w:val="28"/>
              </w:rPr>
              <w:t xml:space="preserve"> к жилым домам 40,</w:t>
            </w:r>
            <w:r>
              <w:rPr>
                <w:szCs w:val="28"/>
              </w:rPr>
              <w:t xml:space="preserve"> </w:t>
            </w:r>
            <w:r w:rsidR="00D91137" w:rsidRPr="00224953">
              <w:rPr>
                <w:szCs w:val="28"/>
              </w:rPr>
              <w:t>42, ул.</w:t>
            </w:r>
            <w:r>
              <w:rPr>
                <w:szCs w:val="28"/>
              </w:rPr>
              <w:t xml:space="preserve"> </w:t>
            </w:r>
            <w:r w:rsidR="00D91137" w:rsidRPr="00224953">
              <w:rPr>
                <w:szCs w:val="28"/>
              </w:rPr>
              <w:t>Декабристов</w:t>
            </w:r>
            <w:r>
              <w:rPr>
                <w:szCs w:val="28"/>
              </w:rPr>
              <w:t>,</w:t>
            </w:r>
            <w:r w:rsidR="00D91137" w:rsidRPr="00224953">
              <w:rPr>
                <w:szCs w:val="28"/>
              </w:rPr>
              <w:t xml:space="preserve"> к домам 58,</w:t>
            </w:r>
            <w:r>
              <w:rPr>
                <w:szCs w:val="28"/>
              </w:rPr>
              <w:t xml:space="preserve"> </w:t>
            </w:r>
            <w:r w:rsidR="00D91137" w:rsidRPr="00224953">
              <w:rPr>
                <w:szCs w:val="28"/>
              </w:rPr>
              <w:t>60,</w:t>
            </w:r>
            <w:r>
              <w:rPr>
                <w:szCs w:val="28"/>
              </w:rPr>
              <w:t xml:space="preserve"> </w:t>
            </w:r>
            <w:r w:rsidR="00D91137" w:rsidRPr="00224953">
              <w:rPr>
                <w:szCs w:val="28"/>
              </w:rPr>
              <w:t>74, ул.</w:t>
            </w:r>
            <w:r>
              <w:rPr>
                <w:szCs w:val="28"/>
              </w:rPr>
              <w:t xml:space="preserve"> </w:t>
            </w:r>
            <w:r w:rsidR="00D91137" w:rsidRPr="00224953">
              <w:rPr>
                <w:szCs w:val="28"/>
              </w:rPr>
              <w:t>Радищева</w:t>
            </w:r>
            <w:r>
              <w:rPr>
                <w:szCs w:val="28"/>
              </w:rPr>
              <w:t>,</w:t>
            </w:r>
            <w:r w:rsidR="00D91137" w:rsidRPr="00224953">
              <w:rPr>
                <w:szCs w:val="28"/>
              </w:rPr>
              <w:t xml:space="preserve"> к дому 41</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76:19:010104:2571</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825</w:t>
            </w:r>
          </w:p>
        </w:tc>
        <w:tc>
          <w:tcPr>
            <w:tcW w:w="1289" w:type="pct"/>
            <w:tcBorders>
              <w:top w:val="nil"/>
              <w:left w:val="nil"/>
              <w:bottom w:val="single" w:sz="4" w:space="0" w:color="auto"/>
              <w:right w:val="single" w:sz="4" w:space="0" w:color="auto"/>
            </w:tcBorders>
            <w:shd w:val="clear" w:color="auto" w:fill="auto"/>
            <w:hideMark/>
          </w:tcPr>
          <w:p w:rsidR="002C3241" w:rsidRDefault="00D91137" w:rsidP="002C3241">
            <w:pPr>
              <w:ind w:firstLine="0"/>
              <w:jc w:val="left"/>
              <w:rPr>
                <w:szCs w:val="28"/>
              </w:rPr>
            </w:pPr>
            <w:r w:rsidRPr="00224953">
              <w:rPr>
                <w:szCs w:val="28"/>
              </w:rPr>
              <w:t xml:space="preserve">Газопровод </w:t>
            </w:r>
          </w:p>
          <w:p w:rsidR="00D91137" w:rsidRPr="00224953" w:rsidRDefault="00D91137" w:rsidP="002C3241">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2C3241" w:rsidRDefault="00D91137" w:rsidP="00D91137">
            <w:pPr>
              <w:ind w:firstLine="0"/>
              <w:jc w:val="left"/>
              <w:rPr>
                <w:szCs w:val="28"/>
              </w:rPr>
            </w:pPr>
            <w:r w:rsidRPr="00224953">
              <w:rPr>
                <w:szCs w:val="28"/>
              </w:rPr>
              <w:t xml:space="preserve">Ярославская область, </w:t>
            </w:r>
          </w:p>
          <w:p w:rsidR="00D91137" w:rsidRPr="00224953" w:rsidRDefault="002C3241" w:rsidP="002C3241">
            <w:pPr>
              <w:ind w:firstLine="0"/>
              <w:jc w:val="left"/>
              <w:rPr>
                <w:szCs w:val="28"/>
              </w:rPr>
            </w:pPr>
            <w:r>
              <w:rPr>
                <w:szCs w:val="28"/>
              </w:rPr>
              <w:t>Ростовский райо</w:t>
            </w:r>
            <w:r w:rsidR="00D91137" w:rsidRPr="00224953">
              <w:rPr>
                <w:szCs w:val="28"/>
              </w:rPr>
              <w:t>н,</w:t>
            </w:r>
            <w:r>
              <w:rPr>
                <w:szCs w:val="28"/>
              </w:rPr>
              <w:br/>
            </w:r>
            <w:r w:rsidR="00D91137" w:rsidRPr="00224953">
              <w:rPr>
                <w:szCs w:val="28"/>
              </w:rPr>
              <w:t>г. Ростов</w:t>
            </w:r>
            <w:r>
              <w:rPr>
                <w:szCs w:val="28"/>
              </w:rPr>
              <w:t>,</w:t>
            </w:r>
            <w:r w:rsidR="00D91137" w:rsidRPr="00224953">
              <w:rPr>
                <w:szCs w:val="28"/>
              </w:rPr>
              <w:t xml:space="preserve"> по ул. Московская</w:t>
            </w:r>
            <w:r>
              <w:rPr>
                <w:szCs w:val="28"/>
              </w:rPr>
              <w:t>,</w:t>
            </w:r>
            <w:r w:rsidR="00D91137" w:rsidRPr="00224953">
              <w:rPr>
                <w:szCs w:val="28"/>
              </w:rPr>
              <w:t xml:space="preserve"> к жилому дому 34,</w:t>
            </w:r>
            <w:r>
              <w:rPr>
                <w:szCs w:val="28"/>
              </w:rPr>
              <w:t xml:space="preserve"> </w:t>
            </w:r>
            <w:r w:rsidR="00D91137" w:rsidRPr="00224953">
              <w:rPr>
                <w:szCs w:val="28"/>
              </w:rPr>
              <w:t>ул. Октябрьская</w:t>
            </w:r>
            <w:r>
              <w:rPr>
                <w:szCs w:val="28"/>
              </w:rPr>
              <w:t>,</w:t>
            </w:r>
            <w:r w:rsidR="00D91137" w:rsidRPr="00224953">
              <w:rPr>
                <w:szCs w:val="28"/>
              </w:rPr>
              <w:t xml:space="preserve"> к домам 64/31,</w:t>
            </w:r>
            <w:r>
              <w:rPr>
                <w:szCs w:val="28"/>
              </w:rPr>
              <w:t xml:space="preserve"> </w:t>
            </w:r>
            <w:r w:rsidR="00D91137" w:rsidRPr="00224953">
              <w:rPr>
                <w:szCs w:val="28"/>
              </w:rPr>
              <w:t>68,</w:t>
            </w:r>
            <w:r>
              <w:rPr>
                <w:szCs w:val="28"/>
              </w:rPr>
              <w:t xml:space="preserve"> </w:t>
            </w:r>
            <w:r w:rsidR="00D91137" w:rsidRPr="00224953">
              <w:rPr>
                <w:szCs w:val="28"/>
              </w:rPr>
              <w:t>84, ул.</w:t>
            </w:r>
            <w:r>
              <w:rPr>
                <w:szCs w:val="28"/>
              </w:rPr>
              <w:t xml:space="preserve"> </w:t>
            </w:r>
            <w:r w:rsidR="00D91137" w:rsidRPr="00224953">
              <w:rPr>
                <w:szCs w:val="28"/>
              </w:rPr>
              <w:t>Декабристов</w:t>
            </w:r>
            <w:r>
              <w:rPr>
                <w:szCs w:val="28"/>
              </w:rPr>
              <w:t>,</w:t>
            </w:r>
            <w:r w:rsidR="00D91137" w:rsidRPr="00224953">
              <w:rPr>
                <w:szCs w:val="28"/>
              </w:rPr>
              <w:t xml:space="preserve"> к домам</w:t>
            </w:r>
            <w:r>
              <w:rPr>
                <w:szCs w:val="28"/>
              </w:rPr>
              <w:t xml:space="preserve"> </w:t>
            </w:r>
            <w:r w:rsidR="00D91137" w:rsidRPr="00224953">
              <w:rPr>
                <w:szCs w:val="28"/>
              </w:rPr>
              <w:t>71,</w:t>
            </w:r>
            <w:r>
              <w:rPr>
                <w:szCs w:val="28"/>
              </w:rPr>
              <w:t xml:space="preserve"> </w:t>
            </w:r>
            <w:r w:rsidR="00D91137" w:rsidRPr="00224953">
              <w:rPr>
                <w:szCs w:val="28"/>
              </w:rPr>
              <w:t>73,</w:t>
            </w:r>
            <w:r>
              <w:rPr>
                <w:szCs w:val="28"/>
              </w:rPr>
              <w:t xml:space="preserve"> </w:t>
            </w:r>
            <w:r w:rsidR="00D91137" w:rsidRPr="00224953">
              <w:rPr>
                <w:szCs w:val="28"/>
              </w:rPr>
              <w:t>75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76:19:010107:507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826</w:t>
            </w:r>
          </w:p>
        </w:tc>
        <w:tc>
          <w:tcPr>
            <w:tcW w:w="1289" w:type="pct"/>
            <w:tcBorders>
              <w:top w:val="nil"/>
              <w:left w:val="nil"/>
              <w:bottom w:val="single" w:sz="4" w:space="0" w:color="auto"/>
              <w:right w:val="single" w:sz="4" w:space="0" w:color="auto"/>
            </w:tcBorders>
            <w:shd w:val="clear" w:color="auto" w:fill="auto"/>
            <w:hideMark/>
          </w:tcPr>
          <w:p w:rsidR="002C3241" w:rsidRDefault="00D91137" w:rsidP="002C3241">
            <w:pPr>
              <w:ind w:firstLine="0"/>
              <w:jc w:val="left"/>
              <w:rPr>
                <w:szCs w:val="28"/>
              </w:rPr>
            </w:pPr>
            <w:r w:rsidRPr="00224953">
              <w:rPr>
                <w:szCs w:val="28"/>
              </w:rPr>
              <w:t xml:space="preserve">Газопровод </w:t>
            </w:r>
          </w:p>
          <w:p w:rsidR="00D91137" w:rsidRPr="00224953" w:rsidRDefault="00D91137" w:rsidP="002C3241">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AF4146">
            <w:pPr>
              <w:ind w:firstLine="0"/>
              <w:jc w:val="left"/>
              <w:rPr>
                <w:szCs w:val="28"/>
              </w:rPr>
            </w:pPr>
            <w:r w:rsidRPr="00224953">
              <w:rPr>
                <w:szCs w:val="28"/>
              </w:rPr>
              <w:t>Я</w:t>
            </w:r>
            <w:r w:rsidR="002C3241">
              <w:rPr>
                <w:szCs w:val="28"/>
              </w:rPr>
              <w:t>рославская область, г. </w:t>
            </w:r>
            <w:r w:rsidRPr="00224953">
              <w:rPr>
                <w:szCs w:val="28"/>
              </w:rPr>
              <w:t xml:space="preserve">Ростов к </w:t>
            </w:r>
            <w:r w:rsidR="00AF4146">
              <w:rPr>
                <w:szCs w:val="28"/>
              </w:rPr>
              <w:t>жилым домам</w:t>
            </w:r>
            <w:r w:rsidRPr="00224953">
              <w:rPr>
                <w:szCs w:val="28"/>
              </w:rPr>
              <w:t xml:space="preserve"> по ул. Декабристов</w:t>
            </w:r>
            <w:r w:rsidR="002C3241">
              <w:rPr>
                <w:szCs w:val="28"/>
              </w:rPr>
              <w:t>,</w:t>
            </w:r>
            <w:r w:rsidRPr="00224953">
              <w:rPr>
                <w:szCs w:val="28"/>
              </w:rPr>
              <w:t xml:space="preserve"> д.</w:t>
            </w:r>
            <w:r w:rsidR="00AF4146">
              <w:rPr>
                <w:szCs w:val="28"/>
              </w:rPr>
              <w:t> </w:t>
            </w:r>
            <w:r w:rsidRPr="00224953">
              <w:rPr>
                <w:szCs w:val="28"/>
              </w:rPr>
              <w:t>30а,</w:t>
            </w:r>
            <w:r w:rsidR="002C3241">
              <w:rPr>
                <w:szCs w:val="28"/>
              </w:rPr>
              <w:t xml:space="preserve"> </w:t>
            </w:r>
            <w:r w:rsidRPr="00224953">
              <w:rPr>
                <w:szCs w:val="28"/>
              </w:rPr>
              <w:t>34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76:19:010210:714</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827</w:t>
            </w:r>
          </w:p>
        </w:tc>
        <w:tc>
          <w:tcPr>
            <w:tcW w:w="1289" w:type="pct"/>
            <w:tcBorders>
              <w:top w:val="nil"/>
              <w:left w:val="nil"/>
              <w:bottom w:val="single" w:sz="4" w:space="0" w:color="auto"/>
              <w:right w:val="single" w:sz="4" w:space="0" w:color="auto"/>
            </w:tcBorders>
            <w:shd w:val="clear" w:color="auto" w:fill="auto"/>
            <w:hideMark/>
          </w:tcPr>
          <w:p w:rsidR="002C3241" w:rsidRDefault="00D91137" w:rsidP="002C3241">
            <w:pPr>
              <w:ind w:firstLine="0"/>
              <w:jc w:val="left"/>
              <w:rPr>
                <w:szCs w:val="28"/>
              </w:rPr>
            </w:pPr>
            <w:r w:rsidRPr="00224953">
              <w:rPr>
                <w:szCs w:val="28"/>
              </w:rPr>
              <w:t xml:space="preserve">Газопровод </w:t>
            </w:r>
          </w:p>
          <w:p w:rsidR="00D91137" w:rsidRPr="00224953" w:rsidRDefault="00D91137" w:rsidP="002C3241">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2C3241" w:rsidP="00D91137">
            <w:pPr>
              <w:ind w:firstLine="0"/>
              <w:jc w:val="left"/>
              <w:rPr>
                <w:szCs w:val="28"/>
              </w:rPr>
            </w:pPr>
            <w:r>
              <w:rPr>
                <w:szCs w:val="28"/>
              </w:rPr>
              <w:t>Ярославская область, г. </w:t>
            </w:r>
            <w:r w:rsidR="00D91137" w:rsidRPr="00224953">
              <w:rPr>
                <w:szCs w:val="28"/>
              </w:rPr>
              <w:t>Ростов</w:t>
            </w:r>
            <w:r>
              <w:rPr>
                <w:szCs w:val="28"/>
              </w:rPr>
              <w:t>,</w:t>
            </w:r>
            <w:r w:rsidR="00D91137" w:rsidRPr="00224953">
              <w:rPr>
                <w:szCs w:val="28"/>
              </w:rPr>
              <w:t xml:space="preserve"> </w:t>
            </w:r>
            <w:r w:rsidR="00D91137" w:rsidRPr="003C4850">
              <w:rPr>
                <w:szCs w:val="28"/>
              </w:rPr>
              <w:t>МКР №</w:t>
            </w:r>
            <w:r w:rsidRPr="003C4850">
              <w:rPr>
                <w:szCs w:val="28"/>
              </w:rPr>
              <w:t xml:space="preserve"> </w:t>
            </w:r>
            <w:r w:rsidR="00D91137" w:rsidRPr="003C4850">
              <w:rPr>
                <w:szCs w:val="28"/>
              </w:rPr>
              <w:t>2,</w:t>
            </w:r>
            <w:r w:rsidRPr="003C4850">
              <w:rPr>
                <w:szCs w:val="28"/>
              </w:rPr>
              <w:t xml:space="preserve"> </w:t>
            </w:r>
            <w:r w:rsidR="003C4850" w:rsidRPr="003C4850">
              <w:rPr>
                <w:szCs w:val="28"/>
              </w:rPr>
              <w:t xml:space="preserve">д. </w:t>
            </w:r>
            <w:r w:rsidR="00D91137" w:rsidRPr="003C4850">
              <w:rPr>
                <w:szCs w:val="28"/>
              </w:rPr>
              <w:t xml:space="preserve">15, </w:t>
            </w:r>
            <w:r w:rsidRPr="003C4850">
              <w:rPr>
                <w:szCs w:val="28"/>
              </w:rPr>
              <w:br/>
            </w:r>
            <w:r w:rsidR="003C4850" w:rsidRPr="003C4850">
              <w:rPr>
                <w:szCs w:val="28"/>
              </w:rPr>
              <w:t xml:space="preserve">2 МКР, </w:t>
            </w:r>
            <w:r w:rsidR="00D91137" w:rsidRPr="003C4850">
              <w:rPr>
                <w:szCs w:val="28"/>
              </w:rPr>
              <w:t>д.</w:t>
            </w:r>
            <w:r w:rsidRPr="003C4850">
              <w:rPr>
                <w:szCs w:val="28"/>
              </w:rPr>
              <w:t xml:space="preserve"> </w:t>
            </w:r>
            <w:r w:rsidR="00D91137" w:rsidRPr="003C4850">
              <w:rPr>
                <w:szCs w:val="28"/>
              </w:rPr>
              <w:t>52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76:19:010320:2406</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828</w:t>
            </w:r>
          </w:p>
        </w:tc>
        <w:tc>
          <w:tcPr>
            <w:tcW w:w="1289" w:type="pct"/>
            <w:tcBorders>
              <w:top w:val="nil"/>
              <w:left w:val="nil"/>
              <w:bottom w:val="single" w:sz="4" w:space="0" w:color="auto"/>
              <w:right w:val="single" w:sz="4" w:space="0" w:color="auto"/>
            </w:tcBorders>
            <w:shd w:val="clear" w:color="auto" w:fill="auto"/>
            <w:hideMark/>
          </w:tcPr>
          <w:p w:rsidR="002C3241" w:rsidRDefault="00D91137" w:rsidP="00D91137">
            <w:pPr>
              <w:ind w:firstLine="0"/>
              <w:jc w:val="left"/>
              <w:rPr>
                <w:szCs w:val="28"/>
              </w:rPr>
            </w:pPr>
            <w:r w:rsidRPr="00224953">
              <w:rPr>
                <w:szCs w:val="28"/>
              </w:rPr>
              <w:t xml:space="preserve">Газопровод </w:t>
            </w:r>
          </w:p>
          <w:p w:rsidR="00D91137" w:rsidRPr="00224953" w:rsidRDefault="00D91137" w:rsidP="002C3241">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C3241">
            <w:pPr>
              <w:ind w:firstLine="0"/>
              <w:jc w:val="left"/>
              <w:rPr>
                <w:szCs w:val="28"/>
              </w:rPr>
            </w:pPr>
            <w:r w:rsidRPr="00224953">
              <w:rPr>
                <w:szCs w:val="28"/>
              </w:rPr>
              <w:t xml:space="preserve">Ярославская </w:t>
            </w:r>
            <w:r w:rsidR="002C3241">
              <w:rPr>
                <w:szCs w:val="28"/>
              </w:rPr>
              <w:t xml:space="preserve">область, г. Ростов, </w:t>
            </w:r>
            <w:r w:rsidRPr="00224953">
              <w:rPr>
                <w:szCs w:val="28"/>
              </w:rPr>
              <w:t>Микрорайон 1, д. 1</w:t>
            </w:r>
            <w:r w:rsidR="002C3241">
              <w:rPr>
                <w:szCs w:val="28"/>
              </w:rPr>
              <w:t xml:space="preserve"> – </w:t>
            </w:r>
            <w:r w:rsidRPr="00224953">
              <w:rPr>
                <w:szCs w:val="28"/>
              </w:rPr>
              <w:t>3, д.</w:t>
            </w:r>
            <w:r w:rsidR="002C3241">
              <w:rPr>
                <w:szCs w:val="28"/>
              </w:rPr>
              <w:t xml:space="preserve"> </w:t>
            </w:r>
            <w:r w:rsidRPr="00224953">
              <w:rPr>
                <w:szCs w:val="28"/>
              </w:rPr>
              <w:t>5</w:t>
            </w:r>
            <w:r w:rsidR="002C3241">
              <w:rPr>
                <w:szCs w:val="28"/>
              </w:rPr>
              <w:t xml:space="preserve"> - </w:t>
            </w:r>
            <w:r w:rsidRPr="00224953">
              <w:rPr>
                <w:szCs w:val="28"/>
              </w:rPr>
              <w:t>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76:19:010306:3276</w:t>
            </w:r>
          </w:p>
        </w:tc>
      </w:tr>
      <w:tr w:rsidR="00D91137" w:rsidRPr="00224953" w:rsidTr="009F782F">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829</w:t>
            </w:r>
          </w:p>
        </w:tc>
        <w:tc>
          <w:tcPr>
            <w:tcW w:w="1289" w:type="pct"/>
            <w:tcBorders>
              <w:top w:val="nil"/>
              <w:left w:val="nil"/>
              <w:bottom w:val="single" w:sz="4" w:space="0" w:color="auto"/>
              <w:right w:val="single" w:sz="4" w:space="0" w:color="auto"/>
            </w:tcBorders>
            <w:shd w:val="clear" w:color="auto" w:fill="auto"/>
            <w:hideMark/>
          </w:tcPr>
          <w:p w:rsidR="002C324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C3241">
            <w:pPr>
              <w:ind w:firstLine="0"/>
              <w:jc w:val="left"/>
              <w:rPr>
                <w:szCs w:val="28"/>
              </w:rPr>
            </w:pPr>
            <w:r w:rsidRPr="00224953">
              <w:rPr>
                <w:szCs w:val="28"/>
              </w:rPr>
              <w:t xml:space="preserve">Российская Федерация, Ярославская область, </w:t>
            </w:r>
            <w:r w:rsidR="002C3241">
              <w:rPr>
                <w:szCs w:val="28"/>
              </w:rPr>
              <w:br/>
            </w:r>
            <w:r w:rsidRPr="00224953">
              <w:rPr>
                <w:szCs w:val="28"/>
              </w:rPr>
              <w:t>Ростовский</w:t>
            </w:r>
            <w:r w:rsidR="002C3241">
              <w:rPr>
                <w:szCs w:val="28"/>
              </w:rPr>
              <w:t xml:space="preserve"> район</w:t>
            </w:r>
            <w:r w:rsidRPr="00224953">
              <w:rPr>
                <w:szCs w:val="28"/>
              </w:rPr>
              <w:t xml:space="preserve">, </w:t>
            </w:r>
            <w:r w:rsidR="002C3241">
              <w:rPr>
                <w:szCs w:val="28"/>
              </w:rPr>
              <w:br/>
            </w:r>
            <w:r w:rsidRPr="00224953">
              <w:rPr>
                <w:szCs w:val="28"/>
              </w:rPr>
              <w:t>г Ростов, ул.</w:t>
            </w:r>
            <w:r w:rsidR="002C3241">
              <w:rPr>
                <w:szCs w:val="28"/>
              </w:rPr>
              <w:t xml:space="preserve"> </w:t>
            </w:r>
            <w:r w:rsidRPr="00224953">
              <w:rPr>
                <w:szCs w:val="28"/>
              </w:rPr>
              <w:t>Урицкого д.</w:t>
            </w:r>
            <w:r w:rsidR="00AF4146">
              <w:rPr>
                <w:szCs w:val="28"/>
              </w:rPr>
              <w:t> </w:t>
            </w:r>
            <w:r w:rsidRPr="00224953">
              <w:rPr>
                <w:szCs w:val="28"/>
              </w:rPr>
              <w:t>48, 48а, 50, 54, ул.</w:t>
            </w:r>
            <w:r w:rsidR="002C3241">
              <w:rPr>
                <w:szCs w:val="28"/>
              </w:rPr>
              <w:t xml:space="preserve"> </w:t>
            </w:r>
            <w:r w:rsidRPr="00224953">
              <w:rPr>
                <w:szCs w:val="28"/>
              </w:rPr>
              <w:t>Добролюбова</w:t>
            </w:r>
            <w:r w:rsidR="002C3241">
              <w:rPr>
                <w:szCs w:val="28"/>
              </w:rPr>
              <w:t>,</w:t>
            </w:r>
            <w:r w:rsidRPr="00224953">
              <w:rPr>
                <w:szCs w:val="28"/>
              </w:rPr>
              <w:t xml:space="preserve"> д.</w:t>
            </w:r>
            <w:r w:rsidR="002C3241">
              <w:rPr>
                <w:szCs w:val="28"/>
              </w:rPr>
              <w:t xml:space="preserve"> </w:t>
            </w:r>
            <w:r w:rsidRPr="00224953">
              <w:rPr>
                <w:szCs w:val="28"/>
              </w:rPr>
              <w:t>23, 25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76:19:010106:868</w:t>
            </w:r>
          </w:p>
        </w:tc>
      </w:tr>
      <w:tr w:rsidR="00D91137" w:rsidRPr="00224953" w:rsidTr="00B54789">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F782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w:t>
            </w:r>
            <w:r w:rsidR="009F782F">
              <w:rPr>
                <w:szCs w:val="28"/>
              </w:rPr>
              <w:t>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F782F" w:rsidRDefault="00D91137" w:rsidP="00D91137">
            <w:pPr>
              <w:ind w:firstLine="0"/>
              <w:jc w:val="left"/>
              <w:rPr>
                <w:szCs w:val="28"/>
              </w:rPr>
            </w:pPr>
            <w:r w:rsidRPr="00224953">
              <w:rPr>
                <w:szCs w:val="28"/>
              </w:rPr>
              <w:t xml:space="preserve">Российская Федерация, Ярославская область, </w:t>
            </w:r>
          </w:p>
          <w:p w:rsidR="009F782F" w:rsidRDefault="00D91137" w:rsidP="00D91137">
            <w:pPr>
              <w:ind w:firstLine="0"/>
              <w:jc w:val="left"/>
              <w:rPr>
                <w:szCs w:val="28"/>
              </w:rPr>
            </w:pPr>
            <w:r w:rsidRPr="00224953">
              <w:rPr>
                <w:szCs w:val="28"/>
              </w:rPr>
              <w:t xml:space="preserve">Ростовский район, </w:t>
            </w:r>
          </w:p>
          <w:p w:rsidR="00D91137" w:rsidRPr="00224953" w:rsidRDefault="00D91137" w:rsidP="009F782F">
            <w:pPr>
              <w:ind w:firstLine="0"/>
              <w:jc w:val="left"/>
              <w:rPr>
                <w:szCs w:val="28"/>
              </w:rPr>
            </w:pPr>
            <w:r w:rsidRPr="00224953">
              <w:rPr>
                <w:szCs w:val="28"/>
              </w:rPr>
              <w:t xml:space="preserve">г. Ростов, к </w:t>
            </w:r>
            <w:r w:rsidR="009F782F">
              <w:rPr>
                <w:szCs w:val="28"/>
              </w:rPr>
              <w:t>жилым домам по ул. Луначарского, д. 22, 26, 26а, 30, ул. </w:t>
            </w:r>
            <w:r w:rsidRPr="00224953">
              <w:rPr>
                <w:szCs w:val="28"/>
              </w:rPr>
              <w:t>Спартаковска</w:t>
            </w:r>
            <w:r w:rsidR="009F782F">
              <w:rPr>
                <w:szCs w:val="28"/>
              </w:rPr>
              <w:t xml:space="preserve">я, д. 51, </w:t>
            </w:r>
            <w:r w:rsidR="009F782F">
              <w:rPr>
                <w:szCs w:val="28"/>
              </w:rPr>
              <w:lastRenderedPageBreak/>
              <w:t>49а, Спартаковский пр, д. </w:t>
            </w:r>
            <w:r w:rsidRPr="00224953">
              <w:rPr>
                <w:szCs w:val="28"/>
              </w:rPr>
              <w:t>23,</w:t>
            </w:r>
            <w:r w:rsidR="009F782F">
              <w:rPr>
                <w:szCs w:val="28"/>
              </w:rPr>
              <w:t xml:space="preserve"> </w:t>
            </w:r>
            <w:r w:rsidRPr="00224953">
              <w:rPr>
                <w:szCs w:val="28"/>
              </w:rPr>
              <w:t>25,</w:t>
            </w:r>
            <w:r w:rsidR="009F782F">
              <w:rPr>
                <w:szCs w:val="28"/>
              </w:rPr>
              <w:t xml:space="preserve"> </w:t>
            </w:r>
            <w:r w:rsidRPr="00224953">
              <w:rPr>
                <w:szCs w:val="28"/>
              </w:rPr>
              <w:t>29,</w:t>
            </w:r>
            <w:r w:rsidR="009F782F">
              <w:rPr>
                <w:szCs w:val="28"/>
              </w:rPr>
              <w:t xml:space="preserve"> </w:t>
            </w:r>
            <w:r w:rsidRPr="00224953">
              <w:rPr>
                <w:szCs w:val="28"/>
              </w:rPr>
              <w:t>31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76:19:010215:638</w:t>
            </w:r>
          </w:p>
        </w:tc>
      </w:tr>
      <w:tr w:rsidR="00D91137" w:rsidRPr="00224953" w:rsidTr="009F782F">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831</w:t>
            </w:r>
          </w:p>
        </w:tc>
        <w:tc>
          <w:tcPr>
            <w:tcW w:w="1289" w:type="pct"/>
            <w:tcBorders>
              <w:top w:val="single" w:sz="4" w:space="0" w:color="auto"/>
              <w:left w:val="nil"/>
              <w:bottom w:val="single" w:sz="4" w:space="0" w:color="auto"/>
              <w:right w:val="single" w:sz="4" w:space="0" w:color="auto"/>
            </w:tcBorders>
            <w:shd w:val="clear" w:color="auto" w:fill="auto"/>
            <w:hideMark/>
          </w:tcPr>
          <w:p w:rsidR="009F782F" w:rsidRDefault="00D91137" w:rsidP="009F782F">
            <w:pPr>
              <w:ind w:firstLine="0"/>
              <w:jc w:val="left"/>
              <w:rPr>
                <w:szCs w:val="28"/>
              </w:rPr>
            </w:pPr>
            <w:r w:rsidRPr="00224953">
              <w:rPr>
                <w:szCs w:val="28"/>
              </w:rPr>
              <w:t xml:space="preserve">Газопровод </w:t>
            </w:r>
          </w:p>
          <w:p w:rsidR="00D91137" w:rsidRPr="00224953" w:rsidRDefault="00D91137" w:rsidP="009F782F">
            <w:pPr>
              <w:ind w:firstLine="0"/>
              <w:jc w:val="left"/>
              <w:rPr>
                <w:szCs w:val="28"/>
              </w:rPr>
            </w:pPr>
            <w:r w:rsidRPr="00224953">
              <w:rPr>
                <w:szCs w:val="28"/>
              </w:rPr>
              <w:t>низкого давления по ул. Депутатской</w:t>
            </w:r>
            <w:r w:rsidR="009F782F">
              <w:rPr>
                <w:szCs w:val="28"/>
              </w:rPr>
              <w:t xml:space="preserve"> </w:t>
            </w:r>
            <w:r w:rsidRPr="00224953">
              <w:rPr>
                <w:szCs w:val="28"/>
              </w:rPr>
              <w:t>к домам №</w:t>
            </w:r>
            <w:r w:rsidR="009F782F">
              <w:rPr>
                <w:szCs w:val="28"/>
              </w:rPr>
              <w:t> </w:t>
            </w:r>
            <w:r w:rsidR="009F782F" w:rsidRPr="009F782F">
              <w:rPr>
                <w:szCs w:val="28"/>
              </w:rPr>
              <w:t>5, 7, 9, 11</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w:t>
            </w:r>
            <w:r w:rsidR="009F782F">
              <w:rPr>
                <w:szCs w:val="28"/>
              </w:rPr>
              <w:t>рославская область, г. </w:t>
            </w:r>
            <w:r w:rsidRPr="00224953">
              <w:rPr>
                <w:szCs w:val="28"/>
              </w:rPr>
              <w:t>Ростов, ул. Депутатская, к домам № 5,</w:t>
            </w:r>
            <w:r w:rsidR="009F782F">
              <w:rPr>
                <w:szCs w:val="28"/>
              </w:rPr>
              <w:t xml:space="preserve"> </w:t>
            </w:r>
            <w:r w:rsidRPr="00224953">
              <w:rPr>
                <w:szCs w:val="28"/>
              </w:rPr>
              <w:t>7,</w:t>
            </w:r>
            <w:r w:rsidR="009F782F">
              <w:rPr>
                <w:szCs w:val="28"/>
              </w:rPr>
              <w:t xml:space="preserve"> </w:t>
            </w:r>
            <w:r w:rsidRPr="00224953">
              <w:rPr>
                <w:szCs w:val="28"/>
              </w:rPr>
              <w:t>9,</w:t>
            </w:r>
            <w:r w:rsidR="009F782F">
              <w:rPr>
                <w:szCs w:val="28"/>
              </w:rPr>
              <w:t xml:space="preserve"> </w:t>
            </w:r>
            <w:r w:rsidRPr="00224953">
              <w:rPr>
                <w:szCs w:val="28"/>
              </w:rPr>
              <w:t>11</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76:19:010107:510</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832</w:t>
            </w:r>
          </w:p>
        </w:tc>
        <w:tc>
          <w:tcPr>
            <w:tcW w:w="1289" w:type="pct"/>
            <w:tcBorders>
              <w:top w:val="nil"/>
              <w:left w:val="nil"/>
              <w:bottom w:val="single" w:sz="4" w:space="0" w:color="auto"/>
              <w:right w:val="single" w:sz="4" w:space="0" w:color="auto"/>
            </w:tcBorders>
            <w:shd w:val="clear" w:color="auto" w:fill="auto"/>
            <w:hideMark/>
          </w:tcPr>
          <w:p w:rsidR="009F782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9F782F" w:rsidRDefault="00D91137" w:rsidP="00D91137">
            <w:pPr>
              <w:ind w:firstLine="0"/>
              <w:jc w:val="left"/>
              <w:rPr>
                <w:szCs w:val="28"/>
              </w:rPr>
            </w:pPr>
            <w:r w:rsidRPr="00224953">
              <w:rPr>
                <w:szCs w:val="28"/>
              </w:rPr>
              <w:t xml:space="preserve">Ярославская область, </w:t>
            </w:r>
          </w:p>
          <w:p w:rsidR="001466B9"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 xml:space="preserve">г. Ростов, к Реабилитационному центру по </w:t>
            </w:r>
            <w:r w:rsidRPr="00224953">
              <w:rPr>
                <w:szCs w:val="28"/>
              </w:rPr>
              <w:br/>
              <w:t>ул. Некрасова, д.</w:t>
            </w:r>
            <w:r w:rsidR="001466B9">
              <w:rPr>
                <w:szCs w:val="28"/>
              </w:rPr>
              <w:t xml:space="preserve"> </w:t>
            </w:r>
            <w:r w:rsidRPr="00224953">
              <w:rPr>
                <w:szCs w:val="28"/>
              </w:rPr>
              <w:t>21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76:19:010217:497</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833</w:t>
            </w:r>
          </w:p>
        </w:tc>
        <w:tc>
          <w:tcPr>
            <w:tcW w:w="1289" w:type="pct"/>
            <w:tcBorders>
              <w:top w:val="nil"/>
              <w:left w:val="nil"/>
              <w:bottom w:val="single" w:sz="4" w:space="0" w:color="auto"/>
              <w:right w:val="single" w:sz="4" w:space="0" w:color="auto"/>
            </w:tcBorders>
            <w:shd w:val="clear" w:color="auto" w:fill="auto"/>
            <w:hideMark/>
          </w:tcPr>
          <w:p w:rsidR="001466B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1466B9" w:rsidRDefault="00D91137" w:rsidP="00D91137">
            <w:pPr>
              <w:ind w:firstLine="0"/>
              <w:jc w:val="left"/>
              <w:rPr>
                <w:szCs w:val="28"/>
              </w:rPr>
            </w:pPr>
            <w:r w:rsidRPr="00224953">
              <w:rPr>
                <w:szCs w:val="28"/>
              </w:rPr>
              <w:t xml:space="preserve">Ярославская область, </w:t>
            </w:r>
          </w:p>
          <w:p w:rsidR="001466B9"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 xml:space="preserve">г. Ростов, </w:t>
            </w:r>
            <w:r w:rsidRPr="00224953">
              <w:rPr>
                <w:szCs w:val="28"/>
              </w:rPr>
              <w:br/>
              <w:t>ул. Февральская, д.</w:t>
            </w:r>
            <w:r w:rsidR="001466B9">
              <w:rPr>
                <w:szCs w:val="28"/>
              </w:rPr>
              <w:t xml:space="preserve"> </w:t>
            </w:r>
            <w:r w:rsidRPr="00224953">
              <w:rPr>
                <w:szCs w:val="28"/>
              </w:rPr>
              <w:t>19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76:19:010212:556</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834</w:t>
            </w:r>
          </w:p>
        </w:tc>
        <w:tc>
          <w:tcPr>
            <w:tcW w:w="1289" w:type="pct"/>
            <w:tcBorders>
              <w:top w:val="nil"/>
              <w:left w:val="nil"/>
              <w:bottom w:val="single" w:sz="4" w:space="0" w:color="auto"/>
              <w:right w:val="single" w:sz="4" w:space="0" w:color="auto"/>
            </w:tcBorders>
            <w:shd w:val="clear" w:color="auto" w:fill="auto"/>
            <w:hideMark/>
          </w:tcPr>
          <w:p w:rsidR="001466B9"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1466B9" w:rsidRDefault="00D91137" w:rsidP="00D91137">
            <w:pPr>
              <w:ind w:firstLine="0"/>
              <w:jc w:val="left"/>
              <w:rPr>
                <w:szCs w:val="28"/>
              </w:rPr>
            </w:pPr>
            <w:r w:rsidRPr="00224953">
              <w:rPr>
                <w:szCs w:val="28"/>
              </w:rPr>
              <w:t>Российская Федерация,</w:t>
            </w:r>
            <w:r w:rsidR="001466B9">
              <w:rPr>
                <w:szCs w:val="28"/>
              </w:rPr>
              <w:t xml:space="preserve"> </w:t>
            </w:r>
            <w:r w:rsidRPr="00224953">
              <w:rPr>
                <w:szCs w:val="28"/>
              </w:rPr>
              <w:t xml:space="preserve">Ярославская область, </w:t>
            </w:r>
          </w:p>
          <w:p w:rsidR="001466B9"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г.Ростов</w:t>
            </w:r>
            <w:r w:rsidRPr="00224953">
              <w:rPr>
                <w:szCs w:val="28"/>
              </w:rPr>
              <w:br/>
              <w:t>ул. Радищева, д.</w:t>
            </w:r>
            <w:r w:rsidR="001466B9">
              <w:rPr>
                <w:szCs w:val="28"/>
              </w:rPr>
              <w:t xml:space="preserve"> </w:t>
            </w:r>
            <w:r w:rsidRPr="00224953">
              <w:rPr>
                <w:szCs w:val="28"/>
              </w:rPr>
              <w:t>35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76:19:010107:508</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1466B9" w:rsidP="001466B9">
            <w:pPr>
              <w:ind w:firstLine="0"/>
              <w:jc w:val="left"/>
              <w:rPr>
                <w:szCs w:val="28"/>
              </w:rPr>
            </w:pPr>
            <w:r>
              <w:rPr>
                <w:szCs w:val="28"/>
              </w:rPr>
              <w:t xml:space="preserve">Наружное газоснабжение жилых </w:t>
            </w:r>
            <w:r w:rsidR="00D91137" w:rsidRPr="00224953">
              <w:rPr>
                <w:szCs w:val="28"/>
              </w:rPr>
              <w:t>домов №</w:t>
            </w:r>
            <w:r>
              <w:rPr>
                <w:szCs w:val="28"/>
              </w:rPr>
              <w:t xml:space="preserve"> </w:t>
            </w:r>
            <w:r w:rsidR="00D91137" w:rsidRPr="00224953">
              <w:rPr>
                <w:szCs w:val="28"/>
              </w:rPr>
              <w:t>3,</w:t>
            </w:r>
            <w:r>
              <w:rPr>
                <w:szCs w:val="28"/>
              </w:rPr>
              <w:t xml:space="preserve"> </w:t>
            </w:r>
            <w:r w:rsidR="00D91137" w:rsidRPr="00224953">
              <w:rPr>
                <w:szCs w:val="28"/>
              </w:rPr>
              <w:t>5,</w:t>
            </w:r>
            <w:r>
              <w:rPr>
                <w:szCs w:val="28"/>
              </w:rPr>
              <w:t xml:space="preserve"> </w:t>
            </w:r>
            <w:r w:rsidR="00D91137" w:rsidRPr="00224953">
              <w:rPr>
                <w:szCs w:val="28"/>
              </w:rPr>
              <w:t>7,</w:t>
            </w:r>
            <w:r>
              <w:rPr>
                <w:szCs w:val="28"/>
              </w:rPr>
              <w:t xml:space="preserve"> </w:t>
            </w:r>
            <w:r w:rsidR="00D91137" w:rsidRPr="00224953">
              <w:rPr>
                <w:szCs w:val="28"/>
              </w:rPr>
              <w:t>11,</w:t>
            </w:r>
            <w:r>
              <w:rPr>
                <w:szCs w:val="28"/>
              </w:rPr>
              <w:t xml:space="preserve"> </w:t>
            </w:r>
            <w:r w:rsidR="00D91137" w:rsidRPr="00224953">
              <w:rPr>
                <w:szCs w:val="28"/>
              </w:rPr>
              <w:t>13 по ул. Подгорная, №</w:t>
            </w:r>
            <w:r>
              <w:rPr>
                <w:szCs w:val="28"/>
              </w:rPr>
              <w:t xml:space="preserve"> </w:t>
            </w:r>
            <w:r w:rsidR="00D91137" w:rsidRPr="00224953">
              <w:rPr>
                <w:szCs w:val="28"/>
              </w:rPr>
              <w:t>2,</w:t>
            </w:r>
            <w:r>
              <w:rPr>
                <w:szCs w:val="28"/>
              </w:rPr>
              <w:t xml:space="preserve"> </w:t>
            </w:r>
            <w:r w:rsidR="00D91137" w:rsidRPr="00224953">
              <w:rPr>
                <w:szCs w:val="28"/>
              </w:rPr>
              <w:t xml:space="preserve">6 по заводскому переулку в </w:t>
            </w:r>
            <w:r>
              <w:rPr>
                <w:szCs w:val="28"/>
              </w:rPr>
              <w:t>рабочем поселке Петровское Ростовского района</w:t>
            </w:r>
          </w:p>
        </w:tc>
        <w:tc>
          <w:tcPr>
            <w:tcW w:w="1819" w:type="pct"/>
            <w:tcBorders>
              <w:top w:val="nil"/>
              <w:left w:val="nil"/>
              <w:bottom w:val="single" w:sz="4" w:space="0" w:color="auto"/>
              <w:right w:val="single" w:sz="4" w:space="0" w:color="auto"/>
            </w:tcBorders>
            <w:shd w:val="clear" w:color="auto" w:fill="auto"/>
            <w:hideMark/>
          </w:tcPr>
          <w:p w:rsidR="001466B9" w:rsidRDefault="00D91137" w:rsidP="00D91137">
            <w:pPr>
              <w:ind w:firstLine="0"/>
              <w:jc w:val="left"/>
              <w:rPr>
                <w:szCs w:val="28"/>
              </w:rPr>
            </w:pPr>
            <w:r w:rsidRPr="00224953">
              <w:rPr>
                <w:szCs w:val="28"/>
              </w:rPr>
              <w:t xml:space="preserve">Ярославская область, </w:t>
            </w:r>
          </w:p>
          <w:p w:rsidR="001466B9" w:rsidRDefault="00D91137" w:rsidP="001466B9">
            <w:pPr>
              <w:ind w:firstLine="0"/>
              <w:jc w:val="left"/>
              <w:rPr>
                <w:szCs w:val="28"/>
              </w:rPr>
            </w:pPr>
            <w:r w:rsidRPr="00224953">
              <w:rPr>
                <w:szCs w:val="28"/>
              </w:rPr>
              <w:t xml:space="preserve">Ростовский район, </w:t>
            </w:r>
            <w:r w:rsidRPr="00224953">
              <w:rPr>
                <w:szCs w:val="28"/>
              </w:rPr>
              <w:br/>
            </w:r>
            <w:r w:rsidR="001466B9">
              <w:rPr>
                <w:szCs w:val="28"/>
              </w:rPr>
              <w:t>рабочий поселок</w:t>
            </w:r>
            <w:r w:rsidRPr="00224953">
              <w:rPr>
                <w:szCs w:val="28"/>
              </w:rPr>
              <w:t xml:space="preserve"> Петровск</w:t>
            </w:r>
            <w:r w:rsidR="001466B9">
              <w:rPr>
                <w:szCs w:val="28"/>
              </w:rPr>
              <w:t>ое</w:t>
            </w:r>
            <w:r w:rsidRPr="00224953">
              <w:rPr>
                <w:szCs w:val="28"/>
              </w:rPr>
              <w:t>, ул.</w:t>
            </w:r>
            <w:r w:rsidR="001466B9">
              <w:rPr>
                <w:szCs w:val="28"/>
              </w:rPr>
              <w:t xml:space="preserve"> </w:t>
            </w:r>
            <w:r w:rsidRPr="00224953">
              <w:rPr>
                <w:szCs w:val="28"/>
              </w:rPr>
              <w:t xml:space="preserve">Подгорная, </w:t>
            </w:r>
            <w:r w:rsidR="001466B9">
              <w:rPr>
                <w:szCs w:val="28"/>
              </w:rPr>
              <w:br/>
            </w:r>
            <w:r w:rsidRPr="00224953">
              <w:rPr>
                <w:szCs w:val="28"/>
              </w:rPr>
              <w:t>д.</w:t>
            </w:r>
            <w:r w:rsidR="001466B9">
              <w:rPr>
                <w:szCs w:val="28"/>
              </w:rPr>
              <w:t> </w:t>
            </w:r>
            <w:r w:rsidRPr="00224953">
              <w:rPr>
                <w:szCs w:val="28"/>
              </w:rPr>
              <w:t>№</w:t>
            </w:r>
            <w:r w:rsidR="001466B9">
              <w:rPr>
                <w:szCs w:val="28"/>
              </w:rPr>
              <w:t xml:space="preserve"> </w:t>
            </w:r>
            <w:r w:rsidRPr="00224953">
              <w:rPr>
                <w:szCs w:val="28"/>
              </w:rPr>
              <w:t>3,</w:t>
            </w:r>
            <w:r w:rsidR="001466B9">
              <w:rPr>
                <w:szCs w:val="28"/>
              </w:rPr>
              <w:t xml:space="preserve"> </w:t>
            </w:r>
            <w:r w:rsidRPr="00224953">
              <w:rPr>
                <w:szCs w:val="28"/>
              </w:rPr>
              <w:t>5,</w:t>
            </w:r>
            <w:r w:rsidR="001466B9">
              <w:rPr>
                <w:szCs w:val="28"/>
              </w:rPr>
              <w:t xml:space="preserve"> </w:t>
            </w:r>
            <w:r w:rsidRPr="00224953">
              <w:rPr>
                <w:szCs w:val="28"/>
              </w:rPr>
              <w:t>7,</w:t>
            </w:r>
            <w:r w:rsidR="001466B9">
              <w:rPr>
                <w:szCs w:val="28"/>
              </w:rPr>
              <w:t xml:space="preserve"> </w:t>
            </w:r>
            <w:r w:rsidRPr="00224953">
              <w:rPr>
                <w:szCs w:val="28"/>
              </w:rPr>
              <w:t>9,</w:t>
            </w:r>
            <w:r w:rsidR="001466B9">
              <w:rPr>
                <w:szCs w:val="28"/>
              </w:rPr>
              <w:t xml:space="preserve"> </w:t>
            </w:r>
            <w:r w:rsidRPr="00224953">
              <w:rPr>
                <w:szCs w:val="28"/>
              </w:rPr>
              <w:t>11,</w:t>
            </w:r>
            <w:r w:rsidR="001466B9">
              <w:rPr>
                <w:szCs w:val="28"/>
              </w:rPr>
              <w:t xml:space="preserve"> </w:t>
            </w:r>
            <w:r w:rsidRPr="00224953">
              <w:rPr>
                <w:szCs w:val="28"/>
              </w:rPr>
              <w:t xml:space="preserve">13, </w:t>
            </w:r>
          </w:p>
          <w:p w:rsidR="00D91137" w:rsidRPr="00224953" w:rsidRDefault="00D91137" w:rsidP="001466B9">
            <w:pPr>
              <w:ind w:firstLine="0"/>
              <w:jc w:val="left"/>
              <w:rPr>
                <w:szCs w:val="28"/>
              </w:rPr>
            </w:pPr>
            <w:r w:rsidRPr="00224953">
              <w:rPr>
                <w:szCs w:val="28"/>
              </w:rPr>
              <w:t>Заводской переулок</w:t>
            </w:r>
            <w:r w:rsidR="001466B9">
              <w:rPr>
                <w:szCs w:val="28"/>
              </w:rPr>
              <w:t>,</w:t>
            </w:r>
            <w:r w:rsidRPr="00224953">
              <w:rPr>
                <w:szCs w:val="28"/>
              </w:rPr>
              <w:t xml:space="preserve"> </w:t>
            </w:r>
            <w:r w:rsidR="001466B9">
              <w:rPr>
                <w:szCs w:val="28"/>
              </w:rPr>
              <w:br/>
            </w:r>
            <w:r w:rsidRPr="00224953">
              <w:rPr>
                <w:szCs w:val="28"/>
              </w:rPr>
              <w:t>д.</w:t>
            </w:r>
            <w:r w:rsidR="001466B9">
              <w:rPr>
                <w:szCs w:val="28"/>
              </w:rPr>
              <w:t xml:space="preserve"> </w:t>
            </w:r>
            <w:r w:rsidRPr="00224953">
              <w:rPr>
                <w:szCs w:val="28"/>
              </w:rPr>
              <w:t>№</w:t>
            </w:r>
            <w:r w:rsidR="001466B9">
              <w:rPr>
                <w:szCs w:val="28"/>
              </w:rPr>
              <w:t xml:space="preserve"> </w:t>
            </w:r>
            <w:r w:rsidRPr="00224953">
              <w:rPr>
                <w:szCs w:val="28"/>
              </w:rPr>
              <w:t>2,</w:t>
            </w:r>
            <w:r w:rsidR="001466B9">
              <w:rPr>
                <w:szCs w:val="28"/>
              </w:rPr>
              <w:t xml:space="preserve"> </w:t>
            </w:r>
            <w:r w:rsidRPr="00224953">
              <w:rPr>
                <w:szCs w:val="28"/>
              </w:rPr>
              <w:t>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76:13:030902:639</w:t>
            </w:r>
          </w:p>
        </w:tc>
      </w:tr>
      <w:tr w:rsidR="00D91137" w:rsidRPr="00224953" w:rsidTr="00182478">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836</w:t>
            </w:r>
          </w:p>
        </w:tc>
        <w:tc>
          <w:tcPr>
            <w:tcW w:w="1289" w:type="pct"/>
            <w:tcBorders>
              <w:top w:val="nil"/>
              <w:left w:val="nil"/>
              <w:bottom w:val="single" w:sz="4" w:space="0" w:color="auto"/>
              <w:right w:val="single" w:sz="4" w:space="0" w:color="auto"/>
            </w:tcBorders>
            <w:shd w:val="clear" w:color="auto" w:fill="auto"/>
            <w:hideMark/>
          </w:tcPr>
          <w:p w:rsidR="001466B9" w:rsidRDefault="00D91137" w:rsidP="001466B9">
            <w:pPr>
              <w:ind w:firstLine="0"/>
              <w:jc w:val="left"/>
              <w:rPr>
                <w:szCs w:val="28"/>
              </w:rPr>
            </w:pPr>
            <w:r w:rsidRPr="00224953">
              <w:rPr>
                <w:szCs w:val="28"/>
              </w:rPr>
              <w:t xml:space="preserve">Газопровод </w:t>
            </w:r>
          </w:p>
          <w:p w:rsidR="00D91137" w:rsidRPr="00224953" w:rsidRDefault="00D91137" w:rsidP="001466B9">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1466B9" w:rsidRDefault="00D91137" w:rsidP="00D91137">
            <w:pPr>
              <w:ind w:firstLine="0"/>
              <w:jc w:val="left"/>
              <w:rPr>
                <w:szCs w:val="28"/>
              </w:rPr>
            </w:pPr>
            <w:r w:rsidRPr="00224953">
              <w:rPr>
                <w:szCs w:val="28"/>
              </w:rPr>
              <w:t xml:space="preserve">Ярославская область, </w:t>
            </w:r>
          </w:p>
          <w:p w:rsidR="00D91137" w:rsidRPr="00224953" w:rsidRDefault="00D91137" w:rsidP="001466B9">
            <w:pPr>
              <w:ind w:firstLine="0"/>
              <w:jc w:val="left"/>
              <w:rPr>
                <w:szCs w:val="28"/>
              </w:rPr>
            </w:pPr>
            <w:r w:rsidRPr="00224953">
              <w:rPr>
                <w:szCs w:val="28"/>
              </w:rPr>
              <w:t xml:space="preserve">Ростовский район, </w:t>
            </w:r>
            <w:r w:rsidR="001466B9">
              <w:rPr>
                <w:szCs w:val="28"/>
              </w:rPr>
              <w:t>рабочий поселок</w:t>
            </w:r>
            <w:r w:rsidRPr="00224953">
              <w:rPr>
                <w:szCs w:val="28"/>
              </w:rPr>
              <w:t xml:space="preserve"> Петровск</w:t>
            </w:r>
            <w:r w:rsidR="001466B9">
              <w:rPr>
                <w:szCs w:val="28"/>
              </w:rPr>
              <w:t>ое</w:t>
            </w:r>
            <w:r w:rsidRPr="00224953">
              <w:rPr>
                <w:szCs w:val="28"/>
              </w:rPr>
              <w:t>, ул.</w:t>
            </w:r>
            <w:r w:rsidR="001466B9">
              <w:rPr>
                <w:szCs w:val="28"/>
              </w:rPr>
              <w:t xml:space="preserve"> </w:t>
            </w:r>
            <w:r w:rsidRPr="00224953">
              <w:rPr>
                <w:szCs w:val="28"/>
              </w:rPr>
              <w:t>Первомайская, д.</w:t>
            </w:r>
            <w:r w:rsidR="001466B9">
              <w:rPr>
                <w:szCs w:val="28"/>
              </w:rPr>
              <w:t xml:space="preserve"> </w:t>
            </w:r>
            <w:r w:rsidRPr="00224953">
              <w:rPr>
                <w:szCs w:val="28"/>
              </w:rPr>
              <w:t>60</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76:13:030903:735</w:t>
            </w:r>
          </w:p>
        </w:tc>
      </w:tr>
      <w:tr w:rsidR="00D91137" w:rsidRPr="00224953" w:rsidTr="00182478">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spacing w:after="240"/>
              <w:ind w:firstLine="0"/>
              <w:jc w:val="left"/>
              <w:rPr>
                <w:szCs w:val="28"/>
              </w:rPr>
            </w:pPr>
            <w:r w:rsidRPr="00224953">
              <w:rPr>
                <w:szCs w:val="28"/>
              </w:rPr>
              <w:t xml:space="preserve">Газопровод высокого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 xml:space="preserve">Ростовский район, </w:t>
            </w:r>
            <w:r w:rsidR="009155A1">
              <w:rPr>
                <w:szCs w:val="28"/>
              </w:rPr>
              <w:br/>
            </w:r>
            <w:r w:rsidRPr="00224953">
              <w:rPr>
                <w:szCs w:val="28"/>
              </w:rPr>
              <w:t xml:space="preserve">с. Лазарцево, </w:t>
            </w:r>
            <w:r w:rsidR="009155A1">
              <w:rPr>
                <w:szCs w:val="28"/>
              </w:rPr>
              <w:br/>
            </w:r>
            <w:r w:rsidRPr="00224953">
              <w:rPr>
                <w:szCs w:val="28"/>
              </w:rPr>
              <w:t>от АГРС до ГРП и ШРП</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76:13:000000:876</w:t>
            </w:r>
          </w:p>
        </w:tc>
      </w:tr>
      <w:tr w:rsidR="00D91137" w:rsidRPr="00224953" w:rsidTr="00B5478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838</w:t>
            </w:r>
          </w:p>
        </w:tc>
        <w:tc>
          <w:tcPr>
            <w:tcW w:w="1289" w:type="pct"/>
            <w:tcBorders>
              <w:top w:val="single" w:sz="4" w:space="0" w:color="auto"/>
              <w:left w:val="nil"/>
              <w:bottom w:val="single" w:sz="4" w:space="0" w:color="auto"/>
              <w:right w:val="single" w:sz="4" w:space="0" w:color="auto"/>
            </w:tcBorders>
            <w:shd w:val="clear" w:color="auto" w:fill="auto"/>
            <w:hideMark/>
          </w:tcPr>
          <w:p w:rsidR="009155A1" w:rsidRDefault="00D91137" w:rsidP="009155A1">
            <w:pPr>
              <w:ind w:firstLine="0"/>
              <w:jc w:val="left"/>
              <w:rPr>
                <w:szCs w:val="28"/>
              </w:rPr>
            </w:pPr>
            <w:r w:rsidRPr="00224953">
              <w:rPr>
                <w:szCs w:val="28"/>
              </w:rPr>
              <w:t xml:space="preserve">Подземный </w:t>
            </w:r>
          </w:p>
          <w:p w:rsidR="009155A1" w:rsidRDefault="00D91137" w:rsidP="009155A1">
            <w:pPr>
              <w:ind w:firstLine="0"/>
              <w:jc w:val="left"/>
              <w:rPr>
                <w:szCs w:val="28"/>
              </w:rPr>
            </w:pPr>
            <w:r w:rsidRPr="00224953">
              <w:rPr>
                <w:szCs w:val="28"/>
              </w:rPr>
              <w:t xml:space="preserve">газопровод </w:t>
            </w:r>
          </w:p>
          <w:p w:rsidR="00D91137" w:rsidRPr="00224953" w:rsidRDefault="00D91137" w:rsidP="009155A1">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Ярославская область, </w:t>
            </w:r>
          </w:p>
          <w:p w:rsidR="00D91137" w:rsidRPr="00224953" w:rsidRDefault="00D91137" w:rsidP="009155A1">
            <w:pPr>
              <w:ind w:firstLine="0"/>
              <w:jc w:val="left"/>
              <w:rPr>
                <w:szCs w:val="28"/>
              </w:rPr>
            </w:pPr>
            <w:r w:rsidRPr="00224953">
              <w:rPr>
                <w:szCs w:val="28"/>
              </w:rPr>
              <w:t xml:space="preserve">Ростовский район, </w:t>
            </w:r>
            <w:r w:rsidR="009155A1">
              <w:rPr>
                <w:szCs w:val="28"/>
              </w:rPr>
              <w:br/>
            </w:r>
            <w:r w:rsidRPr="00224953">
              <w:rPr>
                <w:szCs w:val="28"/>
              </w:rPr>
              <w:t>с. Белогостицы, д.</w:t>
            </w:r>
            <w:r w:rsidR="009155A1">
              <w:rPr>
                <w:szCs w:val="28"/>
              </w:rPr>
              <w:t xml:space="preserve"> </w:t>
            </w:r>
            <w:r w:rsidRPr="00224953">
              <w:rPr>
                <w:szCs w:val="28"/>
              </w:rPr>
              <w:t>7,</w:t>
            </w:r>
            <w:r w:rsidR="009155A1">
              <w:rPr>
                <w:szCs w:val="28"/>
              </w:rPr>
              <w:t xml:space="preserve"> </w:t>
            </w:r>
            <w:r w:rsidRPr="00224953">
              <w:rPr>
                <w:szCs w:val="28"/>
              </w:rPr>
              <w:t>8,</w:t>
            </w:r>
            <w:r w:rsidR="009155A1">
              <w:rPr>
                <w:szCs w:val="28"/>
              </w:rPr>
              <w:t xml:space="preserve"> </w:t>
            </w:r>
            <w:r w:rsidRPr="00224953">
              <w:rPr>
                <w:szCs w:val="28"/>
              </w:rPr>
              <w:t xml:space="preserve">9 </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76:13:020605:1420</w:t>
            </w:r>
          </w:p>
        </w:tc>
      </w:tr>
      <w:tr w:rsidR="00D91137" w:rsidRPr="00224953" w:rsidTr="00B5478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839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 ШРП</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Российская Федерация, Ярославская область, </w:t>
            </w:r>
          </w:p>
          <w:p w:rsidR="00D91137" w:rsidRPr="00224953" w:rsidRDefault="00D91137" w:rsidP="00D91137">
            <w:pPr>
              <w:ind w:firstLine="0"/>
              <w:jc w:val="left"/>
              <w:rPr>
                <w:szCs w:val="28"/>
              </w:rPr>
            </w:pPr>
            <w:r w:rsidRPr="00224953">
              <w:rPr>
                <w:szCs w:val="28"/>
              </w:rPr>
              <w:lastRenderedPageBreak/>
              <w:t xml:space="preserve">Ростовский район, </w:t>
            </w:r>
            <w:r w:rsidRPr="00224953">
              <w:rPr>
                <w:szCs w:val="28"/>
              </w:rPr>
              <w:br/>
              <w:t>с. Ново-Никольское от врезки до ШРП</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76:13:020303:1388</w:t>
            </w:r>
          </w:p>
        </w:tc>
      </w:tr>
      <w:tr w:rsidR="00D91137" w:rsidRPr="00224953" w:rsidTr="00B5478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Российская Федерация, Ярославская область, </w:t>
            </w:r>
          </w:p>
          <w:p w:rsidR="009155A1" w:rsidRDefault="00D91137" w:rsidP="00D91137">
            <w:pPr>
              <w:ind w:firstLine="0"/>
              <w:jc w:val="left"/>
              <w:rPr>
                <w:szCs w:val="28"/>
              </w:rPr>
            </w:pPr>
            <w:r w:rsidRPr="00224953">
              <w:rPr>
                <w:szCs w:val="28"/>
              </w:rPr>
              <w:t xml:space="preserve">Ростовский район, </w:t>
            </w:r>
          </w:p>
          <w:p w:rsidR="00D91137" w:rsidRPr="00224953" w:rsidRDefault="00D91137" w:rsidP="009155A1">
            <w:pPr>
              <w:ind w:firstLine="0"/>
              <w:jc w:val="left"/>
              <w:rPr>
                <w:szCs w:val="28"/>
              </w:rPr>
            </w:pPr>
            <w:r w:rsidRPr="00224953">
              <w:rPr>
                <w:szCs w:val="28"/>
              </w:rPr>
              <w:t>г. Росто</w:t>
            </w:r>
            <w:r w:rsidR="009155A1">
              <w:rPr>
                <w:szCs w:val="28"/>
              </w:rPr>
              <w:t>в, к котельной хлебозавода ЗАО «</w:t>
            </w:r>
            <w:r w:rsidRPr="00224953">
              <w:rPr>
                <w:szCs w:val="28"/>
              </w:rPr>
              <w:t>Атрус</w:t>
            </w:r>
            <w:r w:rsidR="009155A1">
              <w:rPr>
                <w:szCs w:val="28"/>
              </w:rPr>
              <w:t>»</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76:19:010208:526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841</w:t>
            </w:r>
          </w:p>
        </w:tc>
        <w:tc>
          <w:tcPr>
            <w:tcW w:w="1289" w:type="pct"/>
            <w:tcBorders>
              <w:top w:val="single" w:sz="4" w:space="0" w:color="auto"/>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Российская Федерация, Ярославская область, </w:t>
            </w:r>
          </w:p>
          <w:p w:rsidR="009155A1"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w:t>
            </w:r>
            <w:r w:rsidR="009155A1">
              <w:rPr>
                <w:szCs w:val="28"/>
              </w:rPr>
              <w:t> </w:t>
            </w:r>
            <w:r w:rsidRPr="00224953">
              <w:rPr>
                <w:szCs w:val="28"/>
              </w:rPr>
              <w:t>Ростов</w:t>
            </w:r>
            <w:r w:rsidR="009155A1">
              <w:rPr>
                <w:szCs w:val="28"/>
              </w:rPr>
              <w:t>,</w:t>
            </w:r>
            <w:r w:rsidRPr="00224953">
              <w:rPr>
                <w:szCs w:val="28"/>
              </w:rPr>
              <w:t xml:space="preserve"> </w:t>
            </w:r>
            <w:r w:rsidRPr="00224953">
              <w:rPr>
                <w:szCs w:val="28"/>
              </w:rPr>
              <w:br/>
              <w:t>ул. Некрасова, д.</w:t>
            </w:r>
            <w:r w:rsidR="009155A1">
              <w:rPr>
                <w:szCs w:val="28"/>
              </w:rPr>
              <w:t xml:space="preserve"> </w:t>
            </w:r>
            <w:r w:rsidRPr="00224953">
              <w:rPr>
                <w:szCs w:val="28"/>
              </w:rPr>
              <w:t>43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76:19:010307:363</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842</w:t>
            </w:r>
          </w:p>
        </w:tc>
        <w:tc>
          <w:tcPr>
            <w:tcW w:w="128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Российская Федерация, Ярославская область, </w:t>
            </w:r>
          </w:p>
          <w:p w:rsidR="009155A1"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 Ростов, ул.</w:t>
            </w:r>
            <w:r w:rsidR="009155A1">
              <w:rPr>
                <w:szCs w:val="28"/>
              </w:rPr>
              <w:t xml:space="preserve"> </w:t>
            </w:r>
            <w:r w:rsidRPr="00224953">
              <w:rPr>
                <w:szCs w:val="28"/>
              </w:rPr>
              <w:t>Спартаковская</w:t>
            </w:r>
            <w:r w:rsidR="009155A1">
              <w:rPr>
                <w:szCs w:val="28"/>
              </w:rPr>
              <w:t>,</w:t>
            </w:r>
            <w:r w:rsidRPr="00224953">
              <w:rPr>
                <w:szCs w:val="28"/>
              </w:rPr>
              <w:t xml:space="preserve"> д.</w:t>
            </w:r>
            <w:r w:rsidR="009155A1">
              <w:rPr>
                <w:szCs w:val="28"/>
              </w:rPr>
              <w:t xml:space="preserve"> </w:t>
            </w:r>
            <w:r w:rsidRPr="00224953">
              <w:rPr>
                <w:szCs w:val="28"/>
              </w:rPr>
              <w:t>162/1-5</w:t>
            </w:r>
            <w:r w:rsidR="009155A1">
              <w:rPr>
                <w:szCs w:val="28"/>
              </w:rPr>
              <w:t>,</w:t>
            </w:r>
            <w:r w:rsidRPr="00224953">
              <w:rPr>
                <w:szCs w:val="28"/>
              </w:rPr>
              <w:t xml:space="preserve"> ул.Спартаковская</w:t>
            </w:r>
            <w:r w:rsidR="009155A1">
              <w:rPr>
                <w:szCs w:val="28"/>
              </w:rPr>
              <w:t>,</w:t>
            </w:r>
            <w:r w:rsidRPr="00224953">
              <w:rPr>
                <w:szCs w:val="28"/>
              </w:rPr>
              <w:t xml:space="preserve"> д. 162/3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76:19:010103:1804</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843</w:t>
            </w:r>
          </w:p>
        </w:tc>
        <w:tc>
          <w:tcPr>
            <w:tcW w:w="128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D91137" w:rsidP="009155A1">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Российская Федерация,</w:t>
            </w:r>
            <w:r w:rsidR="009155A1">
              <w:rPr>
                <w:szCs w:val="28"/>
              </w:rPr>
              <w:t xml:space="preserve"> </w:t>
            </w:r>
            <w:r w:rsidRPr="00224953">
              <w:rPr>
                <w:szCs w:val="28"/>
              </w:rPr>
              <w:t xml:space="preserve">Ярославская область, </w:t>
            </w:r>
          </w:p>
          <w:p w:rsidR="00D91137" w:rsidRPr="00224953" w:rsidRDefault="009155A1" w:rsidP="009155A1">
            <w:pPr>
              <w:ind w:firstLine="0"/>
              <w:jc w:val="left"/>
              <w:rPr>
                <w:szCs w:val="28"/>
              </w:rPr>
            </w:pPr>
            <w:r>
              <w:rPr>
                <w:szCs w:val="28"/>
              </w:rPr>
              <w:t>Ростовский райо</w:t>
            </w:r>
            <w:r w:rsidR="00D91137" w:rsidRPr="00224953">
              <w:rPr>
                <w:szCs w:val="28"/>
              </w:rPr>
              <w:t xml:space="preserve">н, </w:t>
            </w:r>
            <w:r>
              <w:rPr>
                <w:szCs w:val="28"/>
              </w:rPr>
              <w:br/>
            </w:r>
            <w:r w:rsidR="00D91137" w:rsidRPr="00224953">
              <w:rPr>
                <w:szCs w:val="28"/>
              </w:rPr>
              <w:t xml:space="preserve">г. Ростов к </w:t>
            </w:r>
            <w:r>
              <w:rPr>
                <w:szCs w:val="28"/>
              </w:rPr>
              <w:t>жилым домам</w:t>
            </w:r>
            <w:r w:rsidR="00D91137" w:rsidRPr="00224953">
              <w:rPr>
                <w:szCs w:val="28"/>
              </w:rPr>
              <w:t xml:space="preserve"> по ул. Окружная</w:t>
            </w:r>
            <w:r>
              <w:rPr>
                <w:szCs w:val="28"/>
              </w:rPr>
              <w:t>,</w:t>
            </w:r>
            <w:r w:rsidR="00D91137" w:rsidRPr="00224953">
              <w:rPr>
                <w:szCs w:val="28"/>
              </w:rPr>
              <w:t xml:space="preserve"> д.</w:t>
            </w:r>
            <w:r>
              <w:rPr>
                <w:szCs w:val="28"/>
              </w:rPr>
              <w:t xml:space="preserve"> </w:t>
            </w:r>
            <w:r w:rsidR="00D91137" w:rsidRPr="00224953">
              <w:rPr>
                <w:szCs w:val="28"/>
              </w:rPr>
              <w:t>64а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76:19:010212:555</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844</w:t>
            </w:r>
          </w:p>
        </w:tc>
        <w:tc>
          <w:tcPr>
            <w:tcW w:w="1289" w:type="pct"/>
            <w:tcBorders>
              <w:top w:val="nil"/>
              <w:left w:val="nil"/>
              <w:bottom w:val="single" w:sz="4" w:space="0" w:color="auto"/>
              <w:right w:val="single" w:sz="4" w:space="0" w:color="auto"/>
            </w:tcBorders>
            <w:shd w:val="clear" w:color="auto" w:fill="auto"/>
            <w:hideMark/>
          </w:tcPr>
          <w:p w:rsidR="009155A1" w:rsidRDefault="00D91137" w:rsidP="009155A1">
            <w:pPr>
              <w:ind w:firstLine="0"/>
              <w:jc w:val="left"/>
              <w:rPr>
                <w:szCs w:val="28"/>
              </w:rPr>
            </w:pPr>
            <w:r w:rsidRPr="00224953">
              <w:rPr>
                <w:szCs w:val="28"/>
              </w:rPr>
              <w:t xml:space="preserve">Газопровод </w:t>
            </w:r>
          </w:p>
          <w:p w:rsidR="00D91137" w:rsidRPr="00224953" w:rsidRDefault="00D91137" w:rsidP="009155A1">
            <w:pPr>
              <w:ind w:firstLine="0"/>
              <w:jc w:val="left"/>
              <w:rPr>
                <w:szCs w:val="28"/>
              </w:rPr>
            </w:pPr>
            <w:r w:rsidRPr="00224953">
              <w:rPr>
                <w:szCs w:val="28"/>
              </w:rPr>
              <w:t>низко</w:t>
            </w:r>
            <w:r w:rsidR="009155A1">
              <w:rPr>
                <w:szCs w:val="28"/>
              </w:rPr>
              <w:t xml:space="preserve">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9155A1">
            <w:pPr>
              <w:ind w:firstLine="0"/>
              <w:jc w:val="left"/>
              <w:rPr>
                <w:szCs w:val="28"/>
              </w:rPr>
            </w:pPr>
            <w:r w:rsidRPr="00224953">
              <w:rPr>
                <w:szCs w:val="28"/>
              </w:rPr>
              <w:t>Я</w:t>
            </w:r>
            <w:r w:rsidR="009155A1">
              <w:rPr>
                <w:szCs w:val="28"/>
              </w:rPr>
              <w:t>рославская область, г. </w:t>
            </w:r>
            <w:r w:rsidRPr="00224953">
              <w:rPr>
                <w:szCs w:val="28"/>
              </w:rPr>
              <w:t xml:space="preserve">Ростов, к </w:t>
            </w:r>
            <w:r w:rsidR="009155A1">
              <w:rPr>
                <w:szCs w:val="28"/>
              </w:rPr>
              <w:t>жилым домам</w:t>
            </w:r>
            <w:r w:rsidRPr="00224953">
              <w:rPr>
                <w:szCs w:val="28"/>
              </w:rPr>
              <w:t xml:space="preserve"> по пр. Свердлова</w:t>
            </w:r>
            <w:r w:rsidR="009155A1">
              <w:rPr>
                <w:szCs w:val="28"/>
              </w:rPr>
              <w:t>,</w:t>
            </w:r>
            <w:r w:rsidRPr="00224953">
              <w:rPr>
                <w:szCs w:val="28"/>
              </w:rPr>
              <w:t xml:space="preserve"> д.</w:t>
            </w:r>
            <w:r w:rsidR="009155A1">
              <w:rPr>
                <w:szCs w:val="28"/>
              </w:rPr>
              <w:t xml:space="preserve"> </w:t>
            </w:r>
            <w:r w:rsidRPr="00224953">
              <w:rPr>
                <w:szCs w:val="28"/>
              </w:rPr>
              <w:t>9</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76:19:010214:458</w:t>
            </w:r>
          </w:p>
        </w:tc>
      </w:tr>
      <w:tr w:rsidR="00D91137" w:rsidRPr="00224953" w:rsidTr="009155A1">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845</w:t>
            </w:r>
          </w:p>
        </w:tc>
        <w:tc>
          <w:tcPr>
            <w:tcW w:w="128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Ярославская</w:t>
            </w:r>
            <w:r w:rsidR="009155A1">
              <w:rPr>
                <w:szCs w:val="28"/>
              </w:rPr>
              <w:t xml:space="preserve"> область</w:t>
            </w:r>
            <w:r w:rsidRPr="00224953">
              <w:rPr>
                <w:szCs w:val="28"/>
              </w:rPr>
              <w:t xml:space="preserve">, </w:t>
            </w:r>
          </w:p>
          <w:p w:rsidR="00D91137" w:rsidRPr="00224953" w:rsidRDefault="009155A1" w:rsidP="009155A1">
            <w:pPr>
              <w:ind w:firstLine="0"/>
              <w:jc w:val="left"/>
              <w:rPr>
                <w:szCs w:val="28"/>
              </w:rPr>
            </w:pPr>
            <w:r>
              <w:rPr>
                <w:szCs w:val="28"/>
              </w:rPr>
              <w:t>Ростовский райо</w:t>
            </w:r>
            <w:r w:rsidR="00D91137" w:rsidRPr="00224953">
              <w:rPr>
                <w:szCs w:val="28"/>
              </w:rPr>
              <w:t xml:space="preserve">н, </w:t>
            </w:r>
            <w:r>
              <w:rPr>
                <w:szCs w:val="28"/>
              </w:rPr>
              <w:br/>
            </w:r>
            <w:r w:rsidR="00D91137" w:rsidRPr="00224953">
              <w:rPr>
                <w:szCs w:val="28"/>
              </w:rPr>
              <w:t>г</w:t>
            </w:r>
            <w:r>
              <w:rPr>
                <w:szCs w:val="28"/>
              </w:rPr>
              <w:t>.</w:t>
            </w:r>
            <w:r w:rsidR="00D91137" w:rsidRPr="00224953">
              <w:rPr>
                <w:szCs w:val="28"/>
              </w:rPr>
              <w:t xml:space="preserve"> Ростов, к жилым домам по ул</w:t>
            </w:r>
            <w:r>
              <w:rPr>
                <w:szCs w:val="28"/>
              </w:rPr>
              <w:t>.</w:t>
            </w:r>
            <w:r w:rsidR="00D91137" w:rsidRPr="00224953">
              <w:rPr>
                <w:szCs w:val="28"/>
              </w:rPr>
              <w:t xml:space="preserve"> Спартаковская</w:t>
            </w:r>
            <w:r>
              <w:rPr>
                <w:szCs w:val="28"/>
              </w:rPr>
              <w:t>, д. </w:t>
            </w:r>
            <w:r w:rsidR="00D91137" w:rsidRPr="00224953">
              <w:rPr>
                <w:szCs w:val="28"/>
              </w:rPr>
              <w:t>109,</w:t>
            </w:r>
            <w:r>
              <w:rPr>
                <w:szCs w:val="28"/>
              </w:rPr>
              <w:t xml:space="preserve"> </w:t>
            </w:r>
            <w:r w:rsidR="00D91137" w:rsidRPr="00224953">
              <w:rPr>
                <w:szCs w:val="28"/>
              </w:rPr>
              <w:t>111,</w:t>
            </w:r>
            <w:r>
              <w:rPr>
                <w:szCs w:val="28"/>
              </w:rPr>
              <w:t xml:space="preserve"> </w:t>
            </w:r>
            <w:r w:rsidR="00D91137" w:rsidRPr="00224953">
              <w:rPr>
                <w:szCs w:val="28"/>
              </w:rPr>
              <w:t>113,</w:t>
            </w:r>
            <w:r>
              <w:rPr>
                <w:szCs w:val="28"/>
              </w:rPr>
              <w:t xml:space="preserve"> 115, ул. </w:t>
            </w:r>
            <w:r w:rsidR="00D91137" w:rsidRPr="00224953">
              <w:rPr>
                <w:szCs w:val="28"/>
              </w:rPr>
              <w:t xml:space="preserve">Радищева, </w:t>
            </w:r>
            <w:r>
              <w:rPr>
                <w:szCs w:val="28"/>
              </w:rPr>
              <w:t xml:space="preserve">д. </w:t>
            </w:r>
            <w:r w:rsidR="00D91137" w:rsidRPr="00224953">
              <w:rPr>
                <w:szCs w:val="28"/>
              </w:rPr>
              <w:t>53,</w:t>
            </w:r>
            <w:r>
              <w:rPr>
                <w:szCs w:val="28"/>
              </w:rPr>
              <w:t xml:space="preserve"> </w:t>
            </w:r>
            <w:r w:rsidR="00D91137" w:rsidRPr="00224953">
              <w:rPr>
                <w:szCs w:val="28"/>
              </w:rPr>
              <w:t>55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76:19:010104:2572</w:t>
            </w:r>
          </w:p>
        </w:tc>
      </w:tr>
      <w:tr w:rsidR="00D91137" w:rsidRPr="00224953" w:rsidTr="009155A1">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9155A1">
            <w:pPr>
              <w:ind w:firstLine="0"/>
              <w:jc w:val="left"/>
              <w:rPr>
                <w:szCs w:val="28"/>
              </w:rPr>
            </w:pPr>
            <w:r w:rsidRPr="00224953">
              <w:rPr>
                <w:szCs w:val="28"/>
              </w:rPr>
              <w:t xml:space="preserve">Газопровод </w:t>
            </w:r>
          </w:p>
          <w:p w:rsidR="00D91137" w:rsidRPr="00224953" w:rsidRDefault="00D91137" w:rsidP="009155A1">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Российская Федерация, Ярославская область, </w:t>
            </w:r>
          </w:p>
          <w:p w:rsidR="009155A1" w:rsidRDefault="00D91137" w:rsidP="00D91137">
            <w:pPr>
              <w:ind w:firstLine="0"/>
              <w:jc w:val="left"/>
              <w:rPr>
                <w:szCs w:val="28"/>
              </w:rPr>
            </w:pPr>
            <w:r w:rsidRPr="00224953">
              <w:rPr>
                <w:szCs w:val="28"/>
              </w:rPr>
              <w:t xml:space="preserve">Ростовский район, </w:t>
            </w:r>
          </w:p>
          <w:p w:rsidR="00D91137" w:rsidRPr="00224953" w:rsidRDefault="009155A1" w:rsidP="009155A1">
            <w:pPr>
              <w:ind w:firstLine="0"/>
              <w:jc w:val="left"/>
              <w:rPr>
                <w:szCs w:val="28"/>
              </w:rPr>
            </w:pPr>
            <w:r>
              <w:rPr>
                <w:szCs w:val="28"/>
              </w:rPr>
              <w:t>г. Ростов, от задвижки ул. </w:t>
            </w:r>
            <w:r w:rsidR="00D91137" w:rsidRPr="00224953">
              <w:rPr>
                <w:szCs w:val="28"/>
              </w:rPr>
              <w:t xml:space="preserve">Окружная до </w:t>
            </w:r>
            <w:r>
              <w:rPr>
                <w:szCs w:val="28"/>
              </w:rPr>
              <w:t>жилых домов</w:t>
            </w:r>
            <w:r w:rsidR="00D91137" w:rsidRPr="00224953">
              <w:rPr>
                <w:szCs w:val="28"/>
              </w:rPr>
              <w:t xml:space="preserve"> 13,</w:t>
            </w:r>
            <w:r>
              <w:rPr>
                <w:szCs w:val="28"/>
              </w:rPr>
              <w:t xml:space="preserve"> </w:t>
            </w:r>
            <w:r w:rsidR="00D91137" w:rsidRPr="00224953">
              <w:rPr>
                <w:szCs w:val="28"/>
              </w:rPr>
              <w:t>13а,</w:t>
            </w:r>
            <w:r>
              <w:rPr>
                <w:szCs w:val="28"/>
              </w:rPr>
              <w:t xml:space="preserve"> 17 по ул. </w:t>
            </w:r>
            <w:r w:rsidR="00D91137" w:rsidRPr="00224953">
              <w:rPr>
                <w:szCs w:val="28"/>
              </w:rPr>
              <w:t>Гоголя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76:19:010216:651</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847</w:t>
            </w:r>
          </w:p>
        </w:tc>
        <w:tc>
          <w:tcPr>
            <w:tcW w:w="1289" w:type="pct"/>
            <w:tcBorders>
              <w:top w:val="single" w:sz="4" w:space="0" w:color="auto"/>
              <w:left w:val="nil"/>
              <w:bottom w:val="single" w:sz="4" w:space="0" w:color="auto"/>
              <w:right w:val="single" w:sz="4" w:space="0" w:color="auto"/>
            </w:tcBorders>
            <w:shd w:val="clear" w:color="auto" w:fill="auto"/>
            <w:hideMark/>
          </w:tcPr>
          <w:p w:rsidR="009155A1" w:rsidRDefault="00D91137" w:rsidP="009155A1">
            <w:pPr>
              <w:ind w:firstLine="0"/>
              <w:jc w:val="left"/>
              <w:rPr>
                <w:szCs w:val="28"/>
              </w:rPr>
            </w:pPr>
            <w:r w:rsidRPr="00224953">
              <w:rPr>
                <w:szCs w:val="28"/>
              </w:rPr>
              <w:t xml:space="preserve">Газопровод </w:t>
            </w:r>
          </w:p>
          <w:p w:rsidR="00D91137" w:rsidRPr="00224953" w:rsidRDefault="00D91137" w:rsidP="009155A1">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Российская Федерация, Ярославская область, </w:t>
            </w:r>
          </w:p>
          <w:p w:rsidR="009155A1"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 Ростов, ул. Бебеля д.</w:t>
            </w:r>
            <w:r w:rsidR="009155A1">
              <w:rPr>
                <w:szCs w:val="28"/>
              </w:rPr>
              <w:t xml:space="preserve"> </w:t>
            </w:r>
            <w:r w:rsidRPr="00224953">
              <w:rPr>
                <w:szCs w:val="28"/>
              </w:rPr>
              <w:t>57</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76:19:000000:1455</w:t>
            </w:r>
          </w:p>
        </w:tc>
      </w:tr>
      <w:tr w:rsidR="00D91137" w:rsidRPr="00224953" w:rsidTr="00513A65">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848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9155A1" w:rsidP="00D91137">
            <w:pPr>
              <w:ind w:firstLine="0"/>
              <w:jc w:val="left"/>
              <w:rPr>
                <w:szCs w:val="28"/>
              </w:rPr>
            </w:pPr>
            <w:r>
              <w:rPr>
                <w:szCs w:val="28"/>
              </w:rPr>
              <w:t xml:space="preserve">низкого давления </w:t>
            </w:r>
            <w:r>
              <w:rPr>
                <w:szCs w:val="28"/>
              </w:rPr>
              <w:br/>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Российская Федерация, Ярославская область, </w:t>
            </w:r>
          </w:p>
          <w:p w:rsidR="009155A1" w:rsidRDefault="00D91137" w:rsidP="00D91137">
            <w:pPr>
              <w:ind w:firstLine="0"/>
              <w:jc w:val="left"/>
              <w:rPr>
                <w:szCs w:val="28"/>
              </w:rPr>
            </w:pPr>
            <w:r w:rsidRPr="00224953">
              <w:rPr>
                <w:szCs w:val="28"/>
              </w:rPr>
              <w:t xml:space="preserve">Ростовский район, </w:t>
            </w:r>
          </w:p>
          <w:p w:rsidR="00D91137" w:rsidRPr="00224953" w:rsidRDefault="00D91137" w:rsidP="009155A1">
            <w:pPr>
              <w:ind w:firstLine="0"/>
              <w:jc w:val="left"/>
              <w:rPr>
                <w:szCs w:val="28"/>
              </w:rPr>
            </w:pPr>
            <w:r w:rsidRPr="00224953">
              <w:rPr>
                <w:szCs w:val="28"/>
              </w:rPr>
              <w:t>г. Ростов, ул. Спартаковская, д. 144</w:t>
            </w:r>
            <w:r w:rsidR="009155A1">
              <w:rPr>
                <w:szCs w:val="28"/>
              </w:rPr>
              <w:t xml:space="preserve"> – </w:t>
            </w:r>
            <w:r w:rsidRPr="00224953">
              <w:rPr>
                <w:szCs w:val="28"/>
              </w:rPr>
              <w:t>158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76:19:000000:1456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849</w:t>
            </w:r>
          </w:p>
        </w:tc>
        <w:tc>
          <w:tcPr>
            <w:tcW w:w="1289" w:type="pct"/>
            <w:tcBorders>
              <w:top w:val="single" w:sz="4" w:space="0" w:color="auto"/>
              <w:left w:val="nil"/>
              <w:bottom w:val="single" w:sz="4" w:space="0" w:color="auto"/>
              <w:right w:val="single" w:sz="4" w:space="0" w:color="auto"/>
            </w:tcBorders>
            <w:shd w:val="clear" w:color="auto" w:fill="auto"/>
            <w:hideMark/>
          </w:tcPr>
          <w:p w:rsidR="009155A1" w:rsidRDefault="00D91137" w:rsidP="009155A1">
            <w:pPr>
              <w:ind w:firstLine="0"/>
              <w:jc w:val="left"/>
              <w:rPr>
                <w:szCs w:val="28"/>
              </w:rPr>
            </w:pPr>
            <w:r w:rsidRPr="00224953">
              <w:rPr>
                <w:szCs w:val="28"/>
              </w:rPr>
              <w:t xml:space="preserve">Газопровод </w:t>
            </w:r>
          </w:p>
          <w:p w:rsidR="00D91137" w:rsidRPr="00224953" w:rsidRDefault="00D91137" w:rsidP="009155A1">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Российская Федерация, Ярославская область, </w:t>
            </w:r>
          </w:p>
          <w:p w:rsidR="009155A1" w:rsidRDefault="00D91137" w:rsidP="00D91137">
            <w:pPr>
              <w:ind w:firstLine="0"/>
              <w:jc w:val="left"/>
              <w:rPr>
                <w:szCs w:val="28"/>
              </w:rPr>
            </w:pPr>
            <w:r w:rsidRPr="00224953">
              <w:rPr>
                <w:szCs w:val="28"/>
              </w:rPr>
              <w:t xml:space="preserve">Ростовский район, </w:t>
            </w:r>
          </w:p>
          <w:p w:rsidR="00D91137" w:rsidRPr="00224953" w:rsidRDefault="00D91137" w:rsidP="009155A1">
            <w:pPr>
              <w:ind w:firstLine="0"/>
              <w:jc w:val="left"/>
              <w:rPr>
                <w:szCs w:val="28"/>
              </w:rPr>
            </w:pPr>
            <w:r w:rsidRPr="00224953">
              <w:rPr>
                <w:szCs w:val="28"/>
              </w:rPr>
              <w:t xml:space="preserve">г. Ростов, к </w:t>
            </w:r>
            <w:r w:rsidR="009155A1">
              <w:rPr>
                <w:szCs w:val="28"/>
              </w:rPr>
              <w:t>жилым домам</w:t>
            </w:r>
            <w:r w:rsidRPr="00224953">
              <w:rPr>
                <w:szCs w:val="28"/>
              </w:rPr>
              <w:t xml:space="preserve"> №</w:t>
            </w:r>
            <w:r w:rsidR="009155A1">
              <w:rPr>
                <w:szCs w:val="28"/>
              </w:rPr>
              <w:t xml:space="preserve"> </w:t>
            </w:r>
            <w:r w:rsidRPr="00224953">
              <w:rPr>
                <w:szCs w:val="28"/>
              </w:rPr>
              <w:t>6,</w:t>
            </w:r>
            <w:r w:rsidR="009155A1">
              <w:rPr>
                <w:szCs w:val="28"/>
              </w:rPr>
              <w:t xml:space="preserve"> </w:t>
            </w:r>
            <w:r w:rsidRPr="00224953">
              <w:rPr>
                <w:szCs w:val="28"/>
              </w:rPr>
              <w:t>18</w:t>
            </w:r>
            <w:r w:rsidR="009155A1">
              <w:rPr>
                <w:szCs w:val="28"/>
              </w:rPr>
              <w:t xml:space="preserve"> ул. Октябрьская, Ильинский пр., д. </w:t>
            </w:r>
            <w:r w:rsidRPr="00224953">
              <w:rPr>
                <w:szCs w:val="28"/>
              </w:rPr>
              <w:t>1/3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76:19:010218:407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850</w:t>
            </w:r>
          </w:p>
        </w:tc>
        <w:tc>
          <w:tcPr>
            <w:tcW w:w="128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Ярославская область, </w:t>
            </w:r>
          </w:p>
          <w:p w:rsidR="009155A1" w:rsidRDefault="00D91137" w:rsidP="00D91137">
            <w:pPr>
              <w:ind w:firstLine="0"/>
              <w:jc w:val="left"/>
              <w:rPr>
                <w:szCs w:val="28"/>
              </w:rPr>
            </w:pPr>
            <w:r w:rsidRPr="00224953">
              <w:rPr>
                <w:szCs w:val="28"/>
              </w:rPr>
              <w:t>Ростовский район,</w:t>
            </w:r>
          </w:p>
          <w:p w:rsidR="00D91137" w:rsidRPr="00224953" w:rsidRDefault="00D91137" w:rsidP="00D91137">
            <w:pPr>
              <w:ind w:firstLine="0"/>
              <w:jc w:val="left"/>
              <w:rPr>
                <w:szCs w:val="28"/>
              </w:rPr>
            </w:pPr>
            <w:r w:rsidRPr="00224953">
              <w:rPr>
                <w:szCs w:val="28"/>
              </w:rPr>
              <w:t>г. Ростов, ул. Гладышева, д. 11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76:19:010312:562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851</w:t>
            </w:r>
          </w:p>
        </w:tc>
        <w:tc>
          <w:tcPr>
            <w:tcW w:w="128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9155A1" w:rsidP="00D91137">
            <w:pPr>
              <w:ind w:firstLine="0"/>
              <w:jc w:val="left"/>
              <w:rPr>
                <w:szCs w:val="28"/>
              </w:rPr>
            </w:pPr>
            <w:r>
              <w:rPr>
                <w:szCs w:val="28"/>
              </w:rPr>
              <w:t xml:space="preserve">Ярославская область, г. Ростов, </w:t>
            </w:r>
            <w:r w:rsidR="00D91137" w:rsidRPr="00224953">
              <w:rPr>
                <w:szCs w:val="28"/>
              </w:rPr>
              <w:t>ул. Спартаковская</w:t>
            </w:r>
            <w:r>
              <w:rPr>
                <w:szCs w:val="28"/>
              </w:rPr>
              <w:t>,</w:t>
            </w:r>
            <w:r w:rsidR="00D91137" w:rsidRPr="00224953">
              <w:rPr>
                <w:szCs w:val="28"/>
              </w:rPr>
              <w:t xml:space="preserve"> д. 162/1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76:19:010103:1801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852</w:t>
            </w:r>
          </w:p>
        </w:tc>
        <w:tc>
          <w:tcPr>
            <w:tcW w:w="128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9155A1" w:rsidRDefault="00D91137" w:rsidP="00D91137">
            <w:pPr>
              <w:ind w:firstLine="0"/>
              <w:jc w:val="left"/>
              <w:rPr>
                <w:szCs w:val="28"/>
              </w:rPr>
            </w:pPr>
            <w:r w:rsidRPr="00224953">
              <w:rPr>
                <w:szCs w:val="28"/>
              </w:rPr>
              <w:t>Российская Федерация,</w:t>
            </w:r>
            <w:r w:rsidR="009155A1">
              <w:rPr>
                <w:szCs w:val="28"/>
              </w:rPr>
              <w:t xml:space="preserve"> </w:t>
            </w:r>
            <w:r w:rsidRPr="00224953">
              <w:rPr>
                <w:szCs w:val="28"/>
              </w:rPr>
              <w:t xml:space="preserve">Ярославская область, </w:t>
            </w:r>
          </w:p>
          <w:p w:rsidR="009155A1"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 Ростов, ул. Спартаковская</w:t>
            </w:r>
            <w:r w:rsidR="009155A1">
              <w:rPr>
                <w:szCs w:val="28"/>
              </w:rPr>
              <w:t>,</w:t>
            </w:r>
            <w:r w:rsidRPr="00224953">
              <w:rPr>
                <w:szCs w:val="28"/>
              </w:rPr>
              <w:t xml:space="preserve"> д. 162/2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76:19:010103:1798</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9155A1">
              <w:rPr>
                <w:szCs w:val="28"/>
              </w:rPr>
              <w:t xml:space="preserve">низкого давления. Установка ЭХЗ, </w:t>
            </w:r>
            <w:r w:rsidRPr="00224953">
              <w:rPr>
                <w:szCs w:val="28"/>
              </w:rPr>
              <w:t>ул.</w:t>
            </w:r>
            <w:r w:rsidR="009155A1">
              <w:rPr>
                <w:szCs w:val="28"/>
              </w:rPr>
              <w:t xml:space="preserve"> </w:t>
            </w:r>
            <w:r w:rsidRPr="00224953">
              <w:rPr>
                <w:szCs w:val="28"/>
              </w:rPr>
              <w:t>Спартаковская</w:t>
            </w:r>
            <w:r w:rsidR="009155A1">
              <w:rPr>
                <w:szCs w:val="28"/>
              </w:rPr>
              <w:t>,</w:t>
            </w:r>
            <w:r w:rsidRPr="00224953">
              <w:rPr>
                <w:szCs w:val="28"/>
              </w:rPr>
              <w:t xml:space="preserve"> д.</w:t>
            </w:r>
            <w:r w:rsidR="009155A1">
              <w:rPr>
                <w:szCs w:val="28"/>
              </w:rPr>
              <w:t xml:space="preserve"> </w:t>
            </w:r>
            <w:r w:rsidRPr="00224953">
              <w:rPr>
                <w:szCs w:val="28"/>
              </w:rPr>
              <w:t xml:space="preserve">162/3 </w:t>
            </w:r>
          </w:p>
        </w:tc>
        <w:tc>
          <w:tcPr>
            <w:tcW w:w="1819" w:type="pct"/>
            <w:tcBorders>
              <w:top w:val="nil"/>
              <w:left w:val="nil"/>
              <w:bottom w:val="single" w:sz="4" w:space="0" w:color="auto"/>
              <w:right w:val="single" w:sz="4" w:space="0" w:color="auto"/>
            </w:tcBorders>
            <w:shd w:val="clear" w:color="auto" w:fill="auto"/>
            <w:hideMark/>
          </w:tcPr>
          <w:p w:rsidR="009155A1" w:rsidRDefault="00D91137" w:rsidP="009155A1">
            <w:pPr>
              <w:ind w:firstLine="0"/>
              <w:jc w:val="left"/>
              <w:rPr>
                <w:szCs w:val="28"/>
              </w:rPr>
            </w:pPr>
            <w:r w:rsidRPr="00224953">
              <w:rPr>
                <w:szCs w:val="28"/>
              </w:rPr>
              <w:t xml:space="preserve">Ярославская область, </w:t>
            </w:r>
          </w:p>
          <w:p w:rsidR="009155A1" w:rsidRDefault="009155A1" w:rsidP="009155A1">
            <w:pPr>
              <w:ind w:firstLine="0"/>
              <w:jc w:val="left"/>
              <w:rPr>
                <w:szCs w:val="28"/>
              </w:rPr>
            </w:pPr>
            <w:r>
              <w:rPr>
                <w:szCs w:val="28"/>
              </w:rPr>
              <w:t>Р</w:t>
            </w:r>
            <w:r w:rsidR="00D91137" w:rsidRPr="00224953">
              <w:rPr>
                <w:szCs w:val="28"/>
              </w:rPr>
              <w:t xml:space="preserve">остовский район, </w:t>
            </w:r>
          </w:p>
          <w:p w:rsidR="00D91137" w:rsidRPr="00224953" w:rsidRDefault="009155A1" w:rsidP="009155A1">
            <w:pPr>
              <w:ind w:firstLine="0"/>
              <w:jc w:val="left"/>
              <w:rPr>
                <w:szCs w:val="28"/>
              </w:rPr>
            </w:pPr>
            <w:r>
              <w:rPr>
                <w:szCs w:val="28"/>
              </w:rPr>
              <w:t xml:space="preserve">г. Ростов, </w:t>
            </w:r>
            <w:r w:rsidR="00D91137" w:rsidRPr="00224953">
              <w:rPr>
                <w:szCs w:val="28"/>
              </w:rPr>
              <w:t>ул. Спартаковская, д.</w:t>
            </w:r>
            <w:r>
              <w:rPr>
                <w:szCs w:val="28"/>
              </w:rPr>
              <w:t xml:space="preserve"> </w:t>
            </w:r>
            <w:r w:rsidR="00D91137" w:rsidRPr="00224953">
              <w:rPr>
                <w:szCs w:val="28"/>
              </w:rPr>
              <w:t>162/3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76:19:010103:1802</w:t>
            </w:r>
          </w:p>
        </w:tc>
      </w:tr>
      <w:tr w:rsidR="00D91137" w:rsidRPr="00224953" w:rsidTr="009155A1">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854</w:t>
            </w:r>
          </w:p>
        </w:tc>
        <w:tc>
          <w:tcPr>
            <w:tcW w:w="1289" w:type="pct"/>
            <w:tcBorders>
              <w:top w:val="nil"/>
              <w:left w:val="nil"/>
              <w:bottom w:val="single" w:sz="4" w:space="0" w:color="auto"/>
              <w:right w:val="single" w:sz="4" w:space="0" w:color="auto"/>
            </w:tcBorders>
            <w:shd w:val="clear" w:color="auto" w:fill="auto"/>
            <w:hideMark/>
          </w:tcPr>
          <w:p w:rsidR="002374D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 область</w:t>
            </w:r>
            <w:r w:rsidR="009155A1">
              <w:rPr>
                <w:szCs w:val="28"/>
              </w:rPr>
              <w:t>, г. </w:t>
            </w:r>
            <w:r w:rsidRPr="00224953">
              <w:rPr>
                <w:szCs w:val="28"/>
              </w:rPr>
              <w:t>Ростов, ул. Спартаковская</w:t>
            </w:r>
            <w:r w:rsidR="009155A1">
              <w:rPr>
                <w:szCs w:val="28"/>
              </w:rPr>
              <w:t>,</w:t>
            </w:r>
            <w:r w:rsidRPr="00224953">
              <w:rPr>
                <w:szCs w:val="28"/>
              </w:rPr>
              <w:t xml:space="preserve"> д. 162/4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76:19:010103:1799</w:t>
            </w:r>
          </w:p>
        </w:tc>
      </w:tr>
      <w:tr w:rsidR="00D91137" w:rsidRPr="00224953" w:rsidTr="0081379C">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155A1" w:rsidRDefault="00D91137" w:rsidP="009155A1">
            <w:pPr>
              <w:ind w:firstLine="0"/>
              <w:jc w:val="left"/>
              <w:rPr>
                <w:szCs w:val="28"/>
              </w:rPr>
            </w:pPr>
            <w:r w:rsidRPr="00224953">
              <w:rPr>
                <w:szCs w:val="28"/>
              </w:rPr>
              <w:t xml:space="preserve">Газопровод </w:t>
            </w:r>
          </w:p>
          <w:p w:rsidR="00D91137" w:rsidRPr="00224953" w:rsidRDefault="00D91137" w:rsidP="009155A1">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Российская Федерация,</w:t>
            </w:r>
            <w:r w:rsidR="009155A1">
              <w:rPr>
                <w:szCs w:val="28"/>
              </w:rPr>
              <w:t xml:space="preserve"> </w:t>
            </w: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 Ростов, ул. Спартаковская</w:t>
            </w:r>
            <w:r w:rsidR="0081379C">
              <w:rPr>
                <w:szCs w:val="28"/>
              </w:rPr>
              <w:t>,</w:t>
            </w:r>
            <w:r w:rsidRPr="00224953">
              <w:rPr>
                <w:szCs w:val="28"/>
              </w:rPr>
              <w:t xml:space="preserve"> д. 162/5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76:19:010103:1803</w:t>
            </w:r>
          </w:p>
        </w:tc>
      </w:tr>
      <w:tr w:rsidR="00D91137" w:rsidRPr="00224953" w:rsidTr="009155A1">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856</w:t>
            </w:r>
          </w:p>
        </w:tc>
        <w:tc>
          <w:tcPr>
            <w:tcW w:w="1289" w:type="pct"/>
            <w:tcBorders>
              <w:top w:val="single" w:sz="4" w:space="0" w:color="auto"/>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81379C">
            <w:pPr>
              <w:ind w:firstLine="0"/>
              <w:jc w:val="left"/>
              <w:rPr>
                <w:szCs w:val="28"/>
              </w:rPr>
            </w:pPr>
            <w:r w:rsidRPr="00224953">
              <w:rPr>
                <w:szCs w:val="28"/>
              </w:rPr>
              <w:t>Ярославская область</w:t>
            </w:r>
            <w:r w:rsidR="0081379C">
              <w:rPr>
                <w:szCs w:val="28"/>
              </w:rPr>
              <w:t>,</w:t>
            </w:r>
            <w:r w:rsidR="0081379C">
              <w:rPr>
                <w:szCs w:val="28"/>
              </w:rPr>
              <w:br/>
            </w:r>
            <w:r w:rsidRPr="00224953">
              <w:rPr>
                <w:szCs w:val="28"/>
              </w:rPr>
              <w:t>г. Ростов, ул. Спартаковская</w:t>
            </w:r>
            <w:r w:rsidR="0081379C">
              <w:rPr>
                <w:szCs w:val="28"/>
              </w:rPr>
              <w:t>,</w:t>
            </w:r>
            <w:r w:rsidRPr="00224953">
              <w:rPr>
                <w:szCs w:val="28"/>
              </w:rPr>
              <w:t xml:space="preserve"> д. 162</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76:19:010103:1800</w:t>
            </w:r>
          </w:p>
        </w:tc>
      </w:tr>
      <w:tr w:rsidR="00D91137" w:rsidRPr="00224953" w:rsidTr="00513A65">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857</w:t>
            </w:r>
          </w:p>
        </w:tc>
        <w:tc>
          <w:tcPr>
            <w:tcW w:w="1289" w:type="pct"/>
            <w:tcBorders>
              <w:top w:val="nil"/>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81379C" w:rsidRDefault="00D91137" w:rsidP="00D91137">
            <w:pPr>
              <w:ind w:firstLine="0"/>
              <w:jc w:val="left"/>
              <w:rPr>
                <w:szCs w:val="28"/>
              </w:rPr>
            </w:pPr>
            <w:r w:rsidRPr="00224953">
              <w:rPr>
                <w:szCs w:val="28"/>
              </w:rPr>
              <w:t xml:space="preserve">г. Ростов, </w:t>
            </w:r>
          </w:p>
          <w:p w:rsidR="00D91137" w:rsidRPr="00224953" w:rsidRDefault="00D91137" w:rsidP="00D91137">
            <w:pPr>
              <w:ind w:firstLine="0"/>
              <w:jc w:val="left"/>
              <w:rPr>
                <w:szCs w:val="28"/>
              </w:rPr>
            </w:pPr>
            <w:r w:rsidRPr="00224953">
              <w:rPr>
                <w:szCs w:val="28"/>
              </w:rPr>
              <w:t>ул. Радищева</w:t>
            </w:r>
            <w:r w:rsidR="0081379C">
              <w:rPr>
                <w:szCs w:val="28"/>
              </w:rPr>
              <w:t>,</w:t>
            </w:r>
            <w:r w:rsidRPr="00224953">
              <w:rPr>
                <w:szCs w:val="28"/>
              </w:rPr>
              <w:t xml:space="preserve"> д. 33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76:19:010107:509</w:t>
            </w:r>
          </w:p>
        </w:tc>
      </w:tr>
      <w:tr w:rsidR="00D91137" w:rsidRPr="00224953" w:rsidTr="00B41749">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Российская Федерация,</w:t>
            </w:r>
            <w:r w:rsidR="0081379C">
              <w:rPr>
                <w:szCs w:val="28"/>
              </w:rPr>
              <w:t xml:space="preserve"> </w:t>
            </w:r>
            <w:r w:rsidRPr="00224953">
              <w:rPr>
                <w:szCs w:val="28"/>
              </w:rPr>
              <w:t xml:space="preserve">Ярославская область, </w:t>
            </w:r>
          </w:p>
          <w:p w:rsidR="0081379C" w:rsidRDefault="00D91137" w:rsidP="00D91137">
            <w:pPr>
              <w:ind w:firstLine="0"/>
              <w:jc w:val="left"/>
              <w:rPr>
                <w:szCs w:val="28"/>
              </w:rPr>
            </w:pPr>
            <w:r w:rsidRPr="00224953">
              <w:rPr>
                <w:szCs w:val="28"/>
              </w:rPr>
              <w:lastRenderedPageBreak/>
              <w:t xml:space="preserve">Ростовский район, </w:t>
            </w:r>
          </w:p>
          <w:p w:rsidR="00D91137" w:rsidRPr="00224953" w:rsidRDefault="00D91137" w:rsidP="0081379C">
            <w:pPr>
              <w:ind w:firstLine="0"/>
              <w:jc w:val="left"/>
              <w:rPr>
                <w:szCs w:val="28"/>
              </w:rPr>
            </w:pPr>
            <w:r w:rsidRPr="00224953">
              <w:rPr>
                <w:szCs w:val="28"/>
              </w:rPr>
              <w:t xml:space="preserve">г. Ростов к </w:t>
            </w:r>
            <w:r w:rsidR="0081379C">
              <w:rPr>
                <w:szCs w:val="28"/>
              </w:rPr>
              <w:t>жилым домам</w:t>
            </w:r>
            <w:r w:rsidRPr="00224953">
              <w:rPr>
                <w:szCs w:val="28"/>
              </w:rPr>
              <w:t xml:space="preserve"> по ул. Ленинская</w:t>
            </w:r>
            <w:r w:rsidR="0081379C">
              <w:rPr>
                <w:szCs w:val="28"/>
              </w:rPr>
              <w:t>, д. </w:t>
            </w:r>
            <w:r w:rsidRPr="00224953">
              <w:rPr>
                <w:szCs w:val="28"/>
              </w:rPr>
              <w:t>64а,</w:t>
            </w:r>
            <w:r w:rsidR="0081379C">
              <w:rPr>
                <w:szCs w:val="28"/>
              </w:rPr>
              <w:t xml:space="preserve"> </w:t>
            </w:r>
            <w:r w:rsidRPr="00224953">
              <w:rPr>
                <w:szCs w:val="28"/>
              </w:rPr>
              <w:t>66</w:t>
            </w:r>
            <w:r w:rsidR="0081379C">
              <w:rPr>
                <w:szCs w:val="28"/>
              </w:rPr>
              <w:t>,</w:t>
            </w:r>
            <w:r w:rsidRPr="00224953">
              <w:rPr>
                <w:szCs w:val="28"/>
              </w:rPr>
              <w:t xml:space="preserve"> по ул. Октя</w:t>
            </w:r>
            <w:r w:rsidR="0081379C">
              <w:rPr>
                <w:szCs w:val="28"/>
              </w:rPr>
              <w:t xml:space="preserve">брьская, </w:t>
            </w:r>
            <w:r w:rsidRPr="00224953">
              <w:rPr>
                <w:szCs w:val="28"/>
              </w:rPr>
              <w:t>д.</w:t>
            </w:r>
            <w:r w:rsidR="0081379C">
              <w:rPr>
                <w:szCs w:val="28"/>
              </w:rPr>
              <w:t> </w:t>
            </w:r>
            <w:r w:rsidRPr="00224953">
              <w:rPr>
                <w:szCs w:val="28"/>
              </w:rPr>
              <w:t>61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76:19:010109:917</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859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81379C">
            <w:pPr>
              <w:ind w:firstLine="0"/>
              <w:jc w:val="left"/>
              <w:rPr>
                <w:szCs w:val="28"/>
              </w:rPr>
            </w:pPr>
            <w:r w:rsidRPr="00224953">
              <w:rPr>
                <w:szCs w:val="28"/>
              </w:rPr>
              <w:t xml:space="preserve">Газопровод </w:t>
            </w:r>
          </w:p>
          <w:p w:rsidR="00D91137" w:rsidRPr="00224953" w:rsidRDefault="00D91137" w:rsidP="0081379C">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Российская Федерация,</w:t>
            </w:r>
            <w:r w:rsidR="0081379C">
              <w:rPr>
                <w:szCs w:val="28"/>
              </w:rPr>
              <w:t xml:space="preserve"> </w:t>
            </w: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 xml:space="preserve">г. Ростов, </w:t>
            </w:r>
            <w:r w:rsidR="0081379C">
              <w:rPr>
                <w:szCs w:val="28"/>
              </w:rPr>
              <w:br/>
            </w:r>
            <w:r w:rsidRPr="00224953">
              <w:rPr>
                <w:szCs w:val="28"/>
              </w:rPr>
              <w:t>ул. Октябрьская, д.</w:t>
            </w:r>
            <w:r w:rsidR="0081379C">
              <w:rPr>
                <w:szCs w:val="28"/>
              </w:rPr>
              <w:t xml:space="preserve"> </w:t>
            </w:r>
            <w:r w:rsidRPr="00224953">
              <w:rPr>
                <w:szCs w:val="28"/>
              </w:rPr>
              <w:t>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76:19:010218:406</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81379C">
            <w:pPr>
              <w:ind w:firstLine="0"/>
              <w:jc w:val="left"/>
              <w:rPr>
                <w:szCs w:val="28"/>
              </w:rPr>
            </w:pPr>
            <w:r w:rsidRPr="00224953">
              <w:rPr>
                <w:szCs w:val="28"/>
              </w:rPr>
              <w:t xml:space="preserve">Газопровод </w:t>
            </w:r>
          </w:p>
          <w:p w:rsidR="00D91137" w:rsidRPr="00224953" w:rsidRDefault="00D91137" w:rsidP="0081379C">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Ярославская область, </w:t>
            </w:r>
          </w:p>
          <w:p w:rsidR="0081379C" w:rsidRDefault="00D91137" w:rsidP="00D91137">
            <w:pPr>
              <w:ind w:firstLine="0"/>
              <w:jc w:val="left"/>
              <w:rPr>
                <w:szCs w:val="28"/>
              </w:rPr>
            </w:pPr>
            <w:r w:rsidRPr="00224953">
              <w:rPr>
                <w:szCs w:val="28"/>
              </w:rPr>
              <w:t>Ро</w:t>
            </w:r>
            <w:r w:rsidR="0081379C">
              <w:rPr>
                <w:szCs w:val="28"/>
              </w:rPr>
              <w:t>стовский райо</w:t>
            </w:r>
            <w:r w:rsidRPr="00224953">
              <w:rPr>
                <w:szCs w:val="28"/>
              </w:rPr>
              <w:t xml:space="preserve">н, </w:t>
            </w:r>
          </w:p>
          <w:p w:rsidR="00D91137" w:rsidRPr="00224953" w:rsidRDefault="00D91137" w:rsidP="0081379C">
            <w:pPr>
              <w:ind w:firstLine="0"/>
              <w:jc w:val="left"/>
              <w:rPr>
                <w:szCs w:val="28"/>
              </w:rPr>
            </w:pPr>
            <w:r w:rsidRPr="00224953">
              <w:rPr>
                <w:szCs w:val="28"/>
              </w:rPr>
              <w:t>г. Ростов</w:t>
            </w:r>
            <w:r w:rsidR="0081379C">
              <w:rPr>
                <w:szCs w:val="28"/>
              </w:rPr>
              <w:t xml:space="preserve">, </w:t>
            </w:r>
            <w:r w:rsidRPr="00224953">
              <w:rPr>
                <w:szCs w:val="28"/>
              </w:rPr>
              <w:t>мкр 1</w:t>
            </w:r>
            <w:r w:rsidR="0081379C">
              <w:rPr>
                <w:szCs w:val="28"/>
              </w:rPr>
              <w:t>,</w:t>
            </w:r>
            <w:r w:rsidRPr="00224953">
              <w:rPr>
                <w:szCs w:val="28"/>
              </w:rPr>
              <w:t xml:space="preserve"> д.</w:t>
            </w:r>
            <w:r w:rsidR="0081379C">
              <w:rPr>
                <w:szCs w:val="28"/>
              </w:rPr>
              <w:t xml:space="preserve"> </w:t>
            </w:r>
            <w:r w:rsidRPr="00224953">
              <w:rPr>
                <w:szCs w:val="28"/>
              </w:rPr>
              <w:t>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76:19:010306:3281</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81379C">
            <w:pPr>
              <w:ind w:firstLine="0"/>
              <w:jc w:val="left"/>
              <w:rPr>
                <w:szCs w:val="28"/>
              </w:rPr>
            </w:pPr>
            <w:r w:rsidRPr="00224953">
              <w:rPr>
                <w:szCs w:val="28"/>
              </w:rPr>
              <w:t xml:space="preserve">Газопровод </w:t>
            </w:r>
          </w:p>
          <w:p w:rsidR="00D91137" w:rsidRPr="00224953" w:rsidRDefault="00D91137" w:rsidP="0081379C">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Российская Федерация, Ярославская область, </w:t>
            </w:r>
          </w:p>
          <w:p w:rsidR="0081379C" w:rsidRDefault="0081379C" w:rsidP="00D91137">
            <w:pPr>
              <w:ind w:firstLine="0"/>
              <w:jc w:val="left"/>
              <w:rPr>
                <w:szCs w:val="28"/>
              </w:rPr>
            </w:pPr>
            <w:r>
              <w:rPr>
                <w:szCs w:val="28"/>
              </w:rPr>
              <w:t xml:space="preserve">Ростовский район, </w:t>
            </w:r>
          </w:p>
          <w:p w:rsidR="00D91137" w:rsidRPr="00224953" w:rsidRDefault="0081379C" w:rsidP="0081379C">
            <w:pPr>
              <w:ind w:firstLine="0"/>
              <w:jc w:val="left"/>
              <w:rPr>
                <w:szCs w:val="28"/>
              </w:rPr>
            </w:pPr>
            <w:r>
              <w:rPr>
                <w:szCs w:val="28"/>
              </w:rPr>
              <w:t xml:space="preserve">г. Ростов, </w:t>
            </w:r>
            <w:r w:rsidR="00D91137" w:rsidRPr="00224953">
              <w:rPr>
                <w:szCs w:val="28"/>
              </w:rPr>
              <w:t>мкр 1</w:t>
            </w:r>
            <w:r>
              <w:rPr>
                <w:szCs w:val="28"/>
              </w:rPr>
              <w:t>,</w:t>
            </w:r>
            <w:r w:rsidR="00D91137" w:rsidRPr="00224953">
              <w:rPr>
                <w:szCs w:val="28"/>
              </w:rPr>
              <w:t xml:space="preserve"> д.</w:t>
            </w:r>
            <w:r>
              <w:rPr>
                <w:szCs w:val="28"/>
              </w:rPr>
              <w:t xml:space="preserve"> </w:t>
            </w:r>
            <w:r w:rsidR="00D91137" w:rsidRPr="00224953">
              <w:rPr>
                <w:szCs w:val="28"/>
              </w:rPr>
              <w:t>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76:19:010306:3282</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Ярославская область, </w:t>
            </w:r>
          </w:p>
          <w:p w:rsidR="0081379C" w:rsidRDefault="0081379C" w:rsidP="00D91137">
            <w:pPr>
              <w:ind w:firstLine="0"/>
              <w:jc w:val="left"/>
              <w:rPr>
                <w:szCs w:val="28"/>
              </w:rPr>
            </w:pPr>
            <w:r>
              <w:rPr>
                <w:szCs w:val="28"/>
              </w:rPr>
              <w:t>Ростовский райо</w:t>
            </w:r>
            <w:r w:rsidR="00D91137" w:rsidRPr="00224953">
              <w:rPr>
                <w:szCs w:val="28"/>
              </w:rPr>
              <w:t xml:space="preserve">н, </w:t>
            </w:r>
          </w:p>
          <w:p w:rsidR="00D91137" w:rsidRPr="00224953" w:rsidRDefault="00D91137" w:rsidP="00D91137">
            <w:pPr>
              <w:ind w:firstLine="0"/>
              <w:jc w:val="left"/>
              <w:rPr>
                <w:szCs w:val="28"/>
              </w:rPr>
            </w:pPr>
            <w:r w:rsidRPr="00224953">
              <w:rPr>
                <w:szCs w:val="28"/>
              </w:rPr>
              <w:t xml:space="preserve">г. Ростов, </w:t>
            </w:r>
            <w:r w:rsidRPr="00224953">
              <w:rPr>
                <w:szCs w:val="28"/>
              </w:rPr>
              <w:br/>
              <w:t>ул. Спартаковская</w:t>
            </w:r>
            <w:r w:rsidR="0081379C">
              <w:rPr>
                <w:szCs w:val="28"/>
              </w:rPr>
              <w:t>,</w:t>
            </w:r>
            <w:r w:rsidRPr="00224953">
              <w:rPr>
                <w:szCs w:val="28"/>
              </w:rPr>
              <w:t xml:space="preserve"> д. 79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76:19:010212:554</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Ярославская</w:t>
            </w:r>
            <w:r w:rsidR="0081379C">
              <w:rPr>
                <w:szCs w:val="28"/>
              </w:rPr>
              <w:t xml:space="preserve"> область</w:t>
            </w:r>
            <w:r w:rsidRPr="00224953">
              <w:rPr>
                <w:szCs w:val="28"/>
              </w:rPr>
              <w:t xml:space="preserve">, </w:t>
            </w:r>
          </w:p>
          <w:p w:rsidR="00D91137" w:rsidRPr="00224953" w:rsidRDefault="0081379C" w:rsidP="0081379C">
            <w:pPr>
              <w:ind w:firstLine="0"/>
              <w:jc w:val="left"/>
              <w:rPr>
                <w:szCs w:val="28"/>
              </w:rPr>
            </w:pPr>
            <w:r>
              <w:rPr>
                <w:szCs w:val="28"/>
              </w:rPr>
              <w:t>Ростовский райо</w:t>
            </w:r>
            <w:r w:rsidR="00D91137" w:rsidRPr="00224953">
              <w:rPr>
                <w:szCs w:val="28"/>
              </w:rPr>
              <w:t xml:space="preserve">н, </w:t>
            </w:r>
            <w:r>
              <w:rPr>
                <w:szCs w:val="28"/>
              </w:rPr>
              <w:br/>
            </w:r>
            <w:r w:rsidR="00D91137" w:rsidRPr="00224953">
              <w:rPr>
                <w:szCs w:val="28"/>
              </w:rPr>
              <w:t>г</w:t>
            </w:r>
            <w:r>
              <w:rPr>
                <w:szCs w:val="28"/>
              </w:rPr>
              <w:t>.</w:t>
            </w:r>
            <w:r w:rsidR="00D91137" w:rsidRPr="00224953">
              <w:rPr>
                <w:szCs w:val="28"/>
              </w:rPr>
              <w:t xml:space="preserve"> Ростов, ул</w:t>
            </w:r>
            <w:r>
              <w:rPr>
                <w:szCs w:val="28"/>
              </w:rPr>
              <w:t>.</w:t>
            </w:r>
            <w:r w:rsidR="00D91137" w:rsidRPr="00224953">
              <w:rPr>
                <w:szCs w:val="28"/>
              </w:rPr>
              <w:t xml:space="preserve"> Ленинская, д</w:t>
            </w:r>
            <w:r>
              <w:rPr>
                <w:szCs w:val="28"/>
              </w:rPr>
              <w:t>. </w:t>
            </w:r>
            <w:r w:rsidR="00D91137" w:rsidRPr="00224953">
              <w:rPr>
                <w:szCs w:val="28"/>
              </w:rPr>
              <w:t>58А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76:19:010109:918</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Российска</w:t>
            </w:r>
            <w:r w:rsidR="0081379C">
              <w:rPr>
                <w:szCs w:val="28"/>
              </w:rPr>
              <w:t>я</w:t>
            </w:r>
            <w:r w:rsidRPr="00224953">
              <w:rPr>
                <w:szCs w:val="28"/>
              </w:rPr>
              <w:t xml:space="preserve"> Федерация, 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w:t>
            </w:r>
            <w:r w:rsidR="0081379C">
              <w:rPr>
                <w:szCs w:val="28"/>
              </w:rPr>
              <w:t xml:space="preserve"> </w:t>
            </w:r>
            <w:r w:rsidRPr="00224953">
              <w:rPr>
                <w:szCs w:val="28"/>
              </w:rPr>
              <w:t xml:space="preserve">Ростов, </w:t>
            </w:r>
            <w:r w:rsidRPr="00224953">
              <w:rPr>
                <w:szCs w:val="28"/>
              </w:rPr>
              <w:br/>
              <w:t>ул. Пролетарская, д. 76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76:19:010322:1030</w:t>
            </w:r>
          </w:p>
        </w:tc>
      </w:tr>
      <w:tr w:rsidR="00D91137" w:rsidRPr="00224953" w:rsidTr="00513A65">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81379C">
            <w:pPr>
              <w:ind w:firstLine="0"/>
              <w:jc w:val="left"/>
              <w:rPr>
                <w:szCs w:val="28"/>
              </w:rPr>
            </w:pPr>
            <w:r w:rsidRPr="00224953">
              <w:rPr>
                <w:szCs w:val="28"/>
              </w:rPr>
              <w:t xml:space="preserve">Газопровод </w:t>
            </w:r>
          </w:p>
          <w:p w:rsidR="00D91137" w:rsidRPr="00224953" w:rsidRDefault="00D91137" w:rsidP="0081379C">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1379C">
            <w:pPr>
              <w:ind w:firstLine="0"/>
              <w:jc w:val="left"/>
              <w:rPr>
                <w:szCs w:val="28"/>
              </w:rPr>
            </w:pPr>
            <w:r w:rsidRPr="00224953">
              <w:rPr>
                <w:szCs w:val="28"/>
              </w:rPr>
              <w:t>Ярославская</w:t>
            </w:r>
            <w:r w:rsidR="0081379C">
              <w:rPr>
                <w:szCs w:val="28"/>
              </w:rPr>
              <w:t xml:space="preserve"> область</w:t>
            </w:r>
            <w:r w:rsidRPr="00224953">
              <w:rPr>
                <w:szCs w:val="28"/>
              </w:rPr>
              <w:t xml:space="preserve">, </w:t>
            </w:r>
            <w:r w:rsidR="0081379C">
              <w:rPr>
                <w:szCs w:val="28"/>
              </w:rPr>
              <w:br/>
            </w:r>
            <w:r w:rsidRPr="00224953">
              <w:rPr>
                <w:szCs w:val="28"/>
              </w:rPr>
              <w:t xml:space="preserve">г. Ростов, к </w:t>
            </w:r>
            <w:r w:rsidR="0081379C">
              <w:rPr>
                <w:szCs w:val="28"/>
              </w:rPr>
              <w:t>жилым домам</w:t>
            </w:r>
            <w:r w:rsidRPr="00224953">
              <w:rPr>
                <w:szCs w:val="28"/>
              </w:rPr>
              <w:t xml:space="preserve"> по ул. Пролетарская, д.</w:t>
            </w:r>
            <w:r w:rsidR="0081379C">
              <w:rPr>
                <w:szCs w:val="28"/>
              </w:rPr>
              <w:t> </w:t>
            </w:r>
            <w:r w:rsidRPr="00224953">
              <w:rPr>
                <w:szCs w:val="28"/>
              </w:rPr>
              <w:t>33,</w:t>
            </w:r>
            <w:r w:rsidR="0081379C">
              <w:rPr>
                <w:szCs w:val="28"/>
              </w:rPr>
              <w:t xml:space="preserve"> </w:t>
            </w:r>
            <w:r w:rsidRPr="00224953">
              <w:rPr>
                <w:szCs w:val="28"/>
              </w:rPr>
              <w:t xml:space="preserve">34 от задвижки </w:t>
            </w:r>
            <w:r w:rsidR="0081379C">
              <w:rPr>
                <w:szCs w:val="28"/>
              </w:rPr>
              <w:br/>
            </w:r>
            <w:r w:rsidRPr="00224953">
              <w:rPr>
                <w:szCs w:val="28"/>
              </w:rPr>
              <w:t>ул. Революции</w:t>
            </w:r>
            <w:r w:rsidR="0081379C">
              <w:rPr>
                <w:szCs w:val="28"/>
              </w:rPr>
              <w:t>,</w:t>
            </w:r>
            <w:r w:rsidRPr="00224953">
              <w:rPr>
                <w:szCs w:val="28"/>
              </w:rPr>
              <w:t xml:space="preserve"> д.</w:t>
            </w:r>
            <w:r w:rsidR="0081379C">
              <w:rPr>
                <w:szCs w:val="28"/>
              </w:rPr>
              <w:t xml:space="preserve"> </w:t>
            </w:r>
            <w:r w:rsidRPr="00224953">
              <w:rPr>
                <w:szCs w:val="28"/>
              </w:rPr>
              <w:t>15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76:19:000000:1467</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81379C">
            <w:pPr>
              <w:ind w:firstLine="0"/>
              <w:jc w:val="left"/>
              <w:rPr>
                <w:szCs w:val="28"/>
              </w:rPr>
            </w:pPr>
            <w:r w:rsidRPr="00224953">
              <w:rPr>
                <w:szCs w:val="28"/>
              </w:rPr>
              <w:t xml:space="preserve">Газопровод </w:t>
            </w:r>
          </w:p>
          <w:p w:rsidR="00D91137" w:rsidRPr="00224953" w:rsidRDefault="00D91137" w:rsidP="0081379C">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Ярославская область, </w:t>
            </w:r>
          </w:p>
          <w:p w:rsidR="0081379C" w:rsidRDefault="00D91137" w:rsidP="00D91137">
            <w:pPr>
              <w:ind w:firstLine="0"/>
              <w:jc w:val="left"/>
              <w:rPr>
                <w:szCs w:val="28"/>
              </w:rPr>
            </w:pPr>
            <w:r w:rsidRPr="00224953">
              <w:rPr>
                <w:szCs w:val="28"/>
              </w:rPr>
              <w:t>Ростовский район,</w:t>
            </w:r>
          </w:p>
          <w:p w:rsidR="00D91137" w:rsidRPr="00224953" w:rsidRDefault="00D91137" w:rsidP="0081379C">
            <w:pPr>
              <w:ind w:firstLine="0"/>
              <w:jc w:val="left"/>
              <w:rPr>
                <w:szCs w:val="28"/>
              </w:rPr>
            </w:pPr>
            <w:r w:rsidRPr="00224953">
              <w:rPr>
                <w:szCs w:val="28"/>
              </w:rPr>
              <w:t>г. Ростов, к</w:t>
            </w:r>
            <w:r w:rsidR="0081379C">
              <w:rPr>
                <w:szCs w:val="28"/>
              </w:rPr>
              <w:t>жилым домам</w:t>
            </w:r>
            <w:r w:rsidRPr="00224953">
              <w:rPr>
                <w:szCs w:val="28"/>
              </w:rPr>
              <w:t xml:space="preserve"> по ул. Революции, Некрасовская, Ново-Некрасовская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76:19:010311:444</w:t>
            </w:r>
          </w:p>
        </w:tc>
      </w:tr>
      <w:tr w:rsidR="00D91137" w:rsidRPr="00224953" w:rsidTr="002374D0">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81379C">
            <w:pPr>
              <w:ind w:firstLine="0"/>
              <w:jc w:val="left"/>
              <w:rPr>
                <w:szCs w:val="28"/>
              </w:rPr>
            </w:pPr>
            <w:r w:rsidRPr="00224953">
              <w:rPr>
                <w:szCs w:val="28"/>
              </w:rPr>
              <w:t xml:space="preserve">Газопровод </w:t>
            </w:r>
          </w:p>
          <w:p w:rsidR="00D91137" w:rsidRPr="00224953" w:rsidRDefault="00D91137" w:rsidP="0081379C">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1379C">
            <w:pPr>
              <w:ind w:firstLine="0"/>
              <w:jc w:val="left"/>
              <w:rPr>
                <w:szCs w:val="28"/>
              </w:rPr>
            </w:pPr>
            <w:r w:rsidRPr="00224953">
              <w:rPr>
                <w:szCs w:val="28"/>
              </w:rPr>
              <w:t>Ярославская</w:t>
            </w:r>
            <w:r w:rsidR="0081379C">
              <w:rPr>
                <w:szCs w:val="28"/>
              </w:rPr>
              <w:t xml:space="preserve"> область, г. </w:t>
            </w:r>
            <w:r w:rsidRPr="00224953">
              <w:rPr>
                <w:szCs w:val="28"/>
              </w:rPr>
              <w:t xml:space="preserve">Ростов, ул. Спартаковская к </w:t>
            </w:r>
            <w:r w:rsidR="0081379C">
              <w:rPr>
                <w:szCs w:val="28"/>
              </w:rPr>
              <w:t>жилым домам</w:t>
            </w:r>
            <w:r w:rsidRPr="00224953">
              <w:rPr>
                <w:szCs w:val="28"/>
              </w:rPr>
              <w:t xml:space="preserve"> по </w:t>
            </w:r>
            <w:r w:rsidRPr="00224953">
              <w:rPr>
                <w:szCs w:val="28"/>
              </w:rPr>
              <w:lastRenderedPageBreak/>
              <w:t>ул. Спартаковская</w:t>
            </w:r>
            <w:r w:rsidR="0081379C">
              <w:rPr>
                <w:szCs w:val="28"/>
              </w:rPr>
              <w:t>,</w:t>
            </w:r>
            <w:r w:rsidRPr="00224953">
              <w:rPr>
                <w:szCs w:val="28"/>
              </w:rPr>
              <w:t xml:space="preserve"> д. 27, 29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76:19:010216:650</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D91137" w:rsidP="0081379C">
            <w:pPr>
              <w:ind w:firstLine="0"/>
              <w:jc w:val="left"/>
              <w:rPr>
                <w:szCs w:val="28"/>
              </w:rPr>
            </w:pPr>
            <w:r w:rsidRPr="00224953">
              <w:rPr>
                <w:szCs w:val="28"/>
              </w:rPr>
              <w:t xml:space="preserve">г. Ростов, ул. Спартаковская, к </w:t>
            </w:r>
            <w:r w:rsidR="0081379C">
              <w:rPr>
                <w:szCs w:val="28"/>
              </w:rPr>
              <w:t>жилым домам № </w:t>
            </w:r>
            <w:r w:rsidRPr="00224953">
              <w:rPr>
                <w:szCs w:val="28"/>
              </w:rPr>
              <w:t>87,</w:t>
            </w:r>
            <w:r w:rsidR="0081379C">
              <w:rPr>
                <w:szCs w:val="28"/>
              </w:rPr>
              <w:t xml:space="preserve"> </w:t>
            </w:r>
            <w:r w:rsidRPr="00224953">
              <w:rPr>
                <w:szCs w:val="28"/>
              </w:rPr>
              <w:t>89,</w:t>
            </w:r>
            <w:r w:rsidR="0081379C">
              <w:rPr>
                <w:szCs w:val="28"/>
              </w:rPr>
              <w:t xml:space="preserve"> </w:t>
            </w:r>
            <w:r w:rsidRPr="00224953">
              <w:rPr>
                <w:szCs w:val="28"/>
              </w:rPr>
              <w:t xml:space="preserve">89а </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76:19:010210:716</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869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Российская Федерация, 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81379C" w:rsidP="00D91137">
            <w:pPr>
              <w:ind w:firstLine="0"/>
              <w:jc w:val="left"/>
              <w:rPr>
                <w:szCs w:val="28"/>
              </w:rPr>
            </w:pPr>
            <w:r>
              <w:rPr>
                <w:szCs w:val="28"/>
              </w:rPr>
              <w:t>г. Ростов, ул. Малая Заровская –</w:t>
            </w:r>
            <w:r w:rsidR="00D91137" w:rsidRPr="00224953">
              <w:rPr>
                <w:szCs w:val="28"/>
              </w:rPr>
              <w:t xml:space="preserve"> ул</w:t>
            </w:r>
            <w:r>
              <w:rPr>
                <w:szCs w:val="28"/>
              </w:rPr>
              <w:t>.</w:t>
            </w:r>
            <w:r w:rsidR="00D91137" w:rsidRPr="00224953">
              <w:rPr>
                <w:szCs w:val="28"/>
              </w:rPr>
              <w:t xml:space="preserve"> Коммунаров</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76:19:010211:407</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Российская Федерация, 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 xml:space="preserve">г. Ростов, </w:t>
            </w:r>
            <w:r w:rsidRPr="00224953">
              <w:rPr>
                <w:szCs w:val="28"/>
              </w:rPr>
              <w:br/>
              <w:t>ул. Спартаковская</w:t>
            </w:r>
            <w:r w:rsidR="0081379C">
              <w:rPr>
                <w:szCs w:val="28"/>
              </w:rPr>
              <w:t>,</w:t>
            </w:r>
            <w:r w:rsidRPr="00224953">
              <w:rPr>
                <w:szCs w:val="28"/>
              </w:rPr>
              <w:t xml:space="preserve"> д. 59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76:19:010213:317</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81379C" w:rsidRDefault="00D91137" w:rsidP="00D91137">
            <w:pPr>
              <w:ind w:firstLine="0"/>
              <w:jc w:val="left"/>
              <w:rPr>
                <w:szCs w:val="28"/>
              </w:rPr>
            </w:pPr>
            <w:r w:rsidRPr="00224953">
              <w:rPr>
                <w:szCs w:val="28"/>
              </w:rPr>
              <w:t xml:space="preserve">г. Ростов, </w:t>
            </w:r>
          </w:p>
          <w:p w:rsidR="00D91137" w:rsidRPr="00224953" w:rsidRDefault="00D91137" w:rsidP="00D91137">
            <w:pPr>
              <w:ind w:firstLine="0"/>
              <w:jc w:val="left"/>
              <w:rPr>
                <w:szCs w:val="28"/>
              </w:rPr>
            </w:pPr>
            <w:r w:rsidRPr="00224953">
              <w:rPr>
                <w:szCs w:val="28"/>
              </w:rPr>
              <w:t>ул. Спартаковская</w:t>
            </w:r>
            <w:r w:rsidR="0081379C">
              <w:rPr>
                <w:szCs w:val="28"/>
              </w:rPr>
              <w:t>,</w:t>
            </w:r>
            <w:r w:rsidRPr="00224953">
              <w:rPr>
                <w:szCs w:val="28"/>
              </w:rPr>
              <w:t xml:space="preserve"> д. 87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76:19:010210:715</w:t>
            </w:r>
          </w:p>
        </w:tc>
      </w:tr>
      <w:tr w:rsidR="00D91137" w:rsidRPr="00224953" w:rsidTr="00513A65">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Российская Федерация,</w:t>
            </w:r>
            <w:r w:rsidR="0081379C">
              <w:rPr>
                <w:szCs w:val="28"/>
              </w:rPr>
              <w:t xml:space="preserve"> </w:t>
            </w: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81379C" w:rsidRDefault="00D91137" w:rsidP="00D91137">
            <w:pPr>
              <w:ind w:firstLine="0"/>
              <w:jc w:val="left"/>
              <w:rPr>
                <w:szCs w:val="28"/>
              </w:rPr>
            </w:pPr>
            <w:r w:rsidRPr="00224953">
              <w:rPr>
                <w:szCs w:val="28"/>
              </w:rPr>
              <w:t xml:space="preserve">г. Ростов, </w:t>
            </w:r>
          </w:p>
          <w:p w:rsidR="00D91137" w:rsidRPr="00224953" w:rsidRDefault="00D91137" w:rsidP="00D91137">
            <w:pPr>
              <w:ind w:firstLine="0"/>
              <w:jc w:val="left"/>
              <w:rPr>
                <w:szCs w:val="28"/>
              </w:rPr>
            </w:pPr>
            <w:r w:rsidRPr="00224953">
              <w:rPr>
                <w:szCs w:val="28"/>
              </w:rPr>
              <w:t>ул. Спартаковская</w:t>
            </w:r>
            <w:r w:rsidR="0081379C">
              <w:rPr>
                <w:szCs w:val="28"/>
              </w:rPr>
              <w:t>,</w:t>
            </w:r>
            <w:r w:rsidRPr="00224953">
              <w:rPr>
                <w:szCs w:val="28"/>
              </w:rPr>
              <w:t xml:space="preserve"> д. 89а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76:19:010210:717</w:t>
            </w:r>
          </w:p>
        </w:tc>
      </w:tr>
      <w:tr w:rsidR="00D91137" w:rsidRPr="00224953" w:rsidTr="00513A65">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81379C">
            <w:pPr>
              <w:ind w:firstLine="0"/>
              <w:jc w:val="left"/>
              <w:rPr>
                <w:szCs w:val="28"/>
              </w:rPr>
            </w:pPr>
            <w:r w:rsidRPr="00224953">
              <w:rPr>
                <w:szCs w:val="28"/>
              </w:rPr>
              <w:t xml:space="preserve">Газопровод </w:t>
            </w:r>
          </w:p>
          <w:p w:rsidR="00D91137" w:rsidRPr="00224953" w:rsidRDefault="00D91137" w:rsidP="0081379C">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1379C">
            <w:pPr>
              <w:ind w:firstLine="0"/>
              <w:jc w:val="left"/>
              <w:rPr>
                <w:szCs w:val="28"/>
              </w:rPr>
            </w:pPr>
            <w:r w:rsidRPr="00224953">
              <w:rPr>
                <w:szCs w:val="28"/>
              </w:rPr>
              <w:t>Ярославская</w:t>
            </w:r>
            <w:r w:rsidR="0081379C">
              <w:rPr>
                <w:szCs w:val="28"/>
              </w:rPr>
              <w:t xml:space="preserve"> область, г. </w:t>
            </w:r>
            <w:r w:rsidRPr="00224953">
              <w:rPr>
                <w:szCs w:val="28"/>
              </w:rPr>
              <w:t xml:space="preserve">Ростов, к </w:t>
            </w:r>
            <w:r w:rsidR="0081379C">
              <w:rPr>
                <w:szCs w:val="28"/>
              </w:rPr>
              <w:t>жилым домам</w:t>
            </w:r>
            <w:r w:rsidRPr="00224953">
              <w:rPr>
                <w:szCs w:val="28"/>
              </w:rPr>
              <w:t xml:space="preserve"> по ул. Некрасовской, Ново-Некрасовской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76:19:000000:1469</w:t>
            </w:r>
          </w:p>
        </w:tc>
      </w:tr>
      <w:tr w:rsidR="00D91137" w:rsidRPr="00224953" w:rsidTr="0081379C">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874</w:t>
            </w:r>
          </w:p>
        </w:tc>
        <w:tc>
          <w:tcPr>
            <w:tcW w:w="1289" w:type="pct"/>
            <w:tcBorders>
              <w:top w:val="single" w:sz="4" w:space="0" w:color="auto"/>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Российская Федерация, Ярославская область, </w:t>
            </w:r>
          </w:p>
          <w:p w:rsidR="0081379C" w:rsidRDefault="0081379C" w:rsidP="00D91137">
            <w:pPr>
              <w:ind w:firstLine="0"/>
              <w:jc w:val="left"/>
              <w:rPr>
                <w:szCs w:val="28"/>
              </w:rPr>
            </w:pPr>
            <w:r>
              <w:rPr>
                <w:szCs w:val="28"/>
              </w:rPr>
              <w:t>Ростовский райо</w:t>
            </w:r>
            <w:r w:rsidR="00D91137" w:rsidRPr="00224953">
              <w:rPr>
                <w:szCs w:val="28"/>
              </w:rPr>
              <w:t xml:space="preserve">н, </w:t>
            </w:r>
          </w:p>
          <w:p w:rsidR="00D91137" w:rsidRPr="00224953" w:rsidRDefault="00D91137" w:rsidP="00D91137">
            <w:pPr>
              <w:ind w:firstLine="0"/>
              <w:jc w:val="left"/>
              <w:rPr>
                <w:szCs w:val="28"/>
              </w:rPr>
            </w:pPr>
            <w:r w:rsidRPr="00224953">
              <w:rPr>
                <w:szCs w:val="28"/>
              </w:rPr>
              <w:t xml:space="preserve">г. Ростов, </w:t>
            </w:r>
            <w:r w:rsidRPr="00224953">
              <w:rPr>
                <w:szCs w:val="28"/>
              </w:rPr>
              <w:br/>
              <w:t>ул. Радищева, д. 10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76:19:010228:347</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875</w:t>
            </w:r>
          </w:p>
        </w:tc>
        <w:tc>
          <w:tcPr>
            <w:tcW w:w="1289" w:type="pct"/>
            <w:tcBorders>
              <w:top w:val="nil"/>
              <w:left w:val="nil"/>
              <w:bottom w:val="single" w:sz="4" w:space="0" w:color="auto"/>
              <w:right w:val="single" w:sz="4" w:space="0" w:color="auto"/>
            </w:tcBorders>
            <w:shd w:val="clear" w:color="auto" w:fill="auto"/>
            <w:hideMark/>
          </w:tcPr>
          <w:p w:rsidR="0081379C" w:rsidRDefault="00D91137" w:rsidP="0081379C">
            <w:pPr>
              <w:ind w:firstLine="0"/>
              <w:jc w:val="left"/>
              <w:rPr>
                <w:szCs w:val="28"/>
              </w:rPr>
            </w:pPr>
            <w:r w:rsidRPr="00224953">
              <w:rPr>
                <w:szCs w:val="28"/>
              </w:rPr>
              <w:t xml:space="preserve">Газопровод </w:t>
            </w:r>
          </w:p>
          <w:p w:rsidR="00D91137" w:rsidRPr="00224953" w:rsidRDefault="00D91137" w:rsidP="0081379C">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D91137" w:rsidP="0081379C">
            <w:pPr>
              <w:ind w:firstLine="0"/>
              <w:jc w:val="left"/>
              <w:rPr>
                <w:szCs w:val="28"/>
              </w:rPr>
            </w:pPr>
            <w:r w:rsidRPr="00224953">
              <w:rPr>
                <w:szCs w:val="28"/>
              </w:rPr>
              <w:t xml:space="preserve">г. Ростов, к </w:t>
            </w:r>
            <w:r w:rsidR="0081379C">
              <w:rPr>
                <w:szCs w:val="28"/>
              </w:rPr>
              <w:t>жилым домам</w:t>
            </w:r>
            <w:r w:rsidRPr="00224953">
              <w:rPr>
                <w:szCs w:val="28"/>
              </w:rPr>
              <w:t xml:space="preserve"> по ул. Пушкинская, Спартаковский пр.</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76:19:010215:643</w:t>
            </w:r>
          </w:p>
        </w:tc>
      </w:tr>
      <w:tr w:rsidR="00D91137" w:rsidRPr="00224953" w:rsidTr="00B41749">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876</w:t>
            </w:r>
          </w:p>
        </w:tc>
        <w:tc>
          <w:tcPr>
            <w:tcW w:w="1289" w:type="pct"/>
            <w:tcBorders>
              <w:top w:val="nil"/>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Российская Федерация, Ярославская область, </w:t>
            </w:r>
          </w:p>
          <w:p w:rsidR="0081379C" w:rsidRDefault="00D91137" w:rsidP="00D91137">
            <w:pPr>
              <w:ind w:firstLine="0"/>
              <w:jc w:val="left"/>
              <w:rPr>
                <w:szCs w:val="28"/>
              </w:rPr>
            </w:pPr>
            <w:r w:rsidRPr="00224953">
              <w:rPr>
                <w:szCs w:val="28"/>
              </w:rPr>
              <w:t xml:space="preserve">Ростовский район, </w:t>
            </w:r>
          </w:p>
          <w:p w:rsidR="0081379C" w:rsidRDefault="00D91137" w:rsidP="00D91137">
            <w:pPr>
              <w:ind w:firstLine="0"/>
              <w:jc w:val="left"/>
              <w:rPr>
                <w:szCs w:val="28"/>
              </w:rPr>
            </w:pPr>
            <w:r w:rsidRPr="00224953">
              <w:rPr>
                <w:szCs w:val="28"/>
              </w:rPr>
              <w:t xml:space="preserve">г. Ростов, </w:t>
            </w:r>
          </w:p>
          <w:p w:rsidR="00D91137" w:rsidRPr="00224953" w:rsidRDefault="00D91137" w:rsidP="00D91137">
            <w:pPr>
              <w:ind w:firstLine="0"/>
              <w:jc w:val="left"/>
              <w:rPr>
                <w:szCs w:val="28"/>
              </w:rPr>
            </w:pPr>
            <w:r w:rsidRPr="00224953">
              <w:rPr>
                <w:szCs w:val="28"/>
              </w:rPr>
              <w:t>ул. Пролетарская</w:t>
            </w:r>
            <w:r w:rsidR="0081379C">
              <w:rPr>
                <w:szCs w:val="28"/>
              </w:rPr>
              <w:t>,</w:t>
            </w:r>
            <w:r w:rsidRPr="00224953">
              <w:rPr>
                <w:szCs w:val="28"/>
              </w:rPr>
              <w:t xml:space="preserve"> д.</w:t>
            </w:r>
            <w:r w:rsidR="0081379C">
              <w:rPr>
                <w:szCs w:val="28"/>
              </w:rPr>
              <w:t xml:space="preserve"> </w:t>
            </w:r>
            <w:r w:rsidRPr="00224953">
              <w:rPr>
                <w:szCs w:val="28"/>
              </w:rPr>
              <w:t>13</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76:19:010227:435</w:t>
            </w:r>
          </w:p>
        </w:tc>
      </w:tr>
      <w:tr w:rsidR="00D91137" w:rsidRPr="00224953" w:rsidTr="00B41749">
        <w:trPr>
          <w:trHeight w:val="18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877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Подземный газопровод высокого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Российская Федерация, 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D91137" w:rsidP="0081379C">
            <w:pPr>
              <w:ind w:firstLine="0"/>
              <w:jc w:val="left"/>
              <w:rPr>
                <w:szCs w:val="28"/>
              </w:rPr>
            </w:pPr>
            <w:r w:rsidRPr="00224953">
              <w:rPr>
                <w:szCs w:val="28"/>
              </w:rPr>
              <w:t xml:space="preserve">г. Ростов, наружные сети газоснабжения </w:t>
            </w:r>
            <w:r w:rsidR="0081379C">
              <w:rPr>
                <w:szCs w:val="28"/>
              </w:rPr>
              <w:t>жилых домов</w:t>
            </w:r>
            <w:r w:rsidRPr="00224953">
              <w:rPr>
                <w:szCs w:val="28"/>
              </w:rPr>
              <w:t xml:space="preserve"> №</w:t>
            </w:r>
            <w:r w:rsidR="0081379C">
              <w:rPr>
                <w:szCs w:val="28"/>
              </w:rPr>
              <w:t xml:space="preserve"> </w:t>
            </w:r>
            <w:r w:rsidRPr="00224953">
              <w:rPr>
                <w:szCs w:val="28"/>
              </w:rPr>
              <w:t>116,</w:t>
            </w:r>
            <w:r w:rsidR="00AF4146">
              <w:rPr>
                <w:szCs w:val="28"/>
              </w:rPr>
              <w:t xml:space="preserve"> </w:t>
            </w:r>
            <w:r w:rsidRPr="00224953">
              <w:rPr>
                <w:szCs w:val="28"/>
              </w:rPr>
              <w:t xml:space="preserve">59 по </w:t>
            </w:r>
            <w:r w:rsidRPr="00224953">
              <w:rPr>
                <w:szCs w:val="28"/>
              </w:rPr>
              <w:br/>
              <w:t xml:space="preserve">ул. Спартаковская и </w:t>
            </w:r>
            <w:r w:rsidR="0081379C">
              <w:rPr>
                <w:szCs w:val="28"/>
              </w:rPr>
              <w:t>жилого дома</w:t>
            </w:r>
            <w:r w:rsidRPr="00224953">
              <w:rPr>
                <w:szCs w:val="28"/>
              </w:rPr>
              <w:t xml:space="preserve"> №</w:t>
            </w:r>
            <w:r w:rsidR="0081379C">
              <w:rPr>
                <w:szCs w:val="28"/>
              </w:rPr>
              <w:t xml:space="preserve"> </w:t>
            </w:r>
            <w:r w:rsidRPr="00224953">
              <w:rPr>
                <w:szCs w:val="28"/>
              </w:rPr>
              <w:t xml:space="preserve">19 </w:t>
            </w:r>
            <w:r w:rsidR="0081379C">
              <w:rPr>
                <w:szCs w:val="28"/>
              </w:rPr>
              <w:br/>
            </w:r>
            <w:r w:rsidRPr="00224953">
              <w:rPr>
                <w:szCs w:val="28"/>
              </w:rPr>
              <w:t>по ул. Февральская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76:19:000000:1451</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878</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81379C">
            <w:pPr>
              <w:ind w:firstLine="0"/>
              <w:jc w:val="left"/>
              <w:rPr>
                <w:szCs w:val="28"/>
              </w:rPr>
            </w:pPr>
            <w:r w:rsidRPr="00224953">
              <w:rPr>
                <w:szCs w:val="28"/>
              </w:rPr>
              <w:t xml:space="preserve">Газопровод высокого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Российская Федерация,</w:t>
            </w:r>
            <w:r w:rsidR="0081379C">
              <w:rPr>
                <w:szCs w:val="28"/>
              </w:rPr>
              <w:t xml:space="preserve"> </w:t>
            </w: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D91137" w:rsidRPr="00224953" w:rsidRDefault="00D91137" w:rsidP="0081379C">
            <w:pPr>
              <w:ind w:firstLine="0"/>
              <w:jc w:val="left"/>
              <w:rPr>
                <w:szCs w:val="28"/>
              </w:rPr>
            </w:pPr>
            <w:r w:rsidRPr="00224953">
              <w:rPr>
                <w:szCs w:val="28"/>
              </w:rPr>
              <w:t xml:space="preserve">г. Ростов, к топочной кинотеатра </w:t>
            </w:r>
            <w:r w:rsidR="0081379C">
              <w:rPr>
                <w:szCs w:val="28"/>
              </w:rPr>
              <w:t>«</w:t>
            </w:r>
            <w:r w:rsidRPr="00224953">
              <w:rPr>
                <w:szCs w:val="28"/>
              </w:rPr>
              <w:t>Юбилейный</w:t>
            </w:r>
            <w:r w:rsidR="0081379C">
              <w:rPr>
                <w:szCs w:val="28"/>
              </w:rPr>
              <w:t>»</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76:19:010220:275</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879</w:t>
            </w:r>
          </w:p>
        </w:tc>
        <w:tc>
          <w:tcPr>
            <w:tcW w:w="1289" w:type="pct"/>
            <w:tcBorders>
              <w:top w:val="nil"/>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Российская Федерация,</w:t>
            </w:r>
            <w:r w:rsidR="0081379C">
              <w:rPr>
                <w:szCs w:val="28"/>
              </w:rPr>
              <w:t xml:space="preserve"> </w:t>
            </w:r>
            <w:r w:rsidRPr="00224953">
              <w:rPr>
                <w:szCs w:val="28"/>
              </w:rPr>
              <w:t xml:space="preserve">Ярославская область, </w:t>
            </w:r>
          </w:p>
          <w:p w:rsidR="0081379C" w:rsidRDefault="00D91137" w:rsidP="00D91137">
            <w:pPr>
              <w:ind w:firstLine="0"/>
              <w:jc w:val="left"/>
              <w:rPr>
                <w:szCs w:val="28"/>
              </w:rPr>
            </w:pPr>
            <w:r w:rsidRPr="00224953">
              <w:rPr>
                <w:szCs w:val="28"/>
              </w:rPr>
              <w:t xml:space="preserve">Ростовский район, </w:t>
            </w:r>
          </w:p>
          <w:p w:rsidR="0081379C" w:rsidRDefault="00D91137" w:rsidP="00D91137">
            <w:pPr>
              <w:ind w:firstLine="0"/>
              <w:jc w:val="left"/>
              <w:rPr>
                <w:szCs w:val="28"/>
              </w:rPr>
            </w:pPr>
            <w:r w:rsidRPr="00224953">
              <w:rPr>
                <w:szCs w:val="28"/>
              </w:rPr>
              <w:t xml:space="preserve">г. Ростов, </w:t>
            </w:r>
          </w:p>
          <w:p w:rsidR="00D91137" w:rsidRPr="00224953" w:rsidRDefault="00D91137" w:rsidP="00D91137">
            <w:pPr>
              <w:ind w:firstLine="0"/>
              <w:jc w:val="left"/>
              <w:rPr>
                <w:szCs w:val="28"/>
              </w:rPr>
            </w:pPr>
            <w:r w:rsidRPr="00224953">
              <w:rPr>
                <w:szCs w:val="28"/>
              </w:rPr>
              <w:t>ул. Спартаковская</w:t>
            </w:r>
            <w:r w:rsidR="0081379C">
              <w:rPr>
                <w:szCs w:val="28"/>
              </w:rPr>
              <w:t>,</w:t>
            </w:r>
            <w:r w:rsidRPr="00224953">
              <w:rPr>
                <w:szCs w:val="28"/>
              </w:rPr>
              <w:t xml:space="preserve"> д. 96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76:19:010204:463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880</w:t>
            </w:r>
          </w:p>
        </w:tc>
        <w:tc>
          <w:tcPr>
            <w:tcW w:w="1289" w:type="pct"/>
            <w:tcBorders>
              <w:top w:val="nil"/>
              <w:left w:val="nil"/>
              <w:bottom w:val="single" w:sz="4" w:space="0" w:color="auto"/>
              <w:right w:val="single" w:sz="4" w:space="0" w:color="auto"/>
            </w:tcBorders>
            <w:shd w:val="clear" w:color="auto" w:fill="auto"/>
            <w:hideMark/>
          </w:tcPr>
          <w:p w:rsidR="0081379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81379C">
              <w:rPr>
                <w:szCs w:val="28"/>
              </w:rPr>
              <w:t xml:space="preserve"> область, г. Ростов, ул. Некрасова, д. </w:t>
            </w:r>
            <w:r w:rsidRPr="00224953">
              <w:rPr>
                <w:szCs w:val="28"/>
              </w:rPr>
              <w:t>66</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76:19:010312:563</w:t>
            </w:r>
          </w:p>
        </w:tc>
      </w:tr>
      <w:tr w:rsidR="00D91137" w:rsidRPr="00224953" w:rsidTr="00227A79">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spacing w:after="240"/>
              <w:ind w:firstLine="0"/>
              <w:jc w:val="left"/>
              <w:rPr>
                <w:szCs w:val="28"/>
              </w:rPr>
            </w:pPr>
            <w:r w:rsidRPr="00224953">
              <w:rPr>
                <w:szCs w:val="28"/>
              </w:rPr>
              <w:t xml:space="preserve">Газопровод высокого давления </w:t>
            </w:r>
          </w:p>
        </w:tc>
        <w:tc>
          <w:tcPr>
            <w:tcW w:w="1819" w:type="pct"/>
            <w:tcBorders>
              <w:top w:val="nil"/>
              <w:left w:val="nil"/>
              <w:bottom w:val="single" w:sz="4" w:space="0" w:color="auto"/>
              <w:right w:val="single" w:sz="4" w:space="0" w:color="auto"/>
            </w:tcBorders>
            <w:shd w:val="clear" w:color="auto" w:fill="auto"/>
            <w:hideMark/>
          </w:tcPr>
          <w:p w:rsidR="0081379C" w:rsidRPr="00B41749" w:rsidRDefault="00D91137" w:rsidP="00D91137">
            <w:pPr>
              <w:ind w:firstLine="0"/>
              <w:jc w:val="left"/>
              <w:rPr>
                <w:szCs w:val="28"/>
              </w:rPr>
            </w:pPr>
            <w:r w:rsidRPr="00B41749">
              <w:rPr>
                <w:szCs w:val="28"/>
              </w:rPr>
              <w:t>Ярославская область</w:t>
            </w:r>
            <w:r w:rsidR="0081379C" w:rsidRPr="00B41749">
              <w:rPr>
                <w:szCs w:val="28"/>
              </w:rPr>
              <w:t>,</w:t>
            </w:r>
          </w:p>
          <w:p w:rsidR="00D91137" w:rsidRPr="00B41749" w:rsidRDefault="00D91137" w:rsidP="00227A79">
            <w:pPr>
              <w:ind w:firstLine="0"/>
              <w:jc w:val="left"/>
              <w:rPr>
                <w:szCs w:val="28"/>
              </w:rPr>
            </w:pPr>
            <w:r w:rsidRPr="00B41749">
              <w:rPr>
                <w:szCs w:val="28"/>
              </w:rPr>
              <w:t xml:space="preserve">Ростовский район, </w:t>
            </w:r>
            <w:r w:rsidR="00227A79" w:rsidRPr="00B41749">
              <w:rPr>
                <w:szCs w:val="28"/>
              </w:rPr>
              <w:t>рабочий поселок</w:t>
            </w:r>
            <w:r w:rsidRPr="00B41749">
              <w:rPr>
                <w:szCs w:val="28"/>
              </w:rPr>
              <w:t xml:space="preserve"> Петровск</w:t>
            </w:r>
            <w:r w:rsidR="00B41749" w:rsidRPr="00B41749">
              <w:rPr>
                <w:szCs w:val="28"/>
              </w:rPr>
              <w:t>ое</w:t>
            </w:r>
            <w:r w:rsidRPr="00B41749">
              <w:rPr>
                <w:szCs w:val="28"/>
              </w:rPr>
              <w:t xml:space="preserve"> по ул. Октябрьская, ул.</w:t>
            </w:r>
            <w:r w:rsidR="00B41749">
              <w:rPr>
                <w:szCs w:val="28"/>
              </w:rPr>
              <w:t> </w:t>
            </w:r>
            <w:r w:rsidRPr="00B41749">
              <w:rPr>
                <w:szCs w:val="28"/>
              </w:rPr>
              <w:t xml:space="preserve">Вокзальная </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76:13:030903:733</w:t>
            </w:r>
          </w:p>
        </w:tc>
      </w:tr>
      <w:tr w:rsidR="00D91137" w:rsidRPr="00224953" w:rsidTr="00227A79">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882</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227A79" w:rsidRPr="00B41749" w:rsidRDefault="00D91137" w:rsidP="00D91137">
            <w:pPr>
              <w:ind w:firstLine="0"/>
              <w:jc w:val="left"/>
              <w:rPr>
                <w:szCs w:val="28"/>
              </w:rPr>
            </w:pPr>
            <w:r w:rsidRPr="00B41749">
              <w:rPr>
                <w:szCs w:val="28"/>
              </w:rPr>
              <w:t>Ярославская область</w:t>
            </w:r>
            <w:r w:rsidR="00227A79" w:rsidRPr="00B41749">
              <w:rPr>
                <w:szCs w:val="28"/>
              </w:rPr>
              <w:t>,</w:t>
            </w:r>
            <w:r w:rsidRPr="00B41749">
              <w:rPr>
                <w:szCs w:val="28"/>
              </w:rPr>
              <w:t xml:space="preserve"> </w:t>
            </w:r>
          </w:p>
          <w:p w:rsidR="00D91137" w:rsidRPr="00B41749" w:rsidRDefault="00D91137" w:rsidP="00227A79">
            <w:pPr>
              <w:ind w:firstLine="0"/>
              <w:jc w:val="left"/>
              <w:rPr>
                <w:szCs w:val="28"/>
              </w:rPr>
            </w:pPr>
            <w:r w:rsidRPr="00B41749">
              <w:rPr>
                <w:szCs w:val="28"/>
              </w:rPr>
              <w:t xml:space="preserve">Ростовский район, </w:t>
            </w:r>
            <w:r w:rsidR="00227A79" w:rsidRPr="00B41749">
              <w:rPr>
                <w:szCs w:val="28"/>
              </w:rPr>
              <w:t>рабочий поселок</w:t>
            </w:r>
            <w:r w:rsidRPr="00B41749">
              <w:rPr>
                <w:szCs w:val="28"/>
              </w:rPr>
              <w:t xml:space="preserve"> Петровск</w:t>
            </w:r>
            <w:r w:rsidR="00B41749">
              <w:rPr>
                <w:szCs w:val="28"/>
              </w:rPr>
              <w:t>ое</w:t>
            </w:r>
            <w:r w:rsidRPr="00B41749">
              <w:rPr>
                <w:szCs w:val="28"/>
              </w:rPr>
              <w:t xml:space="preserve"> к котельной школы по </w:t>
            </w:r>
            <w:r w:rsidR="00227A79" w:rsidRPr="00B41749">
              <w:rPr>
                <w:szCs w:val="28"/>
              </w:rPr>
              <w:br/>
            </w:r>
            <w:r w:rsidRPr="00B41749">
              <w:rPr>
                <w:szCs w:val="28"/>
              </w:rPr>
              <w:t>ул. Подгорной</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76:13:030903:734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p>
        </w:tc>
        <w:tc>
          <w:tcPr>
            <w:tcW w:w="1819" w:type="pct"/>
            <w:tcBorders>
              <w:top w:val="nil"/>
              <w:left w:val="nil"/>
              <w:bottom w:val="single" w:sz="4" w:space="0" w:color="auto"/>
              <w:right w:val="single" w:sz="4" w:space="0" w:color="auto"/>
            </w:tcBorders>
            <w:shd w:val="clear" w:color="auto" w:fill="auto"/>
            <w:hideMark/>
          </w:tcPr>
          <w:p w:rsidR="00227A79" w:rsidRDefault="00D91137" w:rsidP="00D91137">
            <w:pPr>
              <w:ind w:firstLine="0"/>
              <w:jc w:val="left"/>
              <w:rPr>
                <w:szCs w:val="28"/>
              </w:rPr>
            </w:pPr>
            <w:r w:rsidRPr="00224953">
              <w:rPr>
                <w:szCs w:val="28"/>
              </w:rPr>
              <w:t>Ярославская область</w:t>
            </w:r>
            <w:r w:rsidR="00227A79">
              <w:rPr>
                <w:szCs w:val="28"/>
              </w:rPr>
              <w:t xml:space="preserve">, </w:t>
            </w:r>
          </w:p>
          <w:p w:rsidR="00D91137" w:rsidRPr="00224953" w:rsidRDefault="00D91137" w:rsidP="00227A79">
            <w:pPr>
              <w:ind w:firstLine="0"/>
              <w:jc w:val="left"/>
              <w:rPr>
                <w:szCs w:val="28"/>
              </w:rPr>
            </w:pPr>
            <w:r w:rsidRPr="00224953">
              <w:rPr>
                <w:szCs w:val="28"/>
              </w:rPr>
              <w:t xml:space="preserve">Ростовский район, </w:t>
            </w:r>
            <w:r w:rsidR="00227A79">
              <w:rPr>
                <w:szCs w:val="28"/>
              </w:rPr>
              <w:t xml:space="preserve">рабочий поселок </w:t>
            </w:r>
            <w:r w:rsidRPr="00224953">
              <w:rPr>
                <w:szCs w:val="28"/>
              </w:rPr>
              <w:t>Петровское, по ул. Октябрьской</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76:13:000000:877</w:t>
            </w:r>
          </w:p>
        </w:tc>
      </w:tr>
      <w:tr w:rsidR="00D91137" w:rsidRPr="00224953" w:rsidTr="00B41749">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p>
        </w:tc>
        <w:tc>
          <w:tcPr>
            <w:tcW w:w="1819" w:type="pct"/>
            <w:tcBorders>
              <w:top w:val="nil"/>
              <w:left w:val="nil"/>
              <w:bottom w:val="single" w:sz="4" w:space="0" w:color="auto"/>
              <w:right w:val="single" w:sz="4" w:space="0" w:color="auto"/>
            </w:tcBorders>
            <w:shd w:val="clear" w:color="auto" w:fill="auto"/>
            <w:hideMark/>
          </w:tcPr>
          <w:p w:rsidR="00227A79" w:rsidRPr="00B41749" w:rsidRDefault="00D91137" w:rsidP="00D91137">
            <w:pPr>
              <w:ind w:firstLine="0"/>
              <w:jc w:val="left"/>
              <w:rPr>
                <w:szCs w:val="28"/>
              </w:rPr>
            </w:pPr>
            <w:r w:rsidRPr="00B41749">
              <w:rPr>
                <w:szCs w:val="28"/>
              </w:rPr>
              <w:t>Ярославская область</w:t>
            </w:r>
            <w:r w:rsidR="00227A79" w:rsidRPr="00B41749">
              <w:rPr>
                <w:szCs w:val="28"/>
              </w:rPr>
              <w:t>,</w:t>
            </w:r>
            <w:r w:rsidRPr="00B41749">
              <w:rPr>
                <w:szCs w:val="28"/>
              </w:rPr>
              <w:t xml:space="preserve"> </w:t>
            </w:r>
          </w:p>
          <w:p w:rsidR="00D91137" w:rsidRPr="00B41749" w:rsidRDefault="00D91137" w:rsidP="00227A79">
            <w:pPr>
              <w:ind w:firstLine="0"/>
              <w:jc w:val="left"/>
              <w:rPr>
                <w:szCs w:val="28"/>
              </w:rPr>
            </w:pPr>
            <w:r w:rsidRPr="00B41749">
              <w:rPr>
                <w:szCs w:val="28"/>
              </w:rPr>
              <w:t xml:space="preserve">Ростовский район, </w:t>
            </w:r>
            <w:r w:rsidR="00227A79" w:rsidRPr="00B41749">
              <w:rPr>
                <w:szCs w:val="28"/>
              </w:rPr>
              <w:t>рабочий поселок</w:t>
            </w:r>
            <w:r w:rsidRPr="00B41749">
              <w:rPr>
                <w:szCs w:val="28"/>
              </w:rPr>
              <w:t xml:space="preserve"> Петровск</w:t>
            </w:r>
            <w:r w:rsidR="00B41749">
              <w:rPr>
                <w:szCs w:val="28"/>
              </w:rPr>
              <w:t>ое</w:t>
            </w:r>
            <w:r w:rsidR="00227A79" w:rsidRPr="00B41749">
              <w:rPr>
                <w:szCs w:val="28"/>
              </w:rPr>
              <w:t>,</w:t>
            </w:r>
            <w:r w:rsidRPr="00B41749">
              <w:rPr>
                <w:szCs w:val="28"/>
              </w:rPr>
              <w:t xml:space="preserve"> по ул. Сосновой</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76:13:030905:328</w:t>
            </w:r>
          </w:p>
        </w:tc>
      </w:tr>
      <w:tr w:rsidR="00D91137" w:rsidRPr="00224953" w:rsidTr="00B41749">
        <w:trPr>
          <w:trHeight w:val="978"/>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227A79" w:rsidRPr="00B41749" w:rsidRDefault="00D91137" w:rsidP="00D91137">
            <w:pPr>
              <w:ind w:firstLine="0"/>
              <w:jc w:val="left"/>
              <w:rPr>
                <w:szCs w:val="28"/>
              </w:rPr>
            </w:pPr>
            <w:r w:rsidRPr="00B41749">
              <w:rPr>
                <w:szCs w:val="28"/>
              </w:rPr>
              <w:t>Ярославская область</w:t>
            </w:r>
            <w:r w:rsidR="00227A79" w:rsidRPr="00B41749">
              <w:rPr>
                <w:szCs w:val="28"/>
              </w:rPr>
              <w:t>,</w:t>
            </w:r>
          </w:p>
          <w:p w:rsidR="00D91137" w:rsidRPr="00B41749" w:rsidRDefault="00D91137" w:rsidP="00227A79">
            <w:pPr>
              <w:ind w:firstLine="0"/>
              <w:jc w:val="left"/>
              <w:rPr>
                <w:szCs w:val="28"/>
              </w:rPr>
            </w:pPr>
            <w:r w:rsidRPr="00B41749">
              <w:rPr>
                <w:szCs w:val="28"/>
              </w:rPr>
              <w:t xml:space="preserve">Ростовский район, </w:t>
            </w:r>
            <w:r w:rsidR="00227A79" w:rsidRPr="00B41749">
              <w:rPr>
                <w:szCs w:val="28"/>
              </w:rPr>
              <w:t>рабочий поселок</w:t>
            </w:r>
            <w:r w:rsidRPr="00B41749">
              <w:rPr>
                <w:szCs w:val="28"/>
              </w:rPr>
              <w:t xml:space="preserve"> Петровск</w:t>
            </w:r>
            <w:r w:rsidR="00B41749">
              <w:rPr>
                <w:szCs w:val="28"/>
              </w:rPr>
              <w:t>ое</w:t>
            </w:r>
            <w:r w:rsidRPr="00B41749">
              <w:rPr>
                <w:szCs w:val="28"/>
              </w:rPr>
              <w:t xml:space="preserve"> от места врезки по </w:t>
            </w:r>
            <w:r w:rsidRPr="00B41749">
              <w:rPr>
                <w:szCs w:val="28"/>
              </w:rPr>
              <w:lastRenderedPageBreak/>
              <w:t>ул.</w:t>
            </w:r>
            <w:r w:rsidR="00B41749">
              <w:rPr>
                <w:szCs w:val="28"/>
              </w:rPr>
              <w:t xml:space="preserve"> Пролетарской до заглушки по </w:t>
            </w:r>
            <w:r w:rsidRPr="00B41749">
              <w:rPr>
                <w:szCs w:val="28"/>
              </w:rPr>
              <w:t>ул. Февральской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76:13:000000:879</w:t>
            </w:r>
          </w:p>
        </w:tc>
      </w:tr>
      <w:tr w:rsidR="00D91137" w:rsidRPr="00224953" w:rsidTr="00B41749">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886</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227A79">
            <w:pPr>
              <w:ind w:firstLine="0"/>
              <w:jc w:val="left"/>
              <w:rPr>
                <w:szCs w:val="28"/>
              </w:rPr>
            </w:pPr>
            <w:r w:rsidRPr="00224953">
              <w:rPr>
                <w:szCs w:val="28"/>
              </w:rPr>
              <w:t>Наружное газоснабжение (газопровод низкого давления) частных жилых домов по ул. Ростовская</w:t>
            </w:r>
            <w:r w:rsidR="00227A79">
              <w:rPr>
                <w:szCs w:val="28"/>
              </w:rPr>
              <w:t xml:space="preserve"> – </w:t>
            </w:r>
            <w:r w:rsidRPr="00224953">
              <w:rPr>
                <w:szCs w:val="28"/>
              </w:rPr>
              <w:t>Новая</w:t>
            </w:r>
            <w:r w:rsidR="00227A79">
              <w:rPr>
                <w:szCs w:val="28"/>
              </w:rPr>
              <w:t xml:space="preserve"> – </w:t>
            </w:r>
            <w:r w:rsidRPr="00224953">
              <w:rPr>
                <w:szCs w:val="28"/>
              </w:rPr>
              <w:t>Первомайская</w:t>
            </w:r>
            <w:r w:rsidR="00227A79">
              <w:rPr>
                <w:szCs w:val="28"/>
              </w:rPr>
              <w:t xml:space="preserve"> – </w:t>
            </w:r>
            <w:r w:rsidRPr="00224953">
              <w:rPr>
                <w:szCs w:val="28"/>
              </w:rPr>
              <w:t xml:space="preserve">Лесной пер. в </w:t>
            </w:r>
            <w:r w:rsidR="00227A79">
              <w:rPr>
                <w:szCs w:val="28"/>
              </w:rPr>
              <w:t>рабочем поселке</w:t>
            </w:r>
            <w:r w:rsidRPr="00224953">
              <w:rPr>
                <w:szCs w:val="28"/>
              </w:rPr>
              <w:t xml:space="preserve"> Петровское Ростовского района </w:t>
            </w:r>
            <w:r w:rsidR="00227A79">
              <w:rPr>
                <w:szCs w:val="28"/>
              </w:rPr>
              <w:t>Ярославской области</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227A79">
            <w:pPr>
              <w:ind w:firstLine="0"/>
              <w:jc w:val="left"/>
              <w:rPr>
                <w:szCs w:val="28"/>
              </w:rPr>
            </w:pPr>
            <w:r w:rsidRPr="00224953">
              <w:rPr>
                <w:szCs w:val="28"/>
              </w:rPr>
              <w:t>Ярославская область</w:t>
            </w:r>
            <w:r w:rsidR="00227A79">
              <w:rPr>
                <w:szCs w:val="28"/>
              </w:rPr>
              <w:t>,</w:t>
            </w:r>
            <w:r w:rsidR="00227A79">
              <w:rPr>
                <w:szCs w:val="28"/>
              </w:rPr>
              <w:br/>
            </w:r>
            <w:r w:rsidRPr="00224953">
              <w:rPr>
                <w:szCs w:val="28"/>
              </w:rPr>
              <w:t xml:space="preserve">Ростовский район, </w:t>
            </w:r>
            <w:r w:rsidR="00227A79">
              <w:rPr>
                <w:szCs w:val="28"/>
              </w:rPr>
              <w:t xml:space="preserve">рабочий поселок </w:t>
            </w:r>
            <w:r w:rsidRPr="00B41749">
              <w:rPr>
                <w:szCs w:val="28"/>
              </w:rPr>
              <w:t>Петровск</w:t>
            </w:r>
            <w:r w:rsidR="00B41749" w:rsidRPr="00B41749">
              <w:rPr>
                <w:szCs w:val="28"/>
              </w:rPr>
              <w:t>о</w:t>
            </w:r>
            <w:r w:rsidR="00B41749">
              <w:rPr>
                <w:szCs w:val="28"/>
              </w:rPr>
              <w:t>е</w:t>
            </w:r>
            <w:r w:rsidR="00227A79">
              <w:rPr>
                <w:szCs w:val="28"/>
              </w:rPr>
              <w:t>,</w:t>
            </w:r>
            <w:r w:rsidRPr="00224953">
              <w:rPr>
                <w:szCs w:val="28"/>
              </w:rPr>
              <w:t xml:space="preserve"> по ул. Ростовская</w:t>
            </w:r>
            <w:r w:rsidR="00227A79">
              <w:rPr>
                <w:szCs w:val="28"/>
              </w:rPr>
              <w:t xml:space="preserve"> – </w:t>
            </w:r>
            <w:r w:rsidRPr="00224953">
              <w:rPr>
                <w:szCs w:val="28"/>
              </w:rPr>
              <w:t>Новая</w:t>
            </w:r>
            <w:r w:rsidR="00227A79">
              <w:rPr>
                <w:szCs w:val="28"/>
              </w:rPr>
              <w:t xml:space="preserve"> – </w:t>
            </w:r>
            <w:r w:rsidRPr="00224953">
              <w:rPr>
                <w:szCs w:val="28"/>
              </w:rPr>
              <w:t>Первомайская</w:t>
            </w:r>
            <w:r w:rsidR="00227A79">
              <w:rPr>
                <w:szCs w:val="28"/>
              </w:rPr>
              <w:t xml:space="preserve"> – </w:t>
            </w:r>
            <w:r w:rsidRPr="00224953">
              <w:rPr>
                <w:szCs w:val="28"/>
              </w:rPr>
              <w:t>Лесной пер.</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76:13:030903:730</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227A79">
            <w:pPr>
              <w:ind w:firstLine="0"/>
              <w:jc w:val="left"/>
              <w:rPr>
                <w:szCs w:val="28"/>
              </w:rPr>
            </w:pPr>
            <w:r w:rsidRPr="00224953">
              <w:rPr>
                <w:szCs w:val="28"/>
              </w:rPr>
              <w:t xml:space="preserve">Наружное газоснабжение </w:t>
            </w:r>
            <w:r w:rsidR="00227A79">
              <w:rPr>
                <w:szCs w:val="28"/>
              </w:rPr>
              <w:t xml:space="preserve">жилых </w:t>
            </w:r>
            <w:r w:rsidRPr="00224953">
              <w:rPr>
                <w:szCs w:val="28"/>
              </w:rPr>
              <w:t xml:space="preserve">домов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27A79">
            <w:pPr>
              <w:ind w:firstLine="0"/>
              <w:jc w:val="left"/>
              <w:rPr>
                <w:szCs w:val="28"/>
              </w:rPr>
            </w:pPr>
            <w:r w:rsidRPr="00224953">
              <w:rPr>
                <w:szCs w:val="28"/>
              </w:rPr>
              <w:t>Ярославская область</w:t>
            </w:r>
            <w:r w:rsidR="00227A79">
              <w:rPr>
                <w:szCs w:val="28"/>
              </w:rPr>
              <w:t>,</w:t>
            </w:r>
            <w:r w:rsidR="00227A79">
              <w:rPr>
                <w:szCs w:val="28"/>
              </w:rPr>
              <w:br/>
            </w:r>
            <w:r w:rsidRPr="00224953">
              <w:rPr>
                <w:szCs w:val="28"/>
              </w:rPr>
              <w:t xml:space="preserve">Ростовский район, </w:t>
            </w:r>
            <w:r w:rsidR="00227A79">
              <w:rPr>
                <w:szCs w:val="28"/>
              </w:rPr>
              <w:t xml:space="preserve">рабочий поселок </w:t>
            </w:r>
            <w:r w:rsidRPr="00224953">
              <w:rPr>
                <w:szCs w:val="28"/>
              </w:rPr>
              <w:t>Петровское, ул. Советская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76:13:030903:613</w:t>
            </w:r>
          </w:p>
        </w:tc>
      </w:tr>
      <w:tr w:rsidR="00D91137" w:rsidRPr="00224953" w:rsidTr="0056037E">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56037E">
            <w:pPr>
              <w:ind w:firstLine="0"/>
              <w:jc w:val="left"/>
              <w:rPr>
                <w:szCs w:val="28"/>
              </w:rPr>
            </w:pPr>
            <w:r w:rsidRPr="00224953">
              <w:rPr>
                <w:szCs w:val="28"/>
              </w:rPr>
              <w:t xml:space="preserve">Газопровод высокого давления по ул. Вокзальной (от ул. Февральской до ул. Московской) в </w:t>
            </w:r>
            <w:r w:rsidR="0056037E">
              <w:rPr>
                <w:szCs w:val="28"/>
              </w:rPr>
              <w:t>рабочем поселке</w:t>
            </w:r>
            <w:r w:rsidRPr="00224953">
              <w:rPr>
                <w:szCs w:val="28"/>
              </w:rPr>
              <w:t xml:space="preserve"> Петровское</w:t>
            </w:r>
          </w:p>
        </w:tc>
        <w:tc>
          <w:tcPr>
            <w:tcW w:w="1819" w:type="pct"/>
            <w:tcBorders>
              <w:top w:val="nil"/>
              <w:left w:val="nil"/>
              <w:bottom w:val="single" w:sz="4" w:space="0" w:color="auto"/>
              <w:right w:val="single" w:sz="4" w:space="0" w:color="auto"/>
            </w:tcBorders>
            <w:shd w:val="clear" w:color="auto" w:fill="auto"/>
            <w:hideMark/>
          </w:tcPr>
          <w:p w:rsidR="0056037E" w:rsidRDefault="00D91137" w:rsidP="00D91137">
            <w:pPr>
              <w:ind w:firstLine="0"/>
              <w:jc w:val="left"/>
              <w:rPr>
                <w:szCs w:val="28"/>
              </w:rPr>
            </w:pPr>
            <w:r w:rsidRPr="00224953">
              <w:rPr>
                <w:szCs w:val="28"/>
              </w:rPr>
              <w:t>Ярославская область</w:t>
            </w:r>
            <w:r w:rsidR="0056037E">
              <w:rPr>
                <w:szCs w:val="28"/>
              </w:rPr>
              <w:t>,</w:t>
            </w:r>
          </w:p>
          <w:p w:rsidR="00D91137" w:rsidRPr="00224953" w:rsidRDefault="00D91137" w:rsidP="0056037E">
            <w:pPr>
              <w:ind w:firstLine="0"/>
              <w:jc w:val="left"/>
              <w:rPr>
                <w:szCs w:val="28"/>
              </w:rPr>
            </w:pPr>
            <w:r w:rsidRPr="00224953">
              <w:rPr>
                <w:szCs w:val="28"/>
              </w:rPr>
              <w:t xml:space="preserve">Ростовский район, </w:t>
            </w:r>
            <w:r w:rsidR="0056037E">
              <w:rPr>
                <w:szCs w:val="28"/>
              </w:rPr>
              <w:t>рабочий поселок</w:t>
            </w:r>
            <w:r w:rsidRPr="00224953">
              <w:rPr>
                <w:szCs w:val="28"/>
              </w:rPr>
              <w:t xml:space="preserve"> </w:t>
            </w:r>
            <w:r w:rsidRPr="00B41749">
              <w:rPr>
                <w:szCs w:val="28"/>
              </w:rPr>
              <w:t>Петровск</w:t>
            </w:r>
            <w:r w:rsidR="00B41749">
              <w:rPr>
                <w:szCs w:val="28"/>
              </w:rPr>
              <w:t>ое</w:t>
            </w:r>
            <w:r w:rsidR="0056037E">
              <w:rPr>
                <w:szCs w:val="28"/>
              </w:rPr>
              <w:t>,</w:t>
            </w:r>
            <w:r w:rsidRPr="00224953">
              <w:rPr>
                <w:szCs w:val="28"/>
              </w:rPr>
              <w:t xml:space="preserve">  ул. Вокзальная </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76:13:030904:749</w:t>
            </w:r>
          </w:p>
        </w:tc>
      </w:tr>
      <w:tr w:rsidR="00D91137" w:rsidRPr="00224953" w:rsidTr="0056037E">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889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6037E">
            <w:pPr>
              <w:ind w:firstLine="0"/>
              <w:jc w:val="left"/>
              <w:rPr>
                <w:szCs w:val="28"/>
              </w:rPr>
            </w:pPr>
            <w:r w:rsidRPr="00224953">
              <w:rPr>
                <w:szCs w:val="28"/>
              </w:rPr>
              <w:t xml:space="preserve">Газопровод низкого давления </w:t>
            </w:r>
            <w:r w:rsidR="0056037E" w:rsidRPr="0056037E">
              <w:rPr>
                <w:szCs w:val="28"/>
              </w:rPr>
              <w:t xml:space="preserve">к </w:t>
            </w:r>
            <w:r w:rsidRPr="0056037E">
              <w:rPr>
                <w:szCs w:val="28"/>
              </w:rPr>
              <w:t>жилы</w:t>
            </w:r>
            <w:r w:rsidR="0056037E" w:rsidRPr="0056037E">
              <w:rPr>
                <w:szCs w:val="28"/>
              </w:rPr>
              <w:t>м</w:t>
            </w:r>
            <w:r w:rsidRPr="0056037E">
              <w:rPr>
                <w:szCs w:val="28"/>
              </w:rPr>
              <w:t xml:space="preserve"> дома</w:t>
            </w:r>
            <w:r w:rsidR="0056037E" w:rsidRPr="0056037E">
              <w:rPr>
                <w:szCs w:val="28"/>
              </w:rPr>
              <w:t>м</w:t>
            </w:r>
            <w:r w:rsidRPr="0056037E">
              <w:rPr>
                <w:szCs w:val="28"/>
              </w:rPr>
              <w:t xml:space="preserve"> п</w:t>
            </w:r>
            <w:r w:rsidRPr="00224953">
              <w:rPr>
                <w:szCs w:val="28"/>
              </w:rPr>
              <w:t>о ул</w:t>
            </w:r>
            <w:r w:rsidR="0056037E">
              <w:rPr>
                <w:szCs w:val="28"/>
              </w:rPr>
              <w:t>.</w:t>
            </w:r>
            <w:r w:rsidRPr="00224953">
              <w:rPr>
                <w:szCs w:val="28"/>
              </w:rPr>
              <w:t xml:space="preserve"> Февральская, Кирова, Комсомольская, Пролетарская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6037E" w:rsidRPr="00B41749" w:rsidRDefault="00D91137" w:rsidP="00D91137">
            <w:pPr>
              <w:ind w:firstLine="0"/>
              <w:jc w:val="left"/>
              <w:rPr>
                <w:szCs w:val="28"/>
              </w:rPr>
            </w:pPr>
            <w:r w:rsidRPr="00B41749">
              <w:rPr>
                <w:szCs w:val="28"/>
              </w:rPr>
              <w:t>Ярославская область</w:t>
            </w:r>
            <w:r w:rsidR="0056037E" w:rsidRPr="00B41749">
              <w:rPr>
                <w:szCs w:val="28"/>
              </w:rPr>
              <w:t>,</w:t>
            </w:r>
          </w:p>
          <w:p w:rsidR="00D91137" w:rsidRPr="00B41749" w:rsidRDefault="00D91137" w:rsidP="0056037E">
            <w:pPr>
              <w:ind w:firstLine="0"/>
              <w:jc w:val="left"/>
              <w:rPr>
                <w:szCs w:val="28"/>
              </w:rPr>
            </w:pPr>
            <w:r w:rsidRPr="00B41749">
              <w:rPr>
                <w:szCs w:val="28"/>
              </w:rPr>
              <w:t xml:space="preserve">Ростовский район, </w:t>
            </w:r>
            <w:r w:rsidR="0056037E" w:rsidRPr="00B41749">
              <w:rPr>
                <w:szCs w:val="28"/>
              </w:rPr>
              <w:t xml:space="preserve">рабочий поселок </w:t>
            </w:r>
            <w:r w:rsidRPr="00B41749">
              <w:rPr>
                <w:szCs w:val="28"/>
              </w:rPr>
              <w:t>Петровск</w:t>
            </w:r>
            <w:r w:rsidR="00B41749" w:rsidRPr="00B41749">
              <w:rPr>
                <w:szCs w:val="28"/>
              </w:rPr>
              <w:t>ое</w:t>
            </w:r>
            <w:r w:rsidR="0056037E" w:rsidRPr="00B41749">
              <w:rPr>
                <w:szCs w:val="28"/>
              </w:rPr>
              <w:t>,</w:t>
            </w:r>
            <w:r w:rsidRPr="00B41749">
              <w:rPr>
                <w:szCs w:val="28"/>
              </w:rPr>
              <w:t xml:space="preserve"> к </w:t>
            </w:r>
            <w:r w:rsidR="0056037E" w:rsidRPr="00B41749">
              <w:rPr>
                <w:szCs w:val="28"/>
              </w:rPr>
              <w:t>жилым домам</w:t>
            </w:r>
            <w:r w:rsidR="00B41749" w:rsidRPr="00B41749">
              <w:rPr>
                <w:szCs w:val="28"/>
              </w:rPr>
              <w:t xml:space="preserve"> по ул. </w:t>
            </w:r>
            <w:r w:rsidRPr="00B41749">
              <w:rPr>
                <w:szCs w:val="28"/>
              </w:rPr>
              <w:t>Февральская, Кирова, Комсомольская, Пролетарская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76:13:030904:726</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890</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56037E">
            <w:pPr>
              <w:ind w:firstLine="0"/>
              <w:jc w:val="left"/>
              <w:rPr>
                <w:szCs w:val="28"/>
              </w:rPr>
            </w:pPr>
            <w:r w:rsidRPr="00224953">
              <w:rPr>
                <w:szCs w:val="28"/>
              </w:rPr>
              <w:t>Га</w:t>
            </w:r>
            <w:r w:rsidR="0056037E">
              <w:rPr>
                <w:szCs w:val="28"/>
              </w:rPr>
              <w:t>зопровод низкого давления</w:t>
            </w:r>
            <w:r w:rsidRPr="00224953">
              <w:rPr>
                <w:szCs w:val="28"/>
              </w:rPr>
              <w:t xml:space="preserve"> по ул. Вокзальной (от ул. Февральской до ул. Московской) в  </w:t>
            </w:r>
            <w:r w:rsidR="0056037E">
              <w:rPr>
                <w:szCs w:val="28"/>
              </w:rPr>
              <w:t>пабочем поселке</w:t>
            </w:r>
            <w:r w:rsidRPr="00224953">
              <w:rPr>
                <w:szCs w:val="28"/>
              </w:rPr>
              <w:t xml:space="preserve"> Петровское </w:t>
            </w:r>
          </w:p>
        </w:tc>
        <w:tc>
          <w:tcPr>
            <w:tcW w:w="1819" w:type="pct"/>
            <w:tcBorders>
              <w:top w:val="single" w:sz="4" w:space="0" w:color="auto"/>
              <w:left w:val="nil"/>
              <w:bottom w:val="single" w:sz="4" w:space="0" w:color="auto"/>
              <w:right w:val="single" w:sz="4" w:space="0" w:color="auto"/>
            </w:tcBorders>
            <w:shd w:val="clear" w:color="auto" w:fill="auto"/>
            <w:hideMark/>
          </w:tcPr>
          <w:p w:rsidR="0056037E" w:rsidRPr="00B41749" w:rsidRDefault="00D91137" w:rsidP="00D91137">
            <w:pPr>
              <w:ind w:firstLine="0"/>
              <w:jc w:val="left"/>
              <w:rPr>
                <w:szCs w:val="28"/>
              </w:rPr>
            </w:pPr>
            <w:r w:rsidRPr="00B41749">
              <w:rPr>
                <w:szCs w:val="28"/>
              </w:rPr>
              <w:t>Ярославская область</w:t>
            </w:r>
            <w:r w:rsidR="0056037E" w:rsidRPr="00B41749">
              <w:rPr>
                <w:szCs w:val="28"/>
              </w:rPr>
              <w:t>,</w:t>
            </w:r>
          </w:p>
          <w:p w:rsidR="00D91137" w:rsidRPr="00B41749" w:rsidRDefault="00D91137" w:rsidP="0056037E">
            <w:pPr>
              <w:ind w:firstLine="0"/>
              <w:jc w:val="left"/>
              <w:rPr>
                <w:szCs w:val="28"/>
              </w:rPr>
            </w:pPr>
            <w:r w:rsidRPr="00B41749">
              <w:rPr>
                <w:szCs w:val="28"/>
              </w:rPr>
              <w:t xml:space="preserve">Ростовский район, </w:t>
            </w:r>
            <w:r w:rsidR="0056037E" w:rsidRPr="00B41749">
              <w:rPr>
                <w:szCs w:val="28"/>
              </w:rPr>
              <w:t xml:space="preserve">рабочий поселок </w:t>
            </w:r>
            <w:r w:rsidRPr="00B41749">
              <w:rPr>
                <w:szCs w:val="28"/>
              </w:rPr>
              <w:t>Петровск</w:t>
            </w:r>
            <w:r w:rsidR="00B41749" w:rsidRPr="00B41749">
              <w:rPr>
                <w:szCs w:val="28"/>
              </w:rPr>
              <w:t>ое</w:t>
            </w:r>
            <w:r w:rsidR="0056037E" w:rsidRPr="00B41749">
              <w:rPr>
                <w:szCs w:val="28"/>
              </w:rPr>
              <w:t>,</w:t>
            </w:r>
            <w:r w:rsidRPr="00B41749">
              <w:rPr>
                <w:szCs w:val="28"/>
              </w:rPr>
              <w:t xml:space="preserve"> к </w:t>
            </w:r>
            <w:r w:rsidR="0056037E" w:rsidRPr="00B41749">
              <w:rPr>
                <w:szCs w:val="28"/>
              </w:rPr>
              <w:t>жилым домам</w:t>
            </w:r>
            <w:r w:rsidR="00B41749" w:rsidRPr="00B41749">
              <w:rPr>
                <w:szCs w:val="28"/>
              </w:rPr>
              <w:t xml:space="preserve"> по ул. </w:t>
            </w:r>
            <w:r w:rsidRPr="00B41749">
              <w:rPr>
                <w:szCs w:val="28"/>
              </w:rPr>
              <w:t>Вокзальная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76:13:030904:748</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891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высокого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6037E" w:rsidRDefault="00D91137" w:rsidP="00D91137">
            <w:pPr>
              <w:ind w:firstLine="0"/>
              <w:jc w:val="left"/>
              <w:rPr>
                <w:szCs w:val="28"/>
              </w:rPr>
            </w:pPr>
            <w:r w:rsidRPr="00224953">
              <w:rPr>
                <w:szCs w:val="28"/>
              </w:rPr>
              <w:t>Ярославская область</w:t>
            </w:r>
            <w:r w:rsidR="0056037E">
              <w:rPr>
                <w:szCs w:val="28"/>
              </w:rPr>
              <w:t>,</w:t>
            </w:r>
          </w:p>
          <w:p w:rsidR="00D91137" w:rsidRPr="00224953" w:rsidRDefault="00D91137" w:rsidP="0056037E">
            <w:pPr>
              <w:ind w:firstLine="0"/>
              <w:jc w:val="left"/>
              <w:rPr>
                <w:szCs w:val="28"/>
              </w:rPr>
            </w:pPr>
            <w:r w:rsidRPr="00224953">
              <w:rPr>
                <w:szCs w:val="28"/>
              </w:rPr>
              <w:t xml:space="preserve">Ростовский район, </w:t>
            </w:r>
            <w:r w:rsidR="0056037E">
              <w:rPr>
                <w:szCs w:val="28"/>
              </w:rPr>
              <w:t>рабочий поселок</w:t>
            </w:r>
            <w:r w:rsidRPr="00224953">
              <w:rPr>
                <w:szCs w:val="28"/>
              </w:rPr>
              <w:t xml:space="preserve"> Петровское, от места врезки до ГРПШ у </w:t>
            </w:r>
            <w:r w:rsidR="0056037E">
              <w:rPr>
                <w:szCs w:val="28"/>
              </w:rPr>
              <w:t>жилого дома</w:t>
            </w:r>
            <w:r w:rsidRPr="00224953">
              <w:rPr>
                <w:szCs w:val="28"/>
              </w:rPr>
              <w:t xml:space="preserve"> №</w:t>
            </w:r>
            <w:r w:rsidR="0056037E">
              <w:rPr>
                <w:szCs w:val="28"/>
              </w:rPr>
              <w:t xml:space="preserve"> </w:t>
            </w:r>
            <w:r w:rsidRPr="00224953">
              <w:rPr>
                <w:szCs w:val="28"/>
              </w:rPr>
              <w:t>14 по ул.</w:t>
            </w:r>
            <w:r w:rsidR="0056037E">
              <w:rPr>
                <w:szCs w:val="28"/>
              </w:rPr>
              <w:t> </w:t>
            </w:r>
            <w:r w:rsidRPr="00224953">
              <w:rPr>
                <w:szCs w:val="28"/>
              </w:rPr>
              <w:t>Октябрьской</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76:13:030902:640</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892</w:t>
            </w:r>
          </w:p>
        </w:tc>
        <w:tc>
          <w:tcPr>
            <w:tcW w:w="1289" w:type="pct"/>
            <w:tcBorders>
              <w:top w:val="single" w:sz="4" w:space="0" w:color="auto"/>
              <w:left w:val="nil"/>
              <w:bottom w:val="single" w:sz="4" w:space="0" w:color="auto"/>
              <w:right w:val="single" w:sz="4" w:space="0" w:color="auto"/>
            </w:tcBorders>
            <w:shd w:val="clear" w:color="auto" w:fill="auto"/>
            <w:hideMark/>
          </w:tcPr>
          <w:p w:rsidR="0056037E" w:rsidRDefault="00D91137" w:rsidP="0056037E">
            <w:pPr>
              <w:ind w:firstLine="0"/>
              <w:jc w:val="left"/>
              <w:rPr>
                <w:szCs w:val="28"/>
              </w:rPr>
            </w:pPr>
            <w:r w:rsidRPr="00224953">
              <w:rPr>
                <w:szCs w:val="28"/>
              </w:rPr>
              <w:t xml:space="preserve">Газопровод </w:t>
            </w:r>
          </w:p>
          <w:p w:rsidR="00D91137" w:rsidRPr="00224953" w:rsidRDefault="00D91137" w:rsidP="0056037E">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56037E" w:rsidRDefault="00D91137" w:rsidP="00D91137">
            <w:pPr>
              <w:ind w:firstLine="0"/>
              <w:jc w:val="left"/>
              <w:rPr>
                <w:szCs w:val="28"/>
              </w:rPr>
            </w:pPr>
            <w:r w:rsidRPr="00224953">
              <w:rPr>
                <w:szCs w:val="28"/>
              </w:rPr>
              <w:t>Ярославская область</w:t>
            </w:r>
            <w:r w:rsidR="0056037E">
              <w:rPr>
                <w:szCs w:val="28"/>
              </w:rPr>
              <w:t>,</w:t>
            </w:r>
          </w:p>
          <w:p w:rsidR="00D91137" w:rsidRPr="00224953" w:rsidRDefault="00D91137" w:rsidP="0056037E">
            <w:pPr>
              <w:ind w:firstLine="0"/>
              <w:jc w:val="left"/>
              <w:rPr>
                <w:szCs w:val="28"/>
              </w:rPr>
            </w:pPr>
            <w:r w:rsidRPr="00224953">
              <w:rPr>
                <w:szCs w:val="28"/>
              </w:rPr>
              <w:t xml:space="preserve">Ростовский район, </w:t>
            </w:r>
            <w:r w:rsidR="0056037E">
              <w:rPr>
                <w:szCs w:val="28"/>
              </w:rPr>
              <w:t xml:space="preserve">рабочий поселок </w:t>
            </w:r>
            <w:r w:rsidRPr="00B41749">
              <w:rPr>
                <w:szCs w:val="28"/>
              </w:rPr>
              <w:t>Петровск</w:t>
            </w:r>
            <w:r w:rsidR="00B41749" w:rsidRPr="00B41749">
              <w:rPr>
                <w:szCs w:val="28"/>
              </w:rPr>
              <w:t>о</w:t>
            </w:r>
            <w:r w:rsidR="00B41749">
              <w:rPr>
                <w:szCs w:val="28"/>
              </w:rPr>
              <w:t>е</w:t>
            </w:r>
            <w:r w:rsidR="0056037E">
              <w:rPr>
                <w:szCs w:val="28"/>
              </w:rPr>
              <w:t>,</w:t>
            </w:r>
            <w:r w:rsidRPr="00224953">
              <w:rPr>
                <w:szCs w:val="28"/>
              </w:rPr>
              <w:t xml:space="preserve"> от ГРПШ до места присоединения на ул. Октябрьской</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76:13:030902:642</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Наружное газоснабжение частных жилых домов</w:t>
            </w:r>
          </w:p>
        </w:tc>
        <w:tc>
          <w:tcPr>
            <w:tcW w:w="1819" w:type="pct"/>
            <w:tcBorders>
              <w:top w:val="nil"/>
              <w:left w:val="nil"/>
              <w:bottom w:val="single" w:sz="4" w:space="0" w:color="auto"/>
              <w:right w:val="single" w:sz="4" w:space="0" w:color="auto"/>
            </w:tcBorders>
            <w:shd w:val="clear" w:color="auto" w:fill="auto"/>
            <w:hideMark/>
          </w:tcPr>
          <w:p w:rsidR="0056037E" w:rsidRDefault="00D91137" w:rsidP="00D91137">
            <w:pPr>
              <w:ind w:firstLine="0"/>
              <w:jc w:val="left"/>
              <w:rPr>
                <w:szCs w:val="28"/>
              </w:rPr>
            </w:pPr>
            <w:r w:rsidRPr="00224953">
              <w:rPr>
                <w:szCs w:val="28"/>
              </w:rPr>
              <w:t>Ярославская область</w:t>
            </w:r>
            <w:r w:rsidR="0056037E">
              <w:rPr>
                <w:szCs w:val="28"/>
              </w:rPr>
              <w:t>,</w:t>
            </w:r>
          </w:p>
          <w:p w:rsidR="00D91137" w:rsidRPr="00224953" w:rsidRDefault="00D91137" w:rsidP="0056037E">
            <w:pPr>
              <w:ind w:firstLine="0"/>
              <w:jc w:val="left"/>
              <w:rPr>
                <w:szCs w:val="28"/>
              </w:rPr>
            </w:pPr>
            <w:r w:rsidRPr="00224953">
              <w:rPr>
                <w:szCs w:val="28"/>
              </w:rPr>
              <w:t xml:space="preserve">Ростовский район, </w:t>
            </w:r>
            <w:r w:rsidR="0056037E">
              <w:rPr>
                <w:szCs w:val="28"/>
              </w:rPr>
              <w:t xml:space="preserve">рабочий поселок </w:t>
            </w:r>
            <w:r w:rsidRPr="00224953">
              <w:rPr>
                <w:szCs w:val="28"/>
              </w:rPr>
              <w:t>Петровское, ул. Первомайская</w:t>
            </w:r>
            <w:r w:rsidR="0056037E">
              <w:rPr>
                <w:szCs w:val="28"/>
              </w:rPr>
              <w:t xml:space="preserve"> – </w:t>
            </w:r>
            <w:r w:rsidRPr="00224953">
              <w:rPr>
                <w:szCs w:val="28"/>
              </w:rPr>
              <w:t>Новая</w:t>
            </w:r>
            <w:r w:rsidR="0056037E">
              <w:rPr>
                <w:szCs w:val="28"/>
              </w:rPr>
              <w:t xml:space="preserve"> – </w:t>
            </w:r>
            <w:r w:rsidRPr="00224953">
              <w:rPr>
                <w:szCs w:val="28"/>
              </w:rPr>
              <w:t>Ростовская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76:13:030903:1031</w:t>
            </w:r>
          </w:p>
        </w:tc>
      </w:tr>
      <w:tr w:rsidR="00D91137" w:rsidRPr="00224953" w:rsidTr="002C6302">
        <w:trPr>
          <w:trHeight w:val="18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56037E">
            <w:pPr>
              <w:ind w:firstLine="0"/>
              <w:jc w:val="left"/>
              <w:rPr>
                <w:szCs w:val="28"/>
              </w:rPr>
            </w:pPr>
            <w:r w:rsidRPr="00224953">
              <w:rPr>
                <w:szCs w:val="28"/>
              </w:rPr>
              <w:t>Трасса наружного газопровода низкого давления к жилым домам микрорайона ПМ</w:t>
            </w:r>
            <w:r w:rsidR="0056037E">
              <w:rPr>
                <w:szCs w:val="28"/>
              </w:rPr>
              <w:t xml:space="preserve">К (2 этап) </w:t>
            </w:r>
            <w:r w:rsidR="0056037E">
              <w:rPr>
                <w:szCs w:val="28"/>
              </w:rPr>
              <w:br/>
            </w:r>
            <w:r w:rsidRPr="00224953">
              <w:rPr>
                <w:szCs w:val="28"/>
              </w:rPr>
              <w:t>№</w:t>
            </w:r>
            <w:r w:rsidR="0056037E">
              <w:rPr>
                <w:szCs w:val="28"/>
              </w:rPr>
              <w:t xml:space="preserve"> </w:t>
            </w:r>
            <w:r w:rsidRPr="00224953">
              <w:rPr>
                <w:szCs w:val="28"/>
              </w:rPr>
              <w:t>1</w:t>
            </w:r>
            <w:r w:rsidR="0056037E">
              <w:rPr>
                <w:szCs w:val="28"/>
              </w:rPr>
              <w:t xml:space="preserve"> – </w:t>
            </w:r>
            <w:r w:rsidRPr="00224953">
              <w:rPr>
                <w:szCs w:val="28"/>
              </w:rPr>
              <w:t xml:space="preserve">17 </w:t>
            </w:r>
            <w:r w:rsidR="0056037E">
              <w:rPr>
                <w:szCs w:val="28"/>
              </w:rPr>
              <w:br/>
            </w:r>
            <w:r w:rsidRPr="00224953">
              <w:rPr>
                <w:szCs w:val="28"/>
              </w:rPr>
              <w:t xml:space="preserve">по ул. Мира, </w:t>
            </w:r>
            <w:r w:rsidR="0056037E">
              <w:rPr>
                <w:szCs w:val="28"/>
              </w:rPr>
              <w:br/>
            </w:r>
            <w:r w:rsidRPr="00224953">
              <w:rPr>
                <w:szCs w:val="28"/>
              </w:rPr>
              <w:t>№</w:t>
            </w:r>
            <w:r w:rsidR="0056037E">
              <w:rPr>
                <w:szCs w:val="28"/>
              </w:rPr>
              <w:t xml:space="preserve"> </w:t>
            </w:r>
            <w:r w:rsidRPr="00224953">
              <w:rPr>
                <w:szCs w:val="28"/>
              </w:rPr>
              <w:t>1,</w:t>
            </w:r>
            <w:r w:rsidR="0056037E">
              <w:rPr>
                <w:szCs w:val="28"/>
              </w:rPr>
              <w:t xml:space="preserve"> </w:t>
            </w:r>
            <w:r w:rsidRPr="00224953">
              <w:rPr>
                <w:szCs w:val="28"/>
              </w:rPr>
              <w:t>3,</w:t>
            </w:r>
            <w:r w:rsidR="0056037E">
              <w:rPr>
                <w:szCs w:val="28"/>
              </w:rPr>
              <w:t xml:space="preserve"> </w:t>
            </w:r>
            <w:r w:rsidRPr="00224953">
              <w:rPr>
                <w:szCs w:val="28"/>
              </w:rPr>
              <w:t>5,</w:t>
            </w:r>
            <w:r w:rsidR="0056037E">
              <w:rPr>
                <w:szCs w:val="28"/>
              </w:rPr>
              <w:t xml:space="preserve"> </w:t>
            </w:r>
            <w:r w:rsidRPr="00224953">
              <w:rPr>
                <w:szCs w:val="28"/>
              </w:rPr>
              <w:t>7,</w:t>
            </w:r>
            <w:r w:rsidR="0056037E">
              <w:rPr>
                <w:szCs w:val="28"/>
              </w:rPr>
              <w:t xml:space="preserve"> </w:t>
            </w:r>
            <w:r w:rsidRPr="00224953">
              <w:rPr>
                <w:szCs w:val="28"/>
              </w:rPr>
              <w:t>9,</w:t>
            </w:r>
            <w:r w:rsidR="0056037E">
              <w:rPr>
                <w:szCs w:val="28"/>
              </w:rPr>
              <w:t xml:space="preserve"> </w:t>
            </w:r>
            <w:r w:rsidRPr="00224953">
              <w:rPr>
                <w:szCs w:val="28"/>
              </w:rPr>
              <w:t>11 по ул. Мелиораторов, №</w:t>
            </w:r>
            <w:r w:rsidR="0056037E">
              <w:rPr>
                <w:szCs w:val="28"/>
              </w:rPr>
              <w:t xml:space="preserve"> </w:t>
            </w:r>
            <w:r w:rsidRPr="00224953">
              <w:rPr>
                <w:szCs w:val="28"/>
              </w:rPr>
              <w:t>2,</w:t>
            </w:r>
            <w:r w:rsidR="0056037E">
              <w:rPr>
                <w:szCs w:val="28"/>
              </w:rPr>
              <w:t xml:space="preserve"> 8«</w:t>
            </w:r>
            <w:r w:rsidRPr="00224953">
              <w:rPr>
                <w:szCs w:val="28"/>
              </w:rPr>
              <w:t>а</w:t>
            </w:r>
            <w:r w:rsidR="0056037E">
              <w:rPr>
                <w:szCs w:val="28"/>
              </w:rPr>
              <w:t>»</w:t>
            </w:r>
            <w:r w:rsidRPr="00224953">
              <w:rPr>
                <w:szCs w:val="28"/>
              </w:rPr>
              <w:t>,</w:t>
            </w:r>
            <w:r w:rsidR="0056037E">
              <w:rPr>
                <w:szCs w:val="28"/>
              </w:rPr>
              <w:t xml:space="preserve"> </w:t>
            </w:r>
            <w:r w:rsidRPr="00224953">
              <w:rPr>
                <w:szCs w:val="28"/>
              </w:rPr>
              <w:t xml:space="preserve">13 по ул. Солнечная в </w:t>
            </w:r>
            <w:r w:rsidR="0056037E">
              <w:rPr>
                <w:szCs w:val="28"/>
              </w:rPr>
              <w:t>рабочем поселке</w:t>
            </w:r>
            <w:r w:rsidRPr="00224953">
              <w:rPr>
                <w:szCs w:val="28"/>
              </w:rPr>
              <w:t xml:space="preserve"> Петровское </w:t>
            </w:r>
            <w:r w:rsidR="0056037E">
              <w:rPr>
                <w:szCs w:val="28"/>
              </w:rPr>
              <w:t>Ростовского муниципальго района Ярославской области</w:t>
            </w:r>
          </w:p>
        </w:tc>
        <w:tc>
          <w:tcPr>
            <w:tcW w:w="1819" w:type="pct"/>
            <w:tcBorders>
              <w:top w:val="nil"/>
              <w:left w:val="nil"/>
              <w:bottom w:val="single" w:sz="4" w:space="0" w:color="auto"/>
              <w:right w:val="single" w:sz="4" w:space="0" w:color="auto"/>
            </w:tcBorders>
            <w:shd w:val="clear" w:color="auto" w:fill="auto"/>
            <w:hideMark/>
          </w:tcPr>
          <w:p w:rsidR="0056037E" w:rsidRDefault="00D91137" w:rsidP="00D91137">
            <w:pPr>
              <w:ind w:firstLine="0"/>
              <w:jc w:val="left"/>
              <w:rPr>
                <w:szCs w:val="28"/>
              </w:rPr>
            </w:pPr>
            <w:r w:rsidRPr="00224953">
              <w:rPr>
                <w:szCs w:val="28"/>
              </w:rPr>
              <w:t>Ярославская область</w:t>
            </w:r>
            <w:r w:rsidR="0056037E">
              <w:rPr>
                <w:szCs w:val="28"/>
              </w:rPr>
              <w:t>,</w:t>
            </w:r>
          </w:p>
          <w:p w:rsidR="00D91137" w:rsidRPr="00224953" w:rsidRDefault="0056037E" w:rsidP="002C6302">
            <w:pPr>
              <w:ind w:firstLine="0"/>
              <w:jc w:val="left"/>
              <w:rPr>
                <w:szCs w:val="28"/>
              </w:rPr>
            </w:pPr>
            <w:r>
              <w:rPr>
                <w:szCs w:val="28"/>
              </w:rPr>
              <w:t xml:space="preserve">Ростовский район, рабочий поселок </w:t>
            </w:r>
            <w:r w:rsidR="00D91137" w:rsidRPr="00B41749">
              <w:rPr>
                <w:szCs w:val="28"/>
              </w:rPr>
              <w:t>Петровск</w:t>
            </w:r>
            <w:r w:rsidR="00B41749" w:rsidRPr="00B41749">
              <w:rPr>
                <w:szCs w:val="28"/>
              </w:rPr>
              <w:t>о</w:t>
            </w:r>
            <w:r w:rsidR="00B41749">
              <w:rPr>
                <w:szCs w:val="28"/>
              </w:rPr>
              <w:t>е</w:t>
            </w:r>
            <w:r>
              <w:rPr>
                <w:szCs w:val="28"/>
              </w:rPr>
              <w:t>,</w:t>
            </w:r>
            <w:r w:rsidR="00D91137" w:rsidRPr="00224953">
              <w:rPr>
                <w:szCs w:val="28"/>
              </w:rPr>
              <w:t xml:space="preserve"> микрорайон ПМК (2 этап) ул. Мира</w:t>
            </w:r>
            <w:r w:rsidR="002C6302">
              <w:rPr>
                <w:szCs w:val="28"/>
              </w:rPr>
              <w:t xml:space="preserve">, </w:t>
            </w:r>
            <w:r w:rsidR="00D91137" w:rsidRPr="00224953">
              <w:rPr>
                <w:szCs w:val="28"/>
              </w:rPr>
              <w:t>д.</w:t>
            </w:r>
            <w:r w:rsidR="002C6302">
              <w:rPr>
                <w:szCs w:val="28"/>
              </w:rPr>
              <w:t xml:space="preserve"> </w:t>
            </w:r>
            <w:r w:rsidR="00D91137" w:rsidRPr="00224953">
              <w:rPr>
                <w:szCs w:val="28"/>
              </w:rPr>
              <w:t>№</w:t>
            </w:r>
            <w:r w:rsidR="002C6302">
              <w:rPr>
                <w:szCs w:val="28"/>
              </w:rPr>
              <w:t xml:space="preserve"> </w:t>
            </w:r>
            <w:r w:rsidR="00D91137" w:rsidRPr="00224953">
              <w:rPr>
                <w:szCs w:val="28"/>
              </w:rPr>
              <w:t>1</w:t>
            </w:r>
            <w:r w:rsidR="002C6302">
              <w:rPr>
                <w:szCs w:val="28"/>
              </w:rPr>
              <w:t xml:space="preserve"> – </w:t>
            </w:r>
            <w:r w:rsidR="00D91137" w:rsidRPr="00224953">
              <w:rPr>
                <w:szCs w:val="28"/>
              </w:rPr>
              <w:t xml:space="preserve">17,  </w:t>
            </w:r>
            <w:r w:rsidR="002C6302">
              <w:rPr>
                <w:szCs w:val="28"/>
              </w:rPr>
              <w:br/>
              <w:t xml:space="preserve">ул. Мелиораторов д. </w:t>
            </w:r>
            <w:r w:rsidR="00D91137" w:rsidRPr="00224953">
              <w:rPr>
                <w:szCs w:val="28"/>
              </w:rPr>
              <w:t>№</w:t>
            </w:r>
            <w:r w:rsidR="002C6302">
              <w:rPr>
                <w:szCs w:val="28"/>
              </w:rPr>
              <w:t xml:space="preserve"> </w:t>
            </w:r>
            <w:r w:rsidR="00D91137" w:rsidRPr="00224953">
              <w:rPr>
                <w:szCs w:val="28"/>
              </w:rPr>
              <w:t>1,</w:t>
            </w:r>
            <w:r w:rsidR="002C6302">
              <w:rPr>
                <w:szCs w:val="28"/>
              </w:rPr>
              <w:t xml:space="preserve"> </w:t>
            </w:r>
            <w:r w:rsidR="00D91137" w:rsidRPr="00224953">
              <w:rPr>
                <w:szCs w:val="28"/>
              </w:rPr>
              <w:t>3,</w:t>
            </w:r>
            <w:r w:rsidR="002C6302">
              <w:rPr>
                <w:szCs w:val="28"/>
              </w:rPr>
              <w:t xml:space="preserve"> </w:t>
            </w:r>
            <w:r w:rsidR="00D91137" w:rsidRPr="00224953">
              <w:rPr>
                <w:szCs w:val="28"/>
              </w:rPr>
              <w:t>5,</w:t>
            </w:r>
            <w:r w:rsidR="002C6302">
              <w:rPr>
                <w:szCs w:val="28"/>
              </w:rPr>
              <w:t xml:space="preserve"> </w:t>
            </w:r>
            <w:r w:rsidR="00D91137" w:rsidRPr="00224953">
              <w:rPr>
                <w:szCs w:val="28"/>
              </w:rPr>
              <w:t>7,</w:t>
            </w:r>
            <w:r w:rsidR="002C6302">
              <w:rPr>
                <w:szCs w:val="28"/>
              </w:rPr>
              <w:t xml:space="preserve"> </w:t>
            </w:r>
            <w:r w:rsidR="00D91137" w:rsidRPr="00224953">
              <w:rPr>
                <w:szCs w:val="28"/>
              </w:rPr>
              <w:t>9,</w:t>
            </w:r>
            <w:r w:rsidR="002C6302">
              <w:rPr>
                <w:szCs w:val="28"/>
              </w:rPr>
              <w:t xml:space="preserve"> </w:t>
            </w:r>
            <w:r w:rsidR="00D91137" w:rsidRPr="00224953">
              <w:rPr>
                <w:szCs w:val="28"/>
              </w:rPr>
              <w:t>11, ул. Солнечная д. №</w:t>
            </w:r>
            <w:r w:rsidR="002C6302">
              <w:rPr>
                <w:szCs w:val="28"/>
              </w:rPr>
              <w:t xml:space="preserve"> </w:t>
            </w:r>
            <w:r w:rsidR="00D91137" w:rsidRPr="00224953">
              <w:rPr>
                <w:szCs w:val="28"/>
              </w:rPr>
              <w:t>2,</w:t>
            </w:r>
            <w:r w:rsidR="002C6302">
              <w:rPr>
                <w:szCs w:val="28"/>
              </w:rPr>
              <w:t xml:space="preserve"> </w:t>
            </w:r>
            <w:r w:rsidR="00D91137" w:rsidRPr="00224953">
              <w:rPr>
                <w:szCs w:val="28"/>
              </w:rPr>
              <w:t>8</w:t>
            </w:r>
            <w:r w:rsidR="002C6302">
              <w:rPr>
                <w:szCs w:val="28"/>
              </w:rPr>
              <w:t>«</w:t>
            </w:r>
            <w:r w:rsidR="00D91137" w:rsidRPr="00224953">
              <w:rPr>
                <w:szCs w:val="28"/>
              </w:rPr>
              <w:t>а</w:t>
            </w:r>
            <w:r w:rsidR="002C6302">
              <w:rPr>
                <w:szCs w:val="28"/>
              </w:rPr>
              <w:t>»</w:t>
            </w:r>
            <w:r w:rsidR="00D91137" w:rsidRPr="00224953">
              <w:rPr>
                <w:szCs w:val="28"/>
              </w:rPr>
              <w:t>,</w:t>
            </w:r>
            <w:r w:rsidR="002C6302">
              <w:rPr>
                <w:szCs w:val="28"/>
              </w:rPr>
              <w:t xml:space="preserve"> </w:t>
            </w:r>
            <w:r w:rsidR="00D91137" w:rsidRPr="00224953">
              <w:rPr>
                <w:szCs w:val="28"/>
              </w:rPr>
              <w:t xml:space="preserve">13 </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76:13:030904:755</w:t>
            </w:r>
          </w:p>
        </w:tc>
      </w:tr>
      <w:tr w:rsidR="00D91137" w:rsidRPr="00224953" w:rsidTr="002C6302">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Газопровод </w:t>
            </w:r>
          </w:p>
          <w:p w:rsidR="00D91137" w:rsidRPr="00224953" w:rsidRDefault="00D91137" w:rsidP="002C6302">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Ярославская область</w:t>
            </w:r>
            <w:r w:rsidR="002C6302">
              <w:rPr>
                <w:szCs w:val="28"/>
              </w:rPr>
              <w:t>,</w:t>
            </w:r>
          </w:p>
          <w:p w:rsidR="00D91137" w:rsidRPr="00224953" w:rsidRDefault="00D91137" w:rsidP="002C6302">
            <w:pPr>
              <w:ind w:firstLine="0"/>
              <w:jc w:val="left"/>
              <w:rPr>
                <w:szCs w:val="28"/>
              </w:rPr>
            </w:pPr>
            <w:r w:rsidRPr="00224953">
              <w:rPr>
                <w:szCs w:val="28"/>
              </w:rPr>
              <w:t>Ростовский район</w:t>
            </w:r>
            <w:r w:rsidR="002C6302">
              <w:rPr>
                <w:szCs w:val="28"/>
              </w:rPr>
              <w:t>,</w:t>
            </w:r>
            <w:r w:rsidRPr="00224953">
              <w:rPr>
                <w:szCs w:val="28"/>
              </w:rPr>
              <w:t xml:space="preserve"> </w:t>
            </w:r>
            <w:r w:rsidR="002C6302">
              <w:rPr>
                <w:szCs w:val="28"/>
              </w:rPr>
              <w:br/>
            </w:r>
            <w:r w:rsidRPr="00224953">
              <w:rPr>
                <w:szCs w:val="28"/>
              </w:rPr>
              <w:t>с.</w:t>
            </w:r>
            <w:r w:rsidR="002C6302">
              <w:rPr>
                <w:szCs w:val="28"/>
              </w:rPr>
              <w:t> </w:t>
            </w:r>
            <w:r w:rsidRPr="00224953">
              <w:rPr>
                <w:szCs w:val="28"/>
              </w:rPr>
              <w:t>Лазарцево, д. 1</w:t>
            </w:r>
            <w:r w:rsidR="002C6302">
              <w:rPr>
                <w:szCs w:val="28"/>
              </w:rPr>
              <w:t xml:space="preserve"> – </w:t>
            </w:r>
            <w:r w:rsidRPr="00224953">
              <w:rPr>
                <w:szCs w:val="28"/>
              </w:rPr>
              <w:t>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76:13:040501:714</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896</w:t>
            </w:r>
          </w:p>
        </w:tc>
        <w:tc>
          <w:tcPr>
            <w:tcW w:w="1289" w:type="pct"/>
            <w:tcBorders>
              <w:top w:val="single" w:sz="4" w:space="0" w:color="auto"/>
              <w:left w:val="nil"/>
              <w:bottom w:val="single" w:sz="4" w:space="0" w:color="auto"/>
              <w:right w:val="single" w:sz="4" w:space="0" w:color="auto"/>
            </w:tcBorders>
            <w:shd w:val="clear" w:color="auto" w:fill="auto"/>
            <w:hideMark/>
          </w:tcPr>
          <w:p w:rsidR="002C6302" w:rsidRDefault="00D91137" w:rsidP="002C6302">
            <w:pPr>
              <w:ind w:firstLine="0"/>
              <w:jc w:val="left"/>
              <w:rPr>
                <w:szCs w:val="28"/>
              </w:rPr>
            </w:pPr>
            <w:r w:rsidRPr="00224953">
              <w:rPr>
                <w:szCs w:val="28"/>
              </w:rPr>
              <w:t xml:space="preserve">Подземный </w:t>
            </w:r>
          </w:p>
          <w:p w:rsidR="002C6302" w:rsidRDefault="00D91137" w:rsidP="002C6302">
            <w:pPr>
              <w:ind w:firstLine="0"/>
              <w:jc w:val="left"/>
              <w:rPr>
                <w:szCs w:val="28"/>
              </w:rPr>
            </w:pPr>
            <w:r w:rsidRPr="00224953">
              <w:rPr>
                <w:szCs w:val="28"/>
              </w:rPr>
              <w:t xml:space="preserve">газопровод </w:t>
            </w:r>
          </w:p>
          <w:p w:rsidR="00D91137" w:rsidRPr="00224953" w:rsidRDefault="00D91137" w:rsidP="002C6302">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Российская Федерация, Ярославская область</w:t>
            </w:r>
            <w:r w:rsidR="002C6302">
              <w:rPr>
                <w:szCs w:val="28"/>
              </w:rPr>
              <w:t>,</w:t>
            </w:r>
          </w:p>
          <w:p w:rsidR="00D91137" w:rsidRPr="00224953" w:rsidRDefault="00D91137" w:rsidP="00D91137">
            <w:pPr>
              <w:ind w:firstLine="0"/>
              <w:jc w:val="left"/>
              <w:rPr>
                <w:szCs w:val="28"/>
              </w:rPr>
            </w:pPr>
            <w:r w:rsidRPr="00224953">
              <w:rPr>
                <w:szCs w:val="28"/>
              </w:rPr>
              <w:t>Ростовский район</w:t>
            </w:r>
            <w:r w:rsidR="002C6302">
              <w:rPr>
                <w:szCs w:val="28"/>
              </w:rPr>
              <w:t>,</w:t>
            </w:r>
            <w:r w:rsidRPr="00224953">
              <w:rPr>
                <w:szCs w:val="28"/>
              </w:rPr>
              <w:t xml:space="preserve"> </w:t>
            </w:r>
            <w:r w:rsidR="002C6302">
              <w:rPr>
                <w:szCs w:val="28"/>
              </w:rPr>
              <w:br/>
            </w:r>
            <w:r w:rsidRPr="00224953">
              <w:rPr>
                <w:szCs w:val="28"/>
              </w:rPr>
              <w:t>с. Белогостицы</w:t>
            </w:r>
            <w:r w:rsidR="002C6302">
              <w:rPr>
                <w:szCs w:val="28"/>
              </w:rPr>
              <w:t>,</w:t>
            </w:r>
            <w:r w:rsidRPr="00224953">
              <w:rPr>
                <w:szCs w:val="28"/>
              </w:rPr>
              <w:t xml:space="preserve"> д.</w:t>
            </w:r>
            <w:r w:rsidR="002C6302">
              <w:rPr>
                <w:szCs w:val="28"/>
              </w:rPr>
              <w:t xml:space="preserve"> </w:t>
            </w:r>
            <w:r w:rsidRPr="00224953">
              <w:rPr>
                <w:szCs w:val="28"/>
              </w:rPr>
              <w:t>12,</w:t>
            </w:r>
            <w:r w:rsidR="002C6302">
              <w:rPr>
                <w:szCs w:val="28"/>
              </w:rPr>
              <w:t xml:space="preserve"> </w:t>
            </w:r>
            <w:r w:rsidRPr="00224953">
              <w:rPr>
                <w:szCs w:val="28"/>
              </w:rPr>
              <w:t>11,</w:t>
            </w:r>
            <w:r w:rsidR="002C6302">
              <w:rPr>
                <w:szCs w:val="28"/>
              </w:rPr>
              <w:t xml:space="preserve"> </w:t>
            </w:r>
            <w:r w:rsidRPr="00224953">
              <w:rPr>
                <w:szCs w:val="28"/>
              </w:rPr>
              <w:t>10</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76:13:020605:1422</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897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Газопровод </w:t>
            </w:r>
          </w:p>
          <w:p w:rsidR="00D91137" w:rsidRPr="00224953" w:rsidRDefault="00D91137" w:rsidP="002C6302">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C6302">
            <w:pPr>
              <w:ind w:firstLine="0"/>
              <w:jc w:val="left"/>
              <w:rPr>
                <w:szCs w:val="28"/>
              </w:rPr>
            </w:pPr>
            <w:r w:rsidRPr="00224953">
              <w:rPr>
                <w:szCs w:val="28"/>
              </w:rPr>
              <w:t>Российская Федерация, Ярославская область</w:t>
            </w:r>
            <w:r w:rsidR="002C6302">
              <w:rPr>
                <w:szCs w:val="28"/>
              </w:rPr>
              <w:t>,</w:t>
            </w:r>
            <w:r w:rsidRPr="00224953">
              <w:rPr>
                <w:szCs w:val="28"/>
              </w:rPr>
              <w:t xml:space="preserve"> </w:t>
            </w:r>
            <w:r w:rsidR="002C6302">
              <w:rPr>
                <w:szCs w:val="28"/>
              </w:rPr>
              <w:br/>
            </w:r>
            <w:r w:rsidRPr="00224953">
              <w:rPr>
                <w:szCs w:val="28"/>
              </w:rPr>
              <w:t>Ростовский район</w:t>
            </w:r>
            <w:r w:rsidR="002C6302">
              <w:rPr>
                <w:szCs w:val="28"/>
              </w:rPr>
              <w:t>,</w:t>
            </w:r>
            <w:r w:rsidRPr="00224953">
              <w:rPr>
                <w:szCs w:val="28"/>
              </w:rPr>
              <w:t xml:space="preserve"> </w:t>
            </w:r>
            <w:r w:rsidR="002C6302">
              <w:rPr>
                <w:szCs w:val="28"/>
              </w:rPr>
              <w:br/>
            </w:r>
            <w:r w:rsidRPr="00224953">
              <w:rPr>
                <w:szCs w:val="28"/>
              </w:rPr>
              <w:t>с. Белогостицы</w:t>
            </w:r>
            <w:r w:rsidR="002C6302">
              <w:rPr>
                <w:szCs w:val="28"/>
              </w:rPr>
              <w:t>,</w:t>
            </w:r>
            <w:r w:rsidRPr="00224953">
              <w:rPr>
                <w:szCs w:val="28"/>
              </w:rPr>
              <w:t xml:space="preserve"> д.</w:t>
            </w:r>
            <w:r w:rsidR="002C6302">
              <w:rPr>
                <w:szCs w:val="28"/>
              </w:rPr>
              <w:t xml:space="preserve"> </w:t>
            </w:r>
            <w:r w:rsidRPr="00224953">
              <w:rPr>
                <w:szCs w:val="28"/>
              </w:rPr>
              <w:t>14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76:13:020605:1427</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898</w:t>
            </w:r>
          </w:p>
        </w:tc>
        <w:tc>
          <w:tcPr>
            <w:tcW w:w="1289" w:type="pct"/>
            <w:tcBorders>
              <w:top w:val="single" w:sz="4" w:space="0" w:color="auto"/>
              <w:left w:val="nil"/>
              <w:bottom w:val="single" w:sz="4" w:space="0" w:color="auto"/>
              <w:right w:val="single" w:sz="4" w:space="0" w:color="auto"/>
            </w:tcBorders>
            <w:shd w:val="clear" w:color="auto" w:fill="auto"/>
            <w:hideMark/>
          </w:tcPr>
          <w:p w:rsidR="002C6302" w:rsidRDefault="00D91137" w:rsidP="002C6302">
            <w:pPr>
              <w:ind w:firstLine="0"/>
              <w:jc w:val="left"/>
              <w:rPr>
                <w:szCs w:val="28"/>
              </w:rPr>
            </w:pPr>
            <w:r w:rsidRPr="00224953">
              <w:rPr>
                <w:szCs w:val="28"/>
              </w:rPr>
              <w:t xml:space="preserve">Газопровод </w:t>
            </w:r>
          </w:p>
          <w:p w:rsidR="00D91137" w:rsidRPr="00224953" w:rsidRDefault="00D91137" w:rsidP="002C6302">
            <w:pPr>
              <w:ind w:firstLine="0"/>
              <w:jc w:val="left"/>
              <w:rPr>
                <w:szCs w:val="28"/>
              </w:rPr>
            </w:pPr>
            <w:r w:rsidRPr="00224953">
              <w:rPr>
                <w:szCs w:val="28"/>
              </w:rPr>
              <w:t>низкого давления подземный</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2C6302">
            <w:pPr>
              <w:ind w:firstLine="0"/>
              <w:jc w:val="left"/>
              <w:rPr>
                <w:szCs w:val="28"/>
              </w:rPr>
            </w:pPr>
            <w:r w:rsidRPr="00224953">
              <w:rPr>
                <w:szCs w:val="28"/>
              </w:rPr>
              <w:t>Российская Федерация, Ярославская область</w:t>
            </w:r>
            <w:r w:rsidR="002C6302">
              <w:rPr>
                <w:szCs w:val="28"/>
              </w:rPr>
              <w:t>,</w:t>
            </w:r>
            <w:r w:rsidRPr="00224953">
              <w:rPr>
                <w:szCs w:val="28"/>
              </w:rPr>
              <w:t xml:space="preserve"> </w:t>
            </w:r>
            <w:r w:rsidR="002C6302">
              <w:rPr>
                <w:szCs w:val="28"/>
              </w:rPr>
              <w:br/>
            </w:r>
            <w:r w:rsidRPr="00224953">
              <w:rPr>
                <w:szCs w:val="28"/>
              </w:rPr>
              <w:t>Ростовский район</w:t>
            </w:r>
            <w:r w:rsidR="002C6302">
              <w:rPr>
                <w:szCs w:val="28"/>
              </w:rPr>
              <w:t>,</w:t>
            </w:r>
            <w:r w:rsidR="002C6302">
              <w:rPr>
                <w:szCs w:val="28"/>
              </w:rPr>
              <w:br/>
            </w:r>
            <w:r w:rsidRPr="00224953">
              <w:rPr>
                <w:szCs w:val="28"/>
              </w:rPr>
              <w:t>с. Белогостицы</w:t>
            </w:r>
            <w:r w:rsidR="002C6302">
              <w:rPr>
                <w:szCs w:val="28"/>
              </w:rPr>
              <w:t>,</w:t>
            </w:r>
            <w:r w:rsidRPr="00224953">
              <w:rPr>
                <w:szCs w:val="28"/>
              </w:rPr>
              <w:t xml:space="preserve"> д.</w:t>
            </w:r>
            <w:r w:rsidR="002C6302">
              <w:rPr>
                <w:szCs w:val="28"/>
              </w:rPr>
              <w:t xml:space="preserve"> </w:t>
            </w:r>
            <w:r w:rsidRPr="00224953">
              <w:rPr>
                <w:szCs w:val="28"/>
              </w:rPr>
              <w:t>3</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76:13:020605:1428</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899</w:t>
            </w:r>
          </w:p>
        </w:tc>
        <w:tc>
          <w:tcPr>
            <w:tcW w:w="1289" w:type="pct"/>
            <w:tcBorders>
              <w:top w:val="nil"/>
              <w:left w:val="nil"/>
              <w:bottom w:val="single" w:sz="4" w:space="0" w:color="auto"/>
              <w:right w:val="single" w:sz="4" w:space="0" w:color="auto"/>
            </w:tcBorders>
            <w:shd w:val="clear" w:color="auto" w:fill="auto"/>
            <w:hideMark/>
          </w:tcPr>
          <w:p w:rsidR="002C6302" w:rsidRDefault="00D91137" w:rsidP="002C6302">
            <w:pPr>
              <w:ind w:firstLine="0"/>
              <w:jc w:val="left"/>
              <w:rPr>
                <w:szCs w:val="28"/>
              </w:rPr>
            </w:pPr>
            <w:r w:rsidRPr="00224953">
              <w:rPr>
                <w:szCs w:val="28"/>
              </w:rPr>
              <w:t xml:space="preserve">Газопровод </w:t>
            </w:r>
          </w:p>
          <w:p w:rsidR="00D91137" w:rsidRPr="00224953" w:rsidRDefault="00D91137" w:rsidP="002C6302">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Российская Федерация, Ярославская область</w:t>
            </w:r>
            <w:r w:rsidR="002C6302">
              <w:rPr>
                <w:szCs w:val="28"/>
              </w:rPr>
              <w:t>,</w:t>
            </w:r>
          </w:p>
          <w:p w:rsidR="00D91137" w:rsidRPr="00224953" w:rsidRDefault="00D91137" w:rsidP="002C6302">
            <w:pPr>
              <w:ind w:firstLine="0"/>
              <w:jc w:val="left"/>
              <w:rPr>
                <w:szCs w:val="28"/>
              </w:rPr>
            </w:pPr>
            <w:r w:rsidRPr="00224953">
              <w:rPr>
                <w:szCs w:val="28"/>
              </w:rPr>
              <w:t>Ростовский район</w:t>
            </w:r>
            <w:r w:rsidR="002C6302">
              <w:rPr>
                <w:szCs w:val="28"/>
              </w:rPr>
              <w:t>,</w:t>
            </w:r>
            <w:r w:rsidR="002C6302">
              <w:rPr>
                <w:szCs w:val="28"/>
              </w:rPr>
              <w:br/>
            </w:r>
            <w:r w:rsidRPr="00224953">
              <w:rPr>
                <w:szCs w:val="28"/>
              </w:rPr>
              <w:t>с. Белогостицы</w:t>
            </w:r>
            <w:r w:rsidR="002C6302">
              <w:rPr>
                <w:szCs w:val="28"/>
              </w:rPr>
              <w:t>,</w:t>
            </w:r>
            <w:r w:rsidRPr="00224953">
              <w:rPr>
                <w:szCs w:val="28"/>
              </w:rPr>
              <w:t xml:space="preserve"> д.</w:t>
            </w:r>
            <w:r w:rsidR="002C6302">
              <w:rPr>
                <w:szCs w:val="28"/>
              </w:rPr>
              <w:t xml:space="preserve"> </w:t>
            </w:r>
            <w:r w:rsidRPr="00224953">
              <w:rPr>
                <w:szCs w:val="28"/>
              </w:rPr>
              <w:t>4</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76:13:020605:1425</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900</w:t>
            </w:r>
          </w:p>
        </w:tc>
        <w:tc>
          <w:tcPr>
            <w:tcW w:w="128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2C6302">
            <w:pPr>
              <w:ind w:firstLine="0"/>
              <w:jc w:val="left"/>
              <w:rPr>
                <w:szCs w:val="28"/>
              </w:rPr>
            </w:pPr>
            <w:r w:rsidRPr="00224953">
              <w:rPr>
                <w:szCs w:val="28"/>
              </w:rPr>
              <w:t>Российская Федерация,</w:t>
            </w:r>
            <w:r w:rsidR="002C6302">
              <w:rPr>
                <w:szCs w:val="28"/>
              </w:rPr>
              <w:t xml:space="preserve"> </w:t>
            </w:r>
            <w:r w:rsidRPr="00224953">
              <w:rPr>
                <w:szCs w:val="28"/>
              </w:rPr>
              <w:t>Ярославская область</w:t>
            </w:r>
            <w:r w:rsidR="002C6302">
              <w:rPr>
                <w:szCs w:val="28"/>
              </w:rPr>
              <w:t>,</w:t>
            </w:r>
            <w:r w:rsidR="002C6302">
              <w:rPr>
                <w:szCs w:val="28"/>
              </w:rPr>
              <w:br/>
            </w:r>
            <w:r w:rsidRPr="00224953">
              <w:rPr>
                <w:szCs w:val="28"/>
              </w:rPr>
              <w:t>Ростовский район,</w:t>
            </w:r>
            <w:r>
              <w:rPr>
                <w:szCs w:val="28"/>
              </w:rPr>
              <w:t xml:space="preserve"> </w:t>
            </w:r>
            <w:r w:rsidR="002C6302">
              <w:rPr>
                <w:szCs w:val="28"/>
              </w:rPr>
              <w:br/>
            </w:r>
            <w:r>
              <w:rPr>
                <w:szCs w:val="28"/>
              </w:rPr>
              <w:t>с</w:t>
            </w:r>
            <w:r w:rsidRPr="00224953">
              <w:rPr>
                <w:szCs w:val="28"/>
              </w:rPr>
              <w:t>. Белогостицы</w:t>
            </w:r>
            <w:r w:rsidR="002C6302">
              <w:rPr>
                <w:szCs w:val="28"/>
              </w:rPr>
              <w:t>,</w:t>
            </w:r>
            <w:r w:rsidRPr="00224953">
              <w:rPr>
                <w:szCs w:val="28"/>
              </w:rPr>
              <w:t xml:space="preserve"> д.</w:t>
            </w:r>
            <w:r w:rsidR="002C6302">
              <w:rPr>
                <w:szCs w:val="28"/>
              </w:rPr>
              <w:t xml:space="preserve"> </w:t>
            </w:r>
            <w:r w:rsidRPr="00224953">
              <w:rPr>
                <w:szCs w:val="28"/>
              </w:rPr>
              <w:t>5</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76:13:020605:1421</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901</w:t>
            </w:r>
          </w:p>
        </w:tc>
        <w:tc>
          <w:tcPr>
            <w:tcW w:w="1289" w:type="pct"/>
            <w:tcBorders>
              <w:top w:val="nil"/>
              <w:left w:val="nil"/>
              <w:bottom w:val="single" w:sz="4" w:space="0" w:color="auto"/>
              <w:right w:val="single" w:sz="4" w:space="0" w:color="auto"/>
            </w:tcBorders>
            <w:shd w:val="clear" w:color="auto" w:fill="auto"/>
            <w:hideMark/>
          </w:tcPr>
          <w:p w:rsidR="002C6302" w:rsidRDefault="00D91137" w:rsidP="002C6302">
            <w:pPr>
              <w:ind w:firstLine="0"/>
              <w:jc w:val="left"/>
              <w:rPr>
                <w:szCs w:val="28"/>
              </w:rPr>
            </w:pPr>
            <w:r w:rsidRPr="00224953">
              <w:rPr>
                <w:szCs w:val="28"/>
              </w:rPr>
              <w:t xml:space="preserve">Газопровод </w:t>
            </w:r>
          </w:p>
          <w:p w:rsidR="00D91137" w:rsidRPr="00224953" w:rsidRDefault="00D91137" w:rsidP="002C6302">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Ярославская область</w:t>
            </w:r>
            <w:r w:rsidR="002C6302">
              <w:rPr>
                <w:szCs w:val="28"/>
              </w:rPr>
              <w:t>,</w:t>
            </w:r>
          </w:p>
          <w:p w:rsidR="00D91137" w:rsidRPr="00224953" w:rsidRDefault="00D91137" w:rsidP="00D91137">
            <w:pPr>
              <w:ind w:firstLine="0"/>
              <w:jc w:val="left"/>
              <w:rPr>
                <w:szCs w:val="28"/>
              </w:rPr>
            </w:pPr>
            <w:r w:rsidRPr="00224953">
              <w:rPr>
                <w:szCs w:val="28"/>
              </w:rPr>
              <w:t xml:space="preserve">Ростовский район, </w:t>
            </w:r>
            <w:r w:rsidR="002C6302">
              <w:rPr>
                <w:szCs w:val="28"/>
              </w:rPr>
              <w:br/>
            </w:r>
            <w:r w:rsidRPr="00224953">
              <w:rPr>
                <w:szCs w:val="28"/>
              </w:rPr>
              <w:t>с. Белогостицы</w:t>
            </w:r>
            <w:r w:rsidR="002C6302">
              <w:rPr>
                <w:szCs w:val="28"/>
              </w:rPr>
              <w:t>,</w:t>
            </w:r>
            <w:r w:rsidRPr="00224953">
              <w:rPr>
                <w:szCs w:val="28"/>
              </w:rPr>
              <w:t xml:space="preserve"> д.</w:t>
            </w:r>
            <w:r w:rsidR="002C6302">
              <w:rPr>
                <w:szCs w:val="28"/>
              </w:rPr>
              <w:t xml:space="preserve"> </w:t>
            </w:r>
            <w:r w:rsidRPr="00224953">
              <w:rPr>
                <w:szCs w:val="28"/>
              </w:rPr>
              <w:t>1,</w:t>
            </w:r>
            <w:r w:rsidR="002C6302">
              <w:rPr>
                <w:szCs w:val="28"/>
              </w:rPr>
              <w:t xml:space="preserve"> </w:t>
            </w:r>
            <w:r w:rsidRPr="00224953">
              <w:rPr>
                <w:szCs w:val="28"/>
              </w:rPr>
              <w:t>2</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76:13:020605:1431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902</w:t>
            </w:r>
          </w:p>
        </w:tc>
        <w:tc>
          <w:tcPr>
            <w:tcW w:w="128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Газопровод </w:t>
            </w:r>
          </w:p>
          <w:p w:rsidR="00D91137" w:rsidRPr="00224953" w:rsidRDefault="00D91137" w:rsidP="002C6302">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2C6302" w:rsidRDefault="00D91137" w:rsidP="002C6302">
            <w:pPr>
              <w:ind w:firstLine="0"/>
              <w:jc w:val="left"/>
              <w:rPr>
                <w:szCs w:val="28"/>
              </w:rPr>
            </w:pPr>
            <w:r w:rsidRPr="00224953">
              <w:rPr>
                <w:szCs w:val="28"/>
              </w:rPr>
              <w:t>Российская Федерация,</w:t>
            </w:r>
            <w:r w:rsidR="002C6302">
              <w:rPr>
                <w:szCs w:val="28"/>
              </w:rPr>
              <w:t xml:space="preserve"> </w:t>
            </w:r>
            <w:r w:rsidRPr="00224953">
              <w:rPr>
                <w:szCs w:val="28"/>
              </w:rPr>
              <w:t>Ярославская область</w:t>
            </w:r>
            <w:r w:rsidR="002C6302">
              <w:rPr>
                <w:szCs w:val="28"/>
              </w:rPr>
              <w:t>,</w:t>
            </w:r>
          </w:p>
          <w:p w:rsidR="00D91137" w:rsidRPr="00224953" w:rsidRDefault="00D91137" w:rsidP="002C6302">
            <w:pPr>
              <w:ind w:firstLine="0"/>
              <w:jc w:val="left"/>
              <w:rPr>
                <w:szCs w:val="28"/>
              </w:rPr>
            </w:pPr>
            <w:r w:rsidRPr="00224953">
              <w:rPr>
                <w:szCs w:val="28"/>
              </w:rPr>
              <w:t xml:space="preserve">Ростовский район, </w:t>
            </w:r>
            <w:r w:rsidR="002C6302">
              <w:rPr>
                <w:szCs w:val="28"/>
              </w:rPr>
              <w:br/>
            </w:r>
            <w:r w:rsidRPr="00224953">
              <w:rPr>
                <w:szCs w:val="28"/>
              </w:rPr>
              <w:t>с. Белогостицы</w:t>
            </w:r>
            <w:r w:rsidR="002C6302">
              <w:rPr>
                <w:szCs w:val="28"/>
              </w:rPr>
              <w:t>,</w:t>
            </w:r>
            <w:r w:rsidRPr="00224953">
              <w:rPr>
                <w:szCs w:val="28"/>
              </w:rPr>
              <w:t xml:space="preserve"> д.</w:t>
            </w:r>
            <w:r w:rsidR="002C6302">
              <w:rPr>
                <w:szCs w:val="28"/>
              </w:rPr>
              <w:t xml:space="preserve"> </w:t>
            </w:r>
            <w:r w:rsidRPr="00224953">
              <w:rPr>
                <w:szCs w:val="28"/>
              </w:rPr>
              <w:t>15,</w:t>
            </w:r>
            <w:r w:rsidR="002C6302">
              <w:rPr>
                <w:szCs w:val="28"/>
              </w:rPr>
              <w:t xml:space="preserve"> </w:t>
            </w:r>
            <w:r w:rsidRPr="00224953">
              <w:rPr>
                <w:szCs w:val="28"/>
              </w:rPr>
              <w:t>16,</w:t>
            </w:r>
            <w:r w:rsidR="002C6302">
              <w:rPr>
                <w:szCs w:val="28"/>
              </w:rPr>
              <w:t xml:space="preserve"> </w:t>
            </w:r>
            <w:r w:rsidRPr="00224953">
              <w:rPr>
                <w:szCs w:val="28"/>
              </w:rPr>
              <w:t>17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76:13:020605:1424</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2C6302">
            <w:pPr>
              <w:ind w:firstLine="0"/>
              <w:jc w:val="left"/>
              <w:rPr>
                <w:szCs w:val="28"/>
              </w:rPr>
            </w:pPr>
            <w:r w:rsidRPr="00224953">
              <w:rPr>
                <w:szCs w:val="28"/>
              </w:rPr>
              <w:t xml:space="preserve">Межпоселковый газопровод </w:t>
            </w:r>
            <w:r w:rsidR="002C6302">
              <w:rPr>
                <w:szCs w:val="28"/>
              </w:rPr>
              <w:br/>
            </w:r>
            <w:r w:rsidRPr="00224953">
              <w:rPr>
                <w:szCs w:val="28"/>
              </w:rPr>
              <w:t xml:space="preserve">до д. Юрьевская Слобода Ростовского </w:t>
            </w:r>
            <w:r w:rsidR="002C6302">
              <w:rPr>
                <w:szCs w:val="28"/>
              </w:rPr>
              <w:t>муниципального района</w:t>
            </w:r>
            <w:r w:rsidRPr="00224953">
              <w:rPr>
                <w:szCs w:val="28"/>
              </w:rPr>
              <w:t xml:space="preserve"> Ярославской области</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D91137" w:rsidRPr="00224953" w:rsidRDefault="00D91137" w:rsidP="002C6302">
            <w:pPr>
              <w:ind w:firstLine="0"/>
              <w:jc w:val="left"/>
              <w:rPr>
                <w:szCs w:val="28"/>
              </w:rPr>
            </w:pPr>
            <w:r w:rsidRPr="00224953">
              <w:rPr>
                <w:szCs w:val="28"/>
              </w:rPr>
              <w:t xml:space="preserve">Ростовский район, Шугорский </w:t>
            </w:r>
            <w:r w:rsidR="002C6302">
              <w:rPr>
                <w:szCs w:val="28"/>
              </w:rPr>
              <w:t>сельский округ</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76:00:000000:278</w:t>
            </w:r>
          </w:p>
        </w:tc>
      </w:tr>
      <w:tr w:rsidR="00D91137" w:rsidRPr="00224953" w:rsidTr="002C6302">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Газораспределительный пункт - 2</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2C6302" w:rsidRDefault="00D91137" w:rsidP="00D91137">
            <w:pPr>
              <w:ind w:firstLine="0"/>
              <w:jc w:val="left"/>
              <w:rPr>
                <w:szCs w:val="28"/>
              </w:rPr>
            </w:pPr>
            <w:r w:rsidRPr="00224953">
              <w:rPr>
                <w:szCs w:val="28"/>
              </w:rPr>
              <w:t xml:space="preserve">Ростовский район, </w:t>
            </w:r>
          </w:p>
          <w:p w:rsidR="00D91137" w:rsidRPr="00224953" w:rsidRDefault="002C6302" w:rsidP="00D91137">
            <w:pPr>
              <w:ind w:firstLine="0"/>
              <w:jc w:val="left"/>
              <w:rPr>
                <w:szCs w:val="28"/>
              </w:rPr>
            </w:pPr>
            <w:r>
              <w:rPr>
                <w:szCs w:val="28"/>
              </w:rPr>
              <w:t xml:space="preserve">рабочий поселок </w:t>
            </w:r>
            <w:r w:rsidR="00D91137" w:rsidRPr="00224953">
              <w:rPr>
                <w:szCs w:val="28"/>
              </w:rPr>
              <w:t>Семибратово, ул.</w:t>
            </w:r>
            <w:r>
              <w:rPr>
                <w:szCs w:val="28"/>
              </w:rPr>
              <w:t xml:space="preserve"> </w:t>
            </w:r>
            <w:r w:rsidR="00D91137" w:rsidRPr="00224953">
              <w:rPr>
                <w:szCs w:val="28"/>
              </w:rPr>
              <w:t>Молодежная, д.</w:t>
            </w:r>
            <w:r>
              <w:rPr>
                <w:szCs w:val="28"/>
              </w:rPr>
              <w:t xml:space="preserve"> 1</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76:13:010706:1034</w:t>
            </w:r>
          </w:p>
        </w:tc>
      </w:tr>
      <w:tr w:rsidR="00D91137" w:rsidRPr="00224953" w:rsidTr="002C6302">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D91137" w:rsidRPr="00224953" w:rsidRDefault="002C6302" w:rsidP="00D91137">
            <w:pPr>
              <w:ind w:firstLine="0"/>
              <w:jc w:val="left"/>
              <w:rPr>
                <w:szCs w:val="28"/>
              </w:rPr>
            </w:pPr>
            <w:r>
              <w:rPr>
                <w:szCs w:val="28"/>
              </w:rPr>
              <w:t>Ростовский райо</w:t>
            </w:r>
            <w:r w:rsidR="00D91137" w:rsidRPr="00224953">
              <w:rPr>
                <w:szCs w:val="28"/>
              </w:rPr>
              <w:t xml:space="preserve">н, </w:t>
            </w:r>
            <w:r>
              <w:rPr>
                <w:szCs w:val="28"/>
              </w:rPr>
              <w:br/>
            </w:r>
            <w:r w:rsidR="00D91137" w:rsidRPr="00224953">
              <w:rPr>
                <w:szCs w:val="28"/>
              </w:rPr>
              <w:t>г.</w:t>
            </w:r>
            <w:r>
              <w:rPr>
                <w:szCs w:val="28"/>
              </w:rPr>
              <w:t> </w:t>
            </w:r>
            <w:r w:rsidR="00D91137" w:rsidRPr="00224953">
              <w:rPr>
                <w:szCs w:val="28"/>
              </w:rPr>
              <w:t>Ростов, ул.</w:t>
            </w:r>
            <w:r>
              <w:rPr>
                <w:szCs w:val="28"/>
              </w:rPr>
              <w:t xml:space="preserve"> </w:t>
            </w:r>
            <w:r w:rsidR="00D91137" w:rsidRPr="00224953">
              <w:rPr>
                <w:szCs w:val="28"/>
              </w:rPr>
              <w:t>Бакунинская, Ростовская, Ленинградская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76:19:000000:51</w:t>
            </w:r>
          </w:p>
        </w:tc>
      </w:tr>
      <w:tr w:rsidR="00D91137" w:rsidRPr="00224953" w:rsidTr="002374D0">
        <w:trPr>
          <w:trHeight w:val="836"/>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906</w:t>
            </w:r>
          </w:p>
        </w:tc>
        <w:tc>
          <w:tcPr>
            <w:tcW w:w="1289" w:type="pct"/>
            <w:tcBorders>
              <w:top w:val="single" w:sz="4" w:space="0" w:color="auto"/>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D91137" w:rsidRPr="00224953" w:rsidRDefault="00D91137" w:rsidP="002C6302">
            <w:pPr>
              <w:ind w:firstLine="0"/>
              <w:jc w:val="left"/>
              <w:rPr>
                <w:szCs w:val="28"/>
              </w:rPr>
            </w:pPr>
            <w:r w:rsidRPr="00224953">
              <w:rPr>
                <w:szCs w:val="28"/>
              </w:rPr>
              <w:t xml:space="preserve">Ростовский район, </w:t>
            </w:r>
            <w:r w:rsidR="002C6302">
              <w:rPr>
                <w:szCs w:val="28"/>
              </w:rPr>
              <w:br/>
              <w:t xml:space="preserve">рабочий поселок </w:t>
            </w:r>
            <w:r w:rsidRPr="00224953">
              <w:rPr>
                <w:szCs w:val="28"/>
              </w:rPr>
              <w:t>Поречье-</w:t>
            </w:r>
            <w:r w:rsidRPr="00224953">
              <w:rPr>
                <w:szCs w:val="28"/>
              </w:rPr>
              <w:lastRenderedPageBreak/>
              <w:t>Рыбное, ул.</w:t>
            </w:r>
            <w:r w:rsidR="002C6302">
              <w:rPr>
                <w:szCs w:val="28"/>
              </w:rPr>
              <w:t xml:space="preserve"> </w:t>
            </w:r>
            <w:r w:rsidRPr="00224953">
              <w:rPr>
                <w:szCs w:val="28"/>
              </w:rPr>
              <w:t>Садовая, Фрунзе, Кирова</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76:13:040202:1016</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907</w:t>
            </w:r>
          </w:p>
        </w:tc>
        <w:tc>
          <w:tcPr>
            <w:tcW w:w="128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D91137" w:rsidRPr="00224953" w:rsidRDefault="00D91137" w:rsidP="002C6302">
            <w:pPr>
              <w:ind w:firstLine="0"/>
              <w:jc w:val="left"/>
              <w:rPr>
                <w:szCs w:val="28"/>
              </w:rPr>
            </w:pPr>
            <w:r w:rsidRPr="00224953">
              <w:rPr>
                <w:szCs w:val="28"/>
              </w:rPr>
              <w:t xml:space="preserve">Ростовский район, </w:t>
            </w:r>
            <w:r w:rsidR="002C6302">
              <w:rPr>
                <w:szCs w:val="28"/>
              </w:rPr>
              <w:t xml:space="preserve">рабочий поселок </w:t>
            </w:r>
            <w:r w:rsidRPr="00224953">
              <w:rPr>
                <w:szCs w:val="28"/>
              </w:rPr>
              <w:t>Поречье-Рыбное, ул.</w:t>
            </w:r>
            <w:r w:rsidR="002C6302">
              <w:rPr>
                <w:szCs w:val="28"/>
              </w:rPr>
              <w:t xml:space="preserve"> </w:t>
            </w:r>
            <w:r w:rsidRPr="00224953">
              <w:rPr>
                <w:szCs w:val="28"/>
              </w:rPr>
              <w:t>Пионерская, Булатова, Октябрьская</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76:13:040401:353</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2C6302"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Угодичский сельский округ, с.</w:t>
            </w:r>
            <w:r w:rsidR="002C6302">
              <w:rPr>
                <w:szCs w:val="28"/>
              </w:rPr>
              <w:t xml:space="preserve"> Угодичи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76:13:021401:1601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909</w:t>
            </w:r>
          </w:p>
        </w:tc>
        <w:tc>
          <w:tcPr>
            <w:tcW w:w="128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D91137" w:rsidRPr="00224953" w:rsidRDefault="00D91137" w:rsidP="002C6302">
            <w:pPr>
              <w:ind w:firstLine="0"/>
              <w:jc w:val="left"/>
              <w:rPr>
                <w:szCs w:val="28"/>
              </w:rPr>
            </w:pPr>
            <w:r w:rsidRPr="00224953">
              <w:rPr>
                <w:szCs w:val="28"/>
              </w:rPr>
              <w:t xml:space="preserve">Ростовский район, </w:t>
            </w:r>
            <w:r w:rsidR="002C6302">
              <w:rPr>
                <w:szCs w:val="28"/>
              </w:rPr>
              <w:t xml:space="preserve">рабочий поселок </w:t>
            </w:r>
            <w:r w:rsidRPr="00224953">
              <w:rPr>
                <w:szCs w:val="28"/>
              </w:rPr>
              <w:t>Поречье-Рыбное, ул.</w:t>
            </w:r>
            <w:r w:rsidR="002C6302">
              <w:rPr>
                <w:szCs w:val="28"/>
              </w:rPr>
              <w:t xml:space="preserve"> </w:t>
            </w:r>
            <w:r w:rsidRPr="00224953">
              <w:rPr>
                <w:szCs w:val="28"/>
              </w:rPr>
              <w:t>Центральная, Чкалова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76:13:040202:1008</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910</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2374D0">
            <w:pPr>
              <w:ind w:firstLine="0"/>
              <w:jc w:val="left"/>
              <w:rPr>
                <w:szCs w:val="28"/>
              </w:rPr>
            </w:pPr>
            <w:r w:rsidRPr="00224953">
              <w:rPr>
                <w:szCs w:val="28"/>
              </w:rPr>
              <w:t>Газопровод</w:t>
            </w:r>
            <w:r w:rsidR="002374D0">
              <w:rPr>
                <w:szCs w:val="28"/>
              </w:rPr>
              <w:t>,</w:t>
            </w:r>
            <w:r w:rsidR="002C6302">
              <w:rPr>
                <w:szCs w:val="28"/>
              </w:rPr>
              <w:br/>
            </w:r>
            <w:r w:rsidRPr="00224953">
              <w:rPr>
                <w:szCs w:val="28"/>
              </w:rPr>
              <w:t>д.</w:t>
            </w:r>
            <w:r w:rsidR="002C6302">
              <w:rPr>
                <w:szCs w:val="28"/>
              </w:rPr>
              <w:t xml:space="preserve"> </w:t>
            </w:r>
            <w:r w:rsidRPr="00224953">
              <w:rPr>
                <w:szCs w:val="28"/>
              </w:rPr>
              <w:t>Коленово</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2C6302"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Любилковский сельский округ, д.</w:t>
            </w:r>
            <w:r w:rsidR="002C6302">
              <w:rPr>
                <w:szCs w:val="28"/>
              </w:rPr>
              <w:t xml:space="preserve"> Коленово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76:13:040708:687</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911</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Газификация п.</w:t>
            </w:r>
            <w:r w:rsidR="002C6302">
              <w:rPr>
                <w:szCs w:val="28"/>
              </w:rPr>
              <w:t> </w:t>
            </w:r>
            <w:r w:rsidRPr="00224953">
              <w:rPr>
                <w:szCs w:val="28"/>
              </w:rPr>
              <w:t>Хмельники</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Ярославская область, </w:t>
            </w:r>
          </w:p>
          <w:p w:rsidR="002C6302"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Перовский сельский округ, п.</w:t>
            </w:r>
            <w:r w:rsidR="002C6302">
              <w:rPr>
                <w:szCs w:val="28"/>
              </w:rPr>
              <w:t xml:space="preserve"> </w:t>
            </w:r>
            <w:r w:rsidRPr="00224953">
              <w:rPr>
                <w:szCs w:val="28"/>
              </w:rPr>
              <w:t>Хмельники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76:13:041006:745</w:t>
            </w:r>
          </w:p>
        </w:tc>
      </w:tr>
      <w:tr w:rsidR="00D91137" w:rsidRPr="00224953" w:rsidTr="00254E5E">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2C6302">
            <w:pPr>
              <w:ind w:firstLine="0"/>
              <w:jc w:val="left"/>
              <w:rPr>
                <w:szCs w:val="28"/>
              </w:rPr>
            </w:pPr>
            <w:r w:rsidRPr="00224953">
              <w:rPr>
                <w:szCs w:val="28"/>
              </w:rPr>
              <w:t>Межпоселковый газопровод высокого давления Петровское</w:t>
            </w:r>
            <w:r w:rsidR="002C6302">
              <w:rPr>
                <w:szCs w:val="28"/>
              </w:rPr>
              <w:t xml:space="preserve"> сельское поселение</w:t>
            </w:r>
            <w:r w:rsidRPr="00224953">
              <w:rPr>
                <w:szCs w:val="28"/>
              </w:rPr>
              <w:t xml:space="preserve"> в с.</w:t>
            </w:r>
            <w:r w:rsidR="002C6302">
              <w:rPr>
                <w:szCs w:val="28"/>
              </w:rPr>
              <w:t> </w:t>
            </w:r>
            <w:r w:rsidRPr="00224953">
              <w:rPr>
                <w:szCs w:val="28"/>
              </w:rPr>
              <w:t xml:space="preserve">Деревни, </w:t>
            </w:r>
            <w:r w:rsidR="002C6302">
              <w:rPr>
                <w:szCs w:val="28"/>
              </w:rPr>
              <w:br/>
            </w:r>
            <w:r w:rsidRPr="00224953">
              <w:rPr>
                <w:szCs w:val="28"/>
              </w:rPr>
              <w:t>д.</w:t>
            </w:r>
            <w:r w:rsidR="002C6302">
              <w:rPr>
                <w:szCs w:val="28"/>
              </w:rPr>
              <w:t> </w:t>
            </w:r>
            <w:r w:rsidRPr="00224953">
              <w:rPr>
                <w:szCs w:val="28"/>
              </w:rPr>
              <w:t>Теханово, с.</w:t>
            </w:r>
            <w:r w:rsidR="002C6302">
              <w:rPr>
                <w:szCs w:val="28"/>
              </w:rPr>
              <w:t> </w:t>
            </w:r>
            <w:r w:rsidRPr="00224953">
              <w:rPr>
                <w:szCs w:val="28"/>
              </w:rPr>
              <w:t>Никольское, с.</w:t>
            </w:r>
            <w:r w:rsidR="002C6302">
              <w:rPr>
                <w:szCs w:val="28"/>
              </w:rPr>
              <w:t> </w:t>
            </w:r>
            <w:r w:rsidRPr="00224953">
              <w:rPr>
                <w:szCs w:val="28"/>
              </w:rPr>
              <w:t>Дмитриановское</w:t>
            </w:r>
          </w:p>
        </w:tc>
        <w:tc>
          <w:tcPr>
            <w:tcW w:w="1819" w:type="pct"/>
            <w:tcBorders>
              <w:top w:val="nil"/>
              <w:left w:val="nil"/>
              <w:bottom w:val="single" w:sz="4" w:space="0" w:color="auto"/>
              <w:right w:val="single" w:sz="4" w:space="0" w:color="auto"/>
            </w:tcBorders>
            <w:shd w:val="clear" w:color="auto" w:fill="auto"/>
            <w:hideMark/>
          </w:tcPr>
          <w:p w:rsidR="002C6302" w:rsidRDefault="00D91137" w:rsidP="00D91137">
            <w:pPr>
              <w:ind w:firstLine="0"/>
              <w:jc w:val="left"/>
              <w:rPr>
                <w:szCs w:val="28"/>
              </w:rPr>
            </w:pPr>
            <w:r w:rsidRPr="00224953">
              <w:rPr>
                <w:szCs w:val="28"/>
              </w:rPr>
              <w:t xml:space="preserve">Российская Федерация, Ярославская область, </w:t>
            </w:r>
          </w:p>
          <w:p w:rsidR="002C6302"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Петровский сельский округ, Никольский сельский округ, Дмитриановский сельский округ</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76:13:000000:838</w:t>
            </w:r>
          </w:p>
        </w:tc>
      </w:tr>
      <w:tr w:rsidR="00D91137" w:rsidRPr="00224953" w:rsidTr="00B41749">
        <w:trPr>
          <w:trHeight w:val="112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254E5E">
            <w:pPr>
              <w:ind w:firstLine="0"/>
              <w:jc w:val="left"/>
              <w:rPr>
                <w:szCs w:val="28"/>
              </w:rPr>
            </w:pPr>
            <w:r w:rsidRPr="00224953">
              <w:rPr>
                <w:szCs w:val="28"/>
              </w:rPr>
              <w:t>Распределительный газопровод низкого давления в с.</w:t>
            </w:r>
            <w:r w:rsidR="00254E5E">
              <w:rPr>
                <w:szCs w:val="28"/>
              </w:rPr>
              <w:t xml:space="preserve"> </w:t>
            </w:r>
            <w:r w:rsidRPr="00224953">
              <w:rPr>
                <w:szCs w:val="28"/>
              </w:rPr>
              <w:t xml:space="preserve">Дмитриановское Ростовского </w:t>
            </w:r>
            <w:r w:rsidR="00254E5E">
              <w:rPr>
                <w:szCs w:val="28"/>
              </w:rPr>
              <w:t>муниципального района</w:t>
            </w:r>
            <w:r w:rsidRPr="00224953">
              <w:rPr>
                <w:szCs w:val="28"/>
              </w:rPr>
              <w:t xml:space="preserve"> Ярославской области</w:t>
            </w:r>
            <w:r w:rsidR="00254E5E">
              <w:rPr>
                <w:szCs w:val="28"/>
              </w:rPr>
              <w:t>, I </w:t>
            </w:r>
            <w:r w:rsidRPr="00224953">
              <w:rPr>
                <w:szCs w:val="28"/>
              </w:rPr>
              <w:t xml:space="preserve">этап – распределительный газопровод – 4213,83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254E5E" w:rsidRDefault="00D91137" w:rsidP="00D91137">
            <w:pPr>
              <w:ind w:firstLine="0"/>
              <w:jc w:val="left"/>
              <w:rPr>
                <w:szCs w:val="28"/>
              </w:rPr>
            </w:pPr>
            <w:r w:rsidRPr="00224953">
              <w:rPr>
                <w:szCs w:val="28"/>
              </w:rPr>
              <w:t xml:space="preserve">Ярославская область, </w:t>
            </w:r>
          </w:p>
          <w:p w:rsidR="00D91137" w:rsidRPr="00224953" w:rsidRDefault="00D91137" w:rsidP="00254E5E">
            <w:pPr>
              <w:ind w:firstLine="0"/>
              <w:jc w:val="left"/>
              <w:rPr>
                <w:szCs w:val="28"/>
              </w:rPr>
            </w:pPr>
            <w:r w:rsidRPr="00224953">
              <w:rPr>
                <w:szCs w:val="28"/>
              </w:rPr>
              <w:t>Ростовский район, Дмитриановский сельский округ, с.</w:t>
            </w:r>
            <w:r w:rsidR="00254E5E">
              <w:rPr>
                <w:szCs w:val="28"/>
              </w:rPr>
              <w:t> </w:t>
            </w:r>
            <w:r w:rsidRPr="00224953">
              <w:rPr>
                <w:szCs w:val="28"/>
              </w:rPr>
              <w:t>Дмитриановское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76:13:000000:852</w:t>
            </w:r>
          </w:p>
        </w:tc>
      </w:tr>
      <w:tr w:rsidR="00D91137" w:rsidRPr="00224953" w:rsidTr="00254E5E">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914</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254E5E" w:rsidRDefault="00D91137" w:rsidP="00D91137">
            <w:pPr>
              <w:ind w:firstLine="0"/>
              <w:jc w:val="left"/>
              <w:rPr>
                <w:szCs w:val="28"/>
              </w:rPr>
            </w:pPr>
            <w:r w:rsidRPr="00224953">
              <w:rPr>
                <w:szCs w:val="28"/>
              </w:rPr>
              <w:t xml:space="preserve">Ярославская область, </w:t>
            </w:r>
          </w:p>
          <w:p w:rsidR="00D91137" w:rsidRPr="00224953" w:rsidRDefault="00D91137" w:rsidP="00254E5E">
            <w:pPr>
              <w:ind w:firstLine="0"/>
              <w:jc w:val="left"/>
              <w:rPr>
                <w:szCs w:val="28"/>
              </w:rPr>
            </w:pPr>
            <w:r w:rsidRPr="00224953">
              <w:rPr>
                <w:szCs w:val="28"/>
              </w:rPr>
              <w:t xml:space="preserve">Ростовский район, </w:t>
            </w:r>
            <w:r w:rsidRPr="00224953">
              <w:rPr>
                <w:szCs w:val="28"/>
              </w:rPr>
              <w:br/>
            </w:r>
            <w:r w:rsidR="00254E5E">
              <w:rPr>
                <w:szCs w:val="28"/>
              </w:rPr>
              <w:t>рабочий поселок</w:t>
            </w:r>
            <w:r w:rsidRPr="00224953">
              <w:rPr>
                <w:szCs w:val="28"/>
              </w:rPr>
              <w:t xml:space="preserve"> Поречье-Рыбное, ул.</w:t>
            </w:r>
            <w:r w:rsidR="00254E5E">
              <w:rPr>
                <w:szCs w:val="28"/>
              </w:rPr>
              <w:t xml:space="preserve"> </w:t>
            </w:r>
            <w:r w:rsidRPr="00224953">
              <w:rPr>
                <w:szCs w:val="28"/>
              </w:rPr>
              <w:t>Ленинская, ул.</w:t>
            </w:r>
            <w:r w:rsidR="00254E5E">
              <w:rPr>
                <w:szCs w:val="28"/>
              </w:rPr>
              <w:t xml:space="preserve"> </w:t>
            </w:r>
            <w:r w:rsidRPr="00224953">
              <w:rPr>
                <w:szCs w:val="28"/>
              </w:rPr>
              <w:t>Пушкина, ул.</w:t>
            </w:r>
            <w:r w:rsidR="00254E5E">
              <w:rPr>
                <w:szCs w:val="28"/>
              </w:rPr>
              <w:t xml:space="preserve"> </w:t>
            </w:r>
            <w:r w:rsidRPr="00224953">
              <w:rPr>
                <w:szCs w:val="28"/>
              </w:rPr>
              <w:t>Молодежная, ул.</w:t>
            </w:r>
            <w:r w:rsidR="00254E5E">
              <w:rPr>
                <w:szCs w:val="28"/>
              </w:rPr>
              <w:t xml:space="preserve"> </w:t>
            </w:r>
            <w:r w:rsidRPr="00224953">
              <w:rPr>
                <w:szCs w:val="28"/>
              </w:rPr>
              <w:t>Красноармейская</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76:13:040202:1149</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254E5E">
            <w:pPr>
              <w:ind w:firstLine="0"/>
              <w:jc w:val="left"/>
              <w:rPr>
                <w:szCs w:val="28"/>
              </w:rPr>
            </w:pPr>
            <w:r w:rsidRPr="00224953">
              <w:rPr>
                <w:szCs w:val="28"/>
              </w:rPr>
              <w:t>Газопровод высоко</w:t>
            </w:r>
            <w:r w:rsidR="00254E5E">
              <w:rPr>
                <w:szCs w:val="28"/>
              </w:rPr>
              <w:t>го давления</w:t>
            </w:r>
            <w:r w:rsidRPr="00224953">
              <w:rPr>
                <w:szCs w:val="28"/>
              </w:rPr>
              <w:t xml:space="preserve"> </w:t>
            </w:r>
          </w:p>
        </w:tc>
        <w:tc>
          <w:tcPr>
            <w:tcW w:w="1819" w:type="pct"/>
            <w:tcBorders>
              <w:top w:val="nil"/>
              <w:left w:val="nil"/>
              <w:bottom w:val="single" w:sz="4" w:space="0" w:color="auto"/>
              <w:right w:val="single" w:sz="4" w:space="0" w:color="auto"/>
            </w:tcBorders>
            <w:shd w:val="clear" w:color="auto" w:fill="auto"/>
            <w:hideMark/>
          </w:tcPr>
          <w:p w:rsidR="00254E5E" w:rsidRDefault="00D91137" w:rsidP="00D91137">
            <w:pPr>
              <w:ind w:firstLine="0"/>
              <w:jc w:val="left"/>
              <w:rPr>
                <w:szCs w:val="28"/>
              </w:rPr>
            </w:pPr>
            <w:r w:rsidRPr="00224953">
              <w:rPr>
                <w:szCs w:val="28"/>
              </w:rPr>
              <w:t xml:space="preserve">Ярославская область, </w:t>
            </w:r>
          </w:p>
          <w:p w:rsidR="00254E5E"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п. Залужье</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76:13:000000:815</w:t>
            </w:r>
          </w:p>
        </w:tc>
      </w:tr>
      <w:tr w:rsidR="00D91137" w:rsidRPr="00224953" w:rsidTr="00F41344">
        <w:trPr>
          <w:trHeight w:val="15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916</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Подземный распределительный газопровод среднего давления </w:t>
            </w:r>
            <w:r w:rsidR="00254E5E">
              <w:rPr>
                <w:szCs w:val="28"/>
              </w:rPr>
              <w:br/>
            </w:r>
            <w:r w:rsidRPr="00224953">
              <w:rPr>
                <w:szCs w:val="28"/>
              </w:rPr>
              <w:t>III категории протяженностью 4492,1 п.м и подземный газопровод-ввод среднего давления III категории протяженностью 1239,0 п.м</w:t>
            </w:r>
          </w:p>
        </w:tc>
        <w:tc>
          <w:tcPr>
            <w:tcW w:w="1819" w:type="pct"/>
            <w:tcBorders>
              <w:top w:val="nil"/>
              <w:left w:val="nil"/>
              <w:bottom w:val="single" w:sz="4" w:space="0" w:color="auto"/>
              <w:right w:val="single" w:sz="4" w:space="0" w:color="auto"/>
            </w:tcBorders>
            <w:shd w:val="clear" w:color="auto" w:fill="auto"/>
            <w:hideMark/>
          </w:tcPr>
          <w:p w:rsidR="00254E5E" w:rsidRDefault="00D91137" w:rsidP="00254E5E">
            <w:pPr>
              <w:ind w:firstLine="0"/>
              <w:jc w:val="left"/>
              <w:rPr>
                <w:szCs w:val="28"/>
              </w:rPr>
            </w:pPr>
            <w:r w:rsidRPr="00224953">
              <w:rPr>
                <w:szCs w:val="28"/>
              </w:rPr>
              <w:t>Ярославская область</w:t>
            </w:r>
            <w:r w:rsidR="00254E5E">
              <w:rPr>
                <w:szCs w:val="28"/>
              </w:rPr>
              <w:t>,</w:t>
            </w:r>
          </w:p>
          <w:p w:rsidR="00254E5E" w:rsidRDefault="00D91137" w:rsidP="00254E5E">
            <w:pPr>
              <w:ind w:firstLine="0"/>
              <w:jc w:val="left"/>
              <w:rPr>
                <w:szCs w:val="28"/>
              </w:rPr>
            </w:pPr>
            <w:r w:rsidRPr="00224953">
              <w:rPr>
                <w:szCs w:val="28"/>
              </w:rPr>
              <w:t xml:space="preserve">Ростовский район, </w:t>
            </w:r>
          </w:p>
          <w:p w:rsidR="00D91137" w:rsidRPr="00224953" w:rsidRDefault="00D91137" w:rsidP="00254E5E">
            <w:pPr>
              <w:ind w:firstLine="0"/>
              <w:jc w:val="left"/>
              <w:rPr>
                <w:szCs w:val="28"/>
              </w:rPr>
            </w:pPr>
            <w:r w:rsidRPr="00224953">
              <w:rPr>
                <w:szCs w:val="28"/>
              </w:rPr>
              <w:t>с. Марково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76:13:000000:890</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917</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Ярославская область, </w:t>
            </w:r>
          </w:p>
          <w:p w:rsidR="00B1550A"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 Ростов, по ул. Некрасова – Окружная– Декабристов</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76:19:000000:1416</w:t>
            </w:r>
          </w:p>
        </w:tc>
      </w:tr>
      <w:tr w:rsidR="00D91137" w:rsidRPr="00224953" w:rsidTr="00B1550A">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918</w:t>
            </w:r>
          </w:p>
        </w:tc>
        <w:tc>
          <w:tcPr>
            <w:tcW w:w="1289" w:type="pct"/>
            <w:tcBorders>
              <w:top w:val="nil"/>
              <w:left w:val="nil"/>
              <w:bottom w:val="single" w:sz="4" w:space="0" w:color="auto"/>
              <w:right w:val="single" w:sz="4" w:space="0" w:color="auto"/>
            </w:tcBorders>
            <w:shd w:val="clear" w:color="auto" w:fill="auto"/>
            <w:hideMark/>
          </w:tcPr>
          <w:p w:rsidR="00B1550A" w:rsidRDefault="00D91137" w:rsidP="00B1550A">
            <w:pPr>
              <w:ind w:firstLine="0"/>
              <w:jc w:val="left"/>
              <w:rPr>
                <w:szCs w:val="28"/>
              </w:rPr>
            </w:pPr>
            <w:r w:rsidRPr="00224953">
              <w:rPr>
                <w:szCs w:val="28"/>
              </w:rPr>
              <w:t xml:space="preserve">Газопровод </w:t>
            </w:r>
          </w:p>
          <w:p w:rsidR="00D91137" w:rsidRPr="00224953" w:rsidRDefault="00D91137" w:rsidP="00B1550A">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Ярославская область, </w:t>
            </w:r>
          </w:p>
          <w:p w:rsidR="00B1550A" w:rsidRDefault="00D91137" w:rsidP="00D91137">
            <w:pPr>
              <w:ind w:firstLine="0"/>
              <w:jc w:val="left"/>
              <w:rPr>
                <w:szCs w:val="28"/>
              </w:rPr>
            </w:pPr>
            <w:r w:rsidRPr="00224953">
              <w:rPr>
                <w:szCs w:val="28"/>
              </w:rPr>
              <w:t xml:space="preserve">Ростовский район, </w:t>
            </w:r>
          </w:p>
          <w:p w:rsidR="00D91137" w:rsidRPr="00224953" w:rsidRDefault="00D91137" w:rsidP="00D91137">
            <w:pPr>
              <w:ind w:firstLine="0"/>
              <w:jc w:val="left"/>
              <w:rPr>
                <w:szCs w:val="28"/>
              </w:rPr>
            </w:pPr>
            <w:r w:rsidRPr="00224953">
              <w:rPr>
                <w:szCs w:val="28"/>
              </w:rPr>
              <w:t>г. Ростов, от врезки от ГГРП до задв</w:t>
            </w:r>
            <w:r w:rsidR="00B1550A">
              <w:rPr>
                <w:szCs w:val="28"/>
              </w:rPr>
              <w:t>ижки по Ярославскому шоссе, ул. </w:t>
            </w:r>
            <w:r w:rsidRPr="00224953">
              <w:rPr>
                <w:szCs w:val="28"/>
              </w:rPr>
              <w:t>Северная</w:t>
            </w:r>
            <w:r w:rsidR="00B1550A">
              <w:rPr>
                <w:szCs w:val="28"/>
              </w:rPr>
              <w:t>,</w:t>
            </w:r>
            <w:r w:rsidRPr="00224953">
              <w:rPr>
                <w:szCs w:val="28"/>
              </w:rPr>
              <w:t xml:space="preserve"> д.</w:t>
            </w:r>
            <w:r w:rsidR="00B1550A">
              <w:rPr>
                <w:szCs w:val="28"/>
              </w:rPr>
              <w:t xml:space="preserve"> </w:t>
            </w:r>
            <w:r w:rsidRPr="00224953">
              <w:rPr>
                <w:szCs w:val="28"/>
              </w:rPr>
              <w:t>17</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76:19:000000:1462</w:t>
            </w:r>
          </w:p>
        </w:tc>
      </w:tr>
      <w:tr w:rsidR="00D91137" w:rsidRPr="00224953" w:rsidTr="00B1550A">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919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1550A" w:rsidRDefault="00D91137" w:rsidP="00B1550A">
            <w:pPr>
              <w:ind w:firstLine="0"/>
              <w:jc w:val="left"/>
              <w:rPr>
                <w:szCs w:val="28"/>
              </w:rPr>
            </w:pPr>
            <w:r w:rsidRPr="00224953">
              <w:rPr>
                <w:szCs w:val="28"/>
              </w:rPr>
              <w:t xml:space="preserve">Газопровод </w:t>
            </w:r>
          </w:p>
          <w:p w:rsidR="00D91137" w:rsidRPr="00224953" w:rsidRDefault="00D91137" w:rsidP="00B1550A">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B1550A">
            <w:pPr>
              <w:ind w:firstLine="0"/>
              <w:jc w:val="left"/>
              <w:rPr>
                <w:szCs w:val="28"/>
              </w:rPr>
            </w:pPr>
            <w:r w:rsidRPr="00224953">
              <w:rPr>
                <w:szCs w:val="28"/>
              </w:rPr>
              <w:t>Я</w:t>
            </w:r>
            <w:r w:rsidR="00B1550A">
              <w:rPr>
                <w:szCs w:val="28"/>
              </w:rPr>
              <w:t>рославская область, г. </w:t>
            </w:r>
            <w:r w:rsidRPr="00224953">
              <w:rPr>
                <w:szCs w:val="28"/>
              </w:rPr>
              <w:t>Ростов, газо</w:t>
            </w:r>
            <w:r w:rsidR="00B1550A">
              <w:rPr>
                <w:szCs w:val="28"/>
              </w:rPr>
              <w:t>снабжение жилого фонда фабрики «</w:t>
            </w:r>
            <w:r w:rsidRPr="00224953">
              <w:rPr>
                <w:szCs w:val="28"/>
              </w:rPr>
              <w:t>Р</w:t>
            </w:r>
            <w:r w:rsidR="00B1550A">
              <w:rPr>
                <w:szCs w:val="28"/>
              </w:rPr>
              <w:t>ольма» («</w:t>
            </w:r>
            <w:r w:rsidRPr="00224953">
              <w:rPr>
                <w:szCs w:val="28"/>
              </w:rPr>
              <w:t>Аронап</w:t>
            </w:r>
            <w:r w:rsidR="00B1550A">
              <w:rPr>
                <w:szCs w:val="28"/>
              </w:rPr>
              <w:t>»</w:t>
            </w:r>
            <w:r w:rsidRPr="00224953">
              <w:rPr>
                <w:szCs w:val="28"/>
              </w:rPr>
              <w:t>)</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76:19:000000:1468</w:t>
            </w:r>
          </w:p>
        </w:tc>
      </w:tr>
      <w:tr w:rsidR="00D91137" w:rsidRPr="00224953" w:rsidTr="002374D0">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920</w:t>
            </w:r>
          </w:p>
        </w:tc>
        <w:tc>
          <w:tcPr>
            <w:tcW w:w="1289" w:type="pct"/>
            <w:tcBorders>
              <w:top w:val="single" w:sz="4" w:space="0" w:color="auto"/>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B1550A" w:rsidP="00B1550A">
            <w:pPr>
              <w:ind w:firstLine="0"/>
              <w:jc w:val="left"/>
              <w:rPr>
                <w:szCs w:val="28"/>
              </w:rPr>
            </w:pPr>
            <w:r>
              <w:rPr>
                <w:szCs w:val="28"/>
              </w:rPr>
              <w:t>Ярославская область, г. </w:t>
            </w:r>
            <w:r w:rsidR="00D91137" w:rsidRPr="00224953">
              <w:rPr>
                <w:szCs w:val="28"/>
              </w:rPr>
              <w:t xml:space="preserve">Ростов, к </w:t>
            </w:r>
            <w:r>
              <w:rPr>
                <w:szCs w:val="28"/>
              </w:rPr>
              <w:t>жилым домам</w:t>
            </w:r>
            <w:r w:rsidR="00D91137" w:rsidRPr="00224953">
              <w:rPr>
                <w:szCs w:val="28"/>
              </w:rPr>
              <w:t xml:space="preserve"> по ул. Северная, 2-му и </w:t>
            </w:r>
            <w:r w:rsidR="00B41749">
              <w:rPr>
                <w:szCs w:val="28"/>
              </w:rPr>
              <w:br/>
            </w:r>
            <w:r w:rsidR="00D91137" w:rsidRPr="00224953">
              <w:rPr>
                <w:szCs w:val="28"/>
              </w:rPr>
              <w:t xml:space="preserve">3-му Ярославским пер., </w:t>
            </w:r>
            <w:r w:rsidR="00B41749">
              <w:rPr>
                <w:szCs w:val="28"/>
              </w:rPr>
              <w:br/>
            </w:r>
            <w:r w:rsidR="00D91137" w:rsidRPr="00224953">
              <w:rPr>
                <w:szCs w:val="28"/>
              </w:rPr>
              <w:t>1-ой Полевой,</w:t>
            </w:r>
            <w:r>
              <w:rPr>
                <w:szCs w:val="28"/>
              </w:rPr>
              <w:t xml:space="preserve"> </w:t>
            </w:r>
            <w:r w:rsidR="00D91137" w:rsidRPr="00224953">
              <w:rPr>
                <w:szCs w:val="28"/>
              </w:rPr>
              <w:t>ул. Первомайской</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76:19:000000:1466</w:t>
            </w:r>
          </w:p>
        </w:tc>
      </w:tr>
      <w:tr w:rsidR="00D91137" w:rsidRPr="00224953" w:rsidTr="002374D0">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921</w:t>
            </w:r>
          </w:p>
        </w:tc>
        <w:tc>
          <w:tcPr>
            <w:tcW w:w="128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spacing w:after="240"/>
              <w:ind w:firstLine="0"/>
              <w:jc w:val="left"/>
              <w:rPr>
                <w:szCs w:val="28"/>
              </w:rPr>
            </w:pPr>
            <w:r w:rsidRPr="00224953">
              <w:rPr>
                <w:szCs w:val="28"/>
              </w:rPr>
              <w:t xml:space="preserve">Газопровод высокого давления </w:t>
            </w:r>
          </w:p>
        </w:tc>
        <w:tc>
          <w:tcPr>
            <w:tcW w:w="1819" w:type="pct"/>
            <w:tcBorders>
              <w:top w:val="single" w:sz="4" w:space="0" w:color="auto"/>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Российская Федерация, Ярославская область, </w:t>
            </w:r>
          </w:p>
          <w:p w:rsidR="00B1550A" w:rsidRDefault="00D91137" w:rsidP="00D91137">
            <w:pPr>
              <w:ind w:firstLine="0"/>
              <w:jc w:val="left"/>
              <w:rPr>
                <w:szCs w:val="28"/>
              </w:rPr>
            </w:pPr>
            <w:r w:rsidRPr="00224953">
              <w:rPr>
                <w:szCs w:val="28"/>
              </w:rPr>
              <w:t xml:space="preserve">Ростовский район, </w:t>
            </w:r>
          </w:p>
          <w:p w:rsidR="00D91137" w:rsidRPr="00224953" w:rsidRDefault="00D91137" w:rsidP="00B1550A">
            <w:pPr>
              <w:ind w:firstLine="0"/>
              <w:jc w:val="left"/>
              <w:rPr>
                <w:szCs w:val="28"/>
              </w:rPr>
            </w:pPr>
            <w:r w:rsidRPr="00224953">
              <w:rPr>
                <w:szCs w:val="28"/>
              </w:rPr>
              <w:t>г. Ростов</w:t>
            </w:r>
            <w:r w:rsidR="00B1550A">
              <w:rPr>
                <w:szCs w:val="28"/>
              </w:rPr>
              <w:t>,</w:t>
            </w:r>
            <w:r w:rsidRPr="00224953">
              <w:rPr>
                <w:szCs w:val="28"/>
              </w:rPr>
              <w:t xml:space="preserve"> к котельной фабрики </w:t>
            </w:r>
            <w:r w:rsidR="00B1550A">
              <w:rPr>
                <w:szCs w:val="28"/>
              </w:rPr>
              <w:t>«</w:t>
            </w:r>
            <w:r w:rsidRPr="00224953">
              <w:rPr>
                <w:szCs w:val="28"/>
              </w:rPr>
              <w:t>Рольма</w:t>
            </w:r>
            <w:r w:rsidR="00B1550A">
              <w:rPr>
                <w:szCs w:val="28"/>
              </w:rPr>
              <w:t>»</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76:19:000000:1465</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922</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spacing w:after="240"/>
              <w:ind w:firstLine="0"/>
              <w:jc w:val="left"/>
              <w:rPr>
                <w:szCs w:val="28"/>
              </w:rPr>
            </w:pPr>
            <w:r w:rsidRPr="00224953">
              <w:rPr>
                <w:szCs w:val="28"/>
              </w:rPr>
              <w:t xml:space="preserve">Газопровод высокого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1550A" w:rsidP="00B1550A">
            <w:pPr>
              <w:ind w:firstLine="0"/>
              <w:jc w:val="left"/>
              <w:rPr>
                <w:szCs w:val="28"/>
              </w:rPr>
            </w:pPr>
            <w:r>
              <w:rPr>
                <w:szCs w:val="28"/>
              </w:rPr>
              <w:t>Ярославская область, г. </w:t>
            </w:r>
            <w:r w:rsidR="00D91137" w:rsidRPr="00224953">
              <w:rPr>
                <w:szCs w:val="28"/>
              </w:rPr>
              <w:t>Ростов, газо</w:t>
            </w:r>
            <w:r>
              <w:rPr>
                <w:szCs w:val="28"/>
              </w:rPr>
              <w:t>снабжение жилого фонда фабрики «</w:t>
            </w:r>
            <w:r w:rsidR="00D91137" w:rsidRPr="00224953">
              <w:rPr>
                <w:szCs w:val="28"/>
              </w:rPr>
              <w:t>Рольма</w:t>
            </w:r>
            <w:r>
              <w:rPr>
                <w:szCs w:val="28"/>
              </w:rPr>
              <w:t>»</w:t>
            </w:r>
            <w:r w:rsidR="00D91137" w:rsidRPr="00224953">
              <w:rPr>
                <w:szCs w:val="28"/>
              </w:rPr>
              <w:t xml:space="preserve"> (</w:t>
            </w:r>
            <w:r>
              <w:rPr>
                <w:szCs w:val="28"/>
              </w:rPr>
              <w:t>«</w:t>
            </w:r>
            <w:r w:rsidR="00D91137" w:rsidRPr="00224953">
              <w:rPr>
                <w:szCs w:val="28"/>
              </w:rPr>
              <w:t>Аронап</w:t>
            </w:r>
            <w:r>
              <w:rPr>
                <w:szCs w:val="28"/>
              </w:rPr>
              <w:t>»</w:t>
            </w:r>
            <w:r w:rsidR="00D91137" w:rsidRPr="00224953">
              <w:rPr>
                <w:szCs w:val="28"/>
              </w:rPr>
              <w:t>)</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76:19:000000:1463</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923</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Распределительный газопровод низкого давления с. Деревни Ростовского муниципального района Ярославской области</w:t>
            </w:r>
          </w:p>
        </w:tc>
        <w:tc>
          <w:tcPr>
            <w:tcW w:w="181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 xml:space="preserve">Ростовский район, </w:t>
            </w:r>
            <w:r w:rsidRPr="00224953">
              <w:rPr>
                <w:szCs w:val="28"/>
              </w:rPr>
              <w:br/>
              <w:t>с. Деревни</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76:13:000000:981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924</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Газификация д.</w:t>
            </w:r>
            <w:r w:rsidR="00B1550A">
              <w:rPr>
                <w:szCs w:val="28"/>
              </w:rPr>
              <w:t> </w:t>
            </w:r>
            <w:r w:rsidRPr="00224953">
              <w:rPr>
                <w:szCs w:val="28"/>
              </w:rPr>
              <w:t>Захарово Ростовского муниципального района Ярославской области</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1550A">
            <w:pPr>
              <w:ind w:firstLine="0"/>
              <w:jc w:val="left"/>
              <w:rPr>
                <w:szCs w:val="28"/>
              </w:rPr>
            </w:pPr>
            <w:r w:rsidRPr="00224953">
              <w:rPr>
                <w:szCs w:val="28"/>
              </w:rPr>
              <w:t>152130</w:t>
            </w:r>
            <w:r w:rsidR="00B1550A">
              <w:rPr>
                <w:szCs w:val="28"/>
              </w:rPr>
              <w:t>,</w:t>
            </w:r>
            <w:r w:rsidRPr="00224953">
              <w:rPr>
                <w:szCs w:val="28"/>
              </w:rPr>
              <w:t xml:space="preserve"> Ярославская область, Ростовский</w:t>
            </w:r>
            <w:r w:rsidR="00B1550A">
              <w:rPr>
                <w:szCs w:val="28"/>
              </w:rPr>
              <w:t xml:space="preserve"> район</w:t>
            </w:r>
            <w:r w:rsidRPr="00224953">
              <w:rPr>
                <w:szCs w:val="28"/>
              </w:rPr>
              <w:t>, д</w:t>
            </w:r>
            <w:r w:rsidR="00B1550A">
              <w:rPr>
                <w:szCs w:val="28"/>
              </w:rPr>
              <w:t>.</w:t>
            </w:r>
            <w:r w:rsidRPr="00224953">
              <w:rPr>
                <w:szCs w:val="28"/>
              </w:rPr>
              <w:t xml:space="preserve"> Захарово</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76:13:040412:422</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925</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Пункт газорегуляторный шкафной ГРПШ-05-2У1</w:t>
            </w:r>
          </w:p>
        </w:tc>
        <w:tc>
          <w:tcPr>
            <w:tcW w:w="181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Ярославская область, </w:t>
            </w:r>
          </w:p>
          <w:p w:rsidR="00B1550A" w:rsidRDefault="00D91137" w:rsidP="00D91137">
            <w:pPr>
              <w:ind w:firstLine="0"/>
              <w:jc w:val="left"/>
              <w:rPr>
                <w:szCs w:val="28"/>
              </w:rPr>
            </w:pPr>
            <w:r w:rsidRPr="00224953">
              <w:rPr>
                <w:szCs w:val="28"/>
              </w:rPr>
              <w:t xml:space="preserve">Тутаевский район, </w:t>
            </w:r>
          </w:p>
          <w:p w:rsidR="00D91137" w:rsidRPr="00224953" w:rsidRDefault="00D91137" w:rsidP="00B1550A">
            <w:pPr>
              <w:ind w:firstLine="0"/>
              <w:jc w:val="left"/>
              <w:rPr>
                <w:szCs w:val="28"/>
              </w:rPr>
            </w:pPr>
            <w:r w:rsidRPr="00224953">
              <w:rPr>
                <w:szCs w:val="28"/>
              </w:rPr>
              <w:t xml:space="preserve">Фоминский </w:t>
            </w:r>
            <w:r w:rsidR="00B1550A">
              <w:rPr>
                <w:szCs w:val="28"/>
              </w:rPr>
              <w:t>сельский округ</w:t>
            </w:r>
            <w:r w:rsidRPr="00224953">
              <w:rPr>
                <w:szCs w:val="28"/>
              </w:rPr>
              <w:t xml:space="preserve">, д. Борисовское </w:t>
            </w:r>
            <w:r w:rsidR="00B1550A">
              <w:rPr>
                <w:szCs w:val="28"/>
              </w:rPr>
              <w:t>–</w:t>
            </w:r>
            <w:r w:rsidRPr="00224953">
              <w:rPr>
                <w:szCs w:val="28"/>
              </w:rPr>
              <w:t xml:space="preserve"> ул. Зеленая, д. Копнинское </w:t>
            </w:r>
            <w:r w:rsidR="00B1550A">
              <w:rPr>
                <w:szCs w:val="28"/>
              </w:rPr>
              <w:t>–</w:t>
            </w:r>
            <w:r w:rsidRPr="00224953">
              <w:rPr>
                <w:szCs w:val="28"/>
              </w:rPr>
              <w:t xml:space="preserve"> ул.</w:t>
            </w:r>
            <w:r>
              <w:rPr>
                <w:szCs w:val="28"/>
              </w:rPr>
              <w:t xml:space="preserve"> </w:t>
            </w:r>
            <w:r w:rsidRPr="00224953">
              <w:rPr>
                <w:szCs w:val="28"/>
              </w:rPr>
              <w:t>Солнечная</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76:15:020701:332</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926</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1550A" w:rsidP="00D91137">
            <w:pPr>
              <w:ind w:firstLine="0"/>
              <w:jc w:val="left"/>
              <w:rPr>
                <w:szCs w:val="28"/>
              </w:rPr>
            </w:pPr>
            <w:r>
              <w:rPr>
                <w:szCs w:val="28"/>
              </w:rPr>
              <w:t>Ярославская область, г .</w:t>
            </w:r>
            <w:r w:rsidR="00D91137" w:rsidRPr="00224953">
              <w:rPr>
                <w:szCs w:val="28"/>
              </w:rPr>
              <w:t>Тутаев</w:t>
            </w:r>
            <w:r w:rsidR="00D91137" w:rsidRPr="003C4850">
              <w:rPr>
                <w:szCs w:val="28"/>
              </w:rPr>
              <w:t>, мкр</w:t>
            </w:r>
            <w:r w:rsidR="003C4850" w:rsidRPr="003C4850">
              <w:rPr>
                <w:szCs w:val="28"/>
              </w:rPr>
              <w:t>,</w:t>
            </w:r>
            <w:r w:rsidR="00D91137" w:rsidRPr="003C4850">
              <w:rPr>
                <w:szCs w:val="28"/>
              </w:rPr>
              <w:t xml:space="preserve"> 10А, 11А</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76:21:000000:319</w:t>
            </w:r>
          </w:p>
        </w:tc>
      </w:tr>
      <w:tr w:rsidR="00D91137" w:rsidRPr="00224953" w:rsidTr="00B1550A">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B1550A" w:rsidRDefault="00D91137" w:rsidP="00B1550A">
            <w:pPr>
              <w:ind w:firstLine="0"/>
              <w:jc w:val="left"/>
              <w:rPr>
                <w:szCs w:val="28"/>
              </w:rPr>
            </w:pPr>
            <w:r w:rsidRPr="00224953">
              <w:rPr>
                <w:szCs w:val="28"/>
              </w:rPr>
              <w:t xml:space="preserve">Ярославская область, </w:t>
            </w:r>
          </w:p>
          <w:p w:rsidR="00D91137" w:rsidRPr="00224953" w:rsidRDefault="00D91137" w:rsidP="00B1550A">
            <w:pPr>
              <w:ind w:firstLine="0"/>
              <w:jc w:val="left"/>
              <w:rPr>
                <w:szCs w:val="28"/>
              </w:rPr>
            </w:pPr>
            <w:r w:rsidRPr="00224953">
              <w:rPr>
                <w:szCs w:val="28"/>
              </w:rPr>
              <w:t>Тутаевский</w:t>
            </w:r>
            <w:r w:rsidR="00B1550A">
              <w:rPr>
                <w:szCs w:val="28"/>
              </w:rPr>
              <w:t xml:space="preserve"> район</w:t>
            </w:r>
            <w:r w:rsidRPr="00224953">
              <w:rPr>
                <w:szCs w:val="28"/>
              </w:rPr>
              <w:t>, п</w:t>
            </w:r>
            <w:r w:rsidR="00B1550A">
              <w:rPr>
                <w:szCs w:val="28"/>
              </w:rPr>
              <w:t>.</w:t>
            </w:r>
            <w:r w:rsidRPr="00224953">
              <w:rPr>
                <w:szCs w:val="28"/>
              </w:rPr>
              <w:t xml:space="preserve"> Микляиха, ул</w:t>
            </w:r>
            <w:r w:rsidR="00B1550A">
              <w:rPr>
                <w:szCs w:val="28"/>
              </w:rPr>
              <w:t>. Юбилейная, д. </w:t>
            </w:r>
            <w:r w:rsidRPr="00224953">
              <w:rPr>
                <w:szCs w:val="28"/>
              </w:rPr>
              <w:t>13</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76:15:022503:137</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928</w:t>
            </w:r>
          </w:p>
        </w:tc>
        <w:tc>
          <w:tcPr>
            <w:tcW w:w="1289" w:type="pct"/>
            <w:tcBorders>
              <w:top w:val="single" w:sz="4" w:space="0" w:color="auto"/>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B1550A" w:rsidRDefault="00D91137" w:rsidP="00B1550A">
            <w:pPr>
              <w:ind w:firstLine="0"/>
              <w:jc w:val="left"/>
              <w:rPr>
                <w:szCs w:val="28"/>
              </w:rPr>
            </w:pPr>
            <w:r w:rsidRPr="00224953">
              <w:rPr>
                <w:szCs w:val="28"/>
              </w:rPr>
              <w:t xml:space="preserve">Ярославская область, </w:t>
            </w:r>
          </w:p>
          <w:p w:rsidR="00D91137" w:rsidRPr="00224953" w:rsidRDefault="00D91137" w:rsidP="00B1550A">
            <w:pPr>
              <w:ind w:firstLine="0"/>
              <w:jc w:val="left"/>
              <w:rPr>
                <w:szCs w:val="28"/>
              </w:rPr>
            </w:pPr>
            <w:r w:rsidRPr="00224953">
              <w:rPr>
                <w:szCs w:val="28"/>
              </w:rPr>
              <w:t>Тутаевский</w:t>
            </w:r>
            <w:r w:rsidR="00B1550A">
              <w:rPr>
                <w:szCs w:val="28"/>
              </w:rPr>
              <w:t xml:space="preserve"> район</w:t>
            </w:r>
            <w:r w:rsidRPr="00224953">
              <w:rPr>
                <w:szCs w:val="28"/>
              </w:rPr>
              <w:t>, п</w:t>
            </w:r>
            <w:r w:rsidR="00B1550A">
              <w:rPr>
                <w:szCs w:val="28"/>
              </w:rPr>
              <w:t>.</w:t>
            </w:r>
            <w:r w:rsidRPr="00224953">
              <w:rPr>
                <w:szCs w:val="28"/>
              </w:rPr>
              <w:t xml:space="preserve"> Микляиха, ул</w:t>
            </w:r>
            <w:r w:rsidR="00B1550A">
              <w:rPr>
                <w:szCs w:val="28"/>
              </w:rPr>
              <w:t>.</w:t>
            </w:r>
            <w:r w:rsidRPr="00224953">
              <w:rPr>
                <w:szCs w:val="28"/>
              </w:rPr>
              <w:t xml:space="preserve"> Юбилейная, д</w:t>
            </w:r>
            <w:r w:rsidR="00B1550A">
              <w:rPr>
                <w:szCs w:val="28"/>
              </w:rPr>
              <w:t>. </w:t>
            </w:r>
            <w:r w:rsidRPr="00224953">
              <w:rPr>
                <w:szCs w:val="28"/>
              </w:rPr>
              <w:t>10</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76:15:022503:133</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929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Ярославская область, </w:t>
            </w:r>
          </w:p>
          <w:p w:rsidR="00D91137" w:rsidRPr="00224953" w:rsidRDefault="00D91137" w:rsidP="00B1550A">
            <w:pPr>
              <w:ind w:firstLine="0"/>
              <w:jc w:val="left"/>
              <w:rPr>
                <w:szCs w:val="28"/>
              </w:rPr>
            </w:pPr>
            <w:r w:rsidRPr="00224953">
              <w:rPr>
                <w:szCs w:val="28"/>
              </w:rPr>
              <w:t>Тутаевский район, п. Микляиха, ул. Юбилейная, д.</w:t>
            </w:r>
            <w:r w:rsidR="00B1550A">
              <w:rPr>
                <w:szCs w:val="28"/>
              </w:rPr>
              <w:t> </w:t>
            </w:r>
            <w:r w:rsidRPr="00224953">
              <w:rPr>
                <w:szCs w:val="28"/>
              </w:rPr>
              <w:t>22,</w:t>
            </w:r>
            <w:r w:rsidR="00B1550A">
              <w:rPr>
                <w:szCs w:val="28"/>
              </w:rPr>
              <w:t xml:space="preserve"> </w:t>
            </w:r>
            <w:r w:rsidRPr="00224953">
              <w:rPr>
                <w:szCs w:val="28"/>
              </w:rPr>
              <w:t>23,</w:t>
            </w:r>
            <w:r w:rsidR="00B1550A">
              <w:rPr>
                <w:szCs w:val="28"/>
              </w:rPr>
              <w:t xml:space="preserve"> </w:t>
            </w:r>
            <w:r w:rsidRPr="00224953">
              <w:rPr>
                <w:szCs w:val="28"/>
              </w:rPr>
              <w:t>24</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76:15:022503:135</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930</w:t>
            </w:r>
          </w:p>
        </w:tc>
        <w:tc>
          <w:tcPr>
            <w:tcW w:w="1289" w:type="pct"/>
            <w:tcBorders>
              <w:top w:val="single" w:sz="4" w:space="0" w:color="auto"/>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B1550A" w:rsidP="00D91137">
            <w:pPr>
              <w:ind w:firstLine="0"/>
              <w:jc w:val="left"/>
              <w:rPr>
                <w:szCs w:val="28"/>
              </w:rPr>
            </w:pPr>
            <w:r>
              <w:rPr>
                <w:szCs w:val="28"/>
              </w:rPr>
              <w:t>Ярославская область, г. </w:t>
            </w:r>
            <w:r w:rsidR="00D91137" w:rsidRPr="00224953">
              <w:rPr>
                <w:szCs w:val="28"/>
              </w:rPr>
              <w:t>Тутаев, ул</w:t>
            </w:r>
            <w:r>
              <w:rPr>
                <w:szCs w:val="28"/>
              </w:rPr>
              <w:t>.</w:t>
            </w:r>
            <w:r w:rsidR="00D91137" w:rsidRPr="00224953">
              <w:rPr>
                <w:szCs w:val="28"/>
              </w:rPr>
              <w:t xml:space="preserve"> Комсомольская, д</w:t>
            </w:r>
            <w:r>
              <w:rPr>
                <w:szCs w:val="28"/>
              </w:rPr>
              <w:t>.</w:t>
            </w:r>
            <w:r w:rsidR="00D91137" w:rsidRPr="00224953">
              <w:rPr>
                <w:szCs w:val="28"/>
              </w:rPr>
              <w:t xml:space="preserve"> 132</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76:21:010306:498</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931</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1550A" w:rsidP="00D91137">
            <w:pPr>
              <w:ind w:firstLine="0"/>
              <w:jc w:val="left"/>
              <w:rPr>
                <w:szCs w:val="28"/>
              </w:rPr>
            </w:pPr>
            <w:r>
              <w:rPr>
                <w:szCs w:val="28"/>
              </w:rPr>
              <w:t>Ярославская область, г. </w:t>
            </w:r>
            <w:r w:rsidR="00D91137" w:rsidRPr="00224953">
              <w:rPr>
                <w:szCs w:val="28"/>
              </w:rPr>
              <w:t>Тутаев, ул</w:t>
            </w:r>
            <w:r>
              <w:rPr>
                <w:szCs w:val="28"/>
              </w:rPr>
              <w:t>.</w:t>
            </w:r>
            <w:r w:rsidR="00D91137" w:rsidRPr="00224953">
              <w:rPr>
                <w:szCs w:val="28"/>
              </w:rPr>
              <w:t xml:space="preserve"> Комсомольская, д</w:t>
            </w:r>
            <w:r>
              <w:rPr>
                <w:szCs w:val="28"/>
              </w:rPr>
              <w:t>.</w:t>
            </w:r>
            <w:r w:rsidR="00D91137" w:rsidRPr="00224953">
              <w:rPr>
                <w:szCs w:val="28"/>
              </w:rPr>
              <w:t xml:space="preserve"> 132а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76:21:010306:490</w:t>
            </w:r>
          </w:p>
        </w:tc>
      </w:tr>
      <w:tr w:rsidR="00D91137" w:rsidRPr="00224953" w:rsidTr="00F41344">
        <w:trPr>
          <w:trHeight w:val="12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932</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1550A" w:rsidP="00B1550A">
            <w:pPr>
              <w:spacing w:after="240"/>
              <w:ind w:firstLine="0"/>
              <w:jc w:val="left"/>
              <w:rPr>
                <w:szCs w:val="28"/>
              </w:rPr>
            </w:pPr>
            <w:r>
              <w:rPr>
                <w:szCs w:val="28"/>
              </w:rPr>
              <w:t>Ярославская область, г. </w:t>
            </w:r>
            <w:r w:rsidR="00D91137" w:rsidRPr="00224953">
              <w:rPr>
                <w:szCs w:val="28"/>
              </w:rPr>
              <w:t>Тутаев, ул</w:t>
            </w:r>
            <w:r>
              <w:rPr>
                <w:szCs w:val="28"/>
              </w:rPr>
              <w:t>.</w:t>
            </w:r>
            <w:r w:rsidR="00D91137" w:rsidRPr="00224953">
              <w:rPr>
                <w:szCs w:val="28"/>
              </w:rPr>
              <w:t xml:space="preserve"> Советская, д</w:t>
            </w:r>
            <w:r>
              <w:rPr>
                <w:szCs w:val="28"/>
              </w:rPr>
              <w:t>. </w:t>
            </w:r>
            <w:r w:rsidR="00D91137" w:rsidRPr="00224953">
              <w:rPr>
                <w:szCs w:val="28"/>
              </w:rPr>
              <w:t>7б корп</w:t>
            </w:r>
            <w:r>
              <w:rPr>
                <w:szCs w:val="28"/>
              </w:rPr>
              <w:t>.</w:t>
            </w:r>
            <w:r w:rsidR="00D91137" w:rsidRPr="00224953">
              <w:rPr>
                <w:szCs w:val="28"/>
              </w:rPr>
              <w:t xml:space="preserve"> 1</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76:21:010303:300</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933</w:t>
            </w:r>
          </w:p>
        </w:tc>
        <w:tc>
          <w:tcPr>
            <w:tcW w:w="1289" w:type="pct"/>
            <w:tcBorders>
              <w:top w:val="nil"/>
              <w:left w:val="nil"/>
              <w:bottom w:val="single" w:sz="4" w:space="0" w:color="auto"/>
              <w:right w:val="single" w:sz="4" w:space="0" w:color="auto"/>
            </w:tcBorders>
            <w:shd w:val="clear" w:color="auto" w:fill="auto"/>
            <w:hideMark/>
          </w:tcPr>
          <w:p w:rsidR="00B1550A" w:rsidRDefault="00D91137" w:rsidP="00B1550A">
            <w:pPr>
              <w:ind w:firstLine="0"/>
              <w:jc w:val="left"/>
              <w:rPr>
                <w:szCs w:val="28"/>
              </w:rPr>
            </w:pPr>
            <w:r w:rsidRPr="00224953">
              <w:rPr>
                <w:szCs w:val="28"/>
              </w:rPr>
              <w:t xml:space="preserve">Газопровод </w:t>
            </w:r>
          </w:p>
          <w:p w:rsidR="00D91137" w:rsidRPr="00224953" w:rsidRDefault="00B1550A" w:rsidP="00B1550A">
            <w:pPr>
              <w:ind w:firstLine="0"/>
              <w:jc w:val="left"/>
              <w:rPr>
                <w:szCs w:val="28"/>
              </w:rPr>
            </w:pPr>
            <w:r>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B1550A">
            <w:pPr>
              <w:ind w:firstLine="0"/>
              <w:jc w:val="left"/>
              <w:rPr>
                <w:szCs w:val="28"/>
              </w:rPr>
            </w:pPr>
            <w:r w:rsidRPr="00224953">
              <w:rPr>
                <w:szCs w:val="28"/>
              </w:rPr>
              <w:t>Я</w:t>
            </w:r>
            <w:r w:rsidR="00B1550A">
              <w:rPr>
                <w:szCs w:val="28"/>
              </w:rPr>
              <w:t>рославская область, г. </w:t>
            </w:r>
            <w:r w:rsidRPr="00224953">
              <w:rPr>
                <w:szCs w:val="28"/>
              </w:rPr>
              <w:t>Тутаев, ул</w:t>
            </w:r>
            <w:r w:rsidR="00B1550A">
              <w:rPr>
                <w:szCs w:val="28"/>
              </w:rPr>
              <w:t>.</w:t>
            </w:r>
            <w:r w:rsidRPr="00224953">
              <w:rPr>
                <w:szCs w:val="28"/>
              </w:rPr>
              <w:t xml:space="preserve"> Советская, д</w:t>
            </w:r>
            <w:r w:rsidR="00B1550A">
              <w:rPr>
                <w:szCs w:val="28"/>
              </w:rPr>
              <w:t>. </w:t>
            </w:r>
            <w:r w:rsidRPr="00224953">
              <w:rPr>
                <w:szCs w:val="28"/>
              </w:rPr>
              <w:t>7а</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76:21:010303:301</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934</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Ярославская область, </w:t>
            </w:r>
            <w:r w:rsidR="00B1550A">
              <w:rPr>
                <w:szCs w:val="28"/>
              </w:rPr>
              <w:br/>
            </w:r>
            <w:r w:rsidRPr="00224953">
              <w:rPr>
                <w:szCs w:val="28"/>
              </w:rPr>
              <w:t>г</w:t>
            </w:r>
            <w:r w:rsidR="00B1550A">
              <w:rPr>
                <w:szCs w:val="28"/>
              </w:rPr>
              <w:t>.</w:t>
            </w:r>
            <w:r w:rsidRPr="00224953">
              <w:rPr>
                <w:szCs w:val="28"/>
              </w:rPr>
              <w:t xml:space="preserve"> Тутаев, </w:t>
            </w:r>
            <w:r w:rsidR="00B1550A">
              <w:rPr>
                <w:szCs w:val="28"/>
              </w:rPr>
              <w:br/>
            </w:r>
            <w:r w:rsidRPr="00224953">
              <w:rPr>
                <w:szCs w:val="28"/>
              </w:rPr>
              <w:t>ул</w:t>
            </w:r>
            <w:r w:rsidR="00B1550A">
              <w:rPr>
                <w:szCs w:val="28"/>
              </w:rPr>
              <w:t>.</w:t>
            </w:r>
            <w:r w:rsidRPr="00224953">
              <w:rPr>
                <w:szCs w:val="28"/>
              </w:rPr>
              <w:t xml:space="preserve"> Пролетарская, д</w:t>
            </w:r>
            <w:r w:rsidR="00B1550A">
              <w:rPr>
                <w:szCs w:val="28"/>
              </w:rPr>
              <w:t>.</w:t>
            </w:r>
            <w:r w:rsidRPr="00224953">
              <w:rPr>
                <w:szCs w:val="28"/>
              </w:rPr>
              <w:t xml:space="preserve"> 25</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76:21:010135:146</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935</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nil"/>
              <w:left w:val="nil"/>
              <w:bottom w:val="single" w:sz="4" w:space="0" w:color="auto"/>
              <w:right w:val="single" w:sz="4" w:space="0" w:color="auto"/>
            </w:tcBorders>
            <w:shd w:val="clear" w:color="auto" w:fill="auto"/>
            <w:hideMark/>
          </w:tcPr>
          <w:p w:rsidR="00B1550A" w:rsidRDefault="00D91137" w:rsidP="00B1550A">
            <w:pPr>
              <w:ind w:firstLine="0"/>
              <w:jc w:val="left"/>
              <w:rPr>
                <w:szCs w:val="28"/>
              </w:rPr>
            </w:pPr>
            <w:r w:rsidRPr="00224953">
              <w:rPr>
                <w:szCs w:val="28"/>
              </w:rPr>
              <w:t>Ярославская область, г</w:t>
            </w:r>
            <w:r w:rsidR="00B1550A">
              <w:rPr>
                <w:szCs w:val="28"/>
              </w:rPr>
              <w:t>. </w:t>
            </w:r>
            <w:r w:rsidRPr="00224953">
              <w:rPr>
                <w:szCs w:val="28"/>
              </w:rPr>
              <w:t xml:space="preserve">Тутаев, </w:t>
            </w:r>
          </w:p>
          <w:p w:rsidR="00D91137" w:rsidRPr="00224953" w:rsidRDefault="00D91137" w:rsidP="00B1550A">
            <w:pPr>
              <w:ind w:firstLine="0"/>
              <w:jc w:val="left"/>
              <w:rPr>
                <w:szCs w:val="28"/>
              </w:rPr>
            </w:pPr>
            <w:r w:rsidRPr="00224953">
              <w:rPr>
                <w:szCs w:val="28"/>
              </w:rPr>
              <w:t>ул</w:t>
            </w:r>
            <w:r w:rsidR="00B1550A">
              <w:rPr>
                <w:szCs w:val="28"/>
              </w:rPr>
              <w:t>.</w:t>
            </w:r>
            <w:r w:rsidRPr="00224953">
              <w:rPr>
                <w:szCs w:val="28"/>
              </w:rPr>
              <w:t xml:space="preserve"> Пролетарская, д</w:t>
            </w:r>
            <w:r w:rsidR="00B1550A">
              <w:rPr>
                <w:szCs w:val="28"/>
              </w:rPr>
              <w:t>.</w:t>
            </w:r>
            <w:r w:rsidRPr="00224953">
              <w:rPr>
                <w:szCs w:val="28"/>
              </w:rPr>
              <w:t xml:space="preserve"> 6</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 xml:space="preserve">76:21:010126:146 </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936</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Ярославская область, </w:t>
            </w:r>
          </w:p>
          <w:p w:rsidR="00D91137" w:rsidRPr="00224953" w:rsidRDefault="00B1550A" w:rsidP="00D91137">
            <w:pPr>
              <w:ind w:firstLine="0"/>
              <w:jc w:val="left"/>
              <w:rPr>
                <w:szCs w:val="28"/>
              </w:rPr>
            </w:pPr>
            <w:r>
              <w:rPr>
                <w:szCs w:val="28"/>
              </w:rPr>
              <w:t>г.</w:t>
            </w:r>
            <w:r w:rsidR="00D91137" w:rsidRPr="00224953">
              <w:rPr>
                <w:szCs w:val="28"/>
              </w:rPr>
              <w:t xml:space="preserve"> Тутаев, ул</w:t>
            </w:r>
            <w:r>
              <w:rPr>
                <w:szCs w:val="28"/>
              </w:rPr>
              <w:t>.</w:t>
            </w:r>
            <w:r w:rsidR="00D91137" w:rsidRPr="00224953">
              <w:rPr>
                <w:szCs w:val="28"/>
              </w:rPr>
              <w:t xml:space="preserve"> Комсомольская, д</w:t>
            </w:r>
            <w:r>
              <w:rPr>
                <w:szCs w:val="28"/>
              </w:rPr>
              <w:t>.</w:t>
            </w:r>
            <w:r w:rsidR="00D91137" w:rsidRPr="00224953">
              <w:rPr>
                <w:szCs w:val="28"/>
              </w:rPr>
              <w:t xml:space="preserve"> 134</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76:21:010306:499</w:t>
            </w:r>
          </w:p>
        </w:tc>
      </w:tr>
      <w:tr w:rsidR="00D91137" w:rsidRPr="00224953" w:rsidTr="00F41344">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937</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1550A" w:rsidP="00D91137">
            <w:pPr>
              <w:ind w:firstLine="0"/>
              <w:jc w:val="left"/>
              <w:rPr>
                <w:szCs w:val="28"/>
              </w:rPr>
            </w:pPr>
            <w:r>
              <w:rPr>
                <w:szCs w:val="28"/>
              </w:rPr>
              <w:t>Ярославская область, г. </w:t>
            </w:r>
            <w:r w:rsidR="00D91137" w:rsidRPr="00224953">
              <w:rPr>
                <w:szCs w:val="28"/>
              </w:rPr>
              <w:t>Тутаев, ул</w:t>
            </w:r>
            <w:r>
              <w:rPr>
                <w:szCs w:val="28"/>
              </w:rPr>
              <w:t>.</w:t>
            </w:r>
            <w:r w:rsidR="00D91137" w:rsidRPr="00224953">
              <w:rPr>
                <w:szCs w:val="28"/>
              </w:rPr>
              <w:t xml:space="preserve"> Комсомольская, д.</w:t>
            </w:r>
            <w:r>
              <w:rPr>
                <w:szCs w:val="28"/>
              </w:rPr>
              <w:t xml:space="preserve"> </w:t>
            </w:r>
            <w:r w:rsidR="00D91137" w:rsidRPr="00224953">
              <w:rPr>
                <w:szCs w:val="28"/>
              </w:rPr>
              <w:t>130, д.</w:t>
            </w:r>
            <w:r>
              <w:rPr>
                <w:szCs w:val="28"/>
              </w:rPr>
              <w:t xml:space="preserve"> </w:t>
            </w:r>
            <w:r w:rsidR="00D91137" w:rsidRPr="00224953">
              <w:rPr>
                <w:szCs w:val="28"/>
              </w:rPr>
              <w:t>136</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76:21:010306:504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938</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1550A" w:rsidP="00D91137">
            <w:pPr>
              <w:ind w:firstLine="0"/>
              <w:jc w:val="left"/>
              <w:rPr>
                <w:szCs w:val="28"/>
              </w:rPr>
            </w:pPr>
            <w:r>
              <w:rPr>
                <w:szCs w:val="28"/>
              </w:rPr>
              <w:t>Ярославская область, г. </w:t>
            </w:r>
            <w:r w:rsidR="00D91137" w:rsidRPr="00224953">
              <w:rPr>
                <w:szCs w:val="28"/>
              </w:rPr>
              <w:t>Тутаев, ул</w:t>
            </w:r>
            <w:r>
              <w:rPr>
                <w:szCs w:val="28"/>
              </w:rPr>
              <w:t>.</w:t>
            </w:r>
            <w:r w:rsidR="00D91137" w:rsidRPr="00224953">
              <w:rPr>
                <w:szCs w:val="28"/>
              </w:rPr>
              <w:t xml:space="preserve"> Комсомольская, д</w:t>
            </w:r>
            <w:r>
              <w:rPr>
                <w:szCs w:val="28"/>
              </w:rPr>
              <w:t>.</w:t>
            </w:r>
            <w:r w:rsidR="00D91137" w:rsidRPr="00224953">
              <w:rPr>
                <w:szCs w:val="28"/>
              </w:rPr>
              <w:t xml:space="preserve"> 130а</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76:21:010306:496</w:t>
            </w:r>
          </w:p>
        </w:tc>
      </w:tr>
      <w:tr w:rsidR="00D91137" w:rsidRPr="00224953" w:rsidTr="001F4A6B">
        <w:trPr>
          <w:trHeight w:val="9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939</w:t>
            </w:r>
          </w:p>
        </w:tc>
        <w:tc>
          <w:tcPr>
            <w:tcW w:w="1289" w:type="pct"/>
            <w:tcBorders>
              <w:top w:val="nil"/>
              <w:left w:val="nil"/>
              <w:bottom w:val="single" w:sz="4" w:space="0" w:color="auto"/>
              <w:right w:val="single" w:sz="4" w:space="0" w:color="auto"/>
            </w:tcBorders>
            <w:shd w:val="clear" w:color="auto" w:fill="auto"/>
            <w:hideMark/>
          </w:tcPr>
          <w:p w:rsidR="00B1550A"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B1550A" w:rsidP="00D91137">
            <w:pPr>
              <w:ind w:firstLine="0"/>
              <w:jc w:val="left"/>
              <w:rPr>
                <w:szCs w:val="28"/>
              </w:rPr>
            </w:pPr>
            <w:r>
              <w:rPr>
                <w:szCs w:val="28"/>
              </w:rPr>
              <w:t>Ярославская область, г. </w:t>
            </w:r>
            <w:r w:rsidR="00D91137" w:rsidRPr="00224953">
              <w:rPr>
                <w:szCs w:val="28"/>
              </w:rPr>
              <w:t>Тутаев, ул</w:t>
            </w:r>
            <w:r w:rsidR="001F4A6B">
              <w:rPr>
                <w:szCs w:val="28"/>
              </w:rPr>
              <w:t>.</w:t>
            </w:r>
            <w:r w:rsidR="00D91137" w:rsidRPr="00224953">
              <w:rPr>
                <w:szCs w:val="28"/>
              </w:rPr>
              <w:t xml:space="preserve"> Комсомольская, д</w:t>
            </w:r>
            <w:r w:rsidR="001F4A6B">
              <w:rPr>
                <w:szCs w:val="28"/>
              </w:rPr>
              <w:t>.</w:t>
            </w:r>
            <w:r w:rsidR="00D91137" w:rsidRPr="00224953">
              <w:rPr>
                <w:szCs w:val="28"/>
              </w:rPr>
              <w:t xml:space="preserve"> 88а</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 xml:space="preserve">76:21:010303:298 </w:t>
            </w:r>
          </w:p>
        </w:tc>
      </w:tr>
      <w:tr w:rsidR="00D91137" w:rsidRPr="00224953" w:rsidTr="001F4A6B">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1F4A6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w:t>
            </w:r>
            <w:r w:rsidR="001F4A6B">
              <w:rPr>
                <w:szCs w:val="28"/>
              </w:rPr>
              <w:t>ая область, г. </w:t>
            </w:r>
            <w:r w:rsidRPr="00224953">
              <w:rPr>
                <w:szCs w:val="28"/>
              </w:rPr>
              <w:t>Тутаев, ул</w:t>
            </w:r>
            <w:r w:rsidR="001F4A6B">
              <w:rPr>
                <w:szCs w:val="28"/>
              </w:rPr>
              <w:t>.</w:t>
            </w:r>
            <w:r w:rsidRPr="00224953">
              <w:rPr>
                <w:szCs w:val="28"/>
              </w:rPr>
              <w:t xml:space="preserve"> Комсомольская, д</w:t>
            </w:r>
            <w:r w:rsidR="001F4A6B">
              <w:rPr>
                <w:szCs w:val="28"/>
              </w:rPr>
              <w:t>.</w:t>
            </w:r>
            <w:r w:rsidRPr="00224953">
              <w:rPr>
                <w:szCs w:val="28"/>
              </w:rPr>
              <w:t xml:space="preserve"> 138, д</w:t>
            </w:r>
            <w:r w:rsidR="001F4A6B">
              <w:rPr>
                <w:szCs w:val="28"/>
              </w:rPr>
              <w:t>.</w:t>
            </w:r>
            <w:r w:rsidRPr="00224953">
              <w:rPr>
                <w:szCs w:val="28"/>
              </w:rPr>
              <w:t xml:space="preserve"> 140</w:t>
            </w:r>
          </w:p>
        </w:tc>
        <w:tc>
          <w:tcPr>
            <w:tcW w:w="1440"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76:21:010306:501</w:t>
            </w:r>
          </w:p>
        </w:tc>
      </w:tr>
      <w:tr w:rsidR="00D91137" w:rsidRPr="00224953" w:rsidTr="001F4A6B">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941</w:t>
            </w:r>
          </w:p>
        </w:tc>
        <w:tc>
          <w:tcPr>
            <w:tcW w:w="1289" w:type="pct"/>
            <w:tcBorders>
              <w:top w:val="single" w:sz="4" w:space="0" w:color="auto"/>
              <w:left w:val="nil"/>
              <w:bottom w:val="single" w:sz="4" w:space="0" w:color="auto"/>
              <w:right w:val="single" w:sz="4" w:space="0" w:color="auto"/>
            </w:tcBorders>
            <w:shd w:val="clear" w:color="auto" w:fill="auto"/>
            <w:hideMark/>
          </w:tcPr>
          <w:p w:rsidR="001F4A6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1F4A6B" w:rsidP="00D91137">
            <w:pPr>
              <w:ind w:firstLine="0"/>
              <w:jc w:val="left"/>
              <w:rPr>
                <w:szCs w:val="28"/>
              </w:rPr>
            </w:pPr>
            <w:r>
              <w:rPr>
                <w:szCs w:val="28"/>
              </w:rPr>
              <w:t>Ярославская область, г. </w:t>
            </w:r>
            <w:r w:rsidR="00D91137" w:rsidRPr="00224953">
              <w:rPr>
                <w:szCs w:val="28"/>
              </w:rPr>
              <w:t>Тутаев, ул</w:t>
            </w:r>
            <w:r>
              <w:rPr>
                <w:szCs w:val="28"/>
              </w:rPr>
              <w:t>.</w:t>
            </w:r>
            <w:r w:rsidR="00D91137" w:rsidRPr="00224953">
              <w:rPr>
                <w:szCs w:val="28"/>
              </w:rPr>
              <w:t xml:space="preserve"> Дементьева, д</w:t>
            </w:r>
            <w:r>
              <w:rPr>
                <w:szCs w:val="28"/>
              </w:rPr>
              <w:t>.</w:t>
            </w:r>
            <w:r w:rsidR="00D91137" w:rsidRPr="00224953">
              <w:rPr>
                <w:szCs w:val="28"/>
              </w:rPr>
              <w:t xml:space="preserve"> 6</w:t>
            </w:r>
          </w:p>
        </w:tc>
        <w:tc>
          <w:tcPr>
            <w:tcW w:w="1440" w:type="pct"/>
            <w:tcBorders>
              <w:top w:val="single" w:sz="4" w:space="0" w:color="auto"/>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76:21:010301:88</w:t>
            </w:r>
          </w:p>
        </w:tc>
      </w:tr>
      <w:tr w:rsidR="00D91137" w:rsidRPr="00224953" w:rsidTr="00B41749">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942</w:t>
            </w:r>
          </w:p>
        </w:tc>
        <w:tc>
          <w:tcPr>
            <w:tcW w:w="1289" w:type="pct"/>
            <w:tcBorders>
              <w:top w:val="nil"/>
              <w:left w:val="nil"/>
              <w:bottom w:val="single" w:sz="4" w:space="0" w:color="auto"/>
              <w:right w:val="single" w:sz="4" w:space="0" w:color="auto"/>
            </w:tcBorders>
            <w:shd w:val="clear" w:color="auto" w:fill="auto"/>
            <w:hideMark/>
          </w:tcPr>
          <w:p w:rsidR="001F4A6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D91137" w:rsidRPr="00224953" w:rsidRDefault="00D91137" w:rsidP="001F4A6B">
            <w:pPr>
              <w:ind w:firstLine="0"/>
              <w:jc w:val="left"/>
              <w:rPr>
                <w:szCs w:val="28"/>
              </w:rPr>
            </w:pPr>
            <w:r w:rsidRPr="00224953">
              <w:rPr>
                <w:szCs w:val="28"/>
              </w:rPr>
              <w:t>Ярославская область, г</w:t>
            </w:r>
            <w:r w:rsidR="001F4A6B">
              <w:rPr>
                <w:szCs w:val="28"/>
              </w:rPr>
              <w:t>. </w:t>
            </w:r>
            <w:r w:rsidRPr="00224953">
              <w:rPr>
                <w:szCs w:val="28"/>
              </w:rPr>
              <w:t>Тутаев, ул</w:t>
            </w:r>
            <w:r w:rsidR="001F4A6B">
              <w:rPr>
                <w:szCs w:val="28"/>
              </w:rPr>
              <w:t>.</w:t>
            </w:r>
            <w:r w:rsidRPr="00224953">
              <w:rPr>
                <w:szCs w:val="28"/>
              </w:rPr>
              <w:t xml:space="preserve"> Дементьева, д</w:t>
            </w:r>
            <w:r w:rsidR="001F4A6B">
              <w:rPr>
                <w:szCs w:val="28"/>
              </w:rPr>
              <w:t>.</w:t>
            </w:r>
            <w:r w:rsidRPr="00224953">
              <w:rPr>
                <w:szCs w:val="28"/>
              </w:rPr>
              <w:t xml:space="preserve"> 8</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 xml:space="preserve">76:21:010301:87 </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1F4A6B" w:rsidRDefault="00D91137" w:rsidP="001F4A6B">
            <w:pPr>
              <w:ind w:firstLine="0"/>
              <w:jc w:val="left"/>
              <w:rPr>
                <w:szCs w:val="28"/>
              </w:rPr>
            </w:pPr>
            <w:r w:rsidRPr="00224953">
              <w:rPr>
                <w:szCs w:val="28"/>
              </w:rPr>
              <w:t xml:space="preserve">Газопровод </w:t>
            </w:r>
          </w:p>
          <w:p w:rsidR="00D91137" w:rsidRPr="00224953" w:rsidRDefault="001F4A6B" w:rsidP="001F4A6B">
            <w:pPr>
              <w:ind w:firstLine="0"/>
              <w:jc w:val="left"/>
              <w:rPr>
                <w:szCs w:val="28"/>
              </w:rPr>
            </w:pPr>
            <w:r>
              <w:rPr>
                <w:szCs w:val="28"/>
              </w:rPr>
              <w:t>низкого давления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w:t>
            </w:r>
            <w:r w:rsidR="001F4A6B">
              <w:rPr>
                <w:szCs w:val="28"/>
              </w:rPr>
              <w:t>рославская область, г. </w:t>
            </w:r>
            <w:r w:rsidRPr="00224953">
              <w:rPr>
                <w:szCs w:val="28"/>
              </w:rPr>
              <w:t>Тутаев, ул</w:t>
            </w:r>
            <w:r w:rsidR="001F4A6B">
              <w:rPr>
                <w:szCs w:val="28"/>
              </w:rPr>
              <w:t>.</w:t>
            </w:r>
            <w:r w:rsidRPr="00224953">
              <w:rPr>
                <w:szCs w:val="28"/>
              </w:rPr>
              <w:t xml:space="preserve"> Моторостроителей, д</w:t>
            </w:r>
            <w:r w:rsidR="001F4A6B">
              <w:rPr>
                <w:szCs w:val="28"/>
              </w:rPr>
              <w:t>.</w:t>
            </w:r>
            <w:r w:rsidRPr="00224953">
              <w:rPr>
                <w:szCs w:val="28"/>
              </w:rPr>
              <w:t xml:space="preserve"> 69В</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 xml:space="preserve">76:21:010305:4332 </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944</w:t>
            </w:r>
          </w:p>
        </w:tc>
        <w:tc>
          <w:tcPr>
            <w:tcW w:w="1289" w:type="pct"/>
            <w:tcBorders>
              <w:top w:val="single" w:sz="4" w:space="0" w:color="auto"/>
              <w:left w:val="nil"/>
              <w:bottom w:val="single" w:sz="4" w:space="0" w:color="auto"/>
              <w:right w:val="single" w:sz="4" w:space="0" w:color="auto"/>
            </w:tcBorders>
            <w:shd w:val="clear" w:color="auto" w:fill="auto"/>
            <w:hideMark/>
          </w:tcPr>
          <w:p w:rsidR="001F4A6B" w:rsidRDefault="00D91137" w:rsidP="001F4A6B">
            <w:pPr>
              <w:ind w:firstLine="0"/>
              <w:jc w:val="left"/>
              <w:rPr>
                <w:szCs w:val="28"/>
              </w:rPr>
            </w:pPr>
            <w:r w:rsidRPr="00224953">
              <w:rPr>
                <w:szCs w:val="28"/>
              </w:rPr>
              <w:t xml:space="preserve">Газопровод </w:t>
            </w:r>
            <w:r w:rsidR="001F4A6B" w:rsidRPr="001F4A6B">
              <w:rPr>
                <w:szCs w:val="28"/>
              </w:rPr>
              <w:t xml:space="preserve"> </w:t>
            </w:r>
          </w:p>
          <w:p w:rsidR="00D91137" w:rsidRPr="00224953" w:rsidRDefault="001F4A6B" w:rsidP="001F4A6B">
            <w:pPr>
              <w:ind w:firstLine="0"/>
              <w:jc w:val="left"/>
              <w:rPr>
                <w:szCs w:val="28"/>
              </w:rPr>
            </w:pPr>
            <w:r w:rsidRPr="001F4A6B">
              <w:rPr>
                <w:szCs w:val="28"/>
              </w:rPr>
              <w:t>низкого давления</w:t>
            </w:r>
          </w:p>
        </w:tc>
        <w:tc>
          <w:tcPr>
            <w:tcW w:w="1819"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w:t>
            </w:r>
            <w:r w:rsidR="001F4A6B">
              <w:rPr>
                <w:szCs w:val="28"/>
              </w:rPr>
              <w:t>рославская область, г. </w:t>
            </w:r>
            <w:r w:rsidRPr="00224953">
              <w:rPr>
                <w:szCs w:val="28"/>
              </w:rPr>
              <w:t>Тутаев, ул</w:t>
            </w:r>
            <w:r w:rsidR="001F4A6B">
              <w:rPr>
                <w:szCs w:val="28"/>
              </w:rPr>
              <w:t>.</w:t>
            </w:r>
            <w:r w:rsidRPr="00224953">
              <w:rPr>
                <w:szCs w:val="28"/>
              </w:rPr>
              <w:t xml:space="preserve"> Моторостроителей, д</w:t>
            </w:r>
            <w:r w:rsidR="001F4A6B">
              <w:rPr>
                <w:szCs w:val="28"/>
              </w:rPr>
              <w:t>.</w:t>
            </w:r>
            <w:r w:rsidRPr="00224953">
              <w:rPr>
                <w:szCs w:val="28"/>
              </w:rPr>
              <w:t xml:space="preserve"> 69Б</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 xml:space="preserve">76:21:010305:4334 </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945</w:t>
            </w:r>
          </w:p>
        </w:tc>
        <w:tc>
          <w:tcPr>
            <w:tcW w:w="1289" w:type="pct"/>
            <w:tcBorders>
              <w:top w:val="nil"/>
              <w:left w:val="nil"/>
              <w:bottom w:val="single" w:sz="4" w:space="0" w:color="auto"/>
              <w:right w:val="single" w:sz="4" w:space="0" w:color="auto"/>
            </w:tcBorders>
            <w:shd w:val="clear" w:color="auto" w:fill="auto"/>
            <w:hideMark/>
          </w:tcPr>
          <w:p w:rsidR="001F4A6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1F4A6B" w:rsidRDefault="00D91137" w:rsidP="00D91137">
            <w:pPr>
              <w:ind w:firstLine="0"/>
              <w:jc w:val="left"/>
              <w:rPr>
                <w:szCs w:val="28"/>
              </w:rPr>
            </w:pPr>
            <w:r w:rsidRPr="00224953">
              <w:rPr>
                <w:szCs w:val="28"/>
              </w:rPr>
              <w:t xml:space="preserve">Ярославская область, </w:t>
            </w:r>
          </w:p>
          <w:p w:rsidR="00D91137" w:rsidRPr="00224953" w:rsidRDefault="00D91137" w:rsidP="001F4A6B">
            <w:pPr>
              <w:ind w:firstLine="0"/>
              <w:jc w:val="left"/>
              <w:rPr>
                <w:szCs w:val="28"/>
              </w:rPr>
            </w:pPr>
            <w:r w:rsidRPr="00224953">
              <w:rPr>
                <w:szCs w:val="28"/>
              </w:rPr>
              <w:t>Тутаевский район, п. Микляиха, ул. Юбилейная, д.</w:t>
            </w:r>
            <w:r w:rsidR="001F4A6B">
              <w:rPr>
                <w:szCs w:val="28"/>
              </w:rPr>
              <w:t> </w:t>
            </w:r>
            <w:r w:rsidRPr="00224953">
              <w:rPr>
                <w:szCs w:val="28"/>
              </w:rPr>
              <w:t>25</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76:15:022503:134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946</w:t>
            </w:r>
          </w:p>
        </w:tc>
        <w:tc>
          <w:tcPr>
            <w:tcW w:w="1289" w:type="pct"/>
            <w:tcBorders>
              <w:top w:val="nil"/>
              <w:left w:val="nil"/>
              <w:bottom w:val="single" w:sz="4" w:space="0" w:color="auto"/>
              <w:right w:val="single" w:sz="4" w:space="0" w:color="auto"/>
            </w:tcBorders>
            <w:shd w:val="clear" w:color="auto" w:fill="auto"/>
            <w:hideMark/>
          </w:tcPr>
          <w:p w:rsidR="001F4A6B"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1F4A6B" w:rsidRDefault="00D91137" w:rsidP="00D91137">
            <w:pPr>
              <w:ind w:firstLine="0"/>
              <w:jc w:val="left"/>
              <w:rPr>
                <w:szCs w:val="28"/>
              </w:rPr>
            </w:pPr>
            <w:r w:rsidRPr="00224953">
              <w:rPr>
                <w:szCs w:val="28"/>
              </w:rPr>
              <w:t xml:space="preserve">Ярославская область, </w:t>
            </w:r>
          </w:p>
          <w:p w:rsidR="00D91137" w:rsidRPr="00224953" w:rsidRDefault="001F4A6B" w:rsidP="001F4A6B">
            <w:pPr>
              <w:ind w:firstLine="0"/>
              <w:jc w:val="left"/>
              <w:rPr>
                <w:szCs w:val="28"/>
              </w:rPr>
            </w:pPr>
            <w:r>
              <w:rPr>
                <w:szCs w:val="28"/>
              </w:rPr>
              <w:t>г.</w:t>
            </w:r>
            <w:r w:rsidR="00D91137" w:rsidRPr="00224953">
              <w:rPr>
                <w:szCs w:val="28"/>
              </w:rPr>
              <w:t xml:space="preserve"> Тутаев, проспект </w:t>
            </w:r>
            <w:r>
              <w:rPr>
                <w:szCs w:val="28"/>
              </w:rPr>
              <w:br/>
              <w:t>50-летия Победы, д.</w:t>
            </w:r>
            <w:r w:rsidR="00D91137" w:rsidRPr="00224953">
              <w:rPr>
                <w:szCs w:val="28"/>
              </w:rPr>
              <w:t xml:space="preserve"> 30</w:t>
            </w:r>
          </w:p>
        </w:tc>
        <w:tc>
          <w:tcPr>
            <w:tcW w:w="1440" w:type="pct"/>
            <w:tcBorders>
              <w:top w:val="nil"/>
              <w:left w:val="nil"/>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76:21:010305:4254</w:t>
            </w:r>
          </w:p>
        </w:tc>
      </w:tr>
      <w:tr w:rsidR="00D91137" w:rsidRPr="00224953" w:rsidTr="00F41344">
        <w:trPr>
          <w:trHeight w:val="15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947</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ГРПН </w:t>
            </w:r>
          </w:p>
        </w:tc>
        <w:tc>
          <w:tcPr>
            <w:tcW w:w="1819" w:type="pct"/>
            <w:tcBorders>
              <w:top w:val="nil"/>
              <w:left w:val="nil"/>
              <w:bottom w:val="single" w:sz="4" w:space="0" w:color="auto"/>
              <w:right w:val="single" w:sz="4" w:space="0" w:color="auto"/>
            </w:tcBorders>
            <w:shd w:val="clear" w:color="auto" w:fill="auto"/>
            <w:hideMark/>
          </w:tcPr>
          <w:p w:rsidR="001F4A6B" w:rsidRDefault="00D91137" w:rsidP="00D91137">
            <w:pPr>
              <w:ind w:firstLine="0"/>
              <w:jc w:val="left"/>
              <w:rPr>
                <w:szCs w:val="28"/>
              </w:rPr>
            </w:pPr>
            <w:r w:rsidRPr="00224953">
              <w:rPr>
                <w:szCs w:val="28"/>
              </w:rPr>
              <w:t>Ярославская обл</w:t>
            </w:r>
            <w:r w:rsidR="001F4A6B">
              <w:rPr>
                <w:szCs w:val="28"/>
              </w:rPr>
              <w:t>асть</w:t>
            </w:r>
            <w:r w:rsidRPr="00224953">
              <w:rPr>
                <w:szCs w:val="28"/>
              </w:rPr>
              <w:t xml:space="preserve">, </w:t>
            </w:r>
          </w:p>
          <w:p w:rsidR="00D91137" w:rsidRPr="00224953" w:rsidRDefault="001F4A6B" w:rsidP="001F4A6B">
            <w:pPr>
              <w:ind w:firstLine="0"/>
              <w:jc w:val="left"/>
              <w:rPr>
                <w:szCs w:val="28"/>
              </w:rPr>
            </w:pPr>
            <w:r>
              <w:rPr>
                <w:szCs w:val="28"/>
              </w:rPr>
              <w:t>Тутаевский райо</w:t>
            </w:r>
            <w:r w:rsidR="00D91137" w:rsidRPr="00224953">
              <w:rPr>
                <w:szCs w:val="28"/>
              </w:rPr>
              <w:t xml:space="preserve">н, </w:t>
            </w:r>
            <w:r>
              <w:rPr>
                <w:szCs w:val="28"/>
              </w:rPr>
              <w:br/>
            </w:r>
            <w:r w:rsidR="00D91137" w:rsidRPr="00224953">
              <w:rPr>
                <w:szCs w:val="28"/>
              </w:rPr>
              <w:t>г</w:t>
            </w:r>
            <w:r>
              <w:rPr>
                <w:szCs w:val="28"/>
              </w:rPr>
              <w:t>.</w:t>
            </w:r>
            <w:r w:rsidR="00D91137" w:rsidRPr="00224953">
              <w:rPr>
                <w:szCs w:val="28"/>
              </w:rPr>
              <w:t xml:space="preserve"> Тутаев, обвязка</w:t>
            </w:r>
            <w:r>
              <w:rPr>
                <w:szCs w:val="28"/>
              </w:rPr>
              <w:t xml:space="preserve"> и установка ГРПН-1000 (</w:t>
            </w:r>
            <w:r w:rsidR="00D91137" w:rsidRPr="00224953">
              <w:rPr>
                <w:szCs w:val="28"/>
              </w:rPr>
              <w:t>3 шт</w:t>
            </w:r>
            <w:r>
              <w:rPr>
                <w:szCs w:val="28"/>
              </w:rPr>
              <w:t>.</w:t>
            </w:r>
            <w:r w:rsidR="00D91137" w:rsidRPr="00224953">
              <w:rPr>
                <w:szCs w:val="28"/>
              </w:rPr>
              <w:t>)</w:t>
            </w:r>
            <w:r>
              <w:rPr>
                <w:szCs w:val="28"/>
              </w:rPr>
              <w:t>,</w:t>
            </w:r>
            <w:r w:rsidR="00D91137" w:rsidRPr="00224953">
              <w:rPr>
                <w:szCs w:val="28"/>
              </w:rPr>
              <w:t xml:space="preserve"> ул. Гражданская </w:t>
            </w:r>
            <w:r>
              <w:rPr>
                <w:szCs w:val="28"/>
              </w:rPr>
              <w:t>–</w:t>
            </w:r>
            <w:r w:rsidR="00D91137" w:rsidRPr="00224953">
              <w:rPr>
                <w:szCs w:val="28"/>
              </w:rPr>
              <w:t xml:space="preserve"> ул.</w:t>
            </w:r>
            <w:r>
              <w:rPr>
                <w:szCs w:val="28"/>
              </w:rPr>
              <w:t> </w:t>
            </w:r>
            <w:r w:rsidR="00D91137" w:rsidRPr="00224953">
              <w:rPr>
                <w:szCs w:val="28"/>
              </w:rPr>
              <w:t xml:space="preserve">Ушакова, ул. Казанская </w:t>
            </w:r>
            <w:r>
              <w:rPr>
                <w:szCs w:val="28"/>
              </w:rPr>
              <w:t>–</w:t>
            </w:r>
            <w:r w:rsidR="00D91137" w:rsidRPr="00224953">
              <w:rPr>
                <w:szCs w:val="28"/>
              </w:rPr>
              <w:t xml:space="preserve"> ул.Ленина, ул.</w:t>
            </w:r>
            <w:r>
              <w:rPr>
                <w:szCs w:val="28"/>
              </w:rPr>
              <w:t xml:space="preserve"> </w:t>
            </w:r>
            <w:r w:rsidR="00D91137" w:rsidRPr="00224953">
              <w:rPr>
                <w:szCs w:val="28"/>
              </w:rPr>
              <w:t>Архангельская – ул. Ленина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76:21:000000:1122</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948</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A84F3F" w:rsidP="00A84F3F">
            <w:pPr>
              <w:ind w:firstLine="0"/>
              <w:jc w:val="left"/>
              <w:rPr>
                <w:szCs w:val="28"/>
              </w:rPr>
            </w:pPr>
            <w:r>
              <w:rPr>
                <w:szCs w:val="28"/>
              </w:rPr>
              <w:t>Газопровод высокого давления г. </w:t>
            </w:r>
            <w:r w:rsidR="00D91137" w:rsidRPr="00224953">
              <w:rPr>
                <w:szCs w:val="28"/>
              </w:rPr>
              <w:t xml:space="preserve">Тутаев, ул. Ленина </w:t>
            </w:r>
            <w:r>
              <w:rPr>
                <w:szCs w:val="28"/>
              </w:rPr>
              <w:t>–</w:t>
            </w:r>
            <w:r w:rsidR="00D91137" w:rsidRPr="00224953">
              <w:rPr>
                <w:szCs w:val="28"/>
              </w:rPr>
              <w:t xml:space="preserve"> отключающие устройства</w:t>
            </w:r>
          </w:p>
        </w:tc>
        <w:tc>
          <w:tcPr>
            <w:tcW w:w="1819" w:type="pct"/>
            <w:tcBorders>
              <w:top w:val="nil"/>
              <w:left w:val="nil"/>
              <w:bottom w:val="single" w:sz="4" w:space="0" w:color="auto"/>
              <w:right w:val="single" w:sz="4" w:space="0" w:color="auto"/>
            </w:tcBorders>
            <w:shd w:val="clear" w:color="auto" w:fill="auto"/>
            <w:hideMark/>
          </w:tcPr>
          <w:p w:rsidR="00A84F3F" w:rsidRDefault="00D91137" w:rsidP="00A84F3F">
            <w:pPr>
              <w:ind w:firstLine="0"/>
              <w:jc w:val="left"/>
              <w:rPr>
                <w:szCs w:val="28"/>
              </w:rPr>
            </w:pPr>
            <w:r w:rsidRPr="00224953">
              <w:rPr>
                <w:szCs w:val="28"/>
              </w:rPr>
              <w:t xml:space="preserve">Ярославская область, </w:t>
            </w:r>
          </w:p>
          <w:p w:rsidR="00A84F3F" w:rsidRDefault="00D91137" w:rsidP="00A84F3F">
            <w:pPr>
              <w:ind w:firstLine="0"/>
              <w:jc w:val="left"/>
              <w:rPr>
                <w:szCs w:val="28"/>
              </w:rPr>
            </w:pPr>
            <w:r w:rsidRPr="00224953">
              <w:rPr>
                <w:szCs w:val="28"/>
              </w:rPr>
              <w:t>Тутаевский</w:t>
            </w:r>
            <w:r w:rsidR="00A84F3F">
              <w:rPr>
                <w:szCs w:val="28"/>
              </w:rPr>
              <w:t xml:space="preserve"> район</w:t>
            </w:r>
            <w:r w:rsidRPr="00224953">
              <w:rPr>
                <w:szCs w:val="28"/>
              </w:rPr>
              <w:t xml:space="preserve">, </w:t>
            </w:r>
          </w:p>
          <w:p w:rsidR="00D91137" w:rsidRPr="00224953" w:rsidRDefault="00D91137" w:rsidP="00A84F3F">
            <w:pPr>
              <w:ind w:firstLine="0"/>
              <w:jc w:val="left"/>
              <w:rPr>
                <w:szCs w:val="28"/>
              </w:rPr>
            </w:pPr>
            <w:r w:rsidRPr="00224953">
              <w:rPr>
                <w:szCs w:val="28"/>
              </w:rPr>
              <w:t>г</w:t>
            </w:r>
            <w:r w:rsidR="00A84F3F">
              <w:rPr>
                <w:szCs w:val="28"/>
              </w:rPr>
              <w:t>.</w:t>
            </w:r>
            <w:r w:rsidRPr="00224953">
              <w:rPr>
                <w:szCs w:val="28"/>
              </w:rPr>
              <w:t xml:space="preserve"> Тутаев, ул</w:t>
            </w:r>
            <w:r w:rsidR="00A84F3F">
              <w:rPr>
                <w:szCs w:val="28"/>
              </w:rPr>
              <w:t>.</w:t>
            </w:r>
            <w:r w:rsidRPr="00224953">
              <w:rPr>
                <w:szCs w:val="28"/>
              </w:rPr>
              <w:t xml:space="preserve"> Ленина</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76:21:020208:384</w:t>
            </w:r>
          </w:p>
        </w:tc>
      </w:tr>
      <w:tr w:rsidR="00D91137" w:rsidRPr="00224953" w:rsidTr="00F41344">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949</w:t>
            </w:r>
          </w:p>
        </w:tc>
        <w:tc>
          <w:tcPr>
            <w:tcW w:w="1289"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Газопровод высокого давления</w:t>
            </w:r>
          </w:p>
        </w:tc>
        <w:tc>
          <w:tcPr>
            <w:tcW w:w="1819" w:type="pct"/>
            <w:tcBorders>
              <w:top w:val="nil"/>
              <w:left w:val="nil"/>
              <w:bottom w:val="single" w:sz="4" w:space="0" w:color="auto"/>
              <w:right w:val="single" w:sz="4" w:space="0" w:color="auto"/>
            </w:tcBorders>
            <w:shd w:val="clear" w:color="auto" w:fill="auto"/>
            <w:hideMark/>
          </w:tcPr>
          <w:p w:rsidR="00A84F3F" w:rsidRDefault="00D91137" w:rsidP="00D91137">
            <w:pPr>
              <w:ind w:firstLine="0"/>
              <w:jc w:val="left"/>
              <w:rPr>
                <w:szCs w:val="28"/>
              </w:rPr>
            </w:pPr>
            <w:r w:rsidRPr="00224953">
              <w:rPr>
                <w:szCs w:val="28"/>
              </w:rPr>
              <w:t>Ярославская обл</w:t>
            </w:r>
            <w:r w:rsidR="00A84F3F">
              <w:rPr>
                <w:szCs w:val="28"/>
              </w:rPr>
              <w:t>асть</w:t>
            </w:r>
            <w:r w:rsidRPr="00224953">
              <w:rPr>
                <w:szCs w:val="28"/>
              </w:rPr>
              <w:t xml:space="preserve">, </w:t>
            </w:r>
          </w:p>
          <w:p w:rsidR="00D91137" w:rsidRPr="00224953" w:rsidRDefault="00A84F3F" w:rsidP="00A84F3F">
            <w:pPr>
              <w:ind w:firstLine="0"/>
              <w:jc w:val="left"/>
              <w:rPr>
                <w:szCs w:val="28"/>
              </w:rPr>
            </w:pPr>
            <w:r>
              <w:rPr>
                <w:szCs w:val="28"/>
              </w:rPr>
              <w:t>Тутаевский райо</w:t>
            </w:r>
            <w:r w:rsidR="00D91137" w:rsidRPr="00224953">
              <w:rPr>
                <w:szCs w:val="28"/>
              </w:rPr>
              <w:t xml:space="preserve">н, </w:t>
            </w:r>
            <w:r>
              <w:rPr>
                <w:szCs w:val="28"/>
              </w:rPr>
              <w:br/>
            </w:r>
            <w:r w:rsidR="00D91137" w:rsidRPr="00224953">
              <w:rPr>
                <w:szCs w:val="28"/>
              </w:rPr>
              <w:t>г.</w:t>
            </w:r>
            <w:r>
              <w:rPr>
                <w:szCs w:val="28"/>
              </w:rPr>
              <w:t xml:space="preserve"> </w:t>
            </w:r>
            <w:r w:rsidR="00D91137" w:rsidRPr="00224953">
              <w:rPr>
                <w:szCs w:val="28"/>
              </w:rPr>
              <w:t xml:space="preserve">Тутаев, ул. Осипенко </w:t>
            </w:r>
            <w:r>
              <w:rPr>
                <w:szCs w:val="28"/>
              </w:rPr>
              <w:t>–</w:t>
            </w:r>
            <w:r w:rsidR="00D91137" w:rsidRPr="00224953">
              <w:rPr>
                <w:szCs w:val="28"/>
              </w:rPr>
              <w:t xml:space="preserve"> установка 2-х КШ-200 </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76:21:020201:453</w:t>
            </w:r>
          </w:p>
        </w:tc>
      </w:tr>
      <w:tr w:rsidR="00D91137" w:rsidRPr="00224953" w:rsidTr="000357F8">
        <w:trPr>
          <w:trHeight w:val="600"/>
        </w:trPr>
        <w:tc>
          <w:tcPr>
            <w:tcW w:w="452" w:type="pct"/>
            <w:tcBorders>
              <w:top w:val="nil"/>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950</w:t>
            </w:r>
          </w:p>
        </w:tc>
        <w:tc>
          <w:tcPr>
            <w:tcW w:w="1289" w:type="pct"/>
            <w:tcBorders>
              <w:top w:val="nil"/>
              <w:left w:val="nil"/>
              <w:bottom w:val="single" w:sz="4" w:space="0" w:color="auto"/>
              <w:right w:val="single" w:sz="4" w:space="0" w:color="auto"/>
            </w:tcBorders>
            <w:shd w:val="clear" w:color="auto" w:fill="auto"/>
            <w:hideMark/>
          </w:tcPr>
          <w:p w:rsidR="00A84F3F"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p>
        </w:tc>
        <w:tc>
          <w:tcPr>
            <w:tcW w:w="1819" w:type="pct"/>
            <w:tcBorders>
              <w:top w:val="nil"/>
              <w:left w:val="nil"/>
              <w:bottom w:val="single" w:sz="4" w:space="0" w:color="auto"/>
              <w:right w:val="single" w:sz="4" w:space="0" w:color="auto"/>
            </w:tcBorders>
            <w:shd w:val="clear" w:color="auto" w:fill="auto"/>
            <w:hideMark/>
          </w:tcPr>
          <w:p w:rsidR="00A84F3F" w:rsidRDefault="00D91137" w:rsidP="00D91137">
            <w:pPr>
              <w:ind w:firstLine="0"/>
              <w:jc w:val="left"/>
              <w:rPr>
                <w:szCs w:val="28"/>
              </w:rPr>
            </w:pPr>
            <w:r w:rsidRPr="00224953">
              <w:rPr>
                <w:szCs w:val="28"/>
              </w:rPr>
              <w:t>Ярославская обл</w:t>
            </w:r>
            <w:r w:rsidR="00A84F3F">
              <w:rPr>
                <w:szCs w:val="28"/>
              </w:rPr>
              <w:t>асть</w:t>
            </w:r>
            <w:r w:rsidRPr="00224953">
              <w:rPr>
                <w:szCs w:val="28"/>
              </w:rPr>
              <w:t xml:space="preserve">, </w:t>
            </w:r>
          </w:p>
          <w:p w:rsidR="00D91137" w:rsidRPr="00224953" w:rsidRDefault="00D91137" w:rsidP="00A84F3F">
            <w:pPr>
              <w:ind w:firstLine="0"/>
              <w:jc w:val="left"/>
              <w:rPr>
                <w:szCs w:val="28"/>
              </w:rPr>
            </w:pPr>
            <w:r w:rsidRPr="00224953">
              <w:rPr>
                <w:szCs w:val="28"/>
              </w:rPr>
              <w:t>Тутаевский р</w:t>
            </w:r>
            <w:r w:rsidR="00A84F3F">
              <w:rPr>
                <w:szCs w:val="28"/>
              </w:rPr>
              <w:t>айон</w:t>
            </w:r>
            <w:r w:rsidRPr="00224953">
              <w:rPr>
                <w:szCs w:val="28"/>
              </w:rPr>
              <w:t xml:space="preserve">, </w:t>
            </w:r>
            <w:r w:rsidR="00A84F3F">
              <w:rPr>
                <w:szCs w:val="28"/>
              </w:rPr>
              <w:br/>
            </w:r>
            <w:r w:rsidRPr="00224953">
              <w:rPr>
                <w:szCs w:val="28"/>
              </w:rPr>
              <w:t>г</w:t>
            </w:r>
            <w:r w:rsidR="00A84F3F">
              <w:rPr>
                <w:szCs w:val="28"/>
              </w:rPr>
              <w:t>.</w:t>
            </w:r>
            <w:r w:rsidRPr="00224953">
              <w:rPr>
                <w:szCs w:val="28"/>
              </w:rPr>
              <w:t xml:space="preserve"> Тутаев, ул</w:t>
            </w:r>
            <w:r w:rsidR="00A84F3F">
              <w:rPr>
                <w:szCs w:val="28"/>
              </w:rPr>
              <w:t>.</w:t>
            </w:r>
            <w:r w:rsidRPr="00224953">
              <w:rPr>
                <w:szCs w:val="28"/>
              </w:rPr>
              <w:t xml:space="preserve"> Ушакова, к</w:t>
            </w:r>
            <w:r w:rsidR="00A84F3F">
              <w:rPr>
                <w:szCs w:val="28"/>
              </w:rPr>
              <w:t> </w:t>
            </w:r>
            <w:r w:rsidRPr="00224953">
              <w:rPr>
                <w:szCs w:val="28"/>
              </w:rPr>
              <w:t>котельной БПК</w:t>
            </w:r>
          </w:p>
        </w:tc>
        <w:tc>
          <w:tcPr>
            <w:tcW w:w="1440" w:type="pct"/>
            <w:tcBorders>
              <w:top w:val="nil"/>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76:21:000000:1110</w:t>
            </w:r>
          </w:p>
        </w:tc>
      </w:tr>
      <w:tr w:rsidR="00D91137" w:rsidRPr="00224953" w:rsidTr="000357F8">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Ярославская обл</w:t>
            </w:r>
            <w:r w:rsidR="000357F8">
              <w:rPr>
                <w:szCs w:val="28"/>
              </w:rPr>
              <w:t>асть</w:t>
            </w:r>
            <w:r w:rsidRPr="00224953">
              <w:rPr>
                <w:szCs w:val="28"/>
              </w:rPr>
              <w:t xml:space="preserve">, </w:t>
            </w:r>
          </w:p>
          <w:p w:rsidR="00D91137" w:rsidRPr="00224953" w:rsidRDefault="000357F8" w:rsidP="00D91137">
            <w:pPr>
              <w:ind w:firstLine="0"/>
              <w:jc w:val="left"/>
              <w:rPr>
                <w:szCs w:val="28"/>
              </w:rPr>
            </w:pPr>
            <w:r>
              <w:rPr>
                <w:szCs w:val="28"/>
              </w:rPr>
              <w:t>Тутаевский райо</w:t>
            </w:r>
            <w:r w:rsidR="00D91137" w:rsidRPr="00224953">
              <w:rPr>
                <w:szCs w:val="28"/>
              </w:rPr>
              <w:t xml:space="preserve">н, </w:t>
            </w:r>
            <w:r>
              <w:rPr>
                <w:szCs w:val="28"/>
              </w:rPr>
              <w:br/>
            </w:r>
            <w:r w:rsidR="00D91137" w:rsidRPr="00224953">
              <w:rPr>
                <w:szCs w:val="28"/>
              </w:rPr>
              <w:t>г</w:t>
            </w:r>
            <w:r>
              <w:rPr>
                <w:szCs w:val="28"/>
              </w:rPr>
              <w:t>.</w:t>
            </w:r>
            <w:r w:rsidR="00D91137" w:rsidRPr="00224953">
              <w:rPr>
                <w:szCs w:val="28"/>
              </w:rPr>
              <w:t xml:space="preserve"> Тутаев, ул</w:t>
            </w:r>
            <w:r>
              <w:rPr>
                <w:szCs w:val="28"/>
              </w:rPr>
              <w:t>.</w:t>
            </w:r>
            <w:r w:rsidR="00D91137" w:rsidRPr="00224953">
              <w:rPr>
                <w:szCs w:val="28"/>
              </w:rPr>
              <w:t xml:space="preserve"> Комсомольская</w:t>
            </w:r>
            <w:r>
              <w:rPr>
                <w:szCs w:val="28"/>
              </w:rPr>
              <w:t>,</w:t>
            </w:r>
            <w:r w:rsidR="00D91137" w:rsidRPr="00224953">
              <w:rPr>
                <w:szCs w:val="28"/>
              </w:rPr>
              <w:t xml:space="preserve"> д. 100,</w:t>
            </w:r>
            <w:r>
              <w:rPr>
                <w:szCs w:val="28"/>
              </w:rPr>
              <w:t xml:space="preserve"> 102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76:21:010303:637</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952</w:t>
            </w:r>
          </w:p>
        </w:tc>
        <w:tc>
          <w:tcPr>
            <w:tcW w:w="1289" w:type="pct"/>
            <w:tcBorders>
              <w:top w:val="single" w:sz="4" w:space="0" w:color="auto"/>
              <w:left w:val="nil"/>
              <w:bottom w:val="single" w:sz="4" w:space="0" w:color="auto"/>
              <w:right w:val="single" w:sz="4" w:space="0" w:color="auto"/>
            </w:tcBorders>
            <w:shd w:val="clear" w:color="auto" w:fill="auto"/>
            <w:hideMark/>
          </w:tcPr>
          <w:p w:rsidR="000357F8" w:rsidRDefault="000357F8" w:rsidP="00D91137">
            <w:pPr>
              <w:ind w:firstLine="0"/>
              <w:jc w:val="left"/>
              <w:rPr>
                <w:szCs w:val="28"/>
              </w:rPr>
            </w:pPr>
            <w:r>
              <w:rPr>
                <w:szCs w:val="28"/>
              </w:rPr>
              <w:t xml:space="preserve">Газопровод </w:t>
            </w:r>
          </w:p>
          <w:p w:rsidR="00D91137" w:rsidRPr="00224953" w:rsidRDefault="000357F8" w:rsidP="000357F8">
            <w:pPr>
              <w:ind w:firstLine="0"/>
              <w:jc w:val="left"/>
              <w:rPr>
                <w:szCs w:val="28"/>
              </w:rPr>
            </w:pPr>
            <w:r>
              <w:rPr>
                <w:szCs w:val="28"/>
              </w:rPr>
              <w:t>низкого давления</w:t>
            </w:r>
            <w:r w:rsidR="00483DF0">
              <w:rPr>
                <w:szCs w:val="28"/>
              </w:rPr>
              <w:t>,</w:t>
            </w:r>
            <w:r>
              <w:rPr>
                <w:szCs w:val="28"/>
              </w:rPr>
              <w:t xml:space="preserve"> г. </w:t>
            </w:r>
            <w:r w:rsidR="00D91137" w:rsidRPr="00224953">
              <w:rPr>
                <w:szCs w:val="28"/>
              </w:rPr>
              <w:t>Тутаев, ул.</w:t>
            </w:r>
            <w:r>
              <w:rPr>
                <w:szCs w:val="28"/>
              </w:rPr>
              <w:t> </w:t>
            </w:r>
            <w:r w:rsidR="00D91137" w:rsidRPr="00224953">
              <w:rPr>
                <w:szCs w:val="28"/>
              </w:rPr>
              <w:t>Р</w:t>
            </w:r>
            <w:r>
              <w:rPr>
                <w:szCs w:val="28"/>
              </w:rPr>
              <w:t xml:space="preserve">озы </w:t>
            </w:r>
            <w:r w:rsidR="00D91137" w:rsidRPr="00224953">
              <w:rPr>
                <w:szCs w:val="28"/>
              </w:rPr>
              <w:t xml:space="preserve">Люксембург, д. 64, </w:t>
            </w:r>
            <w:r>
              <w:rPr>
                <w:szCs w:val="28"/>
              </w:rPr>
              <w:br/>
            </w:r>
            <w:r w:rsidR="00D91137" w:rsidRPr="00224953">
              <w:rPr>
                <w:szCs w:val="28"/>
              </w:rPr>
              <w:t>МКР-9</w:t>
            </w:r>
          </w:p>
        </w:tc>
        <w:tc>
          <w:tcPr>
            <w:tcW w:w="1819" w:type="pct"/>
            <w:tcBorders>
              <w:top w:val="single" w:sz="4" w:space="0" w:color="auto"/>
              <w:left w:val="nil"/>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Российская Федерация, Ярославская область, </w:t>
            </w:r>
          </w:p>
          <w:p w:rsidR="00D91137" w:rsidRPr="00224953" w:rsidRDefault="00D91137" w:rsidP="000357F8">
            <w:pPr>
              <w:ind w:firstLine="0"/>
              <w:jc w:val="left"/>
              <w:rPr>
                <w:szCs w:val="28"/>
              </w:rPr>
            </w:pPr>
            <w:r w:rsidRPr="00224953">
              <w:rPr>
                <w:szCs w:val="28"/>
              </w:rPr>
              <w:t xml:space="preserve">Тутаевский район, </w:t>
            </w:r>
            <w:r w:rsidR="000357F8">
              <w:rPr>
                <w:szCs w:val="28"/>
              </w:rPr>
              <w:br/>
            </w:r>
            <w:r w:rsidRPr="00224953">
              <w:rPr>
                <w:szCs w:val="28"/>
              </w:rPr>
              <w:t>г. Тутаев, ул. Р</w:t>
            </w:r>
            <w:r w:rsidR="000357F8">
              <w:rPr>
                <w:szCs w:val="28"/>
              </w:rPr>
              <w:t xml:space="preserve">озы </w:t>
            </w:r>
            <w:r w:rsidRPr="00224953">
              <w:rPr>
                <w:szCs w:val="28"/>
              </w:rPr>
              <w:t>Люксембург, д. 64, МКР-9</w:t>
            </w:r>
          </w:p>
        </w:tc>
        <w:tc>
          <w:tcPr>
            <w:tcW w:w="1440" w:type="pct"/>
            <w:tcBorders>
              <w:top w:val="single" w:sz="4" w:space="0" w:color="auto"/>
              <w:left w:val="nil"/>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76:21:010305:4782</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483DF0">
              <w:rPr>
                <w:szCs w:val="28"/>
              </w:rPr>
              <w:t>,</w:t>
            </w:r>
            <w:r w:rsidRPr="00224953">
              <w:rPr>
                <w:szCs w:val="28"/>
              </w:rPr>
              <w:t xml:space="preserve"> Тутаевский </w:t>
            </w:r>
            <w:r w:rsidRPr="00224953">
              <w:rPr>
                <w:szCs w:val="28"/>
              </w:rPr>
              <w:lastRenderedPageBreak/>
              <w:t>район, п. Ко</w:t>
            </w:r>
            <w:r w:rsidR="000357F8">
              <w:rPr>
                <w:szCs w:val="28"/>
              </w:rPr>
              <w:t>нстантиновский, ул. Свободы, д. </w:t>
            </w:r>
            <w:r w:rsidRPr="00224953">
              <w:rPr>
                <w:szCs w:val="28"/>
              </w:rPr>
              <w:t>9,</w:t>
            </w:r>
            <w:r w:rsidR="000357F8">
              <w:rPr>
                <w:szCs w:val="28"/>
              </w:rPr>
              <w:t xml:space="preserve"> </w:t>
            </w:r>
            <w:r w:rsidRPr="00224953">
              <w:rPr>
                <w:szCs w:val="28"/>
              </w:rPr>
              <w:t>11,</w:t>
            </w:r>
            <w:r w:rsidR="000357F8">
              <w:rPr>
                <w:szCs w:val="28"/>
              </w:rPr>
              <w:t xml:space="preserve"> </w:t>
            </w:r>
            <w:r w:rsidRPr="00224953">
              <w:rPr>
                <w:szCs w:val="28"/>
              </w:rPr>
              <w:t>13,</w:t>
            </w:r>
            <w:r w:rsidR="000357F8">
              <w:rPr>
                <w:szCs w:val="28"/>
              </w:rPr>
              <w:t xml:space="preserve"> </w:t>
            </w:r>
            <w:r w:rsidRPr="00224953">
              <w:rPr>
                <w:szCs w:val="28"/>
              </w:rPr>
              <w:t>13а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lastRenderedPageBreak/>
              <w:t xml:space="preserve">Российская Федерация, Ярославская область, </w:t>
            </w:r>
          </w:p>
          <w:p w:rsidR="000357F8" w:rsidRDefault="00D91137" w:rsidP="00D91137">
            <w:pPr>
              <w:ind w:firstLine="0"/>
              <w:jc w:val="left"/>
              <w:rPr>
                <w:szCs w:val="28"/>
              </w:rPr>
            </w:pPr>
            <w:r w:rsidRPr="00224953">
              <w:rPr>
                <w:szCs w:val="28"/>
              </w:rPr>
              <w:t xml:space="preserve">Тутаевский район, </w:t>
            </w:r>
          </w:p>
          <w:p w:rsidR="00D91137" w:rsidRPr="00224953" w:rsidRDefault="000357F8" w:rsidP="000357F8">
            <w:pPr>
              <w:ind w:firstLine="0"/>
              <w:jc w:val="left"/>
              <w:rPr>
                <w:szCs w:val="28"/>
              </w:rPr>
            </w:pPr>
            <w:r>
              <w:rPr>
                <w:szCs w:val="28"/>
              </w:rPr>
              <w:lastRenderedPageBreak/>
              <w:t>п. Константиновский, ул.</w:t>
            </w:r>
            <w:r>
              <w:t> </w:t>
            </w:r>
            <w:r w:rsidR="00D91137" w:rsidRPr="00224953">
              <w:rPr>
                <w:szCs w:val="28"/>
              </w:rPr>
              <w:t>Свободы, д.</w:t>
            </w:r>
            <w:r>
              <w:rPr>
                <w:szCs w:val="28"/>
              </w:rPr>
              <w:t xml:space="preserve"> </w:t>
            </w:r>
            <w:r w:rsidR="00D91137" w:rsidRPr="00224953">
              <w:rPr>
                <w:szCs w:val="28"/>
              </w:rPr>
              <w:t>9,</w:t>
            </w:r>
            <w:r>
              <w:rPr>
                <w:szCs w:val="28"/>
              </w:rPr>
              <w:t xml:space="preserve"> </w:t>
            </w:r>
            <w:r w:rsidR="00D91137" w:rsidRPr="00224953">
              <w:rPr>
                <w:szCs w:val="28"/>
              </w:rPr>
              <w:t>11,</w:t>
            </w:r>
            <w:r>
              <w:rPr>
                <w:szCs w:val="28"/>
              </w:rPr>
              <w:t xml:space="preserve"> </w:t>
            </w:r>
            <w:r w:rsidR="00D91137" w:rsidRPr="00224953">
              <w:rPr>
                <w:szCs w:val="28"/>
              </w:rPr>
              <w:t>13,</w:t>
            </w:r>
            <w:r>
              <w:rPr>
                <w:szCs w:val="28"/>
              </w:rPr>
              <w:t xml:space="preserve"> </w:t>
            </w:r>
            <w:r w:rsidR="00D91137" w:rsidRPr="00224953">
              <w:rPr>
                <w:szCs w:val="28"/>
              </w:rPr>
              <w:t>13а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lastRenderedPageBreak/>
              <w:t>76:15:022328:294</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483DF0">
              <w:rPr>
                <w:szCs w:val="28"/>
              </w:rPr>
              <w:t>,</w:t>
            </w:r>
            <w:r w:rsidRPr="00224953">
              <w:rPr>
                <w:szCs w:val="28"/>
              </w:rPr>
              <w:t xml:space="preserve"> г. Тутаев, ул. Толбухина до д</w:t>
            </w:r>
            <w:r w:rsidR="000357F8">
              <w:rPr>
                <w:szCs w:val="28"/>
              </w:rPr>
              <w:t>.</w:t>
            </w:r>
            <w:r w:rsidRPr="00224953">
              <w:rPr>
                <w:szCs w:val="28"/>
              </w:rPr>
              <w:t xml:space="preserve"> 87 (от ул. Казанская)</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w:t>
            </w:r>
            <w:r w:rsidR="000357F8">
              <w:rPr>
                <w:szCs w:val="28"/>
              </w:rPr>
              <w:t>ерация, Ярославская область, г. </w:t>
            </w:r>
            <w:r w:rsidRPr="00224953">
              <w:rPr>
                <w:szCs w:val="28"/>
              </w:rPr>
              <w:t>Тутаев, ул. Толбухина до д</w:t>
            </w:r>
            <w:r w:rsidR="000357F8">
              <w:rPr>
                <w:szCs w:val="28"/>
              </w:rPr>
              <w:t>.</w:t>
            </w:r>
            <w:r w:rsidRPr="00224953">
              <w:rPr>
                <w:szCs w:val="28"/>
              </w:rPr>
              <w:t xml:space="preserve"> 87 (от ул. Казанская)</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76:21:020119:265</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483DF0">
              <w:rPr>
                <w:szCs w:val="28"/>
              </w:rPr>
              <w:t>,</w:t>
            </w:r>
            <w:r w:rsidRPr="00224953">
              <w:rPr>
                <w:szCs w:val="28"/>
              </w:rPr>
              <w:t xml:space="preserve"> г. Тутаев, </w:t>
            </w:r>
            <w:r w:rsidR="000357F8">
              <w:rPr>
                <w:szCs w:val="28"/>
              </w:rPr>
              <w:br/>
            </w:r>
            <w:r w:rsidRPr="00224953">
              <w:rPr>
                <w:szCs w:val="28"/>
              </w:rPr>
              <w:t>ул. Полевая, д. 27, 27а, 29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w:t>
            </w:r>
            <w:r w:rsidR="000357F8">
              <w:rPr>
                <w:szCs w:val="28"/>
              </w:rPr>
              <w:t>ерация, Ярославская область, г. Тутаев, ул. Полевая, д. </w:t>
            </w:r>
            <w:r w:rsidRPr="00224953">
              <w:rPr>
                <w:szCs w:val="28"/>
              </w:rPr>
              <w:t>27, 27а, 29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76:21:000000:1093</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0357F8">
              <w:rPr>
                <w:szCs w:val="28"/>
              </w:rPr>
              <w:t>,</w:t>
            </w:r>
            <w:r w:rsidRPr="00224953">
              <w:rPr>
                <w:szCs w:val="28"/>
              </w:rPr>
              <w:t xml:space="preserve"> г. Тутаев, </w:t>
            </w:r>
            <w:r w:rsidR="000357F8">
              <w:rPr>
                <w:szCs w:val="28"/>
              </w:rPr>
              <w:br/>
              <w:t>ул. Калинина, от </w:t>
            </w:r>
            <w:r w:rsidRPr="00224953">
              <w:rPr>
                <w:szCs w:val="28"/>
              </w:rPr>
              <w:t>д. 2 до д. 24</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Ярославская область, </w:t>
            </w:r>
          </w:p>
          <w:p w:rsidR="000357F8" w:rsidRDefault="00D91137" w:rsidP="00D91137">
            <w:pPr>
              <w:ind w:firstLine="0"/>
              <w:jc w:val="left"/>
              <w:rPr>
                <w:szCs w:val="28"/>
              </w:rPr>
            </w:pPr>
            <w:r w:rsidRPr="00224953">
              <w:rPr>
                <w:szCs w:val="28"/>
              </w:rPr>
              <w:t xml:space="preserve">Тутаевский район, </w:t>
            </w:r>
          </w:p>
          <w:p w:rsidR="00D91137" w:rsidRPr="00224953" w:rsidRDefault="000357F8" w:rsidP="00D91137">
            <w:pPr>
              <w:ind w:firstLine="0"/>
              <w:jc w:val="left"/>
              <w:rPr>
                <w:szCs w:val="28"/>
              </w:rPr>
            </w:pPr>
            <w:r>
              <w:rPr>
                <w:szCs w:val="28"/>
              </w:rPr>
              <w:t>г.</w:t>
            </w:r>
            <w:r w:rsidR="00D91137" w:rsidRPr="00224953">
              <w:rPr>
                <w:szCs w:val="28"/>
              </w:rPr>
              <w:t xml:space="preserve"> Тутаев, ул. Калинина, от д. 2 до д. 24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76:21:000000:1095</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483DF0">
              <w:rPr>
                <w:szCs w:val="28"/>
              </w:rPr>
              <w:t>,</w:t>
            </w:r>
            <w:r w:rsidRPr="00224953">
              <w:rPr>
                <w:szCs w:val="28"/>
              </w:rPr>
              <w:t xml:space="preserve"> Тутаевский район, п. Константиновский, ул. 20 лет </w:t>
            </w:r>
            <w:r w:rsidR="00483DF0">
              <w:rPr>
                <w:szCs w:val="28"/>
              </w:rPr>
              <w:br/>
            </w:r>
            <w:r w:rsidRPr="00224953">
              <w:rPr>
                <w:szCs w:val="28"/>
              </w:rPr>
              <w:t>Октября, д. 31</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Ярославская область, </w:t>
            </w:r>
          </w:p>
          <w:p w:rsidR="000357F8" w:rsidRDefault="00D91137" w:rsidP="00D91137">
            <w:pPr>
              <w:ind w:firstLine="0"/>
              <w:jc w:val="left"/>
              <w:rPr>
                <w:szCs w:val="28"/>
              </w:rPr>
            </w:pPr>
            <w:r w:rsidRPr="00224953">
              <w:rPr>
                <w:szCs w:val="28"/>
              </w:rPr>
              <w:t xml:space="preserve">Тутаевский район, </w:t>
            </w:r>
          </w:p>
          <w:p w:rsidR="000357F8" w:rsidRDefault="00D91137" w:rsidP="00D91137">
            <w:pPr>
              <w:ind w:firstLine="0"/>
              <w:jc w:val="left"/>
              <w:rPr>
                <w:szCs w:val="28"/>
              </w:rPr>
            </w:pPr>
            <w:r w:rsidRPr="00224953">
              <w:rPr>
                <w:szCs w:val="28"/>
              </w:rPr>
              <w:t xml:space="preserve">п. Константиновский, </w:t>
            </w:r>
          </w:p>
          <w:p w:rsidR="00D91137" w:rsidRPr="00224953" w:rsidRDefault="00D91137" w:rsidP="00D91137">
            <w:pPr>
              <w:ind w:firstLine="0"/>
              <w:jc w:val="left"/>
              <w:rPr>
                <w:szCs w:val="28"/>
              </w:rPr>
            </w:pPr>
            <w:r w:rsidRPr="00224953">
              <w:rPr>
                <w:szCs w:val="28"/>
              </w:rPr>
              <w:t>ул. 20 лет Октября, д. 31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76:15:022325:267</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Газопровод </w:t>
            </w:r>
          </w:p>
          <w:p w:rsidR="000357F8" w:rsidRDefault="00D91137" w:rsidP="00D91137">
            <w:pPr>
              <w:ind w:firstLine="0"/>
              <w:jc w:val="left"/>
              <w:rPr>
                <w:szCs w:val="28"/>
              </w:rPr>
            </w:pPr>
            <w:r w:rsidRPr="00224953">
              <w:rPr>
                <w:szCs w:val="28"/>
              </w:rPr>
              <w:t>низкого давления</w:t>
            </w:r>
            <w:r w:rsidR="00483DF0">
              <w:rPr>
                <w:szCs w:val="28"/>
              </w:rPr>
              <w:t>,</w:t>
            </w:r>
            <w:r w:rsidRPr="00224953">
              <w:rPr>
                <w:szCs w:val="28"/>
              </w:rPr>
              <w:t xml:space="preserve"> г. Тутаев, </w:t>
            </w:r>
          </w:p>
          <w:p w:rsidR="00D91137" w:rsidRPr="00224953" w:rsidRDefault="00D91137" w:rsidP="00D91137">
            <w:pPr>
              <w:ind w:firstLine="0"/>
              <w:jc w:val="left"/>
              <w:rPr>
                <w:szCs w:val="28"/>
              </w:rPr>
            </w:pPr>
            <w:r w:rsidRPr="00224953">
              <w:rPr>
                <w:szCs w:val="28"/>
              </w:rPr>
              <w:t>ул. Ленина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0357F8" w:rsidRDefault="00D91137" w:rsidP="00D91137">
            <w:pPr>
              <w:ind w:firstLine="0"/>
              <w:jc w:val="left"/>
              <w:rPr>
                <w:szCs w:val="28"/>
              </w:rPr>
            </w:pPr>
            <w:r w:rsidRPr="00224953">
              <w:rPr>
                <w:szCs w:val="28"/>
              </w:rPr>
              <w:t xml:space="preserve">Российская Федерация, Ярославская область, </w:t>
            </w:r>
          </w:p>
          <w:p w:rsidR="000357F8" w:rsidRDefault="00D91137" w:rsidP="00D91137">
            <w:pPr>
              <w:ind w:firstLine="0"/>
              <w:jc w:val="left"/>
              <w:rPr>
                <w:szCs w:val="28"/>
              </w:rPr>
            </w:pPr>
            <w:r w:rsidRPr="00224953">
              <w:rPr>
                <w:szCs w:val="28"/>
              </w:rPr>
              <w:t xml:space="preserve">Тутаевский район, </w:t>
            </w:r>
          </w:p>
          <w:p w:rsidR="00D91137" w:rsidRPr="00224953" w:rsidRDefault="000357F8" w:rsidP="00D91137">
            <w:pPr>
              <w:ind w:firstLine="0"/>
              <w:jc w:val="left"/>
              <w:rPr>
                <w:szCs w:val="28"/>
              </w:rPr>
            </w:pPr>
            <w:r>
              <w:rPr>
                <w:szCs w:val="28"/>
              </w:rPr>
              <w:t>г. Тутаев, ул. Ленина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76:21:000000:1083</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959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83DF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483DF0">
              <w:rPr>
                <w:szCs w:val="28"/>
              </w:rPr>
              <w:t>, г. Тутаев, ул. </w:t>
            </w:r>
            <w:r w:rsidRPr="00224953">
              <w:rPr>
                <w:szCs w:val="28"/>
              </w:rPr>
              <w:t xml:space="preserve">Ушакова, </w:t>
            </w:r>
            <w:r w:rsidR="00483DF0">
              <w:rPr>
                <w:szCs w:val="28"/>
              </w:rPr>
              <w:br/>
            </w:r>
            <w:r w:rsidRPr="00224953">
              <w:rPr>
                <w:szCs w:val="28"/>
              </w:rPr>
              <w:t>от д. 34 до д. 52, ул. 1-ая Овражная, д. 6</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483DF0" w:rsidRDefault="00D91137" w:rsidP="00483DF0">
            <w:pPr>
              <w:ind w:firstLine="0"/>
              <w:jc w:val="left"/>
              <w:rPr>
                <w:szCs w:val="28"/>
              </w:rPr>
            </w:pPr>
            <w:r w:rsidRPr="00224953">
              <w:rPr>
                <w:szCs w:val="28"/>
              </w:rPr>
              <w:t xml:space="preserve">Ярославская область, </w:t>
            </w:r>
          </w:p>
          <w:p w:rsidR="00D91137" w:rsidRPr="00224953" w:rsidRDefault="00D91137" w:rsidP="00483DF0">
            <w:pPr>
              <w:ind w:firstLine="0"/>
              <w:jc w:val="left"/>
              <w:rPr>
                <w:szCs w:val="28"/>
              </w:rPr>
            </w:pPr>
            <w:r w:rsidRPr="00224953">
              <w:rPr>
                <w:szCs w:val="28"/>
              </w:rPr>
              <w:t>Тутаевский</w:t>
            </w:r>
            <w:r w:rsidR="00483DF0">
              <w:rPr>
                <w:szCs w:val="28"/>
              </w:rPr>
              <w:t xml:space="preserve"> район</w:t>
            </w:r>
            <w:r w:rsidRPr="00224953">
              <w:rPr>
                <w:szCs w:val="28"/>
              </w:rPr>
              <w:t xml:space="preserve">, </w:t>
            </w:r>
            <w:r w:rsidR="00483DF0">
              <w:rPr>
                <w:szCs w:val="28"/>
              </w:rPr>
              <w:br/>
            </w:r>
            <w:r w:rsidRPr="00224953">
              <w:rPr>
                <w:szCs w:val="28"/>
              </w:rPr>
              <w:t>г</w:t>
            </w:r>
            <w:r w:rsidR="00483DF0">
              <w:rPr>
                <w:szCs w:val="28"/>
              </w:rPr>
              <w:t>.</w:t>
            </w:r>
            <w:r w:rsidRPr="00224953">
              <w:rPr>
                <w:szCs w:val="28"/>
              </w:rPr>
              <w:t xml:space="preserve"> Тутаев, ул. Ушакова, </w:t>
            </w:r>
            <w:r w:rsidR="00483DF0">
              <w:rPr>
                <w:szCs w:val="28"/>
              </w:rPr>
              <w:br/>
            </w:r>
            <w:r w:rsidRPr="00224953">
              <w:rPr>
                <w:szCs w:val="28"/>
              </w:rPr>
              <w:t xml:space="preserve">от д. 34 до д. 52, </w:t>
            </w:r>
            <w:r w:rsidR="00483DF0">
              <w:rPr>
                <w:szCs w:val="28"/>
              </w:rPr>
              <w:br/>
            </w:r>
            <w:r w:rsidRPr="00224953">
              <w:rPr>
                <w:szCs w:val="28"/>
              </w:rPr>
              <w:t>ул. 1-ая Овражная, д. 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76:21:000000:1125</w:t>
            </w:r>
          </w:p>
        </w:tc>
      </w:tr>
      <w:tr w:rsidR="00D91137" w:rsidRPr="00224953" w:rsidTr="00B41749">
        <w:trPr>
          <w:trHeight w:val="694"/>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83DF0" w:rsidRDefault="00D91137" w:rsidP="00D91137">
            <w:pPr>
              <w:ind w:firstLine="0"/>
              <w:jc w:val="left"/>
              <w:rPr>
                <w:szCs w:val="28"/>
              </w:rPr>
            </w:pPr>
            <w:r w:rsidRPr="00224953">
              <w:rPr>
                <w:szCs w:val="28"/>
              </w:rPr>
              <w:t xml:space="preserve">Газопровод </w:t>
            </w:r>
          </w:p>
          <w:p w:rsidR="00D91137" w:rsidRPr="00224953" w:rsidRDefault="00D91137" w:rsidP="00483DF0">
            <w:pPr>
              <w:ind w:firstLine="0"/>
              <w:jc w:val="left"/>
              <w:rPr>
                <w:szCs w:val="28"/>
              </w:rPr>
            </w:pPr>
            <w:r w:rsidRPr="00224953">
              <w:rPr>
                <w:szCs w:val="28"/>
              </w:rPr>
              <w:t>низкого давления</w:t>
            </w:r>
            <w:r w:rsidR="00483DF0">
              <w:rPr>
                <w:szCs w:val="28"/>
              </w:rPr>
              <w:t>,</w:t>
            </w:r>
            <w:r w:rsidRPr="00224953">
              <w:rPr>
                <w:szCs w:val="28"/>
              </w:rPr>
              <w:t xml:space="preserve"> Тутаевский район, п. Константиновский, ул. Старостина, д</w:t>
            </w:r>
            <w:r w:rsidR="00483DF0">
              <w:rPr>
                <w:szCs w:val="28"/>
              </w:rPr>
              <w:t>. </w:t>
            </w:r>
            <w:r w:rsidRPr="00224953">
              <w:rPr>
                <w:szCs w:val="28"/>
              </w:rPr>
              <w:t>12</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483DF0" w:rsidRDefault="00D91137" w:rsidP="00D91137">
            <w:pPr>
              <w:ind w:firstLine="0"/>
              <w:jc w:val="left"/>
              <w:rPr>
                <w:szCs w:val="28"/>
              </w:rPr>
            </w:pPr>
            <w:r w:rsidRPr="00224953">
              <w:rPr>
                <w:szCs w:val="28"/>
              </w:rPr>
              <w:t xml:space="preserve">Российская Федерация, Ярославская область, </w:t>
            </w:r>
          </w:p>
          <w:p w:rsidR="00483DF0" w:rsidRDefault="00D91137" w:rsidP="00D91137">
            <w:pPr>
              <w:ind w:firstLine="0"/>
              <w:jc w:val="left"/>
              <w:rPr>
                <w:szCs w:val="28"/>
              </w:rPr>
            </w:pPr>
            <w:r w:rsidRPr="00224953">
              <w:rPr>
                <w:szCs w:val="28"/>
              </w:rPr>
              <w:t xml:space="preserve">Тутаевский район, </w:t>
            </w:r>
          </w:p>
          <w:p w:rsidR="00D91137" w:rsidRPr="00224953" w:rsidRDefault="00483DF0" w:rsidP="00D91137">
            <w:pPr>
              <w:ind w:firstLine="0"/>
              <w:jc w:val="left"/>
              <w:rPr>
                <w:szCs w:val="28"/>
              </w:rPr>
            </w:pPr>
            <w:r>
              <w:rPr>
                <w:szCs w:val="28"/>
              </w:rPr>
              <w:t>п. Константиновский, ул. </w:t>
            </w:r>
            <w:r w:rsidR="00D91137" w:rsidRPr="00224953">
              <w:rPr>
                <w:szCs w:val="28"/>
              </w:rPr>
              <w:t>Старостина, д.</w:t>
            </w:r>
            <w:r>
              <w:rPr>
                <w:szCs w:val="28"/>
              </w:rPr>
              <w:t xml:space="preserve"> </w:t>
            </w:r>
            <w:r w:rsidR="00D91137" w:rsidRPr="00224953">
              <w:rPr>
                <w:szCs w:val="28"/>
              </w:rPr>
              <w:t>12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76:15:022327:243</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961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483DF0"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483DF0">
              <w:rPr>
                <w:szCs w:val="28"/>
              </w:rPr>
              <w:t>, г. Тутаев, проспек</w:t>
            </w:r>
            <w:r w:rsidRPr="00224953">
              <w:rPr>
                <w:szCs w:val="28"/>
              </w:rPr>
              <w:t>т 50-летия Победы, д. 2, МКР-19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483DF0">
            <w:pPr>
              <w:ind w:firstLine="0"/>
              <w:jc w:val="left"/>
              <w:rPr>
                <w:szCs w:val="28"/>
              </w:rPr>
            </w:pPr>
            <w:r w:rsidRPr="00224953">
              <w:rPr>
                <w:szCs w:val="28"/>
              </w:rPr>
              <w:t>Российская Фед</w:t>
            </w:r>
            <w:r w:rsidR="00483DF0">
              <w:rPr>
                <w:szCs w:val="28"/>
              </w:rPr>
              <w:t>ерация, Ярославская область, г. </w:t>
            </w:r>
            <w:r w:rsidRPr="00224953">
              <w:rPr>
                <w:szCs w:val="28"/>
              </w:rPr>
              <w:t>Тутаев, пр</w:t>
            </w:r>
            <w:r w:rsidR="00483DF0">
              <w:rPr>
                <w:szCs w:val="28"/>
              </w:rPr>
              <w:t>оспек</w:t>
            </w:r>
            <w:r w:rsidRPr="00224953">
              <w:rPr>
                <w:szCs w:val="28"/>
              </w:rPr>
              <w:t xml:space="preserve">т </w:t>
            </w:r>
            <w:r w:rsidR="00483DF0">
              <w:rPr>
                <w:szCs w:val="28"/>
              </w:rPr>
              <w:br/>
            </w:r>
            <w:r w:rsidRPr="00224953">
              <w:rPr>
                <w:szCs w:val="28"/>
              </w:rPr>
              <w:t>50-летия Победы, д. 2, МКР-19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76:21:010303:638</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B17794"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B17794" w:rsidP="00D91137">
            <w:pPr>
              <w:ind w:firstLine="0"/>
              <w:jc w:val="left"/>
              <w:rPr>
                <w:szCs w:val="28"/>
              </w:rPr>
            </w:pPr>
            <w:r>
              <w:rPr>
                <w:szCs w:val="28"/>
              </w:rPr>
              <w:t>Ярославская область, г. </w:t>
            </w:r>
            <w:r w:rsidR="00D91137" w:rsidRPr="00224953">
              <w:rPr>
                <w:szCs w:val="28"/>
              </w:rPr>
              <w:t>Тутаев, ул. П.</w:t>
            </w:r>
            <w:r w:rsidR="00680BF7">
              <w:rPr>
                <w:szCs w:val="28"/>
              </w:rPr>
              <w:t xml:space="preserve"> </w:t>
            </w:r>
            <w:r w:rsidR="00D91137" w:rsidRPr="00224953">
              <w:rPr>
                <w:szCs w:val="28"/>
              </w:rPr>
              <w:t>Шитова, д. 83,</w:t>
            </w:r>
            <w:r w:rsidR="00680BF7">
              <w:rPr>
                <w:szCs w:val="28"/>
              </w:rPr>
              <w:t xml:space="preserve"> </w:t>
            </w:r>
            <w:r w:rsidR="00D91137" w:rsidRPr="00224953">
              <w:rPr>
                <w:szCs w:val="28"/>
              </w:rPr>
              <w:t>85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76:21:010135:444</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80BF7" w:rsidRDefault="00D91137" w:rsidP="00D91137">
            <w:pPr>
              <w:ind w:firstLine="0"/>
              <w:jc w:val="left"/>
              <w:rPr>
                <w:szCs w:val="28"/>
              </w:rPr>
            </w:pPr>
            <w:r w:rsidRPr="00224953">
              <w:rPr>
                <w:szCs w:val="28"/>
              </w:rPr>
              <w:t xml:space="preserve">Газопровод </w:t>
            </w:r>
          </w:p>
          <w:p w:rsidR="00D91137" w:rsidRPr="00224953" w:rsidRDefault="00D91137" w:rsidP="00680BF7">
            <w:pPr>
              <w:ind w:firstLine="0"/>
              <w:jc w:val="left"/>
              <w:rPr>
                <w:szCs w:val="28"/>
              </w:rPr>
            </w:pPr>
            <w:r w:rsidRPr="00224953">
              <w:rPr>
                <w:szCs w:val="28"/>
              </w:rPr>
              <w:t>низкого давления</w:t>
            </w:r>
            <w:r w:rsidR="00680BF7">
              <w:rPr>
                <w:szCs w:val="28"/>
              </w:rPr>
              <w:t>,</w:t>
            </w:r>
            <w:r w:rsidRPr="00224953">
              <w:rPr>
                <w:szCs w:val="28"/>
              </w:rPr>
              <w:t xml:space="preserve"> г. Тутаев, </w:t>
            </w:r>
            <w:r w:rsidR="00680BF7">
              <w:rPr>
                <w:szCs w:val="28"/>
              </w:rPr>
              <w:br/>
            </w:r>
            <w:r w:rsidRPr="00224953">
              <w:rPr>
                <w:szCs w:val="28"/>
              </w:rPr>
              <w:t>ул. Толбухина д</w:t>
            </w:r>
            <w:r w:rsidR="00680BF7">
              <w:rPr>
                <w:szCs w:val="28"/>
              </w:rPr>
              <w:t>. </w:t>
            </w:r>
            <w:r w:rsidRPr="00224953">
              <w:rPr>
                <w:szCs w:val="28"/>
              </w:rPr>
              <w:t>№</w:t>
            </w:r>
            <w:r w:rsidR="00680BF7">
              <w:rPr>
                <w:szCs w:val="28"/>
              </w:rPr>
              <w:t xml:space="preserve"> </w:t>
            </w:r>
            <w:r w:rsidRPr="00224953">
              <w:rPr>
                <w:szCs w:val="28"/>
              </w:rPr>
              <w:t>169, 183, 187, 199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680BF7" w:rsidRDefault="00D91137" w:rsidP="00D91137">
            <w:pPr>
              <w:ind w:firstLine="0"/>
              <w:jc w:val="left"/>
              <w:rPr>
                <w:szCs w:val="28"/>
              </w:rPr>
            </w:pPr>
            <w:r w:rsidRPr="00224953">
              <w:rPr>
                <w:szCs w:val="28"/>
              </w:rPr>
              <w:t xml:space="preserve">Российская Федерация, Ярославская область, </w:t>
            </w:r>
          </w:p>
          <w:p w:rsidR="00680BF7" w:rsidRDefault="00D91137" w:rsidP="00D91137">
            <w:pPr>
              <w:ind w:firstLine="0"/>
              <w:jc w:val="left"/>
              <w:rPr>
                <w:szCs w:val="28"/>
              </w:rPr>
            </w:pPr>
            <w:r w:rsidRPr="00224953">
              <w:rPr>
                <w:szCs w:val="28"/>
              </w:rPr>
              <w:t xml:space="preserve">Тутаевский район, </w:t>
            </w:r>
          </w:p>
          <w:p w:rsidR="00D91137" w:rsidRPr="00224953" w:rsidRDefault="00D91137" w:rsidP="00680BF7">
            <w:pPr>
              <w:ind w:firstLine="0"/>
              <w:jc w:val="left"/>
              <w:rPr>
                <w:szCs w:val="28"/>
              </w:rPr>
            </w:pPr>
            <w:r w:rsidRPr="00224953">
              <w:rPr>
                <w:szCs w:val="28"/>
              </w:rPr>
              <w:t>г. Тутаев, ул. Толбухина, д</w:t>
            </w:r>
            <w:r w:rsidR="00680BF7">
              <w:rPr>
                <w:szCs w:val="28"/>
              </w:rPr>
              <w:t>.</w:t>
            </w:r>
            <w:r w:rsidRPr="00224953">
              <w:rPr>
                <w:szCs w:val="28"/>
              </w:rPr>
              <w:t xml:space="preserve"> №</w:t>
            </w:r>
            <w:r w:rsidR="00680BF7">
              <w:rPr>
                <w:szCs w:val="28"/>
              </w:rPr>
              <w:t xml:space="preserve"> </w:t>
            </w:r>
            <w:r w:rsidRPr="00224953">
              <w:rPr>
                <w:szCs w:val="28"/>
              </w:rPr>
              <w:t>169, 183, 187, 199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76:21:020115:685</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80BF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680BF7">
              <w:rPr>
                <w:szCs w:val="28"/>
              </w:rPr>
              <w:t>,</w:t>
            </w:r>
            <w:r w:rsidRPr="00224953">
              <w:rPr>
                <w:szCs w:val="28"/>
              </w:rPr>
              <w:t xml:space="preserve"> г. Тутаев, ул. 2-ая Овражная, </w:t>
            </w:r>
            <w:r w:rsidR="00680BF7">
              <w:rPr>
                <w:szCs w:val="28"/>
              </w:rPr>
              <w:br/>
            </w:r>
            <w:r w:rsidRPr="00224953">
              <w:rPr>
                <w:szCs w:val="28"/>
              </w:rPr>
              <w:t>от д. 23 до д. 31</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80BF7">
            <w:pPr>
              <w:ind w:firstLine="0"/>
              <w:jc w:val="left"/>
              <w:rPr>
                <w:szCs w:val="28"/>
              </w:rPr>
            </w:pPr>
            <w:r w:rsidRPr="00224953">
              <w:rPr>
                <w:szCs w:val="28"/>
              </w:rPr>
              <w:t>Российская Федерация, Ярославская область, г.</w:t>
            </w:r>
            <w:r w:rsidR="00680BF7">
              <w:rPr>
                <w:szCs w:val="28"/>
              </w:rPr>
              <w:t> </w:t>
            </w:r>
            <w:r w:rsidRPr="00224953">
              <w:rPr>
                <w:szCs w:val="28"/>
              </w:rPr>
              <w:t>Тутаев, ул. 2-ая Овражная, от д. 23 до д. 31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76:21:020123:251</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80BF7" w:rsidRDefault="00D91137" w:rsidP="00D91137">
            <w:pPr>
              <w:ind w:firstLine="0"/>
              <w:jc w:val="left"/>
              <w:rPr>
                <w:szCs w:val="28"/>
              </w:rPr>
            </w:pPr>
            <w:r w:rsidRPr="00224953">
              <w:rPr>
                <w:szCs w:val="28"/>
              </w:rPr>
              <w:t xml:space="preserve">Газопровод </w:t>
            </w:r>
          </w:p>
          <w:p w:rsidR="00D91137" w:rsidRPr="00224953" w:rsidRDefault="00D91137" w:rsidP="00680BF7">
            <w:pPr>
              <w:ind w:firstLine="0"/>
              <w:jc w:val="left"/>
              <w:rPr>
                <w:szCs w:val="28"/>
              </w:rPr>
            </w:pPr>
            <w:r w:rsidRPr="00224953">
              <w:rPr>
                <w:szCs w:val="28"/>
              </w:rPr>
              <w:t>низкого давления</w:t>
            </w:r>
            <w:r w:rsidR="00680BF7">
              <w:rPr>
                <w:szCs w:val="28"/>
              </w:rPr>
              <w:t>, г. Тутаев, ул. Крупской, д.</w:t>
            </w:r>
            <w:r w:rsidR="00680BF7">
              <w:t> </w:t>
            </w:r>
            <w:r w:rsidRPr="00224953">
              <w:rPr>
                <w:szCs w:val="28"/>
              </w:rPr>
              <w:t>№</w:t>
            </w:r>
            <w:r w:rsidR="00680BF7">
              <w:rPr>
                <w:szCs w:val="28"/>
              </w:rPr>
              <w:t xml:space="preserve"> </w:t>
            </w:r>
            <w:r w:rsidRPr="00224953">
              <w:rPr>
                <w:szCs w:val="28"/>
              </w:rPr>
              <w:t>83,</w:t>
            </w:r>
            <w:r w:rsidR="00680BF7">
              <w:rPr>
                <w:szCs w:val="28"/>
              </w:rPr>
              <w:t xml:space="preserve"> </w:t>
            </w:r>
            <w:r w:rsidRPr="00224953">
              <w:rPr>
                <w:szCs w:val="28"/>
              </w:rPr>
              <w:t>85,</w:t>
            </w:r>
            <w:r w:rsidR="00680BF7">
              <w:rPr>
                <w:szCs w:val="28"/>
              </w:rPr>
              <w:t xml:space="preserve"> </w:t>
            </w:r>
            <w:r w:rsidRPr="00224953">
              <w:rPr>
                <w:szCs w:val="28"/>
              </w:rPr>
              <w:t>87,</w:t>
            </w:r>
            <w:r w:rsidR="00680BF7">
              <w:rPr>
                <w:szCs w:val="28"/>
              </w:rPr>
              <w:t xml:space="preserve"> </w:t>
            </w:r>
            <w:r w:rsidRPr="00224953">
              <w:rPr>
                <w:szCs w:val="28"/>
              </w:rPr>
              <w:t>90,</w:t>
            </w:r>
            <w:r w:rsidR="00680BF7">
              <w:rPr>
                <w:szCs w:val="28"/>
              </w:rPr>
              <w:t xml:space="preserve"> </w:t>
            </w:r>
            <w:r w:rsidRPr="00224953">
              <w:rPr>
                <w:szCs w:val="28"/>
              </w:rPr>
              <w:t xml:space="preserve">97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680BF7">
            <w:pPr>
              <w:ind w:firstLine="0"/>
              <w:jc w:val="left"/>
              <w:rPr>
                <w:szCs w:val="28"/>
              </w:rPr>
            </w:pPr>
            <w:r w:rsidRPr="00224953">
              <w:rPr>
                <w:szCs w:val="28"/>
              </w:rPr>
              <w:t>152302, Ярославская область, Тутаевский</w:t>
            </w:r>
            <w:r w:rsidR="00680BF7">
              <w:rPr>
                <w:szCs w:val="28"/>
              </w:rPr>
              <w:t xml:space="preserve"> район</w:t>
            </w:r>
            <w:r w:rsidRPr="00224953">
              <w:rPr>
                <w:szCs w:val="28"/>
              </w:rPr>
              <w:t xml:space="preserve">, </w:t>
            </w:r>
            <w:r w:rsidR="00680BF7">
              <w:rPr>
                <w:szCs w:val="28"/>
              </w:rPr>
              <w:br/>
            </w:r>
            <w:r w:rsidRPr="00224953">
              <w:rPr>
                <w:szCs w:val="28"/>
              </w:rPr>
              <w:t>г</w:t>
            </w:r>
            <w:r w:rsidR="00680BF7">
              <w:rPr>
                <w:szCs w:val="28"/>
              </w:rPr>
              <w:t>.</w:t>
            </w:r>
            <w:r w:rsidRPr="00224953">
              <w:rPr>
                <w:szCs w:val="28"/>
              </w:rPr>
              <w:t xml:space="preserve"> Тутаев, ул</w:t>
            </w:r>
            <w:r w:rsidR="00680BF7">
              <w:rPr>
                <w:szCs w:val="28"/>
              </w:rPr>
              <w:t>.</w:t>
            </w:r>
            <w:r w:rsidRPr="00224953">
              <w:rPr>
                <w:szCs w:val="28"/>
              </w:rPr>
              <w:t xml:space="preserve"> Крупской, </w:t>
            </w:r>
            <w:r w:rsidR="00680BF7">
              <w:rPr>
                <w:szCs w:val="28"/>
              </w:rPr>
              <w:br/>
            </w:r>
            <w:r w:rsidRPr="00224953">
              <w:rPr>
                <w:szCs w:val="28"/>
              </w:rPr>
              <w:t>д</w:t>
            </w:r>
            <w:r w:rsidR="00680BF7">
              <w:rPr>
                <w:szCs w:val="28"/>
              </w:rPr>
              <w:t>.</w:t>
            </w:r>
            <w:r w:rsidRPr="00224953">
              <w:rPr>
                <w:szCs w:val="28"/>
              </w:rPr>
              <w:t xml:space="preserve"> №</w:t>
            </w:r>
            <w:r w:rsidR="00680BF7">
              <w:rPr>
                <w:szCs w:val="28"/>
              </w:rPr>
              <w:t xml:space="preserve"> </w:t>
            </w:r>
            <w:r w:rsidRPr="00224953">
              <w:rPr>
                <w:szCs w:val="28"/>
              </w:rPr>
              <w:t>83,</w:t>
            </w:r>
            <w:r w:rsidR="00680BF7">
              <w:rPr>
                <w:szCs w:val="28"/>
              </w:rPr>
              <w:t xml:space="preserve"> </w:t>
            </w:r>
            <w:r w:rsidRPr="00224953">
              <w:rPr>
                <w:szCs w:val="28"/>
              </w:rPr>
              <w:t>85,</w:t>
            </w:r>
            <w:r w:rsidR="00680BF7">
              <w:rPr>
                <w:szCs w:val="28"/>
              </w:rPr>
              <w:t xml:space="preserve"> </w:t>
            </w:r>
            <w:r w:rsidRPr="00224953">
              <w:rPr>
                <w:szCs w:val="28"/>
              </w:rPr>
              <w:t>87,</w:t>
            </w:r>
            <w:r w:rsidR="00680BF7">
              <w:rPr>
                <w:szCs w:val="28"/>
              </w:rPr>
              <w:t xml:space="preserve"> </w:t>
            </w:r>
            <w:r w:rsidRPr="00224953">
              <w:rPr>
                <w:szCs w:val="28"/>
              </w:rPr>
              <w:t>90,</w:t>
            </w:r>
            <w:r w:rsidR="00680BF7">
              <w:rPr>
                <w:szCs w:val="28"/>
              </w:rPr>
              <w:t xml:space="preserve"> </w:t>
            </w:r>
            <w:r w:rsidRPr="00224953">
              <w:rPr>
                <w:szCs w:val="28"/>
              </w:rPr>
              <w:t>97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76:21:000000:1100</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680BF7"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680BF7" w:rsidRDefault="00D91137" w:rsidP="00D91137">
            <w:pPr>
              <w:ind w:firstLine="0"/>
              <w:jc w:val="left"/>
              <w:rPr>
                <w:szCs w:val="28"/>
              </w:rPr>
            </w:pPr>
            <w:r w:rsidRPr="00224953">
              <w:rPr>
                <w:szCs w:val="28"/>
              </w:rPr>
              <w:t xml:space="preserve">Ярославская область, </w:t>
            </w:r>
          </w:p>
          <w:p w:rsidR="00680BF7" w:rsidRDefault="00D91137" w:rsidP="00D91137">
            <w:pPr>
              <w:ind w:firstLine="0"/>
              <w:jc w:val="left"/>
              <w:rPr>
                <w:szCs w:val="28"/>
              </w:rPr>
            </w:pPr>
            <w:r w:rsidRPr="00224953">
              <w:rPr>
                <w:szCs w:val="28"/>
              </w:rPr>
              <w:t xml:space="preserve">Тутаевский район, </w:t>
            </w:r>
          </w:p>
          <w:p w:rsidR="00D91137" w:rsidRPr="00224953" w:rsidRDefault="00D91137" w:rsidP="00D91137">
            <w:pPr>
              <w:ind w:firstLine="0"/>
              <w:jc w:val="left"/>
              <w:rPr>
                <w:szCs w:val="28"/>
              </w:rPr>
            </w:pPr>
            <w:r w:rsidRPr="00224953">
              <w:rPr>
                <w:szCs w:val="28"/>
              </w:rPr>
              <w:t>г. Тутаев, ул. Комсомольская, д. 69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76:21:010301:407</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w:t>
            </w:r>
            <w:r w:rsidRPr="00224953">
              <w:rPr>
                <w:szCs w:val="28"/>
              </w:rPr>
              <w:t xml:space="preserve"> г. Тутаев, ул. Моторостроителей, д. 57, МКР-7</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w:t>
            </w:r>
            <w:r w:rsidR="008A262C">
              <w:rPr>
                <w:szCs w:val="28"/>
              </w:rPr>
              <w:t>ерация, Ярославская область, г. </w:t>
            </w:r>
            <w:r w:rsidRPr="00224953">
              <w:rPr>
                <w:szCs w:val="28"/>
              </w:rPr>
              <w:t>Тутаев, ул. Моторостроителей, д. 57, МКР-7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76:21:010302:605</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 г. Тутаев, проспек</w:t>
            </w:r>
            <w:r w:rsidRPr="00224953">
              <w:rPr>
                <w:szCs w:val="28"/>
              </w:rPr>
              <w:t>т</w:t>
            </w:r>
            <w:r w:rsidR="008A262C">
              <w:rPr>
                <w:szCs w:val="28"/>
              </w:rPr>
              <w:t xml:space="preserve"> 50-летия Победы, д. 24, МКР-9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8A262C" w:rsidP="008A262C">
            <w:pPr>
              <w:ind w:firstLine="0"/>
              <w:jc w:val="left"/>
              <w:rPr>
                <w:szCs w:val="28"/>
              </w:rPr>
            </w:pPr>
            <w:r>
              <w:rPr>
                <w:szCs w:val="28"/>
              </w:rPr>
              <w:t>Ярославская область, г. Тутаев, проспе</w:t>
            </w:r>
            <w:r w:rsidR="00D91137" w:rsidRPr="00224953">
              <w:rPr>
                <w:szCs w:val="28"/>
              </w:rPr>
              <w:t xml:space="preserve">кт </w:t>
            </w:r>
            <w:r>
              <w:rPr>
                <w:szCs w:val="28"/>
              </w:rPr>
              <w:br/>
            </w:r>
            <w:r w:rsidR="00D91137" w:rsidRPr="00224953">
              <w:rPr>
                <w:szCs w:val="28"/>
              </w:rPr>
              <w:t>50-летия Победы,</w:t>
            </w:r>
            <w:r w:rsidRPr="00224953">
              <w:rPr>
                <w:szCs w:val="28"/>
              </w:rPr>
              <w:t xml:space="preserve"> д</w:t>
            </w:r>
            <w:r>
              <w:rPr>
                <w:szCs w:val="28"/>
              </w:rPr>
              <w:t>.</w:t>
            </w:r>
            <w:r w:rsidRPr="00224953">
              <w:rPr>
                <w:szCs w:val="28"/>
              </w:rPr>
              <w:t xml:space="preserve"> 24</w:t>
            </w:r>
            <w:r>
              <w:rPr>
                <w:szCs w:val="28"/>
              </w:rPr>
              <w:t xml:space="preserve">, </w:t>
            </w:r>
            <w:r w:rsidR="00D91137" w:rsidRPr="00224953">
              <w:rPr>
                <w:szCs w:val="28"/>
              </w:rPr>
              <w:t>МКР-9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76:21:010305:4776</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969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w:t>
            </w:r>
            <w:r w:rsidRPr="00224953">
              <w:rPr>
                <w:szCs w:val="28"/>
              </w:rPr>
              <w:t xml:space="preserve"> Тутаевский </w:t>
            </w:r>
            <w:r w:rsidRPr="00224953">
              <w:rPr>
                <w:szCs w:val="28"/>
              </w:rPr>
              <w:lastRenderedPageBreak/>
              <w:t>район, п. Фоминское, ул. Центральная, д. 37</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lastRenderedPageBreak/>
              <w:t xml:space="preserve">Ярославская область, </w:t>
            </w:r>
          </w:p>
          <w:p w:rsidR="00D91137" w:rsidRPr="00224953" w:rsidRDefault="008A262C" w:rsidP="00D91137">
            <w:pPr>
              <w:ind w:firstLine="0"/>
              <w:jc w:val="left"/>
              <w:rPr>
                <w:szCs w:val="28"/>
              </w:rPr>
            </w:pPr>
            <w:r>
              <w:rPr>
                <w:szCs w:val="28"/>
              </w:rPr>
              <w:t>Тутаевский райо</w:t>
            </w:r>
            <w:r w:rsidR="00D91137" w:rsidRPr="00224953">
              <w:rPr>
                <w:szCs w:val="28"/>
              </w:rPr>
              <w:t xml:space="preserve">н, </w:t>
            </w:r>
            <w:r>
              <w:rPr>
                <w:szCs w:val="28"/>
              </w:rPr>
              <w:br/>
            </w:r>
            <w:r w:rsidR="00D91137" w:rsidRPr="00224953">
              <w:rPr>
                <w:szCs w:val="28"/>
              </w:rPr>
              <w:t>п</w:t>
            </w:r>
            <w:r>
              <w:rPr>
                <w:szCs w:val="28"/>
              </w:rPr>
              <w:t>.</w:t>
            </w:r>
            <w:r w:rsidR="00D91137" w:rsidRPr="00224953">
              <w:rPr>
                <w:szCs w:val="28"/>
              </w:rPr>
              <w:t xml:space="preserve"> Фоминское, </w:t>
            </w:r>
            <w:r>
              <w:rPr>
                <w:szCs w:val="28"/>
              </w:rPr>
              <w:br/>
            </w:r>
            <w:r w:rsidR="00D91137" w:rsidRPr="00224953">
              <w:rPr>
                <w:szCs w:val="28"/>
              </w:rPr>
              <w:t>ул</w:t>
            </w:r>
            <w:r>
              <w:rPr>
                <w:szCs w:val="28"/>
              </w:rPr>
              <w:t>.</w:t>
            </w:r>
            <w:r w:rsidR="00D91137" w:rsidRPr="00224953">
              <w:rPr>
                <w:szCs w:val="28"/>
              </w:rPr>
              <w:t xml:space="preserve"> Центральная, д</w:t>
            </w:r>
            <w:r>
              <w:rPr>
                <w:szCs w:val="28"/>
              </w:rPr>
              <w:t>.</w:t>
            </w:r>
            <w:r w:rsidR="00D91137" w:rsidRPr="00224953">
              <w:rPr>
                <w:szCs w:val="28"/>
              </w:rPr>
              <w:t xml:space="preserve"> 37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76:15:021303:580</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w:t>
            </w:r>
            <w:r w:rsidRPr="00224953">
              <w:rPr>
                <w:szCs w:val="28"/>
              </w:rPr>
              <w:t xml:space="preserve"> г. Тутаев, </w:t>
            </w:r>
            <w:r w:rsidR="008A262C">
              <w:rPr>
                <w:szCs w:val="28"/>
              </w:rPr>
              <w:br/>
            </w:r>
            <w:r w:rsidRPr="00224953">
              <w:rPr>
                <w:szCs w:val="28"/>
              </w:rPr>
              <w:t>ул. Волжская Набережная, д. 27</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w:t>
            </w:r>
            <w:r w:rsidR="008A262C">
              <w:rPr>
                <w:szCs w:val="28"/>
              </w:rPr>
              <w:t>ерация, Ярославская область, г. </w:t>
            </w:r>
            <w:r w:rsidRPr="00224953">
              <w:rPr>
                <w:szCs w:val="28"/>
              </w:rPr>
              <w:t>Тутаев, ул. Волжская Набережная, д. 27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76:21:020132:274</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высокого давления </w:t>
            </w:r>
          </w:p>
          <w:p w:rsidR="00D91137" w:rsidRPr="00224953" w:rsidRDefault="00D91137" w:rsidP="00D91137">
            <w:pPr>
              <w:ind w:firstLine="0"/>
              <w:jc w:val="left"/>
              <w:rPr>
                <w:szCs w:val="28"/>
              </w:rPr>
            </w:pPr>
            <w:r w:rsidRPr="00224953">
              <w:rPr>
                <w:szCs w:val="28"/>
              </w:rPr>
              <w:t>Тутаевский район, п. Фоминское</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Российская Федерация, Ярославская область, </w:t>
            </w:r>
          </w:p>
          <w:p w:rsidR="008A262C" w:rsidRDefault="00D91137" w:rsidP="00D91137">
            <w:pPr>
              <w:ind w:firstLine="0"/>
              <w:jc w:val="left"/>
              <w:rPr>
                <w:szCs w:val="28"/>
              </w:rPr>
            </w:pPr>
            <w:r w:rsidRPr="00224953">
              <w:rPr>
                <w:szCs w:val="28"/>
              </w:rPr>
              <w:t xml:space="preserve">Тутаевский район, </w:t>
            </w:r>
          </w:p>
          <w:p w:rsidR="00D91137" w:rsidRPr="00224953" w:rsidRDefault="00D91137" w:rsidP="00D91137">
            <w:pPr>
              <w:ind w:firstLine="0"/>
              <w:jc w:val="left"/>
              <w:rPr>
                <w:szCs w:val="28"/>
              </w:rPr>
            </w:pPr>
            <w:r w:rsidRPr="00224953">
              <w:rPr>
                <w:szCs w:val="28"/>
              </w:rPr>
              <w:t>п. Фоминское</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76:15:021303:593</w:t>
            </w:r>
          </w:p>
        </w:tc>
      </w:tr>
      <w:tr w:rsidR="00D91137" w:rsidRPr="00224953" w:rsidTr="00B41749">
        <w:trPr>
          <w:trHeight w:val="915"/>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8A262C">
            <w:pPr>
              <w:ind w:firstLine="0"/>
              <w:jc w:val="left"/>
              <w:rPr>
                <w:szCs w:val="28"/>
              </w:rPr>
            </w:pPr>
            <w:r w:rsidRPr="00224953">
              <w:rPr>
                <w:szCs w:val="28"/>
              </w:rPr>
              <w:t xml:space="preserve">Газопровод </w:t>
            </w:r>
          </w:p>
          <w:p w:rsidR="00D91137" w:rsidRPr="00224953" w:rsidRDefault="008A262C" w:rsidP="008A262C">
            <w:pPr>
              <w:ind w:firstLine="0"/>
              <w:jc w:val="left"/>
              <w:rPr>
                <w:szCs w:val="28"/>
              </w:rPr>
            </w:pPr>
            <w:r>
              <w:rPr>
                <w:szCs w:val="28"/>
              </w:rPr>
              <w:t>низкого давления, г. Тутаев, ул. </w:t>
            </w:r>
            <w:r w:rsidR="00D91137" w:rsidRPr="00224953">
              <w:rPr>
                <w:szCs w:val="28"/>
              </w:rPr>
              <w:t>Осип</w:t>
            </w:r>
            <w:r>
              <w:rPr>
                <w:szCs w:val="28"/>
              </w:rPr>
              <w:t>енко, от </w:t>
            </w:r>
            <w:r w:rsidR="00D91137" w:rsidRPr="00224953">
              <w:rPr>
                <w:szCs w:val="28"/>
              </w:rPr>
              <w:t>д.</w:t>
            </w:r>
            <w:r>
              <w:rPr>
                <w:szCs w:val="28"/>
              </w:rPr>
              <w:t xml:space="preserve"> 37 до д. 43, ул. Толбухина, д. </w:t>
            </w:r>
            <w:r w:rsidR="00D91137" w:rsidRPr="00224953">
              <w:rPr>
                <w:szCs w:val="28"/>
              </w:rPr>
              <w:t>2</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8A262C">
            <w:pPr>
              <w:ind w:firstLine="0"/>
              <w:jc w:val="left"/>
              <w:rPr>
                <w:szCs w:val="28"/>
              </w:rPr>
            </w:pPr>
            <w:r w:rsidRPr="00224953">
              <w:rPr>
                <w:szCs w:val="28"/>
              </w:rPr>
              <w:t xml:space="preserve">Ярославская область, </w:t>
            </w:r>
          </w:p>
          <w:p w:rsidR="00D91137" w:rsidRPr="00224953" w:rsidRDefault="00D91137" w:rsidP="008A262C">
            <w:pPr>
              <w:ind w:firstLine="0"/>
              <w:jc w:val="left"/>
              <w:rPr>
                <w:szCs w:val="28"/>
              </w:rPr>
            </w:pPr>
            <w:r w:rsidRPr="00224953">
              <w:rPr>
                <w:szCs w:val="28"/>
              </w:rPr>
              <w:t>Тутаевский</w:t>
            </w:r>
            <w:r w:rsidR="008A262C">
              <w:rPr>
                <w:szCs w:val="28"/>
              </w:rPr>
              <w:t xml:space="preserve"> район</w:t>
            </w:r>
            <w:r w:rsidRPr="00224953">
              <w:rPr>
                <w:szCs w:val="28"/>
              </w:rPr>
              <w:t xml:space="preserve">, </w:t>
            </w:r>
            <w:r w:rsidR="008A262C">
              <w:rPr>
                <w:szCs w:val="28"/>
              </w:rPr>
              <w:br/>
            </w:r>
            <w:r w:rsidRPr="00224953">
              <w:rPr>
                <w:szCs w:val="28"/>
              </w:rPr>
              <w:t>г</w:t>
            </w:r>
            <w:r w:rsidR="008A262C">
              <w:rPr>
                <w:szCs w:val="28"/>
              </w:rPr>
              <w:t>.</w:t>
            </w:r>
            <w:r w:rsidRPr="00224953">
              <w:rPr>
                <w:szCs w:val="28"/>
              </w:rPr>
              <w:t xml:space="preserve"> Тутаев, ул. Осипенко, от д. 37 до д. 43, </w:t>
            </w:r>
            <w:r w:rsidR="008A262C">
              <w:rPr>
                <w:szCs w:val="28"/>
              </w:rPr>
              <w:br/>
            </w:r>
            <w:r w:rsidRPr="00224953">
              <w:rPr>
                <w:szCs w:val="28"/>
              </w:rPr>
              <w:t>ул. Толбухина, д. 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76:21:020207:252</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w:t>
            </w:r>
            <w:r w:rsidRPr="00224953">
              <w:rPr>
                <w:szCs w:val="28"/>
              </w:rPr>
              <w:t xml:space="preserve"> г. Тутаев, ул. Ленина</w:t>
            </w:r>
            <w:r w:rsidR="008A262C">
              <w:rPr>
                <w:szCs w:val="28"/>
              </w:rPr>
              <w:t>,</w:t>
            </w:r>
            <w:r w:rsidRPr="00224953">
              <w:rPr>
                <w:szCs w:val="28"/>
              </w:rPr>
              <w:t xml:space="preserve"> д. 71, 79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8A262C">
            <w:pPr>
              <w:ind w:firstLine="0"/>
              <w:jc w:val="left"/>
              <w:rPr>
                <w:szCs w:val="28"/>
              </w:rPr>
            </w:pPr>
            <w:r w:rsidRPr="00224953">
              <w:rPr>
                <w:szCs w:val="28"/>
              </w:rPr>
              <w:t xml:space="preserve">Ярославская область, </w:t>
            </w:r>
          </w:p>
          <w:p w:rsidR="00D91137" w:rsidRPr="00224953" w:rsidRDefault="00D91137" w:rsidP="008A262C">
            <w:pPr>
              <w:ind w:firstLine="0"/>
              <w:jc w:val="left"/>
              <w:rPr>
                <w:szCs w:val="28"/>
              </w:rPr>
            </w:pPr>
            <w:r w:rsidRPr="00224953">
              <w:rPr>
                <w:szCs w:val="28"/>
              </w:rPr>
              <w:t>Тутаевский</w:t>
            </w:r>
            <w:r w:rsidR="008A262C">
              <w:rPr>
                <w:szCs w:val="28"/>
              </w:rPr>
              <w:t xml:space="preserve"> район</w:t>
            </w:r>
            <w:r w:rsidRPr="00224953">
              <w:rPr>
                <w:szCs w:val="28"/>
              </w:rPr>
              <w:t xml:space="preserve">, </w:t>
            </w:r>
            <w:r w:rsidR="008A262C">
              <w:rPr>
                <w:szCs w:val="28"/>
              </w:rPr>
              <w:br/>
            </w:r>
            <w:r w:rsidRPr="00224953">
              <w:rPr>
                <w:szCs w:val="28"/>
              </w:rPr>
              <w:t>г</w:t>
            </w:r>
            <w:r w:rsidR="008A262C">
              <w:rPr>
                <w:szCs w:val="28"/>
              </w:rPr>
              <w:t>.</w:t>
            </w:r>
            <w:r w:rsidRPr="00224953">
              <w:rPr>
                <w:szCs w:val="28"/>
              </w:rPr>
              <w:t xml:space="preserve"> Тутаев, ул</w:t>
            </w:r>
            <w:r w:rsidR="008A262C">
              <w:rPr>
                <w:szCs w:val="28"/>
              </w:rPr>
              <w:t>. Ленина, д. </w:t>
            </w:r>
            <w:r w:rsidRPr="00224953">
              <w:rPr>
                <w:szCs w:val="28"/>
              </w:rPr>
              <w:t>71,</w:t>
            </w:r>
            <w:r w:rsidR="008A262C">
              <w:rPr>
                <w:szCs w:val="28"/>
              </w:rPr>
              <w:t xml:space="preserve"> </w:t>
            </w:r>
            <w:r w:rsidRPr="00224953">
              <w:rPr>
                <w:szCs w:val="28"/>
              </w:rPr>
              <w:t>79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76:21:020124:394</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w:t>
            </w:r>
            <w:r w:rsidRPr="00224953">
              <w:rPr>
                <w:szCs w:val="28"/>
              </w:rPr>
              <w:t xml:space="preserve"> </w:t>
            </w:r>
            <w:r w:rsidR="008A262C">
              <w:rPr>
                <w:szCs w:val="28"/>
              </w:rPr>
              <w:t>Тутаевский район, г. Тутаев, проспек</w:t>
            </w:r>
            <w:r w:rsidRPr="00224953">
              <w:rPr>
                <w:szCs w:val="28"/>
              </w:rPr>
              <w:t xml:space="preserve">т </w:t>
            </w:r>
            <w:r w:rsidR="008A262C">
              <w:rPr>
                <w:szCs w:val="28"/>
              </w:rPr>
              <w:br/>
            </w:r>
            <w:r w:rsidRPr="00224953">
              <w:rPr>
                <w:szCs w:val="28"/>
              </w:rPr>
              <w:t>50-летия Победы, д. 4, МКР-8</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Российская Федерация, Ярославская область, </w:t>
            </w:r>
          </w:p>
          <w:p w:rsidR="008A262C" w:rsidRDefault="00D91137" w:rsidP="00D91137">
            <w:pPr>
              <w:ind w:firstLine="0"/>
              <w:jc w:val="left"/>
              <w:rPr>
                <w:szCs w:val="28"/>
              </w:rPr>
            </w:pPr>
            <w:r w:rsidRPr="00224953">
              <w:rPr>
                <w:szCs w:val="28"/>
              </w:rPr>
              <w:t xml:space="preserve">Тутаевский район, </w:t>
            </w:r>
          </w:p>
          <w:p w:rsidR="00D91137" w:rsidRPr="00224953" w:rsidRDefault="00D91137" w:rsidP="00D91137">
            <w:pPr>
              <w:ind w:firstLine="0"/>
              <w:jc w:val="left"/>
              <w:rPr>
                <w:szCs w:val="28"/>
              </w:rPr>
            </w:pPr>
            <w:r w:rsidRPr="00224953">
              <w:rPr>
                <w:szCs w:val="28"/>
              </w:rPr>
              <w:t>г. Т</w:t>
            </w:r>
            <w:r w:rsidR="008A262C">
              <w:rPr>
                <w:szCs w:val="28"/>
              </w:rPr>
              <w:t>утаев, проспек</w:t>
            </w:r>
            <w:r>
              <w:rPr>
                <w:szCs w:val="28"/>
              </w:rPr>
              <w:t xml:space="preserve">т </w:t>
            </w:r>
            <w:r w:rsidR="008A262C">
              <w:rPr>
                <w:szCs w:val="28"/>
              </w:rPr>
              <w:br/>
            </w:r>
            <w:r>
              <w:rPr>
                <w:szCs w:val="28"/>
              </w:rPr>
              <w:t>50-летия Победы, д.</w:t>
            </w:r>
            <w:r w:rsidR="008A262C">
              <w:rPr>
                <w:szCs w:val="28"/>
              </w:rPr>
              <w:t xml:space="preserve"> </w:t>
            </w:r>
            <w:r w:rsidRPr="00224953">
              <w:rPr>
                <w:szCs w:val="28"/>
              </w:rPr>
              <w:t>4,</w:t>
            </w:r>
            <w:r>
              <w:rPr>
                <w:szCs w:val="28"/>
              </w:rPr>
              <w:t xml:space="preserve"> </w:t>
            </w:r>
            <w:r w:rsidRPr="00224953">
              <w:rPr>
                <w:szCs w:val="28"/>
              </w:rPr>
              <w:t>МКР-8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76:21:010340:2717</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w:t>
            </w:r>
            <w:r w:rsidRPr="00224953">
              <w:rPr>
                <w:szCs w:val="28"/>
              </w:rPr>
              <w:t xml:space="preserve"> г. Тутаев, ул. Толбухина</w:t>
            </w:r>
            <w:r w:rsidR="008A262C">
              <w:rPr>
                <w:szCs w:val="28"/>
              </w:rPr>
              <w:t>,</w:t>
            </w:r>
            <w:r w:rsidRPr="00224953">
              <w:rPr>
                <w:szCs w:val="28"/>
              </w:rPr>
              <w:t xml:space="preserve"> д. 165</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Российская Федерация, Ярославская область, </w:t>
            </w:r>
          </w:p>
          <w:p w:rsidR="008A262C" w:rsidRDefault="00D91137" w:rsidP="00D91137">
            <w:pPr>
              <w:ind w:firstLine="0"/>
              <w:jc w:val="left"/>
              <w:rPr>
                <w:szCs w:val="28"/>
              </w:rPr>
            </w:pPr>
            <w:r w:rsidRPr="00224953">
              <w:rPr>
                <w:szCs w:val="28"/>
              </w:rPr>
              <w:t xml:space="preserve">Тутаевский район, </w:t>
            </w:r>
          </w:p>
          <w:p w:rsidR="00D91137" w:rsidRPr="00224953" w:rsidRDefault="00D91137" w:rsidP="00D91137">
            <w:pPr>
              <w:ind w:firstLine="0"/>
              <w:jc w:val="left"/>
              <w:rPr>
                <w:szCs w:val="28"/>
              </w:rPr>
            </w:pPr>
            <w:r w:rsidRPr="00224953">
              <w:rPr>
                <w:szCs w:val="28"/>
              </w:rPr>
              <w:t>г. Тутаев, ул. Толбухина</w:t>
            </w:r>
            <w:r w:rsidR="008A262C">
              <w:rPr>
                <w:szCs w:val="28"/>
              </w:rPr>
              <w:t>,</w:t>
            </w:r>
            <w:r w:rsidRPr="00224953">
              <w:rPr>
                <w:szCs w:val="28"/>
              </w:rPr>
              <w:t xml:space="preserve"> д. 165</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76:21:020115:683</w:t>
            </w:r>
          </w:p>
        </w:tc>
      </w:tr>
      <w:tr w:rsidR="00D91137" w:rsidRPr="00224953" w:rsidTr="00B41749">
        <w:trPr>
          <w:trHeight w:val="1111"/>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Тутаевский район, п. Константиновский, ул. Победы, д.</w:t>
            </w:r>
            <w:r w:rsidR="008A262C">
              <w:rPr>
                <w:szCs w:val="28"/>
              </w:rPr>
              <w:t> </w:t>
            </w:r>
            <w:r w:rsidRPr="00224953">
              <w:rPr>
                <w:szCs w:val="28"/>
              </w:rPr>
              <w:t>12,</w:t>
            </w:r>
            <w:r w:rsidR="008A262C">
              <w:rPr>
                <w:szCs w:val="28"/>
              </w:rPr>
              <w:t xml:space="preserve"> </w:t>
            </w:r>
            <w:r w:rsidRPr="00224953">
              <w:rPr>
                <w:szCs w:val="28"/>
              </w:rPr>
              <w:t>17</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Российская Федерация, Ярославская область, </w:t>
            </w:r>
          </w:p>
          <w:p w:rsidR="008A262C" w:rsidRDefault="00D91137" w:rsidP="00D91137">
            <w:pPr>
              <w:ind w:firstLine="0"/>
              <w:jc w:val="left"/>
              <w:rPr>
                <w:szCs w:val="28"/>
              </w:rPr>
            </w:pPr>
            <w:r w:rsidRPr="00224953">
              <w:rPr>
                <w:szCs w:val="28"/>
              </w:rPr>
              <w:t xml:space="preserve">Тутаевский район, </w:t>
            </w:r>
          </w:p>
          <w:p w:rsidR="008A262C" w:rsidRDefault="00D91137" w:rsidP="00D91137">
            <w:pPr>
              <w:ind w:firstLine="0"/>
              <w:jc w:val="left"/>
              <w:rPr>
                <w:szCs w:val="28"/>
              </w:rPr>
            </w:pPr>
            <w:r w:rsidRPr="00224953">
              <w:rPr>
                <w:szCs w:val="28"/>
              </w:rPr>
              <w:t xml:space="preserve">п. Константиновский, </w:t>
            </w:r>
          </w:p>
          <w:p w:rsidR="00D91137" w:rsidRPr="00224953" w:rsidRDefault="00D91137" w:rsidP="00D91137">
            <w:pPr>
              <w:ind w:firstLine="0"/>
              <w:jc w:val="left"/>
              <w:rPr>
                <w:szCs w:val="28"/>
              </w:rPr>
            </w:pPr>
            <w:r w:rsidRPr="00224953">
              <w:rPr>
                <w:szCs w:val="28"/>
              </w:rPr>
              <w:t>ул. Победы, д.</w:t>
            </w:r>
            <w:r w:rsidR="008A262C">
              <w:rPr>
                <w:szCs w:val="28"/>
              </w:rPr>
              <w:t xml:space="preserve"> </w:t>
            </w:r>
            <w:r w:rsidRPr="00224953">
              <w:rPr>
                <w:szCs w:val="28"/>
              </w:rPr>
              <w:t>12,</w:t>
            </w:r>
            <w:r w:rsidR="008A262C">
              <w:rPr>
                <w:szCs w:val="28"/>
              </w:rPr>
              <w:t xml:space="preserve"> </w:t>
            </w:r>
            <w:r w:rsidRPr="00224953">
              <w:rPr>
                <w:szCs w:val="28"/>
              </w:rPr>
              <w:t>17</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76:15:000000:1251</w:t>
            </w:r>
          </w:p>
        </w:tc>
      </w:tr>
      <w:tr w:rsidR="00D91137" w:rsidRPr="00224953" w:rsidTr="00B41749">
        <w:trPr>
          <w:trHeight w:val="878"/>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977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8A262C" w:rsidP="00D91137">
            <w:pPr>
              <w:ind w:firstLine="0"/>
              <w:jc w:val="left"/>
              <w:rPr>
                <w:szCs w:val="28"/>
              </w:rPr>
            </w:pPr>
            <w:r>
              <w:rPr>
                <w:szCs w:val="28"/>
              </w:rPr>
              <w:t>низкого давления, г. Тутаев, ул. </w:t>
            </w:r>
            <w:r w:rsidR="00D91137" w:rsidRPr="00224953">
              <w:rPr>
                <w:szCs w:val="28"/>
              </w:rPr>
              <w:t>Леонтьевская, от д. 10 до д. 22а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8A262C">
            <w:pPr>
              <w:ind w:firstLine="0"/>
              <w:jc w:val="left"/>
              <w:rPr>
                <w:szCs w:val="28"/>
              </w:rPr>
            </w:pPr>
            <w:r w:rsidRPr="00224953">
              <w:rPr>
                <w:szCs w:val="28"/>
              </w:rPr>
              <w:t xml:space="preserve">Ярославская область, </w:t>
            </w:r>
          </w:p>
          <w:p w:rsidR="008A262C" w:rsidRDefault="00D91137" w:rsidP="008A262C">
            <w:pPr>
              <w:ind w:firstLine="0"/>
              <w:jc w:val="left"/>
              <w:rPr>
                <w:szCs w:val="28"/>
              </w:rPr>
            </w:pPr>
            <w:r w:rsidRPr="00224953">
              <w:rPr>
                <w:szCs w:val="28"/>
              </w:rPr>
              <w:t>Тутаевский</w:t>
            </w:r>
            <w:r w:rsidR="008A262C">
              <w:rPr>
                <w:szCs w:val="28"/>
              </w:rPr>
              <w:t xml:space="preserve"> район</w:t>
            </w:r>
            <w:r w:rsidRPr="00224953">
              <w:rPr>
                <w:szCs w:val="28"/>
              </w:rPr>
              <w:t xml:space="preserve">, </w:t>
            </w:r>
            <w:r w:rsidR="008A262C">
              <w:rPr>
                <w:szCs w:val="28"/>
              </w:rPr>
              <w:br/>
            </w:r>
            <w:r w:rsidRPr="00224953">
              <w:rPr>
                <w:szCs w:val="28"/>
              </w:rPr>
              <w:t>г</w:t>
            </w:r>
            <w:r w:rsidR="008A262C">
              <w:rPr>
                <w:szCs w:val="28"/>
              </w:rPr>
              <w:t>.</w:t>
            </w:r>
            <w:r w:rsidRPr="00224953">
              <w:rPr>
                <w:szCs w:val="28"/>
              </w:rPr>
              <w:t xml:space="preserve"> Тутаев, </w:t>
            </w:r>
          </w:p>
          <w:p w:rsidR="00D91137" w:rsidRPr="00224953" w:rsidRDefault="00AF4146" w:rsidP="008A262C">
            <w:pPr>
              <w:ind w:firstLine="0"/>
              <w:jc w:val="left"/>
              <w:rPr>
                <w:szCs w:val="28"/>
              </w:rPr>
            </w:pPr>
            <w:r>
              <w:rPr>
                <w:szCs w:val="28"/>
              </w:rPr>
              <w:t>у</w:t>
            </w:r>
            <w:r w:rsidR="00D91137" w:rsidRPr="00224953">
              <w:rPr>
                <w:szCs w:val="28"/>
              </w:rPr>
              <w:t>л</w:t>
            </w:r>
            <w:r>
              <w:rPr>
                <w:szCs w:val="28"/>
              </w:rPr>
              <w:t>.</w:t>
            </w:r>
            <w:r w:rsidR="00D91137" w:rsidRPr="00224953">
              <w:rPr>
                <w:szCs w:val="28"/>
              </w:rPr>
              <w:t xml:space="preserve"> Леонтьевская</w:t>
            </w:r>
            <w:r w:rsidR="008A262C">
              <w:rPr>
                <w:szCs w:val="28"/>
              </w:rPr>
              <w:t>,</w:t>
            </w:r>
            <w:r w:rsidR="00D91137" w:rsidRPr="00224953">
              <w:rPr>
                <w:szCs w:val="28"/>
              </w:rPr>
              <w:t xml:space="preserve"> от д. 10 до д. 22а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76:21:000000:1084</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Тутаевский район, г. Тутаев, ул. Ленина, д. 43а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76:21:000000:1128</w:t>
            </w:r>
          </w:p>
        </w:tc>
      </w:tr>
      <w:tr w:rsidR="00D91137" w:rsidRPr="00224953" w:rsidTr="00B41749">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979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w:t>
            </w:r>
            <w:r w:rsidRPr="00224953">
              <w:rPr>
                <w:szCs w:val="28"/>
              </w:rPr>
              <w:t xml:space="preserve"> Тутаевский район, г. Тутаев, ул. Промышленная, д. 6, пожарное депо</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Ярославская область, </w:t>
            </w:r>
          </w:p>
          <w:p w:rsidR="008A262C" w:rsidRDefault="00D91137" w:rsidP="00D91137">
            <w:pPr>
              <w:ind w:firstLine="0"/>
              <w:jc w:val="left"/>
              <w:rPr>
                <w:szCs w:val="28"/>
              </w:rPr>
            </w:pPr>
            <w:r w:rsidRPr="00224953">
              <w:rPr>
                <w:szCs w:val="28"/>
              </w:rPr>
              <w:t xml:space="preserve">Тутаевский район, </w:t>
            </w:r>
          </w:p>
          <w:p w:rsidR="008A262C" w:rsidRDefault="00D91137" w:rsidP="00D91137">
            <w:pPr>
              <w:ind w:firstLine="0"/>
              <w:jc w:val="left"/>
              <w:rPr>
                <w:szCs w:val="28"/>
              </w:rPr>
            </w:pPr>
            <w:r w:rsidRPr="00224953">
              <w:rPr>
                <w:szCs w:val="28"/>
              </w:rPr>
              <w:t xml:space="preserve">г. Тутаев, </w:t>
            </w:r>
          </w:p>
          <w:p w:rsidR="00D91137" w:rsidRPr="00224953" w:rsidRDefault="00D91137" w:rsidP="00D91137">
            <w:pPr>
              <w:ind w:firstLine="0"/>
              <w:jc w:val="left"/>
              <w:rPr>
                <w:szCs w:val="28"/>
              </w:rPr>
            </w:pPr>
            <w:r w:rsidRPr="00224953">
              <w:rPr>
                <w:szCs w:val="28"/>
              </w:rPr>
              <w:t>ул. Промышленная, д. 6, пожарное депо</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76:21:010207:1040</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8A262C">
            <w:pPr>
              <w:ind w:firstLine="0"/>
              <w:jc w:val="left"/>
              <w:rPr>
                <w:szCs w:val="28"/>
              </w:rPr>
            </w:pPr>
            <w:r w:rsidRPr="00224953">
              <w:rPr>
                <w:szCs w:val="28"/>
              </w:rPr>
              <w:t>низкого давления</w:t>
            </w:r>
            <w:r w:rsidR="008A262C">
              <w:rPr>
                <w:szCs w:val="28"/>
              </w:rPr>
              <w:t>,</w:t>
            </w:r>
            <w:r w:rsidRPr="00224953">
              <w:rPr>
                <w:szCs w:val="28"/>
              </w:rPr>
              <w:t xml:space="preserve"> г. Тутаев, ул. Архангельская, </w:t>
            </w:r>
            <w:r w:rsidR="008A262C">
              <w:rPr>
                <w:szCs w:val="28"/>
              </w:rPr>
              <w:br/>
            </w:r>
            <w:r w:rsidRPr="00224953">
              <w:rPr>
                <w:szCs w:val="28"/>
              </w:rPr>
              <w:t>д</w:t>
            </w:r>
            <w:r w:rsidR="008A262C">
              <w:rPr>
                <w:szCs w:val="28"/>
              </w:rPr>
              <w:t>.</w:t>
            </w:r>
            <w:r w:rsidRPr="00224953">
              <w:rPr>
                <w:szCs w:val="28"/>
              </w:rPr>
              <w:t xml:space="preserve"> № 43, 47, 47а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8A262C">
            <w:pPr>
              <w:ind w:firstLine="0"/>
              <w:jc w:val="left"/>
              <w:rPr>
                <w:szCs w:val="28"/>
              </w:rPr>
            </w:pPr>
            <w:r w:rsidRPr="00224953">
              <w:rPr>
                <w:szCs w:val="28"/>
              </w:rPr>
              <w:t>Российская Федерация, Ярослав</w:t>
            </w:r>
            <w:r w:rsidR="008A262C">
              <w:rPr>
                <w:szCs w:val="28"/>
              </w:rPr>
              <w:t>ская область, г. </w:t>
            </w:r>
            <w:r w:rsidRPr="00224953">
              <w:rPr>
                <w:szCs w:val="28"/>
              </w:rPr>
              <w:t>Тутаев, ул. Архангельская, д</w:t>
            </w:r>
            <w:r w:rsidR="008A262C">
              <w:rPr>
                <w:szCs w:val="28"/>
              </w:rPr>
              <w:t>.</w:t>
            </w:r>
            <w:r w:rsidRPr="00224953">
              <w:rPr>
                <w:szCs w:val="28"/>
              </w:rPr>
              <w:t xml:space="preserve"> № 43, 47, 47а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76:21:000000:1089</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8A262C">
              <w:rPr>
                <w:szCs w:val="28"/>
              </w:rPr>
              <w:t>,</w:t>
            </w:r>
            <w:r w:rsidRPr="00224953">
              <w:rPr>
                <w:szCs w:val="28"/>
              </w:rPr>
              <w:t xml:space="preserve"> Тутаевский район, п. Константиновский, ул. Депутатская, д. 4</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8A262C" w:rsidP="008A262C">
            <w:pPr>
              <w:ind w:firstLine="0"/>
              <w:jc w:val="left"/>
              <w:rPr>
                <w:szCs w:val="28"/>
              </w:rPr>
            </w:pPr>
            <w:r>
              <w:rPr>
                <w:szCs w:val="28"/>
              </w:rPr>
              <w:t>Я</w:t>
            </w:r>
            <w:r w:rsidR="00D91137" w:rsidRPr="00224953">
              <w:rPr>
                <w:szCs w:val="28"/>
              </w:rPr>
              <w:t>рославская</w:t>
            </w:r>
            <w:r>
              <w:rPr>
                <w:szCs w:val="28"/>
              </w:rPr>
              <w:t xml:space="preserve"> область</w:t>
            </w:r>
            <w:r w:rsidR="00D91137" w:rsidRPr="00224953">
              <w:rPr>
                <w:szCs w:val="28"/>
              </w:rPr>
              <w:t xml:space="preserve">, </w:t>
            </w:r>
          </w:p>
          <w:p w:rsidR="008A262C" w:rsidRDefault="00D91137" w:rsidP="008A262C">
            <w:pPr>
              <w:ind w:firstLine="0"/>
              <w:jc w:val="left"/>
              <w:rPr>
                <w:szCs w:val="28"/>
              </w:rPr>
            </w:pPr>
            <w:r w:rsidRPr="00224953">
              <w:rPr>
                <w:szCs w:val="28"/>
              </w:rPr>
              <w:t>Тутаевский</w:t>
            </w:r>
            <w:r w:rsidR="008A262C">
              <w:rPr>
                <w:szCs w:val="28"/>
              </w:rPr>
              <w:t xml:space="preserve"> район</w:t>
            </w:r>
            <w:r w:rsidRPr="00224953">
              <w:rPr>
                <w:szCs w:val="28"/>
              </w:rPr>
              <w:t xml:space="preserve">, </w:t>
            </w:r>
          </w:p>
          <w:p w:rsidR="008A262C" w:rsidRDefault="00D91137" w:rsidP="008A262C">
            <w:pPr>
              <w:ind w:firstLine="0"/>
              <w:jc w:val="left"/>
              <w:rPr>
                <w:szCs w:val="28"/>
              </w:rPr>
            </w:pPr>
            <w:r w:rsidRPr="00224953">
              <w:rPr>
                <w:szCs w:val="28"/>
              </w:rPr>
              <w:t xml:space="preserve">п. Константиновский, </w:t>
            </w:r>
          </w:p>
          <w:p w:rsidR="00D91137" w:rsidRPr="00224953" w:rsidRDefault="00D91137" w:rsidP="008A262C">
            <w:pPr>
              <w:ind w:firstLine="0"/>
              <w:jc w:val="left"/>
              <w:rPr>
                <w:szCs w:val="28"/>
              </w:rPr>
            </w:pPr>
            <w:r w:rsidRPr="00224953">
              <w:rPr>
                <w:szCs w:val="28"/>
              </w:rPr>
              <w:t>ул. Депутатская, д</w:t>
            </w:r>
            <w:r w:rsidR="008A262C">
              <w:rPr>
                <w:szCs w:val="28"/>
              </w:rPr>
              <w:t>.</w:t>
            </w:r>
            <w:r w:rsidRPr="00224953">
              <w:rPr>
                <w:szCs w:val="28"/>
              </w:rPr>
              <w:t xml:space="preserve"> 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76:15:022302:1252</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8A262C" w:rsidRDefault="00D91137" w:rsidP="00D91137">
            <w:pPr>
              <w:ind w:firstLine="0"/>
              <w:jc w:val="left"/>
              <w:rPr>
                <w:szCs w:val="28"/>
              </w:rPr>
            </w:pPr>
            <w:r w:rsidRPr="00224953">
              <w:rPr>
                <w:szCs w:val="28"/>
              </w:rPr>
              <w:t xml:space="preserve">Газопровод </w:t>
            </w:r>
          </w:p>
          <w:p w:rsidR="00D91137" w:rsidRPr="00224953" w:rsidRDefault="00D91137" w:rsidP="00B7698F">
            <w:pPr>
              <w:ind w:firstLine="0"/>
              <w:jc w:val="left"/>
              <w:rPr>
                <w:szCs w:val="28"/>
              </w:rPr>
            </w:pPr>
            <w:r w:rsidRPr="00224953">
              <w:rPr>
                <w:szCs w:val="28"/>
              </w:rPr>
              <w:t>низкого давления</w:t>
            </w:r>
            <w:r w:rsidR="00B7698F">
              <w:rPr>
                <w:szCs w:val="28"/>
              </w:rPr>
              <w:t>, г. Тутаев,</w:t>
            </w:r>
            <w:r w:rsidR="008A262C">
              <w:rPr>
                <w:szCs w:val="28"/>
              </w:rPr>
              <w:t>ул. </w:t>
            </w:r>
            <w:r w:rsidRPr="00224953">
              <w:rPr>
                <w:szCs w:val="28"/>
              </w:rPr>
              <w:t>Ушакова</w:t>
            </w:r>
            <w:r w:rsidR="008A262C">
              <w:rPr>
                <w:szCs w:val="28"/>
              </w:rPr>
              <w:t>, д.</w:t>
            </w:r>
            <w:r w:rsidRPr="00224953">
              <w:rPr>
                <w:szCs w:val="28"/>
              </w:rPr>
              <w:t xml:space="preserve"> №</w:t>
            </w:r>
            <w:r w:rsidR="008A262C">
              <w:rPr>
                <w:szCs w:val="28"/>
              </w:rPr>
              <w:t xml:space="preserve"> </w:t>
            </w:r>
            <w:r w:rsidRPr="00224953">
              <w:rPr>
                <w:szCs w:val="28"/>
              </w:rPr>
              <w:t>2,</w:t>
            </w:r>
            <w:r w:rsidR="008A262C">
              <w:rPr>
                <w:szCs w:val="28"/>
              </w:rPr>
              <w:t xml:space="preserve"> </w:t>
            </w:r>
            <w:r w:rsidRPr="00224953">
              <w:rPr>
                <w:szCs w:val="28"/>
              </w:rPr>
              <w:t>4,</w:t>
            </w:r>
            <w:r w:rsidR="008A262C">
              <w:rPr>
                <w:szCs w:val="28"/>
              </w:rPr>
              <w:t xml:space="preserve"> </w:t>
            </w:r>
            <w:r w:rsidRPr="00224953">
              <w:rPr>
                <w:szCs w:val="28"/>
              </w:rPr>
              <w:t>6,</w:t>
            </w:r>
            <w:r w:rsidR="008A262C">
              <w:rPr>
                <w:szCs w:val="28"/>
              </w:rPr>
              <w:t xml:space="preserve"> </w:t>
            </w:r>
            <w:r w:rsidRPr="00224953">
              <w:rPr>
                <w:szCs w:val="28"/>
              </w:rPr>
              <w:t>8,</w:t>
            </w:r>
            <w:r w:rsidR="008A262C">
              <w:rPr>
                <w:szCs w:val="28"/>
              </w:rPr>
              <w:t xml:space="preserve"> </w:t>
            </w:r>
            <w:r w:rsidRPr="00224953">
              <w:rPr>
                <w:szCs w:val="28"/>
              </w:rPr>
              <w:t>12,</w:t>
            </w:r>
            <w:r w:rsidR="008A262C">
              <w:rPr>
                <w:szCs w:val="28"/>
              </w:rPr>
              <w:t xml:space="preserve"> </w:t>
            </w:r>
            <w:r w:rsidRPr="00224953">
              <w:rPr>
                <w:szCs w:val="28"/>
              </w:rPr>
              <w:t>14,</w:t>
            </w:r>
            <w:r w:rsidR="008A262C">
              <w:rPr>
                <w:szCs w:val="28"/>
              </w:rPr>
              <w:t xml:space="preserve"> </w:t>
            </w:r>
            <w:r w:rsidRPr="00224953">
              <w:rPr>
                <w:szCs w:val="28"/>
              </w:rPr>
              <w:t>16,</w:t>
            </w:r>
            <w:r w:rsidR="008A262C">
              <w:rPr>
                <w:szCs w:val="28"/>
              </w:rPr>
              <w:t xml:space="preserve"> </w:t>
            </w:r>
            <w:r w:rsidRPr="00224953">
              <w:rPr>
                <w:szCs w:val="28"/>
              </w:rPr>
              <w:t>18,</w:t>
            </w:r>
            <w:r w:rsidR="008A262C">
              <w:rPr>
                <w:szCs w:val="28"/>
              </w:rPr>
              <w:t xml:space="preserve"> </w:t>
            </w:r>
            <w:r w:rsidRPr="00224953">
              <w:rPr>
                <w:szCs w:val="28"/>
              </w:rPr>
              <w:t>20,</w:t>
            </w:r>
            <w:r w:rsidR="008A262C">
              <w:rPr>
                <w:szCs w:val="28"/>
              </w:rPr>
              <w:t xml:space="preserve"> </w:t>
            </w:r>
            <w:r w:rsidRPr="00224953">
              <w:rPr>
                <w:szCs w:val="28"/>
              </w:rPr>
              <w:t>22,</w:t>
            </w:r>
            <w:r w:rsidR="008A262C">
              <w:rPr>
                <w:szCs w:val="28"/>
              </w:rPr>
              <w:t xml:space="preserve"> </w:t>
            </w:r>
            <w:r w:rsidRPr="00224953">
              <w:rPr>
                <w:szCs w:val="28"/>
              </w:rPr>
              <w:t>32,</w:t>
            </w:r>
            <w:r w:rsidR="008A262C">
              <w:rPr>
                <w:szCs w:val="28"/>
              </w:rPr>
              <w:t xml:space="preserve"> </w:t>
            </w:r>
            <w:r w:rsidRPr="00224953">
              <w:rPr>
                <w:szCs w:val="28"/>
              </w:rPr>
              <w:t>32а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B7698F" w:rsidRDefault="00D91137" w:rsidP="00B7698F">
            <w:pPr>
              <w:ind w:firstLine="0"/>
              <w:jc w:val="left"/>
              <w:rPr>
                <w:szCs w:val="28"/>
              </w:rPr>
            </w:pPr>
            <w:r w:rsidRPr="00224953">
              <w:rPr>
                <w:szCs w:val="28"/>
              </w:rPr>
              <w:t xml:space="preserve">Ярославская область, </w:t>
            </w:r>
          </w:p>
          <w:p w:rsidR="00D91137" w:rsidRPr="00224953" w:rsidRDefault="00D91137" w:rsidP="00B7698F">
            <w:pPr>
              <w:ind w:firstLine="0"/>
              <w:jc w:val="left"/>
              <w:rPr>
                <w:szCs w:val="28"/>
              </w:rPr>
            </w:pPr>
            <w:r w:rsidRPr="00224953">
              <w:rPr>
                <w:szCs w:val="28"/>
              </w:rPr>
              <w:t>Тутаевский</w:t>
            </w:r>
            <w:r w:rsidR="00B7698F">
              <w:rPr>
                <w:szCs w:val="28"/>
              </w:rPr>
              <w:t xml:space="preserve"> район</w:t>
            </w:r>
            <w:r w:rsidRPr="00224953">
              <w:rPr>
                <w:szCs w:val="28"/>
              </w:rPr>
              <w:t xml:space="preserve">, </w:t>
            </w:r>
            <w:r w:rsidR="00B7698F">
              <w:rPr>
                <w:szCs w:val="28"/>
              </w:rPr>
              <w:br/>
            </w:r>
            <w:r w:rsidRPr="00224953">
              <w:rPr>
                <w:szCs w:val="28"/>
              </w:rPr>
              <w:t>г</w:t>
            </w:r>
            <w:r w:rsidR="00B7698F">
              <w:rPr>
                <w:szCs w:val="28"/>
              </w:rPr>
              <w:t>.</w:t>
            </w:r>
            <w:r w:rsidRPr="00224953">
              <w:rPr>
                <w:szCs w:val="28"/>
              </w:rPr>
              <w:t xml:space="preserve"> Тутаев, ул Ушакова, д</w:t>
            </w:r>
            <w:r w:rsidR="00B7698F">
              <w:rPr>
                <w:szCs w:val="28"/>
              </w:rPr>
              <w:t>. </w:t>
            </w:r>
            <w:r w:rsidRPr="00224953">
              <w:rPr>
                <w:szCs w:val="28"/>
              </w:rPr>
              <w:t>№</w:t>
            </w:r>
            <w:r w:rsidR="00B7698F">
              <w:rPr>
                <w:szCs w:val="28"/>
              </w:rPr>
              <w:t xml:space="preserve"> </w:t>
            </w:r>
            <w:r w:rsidRPr="00224953">
              <w:rPr>
                <w:szCs w:val="28"/>
              </w:rPr>
              <w:t>2,</w:t>
            </w:r>
            <w:r w:rsidR="00B7698F">
              <w:rPr>
                <w:szCs w:val="28"/>
              </w:rPr>
              <w:t xml:space="preserve"> </w:t>
            </w:r>
            <w:r w:rsidRPr="00224953">
              <w:rPr>
                <w:szCs w:val="28"/>
              </w:rPr>
              <w:t>4,</w:t>
            </w:r>
            <w:r w:rsidR="00B7698F">
              <w:rPr>
                <w:szCs w:val="28"/>
              </w:rPr>
              <w:t xml:space="preserve"> </w:t>
            </w:r>
            <w:r w:rsidRPr="00224953">
              <w:rPr>
                <w:szCs w:val="28"/>
              </w:rPr>
              <w:t>6,</w:t>
            </w:r>
            <w:r w:rsidR="00B7698F">
              <w:rPr>
                <w:szCs w:val="28"/>
              </w:rPr>
              <w:t xml:space="preserve"> </w:t>
            </w:r>
            <w:r w:rsidRPr="00224953">
              <w:rPr>
                <w:szCs w:val="28"/>
              </w:rPr>
              <w:t>8,</w:t>
            </w:r>
            <w:r w:rsidR="00B7698F">
              <w:rPr>
                <w:szCs w:val="28"/>
              </w:rPr>
              <w:t xml:space="preserve"> </w:t>
            </w:r>
            <w:r w:rsidRPr="00224953">
              <w:rPr>
                <w:szCs w:val="28"/>
              </w:rPr>
              <w:t>12,</w:t>
            </w:r>
            <w:r w:rsidR="00B7698F">
              <w:rPr>
                <w:szCs w:val="28"/>
              </w:rPr>
              <w:t xml:space="preserve"> </w:t>
            </w:r>
            <w:r w:rsidRPr="00224953">
              <w:rPr>
                <w:szCs w:val="28"/>
              </w:rPr>
              <w:t>14,16,</w:t>
            </w:r>
            <w:r w:rsidR="00B7698F">
              <w:rPr>
                <w:szCs w:val="28"/>
              </w:rPr>
              <w:t xml:space="preserve"> </w:t>
            </w:r>
            <w:r w:rsidRPr="00224953">
              <w:rPr>
                <w:szCs w:val="28"/>
              </w:rPr>
              <w:t>18,</w:t>
            </w:r>
            <w:r w:rsidR="00B7698F">
              <w:rPr>
                <w:szCs w:val="28"/>
              </w:rPr>
              <w:t xml:space="preserve"> </w:t>
            </w:r>
            <w:r w:rsidRPr="00224953">
              <w:rPr>
                <w:szCs w:val="28"/>
              </w:rPr>
              <w:t>20,</w:t>
            </w:r>
            <w:r w:rsidR="00B7698F">
              <w:rPr>
                <w:szCs w:val="28"/>
              </w:rPr>
              <w:t xml:space="preserve"> </w:t>
            </w:r>
            <w:r w:rsidRPr="00224953">
              <w:rPr>
                <w:szCs w:val="28"/>
              </w:rPr>
              <w:t>22,</w:t>
            </w:r>
            <w:r w:rsidR="00B7698F">
              <w:rPr>
                <w:szCs w:val="28"/>
              </w:rPr>
              <w:t xml:space="preserve"> </w:t>
            </w:r>
            <w:r w:rsidRPr="00224953">
              <w:rPr>
                <w:szCs w:val="28"/>
              </w:rPr>
              <w:t>32,</w:t>
            </w:r>
            <w:r w:rsidR="00B7698F">
              <w:rPr>
                <w:szCs w:val="28"/>
              </w:rPr>
              <w:t xml:space="preserve"> </w:t>
            </w:r>
            <w:r w:rsidRPr="00224953">
              <w:rPr>
                <w:szCs w:val="28"/>
              </w:rPr>
              <w:t>32а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76:21:000000:1116</w:t>
            </w:r>
          </w:p>
        </w:tc>
      </w:tr>
      <w:tr w:rsidR="00D91137" w:rsidRPr="00224953" w:rsidTr="00B41749">
        <w:trPr>
          <w:trHeight w:val="913"/>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FB22F0" w:rsidRDefault="00D91137" w:rsidP="00D91137">
            <w:pPr>
              <w:ind w:firstLine="0"/>
              <w:jc w:val="left"/>
              <w:rPr>
                <w:szCs w:val="28"/>
              </w:rPr>
            </w:pPr>
            <w:r w:rsidRPr="00224953">
              <w:rPr>
                <w:szCs w:val="28"/>
              </w:rPr>
              <w:t xml:space="preserve">Газопровод </w:t>
            </w:r>
          </w:p>
          <w:p w:rsidR="00D91137" w:rsidRPr="00224953" w:rsidRDefault="00D91137" w:rsidP="00FB22F0">
            <w:pPr>
              <w:ind w:firstLine="0"/>
              <w:jc w:val="left"/>
              <w:rPr>
                <w:szCs w:val="28"/>
              </w:rPr>
            </w:pPr>
            <w:r w:rsidRPr="00224953">
              <w:rPr>
                <w:szCs w:val="28"/>
              </w:rPr>
              <w:t>низкого давления</w:t>
            </w:r>
            <w:r w:rsidR="00FB22F0">
              <w:rPr>
                <w:szCs w:val="28"/>
              </w:rPr>
              <w:t>, г. Тутаев, ул. Гражданская, д.</w:t>
            </w:r>
            <w:r w:rsidRPr="00224953">
              <w:rPr>
                <w:szCs w:val="28"/>
              </w:rPr>
              <w:t xml:space="preserve"> №</w:t>
            </w:r>
            <w:r w:rsidR="00FB22F0">
              <w:rPr>
                <w:szCs w:val="28"/>
              </w:rPr>
              <w:t xml:space="preserve"> </w:t>
            </w:r>
            <w:r w:rsidRPr="00224953">
              <w:rPr>
                <w:szCs w:val="28"/>
              </w:rPr>
              <w:t>2,</w:t>
            </w:r>
            <w:r w:rsidR="00FB22F0">
              <w:rPr>
                <w:szCs w:val="28"/>
              </w:rPr>
              <w:t xml:space="preserve"> </w:t>
            </w:r>
            <w:r w:rsidRPr="00224953">
              <w:rPr>
                <w:szCs w:val="28"/>
              </w:rPr>
              <w:t>2а,</w:t>
            </w:r>
            <w:r w:rsidR="00FB22F0">
              <w:rPr>
                <w:szCs w:val="28"/>
              </w:rPr>
              <w:t xml:space="preserve"> </w:t>
            </w:r>
            <w:r w:rsidRPr="00224953">
              <w:rPr>
                <w:szCs w:val="28"/>
              </w:rPr>
              <w:t>2в,</w:t>
            </w:r>
            <w:r w:rsidR="00FB22F0">
              <w:rPr>
                <w:szCs w:val="28"/>
              </w:rPr>
              <w:t xml:space="preserve"> </w:t>
            </w:r>
            <w:r w:rsidRPr="00224953">
              <w:rPr>
                <w:szCs w:val="28"/>
              </w:rPr>
              <w:t>10</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FB22F0" w:rsidRDefault="00D91137" w:rsidP="00FB22F0">
            <w:pPr>
              <w:ind w:firstLine="0"/>
              <w:jc w:val="left"/>
              <w:rPr>
                <w:szCs w:val="28"/>
              </w:rPr>
            </w:pPr>
            <w:r w:rsidRPr="00224953">
              <w:rPr>
                <w:szCs w:val="28"/>
              </w:rPr>
              <w:t>Ярославская обл</w:t>
            </w:r>
            <w:r w:rsidR="00FB22F0">
              <w:rPr>
                <w:szCs w:val="28"/>
              </w:rPr>
              <w:t>асть, г.</w:t>
            </w:r>
            <w:r w:rsidR="00FB22F0">
              <w:t> </w:t>
            </w:r>
            <w:r w:rsidRPr="00224953">
              <w:rPr>
                <w:szCs w:val="28"/>
              </w:rPr>
              <w:t xml:space="preserve">Тутаев, </w:t>
            </w:r>
          </w:p>
          <w:p w:rsidR="00D91137" w:rsidRPr="00224953" w:rsidRDefault="00D91137" w:rsidP="00FB22F0">
            <w:pPr>
              <w:ind w:firstLine="0"/>
              <w:jc w:val="left"/>
              <w:rPr>
                <w:szCs w:val="28"/>
              </w:rPr>
            </w:pPr>
            <w:r w:rsidRPr="00224953">
              <w:rPr>
                <w:szCs w:val="28"/>
              </w:rPr>
              <w:t>ул. Гражданская, д</w:t>
            </w:r>
            <w:r w:rsidR="00FB22F0">
              <w:rPr>
                <w:szCs w:val="28"/>
              </w:rPr>
              <w:t>.</w:t>
            </w:r>
            <w:r w:rsidRPr="00224953">
              <w:rPr>
                <w:szCs w:val="28"/>
              </w:rPr>
              <w:t xml:space="preserve"> №</w:t>
            </w:r>
            <w:r w:rsidR="00FB22F0">
              <w:rPr>
                <w:szCs w:val="28"/>
              </w:rPr>
              <w:t xml:space="preserve"> </w:t>
            </w:r>
            <w:r w:rsidRPr="00224953">
              <w:rPr>
                <w:szCs w:val="28"/>
              </w:rPr>
              <w:t>2,</w:t>
            </w:r>
            <w:r w:rsidR="00FB22F0">
              <w:rPr>
                <w:szCs w:val="28"/>
              </w:rPr>
              <w:t xml:space="preserve"> </w:t>
            </w:r>
            <w:r w:rsidRPr="00224953">
              <w:rPr>
                <w:szCs w:val="28"/>
              </w:rPr>
              <w:t>2а,</w:t>
            </w:r>
            <w:r w:rsidR="00FB22F0">
              <w:rPr>
                <w:szCs w:val="28"/>
              </w:rPr>
              <w:t xml:space="preserve"> </w:t>
            </w:r>
            <w:r w:rsidRPr="00224953">
              <w:rPr>
                <w:szCs w:val="28"/>
              </w:rPr>
              <w:t>2в,</w:t>
            </w:r>
            <w:r w:rsidR="00FB22F0">
              <w:rPr>
                <w:szCs w:val="28"/>
              </w:rPr>
              <w:t xml:space="preserve"> </w:t>
            </w:r>
            <w:r w:rsidRPr="00224953">
              <w:rPr>
                <w:szCs w:val="28"/>
              </w:rPr>
              <w:t>10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76:21:000000:1086</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D91137" w:rsidRPr="00224953" w:rsidRDefault="00507D43" w:rsidP="00507D43">
            <w:pPr>
              <w:ind w:firstLine="0"/>
              <w:jc w:val="left"/>
              <w:rPr>
                <w:szCs w:val="28"/>
              </w:rPr>
            </w:pPr>
            <w:r>
              <w:rPr>
                <w:szCs w:val="28"/>
              </w:rPr>
              <w:t>низкого давления г. Тутаев, проспект</w:t>
            </w:r>
            <w:r w:rsidR="00D91137" w:rsidRPr="00224953">
              <w:rPr>
                <w:szCs w:val="28"/>
              </w:rPr>
              <w:t xml:space="preserve"> 50-летия Победы, д. 16, МКР-9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w:t>
            </w:r>
            <w:r w:rsidR="00507D43">
              <w:rPr>
                <w:szCs w:val="28"/>
              </w:rPr>
              <w:t>рославская область, г. Тутаев, проспек</w:t>
            </w:r>
            <w:r w:rsidRPr="00224953">
              <w:rPr>
                <w:szCs w:val="28"/>
              </w:rPr>
              <w:t xml:space="preserve">т </w:t>
            </w:r>
            <w:r w:rsidR="00507D43">
              <w:rPr>
                <w:szCs w:val="28"/>
              </w:rPr>
              <w:br/>
            </w:r>
            <w:r w:rsidRPr="00224953">
              <w:rPr>
                <w:szCs w:val="28"/>
              </w:rPr>
              <w:t>50-летия Победы, д. 16, МКР-9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76:21:010305:4777</w:t>
            </w:r>
          </w:p>
        </w:tc>
      </w:tr>
      <w:tr w:rsidR="00D91137" w:rsidRPr="00224953" w:rsidTr="00B41749">
        <w:trPr>
          <w:trHeight w:val="15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985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Ярославская обл</w:t>
            </w:r>
            <w:r w:rsidR="00507D43">
              <w:rPr>
                <w:szCs w:val="28"/>
              </w:rPr>
              <w:t>асть</w:t>
            </w:r>
            <w:r w:rsidRPr="00224953">
              <w:rPr>
                <w:szCs w:val="28"/>
              </w:rPr>
              <w:t xml:space="preserve">, </w:t>
            </w:r>
          </w:p>
          <w:p w:rsidR="00D91137" w:rsidRPr="00224953" w:rsidRDefault="00507D43" w:rsidP="00507D43">
            <w:pPr>
              <w:ind w:firstLine="0"/>
              <w:jc w:val="left"/>
              <w:rPr>
                <w:szCs w:val="28"/>
              </w:rPr>
            </w:pPr>
            <w:r>
              <w:rPr>
                <w:szCs w:val="28"/>
              </w:rPr>
              <w:t>Тутаевский райо</w:t>
            </w:r>
            <w:r w:rsidR="00D91137" w:rsidRPr="00224953">
              <w:rPr>
                <w:szCs w:val="28"/>
              </w:rPr>
              <w:t xml:space="preserve">н, </w:t>
            </w:r>
            <w:r>
              <w:rPr>
                <w:szCs w:val="28"/>
              </w:rPr>
              <w:br/>
            </w:r>
            <w:r w:rsidR="00D91137" w:rsidRPr="00224953">
              <w:rPr>
                <w:szCs w:val="28"/>
              </w:rPr>
              <w:t>г</w:t>
            </w:r>
            <w:r>
              <w:rPr>
                <w:szCs w:val="28"/>
              </w:rPr>
              <w:t>.</w:t>
            </w:r>
            <w:r w:rsidR="00D91137" w:rsidRPr="00224953">
              <w:rPr>
                <w:szCs w:val="28"/>
              </w:rPr>
              <w:t xml:space="preserve"> Тутаев, ул</w:t>
            </w:r>
            <w:r>
              <w:rPr>
                <w:szCs w:val="28"/>
              </w:rPr>
              <w:t>.</w:t>
            </w:r>
            <w:r w:rsidR="00D91137" w:rsidRPr="00224953">
              <w:rPr>
                <w:szCs w:val="28"/>
              </w:rPr>
              <w:t xml:space="preserve"> Крупской, д</w:t>
            </w:r>
            <w:r>
              <w:rPr>
                <w:szCs w:val="28"/>
              </w:rPr>
              <w:t>. </w:t>
            </w:r>
            <w:r w:rsidR="00D91137" w:rsidRPr="00224953">
              <w:rPr>
                <w:szCs w:val="28"/>
              </w:rPr>
              <w:t>№ 1, 3, 5, 7, 7а, 41 ,43, 45, 53, 55, 57, 59, 61,</w:t>
            </w:r>
            <w:r w:rsidR="00D91137" w:rsidRPr="00224953">
              <w:rPr>
                <w:szCs w:val="28"/>
              </w:rPr>
              <w:br/>
              <w:t xml:space="preserve">63, 65, 67, 69, 71, 73, 75, 138, 140, 142, 144, 146, 148, 150, 152, 152а </w:t>
            </w:r>
            <w:r>
              <w:rPr>
                <w:szCs w:val="28"/>
              </w:rPr>
              <w:t>–</w:t>
            </w:r>
            <w:r w:rsidR="00D91137" w:rsidRPr="00224953">
              <w:rPr>
                <w:szCs w:val="28"/>
              </w:rPr>
              <w:t xml:space="preserve"> ввода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76:21:000000:1127</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 xml:space="preserve">низкого давления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Ярославская</w:t>
            </w:r>
            <w:r w:rsidR="00507D43">
              <w:rPr>
                <w:szCs w:val="28"/>
              </w:rPr>
              <w:t xml:space="preserve"> область, г.</w:t>
            </w:r>
            <w:r w:rsidR="00507D43">
              <w:t> </w:t>
            </w:r>
            <w:r w:rsidRPr="00224953">
              <w:rPr>
                <w:szCs w:val="28"/>
              </w:rPr>
              <w:t xml:space="preserve">Тутаев, </w:t>
            </w:r>
            <w:r w:rsidR="00507D43">
              <w:rPr>
                <w:szCs w:val="28"/>
              </w:rPr>
              <w:br/>
            </w:r>
            <w:r w:rsidRPr="00224953">
              <w:rPr>
                <w:szCs w:val="28"/>
              </w:rPr>
              <w:t>ул. Пролетарская, д. 41</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76:21:010135:449</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D91137" w:rsidRPr="00224953" w:rsidRDefault="00507D43" w:rsidP="00D91137">
            <w:pPr>
              <w:ind w:firstLine="0"/>
              <w:jc w:val="left"/>
              <w:rPr>
                <w:szCs w:val="28"/>
              </w:rPr>
            </w:pPr>
            <w:r>
              <w:rPr>
                <w:szCs w:val="28"/>
              </w:rPr>
              <w:t>низкого давления г. Тутаев, ул.</w:t>
            </w:r>
            <w:r>
              <w:t> </w:t>
            </w:r>
            <w:r w:rsidR="00D91137" w:rsidRPr="00224953">
              <w:rPr>
                <w:szCs w:val="28"/>
              </w:rPr>
              <w:t xml:space="preserve">Комсомольская, д. 119, </w:t>
            </w:r>
            <w:r>
              <w:rPr>
                <w:szCs w:val="28"/>
              </w:rPr>
              <w:br/>
            </w:r>
            <w:r w:rsidR="00D91137" w:rsidRPr="00224953">
              <w:rPr>
                <w:szCs w:val="28"/>
              </w:rPr>
              <w:t xml:space="preserve">МКР-10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w:t>
            </w:r>
            <w:r w:rsidR="00507D43">
              <w:rPr>
                <w:szCs w:val="28"/>
              </w:rPr>
              <w:t>ерация, Ярославская область, г. </w:t>
            </w:r>
            <w:r w:rsidRPr="00224953">
              <w:rPr>
                <w:szCs w:val="28"/>
              </w:rPr>
              <w:t>Тутаев, ул. Комсомольская, д. 119, МКР-10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76:21:010307:463</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D91137" w:rsidRPr="00224953" w:rsidRDefault="00D91137" w:rsidP="00507D43">
            <w:pPr>
              <w:ind w:firstLine="0"/>
              <w:jc w:val="left"/>
              <w:rPr>
                <w:szCs w:val="28"/>
              </w:rPr>
            </w:pPr>
            <w:r w:rsidRPr="00224953">
              <w:rPr>
                <w:szCs w:val="28"/>
              </w:rPr>
              <w:t>низкого давления</w:t>
            </w:r>
            <w:r w:rsidR="00507D43">
              <w:rPr>
                <w:szCs w:val="28"/>
              </w:rPr>
              <w:t>,</w:t>
            </w:r>
            <w:r w:rsidRPr="00224953">
              <w:rPr>
                <w:szCs w:val="28"/>
              </w:rPr>
              <w:t xml:space="preserve"> г. Тутаев, </w:t>
            </w:r>
            <w:r w:rsidR="00507D43">
              <w:rPr>
                <w:szCs w:val="28"/>
              </w:rPr>
              <w:br/>
            </w:r>
            <w:r w:rsidRPr="00224953">
              <w:rPr>
                <w:szCs w:val="28"/>
              </w:rPr>
              <w:t>ул. Толбухина д</w:t>
            </w:r>
            <w:r w:rsidR="00507D43">
              <w:rPr>
                <w:szCs w:val="28"/>
              </w:rPr>
              <w:t>.</w:t>
            </w:r>
            <w:r w:rsidR="00507D43">
              <w:t> </w:t>
            </w:r>
            <w:r w:rsidRPr="00224953">
              <w:rPr>
                <w:szCs w:val="28"/>
              </w:rPr>
              <w:t>№</w:t>
            </w:r>
            <w:r w:rsidR="00507D43">
              <w:rPr>
                <w:szCs w:val="28"/>
              </w:rPr>
              <w:t xml:space="preserve"> </w:t>
            </w:r>
            <w:r w:rsidRPr="00224953">
              <w:rPr>
                <w:szCs w:val="28"/>
              </w:rPr>
              <w:t>170, 172, 174, 176, 185</w:t>
            </w:r>
            <w:r w:rsidR="00507D43">
              <w:rPr>
                <w:szCs w:val="28"/>
              </w:rPr>
              <w:t xml:space="preserve"> –</w:t>
            </w:r>
            <w:r w:rsidRPr="00224953">
              <w:rPr>
                <w:szCs w:val="28"/>
              </w:rPr>
              <w:t xml:space="preserve"> ввода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07D43">
            <w:pPr>
              <w:ind w:firstLine="0"/>
              <w:jc w:val="left"/>
              <w:rPr>
                <w:szCs w:val="28"/>
              </w:rPr>
            </w:pPr>
            <w:r w:rsidRPr="00224953">
              <w:rPr>
                <w:szCs w:val="28"/>
              </w:rPr>
              <w:t>152302, Ярославская область, Тутаевский</w:t>
            </w:r>
            <w:r w:rsidR="00507D43">
              <w:rPr>
                <w:szCs w:val="28"/>
              </w:rPr>
              <w:t xml:space="preserve"> район</w:t>
            </w:r>
            <w:r w:rsidRPr="00224953">
              <w:rPr>
                <w:szCs w:val="28"/>
              </w:rPr>
              <w:t>, г</w:t>
            </w:r>
            <w:r w:rsidR="00507D43">
              <w:rPr>
                <w:szCs w:val="28"/>
              </w:rPr>
              <w:t>. </w:t>
            </w:r>
            <w:r w:rsidRPr="00224953">
              <w:rPr>
                <w:szCs w:val="28"/>
              </w:rPr>
              <w:t>Тутаев, ул</w:t>
            </w:r>
            <w:r w:rsidR="00507D43">
              <w:rPr>
                <w:szCs w:val="28"/>
              </w:rPr>
              <w:t>.</w:t>
            </w:r>
            <w:r w:rsidRPr="00224953">
              <w:rPr>
                <w:szCs w:val="28"/>
              </w:rPr>
              <w:t xml:space="preserve"> Толбухина, </w:t>
            </w:r>
            <w:r w:rsidR="00507D43">
              <w:rPr>
                <w:szCs w:val="28"/>
              </w:rPr>
              <w:t>д. </w:t>
            </w:r>
            <w:r w:rsidRPr="00224953">
              <w:rPr>
                <w:szCs w:val="28"/>
              </w:rPr>
              <w:t xml:space="preserve">170, 172, 174, 176, </w:t>
            </w:r>
            <w:r w:rsidR="00507D43">
              <w:rPr>
                <w:szCs w:val="28"/>
              </w:rPr>
              <w:br/>
            </w:r>
            <w:r w:rsidRPr="00224953">
              <w:rPr>
                <w:szCs w:val="28"/>
              </w:rPr>
              <w:t>185</w:t>
            </w:r>
            <w:r w:rsidR="00507D43">
              <w:rPr>
                <w:szCs w:val="28"/>
              </w:rPr>
              <w:t xml:space="preserve"> – </w:t>
            </w:r>
            <w:r w:rsidRPr="00224953">
              <w:rPr>
                <w:szCs w:val="28"/>
              </w:rPr>
              <w:t>ввода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76:21:000000:1117</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989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D91137" w:rsidRPr="00224953" w:rsidRDefault="00D91137" w:rsidP="00507D43">
            <w:pPr>
              <w:ind w:firstLine="0"/>
              <w:jc w:val="left"/>
              <w:rPr>
                <w:szCs w:val="28"/>
              </w:rPr>
            </w:pPr>
            <w:r w:rsidRPr="00224953">
              <w:rPr>
                <w:szCs w:val="28"/>
              </w:rPr>
              <w:t>низкого давления</w:t>
            </w:r>
            <w:r w:rsidR="00507D43">
              <w:rPr>
                <w:szCs w:val="28"/>
              </w:rPr>
              <w:t>, г. Тутаев, ул. </w:t>
            </w:r>
            <w:r w:rsidRPr="00224953">
              <w:rPr>
                <w:szCs w:val="28"/>
              </w:rPr>
              <w:t>Волжск</w:t>
            </w:r>
            <w:r w:rsidR="00507D43">
              <w:rPr>
                <w:szCs w:val="28"/>
              </w:rPr>
              <w:t>ая Набережная, д. </w:t>
            </w:r>
            <w:r w:rsidRPr="00224953">
              <w:rPr>
                <w:szCs w:val="28"/>
              </w:rPr>
              <w:t xml:space="preserve">31а </w:t>
            </w:r>
            <w:r w:rsidR="00507D43">
              <w:rPr>
                <w:szCs w:val="28"/>
              </w:rPr>
              <w:t>–</w:t>
            </w:r>
            <w:r w:rsidRPr="00224953">
              <w:rPr>
                <w:szCs w:val="28"/>
              </w:rPr>
              <w:t xml:space="preserve"> ввод</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507D43">
            <w:pPr>
              <w:ind w:firstLine="0"/>
              <w:jc w:val="left"/>
              <w:rPr>
                <w:szCs w:val="28"/>
              </w:rPr>
            </w:pPr>
            <w:r w:rsidRPr="00224953">
              <w:rPr>
                <w:szCs w:val="28"/>
              </w:rPr>
              <w:t xml:space="preserve">Ярославская область, </w:t>
            </w:r>
          </w:p>
          <w:p w:rsidR="00D91137" w:rsidRPr="00224953" w:rsidRDefault="00D91137" w:rsidP="00507D43">
            <w:pPr>
              <w:ind w:firstLine="0"/>
              <w:jc w:val="left"/>
              <w:rPr>
                <w:szCs w:val="28"/>
              </w:rPr>
            </w:pPr>
            <w:r w:rsidRPr="00224953">
              <w:rPr>
                <w:szCs w:val="28"/>
              </w:rPr>
              <w:t>Тутаевский</w:t>
            </w:r>
            <w:r w:rsidR="00507D43">
              <w:rPr>
                <w:szCs w:val="28"/>
              </w:rPr>
              <w:t xml:space="preserve"> район</w:t>
            </w:r>
            <w:r w:rsidRPr="00224953">
              <w:rPr>
                <w:szCs w:val="28"/>
              </w:rPr>
              <w:t xml:space="preserve">, </w:t>
            </w:r>
            <w:r w:rsidR="00507D43">
              <w:rPr>
                <w:szCs w:val="28"/>
              </w:rPr>
              <w:br/>
            </w:r>
            <w:r w:rsidRPr="00224953">
              <w:rPr>
                <w:szCs w:val="28"/>
              </w:rPr>
              <w:t>г</w:t>
            </w:r>
            <w:r w:rsidR="00507D43">
              <w:rPr>
                <w:szCs w:val="28"/>
              </w:rPr>
              <w:t>.</w:t>
            </w:r>
            <w:r w:rsidRPr="00224953">
              <w:rPr>
                <w:szCs w:val="28"/>
              </w:rPr>
              <w:t xml:space="preserve"> Тутаев, ул</w:t>
            </w:r>
            <w:r w:rsidR="00507D43">
              <w:rPr>
                <w:szCs w:val="28"/>
              </w:rPr>
              <w:t>.</w:t>
            </w:r>
            <w:r w:rsidRPr="00224953">
              <w:rPr>
                <w:szCs w:val="28"/>
              </w:rPr>
              <w:t xml:space="preserve"> Волжская Набережная, </w:t>
            </w:r>
            <w:r w:rsidR="00507D43">
              <w:rPr>
                <w:szCs w:val="28"/>
              </w:rPr>
              <w:t xml:space="preserve">д. </w:t>
            </w:r>
            <w:r w:rsidRPr="00224953">
              <w:rPr>
                <w:szCs w:val="28"/>
              </w:rPr>
              <w:t>31а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76:21:020132:275</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507D43">
              <w:rPr>
                <w:szCs w:val="28"/>
              </w:rPr>
              <w:t>,</w:t>
            </w:r>
            <w:r w:rsidRPr="00224953">
              <w:rPr>
                <w:szCs w:val="28"/>
              </w:rPr>
              <w:t xml:space="preserve"> Тутаевский район, п. Фоминское, ул. Центральная, д. 36</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Российская Федерация, Ярославская область, </w:t>
            </w:r>
          </w:p>
          <w:p w:rsidR="00D91137" w:rsidRPr="00224953" w:rsidRDefault="00D91137" w:rsidP="00D91137">
            <w:pPr>
              <w:ind w:firstLine="0"/>
              <w:jc w:val="left"/>
              <w:rPr>
                <w:szCs w:val="28"/>
              </w:rPr>
            </w:pPr>
            <w:r w:rsidRPr="00224953">
              <w:rPr>
                <w:szCs w:val="28"/>
              </w:rPr>
              <w:t>Тутаевский район, п. Фоминское, ул. Центральная, д. 36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76:15:021303:585</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991</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507D43" w:rsidRDefault="00D91137" w:rsidP="00D91137">
            <w:pPr>
              <w:ind w:firstLine="0"/>
              <w:jc w:val="left"/>
              <w:rPr>
                <w:szCs w:val="28"/>
              </w:rPr>
            </w:pPr>
            <w:r w:rsidRPr="00224953">
              <w:rPr>
                <w:szCs w:val="28"/>
              </w:rPr>
              <w:t>низкого давления</w:t>
            </w:r>
            <w:r w:rsidR="00507D43">
              <w:rPr>
                <w:szCs w:val="28"/>
              </w:rPr>
              <w:t>, г. Тутаев, ул. </w:t>
            </w:r>
            <w:r w:rsidRPr="00224953">
              <w:rPr>
                <w:szCs w:val="28"/>
              </w:rPr>
              <w:t xml:space="preserve">Комсомольская, д. 98, </w:t>
            </w:r>
          </w:p>
          <w:p w:rsidR="00D91137" w:rsidRPr="00224953" w:rsidRDefault="00D91137" w:rsidP="00D91137">
            <w:pPr>
              <w:ind w:firstLine="0"/>
              <w:jc w:val="left"/>
              <w:rPr>
                <w:szCs w:val="28"/>
              </w:rPr>
            </w:pPr>
            <w:r w:rsidRPr="00224953">
              <w:rPr>
                <w:szCs w:val="28"/>
              </w:rPr>
              <w:t>МКР-19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Ярославская область, </w:t>
            </w:r>
          </w:p>
          <w:p w:rsidR="00D91137" w:rsidRPr="00224953" w:rsidRDefault="00D91137" w:rsidP="00D91137">
            <w:pPr>
              <w:ind w:firstLine="0"/>
              <w:jc w:val="left"/>
              <w:rPr>
                <w:szCs w:val="28"/>
              </w:rPr>
            </w:pPr>
            <w:r w:rsidRPr="00224953">
              <w:rPr>
                <w:szCs w:val="28"/>
              </w:rPr>
              <w:t xml:space="preserve">Тутаевский район, </w:t>
            </w:r>
            <w:r w:rsidR="00507D43">
              <w:rPr>
                <w:szCs w:val="28"/>
              </w:rPr>
              <w:br/>
            </w:r>
            <w:r w:rsidRPr="00224953">
              <w:rPr>
                <w:szCs w:val="28"/>
              </w:rPr>
              <w:t>г. Тутаев, ул. Комсомольская, д. 98, МКР-19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76:21:010303:639</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992</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507D43"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507D43">
              <w:rPr>
                <w:szCs w:val="28"/>
              </w:rPr>
              <w:t>, г. Тутаев, ул. Юбилейная (от ул. Панина, д. </w:t>
            </w:r>
            <w:r w:rsidRPr="00224953">
              <w:rPr>
                <w:szCs w:val="28"/>
              </w:rPr>
              <w:t>58 по ул. Юбилейная от д. 1 до д.</w:t>
            </w:r>
            <w:r w:rsidR="00507D43">
              <w:rPr>
                <w:szCs w:val="28"/>
              </w:rPr>
              <w:t xml:space="preserve"> </w:t>
            </w:r>
            <w:r w:rsidRPr="00224953">
              <w:rPr>
                <w:szCs w:val="28"/>
              </w:rPr>
              <w:t>36)</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507D43">
            <w:pPr>
              <w:ind w:firstLine="0"/>
              <w:jc w:val="left"/>
              <w:rPr>
                <w:szCs w:val="28"/>
              </w:rPr>
            </w:pPr>
            <w:r w:rsidRPr="00224953">
              <w:rPr>
                <w:szCs w:val="28"/>
              </w:rPr>
              <w:t>Российская Фед</w:t>
            </w:r>
            <w:r w:rsidR="00507D43">
              <w:rPr>
                <w:szCs w:val="28"/>
              </w:rPr>
              <w:t>ерация, Ярославская область, г. </w:t>
            </w:r>
            <w:r w:rsidRPr="00224953">
              <w:rPr>
                <w:szCs w:val="28"/>
              </w:rPr>
              <w:t>Тутаев, ул. Юбилейная (от ул. Панина, д. 58 по ул.</w:t>
            </w:r>
            <w:r w:rsidR="00507D43">
              <w:rPr>
                <w:szCs w:val="28"/>
              </w:rPr>
              <w:t xml:space="preserve"> </w:t>
            </w:r>
            <w:r w:rsidRPr="00224953">
              <w:rPr>
                <w:szCs w:val="28"/>
              </w:rPr>
              <w:t>Юбилейная от д. 1 до д. 36)</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76:21:000000:1138</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993</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07AEE"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707AEE">
              <w:rPr>
                <w:szCs w:val="28"/>
              </w:rPr>
              <w:t>,</w:t>
            </w:r>
            <w:r w:rsidRPr="00224953">
              <w:rPr>
                <w:szCs w:val="28"/>
              </w:rPr>
              <w:t xml:space="preserve"> Тутаевский район, п. Константиновский, ул. Победы, д. 6, ул. Ленина, д.</w:t>
            </w:r>
            <w:r w:rsidR="00707AEE">
              <w:rPr>
                <w:szCs w:val="28"/>
              </w:rPr>
              <w:t> </w:t>
            </w:r>
            <w:r w:rsidRPr="00224953">
              <w:rPr>
                <w:szCs w:val="28"/>
              </w:rPr>
              <w:t>10,</w:t>
            </w:r>
            <w:r w:rsidR="00707AEE">
              <w:rPr>
                <w:szCs w:val="28"/>
              </w:rPr>
              <w:t xml:space="preserve"> </w:t>
            </w:r>
            <w:r w:rsidRPr="00224953">
              <w:rPr>
                <w:szCs w:val="28"/>
              </w:rPr>
              <w:t xml:space="preserve">12 </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707AEE" w:rsidRDefault="00D91137" w:rsidP="00D91137">
            <w:pPr>
              <w:ind w:firstLine="0"/>
              <w:jc w:val="left"/>
              <w:rPr>
                <w:szCs w:val="28"/>
              </w:rPr>
            </w:pPr>
            <w:r w:rsidRPr="00224953">
              <w:rPr>
                <w:szCs w:val="28"/>
              </w:rPr>
              <w:t xml:space="preserve">Российская Федерация, Ярославская область, </w:t>
            </w:r>
          </w:p>
          <w:p w:rsidR="00707AEE" w:rsidRDefault="00D91137" w:rsidP="00D91137">
            <w:pPr>
              <w:ind w:firstLine="0"/>
              <w:jc w:val="left"/>
              <w:rPr>
                <w:szCs w:val="28"/>
              </w:rPr>
            </w:pPr>
            <w:r w:rsidRPr="00224953">
              <w:rPr>
                <w:szCs w:val="28"/>
              </w:rPr>
              <w:t xml:space="preserve">Тутаевский район, </w:t>
            </w:r>
          </w:p>
          <w:p w:rsidR="00707AEE" w:rsidRDefault="00D91137" w:rsidP="00D91137">
            <w:pPr>
              <w:ind w:firstLine="0"/>
              <w:jc w:val="left"/>
              <w:rPr>
                <w:szCs w:val="28"/>
              </w:rPr>
            </w:pPr>
            <w:r w:rsidRPr="00224953">
              <w:rPr>
                <w:szCs w:val="28"/>
              </w:rPr>
              <w:t xml:space="preserve">п. Константиновский, </w:t>
            </w:r>
          </w:p>
          <w:p w:rsidR="00707AEE" w:rsidRDefault="00D91137" w:rsidP="00D91137">
            <w:pPr>
              <w:ind w:firstLine="0"/>
              <w:jc w:val="left"/>
              <w:rPr>
                <w:szCs w:val="28"/>
              </w:rPr>
            </w:pPr>
            <w:r w:rsidRPr="00224953">
              <w:rPr>
                <w:szCs w:val="28"/>
              </w:rPr>
              <w:t xml:space="preserve">ул. Победы, д. 6, </w:t>
            </w:r>
          </w:p>
          <w:p w:rsidR="00D91137" w:rsidRPr="00224953" w:rsidRDefault="00D91137" w:rsidP="00707AEE">
            <w:pPr>
              <w:ind w:firstLine="0"/>
              <w:jc w:val="left"/>
              <w:rPr>
                <w:szCs w:val="28"/>
              </w:rPr>
            </w:pPr>
            <w:r w:rsidRPr="00224953">
              <w:rPr>
                <w:szCs w:val="28"/>
              </w:rPr>
              <w:t>ул.</w:t>
            </w:r>
            <w:r w:rsidR="00707AEE">
              <w:rPr>
                <w:szCs w:val="28"/>
              </w:rPr>
              <w:t xml:space="preserve"> </w:t>
            </w:r>
            <w:r w:rsidRPr="00224953">
              <w:rPr>
                <w:szCs w:val="28"/>
              </w:rPr>
              <w:t>Ленина, д.</w:t>
            </w:r>
            <w:r w:rsidR="00707AEE">
              <w:rPr>
                <w:szCs w:val="28"/>
              </w:rPr>
              <w:t xml:space="preserve"> </w:t>
            </w:r>
            <w:r w:rsidRPr="00224953">
              <w:rPr>
                <w:szCs w:val="28"/>
              </w:rPr>
              <w:t>10,</w:t>
            </w:r>
            <w:r w:rsidR="00707AEE">
              <w:rPr>
                <w:szCs w:val="28"/>
              </w:rPr>
              <w:t xml:space="preserve"> </w:t>
            </w:r>
            <w:r w:rsidRPr="00224953">
              <w:rPr>
                <w:szCs w:val="28"/>
              </w:rPr>
              <w:t>12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76:15:022328:295</w:t>
            </w:r>
          </w:p>
        </w:tc>
      </w:tr>
      <w:tr w:rsidR="00D91137" w:rsidRPr="00224953" w:rsidTr="00B41749">
        <w:trPr>
          <w:trHeight w:val="12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994</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 xml:space="preserve">Газопровод </w:t>
            </w:r>
            <w:r w:rsidR="00707AEE">
              <w:rPr>
                <w:szCs w:val="28"/>
              </w:rPr>
              <w:br/>
            </w:r>
            <w:r w:rsidRPr="00224953">
              <w:rPr>
                <w:szCs w:val="28"/>
              </w:rPr>
              <w:t>низкого давления</w:t>
            </w:r>
            <w:r w:rsidR="00707AEE">
              <w:rPr>
                <w:szCs w:val="28"/>
              </w:rPr>
              <w:t>,</w:t>
            </w:r>
            <w:r w:rsidRPr="00224953">
              <w:rPr>
                <w:szCs w:val="28"/>
              </w:rPr>
              <w:t xml:space="preserve"> Тутаевский район, п. Ко</w:t>
            </w:r>
            <w:r w:rsidR="00707AEE">
              <w:rPr>
                <w:szCs w:val="28"/>
              </w:rPr>
              <w:t>нстантиновский, ул. Свободы, д. </w:t>
            </w:r>
            <w:r w:rsidRPr="00224953">
              <w:rPr>
                <w:szCs w:val="28"/>
              </w:rPr>
              <w:t>1,</w:t>
            </w:r>
            <w:r w:rsidR="00707AEE">
              <w:rPr>
                <w:szCs w:val="28"/>
              </w:rPr>
              <w:t xml:space="preserve"> </w:t>
            </w:r>
            <w:r w:rsidRPr="00224953">
              <w:rPr>
                <w:szCs w:val="28"/>
              </w:rPr>
              <w:t>3,</w:t>
            </w:r>
            <w:r w:rsidR="00707AEE">
              <w:rPr>
                <w:szCs w:val="28"/>
              </w:rPr>
              <w:t xml:space="preserve"> </w:t>
            </w:r>
            <w:r w:rsidRPr="00224953">
              <w:rPr>
                <w:szCs w:val="28"/>
              </w:rPr>
              <w:t>5,</w:t>
            </w:r>
            <w:r w:rsidR="00707AEE">
              <w:rPr>
                <w:szCs w:val="28"/>
              </w:rPr>
              <w:t xml:space="preserve"> </w:t>
            </w:r>
            <w:r w:rsidRPr="00224953">
              <w:rPr>
                <w:szCs w:val="28"/>
              </w:rPr>
              <w:t xml:space="preserve">7, </w:t>
            </w:r>
            <w:r w:rsidR="00707AEE">
              <w:rPr>
                <w:szCs w:val="28"/>
              </w:rPr>
              <w:br/>
            </w:r>
            <w:r w:rsidRPr="00224953">
              <w:rPr>
                <w:szCs w:val="28"/>
              </w:rPr>
              <w:t>ул. Победы, д. 4</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707AEE" w:rsidRDefault="00D91137" w:rsidP="00D91137">
            <w:pPr>
              <w:ind w:firstLine="0"/>
              <w:jc w:val="left"/>
              <w:rPr>
                <w:szCs w:val="28"/>
              </w:rPr>
            </w:pPr>
            <w:r w:rsidRPr="00224953">
              <w:rPr>
                <w:szCs w:val="28"/>
              </w:rPr>
              <w:t xml:space="preserve">Ярославская область, </w:t>
            </w:r>
          </w:p>
          <w:p w:rsidR="00707AEE" w:rsidRDefault="00D91137" w:rsidP="00D91137">
            <w:pPr>
              <w:ind w:firstLine="0"/>
              <w:jc w:val="left"/>
              <w:rPr>
                <w:szCs w:val="28"/>
              </w:rPr>
            </w:pPr>
            <w:r w:rsidRPr="00224953">
              <w:rPr>
                <w:szCs w:val="28"/>
              </w:rPr>
              <w:t xml:space="preserve">Тутаевский район, </w:t>
            </w:r>
          </w:p>
          <w:p w:rsidR="00D91137" w:rsidRPr="00224953" w:rsidRDefault="00D91137" w:rsidP="00D91137">
            <w:pPr>
              <w:ind w:firstLine="0"/>
              <w:jc w:val="left"/>
              <w:rPr>
                <w:szCs w:val="28"/>
              </w:rPr>
            </w:pPr>
            <w:r w:rsidRPr="00224953">
              <w:rPr>
                <w:szCs w:val="28"/>
              </w:rPr>
              <w:t xml:space="preserve">п. Константиновский, </w:t>
            </w:r>
            <w:r w:rsidR="00707AEE">
              <w:rPr>
                <w:szCs w:val="28"/>
              </w:rPr>
              <w:br/>
            </w:r>
            <w:r w:rsidRPr="00224953">
              <w:rPr>
                <w:szCs w:val="28"/>
              </w:rPr>
              <w:t>ул. Свободы, д. 1,</w:t>
            </w:r>
            <w:r w:rsidR="00707AEE">
              <w:rPr>
                <w:szCs w:val="28"/>
              </w:rPr>
              <w:t xml:space="preserve"> </w:t>
            </w:r>
            <w:r w:rsidRPr="00224953">
              <w:rPr>
                <w:szCs w:val="28"/>
              </w:rPr>
              <w:t>3,</w:t>
            </w:r>
            <w:r w:rsidR="00707AEE">
              <w:rPr>
                <w:szCs w:val="28"/>
              </w:rPr>
              <w:t xml:space="preserve"> </w:t>
            </w:r>
            <w:r w:rsidRPr="00224953">
              <w:rPr>
                <w:szCs w:val="28"/>
              </w:rPr>
              <w:t>5,</w:t>
            </w:r>
            <w:r w:rsidR="00707AEE">
              <w:rPr>
                <w:szCs w:val="28"/>
              </w:rPr>
              <w:t xml:space="preserve"> </w:t>
            </w:r>
            <w:r w:rsidRPr="00224953">
              <w:rPr>
                <w:szCs w:val="28"/>
              </w:rPr>
              <w:t>7, ул. Победы, д. 4</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76:15:022328:297</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995</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707AEE" w:rsidRDefault="00D91137" w:rsidP="00D91137">
            <w:pPr>
              <w:ind w:firstLine="0"/>
              <w:jc w:val="left"/>
              <w:rPr>
                <w:szCs w:val="28"/>
              </w:rPr>
            </w:pPr>
            <w:r w:rsidRPr="00224953">
              <w:rPr>
                <w:szCs w:val="28"/>
              </w:rPr>
              <w:t xml:space="preserve">Газопровод </w:t>
            </w:r>
          </w:p>
          <w:p w:rsidR="00D91137" w:rsidRPr="00224953" w:rsidRDefault="00D91137" w:rsidP="00BF579E">
            <w:pPr>
              <w:ind w:firstLine="0"/>
              <w:jc w:val="left"/>
              <w:rPr>
                <w:szCs w:val="28"/>
              </w:rPr>
            </w:pPr>
            <w:r w:rsidRPr="00224953">
              <w:rPr>
                <w:szCs w:val="28"/>
              </w:rPr>
              <w:t>низкого давления</w:t>
            </w:r>
            <w:r w:rsidR="00707AEE">
              <w:rPr>
                <w:szCs w:val="28"/>
              </w:rPr>
              <w:t>,</w:t>
            </w:r>
            <w:r w:rsidRPr="00224953">
              <w:rPr>
                <w:szCs w:val="28"/>
              </w:rPr>
              <w:t xml:space="preserve"> Тутаевский район, Чебаковский </w:t>
            </w:r>
            <w:r w:rsidR="00BF579E">
              <w:rPr>
                <w:szCs w:val="28"/>
              </w:rPr>
              <w:t>сельский округ</w:t>
            </w:r>
            <w:r w:rsidRPr="00224953">
              <w:rPr>
                <w:szCs w:val="28"/>
              </w:rPr>
              <w:t>, п. Никульское, ул. Центральная, д. 18,</w:t>
            </w:r>
            <w:r w:rsidR="00BF579E">
              <w:rPr>
                <w:szCs w:val="28"/>
              </w:rPr>
              <w:t xml:space="preserve"> </w:t>
            </w:r>
            <w:r w:rsidRPr="00224953">
              <w:rPr>
                <w:szCs w:val="28"/>
              </w:rPr>
              <w:t>19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BF579E" w:rsidRDefault="00D91137" w:rsidP="00D91137">
            <w:pPr>
              <w:ind w:firstLine="0"/>
              <w:jc w:val="left"/>
              <w:rPr>
                <w:szCs w:val="28"/>
              </w:rPr>
            </w:pPr>
            <w:r w:rsidRPr="00224953">
              <w:rPr>
                <w:szCs w:val="28"/>
              </w:rPr>
              <w:t xml:space="preserve">Ярославская область, </w:t>
            </w:r>
          </w:p>
          <w:p w:rsidR="00BF579E" w:rsidRDefault="00D91137" w:rsidP="00D91137">
            <w:pPr>
              <w:ind w:firstLine="0"/>
              <w:jc w:val="left"/>
              <w:rPr>
                <w:szCs w:val="28"/>
              </w:rPr>
            </w:pPr>
            <w:r w:rsidRPr="00224953">
              <w:rPr>
                <w:szCs w:val="28"/>
              </w:rPr>
              <w:t xml:space="preserve">Тутаевский район, </w:t>
            </w:r>
          </w:p>
          <w:p w:rsidR="00D91137" w:rsidRPr="00224953" w:rsidRDefault="00D91137" w:rsidP="00BF579E">
            <w:pPr>
              <w:ind w:firstLine="0"/>
              <w:jc w:val="left"/>
              <w:rPr>
                <w:szCs w:val="28"/>
              </w:rPr>
            </w:pPr>
            <w:r w:rsidRPr="00224953">
              <w:rPr>
                <w:szCs w:val="28"/>
              </w:rPr>
              <w:t xml:space="preserve">Чебаковский </w:t>
            </w:r>
            <w:r w:rsidR="00BF579E">
              <w:rPr>
                <w:szCs w:val="28"/>
              </w:rPr>
              <w:t>сельский округ</w:t>
            </w:r>
            <w:r w:rsidRPr="00224953">
              <w:rPr>
                <w:szCs w:val="28"/>
              </w:rPr>
              <w:t xml:space="preserve">, п. Никульское, </w:t>
            </w:r>
            <w:r w:rsidR="00BF579E">
              <w:rPr>
                <w:szCs w:val="28"/>
              </w:rPr>
              <w:br/>
            </w:r>
            <w:r w:rsidRPr="00224953">
              <w:rPr>
                <w:szCs w:val="28"/>
              </w:rPr>
              <w:t>ул. Центральная, д. 18,</w:t>
            </w:r>
            <w:r w:rsidR="00BF579E">
              <w:rPr>
                <w:szCs w:val="28"/>
              </w:rPr>
              <w:t xml:space="preserve"> </w:t>
            </w:r>
            <w:r w:rsidRPr="00224953">
              <w:rPr>
                <w:szCs w:val="28"/>
              </w:rPr>
              <w:t>19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76:15:021719:943</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996</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F5F4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 Тутаевский район, п. Константиновский, ул. Старостина, д.</w:t>
            </w:r>
            <w:r w:rsidR="009F5F42">
              <w:rPr>
                <w:szCs w:val="28"/>
              </w:rPr>
              <w:t> </w:t>
            </w:r>
            <w:r w:rsidRPr="00224953">
              <w:rPr>
                <w:szCs w:val="28"/>
              </w:rPr>
              <w:t>8</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F5F42" w:rsidRDefault="00D91137" w:rsidP="009F5F42">
            <w:pPr>
              <w:ind w:firstLine="0"/>
              <w:jc w:val="left"/>
              <w:rPr>
                <w:szCs w:val="28"/>
              </w:rPr>
            </w:pPr>
            <w:r w:rsidRPr="00224953">
              <w:rPr>
                <w:szCs w:val="28"/>
              </w:rPr>
              <w:t xml:space="preserve">Ярославская область, </w:t>
            </w:r>
          </w:p>
          <w:p w:rsidR="00D91137" w:rsidRPr="00224953" w:rsidRDefault="00D91137" w:rsidP="009F5F42">
            <w:pPr>
              <w:ind w:firstLine="0"/>
              <w:jc w:val="left"/>
              <w:rPr>
                <w:szCs w:val="28"/>
              </w:rPr>
            </w:pPr>
            <w:r w:rsidRPr="00224953">
              <w:rPr>
                <w:szCs w:val="28"/>
              </w:rPr>
              <w:t>Тутаевский</w:t>
            </w:r>
            <w:r w:rsidR="009F5F42">
              <w:rPr>
                <w:szCs w:val="28"/>
              </w:rPr>
              <w:t xml:space="preserve"> район</w:t>
            </w:r>
            <w:r w:rsidRPr="00224953">
              <w:rPr>
                <w:szCs w:val="28"/>
              </w:rPr>
              <w:t xml:space="preserve">, </w:t>
            </w:r>
            <w:r w:rsidR="009F5F42">
              <w:rPr>
                <w:szCs w:val="28"/>
              </w:rPr>
              <w:br/>
            </w:r>
            <w:r w:rsidRPr="00224953">
              <w:rPr>
                <w:szCs w:val="28"/>
              </w:rPr>
              <w:t>п</w:t>
            </w:r>
            <w:r w:rsidR="009F5F42">
              <w:rPr>
                <w:szCs w:val="28"/>
              </w:rPr>
              <w:t>. Константиновский, ул. </w:t>
            </w:r>
            <w:r w:rsidRPr="00224953">
              <w:rPr>
                <w:szCs w:val="28"/>
              </w:rPr>
              <w:t>Старостина, д</w:t>
            </w:r>
            <w:r w:rsidR="009F5F42">
              <w:rPr>
                <w:szCs w:val="28"/>
              </w:rPr>
              <w:t>.</w:t>
            </w:r>
            <w:r w:rsidRPr="00224953">
              <w:rPr>
                <w:szCs w:val="28"/>
              </w:rPr>
              <w:t xml:space="preserve"> 8</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76:15:022327:244</w:t>
            </w:r>
          </w:p>
        </w:tc>
      </w:tr>
      <w:tr w:rsidR="00D91137" w:rsidRPr="00224953" w:rsidTr="00B41749">
        <w:trPr>
          <w:trHeight w:val="6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997</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F5F4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9F5F42">
              <w:rPr>
                <w:szCs w:val="28"/>
              </w:rPr>
              <w:t>,</w:t>
            </w:r>
            <w:r w:rsidRPr="00224953">
              <w:rPr>
                <w:szCs w:val="28"/>
              </w:rPr>
              <w:t xml:space="preserve"> г. Тутаев, </w:t>
            </w:r>
            <w:r w:rsidR="009F5F42">
              <w:rPr>
                <w:szCs w:val="28"/>
              </w:rPr>
              <w:t>ул. Советская, д. </w:t>
            </w:r>
            <w:r w:rsidRPr="00224953">
              <w:rPr>
                <w:szCs w:val="28"/>
              </w:rPr>
              <w:t>22</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9F5F42" w:rsidP="00D91137">
            <w:pPr>
              <w:ind w:firstLine="0"/>
              <w:jc w:val="left"/>
              <w:rPr>
                <w:szCs w:val="28"/>
              </w:rPr>
            </w:pPr>
            <w:r>
              <w:rPr>
                <w:szCs w:val="28"/>
              </w:rPr>
              <w:t>Ярославская область, г. </w:t>
            </w:r>
            <w:r w:rsidR="00D91137" w:rsidRPr="00224953">
              <w:rPr>
                <w:szCs w:val="28"/>
              </w:rPr>
              <w:t>Тутаев, ул. Советская, д. 22</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76:21:010307:470</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lastRenderedPageBreak/>
              <w:t>998</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F5F4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9F5F42">
              <w:rPr>
                <w:szCs w:val="28"/>
              </w:rPr>
              <w:t>,</w:t>
            </w:r>
            <w:r w:rsidRPr="00224953">
              <w:rPr>
                <w:szCs w:val="28"/>
              </w:rPr>
              <w:t xml:space="preserve"> Тутаевский район, п. Константиновский, ул. Ленина, д.</w:t>
            </w:r>
            <w:r w:rsidR="009F5F42">
              <w:rPr>
                <w:szCs w:val="28"/>
              </w:rPr>
              <w:t> </w:t>
            </w:r>
            <w:r w:rsidRPr="00224953">
              <w:rPr>
                <w:szCs w:val="28"/>
              </w:rPr>
              <w:t>16,</w:t>
            </w:r>
            <w:r w:rsidR="009F5F42">
              <w:rPr>
                <w:szCs w:val="28"/>
              </w:rPr>
              <w:t xml:space="preserve"> </w:t>
            </w:r>
            <w:r w:rsidRPr="00224953">
              <w:rPr>
                <w:szCs w:val="28"/>
              </w:rPr>
              <w:t>18,</w:t>
            </w:r>
            <w:r w:rsidR="009F5F42">
              <w:rPr>
                <w:szCs w:val="28"/>
              </w:rPr>
              <w:t xml:space="preserve"> </w:t>
            </w:r>
            <w:r w:rsidRPr="00224953">
              <w:rPr>
                <w:szCs w:val="28"/>
              </w:rPr>
              <w:t>18а</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F5F42" w:rsidRDefault="00D91137" w:rsidP="00D91137">
            <w:pPr>
              <w:ind w:firstLine="0"/>
              <w:jc w:val="left"/>
              <w:rPr>
                <w:szCs w:val="28"/>
              </w:rPr>
            </w:pPr>
            <w:r w:rsidRPr="00224953">
              <w:rPr>
                <w:szCs w:val="28"/>
              </w:rPr>
              <w:t xml:space="preserve">Ярославская область, </w:t>
            </w:r>
          </w:p>
          <w:p w:rsidR="009F5F42" w:rsidRDefault="00D91137" w:rsidP="00D91137">
            <w:pPr>
              <w:ind w:firstLine="0"/>
              <w:jc w:val="left"/>
              <w:rPr>
                <w:szCs w:val="28"/>
              </w:rPr>
            </w:pPr>
            <w:r w:rsidRPr="00224953">
              <w:rPr>
                <w:szCs w:val="28"/>
              </w:rPr>
              <w:t xml:space="preserve">Тутаевский район, </w:t>
            </w:r>
          </w:p>
          <w:p w:rsidR="00D91137" w:rsidRPr="00224953" w:rsidRDefault="009F5F42" w:rsidP="00D91137">
            <w:pPr>
              <w:ind w:firstLine="0"/>
              <w:jc w:val="left"/>
              <w:rPr>
                <w:szCs w:val="28"/>
              </w:rPr>
            </w:pPr>
            <w:r>
              <w:rPr>
                <w:szCs w:val="28"/>
              </w:rPr>
              <w:t>п Константиновский, ул. </w:t>
            </w:r>
            <w:r w:rsidR="00D91137" w:rsidRPr="00224953">
              <w:rPr>
                <w:szCs w:val="28"/>
              </w:rPr>
              <w:t>Ленина, д.</w:t>
            </w:r>
            <w:r>
              <w:rPr>
                <w:szCs w:val="28"/>
              </w:rPr>
              <w:t xml:space="preserve"> </w:t>
            </w:r>
            <w:r w:rsidR="00D91137" w:rsidRPr="00224953">
              <w:rPr>
                <w:szCs w:val="28"/>
              </w:rPr>
              <w:t>16,</w:t>
            </w:r>
            <w:r>
              <w:rPr>
                <w:szCs w:val="28"/>
              </w:rPr>
              <w:t xml:space="preserve"> </w:t>
            </w:r>
            <w:r w:rsidR="00D91137" w:rsidRPr="00224953">
              <w:rPr>
                <w:szCs w:val="28"/>
              </w:rPr>
              <w:t>18,</w:t>
            </w:r>
            <w:r>
              <w:rPr>
                <w:szCs w:val="28"/>
              </w:rPr>
              <w:t xml:space="preserve"> </w:t>
            </w:r>
            <w:r w:rsidR="00D91137" w:rsidRPr="00224953">
              <w:rPr>
                <w:szCs w:val="28"/>
              </w:rPr>
              <w:t>18а</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76:15:000000:1246</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999</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9F5F42" w:rsidRDefault="00D91137" w:rsidP="00D91137">
            <w:pPr>
              <w:ind w:firstLine="0"/>
              <w:jc w:val="left"/>
              <w:rPr>
                <w:szCs w:val="28"/>
              </w:rPr>
            </w:pPr>
            <w:r w:rsidRPr="00224953">
              <w:rPr>
                <w:szCs w:val="28"/>
              </w:rPr>
              <w:t xml:space="preserve">Газопровод </w:t>
            </w:r>
          </w:p>
          <w:p w:rsidR="00D91137" w:rsidRPr="00224953" w:rsidRDefault="00D91137" w:rsidP="00D91137">
            <w:pPr>
              <w:ind w:firstLine="0"/>
              <w:jc w:val="left"/>
              <w:rPr>
                <w:szCs w:val="28"/>
              </w:rPr>
            </w:pPr>
            <w:r w:rsidRPr="00224953">
              <w:rPr>
                <w:szCs w:val="28"/>
              </w:rPr>
              <w:t>низкого давления</w:t>
            </w:r>
            <w:r w:rsidR="009F5F42">
              <w:rPr>
                <w:szCs w:val="28"/>
              </w:rPr>
              <w:t>,</w:t>
            </w:r>
            <w:r w:rsidRPr="00224953">
              <w:rPr>
                <w:szCs w:val="28"/>
              </w:rPr>
              <w:t xml:space="preserve"> Тутаевский район, п. Константиновский, ул. Победы, д.</w:t>
            </w:r>
            <w:r w:rsidR="009F5F42">
              <w:rPr>
                <w:szCs w:val="28"/>
              </w:rPr>
              <w:t xml:space="preserve"> </w:t>
            </w:r>
            <w:r w:rsidRPr="00224953">
              <w:rPr>
                <w:szCs w:val="28"/>
              </w:rPr>
              <w:t>10</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9F5F42" w:rsidRDefault="00D91137" w:rsidP="00D91137">
            <w:pPr>
              <w:ind w:firstLine="0"/>
              <w:jc w:val="left"/>
              <w:rPr>
                <w:szCs w:val="28"/>
              </w:rPr>
            </w:pPr>
            <w:r w:rsidRPr="00224953">
              <w:rPr>
                <w:szCs w:val="28"/>
              </w:rPr>
              <w:t xml:space="preserve">Ярославская область, </w:t>
            </w:r>
          </w:p>
          <w:p w:rsidR="009F5F42" w:rsidRDefault="00D91137" w:rsidP="00D91137">
            <w:pPr>
              <w:ind w:firstLine="0"/>
              <w:jc w:val="left"/>
              <w:rPr>
                <w:szCs w:val="28"/>
              </w:rPr>
            </w:pPr>
            <w:r w:rsidRPr="00224953">
              <w:rPr>
                <w:szCs w:val="28"/>
              </w:rPr>
              <w:t xml:space="preserve">Тутаевский район, </w:t>
            </w:r>
          </w:p>
          <w:p w:rsidR="009F5F42" w:rsidRDefault="00D91137" w:rsidP="00D91137">
            <w:pPr>
              <w:ind w:firstLine="0"/>
              <w:jc w:val="left"/>
              <w:rPr>
                <w:szCs w:val="28"/>
              </w:rPr>
            </w:pPr>
            <w:r w:rsidRPr="00224953">
              <w:rPr>
                <w:szCs w:val="28"/>
              </w:rPr>
              <w:t xml:space="preserve">п. Константиновский, </w:t>
            </w:r>
          </w:p>
          <w:p w:rsidR="00D91137" w:rsidRPr="00224953" w:rsidRDefault="00D91137" w:rsidP="00D91137">
            <w:pPr>
              <w:ind w:firstLine="0"/>
              <w:jc w:val="left"/>
              <w:rPr>
                <w:szCs w:val="28"/>
              </w:rPr>
            </w:pPr>
            <w:r w:rsidRPr="00224953">
              <w:rPr>
                <w:szCs w:val="28"/>
              </w:rPr>
              <w:t>ул. Победы, д.</w:t>
            </w:r>
            <w:r w:rsidR="009F5F42">
              <w:rPr>
                <w:szCs w:val="28"/>
              </w:rPr>
              <w:t xml:space="preserve"> </w:t>
            </w:r>
            <w:r w:rsidRPr="00224953">
              <w:rPr>
                <w:szCs w:val="28"/>
              </w:rPr>
              <w:t>10</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76:15:022327:249</w:t>
            </w:r>
          </w:p>
        </w:tc>
      </w:tr>
      <w:tr w:rsidR="00D91137" w:rsidRPr="00224953" w:rsidTr="00B41749">
        <w:trPr>
          <w:trHeight w:val="900"/>
        </w:trPr>
        <w:tc>
          <w:tcPr>
            <w:tcW w:w="452" w:type="pct"/>
            <w:tcBorders>
              <w:top w:val="single" w:sz="4" w:space="0" w:color="auto"/>
              <w:left w:val="single" w:sz="4" w:space="0" w:color="auto"/>
              <w:bottom w:val="single" w:sz="4" w:space="0" w:color="auto"/>
              <w:right w:val="single" w:sz="4" w:space="0" w:color="auto"/>
            </w:tcBorders>
            <w:shd w:val="clear" w:color="auto" w:fill="auto"/>
            <w:noWrap/>
            <w:hideMark/>
          </w:tcPr>
          <w:p w:rsidR="00D91137" w:rsidRPr="00224953" w:rsidRDefault="00D91137" w:rsidP="00D91137">
            <w:pPr>
              <w:ind w:firstLine="0"/>
              <w:jc w:val="center"/>
              <w:rPr>
                <w:szCs w:val="28"/>
              </w:rPr>
            </w:pPr>
            <w:r w:rsidRPr="00224953">
              <w:rPr>
                <w:szCs w:val="28"/>
              </w:rPr>
              <w:t>1000</w:t>
            </w:r>
          </w:p>
        </w:tc>
        <w:tc>
          <w:tcPr>
            <w:tcW w:w="1289" w:type="pct"/>
            <w:tcBorders>
              <w:top w:val="single" w:sz="4" w:space="0" w:color="auto"/>
              <w:left w:val="single" w:sz="4" w:space="0" w:color="auto"/>
              <w:bottom w:val="single" w:sz="4" w:space="0" w:color="auto"/>
              <w:right w:val="single" w:sz="4" w:space="0" w:color="auto"/>
            </w:tcBorders>
            <w:shd w:val="clear" w:color="auto" w:fill="auto"/>
            <w:hideMark/>
          </w:tcPr>
          <w:p w:rsidR="002374D0" w:rsidRDefault="00D91137" w:rsidP="00D91137">
            <w:pPr>
              <w:ind w:firstLine="0"/>
              <w:jc w:val="left"/>
              <w:rPr>
                <w:szCs w:val="28"/>
              </w:rPr>
            </w:pPr>
            <w:r w:rsidRPr="00224953">
              <w:rPr>
                <w:szCs w:val="28"/>
              </w:rPr>
              <w:t>Газопровод</w:t>
            </w:r>
            <w:r w:rsidR="009F5F42">
              <w:rPr>
                <w:szCs w:val="28"/>
              </w:rPr>
              <w:t xml:space="preserve"> </w:t>
            </w:r>
          </w:p>
          <w:p w:rsidR="00D91137" w:rsidRPr="00224953" w:rsidRDefault="009F5F42" w:rsidP="00D91137">
            <w:pPr>
              <w:ind w:firstLine="0"/>
              <w:jc w:val="left"/>
              <w:rPr>
                <w:szCs w:val="28"/>
              </w:rPr>
            </w:pPr>
            <w:r>
              <w:rPr>
                <w:szCs w:val="28"/>
              </w:rPr>
              <w:t>низкого давления г. Тутаев, проспек</w:t>
            </w:r>
            <w:r w:rsidR="00D91137" w:rsidRPr="00224953">
              <w:rPr>
                <w:szCs w:val="28"/>
              </w:rPr>
              <w:t>т 50-летия Победы, д. 28, МКР-9</w:t>
            </w:r>
          </w:p>
        </w:tc>
        <w:tc>
          <w:tcPr>
            <w:tcW w:w="1819"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left"/>
              <w:rPr>
                <w:szCs w:val="28"/>
              </w:rPr>
            </w:pPr>
            <w:r w:rsidRPr="00224953">
              <w:rPr>
                <w:szCs w:val="28"/>
              </w:rPr>
              <w:t>Российская Фед</w:t>
            </w:r>
            <w:r w:rsidR="009F5F42">
              <w:rPr>
                <w:szCs w:val="28"/>
              </w:rPr>
              <w:t>ерация, Ярославская область, г. Тутаев, проспек</w:t>
            </w:r>
            <w:r w:rsidRPr="00224953">
              <w:rPr>
                <w:szCs w:val="28"/>
              </w:rPr>
              <w:t xml:space="preserve">т </w:t>
            </w:r>
            <w:r w:rsidR="009F5F42">
              <w:rPr>
                <w:szCs w:val="28"/>
              </w:rPr>
              <w:br/>
            </w:r>
            <w:r w:rsidRPr="00224953">
              <w:rPr>
                <w:szCs w:val="28"/>
              </w:rPr>
              <w:t>50-летия Победы, д. 28, МКР-9</w:t>
            </w:r>
          </w:p>
        </w:tc>
        <w:tc>
          <w:tcPr>
            <w:tcW w:w="1440" w:type="pct"/>
            <w:tcBorders>
              <w:top w:val="single" w:sz="4" w:space="0" w:color="auto"/>
              <w:left w:val="single" w:sz="4" w:space="0" w:color="auto"/>
              <w:bottom w:val="single" w:sz="4" w:space="0" w:color="auto"/>
              <w:right w:val="single" w:sz="4" w:space="0" w:color="auto"/>
            </w:tcBorders>
            <w:shd w:val="clear" w:color="auto" w:fill="auto"/>
            <w:hideMark/>
          </w:tcPr>
          <w:p w:rsidR="00D91137" w:rsidRPr="00224953" w:rsidRDefault="00D91137" w:rsidP="00D91137">
            <w:pPr>
              <w:ind w:firstLine="0"/>
              <w:jc w:val="center"/>
              <w:rPr>
                <w:szCs w:val="28"/>
              </w:rPr>
            </w:pPr>
            <w:r w:rsidRPr="00224953">
              <w:rPr>
                <w:szCs w:val="28"/>
              </w:rPr>
              <w:t>76:21:010305:4774</w:t>
            </w:r>
          </w:p>
        </w:tc>
      </w:tr>
    </w:tbl>
    <w:p w:rsidR="00CF063C" w:rsidRPr="00CF063C" w:rsidRDefault="00CF063C" w:rsidP="00CF063C">
      <w:pPr>
        <w:ind w:firstLine="0"/>
        <w:rPr>
          <w:sz w:val="2"/>
          <w:szCs w:val="2"/>
        </w:rPr>
      </w:pPr>
    </w:p>
    <w:tbl>
      <w:tblPr>
        <w:tblpPr w:leftFromText="180" w:rightFromText="180" w:bottomFromText="16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409"/>
        <w:gridCol w:w="3403"/>
        <w:gridCol w:w="2687"/>
      </w:tblGrid>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г. Тутаев, ул. Толбухина, д. 191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Толбухина, </w:t>
            </w:r>
          </w:p>
          <w:p w:rsidR="00CF063C" w:rsidRPr="00CF063C" w:rsidRDefault="00CF063C" w:rsidP="00CF063C">
            <w:pPr>
              <w:spacing w:line="256" w:lineRule="auto"/>
              <w:ind w:firstLine="0"/>
              <w:jc w:val="left"/>
              <w:rPr>
                <w:szCs w:val="28"/>
                <w:lang w:eastAsia="en-US"/>
              </w:rPr>
            </w:pPr>
            <w:r w:rsidRPr="00CF063C">
              <w:rPr>
                <w:szCs w:val="28"/>
                <w:lang w:eastAsia="en-US"/>
              </w:rPr>
              <w:t>д. 191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76:21:020115:681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ул. Ленина,  д. 22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76:15:022303:391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г. Тутаев, ул. Ушакова, д. № 3, 7, 9, 11, 13, 15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Ушакова,</w:t>
            </w:r>
          </w:p>
          <w:p w:rsidR="00CF063C" w:rsidRPr="00CF063C" w:rsidRDefault="00CF063C" w:rsidP="00CF063C">
            <w:pPr>
              <w:spacing w:line="256" w:lineRule="auto"/>
              <w:ind w:firstLine="0"/>
              <w:jc w:val="left"/>
              <w:rPr>
                <w:szCs w:val="28"/>
                <w:lang w:eastAsia="en-US"/>
              </w:rPr>
            </w:pPr>
            <w:r w:rsidRPr="00CF063C">
              <w:rPr>
                <w:szCs w:val="28"/>
                <w:lang w:eastAsia="en-US"/>
              </w:rPr>
              <w:t>д. № 3, 7, 9, 11, 13,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76:21:000000:1082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18, 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Советская, д. 18,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76:21:010307:467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г. Тутаев, ул. Пролетарская,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76:21:010127:299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Архангельская, д. № 75, 79, </w:t>
            </w:r>
            <w:r w:rsidRPr="00CF063C">
              <w:rPr>
                <w:szCs w:val="28"/>
                <w:lang w:eastAsia="en-US"/>
              </w:rPr>
              <w:br/>
              <w:t>ул. Казанская, д. № 47, 53 – ввода к жилым домам</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76:21:000000:1118</w:t>
            </w:r>
          </w:p>
        </w:tc>
      </w:tr>
      <w:tr w:rsidR="00CF063C" w:rsidRPr="00CF063C" w:rsidTr="00CF063C">
        <w:trPr>
          <w:trHeight w:val="41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76:21:010127:300</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Крупской, д. 2/</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Леонтьевская, д. 31 – распределительный газопровод до дома 9 </w:t>
            </w:r>
            <w:r w:rsidRPr="00CF063C">
              <w:rPr>
                <w:szCs w:val="28"/>
                <w:lang w:eastAsia="en-US"/>
              </w:rPr>
              <w:br/>
              <w:t>ул. Крупской и ввод к дому 2/31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76:21:000000:1098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38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76:21:010135:446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Панина (от ул. Ленина, д. 32/64 до ул. Толбухина, д. 61)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Панина (от ул. Ленина д. 32/64 до ул. Толбухина, д. 61)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76:21:020208:382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50-летия Победы, д. 13, МКР-7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r w:rsidRPr="00CF063C">
              <w:rPr>
                <w:szCs w:val="28"/>
                <w:lang w:eastAsia="en-US"/>
              </w:rPr>
              <w:br/>
              <w:t xml:space="preserve">проспект 50-летия </w:t>
            </w:r>
          </w:p>
          <w:p w:rsidR="00CF063C" w:rsidRPr="00CF063C" w:rsidRDefault="00CF063C" w:rsidP="00CF063C">
            <w:pPr>
              <w:spacing w:line="256" w:lineRule="auto"/>
              <w:ind w:firstLine="0"/>
              <w:jc w:val="left"/>
              <w:rPr>
                <w:szCs w:val="28"/>
                <w:lang w:eastAsia="en-US"/>
              </w:rPr>
            </w:pPr>
            <w:r w:rsidRPr="00CF063C">
              <w:rPr>
                <w:szCs w:val="28"/>
                <w:lang w:eastAsia="en-US"/>
              </w:rPr>
              <w:t>Победы, д. 13, МКР-7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76:21:010302:608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г. Тутаев, ул. Толбухина, д. 1а/31, ул. Осипенко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ул. Осипенко д. 31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76:21:020210:261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Моторостроителей, д. 61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76:21:010302:602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г. Тутаев, ул. Луначарского,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105, ул. Пролетарская, д. 5/107, ул. П. Шитова, </w:t>
            </w:r>
          </w:p>
          <w:p w:rsidR="00CF063C" w:rsidRPr="00CF063C" w:rsidRDefault="00CF063C" w:rsidP="00CF063C">
            <w:pPr>
              <w:spacing w:line="256" w:lineRule="auto"/>
              <w:ind w:firstLine="0"/>
              <w:jc w:val="left"/>
              <w:rPr>
                <w:szCs w:val="28"/>
                <w:lang w:eastAsia="en-US"/>
              </w:rPr>
            </w:pPr>
            <w:r w:rsidRPr="00CF063C">
              <w:rPr>
                <w:szCs w:val="28"/>
                <w:lang w:eastAsia="en-US"/>
              </w:rPr>
              <w:t>д. 72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76:21:010127:302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Полевая, д. 4, 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Полевая, </w:t>
            </w:r>
          </w:p>
          <w:p w:rsidR="00CF063C" w:rsidRPr="00CF063C" w:rsidRDefault="00CF063C" w:rsidP="00CF063C">
            <w:pPr>
              <w:spacing w:line="256" w:lineRule="auto"/>
              <w:ind w:firstLine="0"/>
              <w:jc w:val="left"/>
              <w:rPr>
                <w:szCs w:val="28"/>
                <w:lang w:eastAsia="en-US"/>
              </w:rPr>
            </w:pPr>
            <w:r w:rsidRPr="00CF063C">
              <w:rPr>
                <w:szCs w:val="28"/>
                <w:lang w:eastAsia="en-US"/>
              </w:rPr>
              <w:t>д. 4,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76:21:020134:334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Толбухина от д. 13 до д. 61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Толбухина от д. 13 до д. 61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76:21:000000:1087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2-я Овражная, д. № 28, 28а, 28в, 30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г. Тутаев, ул. 2-я Овражная, </w:t>
            </w:r>
          </w:p>
          <w:p w:rsidR="00CF063C" w:rsidRPr="00CF063C" w:rsidRDefault="00CF063C" w:rsidP="00CF063C">
            <w:pPr>
              <w:spacing w:line="256" w:lineRule="auto"/>
              <w:ind w:firstLine="0"/>
              <w:jc w:val="left"/>
              <w:rPr>
                <w:szCs w:val="28"/>
                <w:lang w:eastAsia="en-US"/>
              </w:rPr>
            </w:pPr>
            <w:r w:rsidRPr="00CF063C">
              <w:rPr>
                <w:szCs w:val="28"/>
                <w:lang w:eastAsia="en-US"/>
              </w:rPr>
              <w:t>д. № 28, 28а, 28в,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76:21:020124:393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Толбухина, д. 193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г. Тутаев, ул. Толбухина, </w:t>
            </w:r>
          </w:p>
          <w:p w:rsidR="00CF063C" w:rsidRPr="00CF063C" w:rsidRDefault="00CF063C" w:rsidP="00CF063C">
            <w:pPr>
              <w:spacing w:line="256" w:lineRule="auto"/>
              <w:ind w:firstLine="0"/>
              <w:jc w:val="left"/>
              <w:rPr>
                <w:szCs w:val="28"/>
                <w:lang w:eastAsia="en-US"/>
              </w:rPr>
            </w:pPr>
            <w:r w:rsidRPr="00CF063C">
              <w:rPr>
                <w:szCs w:val="28"/>
                <w:lang w:eastAsia="en-US"/>
              </w:rPr>
              <w:t>д. 193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76:21:020115:680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76:21:010135:443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Пролетарская, д.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76:21:010135:447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1021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Тутаевский район, п. Константиновский, ул. 20 лет </w:t>
            </w:r>
            <w:r w:rsidRPr="00CF063C">
              <w:rPr>
                <w:szCs w:val="28"/>
                <w:lang w:eastAsia="en-US"/>
              </w:rPr>
              <w:br/>
              <w:t xml:space="preserve">Октября, д. 20 а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20 лет Октября, д. 20 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76:15:000000:1255</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Тутаевский район, п. Константиновский, ул. 20 лет </w:t>
            </w:r>
            <w:r w:rsidRPr="00CF063C">
              <w:rPr>
                <w:szCs w:val="28"/>
                <w:lang w:eastAsia="en-US"/>
              </w:rPr>
              <w:br/>
              <w:t>Октября, д. 25а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20 лет Октября, д. 25а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76:15:022326:240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Моторостроителей, д. 63, МКР-7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Моторостроителей, д. 63, МКР-7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76:21:010302:606 </w:t>
            </w:r>
          </w:p>
        </w:tc>
      </w:tr>
      <w:tr w:rsidR="00CF063C" w:rsidRPr="00CF063C" w:rsidTr="00CF063C">
        <w:trPr>
          <w:trHeight w:val="99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Тутаевский район, Чебаковский сельский округ, </w:t>
            </w:r>
          </w:p>
          <w:p w:rsidR="00CF063C" w:rsidRPr="00CF063C" w:rsidRDefault="00CF063C" w:rsidP="00CF063C">
            <w:pPr>
              <w:spacing w:line="256" w:lineRule="auto"/>
              <w:ind w:firstLine="0"/>
              <w:jc w:val="left"/>
              <w:rPr>
                <w:szCs w:val="28"/>
                <w:lang w:eastAsia="en-US"/>
              </w:rPr>
            </w:pPr>
            <w:r w:rsidRPr="00CF063C">
              <w:rPr>
                <w:szCs w:val="28"/>
                <w:lang w:eastAsia="en-US"/>
              </w:rPr>
              <w:t>п. Никульское, ул. Центральная, д. 20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Чебаковский сельский округ, п. Никульское,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76:15:021719:939</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Ленина, д. № 103, 105, 107, 109, 109а, 111, 111а, 113, 115, 117, 119, 121, 121а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Ленина, </w:t>
            </w:r>
            <w:r w:rsidRPr="00CF063C">
              <w:rPr>
                <w:szCs w:val="28"/>
                <w:lang w:eastAsia="en-US"/>
              </w:rPr>
              <w:br/>
              <w:t>д. № 103, 105, 107, 109, 109а, 111, 111а, 113, 115, 117, 119, 121, 121а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76:21:000000:1103</w:t>
            </w:r>
          </w:p>
        </w:tc>
      </w:tr>
      <w:tr w:rsidR="00CF063C" w:rsidRPr="00CF063C" w:rsidTr="000C782B">
        <w:trPr>
          <w:trHeight w:val="84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Тутаевский район, п. Константиновский, </w:t>
            </w:r>
            <w:r w:rsidRPr="00CF063C">
              <w:rPr>
                <w:szCs w:val="28"/>
                <w:lang w:eastAsia="en-US"/>
              </w:rPr>
              <w:lastRenderedPageBreak/>
              <w:t xml:space="preserve">ул. Депутатская, д. 5а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Депутатская, д. 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76:15:022302:1248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Ленина, д. 14</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76:15:022328:293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Тутаевский район, п. Константиновский, ул. Речная, д. 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Речная,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76:15:022326:242</w:t>
            </w:r>
          </w:p>
        </w:tc>
      </w:tr>
      <w:tr w:rsidR="00CF063C" w:rsidRPr="00CF063C" w:rsidTr="00CF063C">
        <w:trPr>
          <w:trHeight w:val="112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Крупской, </w:t>
            </w:r>
          </w:p>
          <w:p w:rsidR="00CF063C" w:rsidRPr="00CF063C" w:rsidRDefault="00CF063C" w:rsidP="00CF063C">
            <w:pPr>
              <w:spacing w:line="256" w:lineRule="auto"/>
              <w:ind w:firstLine="0"/>
              <w:jc w:val="left"/>
              <w:rPr>
                <w:szCs w:val="28"/>
                <w:lang w:eastAsia="en-US"/>
              </w:rPr>
            </w:pPr>
            <w:r w:rsidRPr="00CF063C">
              <w:rPr>
                <w:szCs w:val="28"/>
                <w:lang w:eastAsia="en-US"/>
              </w:rPr>
              <w:t>д. № 92, 96, 98, 99, 101, 115, 117, 119, 125, 125а, 129, 141, 143, 145, 149, 153, 155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Крупской, </w:t>
            </w:r>
          </w:p>
          <w:p w:rsidR="00CF063C" w:rsidRPr="00CF063C" w:rsidRDefault="00CF063C" w:rsidP="00CF063C">
            <w:pPr>
              <w:spacing w:line="256" w:lineRule="auto"/>
              <w:ind w:firstLine="0"/>
              <w:jc w:val="left"/>
              <w:rPr>
                <w:szCs w:val="28"/>
                <w:lang w:eastAsia="en-US"/>
              </w:rPr>
            </w:pPr>
            <w:r w:rsidRPr="00CF063C">
              <w:rPr>
                <w:szCs w:val="28"/>
                <w:lang w:eastAsia="en-US"/>
              </w:rPr>
              <w:t>д. № 92, 96, 98, 99, 101, 115, 117, 119, 125, 125а, 129, 141, 143, 145, 149, 153, 155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76:21:000000:1107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r w:rsidRPr="00CF063C">
              <w:rPr>
                <w:szCs w:val="28"/>
                <w:lang w:eastAsia="en-US"/>
              </w:rPr>
              <w:b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Толбухина, </w:t>
            </w:r>
          </w:p>
          <w:p w:rsidR="00CF063C" w:rsidRPr="00CF063C" w:rsidRDefault="00CF063C" w:rsidP="00CF063C">
            <w:pPr>
              <w:spacing w:line="256" w:lineRule="auto"/>
              <w:ind w:firstLine="0"/>
              <w:jc w:val="left"/>
              <w:rPr>
                <w:szCs w:val="28"/>
                <w:lang w:eastAsia="en-US"/>
              </w:rPr>
            </w:pPr>
            <w:r w:rsidRPr="00CF063C">
              <w:rPr>
                <w:szCs w:val="28"/>
                <w:lang w:eastAsia="en-US"/>
              </w:rPr>
              <w:t>д. 141, 145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Толбухина, д. 141, 145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76:21:020115:684</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Ветеранов войны, д. 16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Ветеранов Войны, </w:t>
            </w:r>
          </w:p>
          <w:p w:rsidR="00CF063C" w:rsidRPr="00CF063C" w:rsidRDefault="00CF063C" w:rsidP="00CF063C">
            <w:pPr>
              <w:spacing w:line="256" w:lineRule="auto"/>
              <w:ind w:firstLine="0"/>
              <w:jc w:val="left"/>
              <w:rPr>
                <w:szCs w:val="28"/>
                <w:lang w:eastAsia="en-US"/>
              </w:rPr>
            </w:pPr>
            <w:r w:rsidRPr="00CF063C">
              <w:rPr>
                <w:szCs w:val="28"/>
                <w:lang w:eastAsia="en-US"/>
              </w:rPr>
              <w:t>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76:15:022302:1247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п. Константиновский, ул. Старостина, </w:t>
            </w:r>
          </w:p>
          <w:p w:rsidR="00CF063C" w:rsidRPr="00CF063C" w:rsidRDefault="00CF063C" w:rsidP="00CF063C">
            <w:pPr>
              <w:spacing w:line="256" w:lineRule="auto"/>
              <w:ind w:firstLine="0"/>
              <w:jc w:val="left"/>
              <w:rPr>
                <w:szCs w:val="28"/>
                <w:lang w:eastAsia="en-US"/>
              </w:rPr>
            </w:pPr>
            <w:r w:rsidRPr="00CF063C">
              <w:rPr>
                <w:szCs w:val="28"/>
                <w:lang w:eastAsia="en-US"/>
              </w:rPr>
              <w:t>д. 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Старостина,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76:15:000000:1249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1033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Советская, д. 30, 32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 xml:space="preserve">г. Тутаев, ул. Советская, </w:t>
            </w:r>
          </w:p>
          <w:p w:rsidR="00CF063C" w:rsidRPr="00CF063C" w:rsidRDefault="00CF063C" w:rsidP="00CF063C">
            <w:pPr>
              <w:spacing w:line="256" w:lineRule="auto"/>
              <w:ind w:firstLine="0"/>
              <w:jc w:val="left"/>
              <w:rPr>
                <w:szCs w:val="28"/>
                <w:lang w:eastAsia="en-US"/>
              </w:rPr>
            </w:pPr>
            <w:r w:rsidRPr="00CF063C">
              <w:rPr>
                <w:szCs w:val="28"/>
                <w:lang w:eastAsia="en-US"/>
              </w:rPr>
              <w:t>д. 30,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76:21:010308:343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Советская, </w:t>
            </w:r>
          </w:p>
          <w:p w:rsidR="00CF063C" w:rsidRPr="00CF063C" w:rsidRDefault="00CF063C" w:rsidP="00CF063C">
            <w:pPr>
              <w:spacing w:line="256" w:lineRule="auto"/>
              <w:ind w:firstLine="0"/>
              <w:jc w:val="left"/>
              <w:rPr>
                <w:szCs w:val="28"/>
                <w:lang w:eastAsia="en-US"/>
              </w:rPr>
            </w:pPr>
            <w:r w:rsidRPr="00CF063C">
              <w:rPr>
                <w:szCs w:val="28"/>
                <w:lang w:eastAsia="en-US"/>
              </w:rPr>
              <w:t>д. 16, 20, 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г. Тутаев, ул. Советская, д. 16, 20,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76:21:010307:465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Пролетарская,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76:21:010127:298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2-я Овражная, д. 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76:21:000000:1119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Артемьевский сельский округ, д. Емишево, к семи двухквартирным домам № 17, 19, 21, 23, 25, 27,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76:15:020209:723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Комсомольская, д. 121, </w:t>
            </w:r>
          </w:p>
          <w:p w:rsidR="00CF063C" w:rsidRPr="00CF063C" w:rsidRDefault="00CF063C" w:rsidP="00CF063C">
            <w:pPr>
              <w:spacing w:line="256" w:lineRule="auto"/>
              <w:ind w:firstLine="0"/>
              <w:jc w:val="left"/>
              <w:rPr>
                <w:szCs w:val="28"/>
                <w:lang w:eastAsia="en-US"/>
              </w:rPr>
            </w:pPr>
            <w:r w:rsidRPr="00CF063C">
              <w:rPr>
                <w:szCs w:val="28"/>
                <w:lang w:eastAsia="en-US"/>
              </w:rPr>
              <w:t>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Комсомольская, </w:t>
            </w:r>
          </w:p>
          <w:p w:rsidR="00CF063C" w:rsidRPr="00CF063C" w:rsidRDefault="00CF063C" w:rsidP="00CF063C">
            <w:pPr>
              <w:spacing w:line="256" w:lineRule="auto"/>
              <w:ind w:firstLine="0"/>
              <w:jc w:val="left"/>
              <w:rPr>
                <w:szCs w:val="28"/>
                <w:lang w:eastAsia="en-US"/>
              </w:rPr>
            </w:pPr>
            <w:r w:rsidRPr="00CF063C">
              <w:rPr>
                <w:szCs w:val="28"/>
                <w:lang w:eastAsia="en-US"/>
              </w:rPr>
              <w:t>д. 121,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76:21:010307:466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Советская, д. 34, 36, МКР-11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Советская, </w:t>
            </w:r>
          </w:p>
          <w:p w:rsidR="00CF063C" w:rsidRPr="00CF063C" w:rsidRDefault="00CF063C" w:rsidP="00CF063C">
            <w:pPr>
              <w:spacing w:line="256" w:lineRule="auto"/>
              <w:ind w:firstLine="0"/>
              <w:jc w:val="left"/>
              <w:rPr>
                <w:szCs w:val="28"/>
                <w:lang w:eastAsia="en-US"/>
              </w:rPr>
            </w:pPr>
            <w:r w:rsidRPr="00CF063C">
              <w:rPr>
                <w:szCs w:val="28"/>
                <w:lang w:eastAsia="en-US"/>
              </w:rPr>
              <w:t>д. 34, 36, МКР-11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76:21:010206:584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Комсомольская, д. 88, </w:t>
            </w:r>
          </w:p>
          <w:p w:rsidR="00CF063C" w:rsidRPr="00CF063C" w:rsidRDefault="00CF063C" w:rsidP="00CF063C">
            <w:pPr>
              <w:spacing w:line="256" w:lineRule="auto"/>
              <w:ind w:firstLine="0"/>
              <w:jc w:val="left"/>
              <w:rPr>
                <w:szCs w:val="28"/>
                <w:lang w:eastAsia="en-US"/>
              </w:rPr>
            </w:pPr>
            <w:r w:rsidRPr="00CF063C">
              <w:rPr>
                <w:szCs w:val="28"/>
                <w:lang w:eastAsia="en-US"/>
              </w:rPr>
              <w:t>МКР-19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Комсомольская, </w:t>
            </w:r>
          </w:p>
          <w:p w:rsidR="00CF063C" w:rsidRPr="00CF063C" w:rsidRDefault="00CF063C" w:rsidP="00CF063C">
            <w:pPr>
              <w:spacing w:line="256" w:lineRule="auto"/>
              <w:ind w:firstLine="0"/>
              <w:jc w:val="left"/>
              <w:rPr>
                <w:szCs w:val="28"/>
                <w:lang w:eastAsia="en-US"/>
              </w:rPr>
            </w:pPr>
            <w:r w:rsidRPr="00CF063C">
              <w:rPr>
                <w:szCs w:val="28"/>
                <w:lang w:eastAsia="en-US"/>
              </w:rPr>
              <w:t>д. 88, МКР-19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76:21:010303:642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высокого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Тутаевский район, 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от места врезки до котельной</w:t>
            </w:r>
            <w:r w:rsidRPr="00CF063C">
              <w:rPr>
                <w:szCs w:val="28"/>
                <w:lang w:eastAsia="en-US"/>
              </w:rPr>
              <w:br/>
              <w:t>школы по ул. Речная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от места врезки до котельной школы по ул. Речная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76:15:000000:332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д. Ионовское</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76:15:020622:239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86а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низкого давления, 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86а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76:21:020119:264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Ленина, д.19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76:15:022302:1246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проспект </w:t>
            </w:r>
          </w:p>
          <w:p w:rsidR="00CF063C" w:rsidRPr="00CF063C" w:rsidRDefault="00CF063C" w:rsidP="00CF063C">
            <w:pPr>
              <w:spacing w:line="256" w:lineRule="auto"/>
              <w:ind w:firstLine="0"/>
              <w:jc w:val="left"/>
              <w:rPr>
                <w:szCs w:val="28"/>
                <w:lang w:eastAsia="en-US"/>
              </w:rPr>
            </w:pPr>
            <w:r w:rsidRPr="00CF063C">
              <w:rPr>
                <w:szCs w:val="28"/>
                <w:lang w:eastAsia="en-US"/>
              </w:rPr>
              <w:t xml:space="preserve">50-летия Победы, д. 11 </w:t>
            </w:r>
          </w:p>
          <w:p w:rsidR="00CF063C" w:rsidRPr="00CF063C" w:rsidRDefault="00CF063C" w:rsidP="00CF063C">
            <w:pPr>
              <w:spacing w:line="256" w:lineRule="auto"/>
              <w:ind w:firstLine="0"/>
              <w:jc w:val="left"/>
              <w:rPr>
                <w:szCs w:val="28"/>
                <w:lang w:eastAsia="en-US"/>
              </w:rPr>
            </w:pPr>
            <w:r w:rsidRPr="00CF063C">
              <w:rPr>
                <w:szCs w:val="28"/>
                <w:lang w:eastAsia="en-US"/>
              </w:rPr>
              <w:t>(6 – 10 секции)</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76:21:010302:609</w:t>
            </w:r>
          </w:p>
        </w:tc>
      </w:tr>
      <w:tr w:rsidR="00CF063C" w:rsidRPr="00CF063C" w:rsidTr="00CF063C">
        <w:trPr>
          <w:trHeight w:val="82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Советская, </w:t>
            </w:r>
          </w:p>
          <w:p w:rsidR="00CF063C" w:rsidRPr="00CF063C" w:rsidRDefault="00CF063C" w:rsidP="00CF063C">
            <w:pPr>
              <w:spacing w:line="256" w:lineRule="auto"/>
              <w:ind w:firstLine="0"/>
              <w:jc w:val="left"/>
              <w:rPr>
                <w:szCs w:val="28"/>
                <w:lang w:eastAsia="en-US"/>
              </w:rPr>
            </w:pPr>
            <w:r w:rsidRPr="00CF063C">
              <w:rPr>
                <w:szCs w:val="28"/>
                <w:lang w:eastAsia="en-US"/>
              </w:rPr>
              <w:t>д. 14, 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Советская, д. 14,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76:21:010307:469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Тутаевский район, п. Константиновский, ул. Депутатская, д. 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Константиновский, ул. Депутатская,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76:15:022302:1253</w:t>
            </w:r>
          </w:p>
        </w:tc>
      </w:tr>
      <w:tr w:rsidR="00CF063C" w:rsidRPr="00CF063C" w:rsidTr="00CF063C">
        <w:trPr>
          <w:trHeight w:val="41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Комсомольская, д. 125,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Комсомольская, </w:t>
            </w:r>
          </w:p>
          <w:p w:rsidR="00CF063C" w:rsidRPr="00CF063C" w:rsidRDefault="00CF063C" w:rsidP="00CF063C">
            <w:pPr>
              <w:spacing w:line="256" w:lineRule="auto"/>
              <w:ind w:firstLine="0"/>
              <w:jc w:val="left"/>
              <w:rPr>
                <w:szCs w:val="28"/>
                <w:lang w:eastAsia="en-US"/>
              </w:rPr>
            </w:pPr>
            <w:r w:rsidRPr="00CF063C">
              <w:rPr>
                <w:szCs w:val="28"/>
                <w:lang w:eastAsia="en-US"/>
              </w:rPr>
              <w:t>д. 125,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76:21:010307:459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Толбухина, </w:t>
            </w:r>
          </w:p>
          <w:p w:rsidR="00CF063C" w:rsidRPr="00CF063C" w:rsidRDefault="00CF063C" w:rsidP="00CF063C">
            <w:pPr>
              <w:spacing w:line="256" w:lineRule="auto"/>
              <w:ind w:firstLine="0"/>
              <w:jc w:val="left"/>
              <w:rPr>
                <w:szCs w:val="28"/>
                <w:lang w:eastAsia="en-US"/>
              </w:rPr>
            </w:pPr>
            <w:r w:rsidRPr="00CF063C">
              <w:rPr>
                <w:szCs w:val="28"/>
                <w:lang w:eastAsia="en-US"/>
              </w:rPr>
              <w:t>д. 201, 203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Толбухина, д. 201, 203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76:21:020115:679</w:t>
            </w:r>
          </w:p>
        </w:tc>
      </w:tr>
      <w:tr w:rsidR="00CF063C" w:rsidRPr="00CF063C" w:rsidTr="00CF063C">
        <w:trPr>
          <w:trHeight w:val="98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Казанская, д. № 16, 21/76, 24, 25, 26, 27, 28, 35, 37, 39, 45,49, 51, 57, 59, 61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76:21:000000:1129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Ветеранов войны, д. 14</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Ветеранов войны, </w:t>
            </w:r>
          </w:p>
          <w:p w:rsidR="00CF063C" w:rsidRPr="00CF063C" w:rsidRDefault="00CF063C" w:rsidP="00CF063C">
            <w:pPr>
              <w:spacing w:line="256" w:lineRule="auto"/>
              <w:ind w:firstLine="0"/>
              <w:jc w:val="left"/>
              <w:rPr>
                <w:szCs w:val="28"/>
                <w:lang w:eastAsia="en-US"/>
              </w:rPr>
            </w:pPr>
            <w:r w:rsidRPr="00CF063C">
              <w:rPr>
                <w:szCs w:val="28"/>
                <w:lang w:eastAsia="en-US"/>
              </w:rPr>
              <w:t>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76:15:022302:1260</w:t>
            </w:r>
          </w:p>
        </w:tc>
      </w:tr>
      <w:tr w:rsidR="00CF063C" w:rsidRPr="00CF063C" w:rsidTr="00CF063C">
        <w:trPr>
          <w:trHeight w:val="76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высокого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Константиновский, от места врезки до ШРП-1,2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76:15:000000:333</w:t>
            </w:r>
          </w:p>
        </w:tc>
      </w:tr>
      <w:tr w:rsidR="00CF063C" w:rsidRPr="00CF063C" w:rsidTr="00CF063C">
        <w:trPr>
          <w:trHeight w:val="108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Моторостроителей, д. 70, МКР-8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Моторостроителей, </w:t>
            </w:r>
          </w:p>
          <w:p w:rsidR="00CF063C" w:rsidRPr="00CF063C" w:rsidRDefault="00CF063C" w:rsidP="00CF063C">
            <w:pPr>
              <w:spacing w:line="256" w:lineRule="auto"/>
              <w:ind w:firstLine="0"/>
              <w:jc w:val="left"/>
              <w:rPr>
                <w:szCs w:val="28"/>
                <w:lang w:eastAsia="en-US"/>
              </w:rPr>
            </w:pPr>
            <w:r w:rsidRPr="00CF063C">
              <w:rPr>
                <w:szCs w:val="28"/>
                <w:lang w:eastAsia="en-US"/>
              </w:rPr>
              <w:t>д. 70, МКР-8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76:21:010304:2722</w:t>
            </w:r>
          </w:p>
        </w:tc>
      </w:tr>
      <w:tr w:rsidR="00CF063C" w:rsidRPr="00CF063C" w:rsidTr="00CF063C">
        <w:trPr>
          <w:trHeight w:val="76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50-летия Победы, д. 22, МКР-9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50-летия Победы, д. 22, МКР-9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76:21:010305:4775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Архангельская, </w:t>
            </w:r>
          </w:p>
          <w:p w:rsidR="00CF063C" w:rsidRPr="00CF063C" w:rsidRDefault="00CF063C" w:rsidP="00CF063C">
            <w:pPr>
              <w:spacing w:line="256" w:lineRule="auto"/>
              <w:ind w:firstLine="0"/>
              <w:jc w:val="left"/>
              <w:rPr>
                <w:szCs w:val="28"/>
                <w:lang w:eastAsia="en-US"/>
              </w:rPr>
            </w:pPr>
            <w:r w:rsidRPr="00CF063C">
              <w:rPr>
                <w:szCs w:val="28"/>
                <w:lang w:eastAsia="en-US"/>
              </w:rPr>
              <w:t>д. № 53, 55, 57, 59, 63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76:21:020111:276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г. Тутаев, ул. Советская, д. 38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38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76:21:010206:580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Депутатская, д. 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Депутатская,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76:15:022302:1264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50-летия Победы, д. 14, 18, 20, МКР-9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50-летия Победы, д. 14, 18, 20, МКР-9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76:21:010305:4771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Крупской, д. №</w:t>
            </w:r>
            <w:r w:rsidRPr="00CF063C">
              <w:rPr>
                <w:lang w:eastAsia="en-US"/>
              </w:rPr>
              <w:t> </w:t>
            </w:r>
            <w:r w:rsidRPr="00CF063C">
              <w:rPr>
                <w:szCs w:val="28"/>
                <w:lang w:eastAsia="en-US"/>
              </w:rPr>
              <w:t xml:space="preserve">135, 137, 137а – ввода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Крупской, № 135, 137, 137а – ввода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76:21:020111:277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Моторостроителей, д. 67, МКР-9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Моторостроителей, д. 67, МКР-9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76:21:010305:4780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п. Константиновский, ул. 20 лет </w:t>
            </w:r>
          </w:p>
          <w:p w:rsidR="00CF063C" w:rsidRPr="00CF063C" w:rsidRDefault="00CF063C" w:rsidP="00CF063C">
            <w:pPr>
              <w:spacing w:line="256" w:lineRule="auto"/>
              <w:ind w:firstLine="0"/>
              <w:jc w:val="left"/>
              <w:rPr>
                <w:szCs w:val="28"/>
                <w:lang w:eastAsia="en-US"/>
              </w:rPr>
            </w:pPr>
            <w:r w:rsidRPr="00CF063C">
              <w:rPr>
                <w:szCs w:val="28"/>
                <w:lang w:eastAsia="en-US"/>
              </w:rPr>
              <w:t>Октября, д. 2а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20 лет Октября, д. 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76:15:000000:1238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Ленина д. 44, 46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44, 46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76:21:020208:381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Газопровод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низкого давления,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г. Тутаев,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ул. Юбилейная,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lastRenderedPageBreak/>
              <w:t>д. 1, 3, 5, 6, 7, 9, 12, 13, 14, 15, 16, 17, 18, 19, 20, 20а, 21, 22, 23, 24, 26, 28, 30, 32, 34, 36, 38, 42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ул. Юбилейная, д. 1, 3, 5, 6, 7, 9, 12, 13, 14, 15, 16, 17, 18, 19, 20, 20а, 21, 22, 23, 24, 26, 28, 30, 32, 34, 36, 38, 42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76:21:000000:1081</w:t>
            </w:r>
          </w:p>
        </w:tc>
      </w:tr>
      <w:tr w:rsidR="00CF063C" w:rsidRPr="00CF063C" w:rsidTr="00CF063C">
        <w:trPr>
          <w:trHeight w:val="728"/>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Калинина, </w:t>
            </w:r>
          </w:p>
          <w:p w:rsidR="00CF063C" w:rsidRPr="00CF063C" w:rsidRDefault="00CF063C" w:rsidP="00CF063C">
            <w:pPr>
              <w:spacing w:line="256" w:lineRule="auto"/>
              <w:ind w:firstLine="0"/>
              <w:jc w:val="left"/>
              <w:rPr>
                <w:szCs w:val="28"/>
                <w:lang w:eastAsia="en-US"/>
              </w:rPr>
            </w:pPr>
            <w:r w:rsidRPr="00CF063C">
              <w:rPr>
                <w:szCs w:val="28"/>
                <w:lang w:eastAsia="en-US"/>
              </w:rPr>
              <w:t>от д. 1а до д. 23а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Калинина, </w:t>
            </w:r>
          </w:p>
          <w:p w:rsidR="00CF063C" w:rsidRPr="00CF063C" w:rsidRDefault="00CF063C" w:rsidP="00CF063C">
            <w:pPr>
              <w:spacing w:line="256" w:lineRule="auto"/>
              <w:ind w:firstLine="0"/>
              <w:jc w:val="left"/>
              <w:rPr>
                <w:szCs w:val="28"/>
                <w:lang w:eastAsia="en-US"/>
              </w:rPr>
            </w:pPr>
            <w:r w:rsidRPr="00CF063C">
              <w:rPr>
                <w:szCs w:val="28"/>
                <w:lang w:eastAsia="en-US"/>
              </w:rPr>
              <w:t>от д. 1а до д. 23а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76:21:000000:1091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Ушакова,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24, 26, 30 – ввода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Ушакова, д. 24, 26,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76:21:020214:284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Архангельская, </w:t>
            </w:r>
          </w:p>
          <w:p w:rsidR="00CF063C" w:rsidRPr="00CF063C" w:rsidRDefault="00CF063C" w:rsidP="00CF063C">
            <w:pPr>
              <w:spacing w:line="256" w:lineRule="auto"/>
              <w:ind w:firstLine="0"/>
              <w:jc w:val="left"/>
              <w:rPr>
                <w:szCs w:val="28"/>
                <w:lang w:eastAsia="en-US"/>
              </w:rPr>
            </w:pPr>
            <w:r w:rsidRPr="00CF063C">
              <w:rPr>
                <w:szCs w:val="28"/>
                <w:lang w:eastAsia="en-US"/>
              </w:rPr>
              <w:t>д. № 26, 30, 34, 42, 42а, 44а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Архангельская, д. № 26, 30, 34, 42, 42а, 44а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76:21:000000:1090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Леонтьевская, от д. 11 до д. 32, ул. Толбухина </w:t>
            </w:r>
          </w:p>
          <w:p w:rsidR="00CF063C" w:rsidRPr="00CF063C" w:rsidRDefault="00CF063C" w:rsidP="00CF063C">
            <w:pPr>
              <w:spacing w:line="256" w:lineRule="auto"/>
              <w:ind w:firstLine="0"/>
              <w:jc w:val="left"/>
              <w:rPr>
                <w:szCs w:val="28"/>
                <w:lang w:eastAsia="en-US"/>
              </w:rPr>
            </w:pPr>
            <w:r w:rsidRPr="00CF063C">
              <w:rPr>
                <w:szCs w:val="28"/>
                <w:lang w:eastAsia="en-US"/>
              </w:rPr>
              <w:t>от д. 7 до д. 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Леонтьевская, от д. 11 до д. 32, </w:t>
            </w:r>
          </w:p>
          <w:p w:rsidR="00CF063C" w:rsidRPr="00CF063C" w:rsidRDefault="00CF063C" w:rsidP="00CF063C">
            <w:pPr>
              <w:spacing w:line="256" w:lineRule="auto"/>
              <w:ind w:firstLine="0"/>
              <w:jc w:val="left"/>
              <w:rPr>
                <w:szCs w:val="28"/>
                <w:lang w:eastAsia="en-US"/>
              </w:rPr>
            </w:pPr>
            <w:r w:rsidRPr="00CF063C">
              <w:rPr>
                <w:szCs w:val="28"/>
                <w:lang w:eastAsia="en-US"/>
              </w:rPr>
              <w:t>ул. Толбухина, от д. 7 до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76:21:000000:1124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Чебаковский сельский округ, п. Никуль-ское, к жилым домам ул. Центральная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Чебаковский сельский округ, п. Никульское, к жилым домам ул. Центральная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76:15:021719:941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Тутаевский район, п. Константиновский, ул. Ленина, д. 19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76:15:022302:1261</w:t>
            </w:r>
          </w:p>
        </w:tc>
      </w:tr>
      <w:tr w:rsidR="00CF063C" w:rsidRPr="00CF063C" w:rsidTr="00CF063C">
        <w:trPr>
          <w:trHeight w:val="69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п. Константиновский, ул. 20 лет </w:t>
            </w:r>
          </w:p>
          <w:p w:rsidR="00CF063C" w:rsidRPr="00CF063C" w:rsidRDefault="00CF063C" w:rsidP="00CF063C">
            <w:pPr>
              <w:spacing w:line="256" w:lineRule="auto"/>
              <w:ind w:firstLine="0"/>
              <w:jc w:val="left"/>
              <w:rPr>
                <w:szCs w:val="28"/>
                <w:lang w:eastAsia="en-US"/>
              </w:rPr>
            </w:pPr>
            <w:r w:rsidRPr="00CF063C">
              <w:rPr>
                <w:szCs w:val="28"/>
                <w:lang w:eastAsia="en-US"/>
              </w:rPr>
              <w:t>Октября, д. 29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20 лет Октября,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76:15:022325:265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Речная, д. 20а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Речная, д. 20а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76:15:022326:238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76:21:010127:301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Чебаковский сельский округ, п. Никульское, ул. Центральная, д. 15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Чебаковский сельский округ, п. Никульское,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76:15:021719:940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Советская, д. 26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pacing w:val="-8"/>
                <w:szCs w:val="28"/>
                <w:lang w:eastAsia="en-US"/>
              </w:rPr>
            </w:pPr>
            <w:r w:rsidRPr="00CF063C">
              <w:rPr>
                <w:szCs w:val="28"/>
                <w:lang w:eastAsia="en-US"/>
              </w:rPr>
              <w:t xml:space="preserve">Российская Федерация, Ярославская </w:t>
            </w:r>
            <w:r w:rsidRPr="00CF063C">
              <w:rPr>
                <w:spacing w:val="-8"/>
                <w:szCs w:val="28"/>
                <w:lang w:eastAsia="en-US"/>
              </w:rPr>
              <w:t xml:space="preserve">область, </w:t>
            </w:r>
          </w:p>
          <w:p w:rsidR="00CF063C" w:rsidRPr="00CF063C" w:rsidRDefault="00CF063C" w:rsidP="00CF063C">
            <w:pPr>
              <w:spacing w:line="256" w:lineRule="auto"/>
              <w:ind w:firstLine="0"/>
              <w:jc w:val="left"/>
              <w:rPr>
                <w:spacing w:val="-8"/>
                <w:szCs w:val="28"/>
                <w:lang w:eastAsia="en-US"/>
              </w:rPr>
            </w:pPr>
            <w:r w:rsidRPr="00CF063C">
              <w:rPr>
                <w:spacing w:val="-8"/>
                <w:szCs w:val="28"/>
                <w:lang w:eastAsia="en-US"/>
              </w:rPr>
              <w:t xml:space="preserve">г. Тутаев, ул. Советская, </w:t>
            </w:r>
          </w:p>
          <w:p w:rsidR="00CF063C" w:rsidRPr="00CF063C" w:rsidRDefault="00CF063C" w:rsidP="00CF063C">
            <w:pPr>
              <w:spacing w:line="256" w:lineRule="auto"/>
              <w:ind w:firstLine="0"/>
              <w:jc w:val="left"/>
              <w:rPr>
                <w:szCs w:val="28"/>
                <w:lang w:eastAsia="en-US"/>
              </w:rPr>
            </w:pPr>
            <w:r w:rsidRPr="00CF063C">
              <w:rPr>
                <w:spacing w:val="-8"/>
                <w:szCs w:val="28"/>
                <w:lang w:eastAsia="en-US"/>
              </w:rPr>
              <w:t>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76:21:010308:344</w:t>
            </w:r>
          </w:p>
        </w:tc>
      </w:tr>
      <w:tr w:rsidR="00CF063C" w:rsidRPr="00CF063C" w:rsidTr="00CF063C">
        <w:trPr>
          <w:trHeight w:val="9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Ленина, д. 24, ул. Свободы, д. 17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Ленина, д. 24, </w:t>
            </w:r>
          </w:p>
          <w:p w:rsidR="00CF063C" w:rsidRPr="00CF063C" w:rsidRDefault="00CF063C" w:rsidP="00CF063C">
            <w:pPr>
              <w:spacing w:line="256" w:lineRule="auto"/>
              <w:ind w:firstLine="0"/>
              <w:jc w:val="left"/>
              <w:rPr>
                <w:szCs w:val="28"/>
                <w:lang w:eastAsia="en-US"/>
              </w:rPr>
            </w:pPr>
            <w:r w:rsidRPr="00CF063C">
              <w:rPr>
                <w:szCs w:val="28"/>
                <w:lang w:eastAsia="en-US"/>
              </w:rPr>
              <w:t>ул. Свободы,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76:15:000000:1237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1076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Осипенко, </w:t>
            </w:r>
          </w:p>
          <w:p w:rsidR="00CF063C" w:rsidRPr="00CF063C" w:rsidRDefault="00CF063C" w:rsidP="00CF063C">
            <w:pPr>
              <w:spacing w:line="256" w:lineRule="auto"/>
              <w:ind w:firstLine="0"/>
              <w:jc w:val="left"/>
              <w:rPr>
                <w:szCs w:val="28"/>
                <w:lang w:eastAsia="en-US"/>
              </w:rPr>
            </w:pPr>
            <w:r w:rsidRPr="00CF063C">
              <w:rPr>
                <w:szCs w:val="28"/>
                <w:lang w:eastAsia="en-US"/>
              </w:rPr>
              <w:t>д. № 2, 4, 4/5, 6, 7, 8, 9, 10, 12,14, 17, 19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Осипенко, д. № 2, 4, 4/5, 6, 7, 8, 9, 10, 12,14, 17,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76:21:000000:1136</w:t>
            </w:r>
          </w:p>
        </w:tc>
      </w:tr>
      <w:tr w:rsidR="00CF063C" w:rsidRPr="00CF063C" w:rsidTr="00CF063C">
        <w:trPr>
          <w:trHeight w:val="27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от ГРП до д. 111 ул. Ярославская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76:21:000000:1109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Советская, д. 28, 28/а, МКР-11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Советская, </w:t>
            </w:r>
          </w:p>
          <w:p w:rsidR="00CF063C" w:rsidRPr="00CF063C" w:rsidRDefault="00CF063C" w:rsidP="00CF063C">
            <w:pPr>
              <w:spacing w:line="256" w:lineRule="auto"/>
              <w:ind w:firstLine="0"/>
              <w:jc w:val="left"/>
              <w:rPr>
                <w:szCs w:val="28"/>
                <w:lang w:eastAsia="en-US"/>
              </w:rPr>
            </w:pPr>
            <w:r w:rsidRPr="00CF063C">
              <w:rPr>
                <w:szCs w:val="28"/>
                <w:lang w:eastAsia="en-US"/>
              </w:rPr>
              <w:t>д. 28, 28/а, МКР-11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76:21:000000:1137</w:t>
            </w:r>
          </w:p>
        </w:tc>
      </w:tr>
      <w:tr w:rsidR="00CF063C" w:rsidRPr="00CF063C" w:rsidTr="00CF063C">
        <w:trPr>
          <w:trHeight w:val="94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12, 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Советская, д. 12,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Петра Шитова, д. 78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76:21:010126:362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Пролетарская, д. 35, 37, 39, 16,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40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76:21:000000:1074</w:t>
            </w:r>
          </w:p>
        </w:tc>
      </w:tr>
      <w:tr w:rsidR="00CF063C" w:rsidRPr="00CF063C" w:rsidTr="00CF063C">
        <w:trPr>
          <w:trHeight w:val="1038"/>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г. Тутаев, ул. Красноармейская, д. № 28, 30, 34 – ввода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Красноармейская, д. № 28, 30, 34 – ввода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76:21:020128:390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Фоминское, д. 32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Фоминское, д.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76:15:021303:582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1084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Толбухина, д. 195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Толбухина, </w:t>
            </w:r>
          </w:p>
          <w:p w:rsidR="00CF063C" w:rsidRPr="00CF063C" w:rsidRDefault="00CF063C" w:rsidP="00CF063C">
            <w:pPr>
              <w:spacing w:line="256" w:lineRule="auto"/>
              <w:ind w:firstLine="0"/>
              <w:jc w:val="left"/>
              <w:rPr>
                <w:szCs w:val="28"/>
                <w:lang w:eastAsia="en-US"/>
              </w:rPr>
            </w:pPr>
            <w:r w:rsidRPr="00CF063C">
              <w:rPr>
                <w:szCs w:val="28"/>
                <w:lang w:eastAsia="en-US"/>
              </w:rPr>
              <w:t>д. 195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76:21:020115:678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Ярославская, д. 111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76:21:010112:523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Панина д. 56, 58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Панина, д. 56, 58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76:21:020204:433</w:t>
            </w:r>
          </w:p>
        </w:tc>
      </w:tr>
      <w:tr w:rsidR="00CF063C" w:rsidRPr="00CF063C" w:rsidTr="00CF063C">
        <w:trPr>
          <w:trHeight w:val="87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r w:rsidRPr="00CF063C">
              <w:rPr>
                <w:szCs w:val="28"/>
                <w:lang w:eastAsia="en-US"/>
              </w:rPr>
              <w:br/>
              <w:t xml:space="preserve">ул. Советская, </w:t>
            </w:r>
          </w:p>
          <w:p w:rsidR="00CF063C" w:rsidRPr="00CF063C" w:rsidRDefault="00CF063C" w:rsidP="00CF063C">
            <w:pPr>
              <w:spacing w:line="256" w:lineRule="auto"/>
              <w:ind w:firstLine="0"/>
              <w:jc w:val="left"/>
              <w:rPr>
                <w:szCs w:val="28"/>
                <w:lang w:eastAsia="en-US"/>
              </w:rPr>
            </w:pPr>
            <w:r w:rsidRPr="00CF063C">
              <w:rPr>
                <w:szCs w:val="28"/>
                <w:lang w:eastAsia="en-US"/>
              </w:rPr>
              <w:t>д. 10, 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Советская, </w:t>
            </w:r>
          </w:p>
          <w:p w:rsidR="00CF063C" w:rsidRPr="00CF063C" w:rsidRDefault="00CF063C" w:rsidP="00CF063C">
            <w:pPr>
              <w:spacing w:line="256" w:lineRule="auto"/>
              <w:ind w:firstLine="0"/>
              <w:jc w:val="left"/>
              <w:rPr>
                <w:szCs w:val="28"/>
                <w:lang w:eastAsia="en-US"/>
              </w:rPr>
            </w:pPr>
            <w:r w:rsidRPr="00CF063C">
              <w:rPr>
                <w:szCs w:val="28"/>
                <w:lang w:eastAsia="en-US"/>
              </w:rPr>
              <w:t>д. 10,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76:21:010307:468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Толбухина, д. 3а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Толбухина, д. 3а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76:21:020210:260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Ленина, д. 11а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11а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76:15:022327:242</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Крупской, </w:t>
            </w:r>
          </w:p>
          <w:p w:rsidR="00CF063C" w:rsidRPr="00CF063C" w:rsidRDefault="00CF063C" w:rsidP="00CF063C">
            <w:pPr>
              <w:spacing w:line="256" w:lineRule="auto"/>
              <w:ind w:firstLine="0"/>
              <w:jc w:val="left"/>
              <w:rPr>
                <w:szCs w:val="28"/>
                <w:lang w:eastAsia="en-US"/>
              </w:rPr>
            </w:pPr>
            <w:r w:rsidRPr="00CF063C">
              <w:rPr>
                <w:szCs w:val="28"/>
                <w:lang w:eastAsia="en-US"/>
              </w:rPr>
              <w:t>д. № 79, 81, 86, 88, 91/46, 94, 95, 96а, 100, 103, 104, 105, 109, 157, 102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Крупской, </w:t>
            </w:r>
          </w:p>
          <w:p w:rsidR="00CF063C" w:rsidRPr="00CF063C" w:rsidRDefault="00CF063C" w:rsidP="00CF063C">
            <w:pPr>
              <w:spacing w:line="256" w:lineRule="auto"/>
              <w:ind w:firstLine="0"/>
              <w:jc w:val="left"/>
              <w:rPr>
                <w:szCs w:val="28"/>
                <w:lang w:eastAsia="en-US"/>
              </w:rPr>
            </w:pPr>
            <w:r w:rsidRPr="00CF063C">
              <w:rPr>
                <w:szCs w:val="28"/>
                <w:lang w:eastAsia="en-US"/>
              </w:rPr>
              <w:t>д. № 79, 81, 86, 88, 91/46, 94, 95, 96а, 100, 103, 104, 105, 109, 157, 102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76:21:000000:1102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Ленина, д. 60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76:21:020208:380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г. Тутаев, ул. Ярославская, д. № </w:t>
            </w:r>
            <w:r w:rsidRPr="00CF063C">
              <w:rPr>
                <w:spacing w:val="-8"/>
                <w:szCs w:val="28"/>
                <w:lang w:eastAsia="en-US"/>
              </w:rPr>
              <w:t>97, 99, 101, 103, 105, 107, 109, 118-а, 120-а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76:21:000000:1123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закольцовка по ул. Комсомольская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закольцовка по ул. Комсомольская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76:21:000000:1139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г. Тутаев, от места врезки до котельной ЦРБ</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от места врезки до котельной ЦРБ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76:21:010306:969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42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76:21:010135:445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Леонтьевская, д. № 3, 9, 12, 14, 18, 20, 22, 22а – ввода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76:21:000000:1105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50-летия Победы, д. 17, МКР-7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76:21:010302:601</w:t>
            </w:r>
          </w:p>
        </w:tc>
      </w:tr>
      <w:tr w:rsidR="00CF063C" w:rsidRPr="00CF063C" w:rsidTr="00CF063C">
        <w:trPr>
          <w:trHeight w:val="93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Артемьевский сельский округ, д. Столбищи, </w:t>
            </w:r>
          </w:p>
          <w:p w:rsidR="00CF063C" w:rsidRPr="00CF063C" w:rsidRDefault="00CF063C" w:rsidP="00CF063C">
            <w:pPr>
              <w:spacing w:line="256" w:lineRule="auto"/>
              <w:ind w:firstLine="0"/>
              <w:jc w:val="left"/>
              <w:rPr>
                <w:szCs w:val="28"/>
                <w:lang w:eastAsia="en-US"/>
              </w:rPr>
            </w:pPr>
            <w:r w:rsidRPr="00CF063C">
              <w:rPr>
                <w:szCs w:val="28"/>
                <w:lang w:eastAsia="en-US"/>
              </w:rPr>
              <w:t>к 2-х квартирному жилому дому по ул. Колхозная,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76:15:022201:553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1099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Казанская,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76:21:000000:1077</w:t>
            </w:r>
          </w:p>
        </w:tc>
      </w:tr>
      <w:tr w:rsidR="00CF063C" w:rsidRPr="00CF063C" w:rsidTr="000C782B">
        <w:trPr>
          <w:trHeight w:val="84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pacing w:val="-8"/>
                <w:szCs w:val="28"/>
                <w:lang w:eastAsia="en-US"/>
              </w:rPr>
            </w:pPr>
            <w:r w:rsidRPr="00CF063C">
              <w:rPr>
                <w:spacing w:val="-8"/>
                <w:szCs w:val="28"/>
                <w:lang w:eastAsia="en-US"/>
              </w:rPr>
              <w:t xml:space="preserve">Ярославская область, </w:t>
            </w:r>
          </w:p>
          <w:p w:rsidR="00CF063C" w:rsidRPr="00CF063C" w:rsidRDefault="00CF063C" w:rsidP="00CF063C">
            <w:pPr>
              <w:spacing w:line="256" w:lineRule="auto"/>
              <w:ind w:firstLine="0"/>
              <w:jc w:val="left"/>
              <w:rPr>
                <w:spacing w:val="-8"/>
                <w:szCs w:val="28"/>
                <w:lang w:eastAsia="en-US"/>
              </w:rPr>
            </w:pPr>
            <w:r w:rsidRPr="00CF063C">
              <w:rPr>
                <w:spacing w:val="-8"/>
                <w:szCs w:val="28"/>
                <w:lang w:eastAsia="en-US"/>
              </w:rPr>
              <w:t xml:space="preserve">Тутаевский район, </w:t>
            </w:r>
          </w:p>
          <w:p w:rsidR="00CF063C" w:rsidRPr="00CF063C" w:rsidRDefault="00CF063C" w:rsidP="00CF063C">
            <w:pPr>
              <w:spacing w:line="256" w:lineRule="auto"/>
              <w:ind w:firstLine="0"/>
              <w:jc w:val="left"/>
              <w:rPr>
                <w:spacing w:val="-8"/>
                <w:szCs w:val="28"/>
                <w:lang w:eastAsia="en-US"/>
              </w:rPr>
            </w:pPr>
            <w:r w:rsidRPr="00CF063C">
              <w:rPr>
                <w:spacing w:val="-8"/>
                <w:szCs w:val="28"/>
                <w:lang w:eastAsia="en-US"/>
              </w:rPr>
              <w:t xml:space="preserve">г. Тутаев, ул. Крупской, </w:t>
            </w:r>
          </w:p>
          <w:p w:rsidR="00CF063C" w:rsidRPr="00CF063C" w:rsidRDefault="00CF063C" w:rsidP="00CF063C">
            <w:pPr>
              <w:spacing w:line="256" w:lineRule="auto"/>
              <w:ind w:firstLine="0"/>
              <w:jc w:val="left"/>
              <w:rPr>
                <w:spacing w:val="-8"/>
                <w:szCs w:val="28"/>
                <w:lang w:eastAsia="en-US"/>
              </w:rPr>
            </w:pPr>
            <w:r w:rsidRPr="00CF063C">
              <w:rPr>
                <w:spacing w:val="-8"/>
                <w:szCs w:val="28"/>
                <w:lang w:eastAsia="en-US"/>
              </w:rPr>
              <w:t xml:space="preserve">д. № 6, 8, 12, 14, 16, 18, 18а, 22, 24, 26, 28, 30, 34, 36, 38, 42, 46, 48, 50, 52, 58, 93, 106, </w:t>
            </w:r>
            <w:r w:rsidRPr="00CF063C">
              <w:rPr>
                <w:spacing w:val="-8"/>
                <w:szCs w:val="28"/>
                <w:lang w:eastAsia="en-US"/>
              </w:rPr>
              <w:lastRenderedPageBreak/>
              <w:t xml:space="preserve">107, 111, 113, 121, 131 – ввода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76:21:000000:1131</w:t>
            </w:r>
          </w:p>
        </w:tc>
      </w:tr>
      <w:tr w:rsidR="00CF063C" w:rsidRPr="00CF063C" w:rsidTr="00CF063C">
        <w:trPr>
          <w:trHeight w:val="104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Тутаевский район, п. Константиновский, ул. Ветеранов войны, д. 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Ветеранов войны,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76:15:000000:1242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Розы Люксембург, д. 68, </w:t>
            </w:r>
          </w:p>
          <w:p w:rsidR="00CF063C" w:rsidRPr="00CF063C" w:rsidRDefault="00CF063C" w:rsidP="00CF063C">
            <w:pPr>
              <w:spacing w:line="256" w:lineRule="auto"/>
              <w:ind w:firstLine="0"/>
              <w:jc w:val="left"/>
              <w:rPr>
                <w:szCs w:val="28"/>
                <w:lang w:eastAsia="en-US"/>
              </w:rPr>
            </w:pPr>
            <w:r w:rsidRPr="00CF063C">
              <w:rPr>
                <w:szCs w:val="28"/>
                <w:lang w:eastAsia="en-US"/>
              </w:rPr>
              <w:t>МКР-9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Розы Люксембург, д. 68, МКР-9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76:21:010305:4778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г. Тутаев, перекресток ул. Толбухина и ул. Казанская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перекресток </w:t>
            </w:r>
          </w:p>
          <w:p w:rsidR="00CF063C" w:rsidRPr="00CF063C" w:rsidRDefault="00CF063C" w:rsidP="00CF063C">
            <w:pPr>
              <w:spacing w:line="256" w:lineRule="auto"/>
              <w:ind w:firstLine="0"/>
              <w:jc w:val="left"/>
              <w:rPr>
                <w:szCs w:val="28"/>
                <w:lang w:eastAsia="en-US"/>
              </w:rPr>
            </w:pPr>
            <w:r w:rsidRPr="00CF063C">
              <w:rPr>
                <w:szCs w:val="28"/>
                <w:lang w:eastAsia="en-US"/>
              </w:rPr>
              <w:t>ул. Толбухина и ул. Казанская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76:21:000000:1130</w:t>
            </w:r>
          </w:p>
        </w:tc>
      </w:tr>
      <w:tr w:rsidR="00CF063C" w:rsidRPr="00CF063C" w:rsidTr="00CF063C">
        <w:trPr>
          <w:trHeight w:val="70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Гражданская, д. № 1а, 3, 5, 7, 9 – газопровод и ввода к жилым домам</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76:21:020213:282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2-ая Овражная, </w:t>
            </w:r>
          </w:p>
          <w:p w:rsidR="00CF063C" w:rsidRPr="00CF063C" w:rsidRDefault="00CF063C" w:rsidP="00CF063C">
            <w:pPr>
              <w:spacing w:line="256" w:lineRule="auto"/>
              <w:ind w:firstLine="0"/>
              <w:jc w:val="left"/>
              <w:rPr>
                <w:szCs w:val="28"/>
                <w:lang w:eastAsia="en-US"/>
              </w:rPr>
            </w:pPr>
            <w:r w:rsidRPr="00CF063C">
              <w:rPr>
                <w:szCs w:val="28"/>
                <w:lang w:eastAsia="en-US"/>
              </w:rPr>
              <w:t>д. № 40, 42, 44, 46, 55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2-ая Овражная, д. № 40, 42, 44, 46, 55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76:21:000000:1134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г. Тутаев, ул. Советская, </w:t>
            </w:r>
          </w:p>
          <w:p w:rsidR="00CF063C" w:rsidRPr="00CF063C" w:rsidRDefault="00CF063C" w:rsidP="00CF063C">
            <w:pPr>
              <w:spacing w:line="256" w:lineRule="auto"/>
              <w:ind w:firstLine="0"/>
              <w:jc w:val="left"/>
              <w:rPr>
                <w:szCs w:val="28"/>
                <w:lang w:eastAsia="en-US"/>
              </w:rPr>
            </w:pPr>
            <w:r w:rsidRPr="00CF063C">
              <w:rPr>
                <w:szCs w:val="28"/>
                <w:lang w:eastAsia="en-US"/>
              </w:rPr>
              <w:t>д. 5, МКР-19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Советская, д. 5, МКР-19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76:21:010303:643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Тутаевский район, п. Константиновский, ул. Депутатская, д. 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Константиновский,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ул. Депутатская,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76:15:022302:1254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высокого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от места врезки у КБО до ГРП-8, </w:t>
            </w:r>
          </w:p>
          <w:p w:rsidR="00CF063C" w:rsidRPr="00CF063C" w:rsidRDefault="00CF063C" w:rsidP="00CF063C">
            <w:pPr>
              <w:spacing w:line="256" w:lineRule="auto"/>
              <w:ind w:firstLine="0"/>
              <w:jc w:val="left"/>
              <w:rPr>
                <w:szCs w:val="28"/>
                <w:lang w:eastAsia="en-US"/>
              </w:rPr>
            </w:pPr>
            <w:r w:rsidRPr="00CF063C">
              <w:rPr>
                <w:szCs w:val="28"/>
                <w:lang w:eastAsia="en-US"/>
              </w:rPr>
              <w:t>МКР-19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от места врезки у КБО до ГРП-8, МКР-19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76:21:000000:1135</w:t>
            </w:r>
          </w:p>
        </w:tc>
      </w:tr>
      <w:tr w:rsidR="00CF063C" w:rsidRPr="00CF063C" w:rsidTr="00CF063C">
        <w:trPr>
          <w:trHeight w:val="747"/>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50-летия Победы, д. 12, МКР-9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50-летия Победы, д. 12, МКР-9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76:21:010305:4773</w:t>
            </w:r>
          </w:p>
        </w:tc>
      </w:tr>
      <w:tr w:rsidR="00CF063C" w:rsidRPr="00CF063C" w:rsidTr="00CF063C">
        <w:trPr>
          <w:trHeight w:val="75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Комсомольская, д. 115, </w:t>
            </w:r>
          </w:p>
          <w:p w:rsidR="00CF063C" w:rsidRPr="00CF063C" w:rsidRDefault="00CF063C" w:rsidP="00CF063C">
            <w:pPr>
              <w:spacing w:line="256" w:lineRule="auto"/>
              <w:ind w:firstLine="0"/>
              <w:jc w:val="left"/>
              <w:rPr>
                <w:szCs w:val="28"/>
                <w:lang w:eastAsia="en-US"/>
              </w:rPr>
            </w:pPr>
            <w:r w:rsidRPr="00CF063C">
              <w:rPr>
                <w:szCs w:val="28"/>
                <w:lang w:eastAsia="en-US"/>
              </w:rPr>
              <w:t>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Комсомольская, д. 115,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76:21:010307:472</w:t>
            </w:r>
          </w:p>
        </w:tc>
      </w:tr>
      <w:tr w:rsidR="00CF063C" w:rsidRPr="00CF063C" w:rsidTr="00CF063C">
        <w:trPr>
          <w:trHeight w:val="41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Комсомольская, д. 113, </w:t>
            </w:r>
          </w:p>
          <w:p w:rsidR="00CF063C" w:rsidRPr="00CF063C" w:rsidRDefault="00CF063C" w:rsidP="00CF063C">
            <w:pPr>
              <w:spacing w:line="256" w:lineRule="auto"/>
              <w:ind w:firstLine="0"/>
              <w:jc w:val="left"/>
              <w:rPr>
                <w:szCs w:val="28"/>
                <w:lang w:eastAsia="en-US"/>
              </w:rPr>
            </w:pPr>
            <w:r w:rsidRPr="00CF063C">
              <w:rPr>
                <w:szCs w:val="28"/>
                <w:lang w:eastAsia="en-US"/>
              </w:rPr>
              <w:t>МКР-10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Комсомольская, д. 113, МКР-10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76:21:010307:460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Вынос газопровода низкого давления, г. Тутаев, ул. Моторостроителей, д. 70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Моторостроителей, </w:t>
            </w:r>
          </w:p>
          <w:p w:rsidR="00CF063C" w:rsidRPr="00CF063C" w:rsidRDefault="00CF063C" w:rsidP="00CF063C">
            <w:pPr>
              <w:spacing w:line="256" w:lineRule="auto"/>
              <w:ind w:firstLine="0"/>
              <w:jc w:val="left"/>
              <w:rPr>
                <w:szCs w:val="28"/>
                <w:lang w:eastAsia="en-US"/>
              </w:rPr>
            </w:pPr>
            <w:r w:rsidRPr="00CF063C">
              <w:rPr>
                <w:szCs w:val="28"/>
                <w:lang w:eastAsia="en-US"/>
              </w:rPr>
              <w:t>д. 70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76:21:010304:2718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Комсомольская, д. 96, МКР-19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76:21:010303:624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ул. Розы Люксембург, д. 58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Розы Люксембург, д. 58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76:21:010305:4770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 и ввода к жилым домам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Крупской, </w:t>
            </w:r>
          </w:p>
          <w:p w:rsidR="00CF063C" w:rsidRPr="00CF063C" w:rsidRDefault="00CF063C" w:rsidP="00CF063C">
            <w:pPr>
              <w:spacing w:line="256" w:lineRule="auto"/>
              <w:ind w:firstLine="0"/>
              <w:jc w:val="left"/>
              <w:rPr>
                <w:szCs w:val="28"/>
                <w:lang w:eastAsia="en-US"/>
              </w:rPr>
            </w:pPr>
            <w:r w:rsidRPr="00CF063C">
              <w:rPr>
                <w:szCs w:val="28"/>
                <w:lang w:eastAsia="en-US"/>
              </w:rPr>
              <w:t>д. № 118, 120, 122, 124, 126, 128, 132, 134, 136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76:21:000000:1111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ул. Казанская, от д. 45 до д.53 (от ул. Крупской до ул. Толбухина)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76:21:000000:1088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Крупской, </w:t>
            </w:r>
          </w:p>
          <w:p w:rsidR="00CF063C" w:rsidRPr="00CF063C" w:rsidRDefault="00CF063C" w:rsidP="00CF063C">
            <w:pPr>
              <w:spacing w:line="256" w:lineRule="auto"/>
              <w:ind w:firstLine="0"/>
              <w:jc w:val="left"/>
              <w:rPr>
                <w:szCs w:val="28"/>
                <w:lang w:eastAsia="en-US"/>
              </w:rPr>
            </w:pPr>
            <w:r w:rsidRPr="00CF063C">
              <w:rPr>
                <w:szCs w:val="28"/>
                <w:lang w:eastAsia="en-US"/>
              </w:rPr>
              <w:t>д. № 108а, 108, 110, 112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76:21:000000:1096</w:t>
            </w:r>
          </w:p>
        </w:tc>
      </w:tr>
      <w:tr w:rsidR="00CF063C" w:rsidRPr="00CF063C" w:rsidTr="00CF063C">
        <w:trPr>
          <w:trHeight w:val="101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Распределительный газопровод низкого давления и ввода, г. Тутаев, ул. Полевая,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д. № 2, 2в, 2а, 2б, 23/134, 5, 7, 9, 11, 13, 15, 19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Полевая, </w:t>
            </w:r>
          </w:p>
          <w:p w:rsidR="00CF063C" w:rsidRPr="00CF063C" w:rsidRDefault="00CF063C" w:rsidP="00CF063C">
            <w:pPr>
              <w:spacing w:line="256" w:lineRule="auto"/>
              <w:ind w:firstLine="0"/>
              <w:jc w:val="left"/>
              <w:rPr>
                <w:szCs w:val="28"/>
                <w:lang w:eastAsia="en-US"/>
              </w:rPr>
            </w:pPr>
            <w:r w:rsidRPr="00CF063C">
              <w:rPr>
                <w:szCs w:val="28"/>
                <w:lang w:eastAsia="en-US"/>
              </w:rPr>
              <w:t>д. № 2, 2в, 2а, 2б, 23/134, 5, 7, 9, 11, 13, 15,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76:21:000000:1120</w:t>
            </w:r>
          </w:p>
        </w:tc>
      </w:tr>
      <w:tr w:rsidR="00CF063C" w:rsidRPr="00CF063C" w:rsidTr="00CF063C">
        <w:trPr>
          <w:trHeight w:val="973"/>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 и ввода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Ярославская область,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Тутаевский район,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г. Тутаев, ул. Крупской,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 xml:space="preserve">д. № 15, 17, 21а, 27, 29, 31, 33, 35, 37, 39 (от ул. Леонтьевская до ул. Панина, </w:t>
            </w:r>
          </w:p>
          <w:p w:rsidR="00CF063C" w:rsidRPr="00CF063C" w:rsidRDefault="00CF063C" w:rsidP="00CF063C">
            <w:pPr>
              <w:spacing w:line="256" w:lineRule="auto"/>
              <w:ind w:firstLine="0"/>
              <w:jc w:val="left"/>
              <w:rPr>
                <w:spacing w:val="-4"/>
                <w:szCs w:val="28"/>
                <w:lang w:eastAsia="en-US"/>
              </w:rPr>
            </w:pPr>
            <w:r w:rsidRPr="00CF063C">
              <w:rPr>
                <w:spacing w:val="-4"/>
                <w:szCs w:val="28"/>
                <w:lang w:eastAsia="en-US"/>
              </w:rPr>
              <w:t>д. 75)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76:21:000000:1108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 и ввода к жилым домам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Крупской, </w:t>
            </w:r>
          </w:p>
          <w:p w:rsidR="00CF063C" w:rsidRPr="00CF063C" w:rsidRDefault="00CF063C" w:rsidP="00CF063C">
            <w:pPr>
              <w:spacing w:line="256" w:lineRule="auto"/>
              <w:ind w:firstLine="0"/>
              <w:jc w:val="left"/>
              <w:rPr>
                <w:szCs w:val="28"/>
                <w:lang w:eastAsia="en-US"/>
              </w:rPr>
            </w:pPr>
            <w:r w:rsidRPr="00CF063C">
              <w:rPr>
                <w:szCs w:val="28"/>
                <w:lang w:eastAsia="en-US"/>
              </w:rPr>
              <w:t>д. № 66, 68, 70, 72, 74, 76, 78, 80, 82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76:21:000000:1106</w:t>
            </w:r>
          </w:p>
        </w:tc>
      </w:tr>
      <w:tr w:rsidR="00CF063C" w:rsidRPr="00CF063C" w:rsidTr="00CF063C">
        <w:trPr>
          <w:trHeight w:val="819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1121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Газораспределительные сети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Ярославская область,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г. Тутаев, от ул. Казанская по ул. Крестовоздвиженская (ранее ул. Красноармейская) до ул.1-ая Овражная; от ул. Крестовоздвиженская (ранее ул. Красноармейская) по ул. Панина до ул. Волжская Набережная; от ул. Панина по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ул. Волжская Набережная до д. 4 ул. 2-ая Овражная; от ул. Панина по ул. Волжская Набережная до д. 9/1; от ул. Казанская по </w:t>
            </w:r>
            <w:r w:rsidRPr="00CF063C">
              <w:rPr>
                <w:spacing w:val="-6"/>
                <w:szCs w:val="28"/>
                <w:lang w:eastAsia="en-US"/>
              </w:rPr>
              <w:br/>
              <w:t xml:space="preserve">ул. Ушакова до площади Ленина; от ул. Ушакова до д. 6 площади Ленина; </w:t>
            </w:r>
            <w:r w:rsidRPr="00CF063C">
              <w:rPr>
                <w:spacing w:val="-6"/>
                <w:szCs w:val="28"/>
                <w:lang w:eastAsia="en-US"/>
              </w:rPr>
              <w:br/>
              <w:t xml:space="preserve">от ул. Панина по ул. Ушакова до д. 66; от ул. Красноармейская по ул. Панина до д. 8; от ул. Крестовоздвиженская (ранее </w:t>
            </w:r>
            <w:r w:rsidRPr="00CF063C">
              <w:rPr>
                <w:spacing w:val="-6"/>
                <w:szCs w:val="28"/>
                <w:lang w:eastAsia="en-US"/>
              </w:rPr>
              <w:br/>
              <w:t xml:space="preserve">ул. Красноармейская) по ул. Панина до </w:t>
            </w:r>
            <w:r w:rsidRPr="00CF063C">
              <w:rPr>
                <w:spacing w:val="-6"/>
                <w:szCs w:val="28"/>
                <w:lang w:eastAsia="en-US"/>
              </w:rPr>
              <w:br/>
              <w:t xml:space="preserve">ул. Ушакова; от ул. Панина по ул. Ушакова до ул. 1-ая Овражная; от ул. Ушакова по ул. 1-ая Овражная до д. 15; от точки 12 (в районе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д. 27) по ул. Ушакова с переходом ул. Ушакова, по ул. Ушакова до д. 54 и до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д. 22/62; Г1 по ул. Крестовоздвиженская (ранее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ул. Красноармейская) от ул. Архангельская до д. 91; от ул. Архангельская по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ул. Крестовоздвиженская (ранее ул. Красноармейская) с переходом дороги </w:t>
            </w:r>
            <w:r w:rsidRPr="00CF063C">
              <w:rPr>
                <w:spacing w:val="-6"/>
                <w:szCs w:val="28"/>
                <w:lang w:eastAsia="en-US"/>
              </w:rPr>
              <w:lastRenderedPageBreak/>
              <w:t xml:space="preserve">(футляр) до ул. 2-ая Овражная; Г1 по ул. Ушакова;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Г1 по ул. Покровская от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 xml:space="preserve">ул. Ушакова (точка 5) до </w:t>
            </w:r>
          </w:p>
          <w:p w:rsidR="00CF063C" w:rsidRPr="00CF063C" w:rsidRDefault="00CF063C" w:rsidP="00CF063C">
            <w:pPr>
              <w:spacing w:line="256" w:lineRule="auto"/>
              <w:ind w:firstLine="0"/>
              <w:jc w:val="left"/>
              <w:rPr>
                <w:spacing w:val="-6"/>
                <w:szCs w:val="28"/>
                <w:lang w:eastAsia="en-US"/>
              </w:rPr>
            </w:pPr>
            <w:r w:rsidRPr="00CF063C">
              <w:rPr>
                <w:spacing w:val="-6"/>
                <w:szCs w:val="28"/>
                <w:lang w:eastAsia="en-US"/>
              </w:rPr>
              <w:t>ул. Крестовоздвиженская (ранее ул. Красноармейская); от ул. Покровская по ул. Крестовоздвиженская (ранее ул. Красноармейская) до точки 12 (у д. 50/13); Г1 ул. Покровская к д. 5,7; ул. Архангельская по ул. Волжская Набережная до д. 21 ул. Покровская; точка X (у д. 110/18) по ул. Архангельская по ул. Ушакова до ул. 2-ая Овражная (д. 102/23); Г1 от ул. 2-ая Овражная до д. 53 по ул. Ушакова; от точки 17 (у д.</w:t>
            </w:r>
            <w:r w:rsidRPr="00CF063C">
              <w:rPr>
                <w:lang w:eastAsia="en-US"/>
              </w:rPr>
              <w:t> </w:t>
            </w:r>
            <w:r w:rsidRPr="00CF063C">
              <w:rPr>
                <w:spacing w:val="-6"/>
                <w:szCs w:val="28"/>
                <w:lang w:eastAsia="en-US"/>
              </w:rPr>
              <w:t xml:space="preserve">13) по ул. 2-ая Овражная до ул. Волжская Набережная; Г1 от </w:t>
            </w:r>
            <w:r w:rsidRPr="00CF063C">
              <w:rPr>
                <w:spacing w:val="-6"/>
                <w:szCs w:val="28"/>
                <w:lang w:eastAsia="en-US"/>
              </w:rPr>
              <w:br/>
              <w:t>ул. 2-ая Овражная до д. 85 по ул. Крестовоздвиженская (ранее ул. Красноармейская); от ул. 2-ая Овражная по ул. Волжская Набережная до ул. Архангельская; от ул. Ленина по ул. Панина до ул. Толбухина у д.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76:21:000000:223</w:t>
            </w:r>
          </w:p>
        </w:tc>
      </w:tr>
      <w:tr w:rsidR="00CF063C" w:rsidRPr="00CF063C" w:rsidTr="00CF063C">
        <w:trPr>
          <w:trHeight w:val="558"/>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widowControl w:val="0"/>
              <w:spacing w:line="256" w:lineRule="auto"/>
              <w:ind w:firstLine="0"/>
              <w:jc w:val="center"/>
              <w:rPr>
                <w:szCs w:val="28"/>
                <w:lang w:eastAsia="en-US"/>
              </w:rPr>
            </w:pPr>
            <w:r w:rsidRPr="00CF063C">
              <w:rPr>
                <w:szCs w:val="28"/>
                <w:lang w:eastAsia="en-US"/>
              </w:rPr>
              <w:t>1122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widowControl w:val="0"/>
              <w:spacing w:line="256" w:lineRule="auto"/>
              <w:ind w:firstLine="0"/>
              <w:jc w:val="left"/>
              <w:rPr>
                <w:szCs w:val="28"/>
                <w:lang w:eastAsia="en-US"/>
              </w:rPr>
            </w:pPr>
            <w:r w:rsidRPr="00CF063C">
              <w:rPr>
                <w:szCs w:val="28"/>
                <w:lang w:eastAsia="en-US"/>
              </w:rPr>
              <w:t>Сети газоснабжения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widowControl w:val="0"/>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Тутаев, ул. Покровская от ул. Толбухина до </w:t>
            </w:r>
            <w:r w:rsidRPr="00CF063C">
              <w:rPr>
                <w:szCs w:val="28"/>
                <w:lang w:eastAsia="en-US"/>
              </w:rPr>
              <w:br/>
              <w:t xml:space="preserve">ул. Ленина к Г1, ул. Покровская от ул. Крупская до ул. Толбухина; по </w:t>
            </w:r>
            <w:r w:rsidRPr="00CF063C">
              <w:rPr>
                <w:szCs w:val="28"/>
                <w:lang w:eastAsia="en-US"/>
              </w:rPr>
              <w:br/>
              <w:t xml:space="preserve">ул. Полевая от ул. Толбухина до ул. Крупской и Г1; ул. 2-я Овражная от ул. Толбухина до врезки </w:t>
            </w:r>
            <w:r w:rsidRPr="00CF063C">
              <w:rPr>
                <w:szCs w:val="28"/>
                <w:lang w:eastAsia="en-US"/>
              </w:rPr>
              <w:lastRenderedPageBreak/>
              <w:t xml:space="preserve">Г1 (у д. 45); ул. Толбухина от Т7 (у д. 66) до д. 164, ул. Толбухина от Т5 (у д. 65/40) до ул. Казанская; ул. Толбухина от д. 89 до ул. Полевая; </w:t>
            </w:r>
            <w:r w:rsidRPr="00CF063C">
              <w:rPr>
                <w:szCs w:val="28"/>
                <w:lang w:eastAsia="en-US"/>
              </w:rPr>
              <w:br/>
              <w:t xml:space="preserve">ул. 2-я Овражная от </w:t>
            </w:r>
            <w:r w:rsidRPr="00CF063C">
              <w:rPr>
                <w:szCs w:val="28"/>
                <w:lang w:eastAsia="en-US"/>
              </w:rPr>
              <w:br/>
              <w:t xml:space="preserve">ул. Калинина до ул. Казанская; ул. Панина от </w:t>
            </w:r>
            <w:r w:rsidRPr="00CF063C">
              <w:rPr>
                <w:szCs w:val="28"/>
                <w:lang w:eastAsia="en-US"/>
              </w:rPr>
              <w:br/>
              <w:t xml:space="preserve">д. 53 с переходом дороги до д. 109 и Г1 от д. 75а до д. 110 с переходом дороги; ул. Ушакова от </w:t>
            </w:r>
            <w:r w:rsidRPr="00CF063C">
              <w:rPr>
                <w:szCs w:val="28"/>
                <w:lang w:eastAsia="en-US"/>
              </w:rPr>
              <w:br/>
              <w:t xml:space="preserve">ул. Казанская до д. 47 с переходом дороги до ул. Ушакова д. 98; </w:t>
            </w:r>
          </w:p>
          <w:p w:rsidR="00CF063C" w:rsidRPr="00CF063C" w:rsidRDefault="00CF063C" w:rsidP="00CF063C">
            <w:pPr>
              <w:widowControl w:val="0"/>
              <w:spacing w:line="256" w:lineRule="auto"/>
              <w:ind w:firstLine="0"/>
              <w:jc w:val="left"/>
              <w:rPr>
                <w:szCs w:val="28"/>
                <w:lang w:eastAsia="en-US"/>
              </w:rPr>
            </w:pPr>
            <w:r w:rsidRPr="00CF063C">
              <w:rPr>
                <w:szCs w:val="28"/>
                <w:lang w:eastAsia="en-US"/>
              </w:rPr>
              <w:t xml:space="preserve">ул. 2-я Овражная от ул. Ушакова у д. 100/24 до существующего газопровода низкого давления по ул. Крестовоздвиженская (ранее Красноармейская); ул. 2-я Овражная от д. 6 до газопровода низкого давления по ул. Крестовоздвиженская (ранее Красноармейская); ул. Крестовоздвиженская от д. 32 до д. 77; ул. Крестовоздвиженская (ранее Красноармейская) от Г1 </w:t>
            </w:r>
          </w:p>
          <w:p w:rsidR="00CF063C" w:rsidRPr="00CF063C" w:rsidRDefault="00CF063C" w:rsidP="00CF063C">
            <w:pPr>
              <w:widowControl w:val="0"/>
              <w:spacing w:line="256" w:lineRule="auto"/>
              <w:ind w:firstLine="0"/>
              <w:jc w:val="left"/>
              <w:rPr>
                <w:szCs w:val="28"/>
                <w:lang w:eastAsia="en-US"/>
              </w:rPr>
            </w:pPr>
            <w:r w:rsidRPr="00CF063C">
              <w:rPr>
                <w:szCs w:val="28"/>
                <w:lang w:eastAsia="en-US"/>
              </w:rPr>
              <w:t xml:space="preserve">(т. 11 – т. 13) до ул. Леонтьевская; ул. Крестовоздвиженская (ранее Красноармейская) от ул. Леонтьевская до ул. Гражданская; газопровод-ввод  жилого дома № 90, 91, 111/51, 112, 144 по </w:t>
            </w:r>
            <w:r w:rsidRPr="00CF063C">
              <w:rPr>
                <w:szCs w:val="28"/>
                <w:lang w:eastAsia="en-US"/>
              </w:rPr>
              <w:br/>
              <w:t>ул. Толбухина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widowControl w:val="0"/>
              <w:spacing w:line="256" w:lineRule="auto"/>
              <w:ind w:firstLine="0"/>
              <w:jc w:val="center"/>
              <w:rPr>
                <w:szCs w:val="28"/>
                <w:lang w:eastAsia="en-US"/>
              </w:rPr>
            </w:pPr>
            <w:r w:rsidRPr="00CF063C">
              <w:rPr>
                <w:szCs w:val="28"/>
                <w:lang w:eastAsia="en-US"/>
              </w:rPr>
              <w:lastRenderedPageBreak/>
              <w:t>76:21:000000:209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1123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(4 этап)</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г. Тутаев, от ул.</w:t>
            </w:r>
            <w:r w:rsidRPr="00CF063C">
              <w:rPr>
                <w:spacing w:val="-6"/>
                <w:szCs w:val="28"/>
                <w:lang w:eastAsia="en-US"/>
              </w:rPr>
              <w:t xml:space="preserve"> Волжская Набережная</w:t>
            </w:r>
            <w:r w:rsidRPr="00CF063C">
              <w:rPr>
                <w:szCs w:val="28"/>
                <w:lang w:eastAsia="en-US"/>
              </w:rPr>
              <w:t xml:space="preserve"> до </w:t>
            </w:r>
            <w:r w:rsidRPr="00CF063C">
              <w:rPr>
                <w:szCs w:val="28"/>
                <w:lang w:eastAsia="en-US"/>
              </w:rPr>
              <w:br/>
              <w:t>ул. Привокзальная и от ул. Комсомольская до п. Северная пасека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76:21:000000:302</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от ул. </w:t>
            </w:r>
            <w:r w:rsidRPr="00CF063C">
              <w:rPr>
                <w:spacing w:val="-6"/>
                <w:szCs w:val="28"/>
                <w:lang w:eastAsia="en-US"/>
              </w:rPr>
              <w:t>Волжская Набережная</w:t>
            </w:r>
            <w:r w:rsidRPr="00CF063C">
              <w:rPr>
                <w:szCs w:val="28"/>
                <w:lang w:eastAsia="en-US"/>
              </w:rPr>
              <w:t xml:space="preserve"> до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Привокзальная и от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Комсомольская до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Северная пасека </w:t>
            </w:r>
          </w:p>
          <w:p w:rsidR="00CF063C" w:rsidRPr="00CF063C" w:rsidRDefault="00CF063C" w:rsidP="00CF063C">
            <w:pPr>
              <w:spacing w:line="256" w:lineRule="auto"/>
              <w:ind w:firstLine="0"/>
              <w:jc w:val="left"/>
              <w:rPr>
                <w:szCs w:val="28"/>
                <w:lang w:eastAsia="en-US"/>
              </w:rPr>
            </w:pPr>
            <w:r w:rsidRPr="00CF063C">
              <w:rPr>
                <w:szCs w:val="28"/>
                <w:lang w:eastAsia="en-US"/>
              </w:rPr>
              <w:t>(5 этап)</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76:21:000000:287</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к жилым домам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Центральная, ул. Солнечная,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Вишневая,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Цветочная и ул. Молодежная в д. Копнинское Тутаевского муниципального района Ярославской области </w:t>
            </w:r>
          </w:p>
          <w:p w:rsidR="00CF063C" w:rsidRPr="00CF063C" w:rsidRDefault="00CF063C" w:rsidP="00CF063C">
            <w:pPr>
              <w:spacing w:line="256" w:lineRule="auto"/>
              <w:ind w:firstLine="0"/>
              <w:jc w:val="left"/>
              <w:rPr>
                <w:szCs w:val="28"/>
                <w:lang w:eastAsia="en-US"/>
              </w:rPr>
            </w:pPr>
            <w:r w:rsidRPr="00CF063C">
              <w:rPr>
                <w:szCs w:val="28"/>
                <w:lang w:eastAsia="en-US"/>
              </w:rPr>
              <w:t>(1 этап)</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Фоминский сельский округ, д. Борисовское – ул. Зеленая, д. Копнинское – ул. Солнечная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76:00:000000:268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от места врезки до ШРП 6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(расположенной в </w:t>
            </w:r>
          </w:p>
          <w:p w:rsidR="00CF063C" w:rsidRPr="00CF063C" w:rsidRDefault="00CF063C" w:rsidP="00CF063C">
            <w:pPr>
              <w:spacing w:line="256" w:lineRule="auto"/>
              <w:ind w:firstLine="0"/>
              <w:jc w:val="left"/>
              <w:rPr>
                <w:szCs w:val="28"/>
                <w:lang w:eastAsia="en-US"/>
              </w:rPr>
            </w:pPr>
            <w:r w:rsidRPr="00CF063C">
              <w:rPr>
                <w:szCs w:val="28"/>
                <w:lang w:eastAsia="en-US"/>
              </w:rPr>
              <w:t>д. Ионовское)</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76:15:000000:323</w:t>
            </w:r>
          </w:p>
        </w:tc>
      </w:tr>
      <w:tr w:rsidR="00CF063C" w:rsidRPr="00CF063C" w:rsidTr="00CF063C">
        <w:trPr>
          <w:trHeight w:val="109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Горького от д. 1 до д. 47, </w:t>
            </w:r>
          </w:p>
          <w:p w:rsidR="00CF063C" w:rsidRPr="00CF063C" w:rsidRDefault="00CF063C" w:rsidP="00CF063C">
            <w:pPr>
              <w:spacing w:line="256" w:lineRule="auto"/>
              <w:ind w:firstLine="0"/>
              <w:jc w:val="left"/>
              <w:rPr>
                <w:szCs w:val="28"/>
                <w:lang w:eastAsia="en-US"/>
              </w:rPr>
            </w:pPr>
            <w:r w:rsidRPr="00CF063C">
              <w:rPr>
                <w:szCs w:val="28"/>
                <w:lang w:eastAsia="en-US"/>
              </w:rPr>
              <w:t>ул. Панина от д. 66 до д. 68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Горького </w:t>
            </w:r>
            <w:r w:rsidRPr="00CF063C">
              <w:rPr>
                <w:szCs w:val="28"/>
                <w:lang w:eastAsia="en-US"/>
              </w:rPr>
              <w:br/>
              <w:t xml:space="preserve">от д. 1 до д. 47,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Панина от д. 66 до </w:t>
            </w:r>
          </w:p>
          <w:p w:rsidR="00CF063C" w:rsidRPr="00CF063C" w:rsidRDefault="00CF063C" w:rsidP="00CF063C">
            <w:pPr>
              <w:spacing w:line="256" w:lineRule="auto"/>
              <w:ind w:firstLine="0"/>
              <w:jc w:val="left"/>
              <w:rPr>
                <w:szCs w:val="28"/>
                <w:lang w:eastAsia="en-US"/>
              </w:rPr>
            </w:pPr>
            <w:r w:rsidRPr="00CF063C">
              <w:rPr>
                <w:szCs w:val="28"/>
                <w:lang w:eastAsia="en-US"/>
              </w:rPr>
              <w:t>д. 68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76:21:000000:1079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г. Тутаев, ул. Панина от д. 31 до ул. Толбухина,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2 – 66 </w:t>
            </w:r>
          </w:p>
          <w:p w:rsidR="00CF063C" w:rsidRPr="00CF063C" w:rsidRDefault="00CF063C" w:rsidP="00CF063C">
            <w:pPr>
              <w:spacing w:line="256" w:lineRule="auto"/>
              <w:ind w:firstLine="0"/>
              <w:jc w:val="left"/>
              <w:rPr>
                <w:szCs w:val="28"/>
                <w:lang w:eastAsia="en-US"/>
              </w:rPr>
            </w:pPr>
            <w:r w:rsidRPr="00CF063C">
              <w:rPr>
                <w:szCs w:val="28"/>
                <w:lang w:eastAsia="en-US"/>
              </w:rPr>
              <w:t>(от ул. Крупской)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г. Тутаев, ул. Панина </w:t>
            </w:r>
            <w:r w:rsidRPr="00CF063C">
              <w:rPr>
                <w:szCs w:val="28"/>
                <w:lang w:eastAsia="en-US"/>
              </w:rPr>
              <w:br/>
              <w:t>от д. 31 до ул. Толбухина, д. 2 – 66 (от ул. Крупской)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76:21:000000:1113</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Полевая до </w:t>
            </w:r>
          </w:p>
          <w:p w:rsidR="00CF063C" w:rsidRPr="00CF063C" w:rsidRDefault="00CF063C" w:rsidP="00CF063C">
            <w:pPr>
              <w:spacing w:line="256" w:lineRule="auto"/>
              <w:ind w:firstLine="0"/>
              <w:jc w:val="left"/>
              <w:rPr>
                <w:szCs w:val="28"/>
                <w:lang w:eastAsia="en-US"/>
              </w:rPr>
            </w:pPr>
            <w:r w:rsidRPr="00CF063C">
              <w:rPr>
                <w:szCs w:val="28"/>
                <w:lang w:eastAsia="en-US"/>
              </w:rPr>
              <w:t>п. Первомайский, д. № 16, 18, 20, 24, 26, 26а, 28, 30, 32, 34, 36, 38, 38а, 40, 42, 44, 46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Полевая, до </w:t>
            </w:r>
          </w:p>
          <w:p w:rsidR="00CF063C" w:rsidRPr="00CF063C" w:rsidRDefault="00CF063C" w:rsidP="00CF063C">
            <w:pPr>
              <w:spacing w:line="256" w:lineRule="auto"/>
              <w:ind w:firstLine="0"/>
              <w:jc w:val="left"/>
              <w:rPr>
                <w:szCs w:val="28"/>
                <w:lang w:eastAsia="en-US"/>
              </w:rPr>
            </w:pPr>
            <w:r w:rsidRPr="00CF063C">
              <w:rPr>
                <w:szCs w:val="28"/>
                <w:lang w:eastAsia="en-US"/>
              </w:rPr>
              <w:t>п. Первомайский, д. № 16, 18, 20, 24, 26, 26а, 28, 30, 32, 34, 36, 38, 38а, 40, 42, 44, 46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76:21:000000:1097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Казанская,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Ушакова,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Красноармейская, ул. Набережная, </w:t>
            </w:r>
          </w:p>
          <w:p w:rsidR="00CF063C" w:rsidRPr="00CF063C" w:rsidRDefault="00CF063C" w:rsidP="00CF063C">
            <w:pPr>
              <w:spacing w:line="256" w:lineRule="auto"/>
              <w:ind w:firstLine="0"/>
              <w:jc w:val="left"/>
              <w:rPr>
                <w:szCs w:val="28"/>
                <w:lang w:eastAsia="en-US"/>
              </w:rPr>
            </w:pPr>
            <w:r w:rsidRPr="00CF063C">
              <w:rPr>
                <w:szCs w:val="28"/>
                <w:lang w:eastAsia="en-US"/>
              </w:rPr>
              <w:t>ул. 2-ая Овражная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ул. Казанская, ул. Ушакова, ул. Красноармейская, ул. Набережная, ул. 2-ая Овражная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76:21:000000:1121</w:t>
            </w:r>
          </w:p>
        </w:tc>
      </w:tr>
      <w:tr w:rsidR="00CF063C" w:rsidRPr="00CF063C" w:rsidTr="00CF063C">
        <w:trPr>
          <w:trHeight w:val="18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Ленина, </w:t>
            </w:r>
          </w:p>
          <w:p w:rsidR="00CF063C" w:rsidRPr="00CF063C" w:rsidRDefault="00CF063C" w:rsidP="00CF063C">
            <w:pPr>
              <w:spacing w:line="256" w:lineRule="auto"/>
              <w:ind w:firstLine="0"/>
              <w:jc w:val="left"/>
              <w:rPr>
                <w:szCs w:val="28"/>
                <w:lang w:eastAsia="en-US"/>
              </w:rPr>
            </w:pPr>
            <w:r w:rsidRPr="00CF063C">
              <w:rPr>
                <w:szCs w:val="28"/>
                <w:lang w:eastAsia="en-US"/>
              </w:rPr>
              <w:t>д. № 27, 28/13, 29, 30, 31, 33, 35, 36, 37, 38, 39, 40, 41, 43, 45, 46, 51, 52, 55, 56 (2 ввода), 61, 63, 65, 66, 68, 69, 70, 72, 74, 75, 76, 78, 82, 86, 88, 91а/34, 92, 93а/31, 98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76:21:020120:408</w:t>
            </w:r>
          </w:p>
        </w:tc>
      </w:tr>
      <w:tr w:rsidR="00CF063C" w:rsidRPr="00CF063C" w:rsidTr="00CF063C">
        <w:trPr>
          <w:trHeight w:val="1583"/>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Тутаев, ул. Крупской, Толбухина, Осипенко, Ушакова, Гражданская, Леонтьевская, Ленина, Полевая, 2-ая Овражная, Панина, Казанская, </w:t>
            </w:r>
          </w:p>
          <w:p w:rsidR="00CF063C" w:rsidRPr="00CF063C" w:rsidRDefault="00CF063C" w:rsidP="00CF063C">
            <w:pPr>
              <w:spacing w:line="256" w:lineRule="auto"/>
              <w:ind w:firstLine="0"/>
              <w:jc w:val="left"/>
              <w:rPr>
                <w:szCs w:val="28"/>
                <w:lang w:eastAsia="en-US"/>
              </w:rPr>
            </w:pPr>
            <w:r w:rsidRPr="00CF063C">
              <w:rPr>
                <w:szCs w:val="28"/>
                <w:lang w:eastAsia="en-US"/>
              </w:rPr>
              <w:t>Архангельская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76:21:020102:234</w:t>
            </w:r>
          </w:p>
        </w:tc>
      </w:tr>
      <w:tr w:rsidR="00CF063C" w:rsidRPr="00CF063C" w:rsidTr="00CF063C">
        <w:trPr>
          <w:trHeight w:val="126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1133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Тутаевский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Тутаев, от точки врезки в межпоселковый газопровод высокого давления и по ул. Крупской, Толбухина, Осипенко, Ушакова, Гражданская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76:21:020124:396</w:t>
            </w:r>
          </w:p>
        </w:tc>
      </w:tr>
      <w:tr w:rsidR="00CF063C" w:rsidRPr="00CF063C" w:rsidTr="00CF063C">
        <w:trPr>
          <w:trHeight w:val="55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Красноармейский бульвар, д. 7, 8, 9,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76:22:010202:585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Мирный, д. 9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76:22:010303:499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Мирный, </w:t>
            </w:r>
          </w:p>
          <w:p w:rsidR="00CF063C" w:rsidRPr="00CF063C" w:rsidRDefault="00CF063C" w:rsidP="00CF063C">
            <w:pPr>
              <w:spacing w:line="256" w:lineRule="auto"/>
              <w:ind w:firstLine="0"/>
              <w:jc w:val="left"/>
              <w:rPr>
                <w:szCs w:val="28"/>
                <w:lang w:eastAsia="en-US"/>
              </w:rPr>
            </w:pPr>
            <w:r w:rsidRPr="00CF063C">
              <w:rPr>
                <w:szCs w:val="28"/>
                <w:lang w:eastAsia="en-US"/>
              </w:rPr>
              <w:t>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76:22:010303:501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Мирный, </w:t>
            </w:r>
          </w:p>
          <w:p w:rsidR="00CF063C" w:rsidRPr="00CF063C" w:rsidRDefault="00CF063C" w:rsidP="00CF063C">
            <w:pPr>
              <w:spacing w:line="256" w:lineRule="auto"/>
              <w:ind w:firstLine="0"/>
              <w:jc w:val="left"/>
              <w:rPr>
                <w:szCs w:val="28"/>
                <w:lang w:eastAsia="en-US"/>
              </w:rPr>
            </w:pPr>
            <w:r w:rsidRPr="00CF063C">
              <w:rPr>
                <w:szCs w:val="28"/>
                <w:lang w:eastAsia="en-US"/>
              </w:rPr>
              <w:t>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76:22:010303:502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Мирный,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15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76:22:010303:498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Мирный,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д. 21, 22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76:22:010303:500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Мирный,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29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76:22:010303:497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2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76:22:010614:693</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3, 4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76:22:010614:703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6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76:22:010614:700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7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8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r w:rsidRPr="00CF063C">
              <w:rPr>
                <w:szCs w:val="28"/>
                <w:lang w:eastAsia="en-US"/>
              </w:rPr>
              <w:lastRenderedPageBreak/>
              <w:t xml:space="preserve">микрорайон Солнечный, д. 10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76:22:010614:705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114)</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микрорайон Солнечный,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микрорайон Солнечный,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микрорайон Солнечный,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76:22:010614:701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18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19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20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r w:rsidRPr="00CF063C">
              <w:rPr>
                <w:szCs w:val="28"/>
                <w:lang w:eastAsia="en-US"/>
              </w:rPr>
              <w:lastRenderedPageBreak/>
              <w:t>микрорайон Солнечный,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76:22:010614:704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23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24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76:22:010614:697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26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76:22:010614:687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микрорайон Солнечный, д. 26а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76:22:010614:688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микрорайон Солнечный,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76:22:010614:706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микрорайон Солнечный, д. 29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76:22:010614:702</w:t>
            </w:r>
          </w:p>
        </w:tc>
      </w:tr>
      <w:tr w:rsidR="00CF063C" w:rsidRPr="00CF063C" w:rsidTr="00CF063C">
        <w:trPr>
          <w:trHeight w:val="978"/>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Угличский муниципальный район, городское поселение Углич, г. Углич, переулок Каменский, </w:t>
            </w:r>
          </w:p>
          <w:p w:rsidR="00CF063C" w:rsidRPr="00CF063C" w:rsidRDefault="00CF063C" w:rsidP="00CF063C">
            <w:pPr>
              <w:spacing w:line="256" w:lineRule="auto"/>
              <w:ind w:firstLine="0"/>
              <w:jc w:val="left"/>
              <w:rPr>
                <w:szCs w:val="28"/>
                <w:lang w:eastAsia="en-US"/>
              </w:rPr>
            </w:pPr>
            <w:r w:rsidRPr="00CF063C">
              <w:rPr>
                <w:szCs w:val="28"/>
                <w:lang w:eastAsia="en-US"/>
              </w:rPr>
              <w:t>д. 15 – 22, 26, 27, 29, 30,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76:22:000000:1303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переулок Пионерский, </w:t>
            </w:r>
            <w:r w:rsidRPr="00CF063C">
              <w:rPr>
                <w:szCs w:val="28"/>
                <w:lang w:eastAsia="en-US"/>
              </w:rPr>
              <w:br/>
              <w:t>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76:22:010101:17449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переулок Пионерский, </w:t>
            </w:r>
            <w:r w:rsidRPr="00CF063C">
              <w:rPr>
                <w:szCs w:val="28"/>
                <w:lang w:eastAsia="en-US"/>
              </w:rPr>
              <w:br/>
              <w:t>д. 5, 6,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76:22:010101:17453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переулок Свободы, д. 1, 5, 6,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76:22:010505:333</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переулок Селивановский, д. 6, 6а, 7а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площадь Пушкина, д. 3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76:22:010106:452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площадь Пушкина,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76:22:010106:450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1167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площадь Пушкина, 6а, Советская площадь, д. 3а станция ЭХЗ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76:22:010106:454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историко-художественному музею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Успенская площадь, историко-художественный музей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76:22:010105:451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(диам. 108)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Успенская площадь,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76:22:000000:1283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и надземный газопровод низкого давления, п. Сосновый, ЭХЗ-70 и опоры (7 шт.)</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станция ЭХЗ, п. Камышево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76:00:000000:23602</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высокого давления,</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ШРП</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76:00:000000:23601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п. Алтыново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Отрадновское сельское поселение, </w:t>
            </w:r>
          </w:p>
          <w:p w:rsidR="00CF063C" w:rsidRPr="00CF063C" w:rsidRDefault="00CF063C" w:rsidP="00CF063C">
            <w:pPr>
              <w:spacing w:line="256" w:lineRule="auto"/>
              <w:ind w:firstLine="0"/>
              <w:jc w:val="left"/>
              <w:rPr>
                <w:szCs w:val="28"/>
                <w:lang w:eastAsia="en-US"/>
              </w:rPr>
            </w:pPr>
            <w:r w:rsidRPr="00CF063C">
              <w:rPr>
                <w:szCs w:val="28"/>
                <w:lang w:eastAsia="en-US"/>
              </w:rPr>
              <w:t>п. Алтыново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76:16:020521:1439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Отрадновское сельское поселение, </w:t>
            </w:r>
          </w:p>
          <w:p w:rsidR="00CF063C" w:rsidRPr="00CF063C" w:rsidRDefault="00CF063C" w:rsidP="00CF063C">
            <w:pPr>
              <w:spacing w:line="256" w:lineRule="auto"/>
              <w:ind w:firstLine="0"/>
              <w:jc w:val="left"/>
              <w:rPr>
                <w:szCs w:val="28"/>
                <w:lang w:eastAsia="en-US"/>
              </w:rPr>
            </w:pPr>
            <w:r w:rsidRPr="00CF063C">
              <w:rPr>
                <w:szCs w:val="28"/>
                <w:lang w:eastAsia="en-US"/>
              </w:rPr>
              <w:t>п. Отрадный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76:16:020416:1711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Наружные сети газоснабжения станции ЭХЗ</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Угличский муниципальный район, Отрадновское сельское поселение, </w:t>
            </w:r>
          </w:p>
          <w:p w:rsidR="00CF063C" w:rsidRPr="00CF063C" w:rsidRDefault="00CF063C" w:rsidP="00CF063C">
            <w:pPr>
              <w:spacing w:line="256" w:lineRule="auto"/>
              <w:ind w:firstLine="0"/>
              <w:jc w:val="left"/>
              <w:rPr>
                <w:szCs w:val="28"/>
                <w:lang w:eastAsia="en-US"/>
              </w:rPr>
            </w:pPr>
            <w:r w:rsidRPr="00CF063C">
              <w:rPr>
                <w:szCs w:val="28"/>
                <w:lang w:eastAsia="en-US"/>
              </w:rPr>
              <w:t>п. Отрадный, д. 4, 5, 6,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76:16:020416:1712</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1-я Боровая, д. 3, 5, 6, 7, 8, 10, 12, 14, 16, 18, </w:t>
            </w:r>
            <w:r w:rsidRPr="00CF063C">
              <w:rPr>
                <w:szCs w:val="28"/>
                <w:lang w:eastAsia="en-US"/>
              </w:rPr>
              <w:br/>
              <w:t>ул. 2-я Боровая, д. 7, 9, 11, 13,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1-я, 2-я Высоковольтные, ул. Сосновая, ул. Ростовское шоссе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76:22:000000:1316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9 Января,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76:22:010107:462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9 Января, д. 32а, 34а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76:22:000000:1314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9 Января, д. 51, 53а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76:22:000000:1268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9 Января, д. 53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76:22:010127:312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9 Января, д. 55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76:22:010127:315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1182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9 Января, д. 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76:22:010127:316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(диам. 89)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9 Января, д. 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76:22:010127:314</w:t>
            </w:r>
          </w:p>
        </w:tc>
      </w:tr>
      <w:tr w:rsidR="00CF063C" w:rsidRPr="00CF063C" w:rsidTr="00CF063C">
        <w:trPr>
          <w:trHeight w:val="41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(диам. 76)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9 Января, д. 57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76:22:010127:313</w:t>
            </w:r>
          </w:p>
        </w:tc>
      </w:tr>
      <w:tr w:rsidR="00CF063C" w:rsidRPr="00CF063C" w:rsidTr="00CF063C">
        <w:trPr>
          <w:trHeight w:val="41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Академика Опарина,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8, 13-а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76:22:000000:1253</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Академика Опарина, д. 32а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76:22:000000:1262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Академика Опарина,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61а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76:22:010613:548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89)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Бахарева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76:22:000000:1260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89)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ул. Бахарева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76:22:000000:1269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Бахарева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76:22:000000:1264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89)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Бахарева, д. 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76:22:010408:335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Береговая,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76:22:010701:663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Газораспределительная система ГРПБ, газопроводы до точки врезания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Вокзальная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76:22:010714:1350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Восточная, д. 3а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76:22:010714:1334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Голубева, д. 20,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76:22:000000:1263</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Гражданская,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76:22:010114:439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w:t>
            </w:r>
          </w:p>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Гражданская,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76:22:000000:1304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1198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102)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Гражданская, д. 43, 53, 55, 56, 59, 60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76:22:000000:1265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1199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Жолудева, д. 33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76:22:000000:1254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Жолудева, д. 47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76:22:010413:262 </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Загородная, д. 13, 14, 15,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(диам. 76)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76:22:000000:1284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(диам. 76)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76:22:000000:1281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Наружный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76:22:010516:275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Наружный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21б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76:22:010516:276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1206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Загородная, д. 22 – 26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76:22:010515:366</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высокого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ул. Зины Золотовой, вдоль Институтского переулка до здания котельной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Зины Золотовой, д. 16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76:22:010204:865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Зины Золотовой, д. 35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76:22:010202:584</w:t>
            </w:r>
          </w:p>
        </w:tc>
      </w:tr>
      <w:tr w:rsidR="00CF063C" w:rsidRPr="00CF063C" w:rsidTr="00CF063C">
        <w:trPr>
          <w:trHeight w:val="69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Зины Золотовой, д. 42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76:22:010205:662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Зины Золотовой, д. 64, 66, 68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76:22:010207:614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Интернациональная к д. 35, 37, 41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76:22:000000:1256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Угличский муниципальный район, городское поселение Углич, г. Углич, ул. Интернациональная, д. 70, 74, 78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76:22:000000:1280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(диам. 89)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Интернациональная, </w:t>
            </w:r>
          </w:p>
          <w:p w:rsidR="00CF063C" w:rsidRPr="00CF063C" w:rsidRDefault="00CF063C" w:rsidP="00CF063C">
            <w:pPr>
              <w:spacing w:line="256" w:lineRule="auto"/>
              <w:ind w:firstLine="0"/>
              <w:jc w:val="left"/>
              <w:rPr>
                <w:szCs w:val="28"/>
                <w:lang w:eastAsia="en-US"/>
              </w:rPr>
            </w:pPr>
            <w:r w:rsidRPr="00CF063C">
              <w:rPr>
                <w:szCs w:val="28"/>
                <w:lang w:eastAsia="en-US"/>
              </w:rPr>
              <w:t>д. 82, 84, 86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76:22:010601:461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(диам. 76)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Каменская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76:22:000000:1295                  </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Газопровод природного газа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Кольцевая, д. 4, 11, 14, 15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76:22:010511:340</w:t>
            </w:r>
          </w:p>
        </w:tc>
      </w:tr>
      <w:tr w:rsidR="00CF063C" w:rsidRPr="00CF063C" w:rsidTr="00CF063C">
        <w:trPr>
          <w:trHeight w:val="112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Комсомольская, д. 10, 12, 14, 16, 19а, 20, 21, 23, 25, 29, 35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76:22:010514:435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Ленина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76:22:000000:1323 </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(диам. 76)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Ленина, д. 41/24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76:22:000000:1251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(диам. 108)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lastRenderedPageBreak/>
              <w:t>Угличский муниципальный район, городское поселение Углич, г. Углич, ул. Ленина, д. 75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76:22:000000:1261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(диам. 108)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Угличский муниципальный район, городское поселение Углич, г. Углич, ул. Ленина, д. 75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76:22:000000:1250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Ленина, ул. Интернациональная, д. 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76:22:000000:1318</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Луначарского, </w:t>
            </w:r>
            <w:r w:rsidRPr="00CF063C">
              <w:rPr>
                <w:szCs w:val="28"/>
                <w:lang w:eastAsia="en-US"/>
              </w:rPr>
              <w:br/>
              <w:t>ул. Пролетарская, д. 1,</w:t>
            </w:r>
            <w:r w:rsidRPr="00CF063C">
              <w:rPr>
                <w:szCs w:val="28"/>
                <w:lang w:eastAsia="en-US"/>
              </w:rPr>
              <w:br/>
              <w:t xml:space="preserve">ул. Пролетарская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76:22:000000:1305</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(диам. 108)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Луначарского, Ростовский пер.</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76:22:000000:1282</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Наружный газопровод к ж/д (диам. 108)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Луначарского, д. 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76:22:010613:544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Луначарского, 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76:22:010613:546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r w:rsidRPr="00CF063C">
              <w:rPr>
                <w:szCs w:val="28"/>
                <w:lang w:eastAsia="en-US"/>
              </w:rPr>
              <w:lastRenderedPageBreak/>
              <w:t>ул. Луначарского, д. 70, 74, 147, 151, 153, 155, 157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76:22:000000:1302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(диам. 108)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Луначарского, </w:t>
            </w:r>
            <w:r w:rsidRPr="00CF063C">
              <w:rPr>
                <w:szCs w:val="28"/>
                <w:lang w:eastAsia="en-US"/>
              </w:rPr>
              <w:br/>
              <w:t>д. 88 – 169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Луначарского, д. 110б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76:22:000000:1249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Малая Рыбацкая, д. 17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76:22:010205:663</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Нариманова, д. 1 – 3, 3а,  6, 6б, 8, 10, 14, 17, 19, 21, ул. Ярославская, д. 49, 53, 55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76:22:000000:1279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Нариманова, д. 31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76:22:010125:261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(диам. 50)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Нариманова, д. 35 –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76:22:010125:262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(диам. 102)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Нариманова, д. 46-а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76:22:010403:369</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1235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Нариманова, д. 46б, 46в, 69а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76:22:000000:1252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жилому дому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Нариманова, д. 85а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76:22:010401:359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Нариманова, ул. Комсомольская,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Луначарского,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Кольцевая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76:22:000000:1319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Октябрьская, д. 1а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76:22:000000:1289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Ольги Берггольц, д. 4а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76:22:000000:1300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Островского д. 2, 4, 8, 10, 20, 28, ул. Ольги Берггольц,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76:22:000000:1285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Островского, д. 12а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76:22:010116:371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r w:rsidRPr="00CF063C">
              <w:rPr>
                <w:szCs w:val="28"/>
                <w:lang w:eastAsia="en-US"/>
              </w:rPr>
              <w:lastRenderedPageBreak/>
              <w:t>ул. Первомайская, д. 5, 8а, ул. 9-е Января, д. 3, 5/15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76:22:000000:1315</w:t>
            </w:r>
          </w:p>
        </w:tc>
      </w:tr>
      <w:tr w:rsidR="00CF063C" w:rsidRPr="00CF063C" w:rsidTr="00CF063C">
        <w:trPr>
          <w:trHeight w:val="97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Первомайская, </w:t>
            </w:r>
            <w:r w:rsidRPr="00CF063C">
              <w:rPr>
                <w:szCs w:val="28"/>
                <w:lang w:eastAsia="en-US"/>
              </w:rPr>
              <w:br/>
              <w:t>д. 31 – 72, ул. Интернациональная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76:22:000000:1312  </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по ул. Портовая, жилые дома № 1, 2, 4, 6, 7, 8, 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район, г. Углич, ул. Портовая, д. 1, 2, 4, 6, 7, 8, 9, станция ЭХЗ</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Пролетарская, д. 17, 19,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76:22:000000:1267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Пролетарская, 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76:22:010503:437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природного газа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Пролетарская, </w:t>
            </w:r>
          </w:p>
          <w:p w:rsidR="00CF063C" w:rsidRPr="00CF063C" w:rsidRDefault="00CF063C" w:rsidP="00CF063C">
            <w:pPr>
              <w:spacing w:line="256" w:lineRule="auto"/>
              <w:ind w:firstLine="0"/>
              <w:jc w:val="left"/>
              <w:rPr>
                <w:szCs w:val="28"/>
                <w:lang w:eastAsia="en-US"/>
              </w:rPr>
            </w:pPr>
            <w:r w:rsidRPr="00CF063C">
              <w:rPr>
                <w:szCs w:val="28"/>
                <w:lang w:eastAsia="en-US"/>
              </w:rPr>
              <w:t>д. 100/71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76:22:010403:370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Романенко, станция ЭХЗ у д. 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76:22:000000:1309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r w:rsidRPr="00CF063C">
              <w:rPr>
                <w:szCs w:val="28"/>
                <w:lang w:eastAsia="en-US"/>
              </w:rPr>
              <w:lastRenderedPageBreak/>
              <w:t>ул. Ростовская, д. 5/7, станция ЭХЗ</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 xml:space="preserve">76:22:000000:1320 </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Газопровод   (диам.57)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Ростовская,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76:22:010112:325</w:t>
            </w:r>
          </w:p>
        </w:tc>
      </w:tr>
      <w:tr w:rsidR="00CF063C" w:rsidRPr="00CF063C" w:rsidTr="00CF063C">
        <w:trPr>
          <w:trHeight w:val="69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Ростовская, д.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76:22:010112:324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Угличский муниципальный район, городское поселение Углич, г. Углич, ул. Ростовская, д. 24, Студенческий пер., д. 4</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76:22:000000:1307</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Наружный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Садово-Кольцевая,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2, 8, 10, 14, 18, 22, 24, 26, 27, 30, 31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76:22:000000:1306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102)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Свободы, д. 6, 8, 15, 15а, 17, 19, 21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76:22:000000:1286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Свободы, д. 8а, 12а, 14а, 16а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76:22:000000:1317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lastRenderedPageBreak/>
              <w:t>Угличский муниципальный район, городское поселение Углич, г. Углич, ул. Свободы, д. 12/25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76:22:000000:1259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Газопровод</w:t>
            </w:r>
          </w:p>
          <w:p w:rsidR="00CF063C" w:rsidRPr="00CF063C" w:rsidRDefault="00CF063C" w:rsidP="00CF063C">
            <w:pPr>
              <w:spacing w:line="256" w:lineRule="auto"/>
              <w:ind w:firstLine="0"/>
              <w:rPr>
                <w:szCs w:val="28"/>
                <w:lang w:eastAsia="en-US"/>
              </w:rPr>
            </w:pPr>
            <w:r w:rsidRPr="00CF063C">
              <w:rPr>
                <w:szCs w:val="28"/>
                <w:lang w:eastAsia="en-US"/>
              </w:rPr>
              <w:t>(диам.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Угличский муниципальный район, городское поселение Углич, г. Углич, ул. Свободы, д. 27/32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76:22:010121:360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Свободы, д. 39а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76:22:010121:359</w:t>
            </w:r>
          </w:p>
        </w:tc>
      </w:tr>
      <w:tr w:rsidR="00CF063C" w:rsidRPr="00CF063C" w:rsidTr="00CF063C">
        <w:trPr>
          <w:trHeight w:val="69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Свободы, д. 76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76:22:010511:339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(диам. 159)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Свободы, станция ЭХЗ у д.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76:22:000000:1311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Свободы, д. 1/30, 9, </w:t>
            </w:r>
          </w:p>
          <w:p w:rsidR="00CF063C" w:rsidRPr="00CF063C" w:rsidRDefault="00CF063C" w:rsidP="00CF063C">
            <w:pPr>
              <w:spacing w:line="256" w:lineRule="auto"/>
              <w:ind w:firstLine="0"/>
              <w:jc w:val="left"/>
              <w:rPr>
                <w:szCs w:val="28"/>
                <w:lang w:eastAsia="en-US"/>
              </w:rPr>
            </w:pPr>
            <w:r w:rsidRPr="00CF063C">
              <w:rPr>
                <w:szCs w:val="28"/>
                <w:lang w:eastAsia="en-US"/>
              </w:rPr>
              <w:t>ул. Островского, станция ЭХЗ</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76:22:000000:1313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Северная, д. 4а, 6а, 8а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76:22:010207:616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Северная, д. 6в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76:22:010207:617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1264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Северная, д. 8б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76:22:010207:615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Совхозная, д. 5,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76:22:010301:491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Спасская </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76:22:010106:451</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Спасская, д. 2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76:22:010105:453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114)</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Спасская, д. 2, 2а, 4,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Трудовая,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76:22:010302:537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Урицкого, д. 25а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76:22:010508:255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(диам. 114)</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Февральская,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76:22:000000:1257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Газопровод</w:t>
            </w:r>
          </w:p>
          <w:p w:rsidR="00CF063C" w:rsidRPr="00CF063C" w:rsidRDefault="00CF063C" w:rsidP="00CF063C">
            <w:pPr>
              <w:spacing w:line="256" w:lineRule="auto"/>
              <w:ind w:firstLine="0"/>
              <w:rPr>
                <w:szCs w:val="28"/>
                <w:lang w:eastAsia="en-US"/>
              </w:rPr>
            </w:pPr>
            <w:r w:rsidRPr="00CF063C">
              <w:rPr>
                <w:szCs w:val="28"/>
                <w:lang w:eastAsia="en-US"/>
              </w:rPr>
              <w:t>(диам.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lastRenderedPageBreak/>
              <w:t>Угличский муниципальный район, городское поселение Углич, г. Углич,  ул. Февральская, д. 26а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76:22:010107:463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Февральская, д. 42б, 59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76:22:010127:317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Часовая,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76:22:010204:864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Чкалова, д. 22,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7, 15, 16б, 5, 9,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76:22:000000:1296</w:t>
            </w:r>
          </w:p>
        </w:tc>
      </w:tr>
      <w:tr w:rsidR="00CF063C" w:rsidRPr="00CF063C" w:rsidTr="00CF063C">
        <w:trPr>
          <w:trHeight w:val="21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Чкалова, д. 21, 26, 28, 23, 25, 32, 27, 34, 29, 31, 38, 33, 40, 42, 35, 37, 44, 48, 43, 52, 45, 47, 52б, 49, 51, 53, 55, 57, 54, 56, 58, 63, 65, 67, 69, 64, 73,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Загородная, д. 27, 28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76:22:000000:1301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Шаркова, д. 4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76:22:010502:381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природного газа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r w:rsidRPr="00CF063C">
              <w:rPr>
                <w:szCs w:val="28"/>
                <w:lang w:eastAsia="en-US"/>
              </w:rPr>
              <w:lastRenderedPageBreak/>
              <w:t>ул. Шаркова, д. 58-2, станция ЭХЗ у д. 39а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76:22:000000:1310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Шаркова, д. 96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76:22:000000:1288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Ярославская,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76:22:000000:1266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 xml:space="preserve">Угличский муниципальный район, городское поселение Углич, г. Углич, ул. Ярославская, д. 8, </w:t>
            </w:r>
          </w:p>
          <w:p w:rsidR="00CF063C" w:rsidRPr="00CF063C" w:rsidRDefault="00CF063C" w:rsidP="00CF063C">
            <w:pPr>
              <w:spacing w:line="256" w:lineRule="auto"/>
              <w:ind w:firstLine="0"/>
              <w:rPr>
                <w:szCs w:val="28"/>
                <w:lang w:eastAsia="en-US"/>
              </w:rPr>
            </w:pPr>
            <w:r w:rsidRPr="00CF063C">
              <w:rPr>
                <w:szCs w:val="28"/>
                <w:lang w:eastAsia="en-US"/>
              </w:rPr>
              <w:t xml:space="preserve">ул. Каменская, д. 4а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76:22:010114:440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Ярославская, д. 15а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76:22:010116:370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Ярославская, д. 19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76:22:010116:372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ул. Ярославская, д. 30/14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76:22:000000:1270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Ярославская, д. 34, 38, 40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76:22:010121:362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1286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p w:rsidR="00CF063C" w:rsidRPr="00CF063C" w:rsidRDefault="00CF063C" w:rsidP="00CF063C">
            <w:pPr>
              <w:spacing w:line="256" w:lineRule="auto"/>
              <w:ind w:firstLine="0"/>
              <w:jc w:val="left"/>
              <w:rPr>
                <w:szCs w:val="28"/>
                <w:lang w:eastAsia="en-US"/>
              </w:rPr>
            </w:pPr>
            <w:r w:rsidRPr="00CF063C">
              <w:rPr>
                <w:szCs w:val="28"/>
                <w:lang w:eastAsia="en-US"/>
              </w:rPr>
              <w:t>(диам.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ул. Ярославская, д. 42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76:22:010121:361</w:t>
            </w:r>
          </w:p>
        </w:tc>
      </w:tr>
      <w:tr w:rsidR="00CF063C" w:rsidRPr="00CF063C" w:rsidTr="00CF063C">
        <w:trPr>
          <w:trHeight w:val="18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природного газа низкого давления (диам. 76)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1-я линия Камышевского шоссе, д. 2а, 2б, 4, 6, 2-линия Камышевского шоссе, д. 1, 1а, 11, 13, 15,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76:22:010708:590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(диам. 102)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Камышевское шоссе, д. 31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76:22:010701:664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Ленинское шоссе, д. 2-а, 4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76:22:010613:549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(диам. 76)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Угличский муниципальный район, городское поселение Углич, г. Углич, Ленинское шоссе,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76:22:000000:1258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Угличский муниципальный район, городское поселение Углич, г. Углич, Ленинское шоссе, д. 7а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76:22:010614:686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(диам. 50)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 xml:space="preserve">Угличский муниципальный район, городское поселение Углич, г. Углич, Ленинское шоссе, д. 8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76:22:010613:547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(диам.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w:t>
            </w:r>
            <w:r w:rsidRPr="00CF063C">
              <w:rPr>
                <w:szCs w:val="28"/>
                <w:lang w:eastAsia="en-US"/>
              </w:rPr>
              <w:lastRenderedPageBreak/>
              <w:t>Ленинское шоссе, д. 10-а, 10б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76:22:010613:545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муниципальный район, городское поселение Углич, г. Углич, Рыбинское шоссе,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76:22:010301:490 </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w:t>
            </w:r>
          </w:p>
          <w:p w:rsidR="00CF063C" w:rsidRPr="00CF063C" w:rsidRDefault="00CF063C" w:rsidP="00CF063C">
            <w:pPr>
              <w:spacing w:line="256" w:lineRule="auto"/>
              <w:ind w:firstLine="0"/>
              <w:jc w:val="left"/>
              <w:rPr>
                <w:szCs w:val="28"/>
                <w:lang w:eastAsia="en-US"/>
              </w:rPr>
            </w:pPr>
            <w:r w:rsidRPr="00CF063C">
              <w:rPr>
                <w:szCs w:val="28"/>
                <w:lang w:eastAsia="en-US"/>
              </w:rPr>
              <w:t>(диам. 150)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Рыбинское шоссе, д. 6, станция катодной защиты </w:t>
            </w:r>
          </w:p>
          <w:p w:rsidR="00CF063C" w:rsidRPr="00CF063C" w:rsidRDefault="00CF063C" w:rsidP="00CF063C">
            <w:pPr>
              <w:spacing w:line="256" w:lineRule="auto"/>
              <w:ind w:firstLine="0"/>
              <w:jc w:val="left"/>
              <w:rPr>
                <w:szCs w:val="28"/>
                <w:lang w:eastAsia="en-US"/>
              </w:rPr>
            </w:pPr>
            <w:r w:rsidRPr="00CF063C">
              <w:rPr>
                <w:szCs w:val="28"/>
                <w:lang w:eastAsia="en-US"/>
              </w:rPr>
              <w:t>Б-ОПЕ-ТМ-1-63-У1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76:22:000000:1322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муниципальный район, городское поселение Углич, г. Углич, Ярославское шоссе, д. 10, 12, 14, 16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76:22:000000:1293</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Распределительный газопровод низкого давления для газификации д. Вахутино, д. Володинская, д. Глухово, д. Горушки, д. Кочнево, д. Овинищи Подгорные, </w:t>
            </w:r>
          </w:p>
          <w:p w:rsidR="00CF063C" w:rsidRPr="00CF063C" w:rsidRDefault="00CF063C" w:rsidP="00CF063C">
            <w:pPr>
              <w:spacing w:line="256" w:lineRule="auto"/>
              <w:ind w:firstLine="0"/>
              <w:jc w:val="left"/>
              <w:rPr>
                <w:szCs w:val="28"/>
                <w:lang w:eastAsia="en-US"/>
              </w:rPr>
            </w:pPr>
            <w:r w:rsidRPr="00CF063C">
              <w:rPr>
                <w:szCs w:val="28"/>
                <w:lang w:eastAsia="en-US"/>
              </w:rPr>
              <w:t>д. Щелинка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район, д. Вахутино, д. Володинская, д. Глухово, д. Горушки, д. Кочнево, д. Овинищи Подгорные, д. Щелинка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76:16:000000:1625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Сурикова, </w:t>
            </w:r>
          </w:p>
          <w:p w:rsidR="00CF063C" w:rsidRPr="00CF063C" w:rsidRDefault="00CF063C" w:rsidP="00CF063C">
            <w:pPr>
              <w:spacing w:line="256" w:lineRule="auto"/>
              <w:ind w:firstLine="0"/>
              <w:jc w:val="left"/>
              <w:rPr>
                <w:szCs w:val="28"/>
                <w:lang w:eastAsia="en-US"/>
              </w:rPr>
            </w:pPr>
            <w:r w:rsidRPr="00CF063C">
              <w:rPr>
                <w:szCs w:val="28"/>
                <w:lang w:eastAsia="en-US"/>
              </w:rPr>
              <w:t>д. 1а – 64, ул. Интернациональная, д. 12, 14, 16, 18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76:22:000000:344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1299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Распределительный поселковый газопровод по </w:t>
            </w:r>
            <w:r w:rsidRPr="00CF063C">
              <w:rPr>
                <w:szCs w:val="28"/>
                <w:lang w:eastAsia="en-US"/>
              </w:rPr>
              <w:br/>
              <w:t>д. Головино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район, Головинский сельский округ, д. Головино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76:16:020610:681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1300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Межпоселковый газопровод высокого давления </w:t>
            </w:r>
            <w:r w:rsidRPr="00CF063C">
              <w:rPr>
                <w:szCs w:val="28"/>
                <w:lang w:val="en-US" w:eastAsia="en-US"/>
              </w:rPr>
              <w:t>II</w:t>
            </w:r>
            <w:r w:rsidRPr="00CF063C">
              <w:rPr>
                <w:szCs w:val="28"/>
                <w:lang w:eastAsia="en-US"/>
              </w:rPr>
              <w:t xml:space="preserve"> категории д. Ульяново – д. Головино Угличского района Ярославской области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Ульяново – д. Головино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76:16:000000:1624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Газификация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левобережной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части г. Углича, Ярославской области, 1 этап </w:t>
            </w:r>
          </w:p>
          <w:p w:rsidR="00CF063C" w:rsidRPr="00CF063C" w:rsidRDefault="00CF063C" w:rsidP="00CF063C">
            <w:pPr>
              <w:spacing w:line="256" w:lineRule="auto"/>
              <w:ind w:firstLine="0"/>
              <w:jc w:val="left"/>
              <w:rPr>
                <w:szCs w:val="28"/>
                <w:lang w:eastAsia="en-US"/>
              </w:rPr>
            </w:pPr>
            <w:r w:rsidRPr="00CF063C">
              <w:rPr>
                <w:szCs w:val="28"/>
                <w:lang w:eastAsia="en-US"/>
              </w:rPr>
              <w:t>(с пикета 0 до пикета 35 + 51,8)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район</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76:16:000000:1318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д. 2, 4, 5, 6,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76:16:010404:360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76:16:000000:1666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76:16:010404:358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д. 7,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76:16:010404:361</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76:16:010404:363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76:16:010404:359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д. 11,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76:16:010404:357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д.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76:16:010404:356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Сосновый,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76:16:010404:362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1311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с. Чурьяково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76:16:010121:618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Слобода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76:16:010262:209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м-н Мирный, </w:t>
            </w:r>
          </w:p>
          <w:p w:rsidR="00CF063C" w:rsidRPr="00CF063C" w:rsidRDefault="00CF063C" w:rsidP="00CF063C">
            <w:pPr>
              <w:spacing w:line="256" w:lineRule="auto"/>
              <w:ind w:firstLine="0"/>
              <w:jc w:val="left"/>
              <w:rPr>
                <w:szCs w:val="28"/>
                <w:lang w:eastAsia="en-US"/>
              </w:rPr>
            </w:pPr>
            <w:r w:rsidRPr="00CF063C">
              <w:rPr>
                <w:szCs w:val="28"/>
                <w:lang w:eastAsia="en-US"/>
              </w:rPr>
              <w:t>д.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76:22:000000:335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м-н Солнечный, </w:t>
            </w:r>
          </w:p>
          <w:p w:rsidR="00CF063C" w:rsidRPr="00CF063C" w:rsidRDefault="00CF063C" w:rsidP="00CF063C">
            <w:pPr>
              <w:spacing w:line="256" w:lineRule="auto"/>
              <w:ind w:firstLine="0"/>
              <w:jc w:val="left"/>
              <w:rPr>
                <w:szCs w:val="28"/>
                <w:lang w:eastAsia="en-US"/>
              </w:rPr>
            </w:pPr>
            <w:r w:rsidRPr="00CF063C">
              <w:rPr>
                <w:szCs w:val="28"/>
                <w:lang w:eastAsia="en-US"/>
              </w:rPr>
              <w:t>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76:22:010614:390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w:t>
            </w:r>
          </w:p>
          <w:p w:rsidR="00CF063C" w:rsidRPr="00CF063C" w:rsidRDefault="00CF063C" w:rsidP="00CF063C">
            <w:pPr>
              <w:spacing w:line="256" w:lineRule="auto"/>
              <w:ind w:firstLine="0"/>
              <w:jc w:val="left"/>
              <w:rPr>
                <w:szCs w:val="28"/>
                <w:lang w:eastAsia="en-US"/>
              </w:rPr>
            </w:pPr>
            <w:r w:rsidRPr="00CF063C">
              <w:rPr>
                <w:szCs w:val="28"/>
                <w:lang w:eastAsia="en-US"/>
              </w:rPr>
              <w:t>площадь Пушкина, д. 3а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76:22:010106:230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w:t>
            </w:r>
          </w:p>
          <w:p w:rsidR="00CF063C" w:rsidRPr="00CF063C" w:rsidRDefault="00CF063C" w:rsidP="00CF063C">
            <w:pPr>
              <w:spacing w:line="256" w:lineRule="auto"/>
              <w:ind w:firstLine="0"/>
              <w:jc w:val="left"/>
              <w:rPr>
                <w:szCs w:val="28"/>
                <w:lang w:eastAsia="en-US"/>
              </w:rPr>
            </w:pPr>
            <w:r w:rsidRPr="00CF063C">
              <w:rPr>
                <w:szCs w:val="28"/>
                <w:lang w:eastAsia="en-US"/>
              </w:rPr>
              <w:t>площадь Советская, д. 1,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76:22:010106:229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w:t>
            </w:r>
          </w:p>
          <w:p w:rsidR="00CF063C" w:rsidRPr="00CF063C" w:rsidRDefault="00CF063C" w:rsidP="00CF063C">
            <w:pPr>
              <w:spacing w:line="256" w:lineRule="auto"/>
              <w:ind w:firstLine="0"/>
              <w:jc w:val="left"/>
              <w:rPr>
                <w:szCs w:val="28"/>
                <w:lang w:eastAsia="en-US"/>
              </w:rPr>
            </w:pPr>
            <w:r w:rsidRPr="00CF063C">
              <w:rPr>
                <w:szCs w:val="28"/>
                <w:lang w:eastAsia="en-US"/>
              </w:rPr>
              <w:t>площадь Советская,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76:22:010106:228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с ШРП</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Северная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76:22:010208:278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Бахарева, </w:t>
            </w:r>
            <w:r w:rsidRPr="00CF063C">
              <w:rPr>
                <w:szCs w:val="28"/>
                <w:lang w:eastAsia="en-US"/>
              </w:rPr>
              <w:br/>
              <w:t>д. 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76:22:010408:76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Жолудева, </w:t>
            </w:r>
          </w:p>
          <w:p w:rsidR="00CF063C" w:rsidRPr="00CF063C" w:rsidRDefault="00CF063C" w:rsidP="00CF063C">
            <w:pPr>
              <w:spacing w:line="256" w:lineRule="auto"/>
              <w:ind w:firstLine="0"/>
              <w:jc w:val="left"/>
              <w:rPr>
                <w:szCs w:val="28"/>
                <w:lang w:eastAsia="en-US"/>
              </w:rPr>
            </w:pPr>
            <w:r w:rsidRPr="00CF063C">
              <w:rPr>
                <w:szCs w:val="28"/>
                <w:lang w:eastAsia="en-US"/>
              </w:rPr>
              <w:t>д. 9, 11, 13, 15, 23, 25,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76:22:000000:336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 xml:space="preserve">г. Углич, ул. Жолудева, </w:t>
            </w:r>
          </w:p>
          <w:p w:rsidR="00CF063C" w:rsidRPr="00CF063C" w:rsidRDefault="00CF063C" w:rsidP="00CF063C">
            <w:pPr>
              <w:spacing w:line="256" w:lineRule="auto"/>
              <w:ind w:firstLine="0"/>
              <w:rPr>
                <w:szCs w:val="28"/>
                <w:lang w:eastAsia="en-US"/>
              </w:rPr>
            </w:pPr>
            <w:r w:rsidRPr="00CF063C">
              <w:rPr>
                <w:szCs w:val="28"/>
                <w:lang w:eastAsia="en-US"/>
              </w:rPr>
              <w:t>д. 22, 24, 26, 28,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76:22:010414:77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Ленинское шоссе,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76:22:010708:296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Ленина, </w:t>
            </w:r>
          </w:p>
          <w:p w:rsidR="00CF063C" w:rsidRPr="00CF063C" w:rsidRDefault="00CF063C" w:rsidP="00CF063C">
            <w:pPr>
              <w:spacing w:line="256" w:lineRule="auto"/>
              <w:ind w:firstLine="0"/>
              <w:jc w:val="left"/>
              <w:rPr>
                <w:szCs w:val="28"/>
                <w:lang w:eastAsia="en-US"/>
              </w:rPr>
            </w:pPr>
            <w:r w:rsidRPr="00CF063C">
              <w:rPr>
                <w:szCs w:val="28"/>
                <w:lang w:eastAsia="en-US"/>
              </w:rPr>
              <w:t>д. 3, 14а, 31,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76:22:000000:337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Ленина, </w:t>
            </w:r>
          </w:p>
          <w:p w:rsidR="00CF063C" w:rsidRPr="00CF063C" w:rsidRDefault="00CF063C" w:rsidP="00CF063C">
            <w:pPr>
              <w:spacing w:line="256" w:lineRule="auto"/>
              <w:ind w:firstLine="0"/>
              <w:jc w:val="left"/>
              <w:rPr>
                <w:szCs w:val="28"/>
                <w:lang w:eastAsia="en-US"/>
              </w:rPr>
            </w:pPr>
            <w:r w:rsidRPr="00CF063C">
              <w:rPr>
                <w:szCs w:val="28"/>
                <w:lang w:eastAsia="en-US"/>
              </w:rPr>
              <w:t>д. 10, 12,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76:22:000000:339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1325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Ленина,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76:22:010107:146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Октябрьская,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76:22:010114:119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Свободы, </w:t>
            </w:r>
          </w:p>
          <w:p w:rsidR="00CF063C" w:rsidRPr="00CF063C" w:rsidRDefault="00CF063C" w:rsidP="00CF063C">
            <w:pPr>
              <w:spacing w:line="256" w:lineRule="auto"/>
              <w:ind w:firstLine="0"/>
              <w:jc w:val="left"/>
              <w:rPr>
                <w:szCs w:val="28"/>
                <w:lang w:eastAsia="en-US"/>
              </w:rPr>
            </w:pPr>
            <w:r w:rsidRPr="00CF063C">
              <w:rPr>
                <w:szCs w:val="28"/>
                <w:lang w:eastAsia="en-US"/>
              </w:rPr>
              <w:t>д. 10а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76:22:010116:157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Шаркова </w:t>
            </w:r>
          </w:p>
          <w:p w:rsidR="00CF063C" w:rsidRPr="00CF063C" w:rsidRDefault="00CF063C" w:rsidP="00CF063C">
            <w:pPr>
              <w:spacing w:line="256" w:lineRule="auto"/>
              <w:ind w:firstLine="0"/>
              <w:jc w:val="left"/>
              <w:rPr>
                <w:szCs w:val="28"/>
                <w:lang w:eastAsia="en-US"/>
              </w:rPr>
            </w:pPr>
            <w:r w:rsidRPr="00CF063C">
              <w:rPr>
                <w:szCs w:val="28"/>
                <w:lang w:eastAsia="en-US"/>
              </w:rPr>
              <w:t>(закольцовка)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76:22:010122:67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Шаркова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76:22:000000:341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Ярославская, д. 29, 29а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76:22:010120:177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Наружный газопровод – ввод низкого давления до 0,005МПа многоквартирного жилого дома у </w:t>
            </w:r>
          </w:p>
          <w:p w:rsidR="00CF063C" w:rsidRPr="00CF063C" w:rsidRDefault="00CF063C" w:rsidP="00CF063C">
            <w:pPr>
              <w:spacing w:line="256" w:lineRule="auto"/>
              <w:ind w:firstLine="0"/>
              <w:jc w:val="left"/>
              <w:rPr>
                <w:szCs w:val="28"/>
                <w:lang w:eastAsia="en-US"/>
              </w:rPr>
            </w:pPr>
            <w:r w:rsidRPr="00CF063C">
              <w:rPr>
                <w:szCs w:val="28"/>
                <w:lang w:eastAsia="en-US"/>
              </w:rPr>
              <w:t>д. № 9 ул. Трудовая, г. Углич,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Трудовая, </w:t>
            </w:r>
          </w:p>
          <w:p w:rsidR="00CF063C" w:rsidRPr="00CF063C" w:rsidRDefault="00CF063C" w:rsidP="00CF063C">
            <w:pPr>
              <w:spacing w:line="256" w:lineRule="auto"/>
              <w:ind w:firstLine="0"/>
              <w:jc w:val="left"/>
              <w:rPr>
                <w:szCs w:val="28"/>
                <w:lang w:eastAsia="en-US"/>
              </w:rPr>
            </w:pPr>
            <w:r w:rsidRPr="00CF063C">
              <w:rPr>
                <w:szCs w:val="28"/>
                <w:lang w:eastAsia="en-US"/>
              </w:rPr>
              <w:t>у дома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76:22:010302:248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Наружный газопровод-ввод низкого давления до 0,005МПа жилого дома № 60 ул. Академика Опарина, г. Углич,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Академика Опарина, д. 60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76:22:010612:150</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высокого давления к ПРГ и низкого давления к котельным объектам для отопления и горячего </w:t>
            </w:r>
            <w:r w:rsidRPr="00CF063C">
              <w:rPr>
                <w:szCs w:val="28"/>
                <w:lang w:eastAsia="en-US"/>
              </w:rPr>
              <w:lastRenderedPageBreak/>
              <w:t xml:space="preserve">водоснабжения здания МОУ СОШ № 6 по </w:t>
            </w:r>
            <w:r w:rsidRPr="00CF063C">
              <w:rPr>
                <w:szCs w:val="28"/>
                <w:lang w:eastAsia="en-US"/>
              </w:rPr>
              <w:br/>
              <w:t>ул. Кирова д. 83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Кирова, д. 83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76:22:000000:281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низкого давления к жилым домам д. Дерябино </w:t>
            </w:r>
          </w:p>
          <w:p w:rsidR="00CF063C" w:rsidRPr="00CF063C" w:rsidRDefault="00CF063C" w:rsidP="00CF063C">
            <w:pPr>
              <w:spacing w:line="256" w:lineRule="auto"/>
              <w:ind w:firstLine="0"/>
              <w:jc w:val="left"/>
              <w:rPr>
                <w:szCs w:val="28"/>
                <w:lang w:eastAsia="en-US"/>
              </w:rPr>
            </w:pPr>
            <w:r w:rsidRPr="00CF063C">
              <w:rPr>
                <w:szCs w:val="28"/>
                <w:lang w:eastAsia="en-US"/>
              </w:rPr>
              <w:t>Угличского района Ярославской области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Дерябино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76:16:000000:1557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Февральская, д. 25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76:22:010603:172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w:t>
            </w:r>
          </w:p>
          <w:p w:rsidR="00CF063C" w:rsidRPr="00CF063C" w:rsidRDefault="00CF063C" w:rsidP="00CF063C">
            <w:pPr>
              <w:spacing w:line="256" w:lineRule="auto"/>
              <w:ind w:firstLine="0"/>
              <w:jc w:val="left"/>
              <w:rPr>
                <w:szCs w:val="28"/>
                <w:lang w:eastAsia="en-US"/>
              </w:rPr>
            </w:pPr>
            <w:r w:rsidRPr="00CF063C">
              <w:rPr>
                <w:szCs w:val="28"/>
                <w:lang w:eastAsia="en-US"/>
              </w:rPr>
              <w:t>г. Углич – д. Ульяново Угличского муниципального района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Углич – д. Ульяново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76:22:020103:229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Газификация </w:t>
            </w:r>
          </w:p>
          <w:p w:rsidR="00CF063C" w:rsidRPr="00CF063C" w:rsidRDefault="00CF063C" w:rsidP="00CF063C">
            <w:pPr>
              <w:spacing w:line="256" w:lineRule="auto"/>
              <w:ind w:firstLine="0"/>
              <w:jc w:val="left"/>
              <w:rPr>
                <w:szCs w:val="28"/>
                <w:lang w:eastAsia="en-US"/>
              </w:rPr>
            </w:pPr>
            <w:r w:rsidRPr="00CF063C">
              <w:rPr>
                <w:szCs w:val="28"/>
                <w:lang w:eastAsia="en-US"/>
              </w:rPr>
              <w:t>жилого дома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район, с. Золоторучье, ул. Возрождения, д. 2а, стр.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76:16:010120:961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Газификация </w:t>
            </w:r>
          </w:p>
          <w:p w:rsidR="00CF063C" w:rsidRPr="00CF063C" w:rsidRDefault="00CF063C" w:rsidP="00CF063C">
            <w:pPr>
              <w:spacing w:line="256" w:lineRule="auto"/>
              <w:ind w:firstLine="0"/>
              <w:jc w:val="left"/>
              <w:rPr>
                <w:szCs w:val="28"/>
                <w:lang w:eastAsia="en-US"/>
              </w:rPr>
            </w:pPr>
            <w:r w:rsidRPr="00CF063C">
              <w:rPr>
                <w:szCs w:val="28"/>
                <w:lang w:eastAsia="en-US"/>
              </w:rPr>
              <w:t>жилого дома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Кирова, д. 81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76:22:000000:1202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ввод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Угличский район, с. Золоторучье, ул. Юбилейная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76:16:010120:968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Система наружного газоснабжения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микрорайон Мирный-2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76:22:010304:481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Угличский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с. Улейма,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76:16:010328:943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Газоснабжение здания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Углич, ул. Набережная, </w:t>
            </w:r>
          </w:p>
          <w:p w:rsidR="00CF063C" w:rsidRPr="00CF063C" w:rsidRDefault="00CF063C" w:rsidP="00CF063C">
            <w:pPr>
              <w:spacing w:line="256" w:lineRule="auto"/>
              <w:ind w:firstLine="0"/>
              <w:jc w:val="left"/>
              <w:rPr>
                <w:szCs w:val="28"/>
                <w:lang w:eastAsia="en-US"/>
              </w:rPr>
            </w:pPr>
            <w:r w:rsidRPr="00CF063C">
              <w:rPr>
                <w:szCs w:val="28"/>
                <w:lang w:eastAsia="en-US"/>
              </w:rPr>
              <w:t>д. 7</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76:22:010119:359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Наружный газопровод низкого </w:t>
            </w:r>
            <w:r w:rsidRPr="00CF063C">
              <w:rPr>
                <w:szCs w:val="28"/>
                <w:lang w:eastAsia="en-US"/>
              </w:rPr>
              <w:lastRenderedPageBreak/>
              <w:t>давления к жилому дому № 56 по ул. Октябрьская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Углич, ул. Октябрьская, д. 56</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76:22:010122:55</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Строительство межпоселкового газопровода высокого давления </w:t>
            </w:r>
            <w:r w:rsidRPr="00CF063C">
              <w:rPr>
                <w:szCs w:val="28"/>
                <w:lang w:eastAsia="en-US"/>
              </w:rPr>
              <w:br/>
              <w:t>II категории г. Углич – д. Черкасово Угличского муниципального района Ярославской области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rPr>
                <w:szCs w:val="28"/>
                <w:lang w:eastAsia="en-US"/>
              </w:rPr>
            </w:pPr>
            <w:r w:rsidRPr="00CF063C">
              <w:rPr>
                <w:szCs w:val="28"/>
                <w:lang w:eastAsia="en-US"/>
              </w:rPr>
              <w:t>Угличский район</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76:16:000000:2034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Дубки, ул. Ленина, </w:t>
            </w:r>
            <w:r w:rsidRPr="00CF063C">
              <w:rPr>
                <w:szCs w:val="28"/>
                <w:lang w:eastAsia="en-US"/>
              </w:rPr>
              <w:br/>
              <w:t>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76:17:000000:2989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Российская Федерация, Ярославская область, Ярославский район,</w:t>
            </w:r>
            <w:r w:rsidRPr="00CF063C">
              <w:rPr>
                <w:szCs w:val="28"/>
                <w:lang w:eastAsia="en-US"/>
              </w:rPr>
              <w:br/>
              <w:t>п. Дубки, ул. Труда,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76:17:150401:782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Дубки, ул. Фестивальная, д. 1 –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76:17:150401:778</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Дубки, ул. Труда,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76:17:150401:784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распределительный низкого давления в д. Алешково Ярославского   муниципального района Ярославской области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76:17:000000:3004</w:t>
            </w:r>
          </w:p>
        </w:tc>
      </w:tr>
      <w:tr w:rsidR="00CF063C" w:rsidRPr="00CF063C" w:rsidTr="00CF063C">
        <w:trPr>
          <w:trHeight w:val="983"/>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1350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высокого и низкого давления «Газоснабжение д. Мостец и д. Ермолово Ярославского района Ярославской области»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Мостец, д. Ермолово</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76:17:000000:3020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Межпоселковый газопровод высокого давления в д. Григорьевское Заволжского сельского поселения Ярославского муниципального района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Ярославский район, д. Григорьевское</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76:17:000000:3005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Лютово – Мутовки – Новоселки в Ярославском муниципальном районе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Ярославский район</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76:17:000000:1327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r w:rsidRPr="00CF063C">
              <w:rPr>
                <w:szCs w:val="28"/>
                <w:lang w:eastAsia="en-US"/>
              </w:rPr>
              <w:br/>
              <w:t>п. Дубки от врезки в существующий газопровод у ГРС-1 до ввода газопровода в ГРП</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76:00:000000:23595</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Российская Федерация, Ярославская область, Ярославский муниципальный район, Кузнечихинское сельское поселение, с. Пазушино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76:17:032401:934</w:t>
            </w:r>
          </w:p>
        </w:tc>
      </w:tr>
      <w:tr w:rsidR="00CF063C" w:rsidRPr="00CF063C" w:rsidTr="00CF063C">
        <w:trPr>
          <w:trHeight w:val="97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Российская Федерация, Ярославская область, Ярославский муниципаль</w:t>
            </w:r>
            <w:r w:rsidRPr="00CF063C">
              <w:rPr>
                <w:szCs w:val="28"/>
                <w:lang w:eastAsia="en-US"/>
              </w:rPr>
              <w:lastRenderedPageBreak/>
              <w:t>ный район, Кузнечихинское сельское поселение, д. Глебовское</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76:17:000000:2999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Российская Федерация, Ярославская область, Ярославский муниципальный район, Кузнечихинское сельское поселение, с. Медягино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76:17:000000:2997</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Газификация п. Красный Волгарь Ярославского муниципального района Ярославской области (газопровод высокого, низкого давления и ГРПБ)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Ярославский район, Некрасовское сельское поселение, п. Красный Волгарь</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76:17:000000:2996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Кузнечиха,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29,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76:17:033402:1235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Кузнечиха,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19,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76:17:033402:1248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Кузнечиха,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76:17:033402:1247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Кузнечиха,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31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76:17:033401:2471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Кузнечиха,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76:17:033401:2470</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низкого давления распределительный (доля в праве)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150527, Ярославская область, Ярославский район, </w:t>
            </w:r>
            <w:r w:rsidRPr="00CF063C">
              <w:rPr>
                <w:szCs w:val="28"/>
                <w:lang w:eastAsia="en-US"/>
              </w:rPr>
              <w:lastRenderedPageBreak/>
              <w:t xml:space="preserve">д. Твердино, ул. Родниковая, от редукционной муфты до заглушки в точке 241 напротив дома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76:17:120701:721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распределительный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Михайловский, </w:t>
            </w:r>
          </w:p>
          <w:p w:rsidR="00CF063C" w:rsidRPr="00CF063C" w:rsidRDefault="00CF063C" w:rsidP="00CF063C">
            <w:pPr>
              <w:spacing w:line="256" w:lineRule="auto"/>
              <w:ind w:firstLine="0"/>
              <w:jc w:val="left"/>
              <w:rPr>
                <w:szCs w:val="28"/>
                <w:lang w:eastAsia="en-US"/>
              </w:rPr>
            </w:pPr>
            <w:r w:rsidRPr="00CF063C">
              <w:rPr>
                <w:szCs w:val="28"/>
                <w:lang w:eastAsia="en-US"/>
              </w:rPr>
              <w:t>ул. Лесная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76:17:201101:2281</w:t>
            </w:r>
          </w:p>
        </w:tc>
      </w:tr>
      <w:tr w:rsidR="00CF063C" w:rsidRPr="00CF063C" w:rsidTr="00CF063C">
        <w:trPr>
          <w:trHeight w:val="1013"/>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Кузнечиха,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76:17:033402:1245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Кузнечиха,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11,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76:17:033402:1242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Кузнечиха,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76:17:033402:1237</w:t>
            </w:r>
          </w:p>
        </w:tc>
      </w:tr>
      <w:tr w:rsidR="00CF063C" w:rsidRPr="00CF063C" w:rsidTr="00CF063C">
        <w:trPr>
          <w:trHeight w:val="94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Дубки, ул. Школьная, д. 12, 14,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76:17:150401:804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Дубки, ул. Огородная, д. 18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76:17:150401:797</w:t>
            </w:r>
          </w:p>
        </w:tc>
      </w:tr>
      <w:tr w:rsidR="00CF063C" w:rsidRPr="00CF063C" w:rsidTr="00CF063C">
        <w:trPr>
          <w:trHeight w:val="78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Ярославский район, с/с Карабихский, п. Дубки, ул. Огородная,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76:17:150401:793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Дубки, ул. Огородная,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76:17:150401:791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Карабихское сельское поселение, п. Дубки,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ул. Некрасова, д. 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76:17:150401:806</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Дубки, ул. Школьная,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76:17:150401:803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распределительный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Российская Федерация, Ярославская область, Ярославский район, рабочий поселок Красные Ткачи, вдоль ул. Конькова, от д. 25 до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 </w:t>
            </w:r>
          </w:p>
        </w:tc>
      </w:tr>
      <w:tr w:rsidR="00CF063C" w:rsidRPr="00CF063C" w:rsidTr="00CF063C">
        <w:trPr>
          <w:trHeight w:val="100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Газификация.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Глебовское, ул. Воинская часть, ул. Алекино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76:17:000000:3030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I этап «Газопровод д. Ершово, д. Ноготино» среднее давление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Карабихское сельское поселение, д. Ершово, д. Ноготино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76:17:000000:1164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от ГРС Климовское до д. Высоко Ярославского муниципального района. 2 этап</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от ГРС Климовское до </w:t>
            </w:r>
          </w:p>
          <w:p w:rsidR="00CF063C" w:rsidRPr="00CF063C" w:rsidRDefault="00CF063C" w:rsidP="00CF063C">
            <w:pPr>
              <w:spacing w:line="256" w:lineRule="auto"/>
              <w:ind w:firstLine="0"/>
              <w:jc w:val="left"/>
              <w:rPr>
                <w:szCs w:val="28"/>
                <w:lang w:eastAsia="en-US"/>
              </w:rPr>
            </w:pPr>
            <w:r w:rsidRPr="00CF063C">
              <w:rPr>
                <w:szCs w:val="28"/>
                <w:lang w:eastAsia="en-US"/>
              </w:rPr>
              <w:t>д. Высоко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76:17:144401:2849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Наружный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распределительный по ул. Заводской д. Кузнечиха Ярославского района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Кузнечихинское сельское поселение, д. Кузнечиха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76:17:033401:1739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д. Григорьевское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Ярославский район, Заволжское сельское поселение, Левцовский сельский округ</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76:17:082601:908</w:t>
            </w:r>
          </w:p>
        </w:tc>
      </w:tr>
      <w:tr w:rsidR="00CF063C" w:rsidRPr="00CF063C" w:rsidTr="00CF063C">
        <w:trPr>
          <w:trHeight w:val="127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1380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I этап «Газопровод д. Ершово, д. Ноготино»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Ярославский район, Карабихское сельское поселение, д. Ершово, д. Ноготино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76:17:000000:1163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Распределительные газовые сети, д. Зверинцы</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Ивняковское сельское </w:t>
            </w:r>
          </w:p>
          <w:p w:rsidR="00CF063C" w:rsidRPr="00CF063C" w:rsidRDefault="00CF063C" w:rsidP="00CF063C">
            <w:pPr>
              <w:spacing w:line="256" w:lineRule="auto"/>
              <w:ind w:firstLine="0"/>
              <w:jc w:val="left"/>
              <w:rPr>
                <w:szCs w:val="28"/>
                <w:lang w:eastAsia="en-US"/>
              </w:rPr>
            </w:pPr>
            <w:r w:rsidRPr="00CF063C">
              <w:rPr>
                <w:szCs w:val="28"/>
                <w:lang w:eastAsia="en-US"/>
              </w:rPr>
              <w:t>поселение, д. Зверинцы</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76:17:160601:566</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Распределительные газовые сети, д. Ивановский Перевоз</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Ивняковское сельское </w:t>
            </w:r>
          </w:p>
          <w:p w:rsidR="00CF063C" w:rsidRPr="00CF063C" w:rsidRDefault="00CF063C" w:rsidP="00CF063C">
            <w:pPr>
              <w:spacing w:line="256" w:lineRule="auto"/>
              <w:ind w:firstLine="0"/>
              <w:jc w:val="left"/>
              <w:rPr>
                <w:szCs w:val="28"/>
                <w:lang w:eastAsia="en-US"/>
              </w:rPr>
            </w:pPr>
            <w:r w:rsidRPr="00CF063C">
              <w:rPr>
                <w:szCs w:val="28"/>
                <w:lang w:eastAsia="en-US"/>
              </w:rPr>
              <w:t>поселение, д. Ивановский Перевоз</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76:17:000000:1296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Лобаниха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r w:rsidRPr="00CF063C">
              <w:rPr>
                <w:szCs w:val="28"/>
                <w:lang w:eastAsia="en-US"/>
              </w:rPr>
              <w:br/>
              <w:t>Заволжское сельское</w:t>
            </w:r>
            <w:r w:rsidRPr="00CF063C">
              <w:rPr>
                <w:szCs w:val="28"/>
                <w:lang w:eastAsia="en-US"/>
              </w:rPr>
              <w:br/>
              <w:t>поселение, Пестрецовский сельский округ, д. Лобаниха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76:17:000000:1175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д. Мутовки, д. Скородумки Ярославского муниципального района Ярославской области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Ярославский район, с/с Лютовский, д. Мутовки, д. Скородумки</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76:17:000000:1177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с. Толгоболь, д. Курдумово и д. Ракино Ярославского муниципального района Ярославской области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Ярославский район, </w:t>
            </w:r>
            <w:r w:rsidRPr="00CF063C">
              <w:rPr>
                <w:szCs w:val="28"/>
                <w:lang w:eastAsia="en-US"/>
              </w:rPr>
              <w:br/>
              <w:t xml:space="preserve">Рютневский сельский округ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76:00:000000:270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д. Ново Заволжского сельского поселения Яро</w:t>
            </w:r>
            <w:r w:rsidRPr="00CF063C">
              <w:rPr>
                <w:szCs w:val="28"/>
                <w:lang w:eastAsia="en-US"/>
              </w:rPr>
              <w:lastRenderedPageBreak/>
              <w:t>славского муниципального района Ярославской области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Российской Федерации, Ярославская область, </w:t>
            </w:r>
            <w:r w:rsidRPr="00CF063C">
              <w:rPr>
                <w:szCs w:val="28"/>
                <w:lang w:eastAsia="en-US"/>
              </w:rPr>
              <w:br/>
              <w:t xml:space="preserve">Ярославский район, </w:t>
            </w:r>
            <w:r w:rsidRPr="00CF063C">
              <w:rPr>
                <w:szCs w:val="28"/>
                <w:lang w:eastAsia="en-US"/>
              </w:rPr>
              <w:br/>
              <w:t xml:space="preserve">Заволжское сельское </w:t>
            </w:r>
            <w:r w:rsidRPr="00CF063C">
              <w:rPr>
                <w:szCs w:val="28"/>
                <w:lang w:eastAsia="en-US"/>
              </w:rPr>
              <w:br/>
              <w:t>поселение, д. Ново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76:17:000000:2639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 на территории коттеджного поселка в районе базы отдыха «Белкино» Ярославского муниципального района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Ярославский район, Карабихский сельский округ, турбаза «Белкино», в районе базы отдыха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76:17:144401:2148                         </w:t>
            </w:r>
          </w:p>
        </w:tc>
      </w:tr>
      <w:tr w:rsidR="00CF063C" w:rsidRPr="00CF063C" w:rsidTr="00CF063C">
        <w:trPr>
          <w:trHeight w:val="18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Распределительные газовые сети по с. Григорьевское, д. Некрасово д. Щеглевское, д. Хабарово Некрасовского сельского поселения Ярославского муниципального района. 2 и 3 этапы</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Российская Федерация,</w:t>
            </w:r>
            <w:r w:rsidRPr="00CF063C">
              <w:rPr>
                <w:szCs w:val="28"/>
                <w:lang w:eastAsia="en-US"/>
              </w:rPr>
              <w:br/>
              <w:t>Ярославская область, Ярославский район, Некрасовское сельское поселение, с. Григорьевское, д. Некрасово, д. Щеглевское, д. Хабарово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76:17:000000:2942</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к д. Кормилицино, д. Комарово </w:t>
            </w:r>
            <w:r w:rsidRPr="00CF063C">
              <w:rPr>
                <w:szCs w:val="28"/>
                <w:lang w:eastAsia="en-US"/>
              </w:rPr>
              <w:br/>
              <w:t xml:space="preserve">(II этап газопровода д. Кормилицино, д. Ершово, д. Ноготино, </w:t>
            </w:r>
          </w:p>
          <w:p w:rsidR="00CF063C" w:rsidRPr="00CF063C" w:rsidRDefault="00CF063C" w:rsidP="00CF063C">
            <w:pPr>
              <w:spacing w:line="256" w:lineRule="auto"/>
              <w:ind w:firstLine="0"/>
              <w:jc w:val="left"/>
              <w:rPr>
                <w:szCs w:val="28"/>
                <w:lang w:eastAsia="en-US"/>
              </w:rPr>
            </w:pPr>
            <w:r w:rsidRPr="00CF063C">
              <w:rPr>
                <w:szCs w:val="28"/>
                <w:lang w:eastAsia="en-US"/>
              </w:rPr>
              <w:t>д. Комарово) Ярославского муниципального района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after="240" w:line="256" w:lineRule="auto"/>
              <w:ind w:firstLine="0"/>
              <w:jc w:val="left"/>
              <w:rPr>
                <w:szCs w:val="28"/>
                <w:lang w:eastAsia="en-US"/>
              </w:rPr>
            </w:pPr>
            <w:r w:rsidRPr="00CF063C">
              <w:rPr>
                <w:szCs w:val="28"/>
                <w:lang w:eastAsia="en-US"/>
              </w:rPr>
              <w:t>Российская Федерация, Ярославская область, Ярославский район,</w:t>
            </w:r>
            <w:r w:rsidRPr="00CF063C">
              <w:rPr>
                <w:szCs w:val="28"/>
                <w:lang w:eastAsia="en-US"/>
              </w:rPr>
              <w:br/>
              <w:t>д. Кормилицино, рабочий поселок Красные Ткачи</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76:17:000000:2930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Распределительный газопровод д. Семеновское и ст. Коченятино </w:t>
            </w:r>
            <w:r w:rsidRPr="00CF063C">
              <w:rPr>
                <w:szCs w:val="28"/>
                <w:lang w:eastAsia="en-US"/>
              </w:rPr>
              <w:lastRenderedPageBreak/>
              <w:t>Заволжского сельского поселения Ярославского  муниципального района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Российская Федерация, Ярославская область, Ярославский район, </w:t>
            </w:r>
            <w:r w:rsidRPr="00CF063C">
              <w:rPr>
                <w:szCs w:val="28"/>
                <w:lang w:eastAsia="en-US"/>
              </w:rPr>
              <w:br/>
            </w:r>
            <w:r w:rsidRPr="00CF063C">
              <w:rPr>
                <w:szCs w:val="28"/>
                <w:lang w:eastAsia="en-US"/>
              </w:rPr>
              <w:lastRenderedPageBreak/>
              <w:t>д. Семеновское и ст. Коченятино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76:17:000000:2917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и низкого давления и ГРПШ</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Ярославский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Кузнечихинское сельское поселение, с. Андроники</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76:17:011501:445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Ярославский район, д. Белкино</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76:17:144401:3008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для газоснабжения жилых домов ул. Обнорская, г. Любим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152470, Ярославская область, Любимский район, г. Любим, ул. Обнорская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76:06:010124:307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базе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152470, Ярославская область, Любимский район, г. Любим, ул. Красноармейская, д. 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76:06:000000:1840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зданию котельной Ермаковского Дома культуры</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Ермаково,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76:06:030501:1249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зданию газовой котельной Ермаковской школы</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Ермаково, </w:t>
            </w:r>
          </w:p>
          <w:p w:rsidR="00CF063C" w:rsidRPr="00CF063C" w:rsidRDefault="00CF063C" w:rsidP="00CF063C">
            <w:pPr>
              <w:spacing w:line="256" w:lineRule="auto"/>
              <w:ind w:firstLine="0"/>
              <w:jc w:val="left"/>
              <w:rPr>
                <w:szCs w:val="28"/>
                <w:lang w:eastAsia="en-US"/>
              </w:rPr>
            </w:pPr>
            <w:r w:rsidRPr="00CF063C">
              <w:rPr>
                <w:szCs w:val="28"/>
                <w:lang w:eastAsia="en-US"/>
              </w:rPr>
              <w:t>ул. Центральная, д. 17/1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76:06:030501:1250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Останково, ул. Полевая,  д. 24, 25, 26, 28, 29, 30, 31, 32</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76:06:050901:984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Октябрьская, д. 34 – 54</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76:06:010211:431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1399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Первомайская, д. 64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1400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Отрадный, д. 76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76:06:051001:1440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Даниловская, д. 19, 21</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76:06:010212:431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Вологодская, д. 61, 63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76:06:000000:1861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Раевского,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76:06:000000:1870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д. Гузыцино – д. Михаил Архангел – дюкер через </w:t>
            </w:r>
          </w:p>
          <w:p w:rsidR="00CF063C" w:rsidRPr="00CF063C" w:rsidRDefault="00CF063C" w:rsidP="00CF063C">
            <w:pPr>
              <w:spacing w:line="256" w:lineRule="auto"/>
              <w:ind w:firstLine="0"/>
              <w:jc w:val="left"/>
              <w:rPr>
                <w:szCs w:val="28"/>
                <w:lang w:eastAsia="en-US"/>
              </w:rPr>
            </w:pPr>
            <w:r w:rsidRPr="00CF063C">
              <w:rPr>
                <w:szCs w:val="28"/>
                <w:lang w:eastAsia="en-US"/>
              </w:rPr>
              <w:t>р. Уча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76:06:000000:1865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Даниловская – ул. Октябрьская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76:06:000000:1867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Карла Маркса, д. 38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76:06:010213:281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Даниловская, д. 78а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93, 93а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76:06:010417:808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Костромская,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76:06:000000:1855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Московская,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76:06:000000:1877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Костромская, д. 9, 15, 28,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76:06:000000:1854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ул. Раевского,  д. 40, 42 – распределитель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76:06:010312:340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1413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Республиканская, д. 40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76:06:000000:1888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Любимский район, д. Гузыцино, спортивный зал</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76:06:060901:528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Вахромейка, д. 54, 55, 56, 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76:06:060601:519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95а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76:06:010417:809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Вологодская, д. 55, 56, 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76:06:010121:282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Смирнова</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76:06:010414:231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Советская,  д. 100а, 8-ми квартирный жилой дом</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76:06:010416:270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Набережная р. Обноры,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76:06:000000:1864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Даниловская, д. 84б, 86а, 80а</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76:06:010320:397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Костромская, д. 36 – 38 – ул. Смирнова д. 7,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76:06:000000:1857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Любимский район, д. Останково, ул. Полевая, д. 23, 23а (СХП Заречье)</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76:06:050901:985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для газоснабжения жилых домов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Вахромейка, </w:t>
            </w:r>
          </w:p>
          <w:p w:rsidR="00CF063C" w:rsidRPr="00CF063C" w:rsidRDefault="00CF063C" w:rsidP="00CF063C">
            <w:pPr>
              <w:spacing w:line="256" w:lineRule="auto"/>
              <w:ind w:firstLine="0"/>
              <w:jc w:val="left"/>
              <w:rPr>
                <w:szCs w:val="28"/>
                <w:lang w:eastAsia="en-US"/>
              </w:rPr>
            </w:pPr>
            <w:r w:rsidRPr="00CF063C">
              <w:rPr>
                <w:szCs w:val="28"/>
                <w:lang w:eastAsia="en-US"/>
              </w:rPr>
              <w:t>ул. Почтовая, д. 24, 26, 28</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76:06:060601:518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1425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Наружный газопровод (газопровод-закольцовка)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ул. Трефолева, ул. Набережная </w:t>
            </w:r>
          </w:p>
          <w:p w:rsidR="00CF063C" w:rsidRPr="00CF063C" w:rsidRDefault="00CF063C" w:rsidP="00CF063C">
            <w:pPr>
              <w:spacing w:line="256" w:lineRule="auto"/>
              <w:ind w:firstLine="0"/>
              <w:jc w:val="left"/>
              <w:rPr>
                <w:szCs w:val="28"/>
                <w:lang w:eastAsia="en-US"/>
              </w:rPr>
            </w:pPr>
            <w:r w:rsidRPr="00CF063C">
              <w:rPr>
                <w:szCs w:val="28"/>
                <w:lang w:eastAsia="en-US"/>
              </w:rPr>
              <w:t>р. Обноры, ул. К. Либкнехта, ул. Ленина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76:06:000000:1886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газовый распределитель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Набережная р. Обноры</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76:06:010315:275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r w:rsidRPr="00CF063C">
              <w:rPr>
                <w:szCs w:val="28"/>
                <w:lang w:eastAsia="en-US"/>
              </w:rPr>
              <w:br/>
              <w:t>ул. Октябрьская, д. 77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76:06:000000:1884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Любимский район, Воскресенское сельское поселение, д. Михаил-Архангел</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76:06:061001:270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r w:rsidRPr="00CF063C">
              <w:rPr>
                <w:szCs w:val="28"/>
                <w:lang w:eastAsia="en-US"/>
              </w:rPr>
              <w:br/>
              <w:t>ул. Смирнова,  д. 17</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76:06:010414:230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ул. Октябрьская, до д. 20, </w:t>
            </w:r>
            <w:r w:rsidRPr="00CF063C">
              <w:rPr>
                <w:szCs w:val="28"/>
                <w:lang w:eastAsia="en-US"/>
              </w:rPr>
              <w:br/>
              <w:t>ООО «Ремсервис-Яр»</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76:06:010207:291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Шмидта,  д. 46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76:06:000000:1860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Мелиоративная, ул. Дачная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76:06:000000:1856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Распределительный газопровод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p>
          <w:p w:rsidR="00CF063C" w:rsidRPr="00CF063C" w:rsidRDefault="00CF063C" w:rsidP="00CF063C">
            <w:pPr>
              <w:spacing w:line="256" w:lineRule="auto"/>
              <w:ind w:firstLine="0"/>
              <w:jc w:val="left"/>
              <w:rPr>
                <w:szCs w:val="28"/>
                <w:lang w:eastAsia="en-US"/>
              </w:rPr>
            </w:pPr>
            <w:r w:rsidRPr="00CF063C">
              <w:rPr>
                <w:szCs w:val="28"/>
                <w:lang w:eastAsia="en-US"/>
              </w:rPr>
              <w:t>ул. Октябрьская, д. 41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76:06:000000:1880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w:t>
            </w:r>
            <w:r w:rsidRPr="00CF063C">
              <w:rPr>
                <w:szCs w:val="28"/>
                <w:lang w:eastAsia="en-US"/>
              </w:rPr>
              <w:br/>
              <w:t>ул. Советская, д. 75, 75а</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76:06:010410:244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Ермаково, ул. Заречная, ул. Центральная, </w:t>
            </w:r>
          </w:p>
          <w:p w:rsidR="00CF063C" w:rsidRPr="00CF063C" w:rsidRDefault="00CF063C" w:rsidP="00CF063C">
            <w:pPr>
              <w:spacing w:line="256" w:lineRule="auto"/>
              <w:ind w:firstLine="0"/>
              <w:jc w:val="left"/>
              <w:rPr>
                <w:szCs w:val="28"/>
                <w:lang w:eastAsia="en-US"/>
              </w:rPr>
            </w:pPr>
            <w:r w:rsidRPr="00CF063C">
              <w:rPr>
                <w:szCs w:val="28"/>
                <w:lang w:eastAsia="en-US"/>
              </w:rPr>
              <w:t>ул. Победы</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76:06:030501:1253 </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1436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Любим, ул. Красноармейская, д. 83 – 91 </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76:06:064002:388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Распределительный газопровод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Ярославская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76:06:000000:1872</w:t>
            </w:r>
          </w:p>
        </w:tc>
      </w:tr>
      <w:tr w:rsidR="00CF063C" w:rsidRPr="00CF063C" w:rsidTr="00CF063C">
        <w:trPr>
          <w:trHeight w:val="126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для газоснабжения жилых домов в д. Шарна, д. Починок-Чечулин, д. Починок-Черепанов, п. Соколиный Любимского района Ярославской области </w:t>
            </w:r>
          </w:p>
          <w:p w:rsidR="00CF063C" w:rsidRPr="00CF063C" w:rsidRDefault="00CF063C" w:rsidP="00CF063C">
            <w:pPr>
              <w:spacing w:line="256" w:lineRule="auto"/>
              <w:ind w:firstLine="0"/>
              <w:jc w:val="left"/>
              <w:rPr>
                <w:szCs w:val="28"/>
                <w:lang w:eastAsia="en-US"/>
              </w:rPr>
            </w:pPr>
            <w:r w:rsidRPr="00CF063C">
              <w:rPr>
                <w:szCs w:val="28"/>
                <w:lang w:eastAsia="en-US"/>
              </w:rPr>
              <w:t>(3 этап д. Починок-Черепанов)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Починок-Черепанов</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76:06:051101:99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муниципальный район, городское поселение </w:t>
            </w:r>
            <w:proofErr w:type="gramStart"/>
            <w:r w:rsidRPr="00CF063C">
              <w:rPr>
                <w:szCs w:val="28"/>
                <w:lang w:eastAsia="en-US"/>
              </w:rPr>
              <w:t>Любим</w:t>
            </w:r>
            <w:proofErr w:type="gramEnd"/>
            <w:r w:rsidRPr="00CF063C">
              <w:rPr>
                <w:szCs w:val="28"/>
                <w:lang w:eastAsia="en-US"/>
              </w:rPr>
              <w:t xml:space="preserve">, </w:t>
            </w:r>
          </w:p>
          <w:p w:rsidR="00CF063C" w:rsidRPr="00CF063C" w:rsidRDefault="00CF063C" w:rsidP="00CF063C">
            <w:pPr>
              <w:spacing w:line="256" w:lineRule="auto"/>
              <w:ind w:firstLine="0"/>
              <w:jc w:val="left"/>
              <w:rPr>
                <w:szCs w:val="28"/>
                <w:lang w:eastAsia="en-US"/>
              </w:rPr>
            </w:pPr>
            <w:r w:rsidRPr="00CF063C">
              <w:rPr>
                <w:szCs w:val="28"/>
                <w:lang w:eastAsia="en-US"/>
              </w:rPr>
              <w:t>г. Любим, ул. Московская д. 39, 41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76:06:000000:1876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 расположенный по адресу: Ярославская область, Любимский район, г. Любим, ул. Красноармейская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Любим, ул. Красноармейская, высокого давления низкого давления, ШРП-АТП</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76:06:000000:1859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Отрадный, высокого давления к котельной РТП</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76:06:000000:1890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для газоснабжения жилых домов в </w:t>
            </w:r>
            <w:r w:rsidRPr="00CF063C">
              <w:rPr>
                <w:szCs w:val="28"/>
                <w:lang w:eastAsia="en-US"/>
              </w:rPr>
              <w:lastRenderedPageBreak/>
              <w:t>д. Шарна, д. Починок-Чечулин</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Шарна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76:06:000000:1883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Распределительный газопровод низкого давления (Сети газовые)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Ермаково, ул. Полевая, ул. Заречная. ул. Солнечная, ул. Победы, </w:t>
            </w:r>
          </w:p>
          <w:p w:rsidR="00CF063C" w:rsidRPr="00CF063C" w:rsidRDefault="00CF063C" w:rsidP="00CF063C">
            <w:pPr>
              <w:spacing w:line="256" w:lineRule="auto"/>
              <w:ind w:firstLine="0"/>
              <w:jc w:val="left"/>
              <w:rPr>
                <w:szCs w:val="28"/>
                <w:lang w:eastAsia="en-US"/>
              </w:rPr>
            </w:pPr>
            <w:r w:rsidRPr="00CF063C">
              <w:rPr>
                <w:szCs w:val="28"/>
                <w:lang w:eastAsia="en-US"/>
              </w:rPr>
              <w:t>ул. Школьная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76:06:030501:1254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низкого давления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Ермаково, ул. Победы, ул. Заречная, переулок Заречный, ул. Школьная,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Центральная, </w:t>
            </w:r>
          </w:p>
          <w:p w:rsidR="00CF063C" w:rsidRPr="00CF063C" w:rsidRDefault="00CF063C" w:rsidP="00CF063C">
            <w:pPr>
              <w:spacing w:line="256" w:lineRule="auto"/>
              <w:ind w:firstLine="0"/>
              <w:jc w:val="left"/>
              <w:rPr>
                <w:szCs w:val="28"/>
                <w:lang w:eastAsia="en-US"/>
              </w:rPr>
            </w:pPr>
            <w:r w:rsidRPr="00CF063C">
              <w:rPr>
                <w:szCs w:val="28"/>
                <w:lang w:eastAsia="en-US"/>
              </w:rPr>
              <w:t>ул. Луговая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76:06:000000:1889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Распределительный газопровод жилых домов (Сети газовые), расположенного по адресу: Ярославская область, Любимский район, д. Настасьино – д. Тимино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Настасьино – д. Тимино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76:06:000000:1879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высокое давление/низкое давление (врезка) </w:t>
            </w:r>
          </w:p>
          <w:p w:rsidR="00CF063C" w:rsidRPr="00CF063C" w:rsidRDefault="00CF063C" w:rsidP="00CF063C">
            <w:pPr>
              <w:spacing w:line="256" w:lineRule="auto"/>
              <w:ind w:firstLine="0"/>
              <w:jc w:val="left"/>
              <w:rPr>
                <w:szCs w:val="28"/>
                <w:lang w:eastAsia="en-US"/>
              </w:rPr>
            </w:pPr>
            <w:r w:rsidRPr="00CF063C">
              <w:rPr>
                <w:szCs w:val="28"/>
                <w:lang w:eastAsia="en-US"/>
              </w:rPr>
              <w:t>(Сети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АГРС – п. Отрадный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76:06:000000:1868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для газоснабжения жилых домов (Сети газовые)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Любимский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городское поселение Любим, д. Шарна, д. Починок-Чечулин, д. Починок-Черепанов, п. Соколиный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76:06:000000:1878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Ростовский район, рабочий поселок Семибратово, ул. Пушкина,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76:13:010701:831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Проектная, д. №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76:20:050406:20</w:t>
            </w:r>
          </w:p>
        </w:tc>
      </w:tr>
      <w:tr w:rsidR="00CF063C" w:rsidRPr="00CF063C" w:rsidTr="00CF063C">
        <w:trPr>
          <w:trHeight w:val="18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Трасса подземного газопровода низкого давления для газоснабжения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Рыбинск, ул. Февральская, д. 5, 7 (с точкой подключения к действующему газопроводу низкого давления у д. № 22 по ул. Рабкоровской)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76:20:000000:2654</w:t>
            </w:r>
          </w:p>
        </w:tc>
      </w:tr>
      <w:tr w:rsidR="00CF063C" w:rsidRPr="00CF063C" w:rsidTr="00CF063C">
        <w:trPr>
          <w:trHeight w:val="557"/>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Трасса газопровода среднего давления до котельной водоочистных сооружений на подземном водозаборе</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Шекснинское шоссе, д. 31 (с точкой подключения к действующему газопроводу среднего давления, проходящему по </w:t>
            </w:r>
          </w:p>
          <w:p w:rsidR="00CF063C" w:rsidRPr="00CF063C" w:rsidRDefault="00CF063C" w:rsidP="00CF063C">
            <w:pPr>
              <w:spacing w:line="256" w:lineRule="auto"/>
              <w:ind w:firstLine="0"/>
              <w:jc w:val="left"/>
              <w:rPr>
                <w:szCs w:val="28"/>
                <w:lang w:eastAsia="en-US"/>
              </w:rPr>
            </w:pPr>
            <w:r w:rsidRPr="00CF063C">
              <w:rPr>
                <w:szCs w:val="28"/>
                <w:lang w:eastAsia="en-US"/>
              </w:rPr>
              <w:t>ул. Рокоссовского)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76:20:000000:2674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Газоснабжение жилого дома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152905, Российская Федерация, Ярославская область, городской округ город Рыбинск, г. Рыбинск, ул. Приборостроителей, д. 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76:20:070603:1849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Трасса газопровода низкого давления к жилым домам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Большая Вольская, д. 3, 9, 9а,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76:20:000000:2657</w:t>
            </w:r>
          </w:p>
        </w:tc>
      </w:tr>
      <w:tr w:rsidR="00CF063C" w:rsidRPr="00CF063C" w:rsidTr="00CF063C">
        <w:trPr>
          <w:trHeight w:val="24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Подземный газопровод низкого давления для газификации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Верещагина, ул. Балабановская, ул. Лобачевского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(с точкой подключения к действующему газопроводу между д. 7 и 9 по </w:t>
            </w:r>
          </w:p>
          <w:p w:rsidR="00CF063C" w:rsidRPr="00CF063C" w:rsidRDefault="00CF063C" w:rsidP="00CF063C">
            <w:pPr>
              <w:spacing w:line="256" w:lineRule="auto"/>
              <w:ind w:firstLine="0"/>
              <w:jc w:val="left"/>
              <w:rPr>
                <w:szCs w:val="28"/>
                <w:lang w:eastAsia="en-US"/>
              </w:rPr>
            </w:pPr>
            <w:r w:rsidRPr="00CF063C">
              <w:rPr>
                <w:szCs w:val="28"/>
                <w:lang w:eastAsia="en-US"/>
              </w:rPr>
              <w:t>ул. Левитана)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76:20:000000:2662</w:t>
            </w:r>
          </w:p>
        </w:tc>
      </w:tr>
      <w:tr w:rsidR="00CF063C" w:rsidRPr="00CF063C" w:rsidTr="00CF063C">
        <w:trPr>
          <w:trHeight w:val="21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1455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Газификация частных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Батова, ул. Павлика Морозова (точка подключения газопровода низкого давления – существующий газопровод низкого давления, проложенный по ул. Макаровской)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76:20:000000:2659</w:t>
            </w:r>
          </w:p>
        </w:tc>
      </w:tr>
      <w:tr w:rsidR="00CF063C" w:rsidRPr="00CF063C" w:rsidTr="00CF063C">
        <w:trPr>
          <w:trHeight w:val="18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Трасса газопровода низкого давления к жилым домам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Юбилейная, д. 2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(участок 1) и проспект </w:t>
            </w:r>
            <w:r w:rsidRPr="00CF063C">
              <w:rPr>
                <w:szCs w:val="28"/>
                <w:lang w:eastAsia="en-US"/>
              </w:rPr>
              <w:br/>
              <w:t xml:space="preserve">Генерала Батова, д. 52 </w:t>
            </w:r>
          </w:p>
          <w:p w:rsidR="00CF063C" w:rsidRPr="00CF063C" w:rsidRDefault="00CF063C" w:rsidP="00CF063C">
            <w:pPr>
              <w:spacing w:line="256" w:lineRule="auto"/>
              <w:ind w:firstLine="0"/>
              <w:jc w:val="left"/>
              <w:rPr>
                <w:szCs w:val="28"/>
                <w:lang w:eastAsia="en-US"/>
              </w:rPr>
            </w:pPr>
            <w:r w:rsidRPr="00CF063C">
              <w:rPr>
                <w:szCs w:val="28"/>
                <w:lang w:eastAsia="en-US"/>
              </w:rPr>
              <w:t>(участок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76:20:100513:244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газопровод-ввод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152916, Российская Федерация, Ярославская область, городской округ город Рыбинск, г. Рыбинск, ул. Больничная,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76:20:050431:404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газопровод-ввод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Больничная, д. 11, </w:t>
            </w:r>
          </w:p>
          <w:p w:rsidR="00CF063C" w:rsidRPr="00CF063C" w:rsidRDefault="00CF063C" w:rsidP="00CF063C">
            <w:pPr>
              <w:spacing w:line="256" w:lineRule="auto"/>
              <w:ind w:firstLine="0"/>
              <w:jc w:val="left"/>
              <w:rPr>
                <w:szCs w:val="28"/>
                <w:lang w:eastAsia="en-US"/>
              </w:rPr>
            </w:pPr>
            <w:r w:rsidRPr="00CF063C">
              <w:rPr>
                <w:szCs w:val="28"/>
                <w:lang w:eastAsia="en-US"/>
              </w:rPr>
              <w:t>ул. Братская,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76:20:050431:405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Газоснабжение трехэтажного жилого дома. Подземный газопровод</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Щепкина,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76:20:100215:799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Наружное газоснабжение (газопровод низкого давления) 16-ти квартирного жилого дома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Ясельная,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76:20:050408:217</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1461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Подземный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152919, Российская Федерация, Ярославская область, городской округ город Рыбинск, г. Рыбинск,  проспект Генерала Батова, д. 48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76:20:100513:245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Трасса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газопровода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в районе </w:t>
            </w:r>
          </w:p>
          <w:p w:rsidR="00CF063C" w:rsidRPr="00CF063C" w:rsidRDefault="00CF063C" w:rsidP="00CF063C">
            <w:pPr>
              <w:spacing w:line="256" w:lineRule="auto"/>
              <w:ind w:firstLine="0"/>
              <w:jc w:val="left"/>
              <w:rPr>
                <w:szCs w:val="28"/>
                <w:lang w:eastAsia="en-US"/>
              </w:rPr>
            </w:pPr>
            <w:r w:rsidRPr="00CF063C">
              <w:rPr>
                <w:szCs w:val="28"/>
                <w:lang w:eastAsia="en-US"/>
              </w:rPr>
              <w:t>ул. Колхозная, Комсомольская, Труда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76:20:000000:2671</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Наружный подземный газопровод среднего давления для газификации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Большая Вонговская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76:20:000000:2661</w:t>
            </w:r>
          </w:p>
        </w:tc>
      </w:tr>
      <w:tr w:rsidR="00CF063C" w:rsidRPr="00CF063C" w:rsidTr="00CF063C">
        <w:trPr>
          <w:trHeight w:val="18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Газоснабжение в составе: одноэтажного кирпичного здания газорегуляторного пункта (ГРП) на</w:t>
            </w:r>
            <w:r w:rsidRPr="00CF063C">
              <w:rPr>
                <w:szCs w:val="28"/>
                <w:lang w:eastAsia="en-US"/>
              </w:rPr>
              <w:br/>
              <w:t>проектируемом газопроводе высокого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Шекснинская, участок 25а,</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Большая Вонговская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76:20:030613:215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Трасса наружного подземного газопровода низкого давления для газификации частных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Александровская, д. № 13 – 29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76:20:000000:2660</w:t>
            </w:r>
          </w:p>
        </w:tc>
      </w:tr>
      <w:tr w:rsidR="00CF063C" w:rsidRPr="00CF063C" w:rsidTr="00CF063C">
        <w:trPr>
          <w:trHeight w:val="141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Трасса наружного подземного газопровода низкого давления для газоснабжения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2я Элеваторная от точки врезки в существующий газопровод низкого давления по Буксирной улице до жилых домов № 11а – 29 по 2-й Элеваторной улице</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76:20:120217:266</w:t>
            </w:r>
          </w:p>
        </w:tc>
      </w:tr>
      <w:tr w:rsidR="00CF063C" w:rsidRPr="00CF063C" w:rsidTr="00CF063C">
        <w:trPr>
          <w:trHeight w:val="170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1467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Трасса наружного подземного газопровода низкого давления для газоснабжения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Ошурковская, от точки врезки в существующий газопровод низкого давления на </w:t>
            </w:r>
            <w:r w:rsidRPr="00CF063C">
              <w:rPr>
                <w:szCs w:val="28"/>
                <w:lang w:eastAsia="en-US"/>
              </w:rPr>
              <w:br/>
              <w:t xml:space="preserve">ул. Кимовской, через </w:t>
            </w:r>
            <w:r w:rsidRPr="00CF063C">
              <w:rPr>
                <w:szCs w:val="28"/>
                <w:lang w:eastAsia="en-US"/>
              </w:rPr>
              <w:br/>
              <w:t>ул. Сысоевскую, к жилым домам на ул. Ошурковской от д. № 30 до д. № 70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76:20:000000:2668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д. № 18 по </w:t>
            </w:r>
            <w:r w:rsidRPr="00CF063C">
              <w:rPr>
                <w:szCs w:val="28"/>
                <w:lang w:eastAsia="en-US"/>
              </w:rPr>
              <w:br/>
              <w:t xml:space="preserve">ул. Инженерной до д. № 9 по </w:t>
            </w:r>
            <w:r w:rsidRPr="00CF063C">
              <w:rPr>
                <w:szCs w:val="28"/>
                <w:lang w:eastAsia="en-US"/>
              </w:rPr>
              <w:br/>
              <w:t>ул. Алябьева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76:20:050413:326</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ул. Инженерной д. 34 к д. 1, 3 по ул. Архитектурная и д. 27, 29 по ул. Алябьева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76:20:050417:234</w:t>
            </w:r>
          </w:p>
        </w:tc>
      </w:tr>
      <w:tr w:rsidR="00CF063C" w:rsidRPr="00CF063C" w:rsidTr="00CF063C">
        <w:trPr>
          <w:trHeight w:val="157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д. 48 по ул. Инженерная к д. 50 по ул. Инженерная, к д. 12, 14, 16 по ул. Веденеева и к д. 41, 43 по ул. Алябьева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от д. 48 по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 к д. 50 по ул. Инженерная, к д. 12, 14, 16 по ул. Веденеева и к д. 41, 43 по ул. Алябьева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76:20:050418:750</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30 ул. Алябьева (1-ая очередь)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Алябьева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76:20:050431:406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по ул. Алябьева, д. 19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Алябьева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76:20:050415:236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низкого давления к д. 21 по ул. Алябьева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Алябьева, д. №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76:20:050416:7</w:t>
            </w:r>
          </w:p>
        </w:tc>
      </w:tr>
      <w:tr w:rsidR="00CF063C" w:rsidRPr="00CF063C" w:rsidTr="00CF063C">
        <w:trPr>
          <w:trHeight w:val="95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 по ул. Айвазовского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Айвазовского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76:20:050410:397</w:t>
            </w:r>
          </w:p>
        </w:tc>
      </w:tr>
      <w:tr w:rsidR="00CF063C" w:rsidRPr="00CF063C" w:rsidTr="00CF063C">
        <w:trPr>
          <w:trHeight w:val="126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ул. Больничная, д. 7, вынос газопровода низкого давления, ул. Больничная у д. 7 к д. 9 по ул. Больничная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Больничная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76:20:000000:2708</w:t>
            </w:r>
          </w:p>
        </w:tc>
      </w:tr>
      <w:tr w:rsidR="00CF063C" w:rsidRPr="00CF063C" w:rsidTr="00CF063C">
        <w:trPr>
          <w:trHeight w:val="1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ул. Инженерной к д. № 32, 44, 42, 46, 48, 50, 52, 54, 56, 58а, по ул. 50 лет Октября к д. № 4, по </w:t>
            </w:r>
            <w:r w:rsidRPr="00CF063C">
              <w:rPr>
                <w:szCs w:val="28"/>
                <w:lang w:eastAsia="en-US"/>
              </w:rPr>
              <w:br/>
              <w:t>ул. Ясельной к д. № 4, 6, 8 по ул. Веденеева, по ул. Гайдара д. 3, по ул. Инженерной д. 45а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76:20:000000:2698</w:t>
            </w:r>
          </w:p>
        </w:tc>
      </w:tr>
      <w:tr w:rsidR="00CF063C" w:rsidRPr="00CF063C" w:rsidTr="00CF063C">
        <w:trPr>
          <w:trHeight w:val="698"/>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3, д. 5 по </w:t>
            </w:r>
            <w:r w:rsidRPr="00CF063C">
              <w:rPr>
                <w:szCs w:val="28"/>
                <w:lang w:eastAsia="en-US"/>
              </w:rPr>
              <w:br/>
              <w:t>ул. Инженерная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76:20:050401:38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среднего давления по ул. Инженерной – Костычева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76:20:050413:327</w:t>
            </w:r>
          </w:p>
        </w:tc>
      </w:tr>
      <w:tr w:rsidR="00CF063C" w:rsidRPr="00CF063C" w:rsidTr="00CF063C">
        <w:trPr>
          <w:trHeight w:val="7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низкого давления к д. 1 по ул. Инженерная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76:20:050402:382</w:t>
            </w:r>
          </w:p>
        </w:tc>
      </w:tr>
      <w:tr w:rsidR="00CF063C" w:rsidRPr="00CF063C" w:rsidTr="00CF063C">
        <w:trPr>
          <w:trHeight w:val="978"/>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40 по проспекту 50 лет Октября; к д. 33, 33а, 31, 35, 37 по </w:t>
            </w:r>
            <w:r w:rsidRPr="00CF063C">
              <w:rPr>
                <w:szCs w:val="28"/>
                <w:lang w:eastAsia="en-US"/>
              </w:rPr>
              <w:br/>
              <w:t xml:space="preserve">ул. Инженерной; к д. 8 по </w:t>
            </w:r>
            <w:r w:rsidRPr="00CF063C">
              <w:rPr>
                <w:szCs w:val="28"/>
                <w:lang w:eastAsia="en-US"/>
              </w:rPr>
              <w:br/>
              <w:t>ул. Ясельная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76:20:050407:317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5а по</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Инженерной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 д. 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76:20:050401:80</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36 по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76:20:050417:233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25 по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76:20:000000:2696</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ул. Инженерной к д. 29а по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 к д. 34, 36, 38 по проспекту 50 лет Октября, к д. 3 по ул. Проектная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76:20:000000:2700</w:t>
            </w:r>
          </w:p>
        </w:tc>
      </w:tr>
      <w:tr w:rsidR="00CF063C" w:rsidRPr="00CF063C" w:rsidTr="00CF063C">
        <w:trPr>
          <w:trHeight w:val="112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вводы от ул. Инженерной д. 49 до ул. Гайдара д. 7 к д. 41, 43, 45, 47 ул. Инженерная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76:20:050409:331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lastRenderedPageBreak/>
              <w:t>1486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24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Инженерная, д. 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76:20:050401:66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11 ул. Инженерная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76:20:050403:331</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коттеджу д. 5 по ул. Набережная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76:20:050202:827</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д. 19 ул. Шлюзовая до д. 21, проспект 50 лет Октября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от д. 19 </w:t>
            </w:r>
          </w:p>
          <w:p w:rsidR="00CF063C" w:rsidRPr="00CF063C" w:rsidRDefault="00CF063C" w:rsidP="00CF063C">
            <w:pPr>
              <w:spacing w:line="256" w:lineRule="auto"/>
              <w:ind w:firstLine="0"/>
              <w:jc w:val="left"/>
              <w:rPr>
                <w:szCs w:val="28"/>
                <w:lang w:eastAsia="en-US"/>
              </w:rPr>
            </w:pPr>
            <w:r w:rsidRPr="00CF063C">
              <w:rPr>
                <w:szCs w:val="28"/>
                <w:lang w:eastAsia="en-US"/>
              </w:rPr>
              <w:t>ул. Шлюзовая до д. 21 по проспекту 50 лет Октября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76:20:050203:446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19 по проспекту 50 лет </w:t>
            </w:r>
          </w:p>
          <w:p w:rsidR="00CF063C" w:rsidRPr="00CF063C" w:rsidRDefault="00CF063C" w:rsidP="00CF063C">
            <w:pPr>
              <w:spacing w:line="256" w:lineRule="auto"/>
              <w:ind w:firstLine="0"/>
              <w:jc w:val="left"/>
              <w:rPr>
                <w:szCs w:val="28"/>
                <w:lang w:eastAsia="en-US"/>
              </w:rPr>
            </w:pPr>
            <w:r w:rsidRPr="00CF063C">
              <w:rPr>
                <w:szCs w:val="28"/>
                <w:lang w:eastAsia="en-US"/>
              </w:rPr>
              <w:t>Октября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проспект 50 лет Октября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76:20:050203:447</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ул. Костычева до д. 9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Смирнова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Плотинная, </w:t>
            </w:r>
          </w:p>
          <w:p w:rsidR="00CF063C" w:rsidRPr="00CF063C" w:rsidRDefault="00CF063C" w:rsidP="00CF063C">
            <w:pPr>
              <w:spacing w:line="256" w:lineRule="auto"/>
              <w:ind w:firstLine="0"/>
              <w:jc w:val="left"/>
              <w:rPr>
                <w:szCs w:val="28"/>
                <w:lang w:eastAsia="en-US"/>
              </w:rPr>
            </w:pPr>
            <w:r w:rsidRPr="00CF063C">
              <w:rPr>
                <w:szCs w:val="28"/>
                <w:lang w:eastAsia="en-US"/>
              </w:rPr>
              <w:t>д. 3) к д. 16, 18, 20 по проспекту 50 лет Октября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76:20:000000:2691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 ул. Цимлянская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Цимлянская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76:20:050203:449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lastRenderedPageBreak/>
              <w:t>низкого давления к д. 3 ул. Цимлянская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lastRenderedPageBreak/>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Цимлянская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76:20:050203:448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35 по </w:t>
            </w:r>
          </w:p>
          <w:p w:rsidR="00CF063C" w:rsidRPr="00CF063C" w:rsidRDefault="00CF063C" w:rsidP="00CF063C">
            <w:pPr>
              <w:spacing w:line="256" w:lineRule="auto"/>
              <w:ind w:firstLine="0"/>
              <w:jc w:val="left"/>
              <w:rPr>
                <w:szCs w:val="28"/>
                <w:lang w:eastAsia="en-US"/>
              </w:rPr>
            </w:pPr>
            <w:r w:rsidRPr="00CF063C">
              <w:rPr>
                <w:szCs w:val="28"/>
                <w:lang w:eastAsia="en-US"/>
              </w:rPr>
              <w:t>проспекту 50 лет Октября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 лет Октября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76:20:000000:2690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6 по </w:t>
            </w:r>
          </w:p>
          <w:p w:rsidR="00CF063C" w:rsidRPr="00CF063C" w:rsidRDefault="00CF063C" w:rsidP="00CF063C">
            <w:pPr>
              <w:spacing w:line="256" w:lineRule="auto"/>
              <w:ind w:firstLine="0"/>
              <w:jc w:val="left"/>
              <w:rPr>
                <w:szCs w:val="28"/>
                <w:lang w:eastAsia="en-US"/>
              </w:rPr>
            </w:pPr>
            <w:r w:rsidRPr="00CF063C">
              <w:rPr>
                <w:szCs w:val="28"/>
                <w:lang w:eastAsia="en-US"/>
              </w:rPr>
              <w:t>ул. Гэсовская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Гэсовская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76:20:050205:414</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4 по </w:t>
            </w:r>
          </w:p>
          <w:p w:rsidR="00CF063C" w:rsidRPr="00CF063C" w:rsidRDefault="00CF063C" w:rsidP="00CF063C">
            <w:pPr>
              <w:spacing w:line="256" w:lineRule="auto"/>
              <w:ind w:firstLine="0"/>
              <w:jc w:val="left"/>
              <w:rPr>
                <w:szCs w:val="28"/>
                <w:lang w:eastAsia="en-US"/>
              </w:rPr>
            </w:pPr>
            <w:r w:rsidRPr="00CF063C">
              <w:rPr>
                <w:szCs w:val="28"/>
                <w:lang w:eastAsia="en-US"/>
              </w:rPr>
              <w:t>ул. Гэсовская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Гэсовская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76:20:050205:416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25 по проспекту 50 лет </w:t>
            </w:r>
          </w:p>
          <w:p w:rsidR="00CF063C" w:rsidRPr="00CF063C" w:rsidRDefault="00CF063C" w:rsidP="00CF063C">
            <w:pPr>
              <w:spacing w:line="256" w:lineRule="auto"/>
              <w:ind w:firstLine="0"/>
              <w:jc w:val="left"/>
              <w:rPr>
                <w:szCs w:val="28"/>
                <w:lang w:eastAsia="en-US"/>
              </w:rPr>
            </w:pPr>
            <w:r w:rsidRPr="00CF063C">
              <w:rPr>
                <w:szCs w:val="28"/>
                <w:lang w:eastAsia="en-US"/>
              </w:rPr>
              <w:t>Октября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 лет Октября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76:20:050205:415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4 по ул. Больничная и к д. 31 по ул. Алябьева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76:20:050417:232</w:t>
            </w:r>
          </w:p>
        </w:tc>
      </w:tr>
      <w:tr w:rsidR="00CF063C" w:rsidRPr="00CF063C" w:rsidTr="00CF063C">
        <w:trPr>
          <w:trHeight w:val="189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1499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ул. Больничная, д. 1 (вводы к д. 1), к д. 15, 3 по ул. Больничная,</w:t>
            </w:r>
            <w:r w:rsidRPr="00CF063C">
              <w:rPr>
                <w:szCs w:val="28"/>
                <w:lang w:eastAsia="en-US"/>
              </w:rPr>
              <w:br/>
              <w:t xml:space="preserve">к д. 35, 37 по ул. Алябьева </w:t>
            </w:r>
            <w:r w:rsidRPr="00CF063C">
              <w:rPr>
                <w:szCs w:val="28"/>
                <w:lang w:eastAsia="en-US"/>
              </w:rPr>
              <w:br/>
              <w:t>(газопровод дворовый и вводы), ул. Инженерная, д. 48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76:20:050418:751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13 по ул. Инженерной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76:20:050404:424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ул. Шлюзовая к д. 4 по </w:t>
            </w:r>
          </w:p>
          <w:p w:rsidR="00CF063C" w:rsidRPr="00CF063C" w:rsidRDefault="00CF063C" w:rsidP="00CF063C">
            <w:pPr>
              <w:spacing w:line="256" w:lineRule="auto"/>
              <w:ind w:firstLine="0"/>
              <w:jc w:val="left"/>
              <w:rPr>
                <w:szCs w:val="28"/>
                <w:lang w:eastAsia="en-US"/>
              </w:rPr>
            </w:pPr>
            <w:r w:rsidRPr="00CF063C">
              <w:rPr>
                <w:szCs w:val="28"/>
                <w:lang w:eastAsia="en-US"/>
              </w:rPr>
              <w:t>ул. Гэсовская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76:20:000000:2701</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ул. Инженерной к д. 8а по ул. Костычева, ввод к д. 16 по ул. Инженерной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76:20:050412:239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30 по проспекту 50 лет Октября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проспект </w:t>
            </w:r>
          </w:p>
          <w:p w:rsidR="00CF063C" w:rsidRPr="00CF063C" w:rsidRDefault="00CF063C" w:rsidP="00CF063C">
            <w:pPr>
              <w:spacing w:line="256" w:lineRule="auto"/>
              <w:ind w:firstLine="0"/>
              <w:jc w:val="left"/>
              <w:rPr>
                <w:szCs w:val="28"/>
                <w:lang w:eastAsia="en-US"/>
              </w:rPr>
            </w:pPr>
            <w:r w:rsidRPr="00CF063C">
              <w:rPr>
                <w:szCs w:val="28"/>
                <w:lang w:eastAsia="en-US"/>
              </w:rPr>
              <w:t>50 лет Октября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76:20:050406:301</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и среднего давления к ГРП № 4 высокого давления, ул. 1-я Мягкая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1-я Мягкая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76:20:060101:286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ГРП № 4 высокого давления, ул. 1-я Мягкая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1-я Мягкая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76:20:060101:287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д. 42 по ул. Инженерной к д. 2 по ул. Больничной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76:20:000000:2703</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от ул. Инженерная до ул. Алябьева, д. 6 и ввода к домам: ул. Строительная, д. 6а, 9; ул. Алябьева, д. 3, 5, 6; ул. Инженерная, д. 12, 14</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76:20:000000:2702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 6а, 8а по ул. Алябьева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Алябьева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76:20:050422:1173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17 по ул. Алябьева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Алябьева, к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76:20:000000:2693</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3 по </w:t>
            </w:r>
          </w:p>
          <w:p w:rsidR="00CF063C" w:rsidRPr="00CF063C" w:rsidRDefault="00CF063C" w:rsidP="00CF063C">
            <w:pPr>
              <w:spacing w:line="256" w:lineRule="auto"/>
              <w:ind w:firstLine="0"/>
              <w:jc w:val="left"/>
              <w:rPr>
                <w:szCs w:val="28"/>
                <w:lang w:eastAsia="en-US"/>
              </w:rPr>
            </w:pPr>
            <w:r w:rsidRPr="00CF063C">
              <w:rPr>
                <w:szCs w:val="28"/>
                <w:lang w:eastAsia="en-US"/>
              </w:rPr>
              <w:t>ул. Смирнова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Смирнова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76:20:050205:417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д. 3 к д. 4 по ул. Инженерной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Инженерная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76:20:000000:2697</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низкого давления, ул. Планировочная, ул. Папанина, ШРП № 37,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 ул. Планировочная – Папанина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76:20:040116:230</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21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Шевченко,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 ул. Шевченко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76:20:040501:891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19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Шевченко,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 ул. Шевченко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76:20:040501:889</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11, 12, 16 по ул. Володарского (от ул. Тракторной),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Володарского </w:t>
            </w:r>
          </w:p>
          <w:p w:rsidR="00CF063C" w:rsidRPr="00CF063C" w:rsidRDefault="00CF063C" w:rsidP="00CF063C">
            <w:pPr>
              <w:spacing w:line="256" w:lineRule="auto"/>
              <w:ind w:firstLine="0"/>
              <w:jc w:val="left"/>
              <w:rPr>
                <w:szCs w:val="28"/>
                <w:lang w:eastAsia="en-US"/>
              </w:rPr>
            </w:pPr>
            <w:r w:rsidRPr="00CF063C">
              <w:rPr>
                <w:szCs w:val="28"/>
                <w:lang w:eastAsia="en-US"/>
              </w:rPr>
              <w:t>(от ул. Тракторной)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76:20:000000:2748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1-я Выборгская, д. 52,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1-я Выборгская, д. 52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76:20:010101:466</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1-я Выборгская, д. 51,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1-я Выборгская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76:20:100516:596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Полиграфская, д. 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Полиграфская,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76:20:100505:436</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Волочаевская, д. 44,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Волочаевская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76:20:100516:588</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21 по ул. Нансена и вводы,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Российская Федерация, Ярославская область,</w:t>
            </w:r>
          </w:p>
          <w:p w:rsidR="00CF063C" w:rsidRPr="00CF063C" w:rsidRDefault="00CF063C" w:rsidP="00CF063C">
            <w:pPr>
              <w:spacing w:line="256" w:lineRule="auto"/>
              <w:ind w:firstLine="0"/>
              <w:jc w:val="left"/>
              <w:rPr>
                <w:szCs w:val="28"/>
                <w:lang w:eastAsia="en-US"/>
              </w:rPr>
            </w:pPr>
            <w:r w:rsidRPr="00CF063C">
              <w:rPr>
                <w:szCs w:val="28"/>
                <w:lang w:eastAsia="en-US"/>
              </w:rPr>
              <w:t xml:space="preserve"> 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Нансена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76:20:100511:1975</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по ул. Щепкина к д. 33, 35, 37, 39, 47, 9 и Хвойный переулок, д. 8, </w:t>
            </w:r>
            <w:r w:rsidRPr="00CF063C">
              <w:rPr>
                <w:szCs w:val="28"/>
                <w:lang w:eastAsia="en-US"/>
              </w:rPr>
              <w:b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76:20:000000:2763</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49 по ул. 1-я Выборгская,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1-я Выборгская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76:20:100516:590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Орджоникидзе, д. 29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76:20:000000:2788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и низкого давления, ул. Орджоникидзе, д. 29 (у ГРП № 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76:20:110113:1051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Орджоникидзе, д. 29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76:20:110108:281</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Куйбышева, д. 38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газопровод 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ул. Куйбышева, д. 38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76:20:110122:641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Бори Новикова, д. 26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76:20:110117:217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Ухтомского, д. 20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76:20:000000:2783</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Блюхера, д. 8, ул. Полевая, д. 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Блюхера, д. 8, ул. Полевая,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76:20:000000:2785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Луговая, д. 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Луговая, д. 6 (ранее д. 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76:20:110113:1053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Луговая, д. 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76:20:110113:1052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Расплетина, д. 53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76:20:110126:395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Расплетина (ранее ул. Богдановская), д. 20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76:20:110116:767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Расплетина, д. 9 (ранее ул. Богдановская)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Расплетина,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76:20:110105:21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Полевая, д. 1 (ранее ул. Куйбышева)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76:20:110126:396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Полевая, д. 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Полевая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76:20:110126:400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Бори Новикова, д. 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76:20:000000:2789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Бори Новикова, д. 14 (ранее д. 12)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76:20:110116:768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Бори Новикова, д. 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76:20:110115:1116</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Бори Новикова, д. 12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Бори Новикова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76:20:110116:769</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Полевая, д. 5а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Полевая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76:20:110126:401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Вынос газопровода в районе д. 1 по ул. Полевой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Полевая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76:20:110126:399</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Ухтомского, д. 47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Ухтомского, д. 47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76:20:110119:492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по ул. Расплетина к д. 60, 62 </w:t>
            </w:r>
          </w:p>
          <w:p w:rsidR="00CF063C" w:rsidRPr="00CF063C" w:rsidRDefault="00CF063C" w:rsidP="00CF063C">
            <w:pPr>
              <w:spacing w:line="256" w:lineRule="auto"/>
              <w:ind w:firstLine="0"/>
              <w:jc w:val="left"/>
              <w:rPr>
                <w:szCs w:val="28"/>
                <w:lang w:eastAsia="en-US"/>
              </w:rPr>
            </w:pPr>
            <w:r w:rsidRPr="00CF063C">
              <w:rPr>
                <w:szCs w:val="28"/>
                <w:lang w:eastAsia="en-US"/>
              </w:rPr>
              <w:t>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55б по </w:t>
            </w:r>
          </w:p>
          <w:p w:rsidR="00CF063C" w:rsidRPr="00CF063C" w:rsidRDefault="00CF063C" w:rsidP="00CF063C">
            <w:pPr>
              <w:spacing w:line="256" w:lineRule="auto"/>
              <w:ind w:firstLine="0"/>
              <w:jc w:val="left"/>
              <w:rPr>
                <w:szCs w:val="28"/>
                <w:lang w:eastAsia="en-US"/>
              </w:rPr>
            </w:pPr>
            <w:r w:rsidRPr="00CF063C">
              <w:rPr>
                <w:szCs w:val="28"/>
                <w:lang w:eastAsia="en-US"/>
              </w:rPr>
              <w:t>ул. Куйбышева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Куйбышева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76:20:110127:354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31 по ул. Захарова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Захарова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76:20:110106:372</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25 по </w:t>
            </w:r>
          </w:p>
          <w:p w:rsidR="00CF063C" w:rsidRPr="00CF063C" w:rsidRDefault="00CF063C" w:rsidP="00CF063C">
            <w:pPr>
              <w:spacing w:line="256" w:lineRule="auto"/>
              <w:ind w:firstLine="0"/>
              <w:jc w:val="left"/>
              <w:rPr>
                <w:szCs w:val="28"/>
                <w:lang w:eastAsia="en-US"/>
              </w:rPr>
            </w:pPr>
            <w:r w:rsidRPr="00CF063C">
              <w:rPr>
                <w:szCs w:val="28"/>
                <w:lang w:eastAsia="en-US"/>
              </w:rPr>
              <w:t>ул. Бори Новикова и к д. 8 по ул. Моховой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Бори Новикова, </w:t>
            </w:r>
          </w:p>
          <w:p w:rsidR="00CF063C" w:rsidRPr="00CF063C" w:rsidRDefault="00CF063C" w:rsidP="00CF063C">
            <w:pPr>
              <w:spacing w:line="256" w:lineRule="auto"/>
              <w:ind w:firstLine="0"/>
              <w:jc w:val="left"/>
              <w:rPr>
                <w:szCs w:val="28"/>
                <w:lang w:eastAsia="en-US"/>
              </w:rPr>
            </w:pPr>
            <w:r w:rsidRPr="00CF063C">
              <w:rPr>
                <w:szCs w:val="28"/>
                <w:lang w:eastAsia="en-US"/>
              </w:rPr>
              <w:t>ул. Моховая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76:20:000000:2807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25 по ул. Ухтомского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66 по ул. Моховой</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76:20:110122:643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84, 86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Максима Горького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76:20:100507:1608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88, 90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 xml:space="preserve">Рыбинский район, </w:t>
            </w:r>
            <w:r w:rsidRPr="00CF063C">
              <w:rPr>
                <w:szCs w:val="28"/>
                <w:lang w:eastAsia="en-US"/>
              </w:rPr>
              <w:b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76:20:100507:1606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от д. 82 до д. 84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Рыбинский район, </w:t>
            </w:r>
            <w:r w:rsidRPr="00CF063C">
              <w:rPr>
                <w:szCs w:val="28"/>
                <w:lang w:eastAsia="en-US"/>
              </w:rPr>
              <w:b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76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 xml:space="preserve">Рыбинский район, </w:t>
            </w:r>
            <w:r w:rsidRPr="00CF063C">
              <w:rPr>
                <w:szCs w:val="28"/>
                <w:lang w:eastAsia="en-US"/>
              </w:rPr>
              <w:b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76:20:110201:534</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и среднего давления к д. 80 и 80а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 xml:space="preserve">Рыбинский район, </w:t>
            </w:r>
            <w:r w:rsidRPr="00CF063C">
              <w:rPr>
                <w:szCs w:val="28"/>
                <w:lang w:eastAsia="en-US"/>
              </w:rPr>
              <w:br/>
              <w:t xml:space="preserve">г. Рыбинск, </w:t>
            </w:r>
            <w:r w:rsidRPr="00CF063C">
              <w:rPr>
                <w:szCs w:val="28"/>
                <w:lang w:eastAsia="en-US"/>
              </w:rPr>
              <w:br/>
              <w:t>ул. Максима Горького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76:20:110201:541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68, 64, 66 по ул. Максима Горького и до д. 57 по ул. Куйбышева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 xml:space="preserve">Рыбинский район, </w:t>
            </w:r>
            <w:r w:rsidRPr="00CF063C">
              <w:rPr>
                <w:szCs w:val="28"/>
                <w:lang w:eastAsia="en-US"/>
              </w:rPr>
              <w:b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76:20:110201:540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и ср/д по ул. Куйбышева к военному городку</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 xml:space="preserve">Рыбинский район, </w:t>
            </w:r>
            <w:r w:rsidRPr="00CF063C">
              <w:rPr>
                <w:szCs w:val="28"/>
                <w:lang w:eastAsia="en-US"/>
              </w:rPr>
              <w:br/>
              <w:t xml:space="preserve">г. Рыбинск, </w:t>
            </w:r>
            <w:r w:rsidRPr="00CF063C">
              <w:rPr>
                <w:szCs w:val="28"/>
                <w:lang w:eastAsia="en-US"/>
              </w:rPr>
              <w:br/>
              <w:t>ул. Куйбышева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76:20:110201:539</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29 по проспекту Генерала Батова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76:20:100507:1607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8 по ул. Ухтомского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Ухтомского, к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76:20:000000:2873</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70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к д. 70 по ул. Максима Горького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76:20:110201:535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59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76:20:110201:538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Перекладка газопровода низкого давления у д. 84 и 86, у д. 80 и 82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76:20:000000:2805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 по ул. Максима Горького до д. 57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Максима Горького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76:20:110201:536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пристроенной котельной д. 71 по ул. Максима Горького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Максима Горького, д. 71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76:20:000000:2833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 и низкого давления, ул. Элеватор, д. 3, ШРП № 29, ул. Элеватор</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Элеватор,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76:20:120101:1060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Максима Горького, д. 3а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76:20:110115:1118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3 по ул. Максима Горького </w:t>
            </w:r>
          </w:p>
          <w:p w:rsidR="00CF063C" w:rsidRPr="00CF063C" w:rsidRDefault="00CF063C" w:rsidP="00CF063C">
            <w:pPr>
              <w:spacing w:line="256" w:lineRule="auto"/>
              <w:ind w:firstLine="0"/>
              <w:jc w:val="left"/>
              <w:rPr>
                <w:szCs w:val="28"/>
                <w:lang w:eastAsia="en-US"/>
              </w:rPr>
            </w:pPr>
            <w:r w:rsidRPr="00CF063C">
              <w:rPr>
                <w:szCs w:val="28"/>
                <w:lang w:eastAsia="en-US"/>
              </w:rPr>
              <w:t>(1 и 2 секция)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76:20:110115:1117</w:t>
            </w:r>
          </w:p>
        </w:tc>
      </w:tr>
      <w:tr w:rsidR="00CF063C" w:rsidRPr="00CF063C" w:rsidTr="00CF063C">
        <w:trPr>
          <w:trHeight w:val="112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по ул. Ухтомского и ул. Расплетина, </w:t>
            </w:r>
          </w:p>
          <w:p w:rsidR="00CF063C" w:rsidRPr="00CF063C" w:rsidRDefault="00CF063C" w:rsidP="00CF063C">
            <w:pPr>
              <w:spacing w:line="256" w:lineRule="auto"/>
              <w:ind w:firstLine="0"/>
              <w:jc w:val="left"/>
              <w:rPr>
                <w:szCs w:val="28"/>
                <w:lang w:eastAsia="en-US"/>
              </w:rPr>
            </w:pPr>
            <w:r w:rsidRPr="00CF063C">
              <w:rPr>
                <w:szCs w:val="28"/>
                <w:lang w:eastAsia="en-US"/>
              </w:rPr>
              <w:t>от ГРП-11 до д. 13 ул. Ухтомского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8 по ул. Бори Новикова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Бори Новикова,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76:20:000000:2802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48 по ул. Захарова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Захарова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76:20:110113:1054</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33 по ул. Бори Новикова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152900, Ярославская область,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Бори Новикова, д.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76:20:000000:2821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33 по ул. Захарова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76:20:000000:2814</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и среднего давления по ул. Моховой и ул. Захарова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76:20:000000:2834</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16 по ул. Вихарева (бывшая ул. Гостиная)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76:20:110102:737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Пароходная, д. 36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76:20:120102:432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50 лет ВЛКСМ, д. 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76:20:070202:4105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Бабушкина, д. 17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Бабушкина,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50 лет ВЛКСМ, д. 42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42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76:20:070202:4106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ул. 50 лет ВЛКСМ, д. 54 </w:t>
            </w:r>
          </w:p>
          <w:p w:rsidR="00CF063C" w:rsidRPr="00CF063C" w:rsidRDefault="00CF063C" w:rsidP="00CF063C">
            <w:pPr>
              <w:spacing w:line="256" w:lineRule="auto"/>
              <w:ind w:firstLine="0"/>
              <w:jc w:val="left"/>
              <w:rPr>
                <w:szCs w:val="28"/>
                <w:lang w:eastAsia="en-US"/>
              </w:rPr>
            </w:pPr>
            <w:r w:rsidRPr="00CF063C">
              <w:rPr>
                <w:szCs w:val="28"/>
                <w:lang w:eastAsia="en-US"/>
              </w:rPr>
              <w:t>(II пол)</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54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76:20:070202:4108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 по проспекту Серова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Серова,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76:20:070201:378</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Закольцовка газопровода низкого давления от д. 5 по проспекту Серова до ул. Бабушкина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76:20:070201:376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30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76:20:070202:4103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17 по проспекту Серова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Серова,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76:20:070201:375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12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76:20:070201:374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1б по проспекту Серова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проспект Серова, д. 1б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76:20:070201:377</w:t>
            </w:r>
          </w:p>
        </w:tc>
      </w:tr>
      <w:tr w:rsidR="00CF063C" w:rsidRPr="00CF063C" w:rsidTr="00CF063C">
        <w:trPr>
          <w:trHeight w:val="837"/>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24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28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76:20:070202:4102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5 по ул. Бабушкина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Бабушкина,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34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34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18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152925, Ярославская область, Рыбинский район, г. Рыбинск, ул. 50 лет ВЛКСМ, д. 18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76:20:070202:4109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28а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28а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Вынос газопровода низкого давления у д. 26а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26а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76:20:070202:4107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7 по ул. Бабушкина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152920, Ярославская область, Рыбинский район,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Бабушкина,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9 по ул. Бабушкина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Бабушкина,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76:20:000000:2801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20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26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76:20:070202:4100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16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50 лет ВЛКСМ,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8 по ул. 50 лет ВЛКСМ</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50 лет ВЛКСМ,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76:20:070202:4096</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1599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56 по проспекту Революции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Российская Федерация, Ярославская область,</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проспект Революции, к д. 56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76:20:000000:2787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проспект Мира, д. 11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Мира,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76:20:070502:87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29, 17 по проспекту Мира (ул. Гражданская – проспект Мира д. 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Мира, д. 29,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76:20:070502:5892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2 по ул. Расторгуева (ул. Расторгуева д. 11)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Расторгуева,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76:20:070502:5891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52 по проспекту Революции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Революции, д.</w:t>
            </w:r>
            <w:r w:rsidRPr="00CF063C">
              <w:rPr>
                <w:lang w:eastAsia="en-US"/>
              </w:rPr>
              <w:t> </w:t>
            </w:r>
            <w:r w:rsidRPr="00CF063C">
              <w:rPr>
                <w:szCs w:val="28"/>
                <w:lang w:eastAsia="en-US"/>
              </w:rPr>
              <w:t>52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76:20:070503:304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Газовые ввода к д. 52 по проспекту Революции (мкр. Веретье-2 № 46 ЖСК «Север»)</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проспект Революции, </w:t>
            </w:r>
          </w:p>
          <w:p w:rsidR="00CF063C" w:rsidRPr="00CF063C" w:rsidRDefault="00CF063C" w:rsidP="00CF063C">
            <w:pPr>
              <w:spacing w:line="256" w:lineRule="auto"/>
              <w:ind w:firstLine="0"/>
              <w:jc w:val="left"/>
              <w:rPr>
                <w:szCs w:val="28"/>
                <w:lang w:eastAsia="en-US"/>
              </w:rPr>
            </w:pPr>
            <w:r w:rsidRPr="00CF063C">
              <w:rPr>
                <w:szCs w:val="28"/>
                <w:lang w:eastAsia="en-US"/>
              </w:rPr>
              <w:t>д. 52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76:20:070503:306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34 по ул. Ворошилова (мкр. Веретье-2 д. № 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г. Рыбинск, ул. Ворошилова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76:20:070502:5895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46 по ул. Ворошилова (мкр. Веретье-2, д. 20)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r w:rsidRPr="00CF063C">
              <w:rPr>
                <w:szCs w:val="28"/>
                <w:lang w:eastAsia="en-US"/>
              </w:rPr>
              <w:br/>
              <w:t>г. Рыбинск, ул. Ворошилова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76:20:070502:5893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 по ул. Расторгуева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Расторгуева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76:20:070502:5905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Перенос газопровода низкого давления у д. 21 проспект Мира (проспект Мира, д. 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Мира,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76:20:070502:5897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и фасад к д. 25, проспект Мира (ул. Мира д. 4)</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Мира, д. 25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76:20:070502:5896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и фасад к д. 50 по проспекту Революции (проспект Революции, д. 47)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проспект Революции, </w:t>
            </w:r>
          </w:p>
          <w:p w:rsidR="00CF063C" w:rsidRPr="00CF063C" w:rsidRDefault="00CF063C" w:rsidP="00CF063C">
            <w:pPr>
              <w:spacing w:line="256" w:lineRule="auto"/>
              <w:ind w:firstLine="0"/>
              <w:jc w:val="left"/>
              <w:rPr>
                <w:szCs w:val="28"/>
                <w:lang w:eastAsia="en-US"/>
              </w:rPr>
            </w:pPr>
            <w:r w:rsidRPr="00CF063C">
              <w:rPr>
                <w:szCs w:val="28"/>
                <w:lang w:eastAsia="en-US"/>
              </w:rPr>
              <w:t>д. 50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76:20:070503:310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Перенос газопровода низкого давления у д. 7 по ул. Ворошилова (проспект Революции, д. 50)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Ворошилова,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76:20:070503:311</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52 по ул. Ворошилова (ул. Гражданская, д. 17а)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Ворошилова, д. 52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76:20:070502:5900</w:t>
            </w:r>
          </w:p>
        </w:tc>
      </w:tr>
      <w:tr w:rsidR="00CF063C" w:rsidRPr="00CF063C" w:rsidTr="00CF063C">
        <w:trPr>
          <w:trHeight w:val="84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8, 10, 14 по ул. Ворошилова (ул. Ворошилова, д. 57, 57-а, 28)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Ворошилова, д. 8, 10,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76:20:070502:5901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Газовые ввода к д. 38 по ул. Ворошилова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Ворошилова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76:20:070502:5894</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13 по проспекту Мира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Мира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76:20:070502:5899</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12 по ул. Ворошилова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Ворошилова, к д. 12 по ул. Ворошилова (ул. Ворошилова д. 43)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76:20:070502:5902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10а по </w:t>
            </w:r>
          </w:p>
          <w:p w:rsidR="00CF063C" w:rsidRPr="00CF063C" w:rsidRDefault="00CF063C" w:rsidP="00CF063C">
            <w:pPr>
              <w:spacing w:line="256" w:lineRule="auto"/>
              <w:ind w:firstLine="0"/>
              <w:jc w:val="left"/>
              <w:rPr>
                <w:szCs w:val="28"/>
                <w:lang w:eastAsia="en-US"/>
              </w:rPr>
            </w:pPr>
            <w:r w:rsidRPr="00CF063C">
              <w:rPr>
                <w:szCs w:val="28"/>
                <w:lang w:eastAsia="en-US"/>
              </w:rPr>
              <w:t>ул. Расторгуева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Расторгуева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76:20:070502:5904</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высокого и низкого давления, проспект Революции – ул. Ворошилова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проспект Революции – ул. Ворошилова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 xml:space="preserve">76:20:000000:2811     </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13а по ул. Ворошилова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Ворошилова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76:20:070503:309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16 по ул. Приборостроителей (ул. Приборостроителей, д. 12)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Приборостроителей, к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76:20:070603:1851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Суркова, д. 9</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Суркова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76:20:000000:2804</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Суркова, д. 7, 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Суркова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76:20:070602:979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проспект Революции, д. 4, г. Рыбинск, Ярославская область (проспект Революции, д. 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Революции,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76:20:070603:1862</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14 по проспекту Революции (проспект Революции, д. 27)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проспект Революции, </w:t>
            </w:r>
          </w:p>
          <w:p w:rsidR="00CF063C" w:rsidRPr="00CF063C" w:rsidRDefault="00CF063C" w:rsidP="00CF063C">
            <w:pPr>
              <w:spacing w:line="256" w:lineRule="auto"/>
              <w:ind w:firstLine="0"/>
              <w:jc w:val="left"/>
              <w:rPr>
                <w:szCs w:val="28"/>
                <w:lang w:eastAsia="en-US"/>
              </w:rPr>
            </w:pPr>
            <w:r w:rsidRPr="00CF063C">
              <w:rPr>
                <w:szCs w:val="28"/>
                <w:lang w:eastAsia="en-US"/>
              </w:rPr>
              <w:t>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76:20:070603:1852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20 по проспекту Революции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Революции</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76:20:070603:1853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6 по ул. Приборостроителей (ул. Приборостроителей, стр.10)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Приборостроителей,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76:20:070603:1854</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16 по проспекту Революции (проспект Революции, д. 28)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проспект Революции,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76:20:070603:1858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и среднего давления, ул. Приборостроителей, д. 24, 22, 20 (ул. Приборостроителей, стр. 13, 14, 15)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Приборостроителей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76:20:070603:1860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26 по проспекту Революции</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проспект Революции,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76:20:070603:1857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3 по ул. Суркова, вынос газопровода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Суркова,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Перенос газопровода низкого давления у д. 3 по ул. Черепанова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Черепанова,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76:20:070602:978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8 по проспекту Революции (ул. Революции стр. 23)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Революции</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76:20:070603:1864</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Газовые ввода к д. 11 по ул. Суркова, газопровод низкого давления от д. 11 по ул. Суркова до задвижки 205 (газопровод низкого давления</w:t>
            </w:r>
            <w:r w:rsidRPr="00CF063C">
              <w:rPr>
                <w:szCs w:val="28"/>
                <w:lang w:eastAsia="en-US"/>
              </w:rPr>
              <w:br/>
              <w:t>ул. Энтузиастов, д. 11)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Суркова,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76:20:070602:976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9 Мая, д. 9,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9 Мая,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9 Мая, д. 9а,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9 Мая, д. 9а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76:20:000000:2803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9 Мая, д. 13,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9 Мая,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76:20:070303:891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Крюкова, д. 5,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Крюкова,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76:20:070221:429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проспект Ленина, д. 193,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Ленина, д. 193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76:20:070301:1563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9 Мая, д. 17,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9 Мая,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76:20:070303:893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проспект Ленина, д. 188, 186,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Рыбинск, проспект Ленина, к д. 188, 186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76:20:060225:250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проспект Ленина, д. 191,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Ленина, д. 191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76:20:070301:1561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Крюкова, д. 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Крюкова,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76:20:070221:428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26 по </w:t>
            </w:r>
            <w:r w:rsidRPr="00CF063C">
              <w:rPr>
                <w:szCs w:val="28"/>
                <w:lang w:eastAsia="en-US"/>
              </w:rPr>
              <w:br/>
              <w:t>ул. 9 Мая,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r w:rsidRPr="00CF063C">
              <w:rPr>
                <w:szCs w:val="28"/>
                <w:lang w:eastAsia="en-US"/>
              </w:rPr>
              <w:br/>
              <w:t>ул. 9 Мая, к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76:20:070221:426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7 по </w:t>
            </w:r>
            <w:r w:rsidRPr="00CF063C">
              <w:rPr>
                <w:szCs w:val="28"/>
                <w:lang w:eastAsia="en-US"/>
              </w:rPr>
              <w:br/>
              <w:t>ул. 9 Мая,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г. Рыбинск,</w:t>
            </w:r>
          </w:p>
          <w:p w:rsidR="00CF063C" w:rsidRPr="00CF063C" w:rsidRDefault="00CF063C" w:rsidP="00CF063C">
            <w:pPr>
              <w:spacing w:line="256" w:lineRule="auto"/>
              <w:ind w:firstLine="0"/>
              <w:jc w:val="left"/>
              <w:rPr>
                <w:szCs w:val="28"/>
                <w:lang w:eastAsia="en-US"/>
              </w:rPr>
            </w:pPr>
            <w:r w:rsidRPr="00CF063C">
              <w:rPr>
                <w:szCs w:val="28"/>
                <w:lang w:eastAsia="en-US"/>
              </w:rPr>
              <w:t>ул. 9 Мая,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76:20:070301:1560</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д. 174 к д. 180 по проспекту Ленина,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проспект Ленина, от д. 174 до д. 180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76:20:060225:251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32 по ул. Моторостроителей,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Моторостроителей, д.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76:20:080201:5284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21 по </w:t>
            </w:r>
            <w:r w:rsidRPr="00CF063C">
              <w:rPr>
                <w:szCs w:val="28"/>
                <w:lang w:eastAsia="en-US"/>
              </w:rPr>
              <w:br/>
              <w:t xml:space="preserve">ул. Фурманова, </w:t>
            </w:r>
            <w:r w:rsidRPr="00CF063C">
              <w:rPr>
                <w:szCs w:val="28"/>
                <w:lang w:eastAsia="en-US"/>
              </w:rPr>
              <w:b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r w:rsidRPr="00CF063C">
              <w:rPr>
                <w:szCs w:val="28"/>
                <w:lang w:eastAsia="en-US"/>
              </w:rPr>
              <w:br/>
              <w:t>ул. Фурманова,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76:20:080201:5283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6 по ул. Кустова,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r w:rsidRPr="00CF063C">
              <w:rPr>
                <w:szCs w:val="28"/>
                <w:lang w:eastAsia="en-US"/>
              </w:rPr>
              <w:br/>
              <w:t>ул. Кустова,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76:20:080204:547</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д. 18 по </w:t>
            </w:r>
            <w:r w:rsidRPr="00CF063C">
              <w:rPr>
                <w:szCs w:val="28"/>
                <w:lang w:eastAsia="en-US"/>
              </w:rPr>
              <w:br/>
              <w:t>ул. Моторостоителей до д. 9а по ул. Моторостроителей, ул. Кустова, д. 4,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r w:rsidRPr="00CF063C">
              <w:rPr>
                <w:szCs w:val="28"/>
                <w:lang w:eastAsia="en-US"/>
              </w:rPr>
              <w:br/>
              <w:t>ул. Моторостроителей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76:20:000000:2725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10 по ул. Кустова (ул. Моторостроителей, д. 29, III очередь),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Моторостроителей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76:20:080204:549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r w:rsidRPr="00CF063C">
              <w:rPr>
                <w:szCs w:val="28"/>
                <w:lang w:eastAsia="en-US"/>
              </w:rPr>
              <w:br/>
              <w:t>низкого давления, ул. Баррикадная, д. 35, катодная станция,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Баррикадная, д. 35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76:20:060107:353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9 по ул. Новоселов,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к д. 9 по ул. Новоселов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76:20:000000:2829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6 по ул. Новоселов,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к д.6 по ул. Новоселов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76:20:060212:483</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Крестовая, д. 45, газопровод к д.7, ул. Гоголя/ ул. Крестовая, д. 53,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Крестовая, д. 45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76:20:000000:2909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Кирова, 4,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Кирова,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76:20:080303:467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1656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w:t>
            </w:r>
            <w:r w:rsidRPr="00CF063C">
              <w:rPr>
                <w:szCs w:val="28"/>
                <w:lang w:eastAsia="en-US"/>
              </w:rPr>
              <w:br/>
              <w:t>ул. Чкалова-Бородулина до МРКЦ,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Рыбинск, ул. Чкалова, ул. Бородулина до МРКЦ</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w:t>
            </w:r>
            <w:r w:rsidRPr="00CF063C">
              <w:rPr>
                <w:szCs w:val="28"/>
                <w:lang w:eastAsia="en-US"/>
              </w:rPr>
              <w:br/>
              <w:t>ул. Радищева, д. 9а, 29б,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г. Рыбинск, ул. Радищева, д. 29а, д. 29б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76:20:000000:2847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Бородулина, д. 42а,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r w:rsidRPr="00CF063C">
              <w:rPr>
                <w:szCs w:val="28"/>
                <w:lang w:eastAsia="en-US"/>
              </w:rPr>
              <w:br/>
              <w:t>ул. Бородулина, д. 42а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76:20:080440:471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ул. Пушкина, д. 2, ул. </w:t>
            </w:r>
            <w:r w:rsidRPr="00CF063C">
              <w:rPr>
                <w:spacing w:val="-6"/>
                <w:szCs w:val="28"/>
                <w:lang w:eastAsia="en-US"/>
              </w:rPr>
              <w:t>Волжская Набережная</w:t>
            </w:r>
            <w:r w:rsidRPr="00CF063C">
              <w:rPr>
                <w:szCs w:val="28"/>
                <w:lang w:eastAsia="en-US"/>
              </w:rPr>
              <w:t>, д. 151,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r w:rsidRPr="00CF063C">
              <w:rPr>
                <w:szCs w:val="28"/>
                <w:lang w:eastAsia="en-US"/>
              </w:rPr>
              <w:br/>
              <w:t xml:space="preserve">ул. Пушкина, д. 2, </w:t>
            </w:r>
            <w:r w:rsidRPr="00CF063C">
              <w:rPr>
                <w:szCs w:val="28"/>
                <w:lang w:eastAsia="en-US"/>
              </w:rPr>
              <w:br/>
              <w:t>ул.</w:t>
            </w:r>
            <w:r w:rsidRPr="00CF063C">
              <w:rPr>
                <w:spacing w:val="-6"/>
                <w:szCs w:val="28"/>
                <w:lang w:eastAsia="en-US"/>
              </w:rPr>
              <w:t xml:space="preserve"> </w:t>
            </w:r>
            <w:r w:rsidRPr="00CF063C">
              <w:rPr>
                <w:szCs w:val="28"/>
                <w:lang w:eastAsia="en-US"/>
              </w:rPr>
              <w:t>Волжская Набережная, д. 151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76:20:080404:404</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Крестовая, д. 66,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r w:rsidRPr="00CF063C">
              <w:rPr>
                <w:szCs w:val="28"/>
                <w:lang w:eastAsia="en-US"/>
              </w:rPr>
              <w:br/>
              <w:t xml:space="preserve">г. Рыбинск, </w:t>
            </w:r>
            <w:r w:rsidRPr="00CF063C">
              <w:rPr>
                <w:szCs w:val="28"/>
                <w:lang w:eastAsia="en-US"/>
              </w:rPr>
              <w:br/>
              <w:t>ул. Крестовая, д. 66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76:20:080407:363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6а по ул. Кирова,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Кирова, д. 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76:20:080303:465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124а по проспекту Ленина,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Ленина, д. 124а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76:20:080303:466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37 по ул. Пушкина,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37 по ул. Пушкина, г. Рыбинск, Ярославская область</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76:20:080430:492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к д. 4 ул. Герцена (ул. Стоялая, д. 30), г. Рыбинск, Ярославская </w:t>
            </w:r>
          </w:p>
          <w:p w:rsidR="00CF063C" w:rsidRPr="00CF063C" w:rsidRDefault="00CF063C" w:rsidP="00CF063C">
            <w:pPr>
              <w:spacing w:line="256" w:lineRule="auto"/>
              <w:ind w:firstLine="0"/>
              <w:jc w:val="left"/>
              <w:rPr>
                <w:szCs w:val="28"/>
                <w:lang w:eastAsia="en-US"/>
              </w:rPr>
            </w:pPr>
            <w:r w:rsidRPr="00CF063C">
              <w:rPr>
                <w:szCs w:val="28"/>
                <w:lang w:eastAsia="en-US"/>
              </w:rPr>
              <w:t>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Герцена, д. 4, (ул. Стоялая, д.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76:20:080426:512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28 по ул. Бородулина,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Бородулина,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76:20:080430:491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13 по ул. Бородулина,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Бородулина,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76:20:080423:495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 и низкого давления ул. Радищева – ул. Бородулина, ГРП № 7, ул. Радищева,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Бородулина, </w:t>
            </w:r>
          </w:p>
          <w:p w:rsidR="00CF063C" w:rsidRPr="00CF063C" w:rsidRDefault="00CF063C" w:rsidP="00CF063C">
            <w:pPr>
              <w:spacing w:line="256" w:lineRule="auto"/>
              <w:ind w:firstLine="0"/>
              <w:jc w:val="left"/>
              <w:rPr>
                <w:szCs w:val="28"/>
                <w:lang w:eastAsia="en-US"/>
              </w:rPr>
            </w:pPr>
            <w:r w:rsidRPr="00CF063C">
              <w:rPr>
                <w:szCs w:val="28"/>
                <w:lang w:eastAsia="en-US"/>
              </w:rPr>
              <w:t>ул. Радищева, ГРП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76:20:080442:232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12, 12а по ул. Радищева,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Радищева, д. 12, 12а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76:20:080433:404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4 по ул. Бородулина,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Бородулина,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Гаванская, д. 16,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Гаванская,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д. 59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Чкалова до </w:t>
            </w:r>
          </w:p>
          <w:p w:rsidR="00CF063C" w:rsidRPr="00CF063C" w:rsidRDefault="00CF063C" w:rsidP="00CF063C">
            <w:pPr>
              <w:spacing w:line="256" w:lineRule="auto"/>
              <w:ind w:firstLine="0"/>
              <w:jc w:val="left"/>
              <w:rPr>
                <w:szCs w:val="28"/>
                <w:lang w:eastAsia="en-US"/>
              </w:rPr>
            </w:pPr>
            <w:r w:rsidRPr="00CF063C">
              <w:rPr>
                <w:szCs w:val="28"/>
                <w:lang w:eastAsia="en-US"/>
              </w:rPr>
              <w:t>ул. Луначарского,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Чкалова, д. 59, </w:t>
            </w:r>
          </w:p>
          <w:p w:rsidR="00CF063C" w:rsidRPr="00CF063C" w:rsidRDefault="00CF063C" w:rsidP="00CF063C">
            <w:pPr>
              <w:spacing w:line="256" w:lineRule="auto"/>
              <w:ind w:firstLine="0"/>
              <w:jc w:val="left"/>
              <w:rPr>
                <w:szCs w:val="28"/>
                <w:lang w:eastAsia="en-US"/>
              </w:rPr>
            </w:pPr>
            <w:r w:rsidRPr="00CF063C">
              <w:rPr>
                <w:szCs w:val="28"/>
                <w:lang w:eastAsia="en-US"/>
              </w:rPr>
              <w:t>ул. Луначарского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76:20:000000:2844</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ул. Бородулина до ул. Пушкина, д. 22, 35 (вынос газопровода у д. 29 по ул. Герцена),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Бородулина, </w:t>
            </w:r>
          </w:p>
          <w:p w:rsidR="00CF063C" w:rsidRPr="00CF063C" w:rsidRDefault="00CF063C" w:rsidP="00CF063C">
            <w:pPr>
              <w:spacing w:line="256" w:lineRule="auto"/>
              <w:ind w:firstLine="0"/>
              <w:jc w:val="left"/>
              <w:rPr>
                <w:szCs w:val="28"/>
                <w:lang w:eastAsia="en-US"/>
              </w:rPr>
            </w:pPr>
            <w:r w:rsidRPr="00CF063C">
              <w:rPr>
                <w:szCs w:val="28"/>
                <w:lang w:eastAsia="en-US"/>
              </w:rPr>
              <w:t>ул. Пушкина, д. 22, д. 35, ул. Герцена,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76:20:000000:2859</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 по ул. Карякинской и к д. 61 по ул. Румянцевской,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Карякинская, д. 3, </w:t>
            </w:r>
          </w:p>
          <w:p w:rsidR="00CF063C" w:rsidRPr="00CF063C" w:rsidRDefault="00CF063C" w:rsidP="00CF063C">
            <w:pPr>
              <w:spacing w:line="256" w:lineRule="auto"/>
              <w:ind w:firstLine="0"/>
              <w:jc w:val="left"/>
              <w:rPr>
                <w:szCs w:val="28"/>
                <w:lang w:eastAsia="en-US"/>
              </w:rPr>
            </w:pPr>
            <w:r w:rsidRPr="00CF063C">
              <w:rPr>
                <w:szCs w:val="28"/>
                <w:lang w:eastAsia="en-US"/>
              </w:rPr>
              <w:t>ул. Румянцевская, д. 61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76:20:080444:353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33в по </w:t>
            </w:r>
          </w:p>
          <w:p w:rsidR="00CF063C" w:rsidRPr="00CF063C" w:rsidRDefault="00CF063C" w:rsidP="00CF063C">
            <w:pPr>
              <w:spacing w:line="256" w:lineRule="auto"/>
              <w:ind w:firstLine="0"/>
              <w:jc w:val="left"/>
              <w:rPr>
                <w:szCs w:val="28"/>
                <w:lang w:eastAsia="en-US"/>
              </w:rPr>
            </w:pPr>
            <w:r w:rsidRPr="00CF063C">
              <w:rPr>
                <w:szCs w:val="28"/>
                <w:lang w:eastAsia="en-US"/>
              </w:rPr>
              <w:t>ул. Железнодорожной,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Железнодорожная, </w:t>
            </w:r>
          </w:p>
          <w:p w:rsidR="00CF063C" w:rsidRPr="00CF063C" w:rsidRDefault="00CF063C" w:rsidP="00CF063C">
            <w:pPr>
              <w:spacing w:line="256" w:lineRule="auto"/>
              <w:ind w:firstLine="0"/>
              <w:jc w:val="left"/>
              <w:rPr>
                <w:szCs w:val="28"/>
                <w:lang w:eastAsia="en-US"/>
              </w:rPr>
            </w:pPr>
            <w:r w:rsidRPr="00CF063C">
              <w:rPr>
                <w:szCs w:val="28"/>
                <w:lang w:eastAsia="en-US"/>
              </w:rPr>
              <w:t>д. 33в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76:20:090212:798</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 и низкого давления, пер. Фроловский, д. 5, ШРП № 45,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пер. Фроловский, д. 5, ШРП № 45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76:20:080503:280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13 по ул. Румянцевская,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Румянцевская,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76:20:000000:2845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49 по ул. Пушкина,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Пушкина, д. 49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76:20:080440:470</w:t>
            </w:r>
          </w:p>
        </w:tc>
      </w:tr>
      <w:tr w:rsidR="00CF063C" w:rsidRPr="00CF063C" w:rsidTr="00CF063C">
        <w:trPr>
          <w:trHeight w:val="189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51 по ул. Луначарского. Вынос газопровода из зоны проведения строительных работ у д. № 29 по ул. Луначарского. Газопровод низкого давления к д. 6а по ул. Кирова,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Луначарского, д. 29, 51, </w:t>
            </w:r>
          </w:p>
          <w:p w:rsidR="00CF063C" w:rsidRPr="00CF063C" w:rsidRDefault="00CF063C" w:rsidP="00CF063C">
            <w:pPr>
              <w:spacing w:line="256" w:lineRule="auto"/>
              <w:ind w:firstLine="0"/>
              <w:jc w:val="left"/>
              <w:rPr>
                <w:szCs w:val="28"/>
                <w:lang w:eastAsia="en-US"/>
              </w:rPr>
            </w:pPr>
            <w:r w:rsidRPr="00CF063C">
              <w:rPr>
                <w:szCs w:val="28"/>
                <w:lang w:eastAsia="en-US"/>
              </w:rPr>
              <w:t>ул. Кирова, д. 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76:20:000000:3019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57, 57а, 59 проспект Ленина,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проспект Ленина, д. 57, 57а, 59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76:20:000000:2904</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52 по </w:t>
            </w:r>
          </w:p>
          <w:p w:rsidR="00CF063C" w:rsidRPr="00CF063C" w:rsidRDefault="00CF063C" w:rsidP="00CF063C">
            <w:pPr>
              <w:spacing w:line="256" w:lineRule="auto"/>
              <w:ind w:firstLine="0"/>
              <w:jc w:val="left"/>
              <w:rPr>
                <w:szCs w:val="28"/>
                <w:lang w:eastAsia="en-US"/>
              </w:rPr>
            </w:pPr>
            <w:r w:rsidRPr="00CF063C">
              <w:rPr>
                <w:szCs w:val="28"/>
                <w:lang w:eastAsia="en-US"/>
              </w:rPr>
              <w:t>ул. Пушкина. Вынос газопровода с территории 4 – 8 этажного жилого дома по ул. Плеханова – Луначарского,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Пушкина, д. 52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76:20:080438:501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ул. Волжская Набережная, </w:t>
            </w:r>
          </w:p>
          <w:p w:rsidR="00CF063C" w:rsidRPr="00CF063C" w:rsidRDefault="00CF063C" w:rsidP="00CF063C">
            <w:pPr>
              <w:spacing w:line="256" w:lineRule="auto"/>
              <w:ind w:firstLine="0"/>
              <w:jc w:val="left"/>
              <w:rPr>
                <w:szCs w:val="28"/>
                <w:lang w:eastAsia="en-US"/>
              </w:rPr>
            </w:pPr>
            <w:r w:rsidRPr="00CF063C">
              <w:rPr>
                <w:szCs w:val="28"/>
                <w:lang w:eastAsia="en-US"/>
              </w:rPr>
              <w:t>д. 175а,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w:t>
            </w:r>
            <w:r w:rsidRPr="00CF063C">
              <w:rPr>
                <w:spacing w:val="-6"/>
                <w:szCs w:val="28"/>
                <w:lang w:eastAsia="en-US"/>
              </w:rPr>
              <w:t xml:space="preserve"> </w:t>
            </w:r>
            <w:r w:rsidRPr="00CF063C">
              <w:rPr>
                <w:szCs w:val="28"/>
                <w:lang w:eastAsia="en-US"/>
              </w:rPr>
              <w:t>Волжская Набережная, д. 175а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76:20:080303:463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от ул. Радищева к д. 18а по ул. Ломоносова,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Радищева, ул. Ломоносова, д. 18а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17, 17а по ул. Ломоносова,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Ломоносова, д. 17, 17а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76:20:080426:510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17 по ул. Стоялая,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Стоялая, </w:t>
            </w:r>
          </w:p>
          <w:p w:rsidR="00CF063C" w:rsidRPr="00CF063C" w:rsidRDefault="00CF063C" w:rsidP="00CF063C">
            <w:pPr>
              <w:spacing w:line="256" w:lineRule="auto"/>
              <w:ind w:firstLine="0"/>
              <w:jc w:val="left"/>
              <w:rPr>
                <w:szCs w:val="28"/>
                <w:lang w:eastAsia="en-US"/>
              </w:rPr>
            </w:pPr>
            <w:r w:rsidRPr="00CF063C">
              <w:rPr>
                <w:szCs w:val="28"/>
                <w:lang w:eastAsia="en-US"/>
              </w:rPr>
              <w:t>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76:20:000000:2861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21, 24 по ул. Чкалова,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д. 21, д. 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76:20:000000:2862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25 по ул. Крестовая,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Крестовая, д. 25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76:20:000000:2848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61 по </w:t>
            </w:r>
          </w:p>
          <w:p w:rsidR="00CF063C" w:rsidRPr="00CF063C" w:rsidRDefault="00CF063C" w:rsidP="00CF063C">
            <w:pPr>
              <w:spacing w:line="256" w:lineRule="auto"/>
              <w:ind w:firstLine="0"/>
              <w:jc w:val="left"/>
              <w:rPr>
                <w:szCs w:val="28"/>
                <w:lang w:eastAsia="en-US"/>
              </w:rPr>
            </w:pPr>
            <w:r w:rsidRPr="00CF063C">
              <w:rPr>
                <w:szCs w:val="28"/>
                <w:lang w:eastAsia="en-US"/>
              </w:rPr>
              <w:t>ул.</w:t>
            </w:r>
            <w:r w:rsidRPr="00CF063C">
              <w:rPr>
                <w:spacing w:val="-6"/>
                <w:szCs w:val="28"/>
                <w:lang w:eastAsia="en-US"/>
              </w:rPr>
              <w:t xml:space="preserve"> Волжская Набережная</w:t>
            </w:r>
            <w:r w:rsidRPr="00CF063C">
              <w:rPr>
                <w:szCs w:val="28"/>
                <w:lang w:eastAsia="en-US"/>
              </w:rPr>
              <w:t>,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w:t>
            </w:r>
            <w:r w:rsidRPr="00CF063C">
              <w:rPr>
                <w:spacing w:val="-6"/>
                <w:szCs w:val="28"/>
                <w:lang w:eastAsia="en-US"/>
              </w:rPr>
              <w:t xml:space="preserve"> Волжская Набережная</w:t>
            </w:r>
            <w:r w:rsidRPr="00CF063C">
              <w:rPr>
                <w:szCs w:val="28"/>
                <w:lang w:eastAsia="en-US"/>
              </w:rPr>
              <w:t>, д. 61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76:20:080502:374</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122 по проспекту Ленина,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Ленина, д. 122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76:20:080303:462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 по ул. Чкалова,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121, 123 по ул.</w:t>
            </w:r>
            <w:r w:rsidRPr="00CF063C">
              <w:rPr>
                <w:spacing w:val="-6"/>
                <w:szCs w:val="28"/>
                <w:lang w:eastAsia="en-US"/>
              </w:rPr>
              <w:t> Волжская Набережная</w:t>
            </w:r>
            <w:r w:rsidRPr="00CF063C">
              <w:rPr>
                <w:szCs w:val="28"/>
                <w:lang w:eastAsia="en-US"/>
              </w:rPr>
              <w:t xml:space="preserve">,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w:t>
            </w:r>
            <w:r w:rsidRPr="00CF063C">
              <w:rPr>
                <w:spacing w:val="-6"/>
                <w:szCs w:val="28"/>
                <w:lang w:eastAsia="en-US"/>
              </w:rPr>
              <w:t xml:space="preserve"> Волжская Набережная</w:t>
            </w:r>
            <w:r w:rsidRPr="00CF063C">
              <w:rPr>
                <w:szCs w:val="28"/>
                <w:lang w:eastAsia="en-US"/>
              </w:rPr>
              <w:t>, д. 121, д. 123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76:20:080407:364</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12 по ул. Луначарского и к д. 99, 101 по ул. Крестовой,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Луначарского, д. 12, ул. Крестовая, д. 99, </w:t>
            </w:r>
          </w:p>
          <w:p w:rsidR="00CF063C" w:rsidRPr="00CF063C" w:rsidRDefault="00CF063C" w:rsidP="00CF063C">
            <w:pPr>
              <w:spacing w:line="256" w:lineRule="auto"/>
              <w:ind w:firstLine="0"/>
              <w:jc w:val="left"/>
              <w:rPr>
                <w:szCs w:val="28"/>
                <w:lang w:eastAsia="en-US"/>
              </w:rPr>
            </w:pPr>
            <w:r w:rsidRPr="00CF063C">
              <w:rPr>
                <w:szCs w:val="28"/>
                <w:lang w:eastAsia="en-US"/>
              </w:rPr>
              <w:t>д. 101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76:20:000000:2890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1, 1а, 1б по ул. Радищева,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Радищева, д. 1, 1а, 1б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11 по ул. Радищева,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Радищева,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76:20:000000:2894</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25 по ул. Румянцевская. Вынос газопровода низкого давления с территории застройки </w:t>
            </w:r>
            <w:r w:rsidRPr="00CF063C">
              <w:rPr>
                <w:szCs w:val="28"/>
                <w:lang w:eastAsia="en-US"/>
              </w:rPr>
              <w:br/>
              <w:t>д. № 20/29 по ул. Радищева,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Румянцевская, д. 25, ул. Радищева, д. 20/29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76:20:080432:404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73, 75 по ул. Крестовая,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Крестовая, д. 73, 75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76:20:080415:399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78 по ул. Крестовая,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Крестовая, д. 78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76:20:080406:248</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32 по ул. Гоголя,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Гоголя, д.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76:20:000000:2870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21 по ул. Бородулина,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 ул. Бородулина,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76:20:080431:302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1699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18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Пушкина,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газопровод низкого давления к д. 18 по ул. Пушкина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76:20:000000:2877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5, 6, 8 по ул. Радищева,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Радищева, д. 5, 6,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76:20:000000:2905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43, 43а по ул. Гоголя,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Гоголя, </w:t>
            </w:r>
          </w:p>
          <w:p w:rsidR="00CF063C" w:rsidRPr="00CF063C" w:rsidRDefault="00CF063C" w:rsidP="00CF063C">
            <w:pPr>
              <w:spacing w:line="256" w:lineRule="auto"/>
              <w:ind w:firstLine="0"/>
              <w:jc w:val="left"/>
              <w:rPr>
                <w:szCs w:val="28"/>
                <w:lang w:eastAsia="en-US"/>
              </w:rPr>
            </w:pPr>
            <w:r w:rsidRPr="00CF063C">
              <w:rPr>
                <w:szCs w:val="28"/>
                <w:lang w:eastAsia="en-US"/>
              </w:rPr>
              <w:t>д. 43, 43а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76:20:080445:405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36 по ул. Бородулина,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Бородулина, д. 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76:20:000000:2868</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27, 25, 29 по ул. Крестовой,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Крестовая, д. 25, 27,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76:20:000000:2866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34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Пушкина,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Пушкина, д. 34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76:20:080435:752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12 по ул. Бородулина,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Бородулина,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76:20:000000:2887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40 по ул. Чкалова,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д. 40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76:20:080415:400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к д. 101 по ул. </w:t>
            </w:r>
            <w:r w:rsidRPr="00CF063C">
              <w:rPr>
                <w:spacing w:val="-6"/>
                <w:szCs w:val="28"/>
                <w:lang w:eastAsia="en-US"/>
              </w:rPr>
              <w:t>Волжская Набережная</w:t>
            </w:r>
            <w:r w:rsidRPr="00CF063C">
              <w:rPr>
                <w:szCs w:val="28"/>
                <w:lang w:eastAsia="en-US"/>
              </w:rPr>
              <w:t>,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w:t>
            </w:r>
            <w:r w:rsidRPr="00CF063C">
              <w:rPr>
                <w:spacing w:val="-6"/>
                <w:szCs w:val="28"/>
                <w:lang w:eastAsia="en-US"/>
              </w:rPr>
              <w:t>Волжская Набережная</w:t>
            </w:r>
            <w:r w:rsidRPr="00CF063C">
              <w:rPr>
                <w:szCs w:val="28"/>
                <w:lang w:eastAsia="en-US"/>
              </w:rPr>
              <w:t>, д. 101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76:20:000000:2892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29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Пушкина,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Пушкина,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76:20:000000:2889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ул. Бородулина к д. 48 по ул. Герцена (перекладка газопровода),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Герцена, д. 48, </w:t>
            </w:r>
          </w:p>
          <w:p w:rsidR="00CF063C" w:rsidRPr="00CF063C" w:rsidRDefault="00CF063C" w:rsidP="00CF063C">
            <w:pPr>
              <w:spacing w:line="256" w:lineRule="auto"/>
              <w:ind w:firstLine="0"/>
              <w:jc w:val="left"/>
              <w:rPr>
                <w:szCs w:val="28"/>
                <w:lang w:eastAsia="en-US"/>
              </w:rPr>
            </w:pPr>
            <w:r w:rsidRPr="00CF063C">
              <w:rPr>
                <w:szCs w:val="28"/>
                <w:lang w:eastAsia="en-US"/>
              </w:rPr>
              <w:t>ул. Бородулина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76:20:000000:2888</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коттеджам по ул. Карякинской (11, 13, 15а, 15) точка врезки от </w:t>
            </w:r>
            <w:r w:rsidRPr="00CF063C">
              <w:rPr>
                <w:szCs w:val="28"/>
                <w:lang w:eastAsia="en-US"/>
              </w:rPr>
              <w:br/>
              <w:t xml:space="preserve">д. 17 по ул. Кирова (перекладка газопровода),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Карякинская, д. 11, 13, 15а, 15, ул. Кирова,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76:20:000000:2864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 и низкого давления ул. Железнодорожная, д. 17, ШРП № 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Железнодорожная, </w:t>
            </w:r>
          </w:p>
          <w:p w:rsidR="00CF063C" w:rsidRPr="00CF063C" w:rsidRDefault="00CF063C" w:rsidP="00CF063C">
            <w:pPr>
              <w:spacing w:line="256" w:lineRule="auto"/>
              <w:ind w:firstLine="0"/>
              <w:jc w:val="left"/>
              <w:rPr>
                <w:szCs w:val="28"/>
                <w:lang w:eastAsia="en-US"/>
              </w:rPr>
            </w:pPr>
            <w:r w:rsidRPr="00CF063C">
              <w:rPr>
                <w:szCs w:val="28"/>
                <w:lang w:eastAsia="en-US"/>
              </w:rPr>
              <w:t>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76:20:090212:795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11 по ул. Железнодорожной,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Железнодорожная, </w:t>
            </w:r>
          </w:p>
          <w:p w:rsidR="00CF063C" w:rsidRPr="00CF063C" w:rsidRDefault="00CF063C" w:rsidP="00CF063C">
            <w:pPr>
              <w:spacing w:line="256" w:lineRule="auto"/>
              <w:ind w:firstLine="0"/>
              <w:jc w:val="left"/>
              <w:rPr>
                <w:szCs w:val="28"/>
                <w:lang w:eastAsia="en-US"/>
              </w:rPr>
            </w:pPr>
            <w:r w:rsidRPr="00CF063C">
              <w:rPr>
                <w:szCs w:val="28"/>
                <w:lang w:eastAsia="en-US"/>
              </w:rPr>
              <w:t>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76:20:090212:796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9 по ул. Железнодорожной,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Железнодорожная,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76:20:090212:797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 по ул. Ломоносова,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Ломоносова,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76:20:000000:2893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48а по ул. Ломоносова,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Ломоносова, д. 48а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76:20:000000:2872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w:t>
            </w:r>
            <w:r w:rsidRPr="00CF063C">
              <w:rPr>
                <w:spacing w:val="-6"/>
                <w:szCs w:val="28"/>
                <w:lang w:eastAsia="en-US"/>
              </w:rPr>
              <w:t>Волжская Набережная</w:t>
            </w:r>
            <w:r w:rsidRPr="00CF063C">
              <w:rPr>
                <w:szCs w:val="28"/>
                <w:lang w:eastAsia="en-US"/>
              </w:rPr>
              <w:t>, д. 189,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w:t>
            </w:r>
            <w:r w:rsidRPr="00CF063C">
              <w:rPr>
                <w:spacing w:val="-6"/>
                <w:szCs w:val="28"/>
                <w:lang w:eastAsia="en-US"/>
              </w:rPr>
              <w:t xml:space="preserve"> Волжская Набережная</w:t>
            </w:r>
            <w:r w:rsidRPr="00CF063C">
              <w:rPr>
                <w:szCs w:val="28"/>
                <w:lang w:eastAsia="en-US"/>
              </w:rPr>
              <w:t>, д. 189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76:20:000000:2885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Молодогвардейцев, д. 1, 2,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Молодогвардейцев, </w:t>
            </w:r>
          </w:p>
          <w:p w:rsidR="00CF063C" w:rsidRPr="00CF063C" w:rsidRDefault="00CF063C" w:rsidP="00CF063C">
            <w:pPr>
              <w:spacing w:line="256" w:lineRule="auto"/>
              <w:ind w:firstLine="0"/>
              <w:jc w:val="left"/>
              <w:rPr>
                <w:szCs w:val="28"/>
                <w:lang w:eastAsia="en-US"/>
              </w:rPr>
            </w:pPr>
            <w:r w:rsidRPr="00CF063C">
              <w:rPr>
                <w:szCs w:val="28"/>
                <w:lang w:eastAsia="en-US"/>
              </w:rPr>
              <w:t>д.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76:20:000000:2903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15 по ул. Рапова,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Рапова, </w:t>
            </w:r>
          </w:p>
          <w:p w:rsidR="00CF063C" w:rsidRPr="00CF063C" w:rsidRDefault="00CF063C" w:rsidP="00CF063C">
            <w:pPr>
              <w:spacing w:line="256" w:lineRule="auto"/>
              <w:ind w:firstLine="0"/>
              <w:jc w:val="left"/>
              <w:rPr>
                <w:szCs w:val="28"/>
                <w:lang w:eastAsia="en-US"/>
              </w:rPr>
            </w:pPr>
            <w:r w:rsidRPr="00CF063C">
              <w:rPr>
                <w:szCs w:val="28"/>
                <w:lang w:eastAsia="en-US"/>
              </w:rPr>
              <w:t>д.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76:20:060307:1532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2 по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76:20:060311:837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4 по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76:20:060311:836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Газовый ввод к д. 19 по </w:t>
            </w:r>
            <w:r w:rsidRPr="00CF063C">
              <w:rPr>
                <w:szCs w:val="28"/>
                <w:lang w:eastAsia="en-US"/>
              </w:rPr>
              <w:br/>
              <w:t>ул. Зои Космодемьянской,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Зои Космодемьянской,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76:20:060304:495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22 по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76:20:060304:493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187 по ул.</w:t>
            </w:r>
            <w:r w:rsidRPr="00CF063C">
              <w:rPr>
                <w:spacing w:val="-6"/>
                <w:szCs w:val="28"/>
                <w:lang w:eastAsia="en-US"/>
              </w:rPr>
              <w:t> Волжская Набережная</w:t>
            </w:r>
            <w:r w:rsidRPr="00CF063C">
              <w:rPr>
                <w:szCs w:val="28"/>
                <w:lang w:eastAsia="en-US"/>
              </w:rPr>
              <w:t xml:space="preserve"> ,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w:t>
            </w:r>
            <w:r w:rsidRPr="00CF063C">
              <w:rPr>
                <w:spacing w:val="-6"/>
                <w:szCs w:val="28"/>
                <w:lang w:eastAsia="en-US"/>
              </w:rPr>
              <w:t xml:space="preserve"> Волжская Набережная</w:t>
            </w:r>
            <w:r w:rsidRPr="00CF063C">
              <w:rPr>
                <w:szCs w:val="28"/>
                <w:lang w:eastAsia="en-US"/>
              </w:rPr>
              <w:t>, д. 187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76:20:060319:1909</w:t>
            </w:r>
          </w:p>
        </w:tc>
      </w:tr>
      <w:tr w:rsidR="00CF063C" w:rsidRPr="00CF063C" w:rsidTr="00CF063C">
        <w:trPr>
          <w:trHeight w:val="694"/>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195, 197 по ул. </w:t>
            </w:r>
            <w:r w:rsidRPr="00CF063C">
              <w:rPr>
                <w:spacing w:val="-6"/>
                <w:szCs w:val="28"/>
                <w:lang w:eastAsia="en-US"/>
              </w:rPr>
              <w:t>Волжская Набережная</w:t>
            </w:r>
            <w:r w:rsidRPr="00CF063C">
              <w:rPr>
                <w:szCs w:val="28"/>
                <w:lang w:eastAsia="en-US"/>
              </w:rPr>
              <w:t>, д. 6б по ул. Г. Успенского,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w:t>
            </w:r>
            <w:r w:rsidRPr="00CF063C">
              <w:rPr>
                <w:spacing w:val="-6"/>
                <w:szCs w:val="28"/>
                <w:lang w:eastAsia="en-US"/>
              </w:rPr>
              <w:t>Волжская Набережная</w:t>
            </w:r>
            <w:r w:rsidRPr="00CF063C">
              <w:rPr>
                <w:szCs w:val="28"/>
                <w:lang w:eastAsia="en-US"/>
              </w:rPr>
              <w:t xml:space="preserve">, д. 195, 197, </w:t>
            </w:r>
          </w:p>
          <w:p w:rsidR="00CF063C" w:rsidRPr="00CF063C" w:rsidRDefault="00CF063C" w:rsidP="00CF063C">
            <w:pPr>
              <w:spacing w:line="256" w:lineRule="auto"/>
              <w:ind w:firstLine="0"/>
              <w:jc w:val="left"/>
              <w:rPr>
                <w:szCs w:val="28"/>
                <w:lang w:eastAsia="en-US"/>
              </w:rPr>
            </w:pPr>
            <w:r w:rsidRPr="00CF063C">
              <w:rPr>
                <w:szCs w:val="28"/>
                <w:lang w:eastAsia="en-US"/>
              </w:rPr>
              <w:t>ул. Г. Успенского, д. 6б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76:20:060317:2100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по ул. Академика Губкина к д. 9,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Академика Губкина, </w:t>
            </w:r>
          </w:p>
          <w:p w:rsidR="00CF063C" w:rsidRPr="00CF063C" w:rsidRDefault="00CF063C" w:rsidP="00CF063C">
            <w:pPr>
              <w:spacing w:line="256" w:lineRule="auto"/>
              <w:ind w:firstLine="0"/>
              <w:jc w:val="left"/>
              <w:rPr>
                <w:szCs w:val="28"/>
                <w:lang w:eastAsia="en-US"/>
              </w:rPr>
            </w:pPr>
            <w:r w:rsidRPr="00CF063C">
              <w:rPr>
                <w:szCs w:val="28"/>
                <w:lang w:eastAsia="en-US"/>
              </w:rPr>
              <w:t>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76:20:060309:941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к д. 9 по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76:20:060302:909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7 по ул. Новая и д. 40 по ул. Академика Губкина,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Новая, д. 7, </w:t>
            </w:r>
          </w:p>
          <w:p w:rsidR="00CF063C" w:rsidRPr="00CF063C" w:rsidRDefault="00CF063C" w:rsidP="00CF063C">
            <w:pPr>
              <w:spacing w:line="256" w:lineRule="auto"/>
              <w:ind w:firstLine="0"/>
              <w:jc w:val="left"/>
              <w:rPr>
                <w:szCs w:val="28"/>
                <w:lang w:eastAsia="en-US"/>
              </w:rPr>
            </w:pPr>
            <w:r w:rsidRPr="00CF063C">
              <w:rPr>
                <w:szCs w:val="28"/>
                <w:lang w:eastAsia="en-US"/>
              </w:rPr>
              <w:t>ул. Академика Губкина, д. 40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76:20:060309:942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ввод к д. 27 по ул. Академика Губкина,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Академика Губкина, д.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76:20:060308:437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 по ул. Кораблестроителей,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Кораблестроителей, </w:t>
            </w:r>
          </w:p>
          <w:p w:rsidR="00CF063C" w:rsidRPr="00CF063C" w:rsidRDefault="00CF063C" w:rsidP="00CF063C">
            <w:pPr>
              <w:spacing w:line="256" w:lineRule="auto"/>
              <w:ind w:firstLine="0"/>
              <w:jc w:val="left"/>
              <w:rPr>
                <w:szCs w:val="28"/>
                <w:lang w:eastAsia="en-US"/>
              </w:rPr>
            </w:pPr>
            <w:r w:rsidRPr="00CF063C">
              <w:rPr>
                <w:szCs w:val="28"/>
                <w:lang w:eastAsia="en-US"/>
              </w:rPr>
              <w:t>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76:20:060308:438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д. 19 по ул. Баженова до д. 33 по ул. Зои Космодемьянской,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Баженова, д. 19, </w:t>
            </w:r>
          </w:p>
          <w:p w:rsidR="00CF063C" w:rsidRPr="00CF063C" w:rsidRDefault="00CF063C" w:rsidP="00CF063C">
            <w:pPr>
              <w:spacing w:line="256" w:lineRule="auto"/>
              <w:ind w:firstLine="0"/>
              <w:jc w:val="left"/>
              <w:rPr>
                <w:szCs w:val="28"/>
                <w:lang w:eastAsia="en-US"/>
              </w:rPr>
            </w:pPr>
            <w:r w:rsidRPr="00CF063C">
              <w:rPr>
                <w:szCs w:val="28"/>
                <w:lang w:eastAsia="en-US"/>
              </w:rPr>
              <w:t>ул. Зои Космодемьянской, д.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76:20:000000:2820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17 по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76:20:060302:908</w:t>
            </w:r>
          </w:p>
        </w:tc>
      </w:tr>
      <w:tr w:rsidR="00CF063C" w:rsidRPr="00CF063C" w:rsidTr="00CF063C">
        <w:trPr>
          <w:trHeight w:val="112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8, 4, 7 по ул. О. Кошевого, к д. 32, 34, 28а, 30 по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Олега Кошевого, д. 4, д. 7, д. 8,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28а, д. 30, д. 32, д. 34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76:20:000000:2827</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ГРП № 1 </w:t>
            </w:r>
          </w:p>
          <w:p w:rsidR="00CF063C" w:rsidRPr="00CF063C" w:rsidRDefault="00CF063C" w:rsidP="00CF063C">
            <w:pPr>
              <w:spacing w:line="256" w:lineRule="auto"/>
              <w:ind w:firstLine="0"/>
              <w:jc w:val="left"/>
              <w:rPr>
                <w:szCs w:val="28"/>
                <w:lang w:eastAsia="en-US"/>
              </w:rPr>
            </w:pPr>
            <w:r w:rsidRPr="00CF063C">
              <w:rPr>
                <w:szCs w:val="28"/>
                <w:lang w:eastAsia="en-US"/>
              </w:rPr>
              <w:t>ул. Академика Губкина до д. 17 ул. Баженова, ввод к д. 13 по ул. Баженова, г. Рыбинск,</w:t>
            </w:r>
            <w:r w:rsidRPr="00CF063C">
              <w:rPr>
                <w:szCs w:val="28"/>
                <w:lang w:eastAsia="en-US"/>
              </w:rPr>
              <w:br/>
              <w:t>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Академика Губкина, ГРП №1,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13,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76:20:000000:2884</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Вынос газопровода для строительства спортивного комплекса «Авангард»,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76:20:060302:907</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по ул. Зои Космодемьянской 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14, 16, 18, 19, 20, 21, 22, 24,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Зои Космодемьянской, д. 14, 16, 18, 19, 20, 21, 22, 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76:20:000000:2817</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д. 21 до д. 31 по ул. Зои Космодемьянской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21, 23, 25, 27, 29, 31), ул. О. Кошевого, д. 3,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Зои Космодемьянской, д. 21, 23, 25, 27, 29, 31, </w:t>
            </w:r>
          </w:p>
          <w:p w:rsidR="00CF063C" w:rsidRPr="00CF063C" w:rsidRDefault="00CF063C" w:rsidP="00CF063C">
            <w:pPr>
              <w:spacing w:line="256" w:lineRule="auto"/>
              <w:ind w:firstLine="0"/>
              <w:jc w:val="left"/>
              <w:rPr>
                <w:szCs w:val="28"/>
                <w:lang w:eastAsia="en-US"/>
              </w:rPr>
            </w:pPr>
            <w:r w:rsidRPr="00CF063C">
              <w:rPr>
                <w:szCs w:val="28"/>
                <w:lang w:eastAsia="en-US"/>
              </w:rPr>
              <w:t>ул. О. Кошевого,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76:20:000000:2816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Газопровод-ввод низкого давления к д. 30а по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Баженова, д. 30а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76:20:060303:606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 по ул. Новая,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Новая,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76:20:060302:910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 по ул. Новая,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Новая,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76:20:060302:906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Закольцовка газопровода низкого давления от д. 26 до д. 29 по ул. Зои Космодемьянской,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Зои Космодемьянской, от д. 26 до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76:20:000000:2857</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10 по ул. Кораблестроителей. Катодная станция, ул. Кораблестроителей, д. 10,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Кораблестроителей, </w:t>
            </w:r>
          </w:p>
          <w:p w:rsidR="00CF063C" w:rsidRPr="00CF063C" w:rsidRDefault="00CF063C" w:rsidP="00CF063C">
            <w:pPr>
              <w:spacing w:line="256" w:lineRule="auto"/>
              <w:ind w:firstLine="0"/>
              <w:jc w:val="left"/>
              <w:rPr>
                <w:szCs w:val="28"/>
                <w:lang w:eastAsia="en-US"/>
              </w:rPr>
            </w:pPr>
            <w:r w:rsidRPr="00CF063C">
              <w:rPr>
                <w:szCs w:val="28"/>
                <w:lang w:eastAsia="en-US"/>
              </w:rPr>
              <w:t>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76:20:060203:1586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32 по ул. Академика Губкина,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Академика Губкина, д.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76:20:060304:491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30 по ул. Академика Губкина,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Академика Губкина, д.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76:20:060304:496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Газопроводы-вводы низкого давления к д. 26 ул. Академика Губкина,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Академика Губкина,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76:20:060304:492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22а по ул. Баженова,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152912, Ярославская область, городской округ город Рыбинск, г. Рыбинск, ул. Баженова, д. 22а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76:20:060304:494</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Нобелевская, д. 25 (старый п. Кирова д. 16)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76:20:120206:474</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Нефтяников (старый п. Кирова д. 1 – 14; 1а; 8а)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76:20:000000:2770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Нобелевская, д. 15 (старый п. Кирова д. 15)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76:20:120206:470</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Кирова от ШРП до существующего газопровода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76:20:120206:473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Нобелевская, д. 9 (старый п. Кирова д. 23), катодная станция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76:20:120206:477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и фасад к д. 24 ул. Нефтяников (старый п. Кирова, д. 18)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76:20:120206:471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фасаду к д. 17 по ул. Нефтяников (старый п. Кирова, д. 17)</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76:20:120206:472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Пищевиков, д. 1 – 32,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Пищевиков, д. 1 – 32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76:20:000000:2876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ул. 1-я Элеваторная, д. 23, д. 25,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1-я Элеваторная, д. 23, д. 25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76:20:120217:267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Ошурковская,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Ошурковская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76:20:000000:2836</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Крамского, д. 3, 7, 9, 11, 13, ул. Чебышева, д. 8, 10, 12, ул. Гастелло, д. 2, 4,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Крамского, д. 3, 7, 9, 11, 13; ул. Чебышева, д. 8, 10, 12; ул. Гастелло д. 2,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76:20:120210:386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Крамского, д. 12,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Крамского,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76:20:120211:437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Бажова, д. 27,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Бажова, д.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76:20:120225:499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 7 по ул. Сурикова,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Сурикова, д. 5,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76:20:120235:1848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по ул. Буксирной к д. 10 по ул. Осиповской,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Буксирная, ул. Осиповская, 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76:20:000000:2819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и ввода к д. 6 по ул. Сурикова,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Сурикова,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76:20:120235:1849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к д. 1 по ул. Фасадная,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Фасадная,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76:20:120235:1851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 по ул. Фасадная,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Фасадная,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76:20:120235:1850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 от ул. Зелинского, д. 25, 27 по ул. Чебышева,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Зелинского, д. 4, </w:t>
            </w:r>
          </w:p>
          <w:p w:rsidR="00CF063C" w:rsidRPr="00CF063C" w:rsidRDefault="00CF063C" w:rsidP="00CF063C">
            <w:pPr>
              <w:spacing w:line="256" w:lineRule="auto"/>
              <w:ind w:firstLine="0"/>
              <w:jc w:val="left"/>
              <w:rPr>
                <w:szCs w:val="28"/>
                <w:lang w:eastAsia="en-US"/>
              </w:rPr>
            </w:pPr>
            <w:r w:rsidRPr="00CF063C">
              <w:rPr>
                <w:szCs w:val="28"/>
                <w:lang w:eastAsia="en-US"/>
              </w:rPr>
              <w:t>ул. Чебышева, д. 25, д.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76:20:120203:290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 по ул. Зелинского,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Зелинского,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76:20:120203:291</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Ввода к д. 5 по ул. Крамского, д. 14, 16 по ул. Чебышева и газопровод низкого давления к д. 6, 10 по ул. Крамского,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Крамского, д. 5, д. 6,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10, </w:t>
            </w:r>
          </w:p>
          <w:p w:rsidR="00CF063C" w:rsidRPr="00CF063C" w:rsidRDefault="00CF063C" w:rsidP="00CF063C">
            <w:pPr>
              <w:spacing w:line="256" w:lineRule="auto"/>
              <w:ind w:firstLine="0"/>
              <w:jc w:val="left"/>
              <w:rPr>
                <w:szCs w:val="28"/>
                <w:lang w:eastAsia="en-US"/>
              </w:rPr>
            </w:pPr>
            <w:r w:rsidRPr="00CF063C">
              <w:rPr>
                <w:szCs w:val="28"/>
                <w:lang w:eastAsia="en-US"/>
              </w:rPr>
              <w:t>ул. Чебышева, д. 14,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76:20:000000:2838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 по ул. Семеновская,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Семеновская,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76:20:000000:2840</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к д. 14 по ул. Коминтерна,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152908, Ярославская область, Рыбинский район,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Коминтерна,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76:20:120226:379</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Вынос газопровода низкого давления для строительства д. 20 по ул. Чебышева,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Чебышева,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76:20:120210:384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15 по ул. Зелинского,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Зелинского, д.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76:20:120203:292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Газовые ввода к д. 12а по ул. Чебышева,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Чебышева, д. 12а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76:20:120210:385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между д. 14 и 16 по ул. Чебышева,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Чебышева, между </w:t>
            </w:r>
          </w:p>
          <w:p w:rsidR="00CF063C" w:rsidRPr="00CF063C" w:rsidRDefault="00CF063C" w:rsidP="00CF063C">
            <w:pPr>
              <w:spacing w:line="256" w:lineRule="auto"/>
              <w:ind w:firstLine="0"/>
              <w:jc w:val="left"/>
              <w:rPr>
                <w:szCs w:val="28"/>
                <w:lang w:eastAsia="en-US"/>
              </w:rPr>
            </w:pPr>
            <w:r w:rsidRPr="00CF063C">
              <w:rPr>
                <w:szCs w:val="28"/>
                <w:lang w:eastAsia="en-US"/>
              </w:rPr>
              <w:t>д. 14 и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76:20:000000:2875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от ул. Крамского по ул. Буксирной к д. 9 по ул. Чебышева,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Крамского,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Буксирная, </w:t>
            </w:r>
          </w:p>
          <w:p w:rsidR="00CF063C" w:rsidRPr="00CF063C" w:rsidRDefault="00CF063C" w:rsidP="00CF063C">
            <w:pPr>
              <w:spacing w:line="256" w:lineRule="auto"/>
              <w:ind w:firstLine="0"/>
              <w:jc w:val="left"/>
              <w:rPr>
                <w:szCs w:val="28"/>
                <w:lang w:eastAsia="en-US"/>
              </w:rPr>
            </w:pPr>
            <w:r w:rsidRPr="00CF063C">
              <w:rPr>
                <w:szCs w:val="28"/>
                <w:lang w:eastAsia="en-US"/>
              </w:rPr>
              <w:t>ул. Чебышева,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76:20:000000:2853</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8 по ул. Буксирной,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Буксирная,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76:20:120211:436</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и ввода к д. 1, 3, 5, 15, 21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Чебышева,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Чебышева, д. 1, 3, 5, 15,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76:20:120202:236</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и фасад к д. 7 по ул. Ошурковской и ввода к д. 4, 6 по ул. Механизации, г. Рыбинск,</w:t>
            </w:r>
            <w:r w:rsidRPr="00CF063C">
              <w:rPr>
                <w:szCs w:val="28"/>
                <w:lang w:eastAsia="en-US"/>
              </w:rPr>
              <w:br/>
              <w:t>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Ошурковская, д. 7,</w:t>
            </w:r>
          </w:p>
          <w:p w:rsidR="00CF063C" w:rsidRPr="00CF063C" w:rsidRDefault="00CF063C" w:rsidP="00CF063C">
            <w:pPr>
              <w:spacing w:line="256" w:lineRule="auto"/>
              <w:ind w:firstLine="0"/>
              <w:jc w:val="left"/>
              <w:rPr>
                <w:szCs w:val="28"/>
                <w:lang w:eastAsia="en-US"/>
              </w:rPr>
            </w:pPr>
            <w:r w:rsidRPr="00CF063C">
              <w:rPr>
                <w:szCs w:val="28"/>
                <w:lang w:eastAsia="en-US"/>
              </w:rPr>
              <w:t>ул. Механизации, д. 4,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76:20:120235:1847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Газовый ввод низкого давления к д. 4 по ул. Сурикова,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Сурикова,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76:20:120235:1852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Целинная, д. 4, 4а, 6, 6а, 8, 10, 12, 12а,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Целинная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76:20:000000:2742</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Набережная  Космонавтов, д. 9,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Космонавтов,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76:20:010509:2756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Черняховского, д. 19,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Черняховского,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76:20:000000:2759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ул. Черняховского, д. 13, </w:t>
            </w:r>
          </w:p>
          <w:p w:rsidR="00CF063C" w:rsidRPr="00CF063C" w:rsidRDefault="00CF063C" w:rsidP="00CF063C">
            <w:pPr>
              <w:spacing w:line="256" w:lineRule="auto"/>
              <w:ind w:firstLine="0"/>
              <w:jc w:val="left"/>
              <w:rPr>
                <w:szCs w:val="28"/>
                <w:lang w:eastAsia="en-US"/>
              </w:rPr>
            </w:pPr>
            <w:r w:rsidRPr="00CF063C">
              <w:rPr>
                <w:szCs w:val="28"/>
                <w:lang w:eastAsia="en-US"/>
              </w:rPr>
              <w:t>катодная станция, ул. Черняховского, д. 13,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Черняховского,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76:20:010505:815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к 120-тиквартирному жилому дому ул. Энергетиков, д. 4, мкр-1,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Энергетиков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76:20:020301:728</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Энергетиков, д. 4,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Энергетиков,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76:20:020301:727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Набережная Космонавтов, д. 25, 27, 29,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Космонавтов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76:20:000000:2747</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Энергетиков, д. 4а,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Энергетиков, д. 4-а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76:20:000000:2738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 Волжский,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Рокоссовского, д. 8а, </w:t>
            </w:r>
            <w:r w:rsidRPr="00CF063C">
              <w:rPr>
                <w:szCs w:val="28"/>
                <w:lang w:eastAsia="en-US"/>
              </w:rPr>
              <w:br/>
              <w:t>70-ти квартирный дом,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Рокоссовского, д. 8а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76:20:020302:253</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Набережная Космонавтов, д. 51, 49, 47, ул. Рокоссовского, д. 16 от ГРП № 28,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Космонавтов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76:20:000000:2746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Рокоссовского, д. 10, 12, 14,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Рокоссовского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76:20:020302:254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Набережная Космонавтов, д. 31,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Космонавтов, д. 31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76:20:020302:252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Набережная Космонавтов, д. 45,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Космонавтов, д. 45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76:20:020303:223</w:t>
            </w:r>
          </w:p>
        </w:tc>
      </w:tr>
      <w:tr w:rsidR="00CF063C" w:rsidRPr="00CF063C" w:rsidTr="00CF063C">
        <w:trPr>
          <w:trHeight w:val="983"/>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Набережная Космонавтов, д. 41, 43,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Космонавтов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76:20:020303:225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Набережная Космонавтов, д. 33, 35,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Космонавтов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76:20:020303:224</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ГРП № 27 по ул. Звездной (здание и оборудование),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 ул. Звездная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76:20:010508:940</w:t>
            </w:r>
          </w:p>
        </w:tc>
      </w:tr>
      <w:tr w:rsidR="00CF063C" w:rsidRPr="00CF063C" w:rsidTr="00CF063C">
        <w:trPr>
          <w:trHeight w:val="837"/>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бульвар 200 лет Рыбинска, д. 1/8, 5, 3, ул. Звездная, д. 10, г. Рыбинск,</w:t>
            </w:r>
            <w:r w:rsidRPr="00CF063C">
              <w:rPr>
                <w:szCs w:val="28"/>
                <w:lang w:eastAsia="en-US"/>
              </w:rPr>
              <w:br/>
              <w:t>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бульвар 200 лет Рыбинска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76:20:000000:2745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Звездная, д. 8 (II «Б»),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Звездная,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76:20:010511:1194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 ул. Качалова, д. 38 (II «В»), ул. Качалова, д. 40, 40а (II «Г»),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Качалова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76:20:010511:1196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Волжский, бульвар 200 лет Рыбинска, д. 4,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бульвар 200 лет Рыбинска,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76:20:010511:1186</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Звездная, д. 4,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Звездная,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76:20:010511:1188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1799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ул. Набережная Космонавтов, д. 13,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Набережная Космонавтов,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76:20:010511:1190</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Звездная, д. 1,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Звездная,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76:20:000000:2780</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Набережная Космонавтов,</w:t>
            </w:r>
          </w:p>
          <w:p w:rsidR="00CF063C" w:rsidRPr="00CF063C" w:rsidRDefault="00CF063C" w:rsidP="00CF063C">
            <w:pPr>
              <w:spacing w:line="256" w:lineRule="auto"/>
              <w:ind w:firstLine="0"/>
              <w:jc w:val="left"/>
              <w:rPr>
                <w:szCs w:val="28"/>
                <w:lang w:eastAsia="en-US"/>
              </w:rPr>
            </w:pPr>
            <w:r w:rsidRPr="00CF063C">
              <w:rPr>
                <w:szCs w:val="28"/>
                <w:lang w:eastAsia="en-US"/>
              </w:rPr>
              <w:t>д. 15, 15а,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Набережная Космонавтов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76:20:010511:1192</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Качалова, д. 44, 46, катодная станция, ул. Качалова, д. 46,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 ул. Качалова, д. 46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76:20:010511:1195</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Качалова, д. 50,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Качалова, д. 50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76:20:010511:1193</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Черняховского, д. 16,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Черняховского,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76:20:010509:2755</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Набережная Космонавтов, д. 53, катодная станция,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Набережная Космонавтов, д. 53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76:20:000000:2797</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Набережная  Космонавтов, д. 59,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г. Рыбинск, п. Волжский, ул. Набережная Космонавтов, д. 59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76:20:020304:470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Фестивальная, д. 2,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Фестивальная, д. 2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76:20:000000:2752</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Фестивальная, д. 3,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Фестивальная,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76:20:020304:471</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Фестивальная, д. 5,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Фестивальная,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76:20:020304:475</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Волжский, ул. Рокоссовского, д. 22, </w:t>
            </w:r>
            <w:r w:rsidRPr="00CF063C">
              <w:rPr>
                <w:szCs w:val="28"/>
                <w:lang w:eastAsia="en-US"/>
              </w:rPr>
              <w:br/>
              <w:t xml:space="preserve">МКР 1а, ул. Рокоссовского, </w:t>
            </w:r>
            <w:r w:rsidRPr="00CF063C">
              <w:rPr>
                <w:szCs w:val="28"/>
                <w:lang w:eastAsia="en-US"/>
              </w:rPr>
              <w:br/>
              <w:t xml:space="preserve">д. 24, ул. Рокоссовского, д. 20,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76:20:020304:472</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Волжский, ул. Качалова, д. 14,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Качалова,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76:20:010505:816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8 по ул. Энергетиков,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Энергетиков,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76:20:020301:729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55, 57 по ул. Набережная Космонавтов,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Набережная Космонавтов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76:20:020304:473</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к д. 21 по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Набережная Космонавтов,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Набережная Космонавтов,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76:20:020301:730</w:t>
            </w:r>
          </w:p>
        </w:tc>
      </w:tr>
      <w:tr w:rsidR="00CF063C" w:rsidRPr="00CF063C" w:rsidTr="00CF063C">
        <w:trPr>
          <w:trHeight w:val="69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2 по бульвару 200 лет Рыбинска,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бульвар 200 лет Рыбинска,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76:20:010511:1187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4 по ул. Чекистов,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Чекистов,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76:20:010504:469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Перекладка газопровода среднего давления и низкого давления по ул. Качалова,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Качалова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76:20:010505:817</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среднего давления к ГРП-27, </w:t>
            </w:r>
            <w:r w:rsidRPr="00CF063C">
              <w:rPr>
                <w:szCs w:val="28"/>
                <w:lang w:eastAsia="en-US"/>
              </w:rPr>
              <w:br/>
              <w:t xml:space="preserve">ул. Звездная,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Звездная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76:20:010508:938</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11 по ул. Моисеенко,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Моисеенко,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76:20:020501:426</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17 по ул. Гончарова,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Гончарова,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76:20:020501:425</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57 по ул. Целинная,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Целинная, д. 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76:20:010405:340</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61 по ул. Целинная,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Целинная, д. 61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76:20:010405:341</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д. 44, 45, 46, 48, 51, 56а по </w:t>
            </w:r>
            <w:r w:rsidRPr="00CF063C">
              <w:rPr>
                <w:szCs w:val="28"/>
                <w:lang w:eastAsia="en-US"/>
              </w:rPr>
              <w:br/>
              <w:t>ул. Малиновская и д. 46 по ул. Корнева, к д. 58 по ул. Малиновской,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Малиновская, д. 44, 45, 46, 48, 51, 56а и </w:t>
            </w:r>
          </w:p>
          <w:p w:rsidR="00CF063C" w:rsidRPr="00CF063C" w:rsidRDefault="00CF063C" w:rsidP="00CF063C">
            <w:pPr>
              <w:spacing w:line="256" w:lineRule="auto"/>
              <w:ind w:firstLine="0"/>
              <w:jc w:val="left"/>
              <w:rPr>
                <w:szCs w:val="28"/>
                <w:lang w:eastAsia="en-US"/>
              </w:rPr>
            </w:pPr>
            <w:r w:rsidRPr="00CF063C">
              <w:rPr>
                <w:szCs w:val="28"/>
                <w:lang w:eastAsia="en-US"/>
              </w:rPr>
              <w:t>ул. Корнева, д. 46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76:20:000000:3014</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Наружный, подземный газопровод низкого давления для газоснабжения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Глебовская, д. № 24, 26, 27, 28, 29, 30,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76:20:070502:5889</w:t>
            </w:r>
          </w:p>
        </w:tc>
      </w:tr>
      <w:tr w:rsidR="00CF063C" w:rsidRPr="00CF063C" w:rsidTr="00CF063C">
        <w:trPr>
          <w:trHeight w:val="63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 к котельной В/Ч № 41686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76:20:110201:531</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Наружный подземный газопровод низкого давления для газоснабжения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 ул. Петра Крюкова, д. № 8, №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76:20:070220:349</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Наружный, подземный газопровод низкого давления для газоснабжения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проспект 50 лет Октября, д. № 1а, 3, 5а, 7,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76:20:000000:2663</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Наружный, подземный газопровод низкого давления для газификации частных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Лермонтова, </w:t>
            </w:r>
          </w:p>
          <w:p w:rsidR="00CF063C" w:rsidRPr="00CF063C" w:rsidRDefault="00CF063C" w:rsidP="00CF063C">
            <w:pPr>
              <w:spacing w:line="256" w:lineRule="auto"/>
              <w:ind w:firstLine="0"/>
              <w:jc w:val="left"/>
              <w:rPr>
                <w:szCs w:val="28"/>
                <w:lang w:eastAsia="en-US"/>
              </w:rPr>
            </w:pPr>
            <w:r w:rsidRPr="00CF063C">
              <w:rPr>
                <w:szCs w:val="28"/>
                <w:lang w:eastAsia="en-US"/>
              </w:rPr>
              <w:t>ул. Ключевая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76:20:000000:2665</w:t>
            </w:r>
          </w:p>
        </w:tc>
      </w:tr>
      <w:tr w:rsidR="00CF063C" w:rsidRPr="00CF063C" w:rsidTr="00CF063C">
        <w:trPr>
          <w:trHeight w:val="189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Наружный, подземный газопровод низкого давления для газоснабжения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ул. Макаровская, ул. Гражданская </w:t>
            </w:r>
            <w:r w:rsidRPr="00CF063C">
              <w:rPr>
                <w:szCs w:val="28"/>
                <w:lang w:eastAsia="en-US"/>
              </w:rPr>
              <w:br/>
              <w:t>(с точкой врезки к существующему газопроводу низкого давления, проходящему вдоль проспекта Серова)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76:20:000000:2678</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Трасса газопровода низкого давления для газификации частных жилых домов</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Бабушкина, ул. Бориса</w:t>
            </w:r>
            <w:r w:rsidRPr="00CF063C">
              <w:rPr>
                <w:szCs w:val="28"/>
                <w:lang w:eastAsia="en-US"/>
              </w:rPr>
              <w:br/>
              <w:t xml:space="preserve">Рукавицына, проспект Серова, ул. Гражданская </w:t>
            </w:r>
          </w:p>
          <w:p w:rsidR="00CF063C" w:rsidRPr="00CF063C" w:rsidRDefault="00CF063C" w:rsidP="00CF063C">
            <w:pPr>
              <w:spacing w:line="256" w:lineRule="auto"/>
              <w:ind w:firstLine="0"/>
              <w:jc w:val="left"/>
              <w:rPr>
                <w:szCs w:val="28"/>
                <w:lang w:eastAsia="en-US"/>
              </w:rPr>
            </w:pPr>
            <w:r w:rsidRPr="00CF063C">
              <w:rPr>
                <w:szCs w:val="28"/>
                <w:lang w:eastAsia="en-US"/>
              </w:rPr>
              <w:t>(от ГРПШ-05-2У1)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76:20:000000:2673</w:t>
            </w:r>
          </w:p>
        </w:tc>
      </w:tr>
      <w:tr w:rsidR="00CF063C" w:rsidRPr="00CF063C" w:rsidTr="00CF063C">
        <w:trPr>
          <w:trHeight w:val="189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Наружный, подземный газопровод низкого давления для газоснабжения жилых домов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городской округ город Рыбинск, г. Рыбинск,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Александровская,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Малая Иверская, </w:t>
            </w:r>
          </w:p>
          <w:p w:rsidR="00CF063C" w:rsidRPr="00CF063C" w:rsidRDefault="00CF063C" w:rsidP="00CF063C">
            <w:pPr>
              <w:spacing w:line="256" w:lineRule="auto"/>
              <w:ind w:firstLine="0"/>
              <w:jc w:val="left"/>
              <w:rPr>
                <w:szCs w:val="28"/>
                <w:lang w:eastAsia="en-US"/>
              </w:rPr>
            </w:pPr>
            <w:r w:rsidRPr="00CF063C">
              <w:rPr>
                <w:szCs w:val="28"/>
                <w:lang w:eastAsia="en-US"/>
              </w:rPr>
              <w:t>ул. Парижской Коммуны, Сосновый пер. (с точкой подключения от ГРПШ на ул. Любимцевской)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76:20:000000:2675</w:t>
            </w:r>
          </w:p>
        </w:tc>
      </w:tr>
      <w:tr w:rsidR="00CF063C" w:rsidRPr="00CF063C" w:rsidTr="00CF063C">
        <w:trPr>
          <w:trHeight w:val="252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и низкого давления ул. Лобачевского, ул. Левитана; вводы к ул. Левитана, д. 5, 7, 9,</w:t>
            </w:r>
            <w:r w:rsidRPr="00CF063C">
              <w:rPr>
                <w:szCs w:val="28"/>
                <w:lang w:eastAsia="en-US"/>
              </w:rPr>
              <w:br/>
              <w:t>11, 13, 15, 17, 19, 21, ул. Лобачевского, д. 10, к котельной прихода Успенского храма по ул. Левитана, д. 9а, ШРП</w:t>
            </w:r>
            <w:r w:rsidRPr="00CF063C">
              <w:rPr>
                <w:szCs w:val="28"/>
                <w:lang w:eastAsia="en-US"/>
              </w:rPr>
              <w:br/>
              <w:t>№ 113 ул. Левитана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76:00:000000:23608</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среднего давления по ул. Пархинской – ш. К. Либкнехта </w:t>
            </w:r>
          </w:p>
          <w:p w:rsidR="00CF063C" w:rsidRPr="00CF063C" w:rsidRDefault="00CF063C" w:rsidP="00CF063C">
            <w:pPr>
              <w:spacing w:line="256" w:lineRule="auto"/>
              <w:ind w:firstLine="0"/>
              <w:jc w:val="left"/>
              <w:rPr>
                <w:szCs w:val="28"/>
                <w:lang w:eastAsia="en-US"/>
              </w:rPr>
            </w:pPr>
            <w:r w:rsidRPr="00CF063C">
              <w:rPr>
                <w:szCs w:val="28"/>
                <w:lang w:eastAsia="en-US"/>
              </w:rPr>
              <w:t>(от ул. Волочаевской до р. Коровки),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76:20:000000:2830</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 к хлебозаводу № 1 и 4 (пересекает ул. Орджоникидзе), катодная станция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76:20:000000:2846</w:t>
            </w:r>
          </w:p>
        </w:tc>
      </w:tr>
      <w:tr w:rsidR="00CF063C" w:rsidRPr="00CF063C" w:rsidTr="00CF063C">
        <w:trPr>
          <w:trHeight w:val="15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к ул. Нефтяников (п. Кирова) от ж/д к котельной нефтебазы к ШРП № 34</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газопровод высокого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к ул. Нефтяников (п. Кирова) от ж/д к котельной нефтебазы к ШРП № 34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76:20:000000:2796</w:t>
            </w:r>
          </w:p>
        </w:tc>
      </w:tr>
      <w:tr w:rsidR="00CF063C" w:rsidRPr="00CF063C" w:rsidTr="00CF063C">
        <w:trPr>
          <w:trHeight w:val="94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ул. Белинского. Катодная станция, ул. Белинского,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Белинского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76:20:000000:2881</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и низкого давления по ул. Кимовская, от д. 1 до д. 86. ГРПШ № 135, ул. Кимовская, г. Рыбинск,</w:t>
            </w:r>
            <w:r w:rsidRPr="00CF063C">
              <w:rPr>
                <w:szCs w:val="28"/>
                <w:lang w:eastAsia="en-US"/>
              </w:rPr>
              <w:br/>
              <w:t>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Рыбинск, </w:t>
            </w:r>
          </w:p>
          <w:p w:rsidR="00CF063C" w:rsidRPr="00CF063C" w:rsidRDefault="00CF063C" w:rsidP="00CF063C">
            <w:pPr>
              <w:spacing w:line="256" w:lineRule="auto"/>
              <w:ind w:firstLine="0"/>
              <w:jc w:val="left"/>
              <w:rPr>
                <w:szCs w:val="28"/>
                <w:lang w:eastAsia="en-US"/>
              </w:rPr>
            </w:pPr>
            <w:r w:rsidRPr="00CF063C">
              <w:rPr>
                <w:szCs w:val="28"/>
                <w:lang w:eastAsia="en-US"/>
              </w:rPr>
              <w:t>ул. Кимовская, от д. 1 до д. 86, ГРПШ № 135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76:20:000000:2880</w:t>
            </w:r>
          </w:p>
        </w:tc>
      </w:tr>
      <w:tr w:rsidR="00CF063C" w:rsidRPr="00CF063C" w:rsidTr="00CF063C">
        <w:trPr>
          <w:trHeight w:val="126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и среднего давления, ГРП, п. Волжский, катодная станция,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Российская Федерация, 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городской округ город Рыбинск, 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76:00:000000:23618</w:t>
            </w:r>
          </w:p>
        </w:tc>
      </w:tr>
      <w:tr w:rsidR="00CF063C" w:rsidRPr="00CF063C" w:rsidTr="00CF063C">
        <w:trPr>
          <w:trHeight w:val="197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Волжский, квартала 1, 2, ул. Толбухина, д. 14, 13, 11, 12, 3, 5, 7, 4, 6, ул. Качалова д. 2, 4, 6, 8, 10, ул. Чекистов, д. 14, 12, 10, ул. Владимирского, д. 2, 4, 6, 8, 1, ул. Сеченова, д. 1, 3, 5,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76:20:000000:2773</w:t>
            </w:r>
          </w:p>
        </w:tc>
      </w:tr>
      <w:tr w:rsidR="00CF063C" w:rsidRPr="00CF063C" w:rsidTr="00CF063C">
        <w:trPr>
          <w:trHeight w:val="220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от ГРП-26 до ГРП-27 ул. Черняховского,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10, 12, ул. Библиотечная, д. 3, 4, ул. Сеченова,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9/2, 11, 17, 19/1, 21/2, 23,11а, 15, ул. Желябова, </w:t>
            </w:r>
            <w:r w:rsidRPr="00CF063C">
              <w:rPr>
                <w:szCs w:val="28"/>
                <w:lang w:eastAsia="en-US"/>
              </w:rPr>
              <w:br/>
              <w:t>д. 6, 10, 12, 14, 16, 18; фасадные газопроводы, г. Рыбинск, Ярославская область</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Рыбинск</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76:20:000000:2776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Газоснабжение жилых домов в д. Артюкино Рыбинского района</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Рыбинский район, Назаровский сельский округ, д. Артюкино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76:14:000000:1410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к д. 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76:14:050504:587</w:t>
            </w:r>
          </w:p>
        </w:tc>
      </w:tr>
      <w:tr w:rsidR="00CF063C" w:rsidRPr="00CF063C" w:rsidTr="00CF063C">
        <w:trPr>
          <w:trHeight w:val="1743"/>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w:t>
            </w:r>
            <w:r w:rsidRPr="00CF063C">
              <w:rPr>
                <w:szCs w:val="28"/>
                <w:lang w:eastAsia="en-US"/>
              </w:rPr>
              <w:br/>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Советская, в районе </w:t>
            </w:r>
          </w:p>
          <w:p w:rsidR="00CF063C" w:rsidRPr="00CF063C" w:rsidRDefault="00CF063C" w:rsidP="00CF063C">
            <w:pPr>
              <w:spacing w:line="256" w:lineRule="auto"/>
              <w:ind w:firstLine="0"/>
              <w:jc w:val="left"/>
              <w:rPr>
                <w:szCs w:val="28"/>
                <w:lang w:eastAsia="en-US"/>
              </w:rPr>
            </w:pPr>
            <w:r w:rsidRPr="00CF063C">
              <w:rPr>
                <w:szCs w:val="28"/>
                <w:lang w:eastAsia="en-US"/>
              </w:rPr>
              <w:t>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76:14:050504:586</w:t>
            </w:r>
          </w:p>
        </w:tc>
      </w:tr>
      <w:tr w:rsidR="00CF063C" w:rsidRPr="00CF063C" w:rsidTr="00CF063C">
        <w:trPr>
          <w:trHeight w:val="41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Песочное, ул. 60 лет Октября (к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76:14:000000:1423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Песочное, ул. 60 лет Октября (к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Песочное, ул. 60 лет Октября (к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76:14:050501:3176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Песочное, ул. 60 лет Октября (к 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Песочное, ул. Октябрьская к д. 10 – 14, 21 – 27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76:14:000000:1420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(к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76:14:050504:953</w:t>
            </w:r>
          </w:p>
        </w:tc>
      </w:tr>
      <w:tr w:rsidR="00CF063C" w:rsidRPr="00CF063C" w:rsidTr="00CF063C">
        <w:trPr>
          <w:trHeight w:val="695"/>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Октябрьская к д. 1 – 3, 6 –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76:14:050501:3181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60 лет Октября, к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76:14:050501:2799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к д. 21,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76:14:050504:952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Покровский сельский округ, п. Искра Октября, ул. Молодежная,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76:14:040401:2375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Назаровский сельский округ, д. Назарово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76:14:030136:967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Покровский сельский округ, п. Искра Октября, ул. Молодежная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76:14:040401:2376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Покровский сельский округ, д. Костино, к д. 39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76:14:040406:835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Покровский сельский округ, д. Костино, к д. 18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76:14:040406:838</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Рыбинский район, Покровский сельский округ, п. Кстово, ул. Воровского, к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76:14:050101:386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Покровский сельский округ, п. Кстово, </w:t>
            </w:r>
          </w:p>
          <w:p w:rsidR="00CF063C" w:rsidRPr="00CF063C" w:rsidRDefault="00CF063C" w:rsidP="00CF063C">
            <w:pPr>
              <w:spacing w:line="256" w:lineRule="auto"/>
              <w:ind w:firstLine="0"/>
              <w:jc w:val="left"/>
              <w:rPr>
                <w:szCs w:val="28"/>
                <w:lang w:eastAsia="en-US"/>
              </w:rPr>
            </w:pPr>
            <w:r w:rsidRPr="00CF063C">
              <w:rPr>
                <w:szCs w:val="28"/>
                <w:lang w:eastAsia="en-US"/>
              </w:rPr>
              <w:t>ул. Воровского, к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76:14:050101:385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Покровский сельский округ, п. Красная Горка,</w:t>
            </w:r>
          </w:p>
          <w:p w:rsidR="00CF063C" w:rsidRPr="00CF063C" w:rsidRDefault="00CF063C" w:rsidP="00CF063C">
            <w:pPr>
              <w:spacing w:line="256" w:lineRule="auto"/>
              <w:ind w:firstLine="0"/>
              <w:jc w:val="left"/>
              <w:rPr>
                <w:szCs w:val="28"/>
                <w:lang w:eastAsia="en-US"/>
              </w:rPr>
            </w:pPr>
            <w:r w:rsidRPr="00CF063C">
              <w:rPr>
                <w:szCs w:val="28"/>
                <w:lang w:eastAsia="en-US"/>
              </w:rPr>
              <w:t>к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76:14:040421:1318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Покровский сельский округ, п. Красная Горка, </w:t>
            </w:r>
          </w:p>
          <w:p w:rsidR="00CF063C" w:rsidRPr="00CF063C" w:rsidRDefault="00CF063C" w:rsidP="00CF063C">
            <w:pPr>
              <w:spacing w:line="256" w:lineRule="auto"/>
              <w:ind w:firstLine="0"/>
              <w:jc w:val="left"/>
              <w:rPr>
                <w:szCs w:val="28"/>
                <w:lang w:eastAsia="en-US"/>
              </w:rPr>
            </w:pPr>
            <w:r w:rsidRPr="00CF063C">
              <w:rPr>
                <w:szCs w:val="28"/>
                <w:lang w:eastAsia="en-US"/>
              </w:rPr>
              <w:t>к 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76:14:040421:1319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Покровский сельский округ, п. Красная Горка, ул. Садовая, к д. 30, 36, 38, 53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76:14:040421:1320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Рыбинский район, Песоченский сельский округ, п. Песочное, от ШРП -1 до оператора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76:14:050504:954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Песочное, ул. Заводская д. 27а, 39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76:14:050503:780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Песочное, ул. Новая, </w:t>
            </w:r>
          </w:p>
          <w:p w:rsidR="00CF063C" w:rsidRPr="00CF063C" w:rsidRDefault="00CF063C" w:rsidP="00CF063C">
            <w:pPr>
              <w:spacing w:line="256" w:lineRule="auto"/>
              <w:ind w:firstLine="0"/>
              <w:jc w:val="left"/>
              <w:rPr>
                <w:szCs w:val="28"/>
                <w:lang w:eastAsia="en-US"/>
              </w:rPr>
            </w:pPr>
            <w:r w:rsidRPr="00CF063C">
              <w:rPr>
                <w:szCs w:val="28"/>
                <w:lang w:eastAsia="en-US"/>
              </w:rPr>
              <w:t>д. 31а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76:14:050503:782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Октябрьская,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76:14:050501:3178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Песочное, ул. Заводская, д. 4а (бывший </w:t>
            </w:r>
          </w:p>
          <w:p w:rsidR="00CF063C" w:rsidRPr="00CF063C" w:rsidRDefault="00CF063C" w:rsidP="00CF063C">
            <w:pPr>
              <w:spacing w:line="256" w:lineRule="auto"/>
              <w:ind w:firstLine="0"/>
              <w:jc w:val="left"/>
              <w:rPr>
                <w:szCs w:val="28"/>
                <w:lang w:eastAsia="en-US"/>
              </w:rPr>
            </w:pPr>
            <w:r w:rsidRPr="00CF063C">
              <w:rPr>
                <w:szCs w:val="28"/>
                <w:lang w:eastAsia="en-US"/>
              </w:rPr>
              <w:t>п. Песочное, 32-х квартирный дом)</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76:14:050503:781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Песочное, ул. 60 лет Октября, д. 11 (бывший </w:t>
            </w:r>
            <w:r w:rsidRPr="00CF063C">
              <w:rPr>
                <w:szCs w:val="28"/>
                <w:lang w:eastAsia="en-US"/>
              </w:rPr>
              <w:br/>
              <w:t>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76:14:050501:3182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Первомайская,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76:14:050501:3179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Заводская, к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76:14:050503:427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60 лет Октября,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76:14:050501:3177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Горка, д. 10а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76:14:050501:3172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Тихменево, </w:t>
            </w:r>
          </w:p>
          <w:p w:rsidR="00CF063C" w:rsidRPr="00CF063C" w:rsidRDefault="00CF063C" w:rsidP="00CF063C">
            <w:pPr>
              <w:spacing w:line="256" w:lineRule="auto"/>
              <w:ind w:firstLine="0"/>
              <w:jc w:val="left"/>
              <w:rPr>
                <w:szCs w:val="28"/>
                <w:lang w:eastAsia="en-US"/>
              </w:rPr>
            </w:pPr>
            <w:r w:rsidRPr="00CF063C">
              <w:rPr>
                <w:szCs w:val="28"/>
                <w:lang w:eastAsia="en-US"/>
              </w:rPr>
              <w:t>ул. Тугаринова,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76:14:040102:846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60 лет Октября, к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76:14:050501:2801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Песоченский сельский округ, п. Песочное, </w:t>
            </w:r>
          </w:p>
          <w:p w:rsidR="00CF063C" w:rsidRPr="00CF063C" w:rsidRDefault="00CF063C" w:rsidP="00CF063C">
            <w:pPr>
              <w:spacing w:line="256" w:lineRule="auto"/>
              <w:ind w:firstLine="0"/>
              <w:jc w:val="left"/>
              <w:rPr>
                <w:szCs w:val="28"/>
                <w:lang w:eastAsia="en-US"/>
              </w:rPr>
            </w:pPr>
            <w:r w:rsidRPr="00CF063C">
              <w:rPr>
                <w:szCs w:val="28"/>
                <w:lang w:eastAsia="en-US"/>
              </w:rPr>
              <w:t>ул. 60 лет Октября (к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76:14:050501:2795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Волжский сельский округ, п. Ермаково, д. 10</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76:14:050412:2071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Волжский сельский округ, с. Сретенье</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76:14:040444:797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Дюдьково,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76:14:050438:1451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 д. № 9, д. Дюдьково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Дюдьково,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76:14:050438:1453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 Октябрьский </w:t>
            </w:r>
          </w:p>
          <w:p w:rsidR="00CF063C" w:rsidRPr="00CF063C" w:rsidRDefault="00CF063C" w:rsidP="00CF063C">
            <w:pPr>
              <w:spacing w:line="256" w:lineRule="auto"/>
              <w:ind w:firstLine="0"/>
              <w:jc w:val="left"/>
              <w:rPr>
                <w:szCs w:val="28"/>
                <w:lang w:eastAsia="en-US"/>
              </w:rPr>
            </w:pPr>
            <w:r w:rsidRPr="00CF063C">
              <w:rPr>
                <w:szCs w:val="28"/>
                <w:lang w:eastAsia="en-US"/>
              </w:rPr>
              <w:t>д. 4, 5</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4,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76:14:050426:1693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п. Октябрьский к д. № 7, 8</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Рыбинский район,</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7,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76:14:050426:1697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 Октябрьский, </w:t>
            </w:r>
          </w:p>
          <w:p w:rsidR="00CF063C" w:rsidRPr="00CF063C" w:rsidRDefault="00CF063C" w:rsidP="00CF063C">
            <w:pPr>
              <w:spacing w:line="256" w:lineRule="auto"/>
              <w:ind w:firstLine="0"/>
              <w:jc w:val="left"/>
              <w:rPr>
                <w:szCs w:val="28"/>
                <w:lang w:eastAsia="en-US"/>
              </w:rPr>
            </w:pPr>
            <w:r w:rsidRPr="00CF063C">
              <w:rPr>
                <w:szCs w:val="28"/>
                <w:lang w:eastAsia="en-US"/>
              </w:rPr>
              <w:t>д. 12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76:14:050426:1694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 Октябрьский, </w:t>
            </w:r>
          </w:p>
          <w:p w:rsidR="00CF063C" w:rsidRPr="00CF063C" w:rsidRDefault="00CF063C" w:rsidP="00CF063C">
            <w:pPr>
              <w:spacing w:line="256" w:lineRule="auto"/>
              <w:ind w:firstLine="0"/>
              <w:jc w:val="left"/>
              <w:rPr>
                <w:szCs w:val="28"/>
                <w:lang w:eastAsia="en-US"/>
              </w:rPr>
            </w:pPr>
            <w:r w:rsidRPr="00CF063C">
              <w:rPr>
                <w:szCs w:val="28"/>
                <w:lang w:eastAsia="en-US"/>
              </w:rPr>
              <w:t>д. 13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76:14:050426:1692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 Октябрьский, </w:t>
            </w:r>
          </w:p>
          <w:p w:rsidR="00CF063C" w:rsidRPr="00CF063C" w:rsidRDefault="00CF063C" w:rsidP="00CF063C">
            <w:pPr>
              <w:spacing w:line="256" w:lineRule="auto"/>
              <w:ind w:firstLine="0"/>
              <w:jc w:val="left"/>
              <w:rPr>
                <w:szCs w:val="28"/>
                <w:lang w:eastAsia="en-US"/>
              </w:rPr>
            </w:pPr>
            <w:r w:rsidRPr="00CF063C">
              <w:rPr>
                <w:szCs w:val="28"/>
                <w:lang w:eastAsia="en-US"/>
              </w:rPr>
              <w:t>д. 21</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76:14:050426:1696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п. Октябрьский, </w:t>
            </w:r>
          </w:p>
          <w:p w:rsidR="00CF063C" w:rsidRPr="00CF063C" w:rsidRDefault="00CF063C" w:rsidP="00CF063C">
            <w:pPr>
              <w:spacing w:line="256" w:lineRule="auto"/>
              <w:ind w:firstLine="0"/>
              <w:jc w:val="left"/>
              <w:rPr>
                <w:szCs w:val="28"/>
                <w:lang w:eastAsia="en-US"/>
              </w:rPr>
            </w:pPr>
            <w:r w:rsidRPr="00CF063C">
              <w:rPr>
                <w:szCs w:val="28"/>
                <w:lang w:eastAsia="en-US"/>
              </w:rPr>
              <w:t>д. 80</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муниципальный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80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76:14:050426:1699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Октябрьский, </w:t>
            </w:r>
          </w:p>
          <w:p w:rsidR="00CF063C" w:rsidRPr="00CF063C" w:rsidRDefault="00CF063C" w:rsidP="00CF063C">
            <w:pPr>
              <w:spacing w:line="256" w:lineRule="auto"/>
              <w:ind w:firstLine="0"/>
              <w:jc w:val="left"/>
              <w:rPr>
                <w:szCs w:val="28"/>
                <w:lang w:eastAsia="en-US"/>
              </w:rPr>
            </w:pPr>
            <w:r w:rsidRPr="00CF063C">
              <w:rPr>
                <w:szCs w:val="28"/>
                <w:lang w:eastAsia="en-US"/>
              </w:rPr>
              <w:t>д. 16</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76:14:050426:1695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 Октябрьский, </w:t>
            </w:r>
          </w:p>
          <w:p w:rsidR="00CF063C" w:rsidRPr="00CF063C" w:rsidRDefault="00CF063C" w:rsidP="00CF063C">
            <w:pPr>
              <w:spacing w:line="256" w:lineRule="auto"/>
              <w:ind w:firstLine="0"/>
              <w:jc w:val="left"/>
              <w:rPr>
                <w:szCs w:val="28"/>
                <w:lang w:eastAsia="en-US"/>
              </w:rPr>
            </w:pPr>
            <w:r w:rsidRPr="00CF063C">
              <w:rPr>
                <w:szCs w:val="28"/>
                <w:lang w:eastAsia="en-US"/>
              </w:rPr>
              <w:t>д. 29, 30, 31, 32</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29, 30, 31,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76:14:050426:1700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w:t>
            </w:r>
          </w:p>
          <w:p w:rsidR="00CF063C" w:rsidRPr="00CF063C" w:rsidRDefault="00CF063C" w:rsidP="00CF063C">
            <w:pPr>
              <w:spacing w:line="256" w:lineRule="auto"/>
              <w:ind w:firstLine="0"/>
              <w:jc w:val="left"/>
              <w:rPr>
                <w:szCs w:val="28"/>
                <w:lang w:eastAsia="en-US"/>
              </w:rPr>
            </w:pPr>
            <w:r w:rsidRPr="00CF063C">
              <w:rPr>
                <w:szCs w:val="28"/>
                <w:lang w:eastAsia="en-US"/>
              </w:rPr>
              <w:t>д. 23</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п. Октябрьский, 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76:14:050426:1691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Рыбинский район, Судоверфский сельский округ, п. Судоверфь</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76:14:000000:1382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Рыбинский район, Судоверфский сельский округ, п. Судоверфь, ул. Судостроительная, д. 25,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76:14:010403:2373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Макаровский сельский округ, </w:t>
            </w:r>
          </w:p>
          <w:p w:rsidR="00CF063C" w:rsidRPr="00CF063C" w:rsidRDefault="00CF063C" w:rsidP="00CF063C">
            <w:pPr>
              <w:spacing w:line="256" w:lineRule="auto"/>
              <w:ind w:firstLine="0"/>
              <w:jc w:val="left"/>
              <w:rPr>
                <w:szCs w:val="28"/>
                <w:lang w:eastAsia="en-US"/>
              </w:rPr>
            </w:pPr>
            <w:r w:rsidRPr="00CF063C">
              <w:rPr>
                <w:szCs w:val="28"/>
                <w:lang w:eastAsia="en-US"/>
              </w:rPr>
              <w:t>п. Юбилейный, к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76:14:010447:824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Макаровский сельский округ, </w:t>
            </w:r>
          </w:p>
          <w:p w:rsidR="00CF063C" w:rsidRPr="00CF063C" w:rsidRDefault="00CF063C" w:rsidP="00CF063C">
            <w:pPr>
              <w:spacing w:line="256" w:lineRule="auto"/>
              <w:ind w:firstLine="0"/>
              <w:jc w:val="left"/>
              <w:rPr>
                <w:szCs w:val="28"/>
                <w:lang w:eastAsia="en-US"/>
              </w:rPr>
            </w:pPr>
            <w:r w:rsidRPr="00CF063C">
              <w:rPr>
                <w:szCs w:val="28"/>
                <w:lang w:eastAsia="en-US"/>
              </w:rPr>
              <w:t>п. Юбилейный,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76:14:010447:828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Рыбинский район, Макаровский сельский округ, </w:t>
            </w:r>
          </w:p>
          <w:p w:rsidR="00CF063C" w:rsidRPr="00CF063C" w:rsidRDefault="00CF063C" w:rsidP="00CF063C">
            <w:pPr>
              <w:spacing w:line="256" w:lineRule="auto"/>
              <w:ind w:firstLine="0"/>
              <w:jc w:val="left"/>
              <w:rPr>
                <w:szCs w:val="28"/>
                <w:lang w:eastAsia="en-US"/>
              </w:rPr>
            </w:pPr>
            <w:r w:rsidRPr="00CF063C">
              <w:rPr>
                <w:szCs w:val="28"/>
                <w:lang w:eastAsia="en-US"/>
              </w:rPr>
              <w:t>п. Юбилейный, к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76:14:010447:831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Газорегуляторный пункт</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Рыбинский район, Судоверфский сельский округ, п. Судоверфь</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76:14:010404:602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Рыбинская, д. 37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76:12:000000:1205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Воинова, д. 27, </w:t>
            </w:r>
          </w:p>
          <w:p w:rsidR="00CF063C" w:rsidRPr="00CF063C" w:rsidRDefault="00CF063C" w:rsidP="00CF063C">
            <w:pPr>
              <w:spacing w:line="256" w:lineRule="auto"/>
              <w:ind w:firstLine="0"/>
              <w:jc w:val="left"/>
              <w:rPr>
                <w:szCs w:val="28"/>
                <w:lang w:eastAsia="en-US"/>
              </w:rPr>
            </w:pPr>
            <w:r w:rsidRPr="00CF063C">
              <w:rPr>
                <w:szCs w:val="28"/>
                <w:lang w:eastAsia="en-US"/>
              </w:rPr>
              <w:t>ул. Рыбинская, д. 38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76:12:010205:305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и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д. 54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76:12:010331:477</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Сети газоснабжения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Троицкий ручей, д. 1а, ул. Шевченко, д. 3, 9, 13, 16, 17, 21, ул. Механизаторов,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w:t>
            </w:r>
            <w:r w:rsidRPr="00CF063C">
              <w:rPr>
                <w:color w:val="FF0000"/>
                <w:szCs w:val="28"/>
                <w:lang w:eastAsia="en-US"/>
              </w:rPr>
              <w:t xml:space="preserve">3 – 8, 9, -14, 6, 8, </w:t>
            </w:r>
            <w:r w:rsidRPr="00CF063C">
              <w:rPr>
                <w:szCs w:val="28"/>
                <w:lang w:eastAsia="en-US"/>
              </w:rPr>
              <w:t xml:space="preserve">ул. Терешковой, д. 55, 59,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реки Пертомки, д. 26, 28, 30, 36, 52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76:12:000000:1321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1899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Терешковой, д. 46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76:12:000000:1206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Терешковой,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76:12:000000:1236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Семенишина, д.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76:12:000000:1210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Некрасова, д. 14, 16, 11, ул. Троицкий ручей, д. 34, 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76:12:010208:269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Воинова, д. 54, </w:t>
            </w:r>
          </w:p>
          <w:p w:rsidR="00CF063C" w:rsidRPr="00CF063C" w:rsidRDefault="00CF063C" w:rsidP="00CF063C">
            <w:pPr>
              <w:spacing w:line="256" w:lineRule="auto"/>
              <w:ind w:firstLine="0"/>
              <w:jc w:val="left"/>
              <w:rPr>
                <w:szCs w:val="28"/>
                <w:lang w:eastAsia="en-US"/>
              </w:rPr>
            </w:pPr>
            <w:r w:rsidRPr="00CF063C">
              <w:rPr>
                <w:szCs w:val="28"/>
                <w:lang w:eastAsia="en-US"/>
              </w:rPr>
              <w:t>ул. Шевченко,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76:12:010214:377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Набережная реки Пертомки, </w:t>
            </w:r>
          </w:p>
          <w:p w:rsidR="00CF063C" w:rsidRPr="00CF063C" w:rsidRDefault="00CF063C" w:rsidP="00CF063C">
            <w:pPr>
              <w:spacing w:line="256" w:lineRule="auto"/>
              <w:ind w:firstLine="0"/>
              <w:jc w:val="left"/>
              <w:rPr>
                <w:szCs w:val="28"/>
                <w:lang w:eastAsia="en-US"/>
              </w:rPr>
            </w:pPr>
            <w:r w:rsidRPr="00CF063C">
              <w:rPr>
                <w:szCs w:val="28"/>
                <w:lang w:eastAsia="en-US"/>
              </w:rPr>
              <w:t>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76:12:000000:1279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Верхне-Троицкий ручей, д. 46 (ДРСУ)</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76:12:010213:337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Пушкина,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76:12:000000:1292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Некрасова, д. 7, 8,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76:12:010208:270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территория ЦРБ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76:12:000000:1243</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Семенишина,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76:12:000000:1213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Набережная реки Пертомки, </w:t>
            </w:r>
          </w:p>
          <w:p w:rsidR="00CF063C" w:rsidRPr="00CF063C" w:rsidRDefault="00CF063C" w:rsidP="00CF063C">
            <w:pPr>
              <w:spacing w:line="256" w:lineRule="auto"/>
              <w:ind w:firstLine="0"/>
              <w:jc w:val="left"/>
              <w:rPr>
                <w:szCs w:val="28"/>
                <w:lang w:eastAsia="en-US"/>
              </w:rPr>
            </w:pPr>
            <w:r w:rsidRPr="00CF063C">
              <w:rPr>
                <w:szCs w:val="28"/>
                <w:lang w:eastAsia="en-US"/>
              </w:rPr>
              <w:t>д. 40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76:12:010211:313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Терешковой, д. 46а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76:12:010205:303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Комсомольская, д. 37а, 39а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76:12:010331:468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Терешковой, д. 29а, 31а, 33а,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76:12:000000:1212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д. 58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76:12:010331:471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Воинова, д. 43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76:12:010208:268</w:t>
            </w:r>
          </w:p>
        </w:tc>
      </w:tr>
      <w:tr w:rsidR="00CF063C" w:rsidRPr="00CF063C" w:rsidTr="00CF063C">
        <w:trPr>
          <w:trHeight w:val="416"/>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 п. Юбилейный, д. 1,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Терешковой,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76:12:010203:277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Терешковой,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76:12:010202:257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магазин </w:t>
            </w:r>
          </w:p>
          <w:p w:rsidR="00CF063C" w:rsidRPr="00CF063C" w:rsidRDefault="00CF063C" w:rsidP="00CF063C">
            <w:pPr>
              <w:spacing w:line="256" w:lineRule="auto"/>
              <w:ind w:firstLine="0"/>
              <w:jc w:val="left"/>
              <w:rPr>
                <w:szCs w:val="28"/>
                <w:lang w:eastAsia="en-US"/>
              </w:rPr>
            </w:pPr>
            <w:r w:rsidRPr="00CF063C">
              <w:rPr>
                <w:szCs w:val="28"/>
                <w:lang w:eastAsia="en-US"/>
              </w:rPr>
              <w:t>Д-С-О «Магазин Общество охотников»</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76:12:010211:311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Первомайская, д. 25, 27, ул. Даниловская, д. 69, 71, пер. Новый, д. 1 – 10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76:12:010328:288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Даниловская, д.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Набережная реки Пертомки, </w:t>
            </w:r>
          </w:p>
          <w:p w:rsidR="00CF063C" w:rsidRPr="00CF063C" w:rsidRDefault="00CF063C" w:rsidP="00CF063C">
            <w:pPr>
              <w:spacing w:line="256" w:lineRule="auto"/>
              <w:ind w:firstLine="0"/>
              <w:jc w:val="left"/>
              <w:rPr>
                <w:szCs w:val="28"/>
                <w:lang w:eastAsia="en-US"/>
              </w:rPr>
            </w:pPr>
            <w:r w:rsidRPr="00CF063C">
              <w:rPr>
                <w:szCs w:val="28"/>
                <w:lang w:eastAsia="en-US"/>
              </w:rPr>
              <w:t>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76:12:010207:249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пер. Юбилейный, д. 5, 7, 9, 11, 13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Первомайская, д. 2, 4, 5, 6, 7, 12, ул. Преображенского, </w:t>
            </w:r>
          </w:p>
          <w:p w:rsidR="00CF063C" w:rsidRPr="00CF063C" w:rsidRDefault="00CF063C" w:rsidP="00CF063C">
            <w:pPr>
              <w:spacing w:line="256" w:lineRule="auto"/>
              <w:ind w:firstLine="0"/>
              <w:jc w:val="left"/>
              <w:rPr>
                <w:szCs w:val="28"/>
                <w:lang w:eastAsia="en-US"/>
              </w:rPr>
            </w:pPr>
            <w:r w:rsidRPr="00CF063C">
              <w:rPr>
                <w:szCs w:val="28"/>
                <w:lang w:eastAsia="en-US"/>
              </w:rPr>
              <w:t>д. 61, 63, 65, ул. Маяковского, д. 4, 6,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76:12:000000:1306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Терешковой, д.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76:12:010205:302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Рыбинская,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76:12:000000:1232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Гоголя, д. 4, 5, 6, 7, 8, 9, 10, </w:t>
            </w:r>
          </w:p>
          <w:p w:rsidR="00CF063C" w:rsidRPr="00CF063C" w:rsidRDefault="00CF063C" w:rsidP="00CF063C">
            <w:pPr>
              <w:spacing w:line="256" w:lineRule="auto"/>
              <w:ind w:firstLine="0"/>
              <w:jc w:val="left"/>
              <w:rPr>
                <w:szCs w:val="28"/>
                <w:lang w:eastAsia="en-US"/>
              </w:rPr>
            </w:pPr>
            <w:r w:rsidRPr="00CF063C">
              <w:rPr>
                <w:szCs w:val="28"/>
                <w:lang w:eastAsia="en-US"/>
              </w:rPr>
              <w:t>ул. Салтыкова-Щедрина, д. 2, 3, 5, 6, 7, 8,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76:12:000000:1253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Первомайская, д. 3а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76:12:010326:279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 Юбилейный,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76:12:010332:269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Даниловская, д. 37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76:12:010319:380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д. 47, 49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Иванова, д. 3, 5, 6, 9, 10, 12, 14, 18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76:12:000000:1263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Фрунзе, д. 29, 31, 34, 35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Гагарина, уличный газопровод</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76:12:010205:301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пер. Юбилейный, д. 10,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пер. Юбилейный, д. 6,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Шевченко, д. 18, 20, 22,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76:12:000000:1230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Иванова,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76:12:000000:1257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по ул. Советской, ул. Любимской, д. 5, 7, 11, 13, к «Стелле славы»</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76:12:000000:1218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Семенишина,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76:12:010204:257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катодная станция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Набережная реки Пертомки, </w:t>
            </w:r>
          </w:p>
          <w:p w:rsidR="00CF063C" w:rsidRPr="00CF063C" w:rsidRDefault="00CF063C" w:rsidP="00CF063C">
            <w:pPr>
              <w:spacing w:line="256" w:lineRule="auto"/>
              <w:ind w:firstLine="0"/>
              <w:jc w:val="left"/>
              <w:rPr>
                <w:szCs w:val="28"/>
                <w:lang w:eastAsia="en-US"/>
              </w:rPr>
            </w:pPr>
            <w:r w:rsidRPr="00CF063C">
              <w:rPr>
                <w:szCs w:val="28"/>
                <w:lang w:eastAsia="en-US"/>
              </w:rPr>
              <w:t>д. 2, 10, катодная станция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76:12:000000:1270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Войнова, д. 78, 80, 82, 84, 86, ул. Чкалова,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Механизаторов,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76:12:010213:336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д.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76:12:010330:461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Гоголя, д. 11, 12,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76:12:000000:1235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Горького, д. 35, 37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76:12:000000:1231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Маяковского,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Первомайская д. 20,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Первомайская, д. 45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76:12:010329:302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Шевченко,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76:12:010214:375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Маяковского, д. 58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76:12:010329:303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Маяковского, д. 32, 36, 38, 45, 46, 49, 50, 51, 56, 57, 59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 Молодежный,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76:12:010332:268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Некрасова, д. 1, 2, 3, 4, 5, 6,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76:12:000000:1316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Первомайская, 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Верхне-Троицкий Ручей, д. 40, 42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76:12:010213:338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37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катодная станция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Первомайская, д. 29 – 36, 38 – 41, 43 – 47, 50, 52, 54, </w:t>
            </w:r>
          </w:p>
          <w:p w:rsidR="00CF063C" w:rsidRPr="00CF063C" w:rsidRDefault="00CF063C" w:rsidP="00CF063C">
            <w:pPr>
              <w:spacing w:line="256" w:lineRule="auto"/>
              <w:ind w:firstLine="0"/>
              <w:jc w:val="left"/>
              <w:rPr>
                <w:szCs w:val="28"/>
                <w:lang w:eastAsia="en-US"/>
              </w:rPr>
            </w:pPr>
            <w:r w:rsidRPr="00CF063C">
              <w:rPr>
                <w:szCs w:val="28"/>
                <w:lang w:eastAsia="en-US"/>
              </w:rPr>
              <w:t>катодная станция Первомайская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Воинова, д. 88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76:12:010319:381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 Юбилейный,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p w:rsidR="00CF063C" w:rsidRPr="00CF063C" w:rsidRDefault="00CF063C" w:rsidP="00CF063C">
            <w:pPr>
              <w:spacing w:line="256" w:lineRule="auto"/>
              <w:ind w:firstLine="0"/>
              <w:jc w:val="left"/>
              <w:rPr>
                <w:szCs w:val="28"/>
                <w:lang w:eastAsia="en-US"/>
              </w:rPr>
            </w:pPr>
            <w:r w:rsidRPr="00CF063C">
              <w:rPr>
                <w:szCs w:val="28"/>
                <w:lang w:eastAsia="en-US"/>
              </w:rPr>
              <w:t>катодная станция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д. 2, 4, 6, 8, 10, 12, 14, ул. Войнова, д. 94, 96, 100, 102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76:12:000000:1219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Свободы, д. 30, 26а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76:12:000000:1276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76:12:010326:277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Рыбинская,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76:12:010206:370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реки Пертомки, д. 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76:12:010212:221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к гаражу ЖКХ</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76:12:010321:441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Иванова,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Сыроделов, д. 1а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Гоголя,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 Молодежный,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76:12:010332:270</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Даниловская, д. 57, 64, 68, 70, 76, 78, </w:t>
            </w:r>
          </w:p>
          <w:p w:rsidR="00CF063C" w:rsidRPr="00CF063C" w:rsidRDefault="00CF063C" w:rsidP="00CF063C">
            <w:pPr>
              <w:spacing w:line="256" w:lineRule="auto"/>
              <w:ind w:firstLine="0"/>
              <w:jc w:val="left"/>
              <w:rPr>
                <w:szCs w:val="28"/>
                <w:lang w:eastAsia="en-US"/>
              </w:rPr>
            </w:pPr>
            <w:r w:rsidRPr="00CF063C">
              <w:rPr>
                <w:szCs w:val="28"/>
                <w:lang w:eastAsia="en-US"/>
              </w:rPr>
              <w:t>ул. Даниловская, д. 74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76:12:000000:1224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Преображенского, д. 94, 96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76:12:000000:1246</w:t>
            </w:r>
          </w:p>
        </w:tc>
      </w:tr>
      <w:tr w:rsidR="00CF063C" w:rsidRPr="00CF063C" w:rsidTr="00CF063C">
        <w:trPr>
          <w:trHeight w:val="557"/>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Осипенко, д. 34, 36, ул. Первомайская, д. 17,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76:12:010327:381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Пролетарская, д.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Пошехонский район, г. Пошехонье, ул. Иванова,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Мало-Даниловская, д. 6, 8, 9, 10,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76:12:000000:1254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Воинова, д. 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76:12:010213:339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53а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76:12:010330:464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пер. Молодежный, д. 10,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Любимская,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76:12:010309:228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Троицкий ручей,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76:12:010211:312</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Пролетарская,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76:12:000000:1300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Иванова, д. 8а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76:12:000000:1307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Салтыкова-Щедрина,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76:12:010215:326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Комсомольская, д. 10, 11,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76:12:000000:1234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Рыбинская,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76:12:010210:221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Семенишина,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76:12:010203:279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пер. Молодежный,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д. 18, 20, 22, 24, 26, 28, 30,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Преображенского (к д. 37), он же – ул. Войнова, д. 75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76:12:000000:1274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катодная станция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Маяковского к д. 10, 15, катодная станция, ул. Маяковского, д.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76:12:000000:1250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Пошехонский район,</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Володарского, д. 3, 5, 9, 10, 11,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76:12:000000:1311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площадь Свободы, д. 32, 34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пер. Юбилейный,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пер. Юбилейный,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76:12:010332:275</w:t>
            </w:r>
          </w:p>
        </w:tc>
      </w:tr>
      <w:tr w:rsidR="00CF063C" w:rsidRPr="00CF063C" w:rsidTr="00CF063C">
        <w:trPr>
          <w:trHeight w:val="69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Чапаева, д. 17, 20, 21, 23, 24, 25, 26, 27, 28, 29, 30, 31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76:12:000000:1315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Октябрьская, д. 3, 6, 7, 8, 9, 10,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76:12:010329:304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Набережная реки Соги,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76:12:010315:269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1999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Первомайская,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76:12:000000:1179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76:12:010312:269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Салтыкова-Щедрина,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76:12:010215:329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Любимская,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76:12:000000:1242</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Володарского, 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76:12:010323:274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Горького, д.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Салтыкова-Щедрина,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76:12:010215:327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Комсомольская, д. 39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76:12:010331:472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Пушкина,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76:12:010215:328</w:t>
            </w:r>
          </w:p>
        </w:tc>
      </w:tr>
      <w:tr w:rsidR="00CF063C" w:rsidRPr="00CF063C" w:rsidTr="00CF063C">
        <w:trPr>
          <w:trHeight w:val="18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катодная станция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Войнова, д. 2, 2а, 4, 6, 6а, 8, 10, 11, 12, 14, 16, 17, 18, 20, 21, 22, 23, 24, ул. Рыбинская, д. 42, 44, 46, 48, 50, 52, 54, 56, ул. Заводская, д. 1, 2, 3, 4, 5,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Троицкий ручей, д. 15, катодная станция, </w:t>
            </w:r>
          </w:p>
          <w:p w:rsidR="00CF063C" w:rsidRPr="00CF063C" w:rsidRDefault="00CF063C" w:rsidP="00CF063C">
            <w:pPr>
              <w:spacing w:line="256" w:lineRule="auto"/>
              <w:ind w:firstLine="0"/>
              <w:jc w:val="left"/>
              <w:rPr>
                <w:szCs w:val="28"/>
                <w:lang w:eastAsia="en-US"/>
              </w:rPr>
            </w:pPr>
            <w:r w:rsidRPr="00CF063C">
              <w:rPr>
                <w:szCs w:val="28"/>
                <w:lang w:eastAsia="en-US"/>
              </w:rPr>
              <w:t>ул. Войнова,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76:12:000000:1309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Даниловская, д. 39, 50, 52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76:12:000000:1247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Свободы, д. 28/13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76:12:010327:382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Рыбинская, д.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76:12:010205:304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Любимская, д. 15,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76:12:010309:229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Мало-Даниловская,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76:12:010313:374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Маяковского, д. 52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76:12:010329:306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Любимская,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76:12:010314:281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д. 35, 37, 39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76:12:000000:1295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Свободы, д. 19, 20, 21, 22, 23, 24,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76:12:010327:383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 катодная станция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Верхне-Троицкий ручей, д. 50, </w:t>
            </w:r>
          </w:p>
          <w:p w:rsidR="00CF063C" w:rsidRPr="00CF063C" w:rsidRDefault="00CF063C" w:rsidP="00CF063C">
            <w:pPr>
              <w:spacing w:line="256" w:lineRule="auto"/>
              <w:ind w:firstLine="0"/>
              <w:jc w:val="left"/>
              <w:rPr>
                <w:szCs w:val="28"/>
                <w:lang w:eastAsia="en-US"/>
              </w:rPr>
            </w:pPr>
            <w:r w:rsidRPr="00CF063C">
              <w:rPr>
                <w:szCs w:val="28"/>
                <w:lang w:eastAsia="en-US"/>
              </w:rPr>
              <w:t>катодная станция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76:12:000000:1266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50-летия Победы, д. 1, 3, 5, 6,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76:12:000000:1305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Мало-Даниловская, ввода </w:t>
            </w:r>
          </w:p>
          <w:p w:rsidR="00CF063C" w:rsidRPr="00CF063C" w:rsidRDefault="00CF063C" w:rsidP="00CF063C">
            <w:pPr>
              <w:spacing w:line="256" w:lineRule="auto"/>
              <w:ind w:firstLine="0"/>
              <w:jc w:val="left"/>
              <w:rPr>
                <w:szCs w:val="28"/>
                <w:lang w:eastAsia="en-US"/>
              </w:rPr>
            </w:pPr>
            <w:r w:rsidRPr="00CF063C">
              <w:rPr>
                <w:szCs w:val="28"/>
                <w:lang w:eastAsia="en-US"/>
              </w:rPr>
              <w:t>к д. 13,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76:12:010313:375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Иванова, д.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76:12:000000:1252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Любимская, д. 25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76:12:010315:270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Верхне-Троицкий ручей, ввода к д. 52, 54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76:12:000000:1264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Пошехонский район,</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д. 64а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76:12:010331:473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Любимская, д. 26 (он же ул. Войнова, д. 108), 28, 30, 31, 32, 33, 35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76:12:000000:1293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Горького,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76:12:010323:273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Комсомольская, ввода к д. 19, 21, 25, 27,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76:12:010329:305</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Преображенского, д. 42, 42а, 44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76:12:010316:347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ввод к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76:12:010318:244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Чапаева, ввод к д. 37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76:12:000000:1267</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Преображенского, д. 41, к автостанции</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76:12:010317:391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50 лет Победы, ввод к д.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50-летия Победы,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76:12:010330:467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50-летия Победы, д. 54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76:12:010331:475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Горького, д. № 7, 25,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Красноармейская, к котельной средней школы № 1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Верхне-Троицкий ручей, д. 56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76:12:000000:1288</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50-летия Победы к д. 29, </w:t>
            </w:r>
          </w:p>
          <w:p w:rsidR="00CF063C" w:rsidRPr="00CF063C" w:rsidRDefault="00CF063C" w:rsidP="00CF063C">
            <w:pPr>
              <w:spacing w:line="256" w:lineRule="auto"/>
              <w:ind w:firstLine="0"/>
              <w:jc w:val="left"/>
              <w:rPr>
                <w:szCs w:val="28"/>
                <w:lang w:eastAsia="en-US"/>
              </w:rPr>
            </w:pPr>
            <w:r w:rsidRPr="00CF063C">
              <w:rPr>
                <w:szCs w:val="28"/>
                <w:lang w:eastAsia="en-US"/>
              </w:rPr>
              <w:t>ул. Даниловская к д. 90, 92 (92 – метеостанция)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76:12:000000:1265</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Осипенко, ввода к д. № 25, 27, ввода к д. 3, 4, 6, 8, 9, 17, 18, 20,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76:12:000000:1262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Осипенко, д. 32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76:12:010327:384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Набережная реки Пертомки,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76:12:010310:235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76:12:010314:282</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76:12:010314:284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50 лет Победы, ввод к д. 21, ввода к д. 22, 24, 30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76:12:010330:470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Горького, д. 1, 5, 12,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76:12:000000:1301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Войнова, д. 113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76:12:000000:1294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от ГРП д. Пегаскино до ул. Пушкина, к котельной д/с № 7 «Улыбка»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Чкалова к д. 38, 40, 55, 57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Маяковского, д. 41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76:12:010324:298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Фрунзе, д. 32, кв.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76:12:010330:459</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50 лет Победы, ввод к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Терешковой к д. 58, 60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76:12:010211:315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Сыроделов, д. 1 – 20,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76:12:010217:288</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и низкого давления, ГРПШ</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ГРПШ </w:t>
            </w:r>
          </w:p>
          <w:p w:rsidR="00CF063C" w:rsidRPr="00CF063C" w:rsidRDefault="00CF063C" w:rsidP="00CF063C">
            <w:pPr>
              <w:spacing w:line="256" w:lineRule="auto"/>
              <w:ind w:firstLine="0"/>
              <w:jc w:val="left"/>
              <w:rPr>
                <w:szCs w:val="28"/>
                <w:lang w:eastAsia="en-US"/>
              </w:rPr>
            </w:pPr>
            <w:r w:rsidRPr="00CF063C">
              <w:rPr>
                <w:szCs w:val="28"/>
                <w:lang w:eastAsia="en-US"/>
              </w:rPr>
              <w:t xml:space="preserve">№ 101, ул. Рыбинская от ГРПШ к ул. Рыбинская, д. 1, 53, 55, 57, 61, ГРПШ № 101, ул. Рыбинская, </w:t>
            </w:r>
            <w:r w:rsidRPr="00CF063C">
              <w:rPr>
                <w:szCs w:val="28"/>
                <w:lang w:eastAsia="en-US"/>
              </w:rPr>
              <w:br/>
              <w:t>д. 51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76:12:000000:1304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Фрунзе, д. 18, 19, 20, 21, 22, 23, 24, 25,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76:12:010326:278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Маяковского, д. 43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76:12:010324:297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Чапаева,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76:12:010328:287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Свободы, д. 10, ЗАГС</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76:12:010305:254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50-летия Победы, ввод к д. 12а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76:12:010330:465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Даниловская,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76:12:010312:270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п. Речной, д. 1, 2, 3, 4, 5, ул. Мирная, д. 4, 6, 8, 10, 12 (от ГРПШ правобережной части </w:t>
            </w:r>
          </w:p>
          <w:p w:rsidR="00CF063C" w:rsidRPr="00CF063C" w:rsidRDefault="00CF063C" w:rsidP="00CF063C">
            <w:pPr>
              <w:spacing w:line="256" w:lineRule="auto"/>
              <w:ind w:firstLine="0"/>
              <w:jc w:val="left"/>
              <w:rPr>
                <w:szCs w:val="28"/>
                <w:lang w:eastAsia="en-US"/>
              </w:rPr>
            </w:pPr>
            <w:r w:rsidRPr="00CF063C">
              <w:rPr>
                <w:szCs w:val="28"/>
                <w:lang w:eastAsia="en-US"/>
              </w:rPr>
              <w:t>р. Согожа)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76:12:010103:541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Советская, д. 40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Набережная реки Пертомки, </w:t>
            </w:r>
          </w:p>
          <w:p w:rsidR="00CF063C" w:rsidRPr="00CF063C" w:rsidRDefault="00CF063C" w:rsidP="00CF063C">
            <w:pPr>
              <w:spacing w:line="256" w:lineRule="auto"/>
              <w:ind w:firstLine="0"/>
              <w:jc w:val="left"/>
              <w:rPr>
                <w:szCs w:val="28"/>
                <w:lang w:eastAsia="en-US"/>
              </w:rPr>
            </w:pPr>
            <w:r w:rsidRPr="00CF063C">
              <w:rPr>
                <w:szCs w:val="28"/>
                <w:lang w:eastAsia="en-US"/>
              </w:rPr>
              <w:t>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76:12:010306:245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Чапаева, д. 8, 9,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76:12:010324:296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(подземный к котельной ЦРБ)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76:12:010321:442</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50-летия Победы, д. 38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76:12:010330:468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Преображенского, </w:t>
            </w:r>
          </w:p>
          <w:p w:rsidR="00CF063C" w:rsidRPr="00CF063C" w:rsidRDefault="00CF063C" w:rsidP="00CF063C">
            <w:pPr>
              <w:spacing w:line="256" w:lineRule="auto"/>
              <w:ind w:firstLine="0"/>
              <w:jc w:val="left"/>
              <w:rPr>
                <w:szCs w:val="28"/>
                <w:lang w:eastAsia="en-US"/>
              </w:rPr>
            </w:pPr>
            <w:r w:rsidRPr="00CF063C">
              <w:rPr>
                <w:szCs w:val="28"/>
                <w:lang w:eastAsia="en-US"/>
              </w:rPr>
              <w:t>д. 11, 11а, 5а,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76:12:010303:267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Пролетарская, д. 34, 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50 лет Победы, д. 39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76:12:010331:474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Терешковой, д. 35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76:12:010206:371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территория Нефтебазы, д. 1,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76:12:000000:1308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высокого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Войнова, д. 22а, к модульной котельной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76:12:010201:396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Войнова, д. 121а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76:12:010314:283</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Чкалова, ввод к д. 59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76:12:010330:473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Пролетарская, д. 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76:12:000000:1258</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Мало-Ярославская, д. 3, 4, 6, 9, 12, 13,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76:12:000000:1272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Строителей, к котельной д/с «Матрешка»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76:12:010102:305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д. 3Б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76:12:010321:444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Войнова, д. 104 – ул. Любимская, кольцующий газопровод</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76:12:000000:1299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50 лет Победы, д. 8 – 10, кольцующий газопровод</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76:12:010330:476</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Набережная реки Соги,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76:12:010309:230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Красноармейская,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76:12:010321:445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76:12:000000:1259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76:12:010107:391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11 (кв.1)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15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76:12:000000:1196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76:12:010107:372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76:12:000000:1192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76:12:010107:373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22а</w:t>
            </w:r>
          </w:p>
        </w:tc>
        <w:tc>
          <w:tcPr>
            <w:tcW w:w="1438"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76:12:010107:382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76:12:000000:1277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2099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76:12:000000:1280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76:12:010106:270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29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76:12:010106:271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Парковая, д.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76:12:010106:269</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пер. Зеленый, д. 5а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76:12:010110:278</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пер. Зеленый,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76:12:010110:277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пер. Зеленый,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76:12:010110:273</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1а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76:12:010106:268</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76:12:010110:276</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76:12:010106:277</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2109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76:12:010110:284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76:12:010107:359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76:12:010107:357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76:12:010107:358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76:12:010107:356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25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76:12:010107:370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76:12:010111:323</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Заречная, д. 33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76:12:010107:390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2119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76:12:000000:1191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5 ввод № 1 с ул. Новленской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76:12:010110:281</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ул. Новленская, д. 5 ввод № 2 с </w:t>
            </w:r>
          </w:p>
          <w:p w:rsidR="00CF063C" w:rsidRPr="00CF063C" w:rsidRDefault="00CF063C" w:rsidP="00CF063C">
            <w:pPr>
              <w:spacing w:line="256" w:lineRule="auto"/>
              <w:ind w:firstLine="0"/>
              <w:jc w:val="left"/>
              <w:rPr>
                <w:szCs w:val="28"/>
                <w:lang w:eastAsia="en-US"/>
              </w:rPr>
            </w:pPr>
            <w:r w:rsidRPr="00CF063C">
              <w:rPr>
                <w:szCs w:val="28"/>
                <w:lang w:eastAsia="en-US"/>
              </w:rPr>
              <w:t>ул. Зеленой</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76:12:010110:286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76:12:010110:282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10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76:12:000000:1193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Новленская, д. 14 кв.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76:12:000000:1184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76:12:010111:322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18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76:12:000000:1197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2129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76:12:000000:1190</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23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76:12:010111:326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76:12:010112:264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76:12:010112:266</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76:12:010112:265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Новленская, д. 33, кв.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76:12:010111:318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Новленская, д. 37, кв. 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76:12:010111:324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Новленская, д. 39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76:12:000000:1195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76:12:010105:266</w:t>
            </w:r>
          </w:p>
        </w:tc>
      </w:tr>
      <w:tr w:rsidR="00CF063C" w:rsidRPr="00CF063C" w:rsidTr="00CF063C">
        <w:trPr>
          <w:trHeight w:val="983"/>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76:12:010110:275</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2139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6а</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76:12:010110:283</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14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76:12:010106:278</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городское поселение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16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76:12:010106:267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Загородная, д. 18, кв.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76:12:010106:273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20</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76:12:010106:275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22, кв.1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76:12:010106:274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24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76:12:010106:276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Загородная,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76:12:010106:266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Садовая,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2149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Садовая, д. 17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Садовая, д. 18, кв.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76:12:010107:364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Садовая, д. 19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76:12:010107:389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Пошехонский район, г. Пошехонье, ул. Садовая, д. 21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76:12:010107:392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Газопроводы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территория птицефабрики, д.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76:12:010107:374</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территория птицефабрики, д. 4, кв.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76:12:010107:377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территория птицефабрики,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76:12:010107:378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территория птицефабрики, д. 7, кв.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76:12:010107:383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пер. Лесной, д. 2 (кв. 1, 2, 4,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76:12:010107:379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пер. Лесной,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76:12:010107:384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2159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пер. Лесной,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76:12:010107:381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пер. Лесной, д. 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76:12:010107:386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пер. Лесной, д. 11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76:12:010107:387</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Новоселов, д. 2, кв.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76:12:010201:390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Новоселов, д. 3, кв.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76:12:010201:391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Новоселов, д. 4а,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76:12:010201:389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Новоселов, д. 5, кв.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76:12:010201:392</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Новоселов, д. 6, кв.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76:12:010201:394</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Новоселов д. 7, кв. 1, 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76:12:010201:393</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низкого давления</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г. Пошехонье, </w:t>
            </w:r>
          </w:p>
          <w:p w:rsidR="00CF063C" w:rsidRPr="00CF063C" w:rsidRDefault="00CF063C" w:rsidP="00CF063C">
            <w:pPr>
              <w:spacing w:line="256" w:lineRule="auto"/>
              <w:ind w:firstLine="0"/>
              <w:jc w:val="left"/>
              <w:rPr>
                <w:szCs w:val="28"/>
                <w:lang w:eastAsia="en-US"/>
              </w:rPr>
            </w:pPr>
            <w:r w:rsidRPr="00CF063C">
              <w:rPr>
                <w:szCs w:val="28"/>
                <w:lang w:eastAsia="en-US"/>
              </w:rPr>
              <w:t>ул. Рыбинская, д. 64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76:12:010201:395</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2169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г. Пошехонье, ул. Красноармейская, д. 62б</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76:12:010331:476</w:t>
            </w:r>
          </w:p>
        </w:tc>
      </w:tr>
      <w:tr w:rsidR="00CF063C" w:rsidRPr="00CF063C" w:rsidTr="00CF063C">
        <w:trPr>
          <w:trHeight w:val="15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среднего и низкого давления, (ГРПШ д. Ивашево)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ГРП, Зинкино – ГРПШ д. Ивашево (среднее давление) </w:t>
            </w:r>
          </w:p>
          <w:p w:rsidR="00CF063C" w:rsidRPr="00CF063C" w:rsidRDefault="00CF063C" w:rsidP="00CF063C">
            <w:pPr>
              <w:spacing w:line="256" w:lineRule="auto"/>
              <w:ind w:firstLine="0"/>
              <w:jc w:val="left"/>
              <w:rPr>
                <w:szCs w:val="28"/>
                <w:lang w:eastAsia="en-US"/>
              </w:rPr>
            </w:pPr>
            <w:r w:rsidRPr="00CF063C">
              <w:rPr>
                <w:szCs w:val="28"/>
                <w:lang w:eastAsia="en-US"/>
              </w:rPr>
              <w:t>д. Ивашево (низкого давления) д. 1, 2, 3, 4, 5, 6, 7, 8, 9, 10, 11, 12, 13, 14, 15, 16, 17, 18, 19, 21, 23, 25, 27, 29, 31, 33, 35</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76:12:000000:1273</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муниципальный район, </w:t>
            </w:r>
          </w:p>
          <w:p w:rsidR="00CF063C" w:rsidRPr="00CF063C" w:rsidRDefault="00CF063C" w:rsidP="00CF063C">
            <w:pPr>
              <w:spacing w:line="256" w:lineRule="auto"/>
              <w:ind w:firstLine="0"/>
              <w:jc w:val="left"/>
              <w:rPr>
                <w:szCs w:val="28"/>
                <w:lang w:eastAsia="en-US"/>
              </w:rPr>
            </w:pPr>
            <w:r w:rsidRPr="00CF063C">
              <w:rPr>
                <w:szCs w:val="28"/>
                <w:lang w:eastAsia="en-US"/>
              </w:rPr>
              <w:t>с. Гаютино, ул. Юбилейная, д. 22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76:12:020201:259</w:t>
            </w:r>
          </w:p>
        </w:tc>
      </w:tr>
      <w:tr w:rsidR="00CF063C" w:rsidRPr="00CF063C" w:rsidTr="00CF063C">
        <w:trPr>
          <w:trHeight w:val="69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с. Ясная Поляна, д. Рогалево, ввода к домам – 81 шт.</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76:12:000000:1251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сельское поселение Пригородное, с. Ясная Поляна, 4-х и 8-ми квартирные дома, </w:t>
            </w:r>
          </w:p>
          <w:p w:rsidR="00CF063C" w:rsidRPr="00CF063C" w:rsidRDefault="00CF063C" w:rsidP="00CF063C">
            <w:pPr>
              <w:spacing w:line="256" w:lineRule="auto"/>
              <w:ind w:firstLine="0"/>
              <w:jc w:val="left"/>
              <w:rPr>
                <w:szCs w:val="28"/>
                <w:lang w:eastAsia="en-US"/>
              </w:rPr>
            </w:pPr>
            <w:r w:rsidRPr="00CF063C">
              <w:rPr>
                <w:szCs w:val="28"/>
                <w:lang w:eastAsia="en-US"/>
              </w:rPr>
              <w:t>ул. Рыбинская, д. 11, д. 13</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76:12:050110:715</w:t>
            </w:r>
          </w:p>
        </w:tc>
      </w:tr>
      <w:tr w:rsidR="00CF063C" w:rsidRPr="00CF063C" w:rsidTr="00CF063C">
        <w:trPr>
          <w:trHeight w:val="18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A17F6D">
            <w:pPr>
              <w:spacing w:line="256" w:lineRule="auto"/>
              <w:ind w:firstLine="0"/>
              <w:jc w:val="left"/>
              <w:rPr>
                <w:szCs w:val="28"/>
                <w:lang w:eastAsia="en-US"/>
              </w:rPr>
            </w:pPr>
            <w:r w:rsidRPr="00CF063C">
              <w:rPr>
                <w:szCs w:val="28"/>
                <w:lang w:eastAsia="en-US"/>
              </w:rPr>
              <w:t>д. Яковлевское, ул. Административная, д. 1, 3, 5, 8, ул. Любимская, д. 1, 2, 4, 5, 7, 8, 10, 11, 13 – 16, 18 – 21, 24, 26, ул. Мо</w:t>
            </w:r>
            <w:r w:rsidR="00A17F6D">
              <w:rPr>
                <w:szCs w:val="28"/>
                <w:lang w:eastAsia="en-US"/>
              </w:rPr>
              <w:t>л</w:t>
            </w:r>
            <w:r w:rsidRPr="00CF063C">
              <w:rPr>
                <w:szCs w:val="28"/>
                <w:lang w:eastAsia="en-US"/>
              </w:rPr>
              <w:t>одежная, д. 3, 5 – 13, 16, 17, 19, 22, 23, ул. Центральная, д. 2, 4, 6, 8, Лесная, д. 2, 4, 6, 8, д. Шульгино, д. 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76:12:000000:1200</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д. Ерилово, д. 26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76:12:040303:292</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сельское поселение Пригородное, д. Яковлевское, ул. Административная, </w:t>
            </w:r>
          </w:p>
          <w:p w:rsidR="00CF063C" w:rsidRPr="00CF063C" w:rsidRDefault="00CF063C" w:rsidP="00CF063C">
            <w:pPr>
              <w:spacing w:line="256" w:lineRule="auto"/>
              <w:ind w:firstLine="0"/>
              <w:jc w:val="left"/>
              <w:rPr>
                <w:szCs w:val="28"/>
                <w:lang w:eastAsia="en-US"/>
              </w:rPr>
            </w:pPr>
            <w:r w:rsidRPr="00CF063C">
              <w:rPr>
                <w:szCs w:val="28"/>
                <w:lang w:eastAsia="en-US"/>
              </w:rPr>
              <w:t>д. 7</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76:12:040306:541</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152850, Ярославская область, Пошехонский муниципальный район, сельское поселение Пригородное, д. Яковлевское,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Административная, </w:t>
            </w:r>
          </w:p>
          <w:p w:rsidR="00CF063C" w:rsidRPr="00CF063C" w:rsidRDefault="00CF063C" w:rsidP="00CF063C">
            <w:pPr>
              <w:spacing w:line="256" w:lineRule="auto"/>
              <w:ind w:firstLine="0"/>
              <w:jc w:val="left"/>
              <w:rPr>
                <w:szCs w:val="28"/>
                <w:lang w:eastAsia="en-US"/>
              </w:rPr>
            </w:pPr>
            <w:r w:rsidRPr="00CF063C">
              <w:rPr>
                <w:szCs w:val="28"/>
                <w:lang w:eastAsia="en-US"/>
              </w:rPr>
              <w:t>д. 2, 4,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76:12:040306:540</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и низкого давления (катодная станция), (ГРПШ)</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ГРПШ д. Петрино,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д. Петрино д. 1, 2, 3, 4, 5, 7, 8, 9, 11, 13, 15, </w:t>
            </w:r>
          </w:p>
          <w:p w:rsidR="00CF063C" w:rsidRPr="00CF063C" w:rsidRDefault="00CF063C" w:rsidP="00CF063C">
            <w:pPr>
              <w:spacing w:line="256" w:lineRule="auto"/>
              <w:ind w:firstLine="0"/>
              <w:jc w:val="left"/>
              <w:rPr>
                <w:szCs w:val="28"/>
                <w:lang w:eastAsia="en-US"/>
              </w:rPr>
            </w:pPr>
            <w:r w:rsidRPr="00CF063C">
              <w:rPr>
                <w:szCs w:val="28"/>
                <w:lang w:eastAsia="en-US"/>
              </w:rPr>
              <w:t>катодная станция</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76:12:000000:1201</w:t>
            </w:r>
          </w:p>
        </w:tc>
      </w:tr>
      <w:tr w:rsidR="00CF063C" w:rsidRPr="00CF063C" w:rsidTr="00CF063C">
        <w:trPr>
          <w:trHeight w:val="9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2179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с. Ясная Поляна, ул. Рыбинская, ввод к д. 20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ул. Рыбинская </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76:12:050110:718</w:t>
            </w:r>
          </w:p>
        </w:tc>
      </w:tr>
      <w:tr w:rsidR="00CF063C" w:rsidRPr="00CF063C" w:rsidTr="00CF063C">
        <w:trPr>
          <w:trHeight w:val="699"/>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Газопровод высокого давления (ГРП с. Кременево)</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Пошехонский район, от ГРС ГРП-2 с. Кременево, ГРП № 2 с. Кременево</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76:12:000000:1211</w:t>
            </w:r>
          </w:p>
        </w:tc>
      </w:tr>
      <w:tr w:rsidR="00CF063C" w:rsidRPr="00CF063C" w:rsidTr="00CF063C">
        <w:trPr>
          <w:trHeight w:val="848"/>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2181</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с. Кременево, ул. Рыбинская, д. 1 – 3, 5, 7, 9, 11, ул. Погорельская, д. 1, 4, </w:t>
            </w:r>
            <w:r w:rsidRPr="00CF063C">
              <w:rPr>
                <w:szCs w:val="28"/>
                <w:lang w:eastAsia="en-US"/>
              </w:rPr>
              <w:br/>
              <w:t xml:space="preserve">6 – 8, 10 – 13, 15 – 21, </w:t>
            </w:r>
            <w:r w:rsidRPr="00CF063C">
              <w:rPr>
                <w:szCs w:val="28"/>
                <w:lang w:eastAsia="en-US"/>
              </w:rPr>
              <w:br/>
              <w:t xml:space="preserve">ул. Полевая, д. 2 – 11, </w:t>
            </w:r>
            <w:r w:rsidRPr="00CF063C">
              <w:rPr>
                <w:szCs w:val="28"/>
                <w:lang w:eastAsia="en-US"/>
              </w:rPr>
              <w:br/>
              <w:t xml:space="preserve">ул. Новая, д. 2 – 9, </w:t>
            </w:r>
            <w:r w:rsidRPr="00CF063C">
              <w:rPr>
                <w:szCs w:val="28"/>
                <w:lang w:eastAsia="en-US"/>
              </w:rPr>
              <w:br/>
              <w:t>ул. Школьная, д. 8 – 13, 15 – 19, 22, 28, 30, 31, 34, 35, 38, 39, 41, 43 – 45, 47, 51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76:12:050207:1474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2182</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A17F6D"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Пошехонский район, сельское поселение Кременевское, д. Малая Луха, д. 1 – 4, 6 – 22, 24 – 26, 29 – 32, 34 – 40, 40а, 42, 44, 46, 47, 49 – 51, 55, 57, 59, 61</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76:12:000000:1216</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2183</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с. Кременево, </w:t>
            </w:r>
          </w:p>
          <w:p w:rsidR="00CF063C" w:rsidRPr="00CF063C" w:rsidRDefault="00CF063C" w:rsidP="00CF063C">
            <w:pPr>
              <w:spacing w:line="256" w:lineRule="auto"/>
              <w:ind w:firstLine="0"/>
              <w:jc w:val="left"/>
              <w:rPr>
                <w:szCs w:val="28"/>
                <w:lang w:eastAsia="en-US"/>
              </w:rPr>
            </w:pPr>
            <w:r w:rsidRPr="00CF063C">
              <w:rPr>
                <w:szCs w:val="28"/>
                <w:lang w:eastAsia="en-US"/>
              </w:rPr>
              <w:t>ул. Школьная, д. 49</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76:12:050207:1468</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2184</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с. Кременево, ул. Школьная, д. 1 (магазин)</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76:12:050207:1464</w:t>
            </w:r>
          </w:p>
        </w:tc>
      </w:tr>
      <w:tr w:rsidR="00CF063C" w:rsidRPr="00CF063C" w:rsidTr="00CF063C">
        <w:trPr>
          <w:trHeight w:val="12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2185</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Ярославская область, Пошехонский район, сельский округ Погорельский, д. Малая Луха, д. 43, (23), с. Кременево, ул. Новая д. 10, 11, 12, 13, ул. Советская, д. 12,16, ул. Победы, д. 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76:12:000000:1199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2186</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с. Кременево, </w:t>
            </w:r>
          </w:p>
          <w:p w:rsidR="00CF063C" w:rsidRPr="00CF063C" w:rsidRDefault="00CF063C" w:rsidP="00CF063C">
            <w:pPr>
              <w:spacing w:line="256" w:lineRule="auto"/>
              <w:ind w:firstLine="0"/>
              <w:jc w:val="left"/>
              <w:rPr>
                <w:szCs w:val="28"/>
                <w:lang w:eastAsia="en-US"/>
              </w:rPr>
            </w:pPr>
            <w:r w:rsidRPr="00CF063C">
              <w:rPr>
                <w:szCs w:val="28"/>
                <w:lang w:eastAsia="en-US"/>
              </w:rPr>
              <w:t>ул. Полевая, д. 12</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76:12:050207:1461</w:t>
            </w:r>
          </w:p>
        </w:tc>
      </w:tr>
      <w:tr w:rsidR="00CF063C" w:rsidRPr="00CF063C" w:rsidTr="0049248F">
        <w:trPr>
          <w:trHeight w:val="421"/>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2187</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с. Кременево, </w:t>
            </w:r>
          </w:p>
          <w:p w:rsidR="00CF063C" w:rsidRPr="00CF063C" w:rsidRDefault="00CF063C" w:rsidP="00CF063C">
            <w:pPr>
              <w:spacing w:line="256" w:lineRule="auto"/>
              <w:ind w:firstLine="0"/>
              <w:jc w:val="left"/>
              <w:rPr>
                <w:szCs w:val="28"/>
                <w:lang w:eastAsia="en-US"/>
              </w:rPr>
            </w:pPr>
            <w:r w:rsidRPr="00CF063C">
              <w:rPr>
                <w:szCs w:val="28"/>
                <w:lang w:eastAsia="en-US"/>
              </w:rPr>
              <w:t>ул. Победы, д. 4</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76:12:050207:1470</w:t>
            </w:r>
          </w:p>
        </w:tc>
      </w:tr>
      <w:tr w:rsidR="00CF063C" w:rsidRPr="00CF063C" w:rsidTr="00CF063C">
        <w:trPr>
          <w:trHeight w:val="412"/>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2188</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 xml:space="preserve">с. Кременево, </w:t>
            </w:r>
          </w:p>
          <w:p w:rsidR="00CF063C" w:rsidRPr="00CF063C" w:rsidRDefault="00CF063C" w:rsidP="00CF063C">
            <w:pPr>
              <w:spacing w:line="256" w:lineRule="auto"/>
              <w:ind w:firstLine="0"/>
              <w:jc w:val="left"/>
              <w:rPr>
                <w:szCs w:val="28"/>
                <w:lang w:eastAsia="en-US"/>
              </w:rPr>
            </w:pPr>
            <w:r w:rsidRPr="00CF063C">
              <w:rPr>
                <w:szCs w:val="28"/>
                <w:lang w:eastAsia="en-US"/>
              </w:rPr>
              <w:t>ул. Школьная, д. 29, 36</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76:12:050207:1469</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2189</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с. Кременево, </w:t>
            </w:r>
          </w:p>
          <w:p w:rsidR="00CF063C" w:rsidRPr="00CF063C" w:rsidRDefault="00CF063C" w:rsidP="00CF063C">
            <w:pPr>
              <w:spacing w:line="256" w:lineRule="auto"/>
              <w:ind w:firstLine="0"/>
              <w:jc w:val="left"/>
              <w:rPr>
                <w:szCs w:val="28"/>
                <w:lang w:eastAsia="en-US"/>
              </w:rPr>
            </w:pPr>
            <w:r w:rsidRPr="00CF063C">
              <w:rPr>
                <w:szCs w:val="28"/>
                <w:lang w:eastAsia="en-US"/>
              </w:rPr>
              <w:t>ул. Лешкинская, д. 28</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76:12:050207:1471</w:t>
            </w:r>
          </w:p>
        </w:tc>
      </w:tr>
      <w:tr w:rsidR="00CF063C" w:rsidRPr="00CF063C" w:rsidTr="00CF063C">
        <w:trPr>
          <w:trHeight w:val="600"/>
        </w:trPr>
        <w:tc>
          <w:tcPr>
            <w:tcW w:w="452" w:type="pct"/>
            <w:tcBorders>
              <w:top w:val="single" w:sz="4" w:space="0" w:color="auto"/>
              <w:left w:val="single" w:sz="4" w:space="0" w:color="auto"/>
              <w:bottom w:val="single" w:sz="4" w:space="0" w:color="auto"/>
              <w:right w:val="single" w:sz="4" w:space="0" w:color="auto"/>
            </w:tcBorders>
            <w:noWrap/>
            <w:hideMark/>
          </w:tcPr>
          <w:p w:rsidR="00CF063C" w:rsidRPr="00CF063C" w:rsidRDefault="00CF063C" w:rsidP="00CF063C">
            <w:pPr>
              <w:spacing w:after="160" w:line="256" w:lineRule="auto"/>
              <w:ind w:firstLine="0"/>
              <w:jc w:val="center"/>
              <w:rPr>
                <w:rFonts w:eastAsia="Calibri"/>
                <w:szCs w:val="28"/>
                <w:lang w:eastAsia="en-US"/>
              </w:rPr>
            </w:pPr>
            <w:r w:rsidRPr="00CF063C">
              <w:rPr>
                <w:rFonts w:eastAsia="Calibri"/>
                <w:szCs w:val="28"/>
                <w:lang w:eastAsia="en-US"/>
              </w:rPr>
              <w:t>2190</w:t>
            </w:r>
          </w:p>
        </w:tc>
        <w:tc>
          <w:tcPr>
            <w:tcW w:w="1289"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Газопровод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низкого давления </w:t>
            </w:r>
          </w:p>
        </w:tc>
        <w:tc>
          <w:tcPr>
            <w:tcW w:w="1821"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left"/>
              <w:rPr>
                <w:szCs w:val="28"/>
                <w:lang w:eastAsia="en-US"/>
              </w:rPr>
            </w:pPr>
            <w:r w:rsidRPr="00CF063C">
              <w:rPr>
                <w:szCs w:val="28"/>
                <w:lang w:eastAsia="en-US"/>
              </w:rPr>
              <w:t xml:space="preserve">Ярославская область, </w:t>
            </w:r>
          </w:p>
          <w:p w:rsidR="00CF063C" w:rsidRPr="00CF063C" w:rsidRDefault="00CF063C" w:rsidP="00CF063C">
            <w:pPr>
              <w:spacing w:line="256" w:lineRule="auto"/>
              <w:ind w:firstLine="0"/>
              <w:jc w:val="left"/>
              <w:rPr>
                <w:szCs w:val="28"/>
                <w:lang w:eastAsia="en-US"/>
              </w:rPr>
            </w:pPr>
            <w:r w:rsidRPr="00CF063C">
              <w:rPr>
                <w:szCs w:val="28"/>
                <w:lang w:eastAsia="en-US"/>
              </w:rPr>
              <w:t xml:space="preserve">Пошехонский район, </w:t>
            </w:r>
          </w:p>
          <w:p w:rsidR="00CF063C" w:rsidRPr="00CF063C" w:rsidRDefault="00CF063C" w:rsidP="00CF063C">
            <w:pPr>
              <w:spacing w:line="256" w:lineRule="auto"/>
              <w:ind w:firstLine="0"/>
              <w:jc w:val="left"/>
              <w:rPr>
                <w:szCs w:val="28"/>
                <w:lang w:eastAsia="en-US"/>
              </w:rPr>
            </w:pPr>
            <w:r w:rsidRPr="00CF063C">
              <w:rPr>
                <w:szCs w:val="28"/>
                <w:lang w:eastAsia="en-US"/>
              </w:rPr>
              <w:t>с. Кременево, к котельной школы</w:t>
            </w:r>
          </w:p>
        </w:tc>
        <w:tc>
          <w:tcPr>
            <w:tcW w:w="1438" w:type="pct"/>
            <w:tcBorders>
              <w:top w:val="single" w:sz="4" w:space="0" w:color="auto"/>
              <w:left w:val="single" w:sz="4" w:space="0" w:color="auto"/>
              <w:bottom w:val="single" w:sz="4" w:space="0" w:color="auto"/>
              <w:right w:val="single" w:sz="4" w:space="0" w:color="auto"/>
            </w:tcBorders>
            <w:hideMark/>
          </w:tcPr>
          <w:p w:rsidR="00CF063C" w:rsidRPr="00CF063C" w:rsidRDefault="00CF063C" w:rsidP="00CF063C">
            <w:pPr>
              <w:spacing w:line="256" w:lineRule="auto"/>
              <w:ind w:firstLine="0"/>
              <w:jc w:val="center"/>
              <w:rPr>
                <w:szCs w:val="28"/>
                <w:lang w:eastAsia="en-US"/>
              </w:rPr>
            </w:pPr>
            <w:r w:rsidRPr="00CF063C">
              <w:rPr>
                <w:szCs w:val="28"/>
                <w:lang w:eastAsia="en-US"/>
              </w:rPr>
              <w:t>76:12:050207:1462</w:t>
            </w:r>
          </w:p>
        </w:tc>
      </w:tr>
    </w:tbl>
    <w:p w:rsidR="00A17F6D" w:rsidRDefault="00A17F6D" w:rsidP="0049248F">
      <w:pPr>
        <w:autoSpaceDE w:val="0"/>
        <w:autoSpaceDN w:val="0"/>
        <w:adjustRightInd w:val="0"/>
        <w:ind w:firstLine="708"/>
        <w:rPr>
          <w:b/>
          <w:szCs w:val="28"/>
        </w:rPr>
      </w:pPr>
    </w:p>
    <w:p w:rsidR="0049248F" w:rsidRPr="007F3FBE" w:rsidRDefault="0049248F" w:rsidP="0049248F">
      <w:pPr>
        <w:autoSpaceDE w:val="0"/>
        <w:autoSpaceDN w:val="0"/>
        <w:adjustRightInd w:val="0"/>
        <w:ind w:firstLine="708"/>
        <w:rPr>
          <w:b/>
          <w:szCs w:val="28"/>
        </w:rPr>
      </w:pPr>
      <w:r w:rsidRPr="007F3FBE">
        <w:rPr>
          <w:b/>
          <w:szCs w:val="28"/>
        </w:rPr>
        <w:t xml:space="preserve">Статья </w:t>
      </w:r>
      <w:r>
        <w:rPr>
          <w:b/>
          <w:szCs w:val="28"/>
        </w:rPr>
        <w:t>2</w:t>
      </w:r>
    </w:p>
    <w:p w:rsidR="0049248F" w:rsidRPr="007F3FBE" w:rsidRDefault="0049248F" w:rsidP="0049248F">
      <w:pPr>
        <w:autoSpaceDE w:val="0"/>
        <w:autoSpaceDN w:val="0"/>
        <w:adjustRightInd w:val="0"/>
        <w:ind w:firstLine="708"/>
        <w:rPr>
          <w:szCs w:val="28"/>
        </w:rPr>
      </w:pPr>
      <w:r w:rsidRPr="007F3FBE">
        <w:rPr>
          <w:szCs w:val="28"/>
        </w:rPr>
        <w:t>Настоящий Закон вступает в силу со дня его официального опубликования.</w:t>
      </w:r>
    </w:p>
    <w:p w:rsidR="0049248F" w:rsidRPr="007F3FBE" w:rsidRDefault="0049248F" w:rsidP="0049248F">
      <w:pPr>
        <w:keepNext/>
        <w:tabs>
          <w:tab w:val="left" w:pos="8222"/>
        </w:tabs>
        <w:autoSpaceDE w:val="0"/>
        <w:autoSpaceDN w:val="0"/>
        <w:ind w:firstLine="0"/>
        <w:outlineLvl w:val="1"/>
        <w:rPr>
          <w:bCs/>
          <w:szCs w:val="28"/>
        </w:rPr>
      </w:pPr>
    </w:p>
    <w:p w:rsidR="0049248F" w:rsidRPr="007F3FBE" w:rsidRDefault="0049248F" w:rsidP="0049248F">
      <w:pPr>
        <w:keepNext/>
        <w:tabs>
          <w:tab w:val="left" w:pos="8222"/>
        </w:tabs>
        <w:autoSpaceDE w:val="0"/>
        <w:autoSpaceDN w:val="0"/>
        <w:ind w:firstLine="0"/>
        <w:outlineLvl w:val="1"/>
        <w:rPr>
          <w:bCs/>
          <w:szCs w:val="28"/>
        </w:rPr>
      </w:pPr>
    </w:p>
    <w:p w:rsidR="0049248F" w:rsidRPr="007F3FBE" w:rsidRDefault="0049248F" w:rsidP="0049248F">
      <w:pPr>
        <w:keepNext/>
        <w:tabs>
          <w:tab w:val="left" w:pos="8222"/>
        </w:tabs>
        <w:autoSpaceDE w:val="0"/>
        <w:autoSpaceDN w:val="0"/>
        <w:ind w:firstLine="0"/>
        <w:outlineLvl w:val="1"/>
        <w:rPr>
          <w:bCs/>
          <w:szCs w:val="28"/>
        </w:rPr>
      </w:pPr>
    </w:p>
    <w:p w:rsidR="0049248F" w:rsidRPr="007F3FBE" w:rsidRDefault="0049248F" w:rsidP="0049248F">
      <w:pPr>
        <w:keepNext/>
        <w:tabs>
          <w:tab w:val="left" w:pos="8222"/>
        </w:tabs>
        <w:autoSpaceDE w:val="0"/>
        <w:autoSpaceDN w:val="0"/>
        <w:ind w:firstLine="0"/>
        <w:outlineLvl w:val="1"/>
        <w:rPr>
          <w:bCs/>
          <w:szCs w:val="28"/>
        </w:rPr>
      </w:pPr>
      <w:r w:rsidRPr="007F3FBE">
        <w:rPr>
          <w:bCs/>
          <w:szCs w:val="28"/>
        </w:rPr>
        <w:t>Губернатор</w:t>
      </w:r>
    </w:p>
    <w:p w:rsidR="0049248F" w:rsidRPr="007F3FBE" w:rsidRDefault="0049248F" w:rsidP="0049248F">
      <w:pPr>
        <w:keepNext/>
        <w:tabs>
          <w:tab w:val="left" w:pos="7797"/>
        </w:tabs>
        <w:autoSpaceDE w:val="0"/>
        <w:autoSpaceDN w:val="0"/>
        <w:ind w:firstLine="0"/>
        <w:outlineLvl w:val="1"/>
        <w:rPr>
          <w:bCs/>
          <w:szCs w:val="28"/>
        </w:rPr>
      </w:pPr>
      <w:r w:rsidRPr="007F3FBE">
        <w:rPr>
          <w:bCs/>
          <w:szCs w:val="28"/>
        </w:rPr>
        <w:t xml:space="preserve">Ярославской области </w:t>
      </w:r>
      <w:r w:rsidRPr="007F3FBE">
        <w:rPr>
          <w:bCs/>
          <w:szCs w:val="28"/>
        </w:rPr>
        <w:tab/>
        <w:t xml:space="preserve"> М.Я. Евраев</w:t>
      </w:r>
    </w:p>
    <w:p w:rsidR="0049248F" w:rsidRPr="007F3FBE" w:rsidRDefault="0049248F" w:rsidP="0049248F">
      <w:pPr>
        <w:keepNext/>
        <w:tabs>
          <w:tab w:val="left" w:pos="709"/>
          <w:tab w:val="left" w:pos="8222"/>
        </w:tabs>
        <w:overflowPunct w:val="0"/>
        <w:autoSpaceDE w:val="0"/>
        <w:autoSpaceDN w:val="0"/>
        <w:adjustRightInd w:val="0"/>
        <w:ind w:firstLine="0"/>
        <w:jc w:val="left"/>
        <w:textAlignment w:val="baseline"/>
        <w:outlineLvl w:val="1"/>
        <w:rPr>
          <w:szCs w:val="28"/>
        </w:rPr>
      </w:pPr>
    </w:p>
    <w:p w:rsidR="0049248F" w:rsidRPr="007F3FBE" w:rsidRDefault="0049248F" w:rsidP="0049248F">
      <w:pPr>
        <w:keepNext/>
        <w:tabs>
          <w:tab w:val="left" w:pos="709"/>
          <w:tab w:val="left" w:pos="8222"/>
        </w:tabs>
        <w:overflowPunct w:val="0"/>
        <w:autoSpaceDE w:val="0"/>
        <w:autoSpaceDN w:val="0"/>
        <w:adjustRightInd w:val="0"/>
        <w:ind w:firstLine="0"/>
        <w:jc w:val="left"/>
        <w:textAlignment w:val="baseline"/>
        <w:outlineLvl w:val="1"/>
        <w:rPr>
          <w:szCs w:val="28"/>
        </w:rPr>
      </w:pPr>
    </w:p>
    <w:p w:rsidR="0049248F" w:rsidRPr="007F3FBE" w:rsidRDefault="0049248F" w:rsidP="0049248F">
      <w:pPr>
        <w:keepNext/>
        <w:tabs>
          <w:tab w:val="left" w:pos="709"/>
          <w:tab w:val="left" w:pos="8222"/>
        </w:tabs>
        <w:overflowPunct w:val="0"/>
        <w:autoSpaceDE w:val="0"/>
        <w:autoSpaceDN w:val="0"/>
        <w:adjustRightInd w:val="0"/>
        <w:ind w:firstLine="0"/>
        <w:jc w:val="left"/>
        <w:textAlignment w:val="baseline"/>
        <w:outlineLvl w:val="1"/>
        <w:rPr>
          <w:bCs/>
          <w:szCs w:val="28"/>
        </w:rPr>
      </w:pPr>
      <w:r w:rsidRPr="007F3FBE">
        <w:rPr>
          <w:bCs/>
          <w:szCs w:val="28"/>
        </w:rPr>
        <w:t>«_____» _____________ 2025 г.</w:t>
      </w:r>
    </w:p>
    <w:p w:rsidR="0049248F" w:rsidRPr="007F3FBE" w:rsidRDefault="0049248F" w:rsidP="0049248F">
      <w:pPr>
        <w:keepNext/>
        <w:tabs>
          <w:tab w:val="left" w:pos="709"/>
          <w:tab w:val="left" w:pos="8222"/>
        </w:tabs>
        <w:overflowPunct w:val="0"/>
        <w:autoSpaceDE w:val="0"/>
        <w:autoSpaceDN w:val="0"/>
        <w:adjustRightInd w:val="0"/>
        <w:ind w:firstLine="0"/>
        <w:jc w:val="left"/>
        <w:textAlignment w:val="baseline"/>
        <w:outlineLvl w:val="1"/>
        <w:rPr>
          <w:bCs/>
          <w:szCs w:val="28"/>
        </w:rPr>
      </w:pPr>
    </w:p>
    <w:p w:rsidR="00D91137" w:rsidRPr="0049248F" w:rsidRDefault="0049248F" w:rsidP="0049248F">
      <w:pPr>
        <w:keepNext/>
        <w:tabs>
          <w:tab w:val="left" w:pos="709"/>
          <w:tab w:val="left" w:pos="8222"/>
        </w:tabs>
        <w:overflowPunct w:val="0"/>
        <w:autoSpaceDE w:val="0"/>
        <w:autoSpaceDN w:val="0"/>
        <w:adjustRightInd w:val="0"/>
        <w:ind w:firstLine="0"/>
        <w:jc w:val="left"/>
        <w:textAlignment w:val="baseline"/>
        <w:outlineLvl w:val="1"/>
        <w:rPr>
          <w:b/>
          <w:szCs w:val="28"/>
        </w:rPr>
      </w:pPr>
      <w:r w:rsidRPr="007F3FBE">
        <w:rPr>
          <w:bCs/>
          <w:szCs w:val="28"/>
        </w:rPr>
        <w:t>№______</w:t>
      </w:r>
    </w:p>
    <w:sectPr w:rsidR="00D91137" w:rsidRPr="0049248F" w:rsidSect="00451FD1">
      <w:headerReference w:type="even" r:id="rId12"/>
      <w:headerReference w:type="default" r:id="rId13"/>
      <w:pgSz w:w="11906" w:h="16838" w:code="9"/>
      <w:pgMar w:top="1134"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82B" w:rsidRDefault="000C782B">
      <w:r>
        <w:separator/>
      </w:r>
    </w:p>
    <w:p w:rsidR="000C782B" w:rsidRDefault="000C782B"/>
    <w:p w:rsidR="000C782B" w:rsidRDefault="000C782B"/>
  </w:endnote>
  <w:endnote w:type="continuationSeparator" w:id="0">
    <w:p w:rsidR="000C782B" w:rsidRDefault="000C782B">
      <w:r>
        <w:continuationSeparator/>
      </w:r>
    </w:p>
    <w:p w:rsidR="000C782B" w:rsidRDefault="000C782B"/>
    <w:p w:rsidR="000C782B" w:rsidRDefault="000C7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82B" w:rsidRDefault="000C782B">
      <w:r>
        <w:separator/>
      </w:r>
    </w:p>
    <w:p w:rsidR="000C782B" w:rsidRDefault="000C782B"/>
    <w:p w:rsidR="000C782B" w:rsidRDefault="000C782B"/>
  </w:footnote>
  <w:footnote w:type="continuationSeparator" w:id="0">
    <w:p w:rsidR="000C782B" w:rsidRDefault="000C782B">
      <w:r>
        <w:continuationSeparator/>
      </w:r>
    </w:p>
    <w:p w:rsidR="000C782B" w:rsidRDefault="000C782B"/>
    <w:p w:rsidR="000C782B" w:rsidRDefault="000C782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82B" w:rsidRDefault="000C782B" w:rsidP="008A1D9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C782B" w:rsidRDefault="000C782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264701"/>
      <w:docPartObj>
        <w:docPartGallery w:val="Page Numbers (Top of Page)"/>
        <w:docPartUnique/>
      </w:docPartObj>
    </w:sdtPr>
    <w:sdtEndPr/>
    <w:sdtContent>
      <w:p w:rsidR="000C782B" w:rsidRDefault="000C782B">
        <w:pPr>
          <w:pStyle w:val="a6"/>
          <w:jc w:val="center"/>
        </w:pPr>
        <w:r>
          <w:fldChar w:fldCharType="begin"/>
        </w:r>
        <w:r>
          <w:instrText>PAGE   \* MERGEFORMAT</w:instrText>
        </w:r>
        <w:r>
          <w:fldChar w:fldCharType="separate"/>
        </w:r>
        <w:r w:rsidR="00C15059">
          <w:rPr>
            <w:noProof/>
          </w:rPr>
          <w:t>194</w:t>
        </w:r>
        <w:r>
          <w:fldChar w:fldCharType="end"/>
        </w:r>
      </w:p>
    </w:sdtContent>
  </w:sdt>
  <w:p w:rsidR="000C782B" w:rsidRDefault="000C782B" w:rsidP="008577E7">
    <w:pPr>
      <w:pStyle w:val="a6"/>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8CD"/>
    <w:multiLevelType w:val="hybridMultilevel"/>
    <w:tmpl w:val="8694609E"/>
    <w:lvl w:ilvl="0" w:tplc="7BE4478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15:restartNumberingAfterBreak="0">
    <w:nsid w:val="07CD78AF"/>
    <w:multiLevelType w:val="multilevel"/>
    <w:tmpl w:val="A022A9A6"/>
    <w:lvl w:ilvl="0">
      <w:start w:val="1"/>
      <w:numFmt w:val="decimal"/>
      <w:isLgl/>
      <w:suff w:val="space"/>
      <w:lvlText w:val="Статья %1."/>
      <w:lvlJc w:val="left"/>
      <w:pPr>
        <w:ind w:left="567" w:firstLine="32202"/>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2" w15:restartNumberingAfterBreak="0">
    <w:nsid w:val="0871196F"/>
    <w:multiLevelType w:val="hybridMultilevel"/>
    <w:tmpl w:val="D7B604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245802"/>
    <w:multiLevelType w:val="hybridMultilevel"/>
    <w:tmpl w:val="14204CD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E93546F"/>
    <w:multiLevelType w:val="hybridMultilevel"/>
    <w:tmpl w:val="F7EEF57E"/>
    <w:lvl w:ilvl="0" w:tplc="04190011">
      <w:start w:val="1"/>
      <w:numFmt w:val="decimal"/>
      <w:lvlText w:val="%1)"/>
      <w:lvlJc w:val="left"/>
      <w:pPr>
        <w:ind w:left="783" w:hanging="360"/>
      </w:p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5" w15:restartNumberingAfterBreak="0">
    <w:nsid w:val="10901E2A"/>
    <w:multiLevelType w:val="hybridMultilevel"/>
    <w:tmpl w:val="96E07E44"/>
    <w:lvl w:ilvl="0" w:tplc="263AE854">
      <w:start w:val="1"/>
      <w:numFmt w:val="decimal"/>
      <w:lvlText w:val="%1."/>
      <w:lvlJc w:val="left"/>
      <w:pPr>
        <w:ind w:left="750" w:hanging="390"/>
      </w:pPr>
      <w:rPr>
        <w:rFonts w:hint="default"/>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A65204"/>
    <w:multiLevelType w:val="multilevel"/>
    <w:tmpl w:val="7524892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306706A"/>
    <w:multiLevelType w:val="hybridMultilevel"/>
    <w:tmpl w:val="6BE472B6"/>
    <w:lvl w:ilvl="0" w:tplc="CE60D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1126C7"/>
    <w:multiLevelType w:val="hybridMultilevel"/>
    <w:tmpl w:val="72F0DCA4"/>
    <w:lvl w:ilvl="0" w:tplc="C8109B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8949F4"/>
    <w:multiLevelType w:val="hybridMultilevel"/>
    <w:tmpl w:val="93F81A0C"/>
    <w:lvl w:ilvl="0" w:tplc="AC70D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CD6748B"/>
    <w:multiLevelType w:val="hybridMultilevel"/>
    <w:tmpl w:val="A07C3110"/>
    <w:lvl w:ilvl="0" w:tplc="D2EEB08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F8972A8"/>
    <w:multiLevelType w:val="hybridMultilevel"/>
    <w:tmpl w:val="17D6CF8A"/>
    <w:lvl w:ilvl="0" w:tplc="F452B8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8A7798"/>
    <w:multiLevelType w:val="hybridMultilevel"/>
    <w:tmpl w:val="A5AC445C"/>
    <w:lvl w:ilvl="0" w:tplc="CB58823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6525BF"/>
    <w:multiLevelType w:val="multilevel"/>
    <w:tmpl w:val="8A00849E"/>
    <w:lvl w:ilvl="0">
      <w:start w:val="1"/>
      <w:numFmt w:val="decimal"/>
      <w:isLgl/>
      <w:suff w:val="space"/>
      <w:lvlText w:val="Статья %1"/>
      <w:lvlJc w:val="left"/>
      <w:pPr>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14" w15:restartNumberingAfterBreak="0">
    <w:nsid w:val="2A8A2534"/>
    <w:multiLevelType w:val="hybridMultilevel"/>
    <w:tmpl w:val="C818F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15:restartNumberingAfterBreak="0">
    <w:nsid w:val="2CAF0314"/>
    <w:multiLevelType w:val="multilevel"/>
    <w:tmpl w:val="3E5E0BE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CB272B9"/>
    <w:multiLevelType w:val="multilevel"/>
    <w:tmpl w:val="FF74A7C4"/>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82E7C65"/>
    <w:multiLevelType w:val="hybridMultilevel"/>
    <w:tmpl w:val="393878BE"/>
    <w:lvl w:ilvl="0" w:tplc="B7AE2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B7D57E0"/>
    <w:multiLevelType w:val="hybridMultilevel"/>
    <w:tmpl w:val="DCAC2D44"/>
    <w:lvl w:ilvl="0" w:tplc="D2EEB0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3838FF"/>
    <w:multiLevelType w:val="hybridMultilevel"/>
    <w:tmpl w:val="B1E2CBFC"/>
    <w:lvl w:ilvl="0" w:tplc="F452B8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3E73DD1"/>
    <w:multiLevelType w:val="multilevel"/>
    <w:tmpl w:val="595201C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A54F0F"/>
    <w:multiLevelType w:val="hybridMultilevel"/>
    <w:tmpl w:val="A2C255DA"/>
    <w:lvl w:ilvl="0" w:tplc="265E61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8EC4B3B"/>
    <w:multiLevelType w:val="hybridMultilevel"/>
    <w:tmpl w:val="9BF6C57A"/>
    <w:lvl w:ilvl="0" w:tplc="C8109B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8E7EAD"/>
    <w:multiLevelType w:val="hybridMultilevel"/>
    <w:tmpl w:val="DA347834"/>
    <w:lvl w:ilvl="0" w:tplc="DF3806EC">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AAC5F60"/>
    <w:multiLevelType w:val="hybridMultilevel"/>
    <w:tmpl w:val="58EA5AC8"/>
    <w:lvl w:ilvl="0" w:tplc="D2EEB084">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6" w15:restartNumberingAfterBreak="0">
    <w:nsid w:val="4ABA0D82"/>
    <w:multiLevelType w:val="hybridMultilevel"/>
    <w:tmpl w:val="BEB84B6C"/>
    <w:lvl w:ilvl="0" w:tplc="C2AA7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D9A450A"/>
    <w:multiLevelType w:val="hybridMultilevel"/>
    <w:tmpl w:val="5AB64A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3A10DFC"/>
    <w:multiLevelType w:val="hybridMultilevel"/>
    <w:tmpl w:val="72303806"/>
    <w:lvl w:ilvl="0" w:tplc="CB5882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42C6E6E"/>
    <w:multiLevelType w:val="hybridMultilevel"/>
    <w:tmpl w:val="19481EF2"/>
    <w:lvl w:ilvl="0" w:tplc="C8109B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165C7E"/>
    <w:multiLevelType w:val="multilevel"/>
    <w:tmpl w:val="42B68E74"/>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847297"/>
    <w:multiLevelType w:val="hybridMultilevel"/>
    <w:tmpl w:val="AEEABB22"/>
    <w:lvl w:ilvl="0" w:tplc="D2EEB0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25E7EEF"/>
    <w:multiLevelType w:val="hybridMultilevel"/>
    <w:tmpl w:val="DDAED82A"/>
    <w:lvl w:ilvl="0" w:tplc="227AE4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9942157"/>
    <w:multiLevelType w:val="hybridMultilevel"/>
    <w:tmpl w:val="997E2378"/>
    <w:lvl w:ilvl="0" w:tplc="D2EEB0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C2228D3"/>
    <w:multiLevelType w:val="hybridMultilevel"/>
    <w:tmpl w:val="A2CE4730"/>
    <w:lvl w:ilvl="0" w:tplc="CB58823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6CA831D2"/>
    <w:multiLevelType w:val="multilevel"/>
    <w:tmpl w:val="BEAAF216"/>
    <w:lvl w:ilvl="0">
      <w:start w:val="1"/>
      <w:numFmt w:val="decimal"/>
      <w:pStyle w:val="a"/>
      <w:isLgl/>
      <w:suff w:val="space"/>
      <w:lvlText w:val="Статья %1."/>
      <w:lvlJc w:val="left"/>
      <w:pPr>
        <w:ind w:left="567" w:hanging="567"/>
      </w:pPr>
      <w:rPr>
        <w:rFonts w:hint="default"/>
        <w:b w:val="0"/>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36" w15:restartNumberingAfterBreak="0">
    <w:nsid w:val="70605384"/>
    <w:multiLevelType w:val="hybridMultilevel"/>
    <w:tmpl w:val="4080BA0A"/>
    <w:lvl w:ilvl="0" w:tplc="01B24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4E670AF"/>
    <w:multiLevelType w:val="hybridMultilevel"/>
    <w:tmpl w:val="D1B485FE"/>
    <w:lvl w:ilvl="0" w:tplc="EE2CD6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6254A48"/>
    <w:multiLevelType w:val="hybridMultilevel"/>
    <w:tmpl w:val="F42A869E"/>
    <w:lvl w:ilvl="0" w:tplc="C1F2DB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6805B3E"/>
    <w:multiLevelType w:val="multilevel"/>
    <w:tmpl w:val="B7860792"/>
    <w:lvl w:ilvl="0">
      <w:start w:val="1"/>
      <w:numFmt w:val="decimal"/>
      <w:lvlText w:val="%1."/>
      <w:lvlJc w:val="left"/>
      <w:pPr>
        <w:ind w:left="-66"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3144"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356" w:hanging="1800"/>
      </w:pPr>
      <w:rPr>
        <w:rFonts w:hint="default"/>
      </w:rPr>
    </w:lvl>
    <w:lvl w:ilvl="8">
      <w:start w:val="1"/>
      <w:numFmt w:val="decimal"/>
      <w:isLgl/>
      <w:lvlText w:val="%1.%2.%3.%4.%5.%6.%7.%8.%9."/>
      <w:lvlJc w:val="left"/>
      <w:pPr>
        <w:ind w:left="5142" w:hanging="2160"/>
      </w:pPr>
      <w:rPr>
        <w:rFonts w:hint="default"/>
      </w:rPr>
    </w:lvl>
  </w:abstractNum>
  <w:abstractNum w:abstractNumId="40" w15:restartNumberingAfterBreak="0">
    <w:nsid w:val="79C82EA0"/>
    <w:multiLevelType w:val="hybridMultilevel"/>
    <w:tmpl w:val="E58268F4"/>
    <w:lvl w:ilvl="0" w:tplc="05CCE2D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AE2021E"/>
    <w:multiLevelType w:val="hybridMultilevel"/>
    <w:tmpl w:val="D4ECDA96"/>
    <w:lvl w:ilvl="0" w:tplc="D2EEB0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D917C80"/>
    <w:multiLevelType w:val="hybridMultilevel"/>
    <w:tmpl w:val="25EE919A"/>
    <w:lvl w:ilvl="0" w:tplc="CB5882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DD82C07"/>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EBD6BB0"/>
    <w:multiLevelType w:val="multilevel"/>
    <w:tmpl w:val="1D56B3FE"/>
    <w:lvl w:ilvl="0">
      <w:start w:val="1"/>
      <w:numFmt w:val="decimal"/>
      <w:lvlText w:val="%1."/>
      <w:lvlJc w:val="left"/>
      <w:pPr>
        <w:ind w:left="615" w:hanging="615"/>
      </w:pPr>
      <w:rPr>
        <w:rFonts w:hint="default"/>
      </w:rPr>
    </w:lvl>
    <w:lvl w:ilvl="1">
      <w:start w:val="1"/>
      <w:numFmt w:val="decimal"/>
      <w:lvlText w:val="%1.%2."/>
      <w:lvlJc w:val="left"/>
      <w:pPr>
        <w:ind w:left="1183"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43"/>
  </w:num>
  <w:num w:numId="3">
    <w:abstractNumId w:val="13"/>
  </w:num>
  <w:num w:numId="4">
    <w:abstractNumId w:val="1"/>
  </w:num>
  <w:num w:numId="5">
    <w:abstractNumId w:val="27"/>
  </w:num>
  <w:num w:numId="6">
    <w:abstractNumId w:val="24"/>
  </w:num>
  <w:num w:numId="7">
    <w:abstractNumId w:val="22"/>
  </w:num>
  <w:num w:numId="8">
    <w:abstractNumId w:val="36"/>
  </w:num>
  <w:num w:numId="9">
    <w:abstractNumId w:val="11"/>
  </w:num>
  <w:num w:numId="10">
    <w:abstractNumId w:val="20"/>
  </w:num>
  <w:num w:numId="11">
    <w:abstractNumId w:val="37"/>
  </w:num>
  <w:num w:numId="12">
    <w:abstractNumId w:val="38"/>
  </w:num>
  <w:num w:numId="13">
    <w:abstractNumId w:val="7"/>
  </w:num>
  <w:num w:numId="14">
    <w:abstractNumId w:val="39"/>
  </w:num>
  <w:num w:numId="15">
    <w:abstractNumId w:val="12"/>
  </w:num>
  <w:num w:numId="16">
    <w:abstractNumId w:val="34"/>
  </w:num>
  <w:num w:numId="17">
    <w:abstractNumId w:val="28"/>
  </w:num>
  <w:num w:numId="18">
    <w:abstractNumId w:val="42"/>
  </w:num>
  <w:num w:numId="19">
    <w:abstractNumId w:val="41"/>
  </w:num>
  <w:num w:numId="20">
    <w:abstractNumId w:val="19"/>
  </w:num>
  <w:num w:numId="21">
    <w:abstractNumId w:val="33"/>
  </w:num>
  <w:num w:numId="22">
    <w:abstractNumId w:val="25"/>
  </w:num>
  <w:num w:numId="23">
    <w:abstractNumId w:val="10"/>
  </w:num>
  <w:num w:numId="24">
    <w:abstractNumId w:val="31"/>
  </w:num>
  <w:num w:numId="25">
    <w:abstractNumId w:val="4"/>
  </w:num>
  <w:num w:numId="26">
    <w:abstractNumId w:val="0"/>
  </w:num>
  <w:num w:numId="27">
    <w:abstractNumId w:val="3"/>
  </w:num>
  <w:num w:numId="28">
    <w:abstractNumId w:val="2"/>
  </w:num>
  <w:num w:numId="29">
    <w:abstractNumId w:val="5"/>
  </w:num>
  <w:num w:numId="30">
    <w:abstractNumId w:val="32"/>
  </w:num>
  <w:num w:numId="31">
    <w:abstractNumId w:val="9"/>
  </w:num>
  <w:num w:numId="32">
    <w:abstractNumId w:val="26"/>
  </w:num>
  <w:num w:numId="33">
    <w:abstractNumId w:val="15"/>
  </w:num>
  <w:num w:numId="34">
    <w:abstractNumId w:val="6"/>
  </w:num>
  <w:num w:numId="35">
    <w:abstractNumId w:val="16"/>
  </w:num>
  <w:num w:numId="36">
    <w:abstractNumId w:val="21"/>
  </w:num>
  <w:num w:numId="37">
    <w:abstractNumId w:val="17"/>
  </w:num>
  <w:num w:numId="38">
    <w:abstractNumId w:val="29"/>
  </w:num>
  <w:num w:numId="39">
    <w:abstractNumId w:val="8"/>
  </w:num>
  <w:num w:numId="40">
    <w:abstractNumId w:val="14"/>
  </w:num>
  <w:num w:numId="41">
    <w:abstractNumId w:val="23"/>
  </w:num>
  <w:num w:numId="42">
    <w:abstractNumId w:val="40"/>
  </w:num>
  <w:num w:numId="43">
    <w:abstractNumId w:val="18"/>
  </w:num>
  <w:num w:numId="44">
    <w:abstractNumId w:val="30"/>
  </w:num>
  <w:num w:numId="45">
    <w:abstractNumId w:val="44"/>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autoHyphenation/>
  <w:hyphenationZone w:val="357"/>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81"/>
    <w:rsid w:val="000002B8"/>
    <w:rsid w:val="00000467"/>
    <w:rsid w:val="000005F7"/>
    <w:rsid w:val="00001BD4"/>
    <w:rsid w:val="00001DDC"/>
    <w:rsid w:val="00001F3F"/>
    <w:rsid w:val="00002D87"/>
    <w:rsid w:val="00002DD9"/>
    <w:rsid w:val="00004674"/>
    <w:rsid w:val="0000492E"/>
    <w:rsid w:val="00004C72"/>
    <w:rsid w:val="00004F5B"/>
    <w:rsid w:val="000055A3"/>
    <w:rsid w:val="000067BD"/>
    <w:rsid w:val="00006C60"/>
    <w:rsid w:val="00007108"/>
    <w:rsid w:val="000075F4"/>
    <w:rsid w:val="00010118"/>
    <w:rsid w:val="000110B9"/>
    <w:rsid w:val="00011166"/>
    <w:rsid w:val="0001205C"/>
    <w:rsid w:val="00012071"/>
    <w:rsid w:val="000128C7"/>
    <w:rsid w:val="000132E4"/>
    <w:rsid w:val="00015563"/>
    <w:rsid w:val="00015A9D"/>
    <w:rsid w:val="00015BBC"/>
    <w:rsid w:val="00015C0B"/>
    <w:rsid w:val="00015F1D"/>
    <w:rsid w:val="0001603B"/>
    <w:rsid w:val="000168D0"/>
    <w:rsid w:val="00016CA8"/>
    <w:rsid w:val="00016CC0"/>
    <w:rsid w:val="00016CCB"/>
    <w:rsid w:val="00016D14"/>
    <w:rsid w:val="00020ADC"/>
    <w:rsid w:val="000211FA"/>
    <w:rsid w:val="000222C9"/>
    <w:rsid w:val="0002420F"/>
    <w:rsid w:val="0002491A"/>
    <w:rsid w:val="00024B5F"/>
    <w:rsid w:val="00024F73"/>
    <w:rsid w:val="00025369"/>
    <w:rsid w:val="00025703"/>
    <w:rsid w:val="0002602F"/>
    <w:rsid w:val="00026B9E"/>
    <w:rsid w:val="00026EF1"/>
    <w:rsid w:val="00026F23"/>
    <w:rsid w:val="00027454"/>
    <w:rsid w:val="000276DF"/>
    <w:rsid w:val="00030179"/>
    <w:rsid w:val="00030796"/>
    <w:rsid w:val="00030F0F"/>
    <w:rsid w:val="0003339A"/>
    <w:rsid w:val="000339C7"/>
    <w:rsid w:val="00034B87"/>
    <w:rsid w:val="00035403"/>
    <w:rsid w:val="000357F8"/>
    <w:rsid w:val="00036324"/>
    <w:rsid w:val="0003640F"/>
    <w:rsid w:val="000367DA"/>
    <w:rsid w:val="0003721C"/>
    <w:rsid w:val="00037707"/>
    <w:rsid w:val="00037B2D"/>
    <w:rsid w:val="00037B7A"/>
    <w:rsid w:val="00037D45"/>
    <w:rsid w:val="00037D75"/>
    <w:rsid w:val="00037F44"/>
    <w:rsid w:val="00040BDB"/>
    <w:rsid w:val="00040E77"/>
    <w:rsid w:val="000412B5"/>
    <w:rsid w:val="00041C96"/>
    <w:rsid w:val="0004252B"/>
    <w:rsid w:val="00042FA4"/>
    <w:rsid w:val="0004326A"/>
    <w:rsid w:val="00043298"/>
    <w:rsid w:val="000432AA"/>
    <w:rsid w:val="0004410E"/>
    <w:rsid w:val="000447B1"/>
    <w:rsid w:val="00044B09"/>
    <w:rsid w:val="00044DF4"/>
    <w:rsid w:val="0004514D"/>
    <w:rsid w:val="000455D9"/>
    <w:rsid w:val="000455EB"/>
    <w:rsid w:val="000457A8"/>
    <w:rsid w:val="00045F94"/>
    <w:rsid w:val="00046B27"/>
    <w:rsid w:val="00046BB0"/>
    <w:rsid w:val="00046D57"/>
    <w:rsid w:val="000471EE"/>
    <w:rsid w:val="000473AE"/>
    <w:rsid w:val="000504E2"/>
    <w:rsid w:val="000507FF"/>
    <w:rsid w:val="00050F0F"/>
    <w:rsid w:val="00051655"/>
    <w:rsid w:val="00051B15"/>
    <w:rsid w:val="00053010"/>
    <w:rsid w:val="000540DA"/>
    <w:rsid w:val="000544BF"/>
    <w:rsid w:val="00054A82"/>
    <w:rsid w:val="00054F47"/>
    <w:rsid w:val="00055D1C"/>
    <w:rsid w:val="0005660C"/>
    <w:rsid w:val="00056A26"/>
    <w:rsid w:val="00057926"/>
    <w:rsid w:val="00057CEF"/>
    <w:rsid w:val="000600DB"/>
    <w:rsid w:val="00060A5A"/>
    <w:rsid w:val="00060DD9"/>
    <w:rsid w:val="00061295"/>
    <w:rsid w:val="00061B45"/>
    <w:rsid w:val="00062253"/>
    <w:rsid w:val="000622AC"/>
    <w:rsid w:val="00062552"/>
    <w:rsid w:val="00063066"/>
    <w:rsid w:val="00063113"/>
    <w:rsid w:val="000636DE"/>
    <w:rsid w:val="00063750"/>
    <w:rsid w:val="00063763"/>
    <w:rsid w:val="00064FD0"/>
    <w:rsid w:val="00065B65"/>
    <w:rsid w:val="0006658D"/>
    <w:rsid w:val="00066AF3"/>
    <w:rsid w:val="00067A31"/>
    <w:rsid w:val="00070214"/>
    <w:rsid w:val="000708F7"/>
    <w:rsid w:val="0007107F"/>
    <w:rsid w:val="000711A0"/>
    <w:rsid w:val="00071290"/>
    <w:rsid w:val="000717D9"/>
    <w:rsid w:val="0007189B"/>
    <w:rsid w:val="00071FA1"/>
    <w:rsid w:val="000722F2"/>
    <w:rsid w:val="00072E9B"/>
    <w:rsid w:val="00072F93"/>
    <w:rsid w:val="00073028"/>
    <w:rsid w:val="000738F9"/>
    <w:rsid w:val="00074B7B"/>
    <w:rsid w:val="000751CC"/>
    <w:rsid w:val="0008008A"/>
    <w:rsid w:val="000803E6"/>
    <w:rsid w:val="0008189B"/>
    <w:rsid w:val="00081A3E"/>
    <w:rsid w:val="00081D97"/>
    <w:rsid w:val="000825EB"/>
    <w:rsid w:val="00082947"/>
    <w:rsid w:val="00083920"/>
    <w:rsid w:val="00084029"/>
    <w:rsid w:val="000855AB"/>
    <w:rsid w:val="000859FD"/>
    <w:rsid w:val="00085BCF"/>
    <w:rsid w:val="00085D68"/>
    <w:rsid w:val="00086289"/>
    <w:rsid w:val="00086DC5"/>
    <w:rsid w:val="00086F6E"/>
    <w:rsid w:val="000875F4"/>
    <w:rsid w:val="000900B0"/>
    <w:rsid w:val="000903B1"/>
    <w:rsid w:val="00091791"/>
    <w:rsid w:val="000917E4"/>
    <w:rsid w:val="000917F4"/>
    <w:rsid w:val="00092A0D"/>
    <w:rsid w:val="00093964"/>
    <w:rsid w:val="00093E1C"/>
    <w:rsid w:val="00094724"/>
    <w:rsid w:val="000954A1"/>
    <w:rsid w:val="000955BE"/>
    <w:rsid w:val="00095802"/>
    <w:rsid w:val="00095A6C"/>
    <w:rsid w:val="000963A7"/>
    <w:rsid w:val="0009680A"/>
    <w:rsid w:val="00096FA8"/>
    <w:rsid w:val="00097488"/>
    <w:rsid w:val="0009772E"/>
    <w:rsid w:val="00097E3F"/>
    <w:rsid w:val="000A0244"/>
    <w:rsid w:val="000A0776"/>
    <w:rsid w:val="000A1C1C"/>
    <w:rsid w:val="000A36A0"/>
    <w:rsid w:val="000A41D3"/>
    <w:rsid w:val="000A4B0D"/>
    <w:rsid w:val="000A4FEA"/>
    <w:rsid w:val="000A63F1"/>
    <w:rsid w:val="000A6DE1"/>
    <w:rsid w:val="000A7990"/>
    <w:rsid w:val="000B0365"/>
    <w:rsid w:val="000B057E"/>
    <w:rsid w:val="000B170A"/>
    <w:rsid w:val="000B1C15"/>
    <w:rsid w:val="000B2059"/>
    <w:rsid w:val="000B20BA"/>
    <w:rsid w:val="000B35AF"/>
    <w:rsid w:val="000B3A46"/>
    <w:rsid w:val="000B3D3A"/>
    <w:rsid w:val="000B5610"/>
    <w:rsid w:val="000B562D"/>
    <w:rsid w:val="000B5868"/>
    <w:rsid w:val="000B6DE3"/>
    <w:rsid w:val="000B6E33"/>
    <w:rsid w:val="000B7B89"/>
    <w:rsid w:val="000B7D76"/>
    <w:rsid w:val="000C0758"/>
    <w:rsid w:val="000C0DFB"/>
    <w:rsid w:val="000C0E97"/>
    <w:rsid w:val="000C1230"/>
    <w:rsid w:val="000C253C"/>
    <w:rsid w:val="000C2710"/>
    <w:rsid w:val="000C30F9"/>
    <w:rsid w:val="000C36D9"/>
    <w:rsid w:val="000C41A6"/>
    <w:rsid w:val="000C4631"/>
    <w:rsid w:val="000C4810"/>
    <w:rsid w:val="000C4E39"/>
    <w:rsid w:val="000C6558"/>
    <w:rsid w:val="000C65C9"/>
    <w:rsid w:val="000C74E1"/>
    <w:rsid w:val="000C77D2"/>
    <w:rsid w:val="000C782B"/>
    <w:rsid w:val="000C7F2C"/>
    <w:rsid w:val="000D0A7A"/>
    <w:rsid w:val="000D1148"/>
    <w:rsid w:val="000D14B5"/>
    <w:rsid w:val="000D1AA9"/>
    <w:rsid w:val="000D2D67"/>
    <w:rsid w:val="000D3883"/>
    <w:rsid w:val="000D4443"/>
    <w:rsid w:val="000D4538"/>
    <w:rsid w:val="000D4A2C"/>
    <w:rsid w:val="000D4AE5"/>
    <w:rsid w:val="000D5465"/>
    <w:rsid w:val="000D5599"/>
    <w:rsid w:val="000D6B30"/>
    <w:rsid w:val="000D6FAB"/>
    <w:rsid w:val="000D7A3C"/>
    <w:rsid w:val="000E045E"/>
    <w:rsid w:val="000E057D"/>
    <w:rsid w:val="000E0EC0"/>
    <w:rsid w:val="000E0ED3"/>
    <w:rsid w:val="000E14AE"/>
    <w:rsid w:val="000E2EED"/>
    <w:rsid w:val="000E33C8"/>
    <w:rsid w:val="000E34FB"/>
    <w:rsid w:val="000E3EB1"/>
    <w:rsid w:val="000E3F6D"/>
    <w:rsid w:val="000E40E4"/>
    <w:rsid w:val="000E4EBA"/>
    <w:rsid w:val="000E53A6"/>
    <w:rsid w:val="000E53F8"/>
    <w:rsid w:val="000E590F"/>
    <w:rsid w:val="000E5931"/>
    <w:rsid w:val="000E71AF"/>
    <w:rsid w:val="000E7C2E"/>
    <w:rsid w:val="000F0A99"/>
    <w:rsid w:val="000F0BFC"/>
    <w:rsid w:val="000F15E6"/>
    <w:rsid w:val="000F207A"/>
    <w:rsid w:val="000F239D"/>
    <w:rsid w:val="000F30F6"/>
    <w:rsid w:val="000F464D"/>
    <w:rsid w:val="000F47B9"/>
    <w:rsid w:val="000F4B86"/>
    <w:rsid w:val="000F54CB"/>
    <w:rsid w:val="000F56A8"/>
    <w:rsid w:val="000F5CDE"/>
    <w:rsid w:val="000F62D2"/>
    <w:rsid w:val="000F634E"/>
    <w:rsid w:val="000F665F"/>
    <w:rsid w:val="000F751E"/>
    <w:rsid w:val="000F7637"/>
    <w:rsid w:val="000F76D2"/>
    <w:rsid w:val="000F7B54"/>
    <w:rsid w:val="000F7E12"/>
    <w:rsid w:val="001006A3"/>
    <w:rsid w:val="001006C5"/>
    <w:rsid w:val="00100EC0"/>
    <w:rsid w:val="00100FA4"/>
    <w:rsid w:val="0010259B"/>
    <w:rsid w:val="001026A4"/>
    <w:rsid w:val="00102DA2"/>
    <w:rsid w:val="00103644"/>
    <w:rsid w:val="00103AEF"/>
    <w:rsid w:val="00103DC3"/>
    <w:rsid w:val="00103E4E"/>
    <w:rsid w:val="00103E8B"/>
    <w:rsid w:val="00104AF8"/>
    <w:rsid w:val="00105CD0"/>
    <w:rsid w:val="00105EFB"/>
    <w:rsid w:val="00106063"/>
    <w:rsid w:val="001071F8"/>
    <w:rsid w:val="001074A3"/>
    <w:rsid w:val="00107A47"/>
    <w:rsid w:val="00107D1E"/>
    <w:rsid w:val="001101EA"/>
    <w:rsid w:val="00110E8E"/>
    <w:rsid w:val="0011193D"/>
    <w:rsid w:val="0011195E"/>
    <w:rsid w:val="00112051"/>
    <w:rsid w:val="00112654"/>
    <w:rsid w:val="00112FE3"/>
    <w:rsid w:val="0011334F"/>
    <w:rsid w:val="00113356"/>
    <w:rsid w:val="00113D20"/>
    <w:rsid w:val="00114062"/>
    <w:rsid w:val="001142FD"/>
    <w:rsid w:val="001145BF"/>
    <w:rsid w:val="00115374"/>
    <w:rsid w:val="00115AF2"/>
    <w:rsid w:val="00115D22"/>
    <w:rsid w:val="0011760C"/>
    <w:rsid w:val="00117B50"/>
    <w:rsid w:val="00117F45"/>
    <w:rsid w:val="001203C6"/>
    <w:rsid w:val="00120B3D"/>
    <w:rsid w:val="00120FED"/>
    <w:rsid w:val="00121406"/>
    <w:rsid w:val="0012153F"/>
    <w:rsid w:val="001216E6"/>
    <w:rsid w:val="001221BD"/>
    <w:rsid w:val="00122F20"/>
    <w:rsid w:val="00123A79"/>
    <w:rsid w:val="00123D26"/>
    <w:rsid w:val="00125BFD"/>
    <w:rsid w:val="00125ECE"/>
    <w:rsid w:val="0012638A"/>
    <w:rsid w:val="001263D2"/>
    <w:rsid w:val="001270F6"/>
    <w:rsid w:val="00127B9F"/>
    <w:rsid w:val="001300EF"/>
    <w:rsid w:val="001322FE"/>
    <w:rsid w:val="00132904"/>
    <w:rsid w:val="00133629"/>
    <w:rsid w:val="00133E2B"/>
    <w:rsid w:val="001362C4"/>
    <w:rsid w:val="00136636"/>
    <w:rsid w:val="00136C9F"/>
    <w:rsid w:val="001408C9"/>
    <w:rsid w:val="0014122C"/>
    <w:rsid w:val="00141314"/>
    <w:rsid w:val="00141E2D"/>
    <w:rsid w:val="00141F13"/>
    <w:rsid w:val="00142305"/>
    <w:rsid w:val="00143C59"/>
    <w:rsid w:val="001443CF"/>
    <w:rsid w:val="00144677"/>
    <w:rsid w:val="00144790"/>
    <w:rsid w:val="00144B69"/>
    <w:rsid w:val="00145896"/>
    <w:rsid w:val="0014595F"/>
    <w:rsid w:val="0014599D"/>
    <w:rsid w:val="00145A50"/>
    <w:rsid w:val="00145F67"/>
    <w:rsid w:val="001466B9"/>
    <w:rsid w:val="00146B74"/>
    <w:rsid w:val="00146D41"/>
    <w:rsid w:val="00146E21"/>
    <w:rsid w:val="0014722E"/>
    <w:rsid w:val="00147682"/>
    <w:rsid w:val="001477EE"/>
    <w:rsid w:val="00150BF8"/>
    <w:rsid w:val="00152452"/>
    <w:rsid w:val="00152BA4"/>
    <w:rsid w:val="00152C80"/>
    <w:rsid w:val="00154446"/>
    <w:rsid w:val="001545CA"/>
    <w:rsid w:val="0015540A"/>
    <w:rsid w:val="00155F4B"/>
    <w:rsid w:val="00156724"/>
    <w:rsid w:val="0015679A"/>
    <w:rsid w:val="0015695A"/>
    <w:rsid w:val="001576C7"/>
    <w:rsid w:val="001601AC"/>
    <w:rsid w:val="00160292"/>
    <w:rsid w:val="0016042C"/>
    <w:rsid w:val="001622B5"/>
    <w:rsid w:val="001634C6"/>
    <w:rsid w:val="0016368F"/>
    <w:rsid w:val="00164491"/>
    <w:rsid w:val="001659A8"/>
    <w:rsid w:val="00165C0A"/>
    <w:rsid w:val="0016612F"/>
    <w:rsid w:val="00166A6B"/>
    <w:rsid w:val="0016774E"/>
    <w:rsid w:val="00170741"/>
    <w:rsid w:val="00170773"/>
    <w:rsid w:val="00171214"/>
    <w:rsid w:val="00173A52"/>
    <w:rsid w:val="0017446C"/>
    <w:rsid w:val="001752A3"/>
    <w:rsid w:val="00175553"/>
    <w:rsid w:val="00175FA4"/>
    <w:rsid w:val="001760B6"/>
    <w:rsid w:val="00176118"/>
    <w:rsid w:val="00176CC8"/>
    <w:rsid w:val="0017746E"/>
    <w:rsid w:val="001774E2"/>
    <w:rsid w:val="0017769A"/>
    <w:rsid w:val="0018030E"/>
    <w:rsid w:val="00180927"/>
    <w:rsid w:val="00180AB6"/>
    <w:rsid w:val="00181393"/>
    <w:rsid w:val="001813F7"/>
    <w:rsid w:val="001817DB"/>
    <w:rsid w:val="00181C49"/>
    <w:rsid w:val="00181C62"/>
    <w:rsid w:val="00182276"/>
    <w:rsid w:val="00182478"/>
    <w:rsid w:val="00182777"/>
    <w:rsid w:val="0018436B"/>
    <w:rsid w:val="00184FA4"/>
    <w:rsid w:val="00185A54"/>
    <w:rsid w:val="00186255"/>
    <w:rsid w:val="00186BE6"/>
    <w:rsid w:val="001874FC"/>
    <w:rsid w:val="0019062D"/>
    <w:rsid w:val="0019088A"/>
    <w:rsid w:val="00190ADE"/>
    <w:rsid w:val="00190B65"/>
    <w:rsid w:val="00190EF8"/>
    <w:rsid w:val="00191686"/>
    <w:rsid w:val="00192434"/>
    <w:rsid w:val="00192B57"/>
    <w:rsid w:val="00194756"/>
    <w:rsid w:val="00194EC2"/>
    <w:rsid w:val="001A044B"/>
    <w:rsid w:val="001A0771"/>
    <w:rsid w:val="001A1ADF"/>
    <w:rsid w:val="001A27BA"/>
    <w:rsid w:val="001A3E08"/>
    <w:rsid w:val="001A47E8"/>
    <w:rsid w:val="001A481F"/>
    <w:rsid w:val="001A5F9F"/>
    <w:rsid w:val="001A638E"/>
    <w:rsid w:val="001A6903"/>
    <w:rsid w:val="001B018A"/>
    <w:rsid w:val="001B0405"/>
    <w:rsid w:val="001B13E1"/>
    <w:rsid w:val="001B16C8"/>
    <w:rsid w:val="001B1943"/>
    <w:rsid w:val="001B1CB5"/>
    <w:rsid w:val="001B2CF6"/>
    <w:rsid w:val="001B3229"/>
    <w:rsid w:val="001B4602"/>
    <w:rsid w:val="001B489F"/>
    <w:rsid w:val="001B4BC1"/>
    <w:rsid w:val="001B4C0B"/>
    <w:rsid w:val="001B4C5C"/>
    <w:rsid w:val="001B4EED"/>
    <w:rsid w:val="001B567E"/>
    <w:rsid w:val="001B61F2"/>
    <w:rsid w:val="001B6551"/>
    <w:rsid w:val="001B6E89"/>
    <w:rsid w:val="001B75A9"/>
    <w:rsid w:val="001B77AF"/>
    <w:rsid w:val="001B7A7F"/>
    <w:rsid w:val="001B7BDB"/>
    <w:rsid w:val="001C0698"/>
    <w:rsid w:val="001C2224"/>
    <w:rsid w:val="001C2482"/>
    <w:rsid w:val="001C28E3"/>
    <w:rsid w:val="001C2E29"/>
    <w:rsid w:val="001C378C"/>
    <w:rsid w:val="001C41FD"/>
    <w:rsid w:val="001C49A0"/>
    <w:rsid w:val="001C49ED"/>
    <w:rsid w:val="001C4EE2"/>
    <w:rsid w:val="001C532A"/>
    <w:rsid w:val="001C55C3"/>
    <w:rsid w:val="001C57FE"/>
    <w:rsid w:val="001C6D8E"/>
    <w:rsid w:val="001C788C"/>
    <w:rsid w:val="001D0AB6"/>
    <w:rsid w:val="001D0E62"/>
    <w:rsid w:val="001D1F60"/>
    <w:rsid w:val="001D21A3"/>
    <w:rsid w:val="001D3487"/>
    <w:rsid w:val="001D3F01"/>
    <w:rsid w:val="001D3F1C"/>
    <w:rsid w:val="001D4CC5"/>
    <w:rsid w:val="001D514B"/>
    <w:rsid w:val="001D5248"/>
    <w:rsid w:val="001D5AF4"/>
    <w:rsid w:val="001D5C73"/>
    <w:rsid w:val="001D5DF9"/>
    <w:rsid w:val="001D6980"/>
    <w:rsid w:val="001D6B28"/>
    <w:rsid w:val="001D6CA9"/>
    <w:rsid w:val="001D6F93"/>
    <w:rsid w:val="001D70C0"/>
    <w:rsid w:val="001D71C3"/>
    <w:rsid w:val="001D73CA"/>
    <w:rsid w:val="001D784B"/>
    <w:rsid w:val="001D7875"/>
    <w:rsid w:val="001D7AA7"/>
    <w:rsid w:val="001E1110"/>
    <w:rsid w:val="001E1681"/>
    <w:rsid w:val="001E24E4"/>
    <w:rsid w:val="001E24F1"/>
    <w:rsid w:val="001E39CD"/>
    <w:rsid w:val="001E46AF"/>
    <w:rsid w:val="001E48F8"/>
    <w:rsid w:val="001E5389"/>
    <w:rsid w:val="001E55A2"/>
    <w:rsid w:val="001E66F0"/>
    <w:rsid w:val="001E6C07"/>
    <w:rsid w:val="001E6C13"/>
    <w:rsid w:val="001E79CC"/>
    <w:rsid w:val="001E7D1E"/>
    <w:rsid w:val="001F0E69"/>
    <w:rsid w:val="001F1221"/>
    <w:rsid w:val="001F1848"/>
    <w:rsid w:val="001F1F29"/>
    <w:rsid w:val="001F2407"/>
    <w:rsid w:val="001F2DF4"/>
    <w:rsid w:val="001F3AED"/>
    <w:rsid w:val="001F4578"/>
    <w:rsid w:val="001F4A6B"/>
    <w:rsid w:val="001F4B9E"/>
    <w:rsid w:val="001F5191"/>
    <w:rsid w:val="001F58A4"/>
    <w:rsid w:val="001F5981"/>
    <w:rsid w:val="001F67EA"/>
    <w:rsid w:val="001F693B"/>
    <w:rsid w:val="001F6DEA"/>
    <w:rsid w:val="001F71D7"/>
    <w:rsid w:val="001F74A6"/>
    <w:rsid w:val="001F7D58"/>
    <w:rsid w:val="001F7E99"/>
    <w:rsid w:val="0020000E"/>
    <w:rsid w:val="0020022F"/>
    <w:rsid w:val="00200353"/>
    <w:rsid w:val="00200F91"/>
    <w:rsid w:val="00201C3B"/>
    <w:rsid w:val="00202395"/>
    <w:rsid w:val="002026D1"/>
    <w:rsid w:val="002035B4"/>
    <w:rsid w:val="0020405E"/>
    <w:rsid w:val="002044DE"/>
    <w:rsid w:val="002069DE"/>
    <w:rsid w:val="00206A31"/>
    <w:rsid w:val="00206A51"/>
    <w:rsid w:val="00206B4F"/>
    <w:rsid w:val="00206D05"/>
    <w:rsid w:val="0020746F"/>
    <w:rsid w:val="00211007"/>
    <w:rsid w:val="00211762"/>
    <w:rsid w:val="00211932"/>
    <w:rsid w:val="00212892"/>
    <w:rsid w:val="0021363B"/>
    <w:rsid w:val="00213857"/>
    <w:rsid w:val="002146D7"/>
    <w:rsid w:val="00214868"/>
    <w:rsid w:val="00214DBC"/>
    <w:rsid w:val="00214F24"/>
    <w:rsid w:val="0021508B"/>
    <w:rsid w:val="00215421"/>
    <w:rsid w:val="002156FB"/>
    <w:rsid w:val="00215CB3"/>
    <w:rsid w:val="00216081"/>
    <w:rsid w:val="0021609F"/>
    <w:rsid w:val="0021626F"/>
    <w:rsid w:val="00216CD9"/>
    <w:rsid w:val="00216F3E"/>
    <w:rsid w:val="00220E5C"/>
    <w:rsid w:val="00221CA5"/>
    <w:rsid w:val="00222690"/>
    <w:rsid w:val="002228B5"/>
    <w:rsid w:val="00222B9A"/>
    <w:rsid w:val="00222E51"/>
    <w:rsid w:val="00222FAE"/>
    <w:rsid w:val="002237CA"/>
    <w:rsid w:val="00223803"/>
    <w:rsid w:val="0022385A"/>
    <w:rsid w:val="00223B1E"/>
    <w:rsid w:val="00224107"/>
    <w:rsid w:val="00224560"/>
    <w:rsid w:val="00224DA3"/>
    <w:rsid w:val="002268D4"/>
    <w:rsid w:val="00226EC8"/>
    <w:rsid w:val="00226FBA"/>
    <w:rsid w:val="00227A79"/>
    <w:rsid w:val="00227DD8"/>
    <w:rsid w:val="00230D20"/>
    <w:rsid w:val="002313A2"/>
    <w:rsid w:val="002316A1"/>
    <w:rsid w:val="002316FB"/>
    <w:rsid w:val="002332AD"/>
    <w:rsid w:val="0023399A"/>
    <w:rsid w:val="00234626"/>
    <w:rsid w:val="002349DF"/>
    <w:rsid w:val="00234EFB"/>
    <w:rsid w:val="00235C13"/>
    <w:rsid w:val="00236335"/>
    <w:rsid w:val="002372DE"/>
    <w:rsid w:val="002374D0"/>
    <w:rsid w:val="002378FE"/>
    <w:rsid w:val="002401F3"/>
    <w:rsid w:val="0024178F"/>
    <w:rsid w:val="00241DED"/>
    <w:rsid w:val="0024278E"/>
    <w:rsid w:val="002430BC"/>
    <w:rsid w:val="002434C8"/>
    <w:rsid w:val="0024425B"/>
    <w:rsid w:val="0024585F"/>
    <w:rsid w:val="002458AE"/>
    <w:rsid w:val="00245F59"/>
    <w:rsid w:val="00246978"/>
    <w:rsid w:val="00246DBB"/>
    <w:rsid w:val="002512A1"/>
    <w:rsid w:val="00251935"/>
    <w:rsid w:val="00252437"/>
    <w:rsid w:val="00252EBE"/>
    <w:rsid w:val="0025305E"/>
    <w:rsid w:val="002530FA"/>
    <w:rsid w:val="002534B4"/>
    <w:rsid w:val="0025408F"/>
    <w:rsid w:val="002549E1"/>
    <w:rsid w:val="00254C8B"/>
    <w:rsid w:val="00254E5E"/>
    <w:rsid w:val="00256A60"/>
    <w:rsid w:val="002575E8"/>
    <w:rsid w:val="00260074"/>
    <w:rsid w:val="00260D98"/>
    <w:rsid w:val="002614AE"/>
    <w:rsid w:val="00261631"/>
    <w:rsid w:val="0026164C"/>
    <w:rsid w:val="00261A5A"/>
    <w:rsid w:val="00261BEA"/>
    <w:rsid w:val="002620A6"/>
    <w:rsid w:val="002628AA"/>
    <w:rsid w:val="00262A13"/>
    <w:rsid w:val="00265684"/>
    <w:rsid w:val="00265E60"/>
    <w:rsid w:val="00265E75"/>
    <w:rsid w:val="0027006A"/>
    <w:rsid w:val="00271356"/>
    <w:rsid w:val="002716F9"/>
    <w:rsid w:val="00272565"/>
    <w:rsid w:val="00273063"/>
    <w:rsid w:val="002732A4"/>
    <w:rsid w:val="0027388E"/>
    <w:rsid w:val="00274166"/>
    <w:rsid w:val="00275FCF"/>
    <w:rsid w:val="00276164"/>
    <w:rsid w:val="00276388"/>
    <w:rsid w:val="002766F6"/>
    <w:rsid w:val="00276AA5"/>
    <w:rsid w:val="002803CD"/>
    <w:rsid w:val="00281774"/>
    <w:rsid w:val="00281C40"/>
    <w:rsid w:val="00282475"/>
    <w:rsid w:val="00282B81"/>
    <w:rsid w:val="00283D2F"/>
    <w:rsid w:val="00283E14"/>
    <w:rsid w:val="00284B33"/>
    <w:rsid w:val="002853D7"/>
    <w:rsid w:val="0028636F"/>
    <w:rsid w:val="002903E0"/>
    <w:rsid w:val="00290604"/>
    <w:rsid w:val="00290951"/>
    <w:rsid w:val="002920F4"/>
    <w:rsid w:val="002927D3"/>
    <w:rsid w:val="00292CE8"/>
    <w:rsid w:val="00292E5A"/>
    <w:rsid w:val="00293371"/>
    <w:rsid w:val="00293CC8"/>
    <w:rsid w:val="00294214"/>
    <w:rsid w:val="002944E1"/>
    <w:rsid w:val="00294AA2"/>
    <w:rsid w:val="002952E7"/>
    <w:rsid w:val="0029535D"/>
    <w:rsid w:val="00295B15"/>
    <w:rsid w:val="00295E09"/>
    <w:rsid w:val="002961FD"/>
    <w:rsid w:val="002979A9"/>
    <w:rsid w:val="002979D3"/>
    <w:rsid w:val="00297AA3"/>
    <w:rsid w:val="002A061B"/>
    <w:rsid w:val="002A09D6"/>
    <w:rsid w:val="002A0BF2"/>
    <w:rsid w:val="002A1105"/>
    <w:rsid w:val="002A26FB"/>
    <w:rsid w:val="002A286D"/>
    <w:rsid w:val="002A414C"/>
    <w:rsid w:val="002A4B4B"/>
    <w:rsid w:val="002A53EB"/>
    <w:rsid w:val="002A53FB"/>
    <w:rsid w:val="002A54FC"/>
    <w:rsid w:val="002A61F0"/>
    <w:rsid w:val="002A668A"/>
    <w:rsid w:val="002A6D98"/>
    <w:rsid w:val="002B05D4"/>
    <w:rsid w:val="002B0BDB"/>
    <w:rsid w:val="002B2CAE"/>
    <w:rsid w:val="002B3D99"/>
    <w:rsid w:val="002B4FA7"/>
    <w:rsid w:val="002B5B00"/>
    <w:rsid w:val="002B5B89"/>
    <w:rsid w:val="002B627D"/>
    <w:rsid w:val="002B7300"/>
    <w:rsid w:val="002B7ACF"/>
    <w:rsid w:val="002B7B42"/>
    <w:rsid w:val="002C0082"/>
    <w:rsid w:val="002C00CF"/>
    <w:rsid w:val="002C1083"/>
    <w:rsid w:val="002C1E42"/>
    <w:rsid w:val="002C2016"/>
    <w:rsid w:val="002C3207"/>
    <w:rsid w:val="002C3241"/>
    <w:rsid w:val="002C3AAF"/>
    <w:rsid w:val="002C3C57"/>
    <w:rsid w:val="002C48BC"/>
    <w:rsid w:val="002C6302"/>
    <w:rsid w:val="002C6FC3"/>
    <w:rsid w:val="002C7202"/>
    <w:rsid w:val="002C74F2"/>
    <w:rsid w:val="002D0084"/>
    <w:rsid w:val="002D0633"/>
    <w:rsid w:val="002D0960"/>
    <w:rsid w:val="002D0BE7"/>
    <w:rsid w:val="002D1DD2"/>
    <w:rsid w:val="002D2779"/>
    <w:rsid w:val="002D296D"/>
    <w:rsid w:val="002D2D25"/>
    <w:rsid w:val="002D338C"/>
    <w:rsid w:val="002D3F79"/>
    <w:rsid w:val="002D46C2"/>
    <w:rsid w:val="002D48FF"/>
    <w:rsid w:val="002D56D4"/>
    <w:rsid w:val="002D56E3"/>
    <w:rsid w:val="002D6016"/>
    <w:rsid w:val="002D6534"/>
    <w:rsid w:val="002D6E45"/>
    <w:rsid w:val="002D7373"/>
    <w:rsid w:val="002D7377"/>
    <w:rsid w:val="002D78CB"/>
    <w:rsid w:val="002E017E"/>
    <w:rsid w:val="002E0DB1"/>
    <w:rsid w:val="002E23EC"/>
    <w:rsid w:val="002E3E39"/>
    <w:rsid w:val="002E3E8E"/>
    <w:rsid w:val="002E3F6A"/>
    <w:rsid w:val="002E4D42"/>
    <w:rsid w:val="002E504C"/>
    <w:rsid w:val="002E5573"/>
    <w:rsid w:val="002E7162"/>
    <w:rsid w:val="002F0017"/>
    <w:rsid w:val="002F15AB"/>
    <w:rsid w:val="002F180C"/>
    <w:rsid w:val="002F182E"/>
    <w:rsid w:val="002F1CDA"/>
    <w:rsid w:val="002F2EB0"/>
    <w:rsid w:val="002F5391"/>
    <w:rsid w:val="002F58E1"/>
    <w:rsid w:val="002F6167"/>
    <w:rsid w:val="002F642C"/>
    <w:rsid w:val="002F6CF5"/>
    <w:rsid w:val="0030003F"/>
    <w:rsid w:val="003001A7"/>
    <w:rsid w:val="003009BA"/>
    <w:rsid w:val="00301084"/>
    <w:rsid w:val="003010FD"/>
    <w:rsid w:val="00301E79"/>
    <w:rsid w:val="00301EE3"/>
    <w:rsid w:val="00301F44"/>
    <w:rsid w:val="00302620"/>
    <w:rsid w:val="00302B4C"/>
    <w:rsid w:val="00302B63"/>
    <w:rsid w:val="00302E47"/>
    <w:rsid w:val="00303D5C"/>
    <w:rsid w:val="00304747"/>
    <w:rsid w:val="00304DB1"/>
    <w:rsid w:val="00304FEE"/>
    <w:rsid w:val="003069B5"/>
    <w:rsid w:val="00306C19"/>
    <w:rsid w:val="00306E2A"/>
    <w:rsid w:val="003103AA"/>
    <w:rsid w:val="00310F64"/>
    <w:rsid w:val="00311070"/>
    <w:rsid w:val="00311276"/>
    <w:rsid w:val="00311A90"/>
    <w:rsid w:val="00311B32"/>
    <w:rsid w:val="003136E8"/>
    <w:rsid w:val="00313719"/>
    <w:rsid w:val="0031371B"/>
    <w:rsid w:val="00313990"/>
    <w:rsid w:val="003139F7"/>
    <w:rsid w:val="00313CD9"/>
    <w:rsid w:val="0031421C"/>
    <w:rsid w:val="003145B0"/>
    <w:rsid w:val="0031492B"/>
    <w:rsid w:val="00314B7B"/>
    <w:rsid w:val="00315460"/>
    <w:rsid w:val="00315659"/>
    <w:rsid w:val="00315B95"/>
    <w:rsid w:val="00316F13"/>
    <w:rsid w:val="003173EE"/>
    <w:rsid w:val="00317A31"/>
    <w:rsid w:val="00317CAA"/>
    <w:rsid w:val="003202F1"/>
    <w:rsid w:val="00320DA6"/>
    <w:rsid w:val="00321D4B"/>
    <w:rsid w:val="00322068"/>
    <w:rsid w:val="00322AB6"/>
    <w:rsid w:val="00324184"/>
    <w:rsid w:val="0032442B"/>
    <w:rsid w:val="003249AF"/>
    <w:rsid w:val="003255B2"/>
    <w:rsid w:val="00325C66"/>
    <w:rsid w:val="00326E06"/>
    <w:rsid w:val="00327E98"/>
    <w:rsid w:val="0033049B"/>
    <w:rsid w:val="00330657"/>
    <w:rsid w:val="00330914"/>
    <w:rsid w:val="00330B5C"/>
    <w:rsid w:val="0033166F"/>
    <w:rsid w:val="00331A6F"/>
    <w:rsid w:val="00332526"/>
    <w:rsid w:val="00332C28"/>
    <w:rsid w:val="00333433"/>
    <w:rsid w:val="00333527"/>
    <w:rsid w:val="00333BAA"/>
    <w:rsid w:val="003356DF"/>
    <w:rsid w:val="0033572A"/>
    <w:rsid w:val="00341F38"/>
    <w:rsid w:val="00342D61"/>
    <w:rsid w:val="00343027"/>
    <w:rsid w:val="003435E1"/>
    <w:rsid w:val="00343B80"/>
    <w:rsid w:val="00344057"/>
    <w:rsid w:val="00345DCD"/>
    <w:rsid w:val="003462B7"/>
    <w:rsid w:val="00346731"/>
    <w:rsid w:val="00346BD6"/>
    <w:rsid w:val="0034708E"/>
    <w:rsid w:val="00347AF9"/>
    <w:rsid w:val="00347F7A"/>
    <w:rsid w:val="00350001"/>
    <w:rsid w:val="00351509"/>
    <w:rsid w:val="00351571"/>
    <w:rsid w:val="0035186B"/>
    <w:rsid w:val="00351A60"/>
    <w:rsid w:val="0035239F"/>
    <w:rsid w:val="00353621"/>
    <w:rsid w:val="00354245"/>
    <w:rsid w:val="003544EB"/>
    <w:rsid w:val="00354A22"/>
    <w:rsid w:val="003560AF"/>
    <w:rsid w:val="003603DB"/>
    <w:rsid w:val="00360B17"/>
    <w:rsid w:val="00360C82"/>
    <w:rsid w:val="0036163A"/>
    <w:rsid w:val="00362304"/>
    <w:rsid w:val="00362682"/>
    <w:rsid w:val="00363641"/>
    <w:rsid w:val="00363643"/>
    <w:rsid w:val="00363AAC"/>
    <w:rsid w:val="00365619"/>
    <w:rsid w:val="00366B63"/>
    <w:rsid w:val="003672E2"/>
    <w:rsid w:val="003679A5"/>
    <w:rsid w:val="00367E70"/>
    <w:rsid w:val="003709FE"/>
    <w:rsid w:val="00370B99"/>
    <w:rsid w:val="0037169C"/>
    <w:rsid w:val="00372A69"/>
    <w:rsid w:val="003735A0"/>
    <w:rsid w:val="003737B0"/>
    <w:rsid w:val="00373C7E"/>
    <w:rsid w:val="00374122"/>
    <w:rsid w:val="003747B5"/>
    <w:rsid w:val="003750F7"/>
    <w:rsid w:val="003764B6"/>
    <w:rsid w:val="003764BE"/>
    <w:rsid w:val="00380E96"/>
    <w:rsid w:val="00381071"/>
    <w:rsid w:val="00381AC1"/>
    <w:rsid w:val="00381F7D"/>
    <w:rsid w:val="00382F70"/>
    <w:rsid w:val="0038336E"/>
    <w:rsid w:val="0038374B"/>
    <w:rsid w:val="00384A4C"/>
    <w:rsid w:val="00385D84"/>
    <w:rsid w:val="00386057"/>
    <w:rsid w:val="0038672C"/>
    <w:rsid w:val="003868A3"/>
    <w:rsid w:val="00386B88"/>
    <w:rsid w:val="00387855"/>
    <w:rsid w:val="00390250"/>
    <w:rsid w:val="0039101C"/>
    <w:rsid w:val="00391E08"/>
    <w:rsid w:val="00392032"/>
    <w:rsid w:val="0039236C"/>
    <w:rsid w:val="0039249B"/>
    <w:rsid w:val="00392725"/>
    <w:rsid w:val="003930C0"/>
    <w:rsid w:val="003937C3"/>
    <w:rsid w:val="00393E60"/>
    <w:rsid w:val="003950A3"/>
    <w:rsid w:val="003952EB"/>
    <w:rsid w:val="003956EC"/>
    <w:rsid w:val="0039589E"/>
    <w:rsid w:val="00397085"/>
    <w:rsid w:val="00397B3D"/>
    <w:rsid w:val="003A0808"/>
    <w:rsid w:val="003A1957"/>
    <w:rsid w:val="003A289B"/>
    <w:rsid w:val="003A2C1C"/>
    <w:rsid w:val="003A3419"/>
    <w:rsid w:val="003A3614"/>
    <w:rsid w:val="003A384A"/>
    <w:rsid w:val="003A3AD1"/>
    <w:rsid w:val="003A52D4"/>
    <w:rsid w:val="003A7B61"/>
    <w:rsid w:val="003A7CBB"/>
    <w:rsid w:val="003B0A5E"/>
    <w:rsid w:val="003B172D"/>
    <w:rsid w:val="003B1CA8"/>
    <w:rsid w:val="003B2BEF"/>
    <w:rsid w:val="003B2C8F"/>
    <w:rsid w:val="003B39FA"/>
    <w:rsid w:val="003B4E09"/>
    <w:rsid w:val="003B63C7"/>
    <w:rsid w:val="003B7214"/>
    <w:rsid w:val="003B74F8"/>
    <w:rsid w:val="003B760E"/>
    <w:rsid w:val="003C019F"/>
    <w:rsid w:val="003C109D"/>
    <w:rsid w:val="003C16BC"/>
    <w:rsid w:val="003C20D4"/>
    <w:rsid w:val="003C2B07"/>
    <w:rsid w:val="003C2C46"/>
    <w:rsid w:val="003C2E89"/>
    <w:rsid w:val="003C383A"/>
    <w:rsid w:val="003C4649"/>
    <w:rsid w:val="003C4850"/>
    <w:rsid w:val="003C544D"/>
    <w:rsid w:val="003C5C00"/>
    <w:rsid w:val="003C5CA1"/>
    <w:rsid w:val="003C606A"/>
    <w:rsid w:val="003C68F3"/>
    <w:rsid w:val="003C7300"/>
    <w:rsid w:val="003C75CE"/>
    <w:rsid w:val="003D0D67"/>
    <w:rsid w:val="003D0FB5"/>
    <w:rsid w:val="003D10E6"/>
    <w:rsid w:val="003D11B9"/>
    <w:rsid w:val="003D1DE0"/>
    <w:rsid w:val="003D1FE7"/>
    <w:rsid w:val="003D2879"/>
    <w:rsid w:val="003D3176"/>
    <w:rsid w:val="003D3B07"/>
    <w:rsid w:val="003D4671"/>
    <w:rsid w:val="003D48B0"/>
    <w:rsid w:val="003D563C"/>
    <w:rsid w:val="003D5EA3"/>
    <w:rsid w:val="003D6000"/>
    <w:rsid w:val="003D6A4D"/>
    <w:rsid w:val="003D6D82"/>
    <w:rsid w:val="003E0362"/>
    <w:rsid w:val="003E1361"/>
    <w:rsid w:val="003E273F"/>
    <w:rsid w:val="003E2AD0"/>
    <w:rsid w:val="003E2B53"/>
    <w:rsid w:val="003E2BC5"/>
    <w:rsid w:val="003E2DAC"/>
    <w:rsid w:val="003E33A3"/>
    <w:rsid w:val="003E380C"/>
    <w:rsid w:val="003E3E4A"/>
    <w:rsid w:val="003E445B"/>
    <w:rsid w:val="003E4C4B"/>
    <w:rsid w:val="003E4CD6"/>
    <w:rsid w:val="003E52CA"/>
    <w:rsid w:val="003E5944"/>
    <w:rsid w:val="003E620D"/>
    <w:rsid w:val="003E63D6"/>
    <w:rsid w:val="003E6FAE"/>
    <w:rsid w:val="003E71E1"/>
    <w:rsid w:val="003E7AF7"/>
    <w:rsid w:val="003F034F"/>
    <w:rsid w:val="003F0410"/>
    <w:rsid w:val="003F0B9C"/>
    <w:rsid w:val="003F132C"/>
    <w:rsid w:val="003F15AC"/>
    <w:rsid w:val="003F1745"/>
    <w:rsid w:val="003F2A7D"/>
    <w:rsid w:val="003F2AA3"/>
    <w:rsid w:val="003F319A"/>
    <w:rsid w:val="003F3FFA"/>
    <w:rsid w:val="003F48DD"/>
    <w:rsid w:val="003F55D9"/>
    <w:rsid w:val="003F5809"/>
    <w:rsid w:val="003F6066"/>
    <w:rsid w:val="003F7A1D"/>
    <w:rsid w:val="004006A4"/>
    <w:rsid w:val="00400DFD"/>
    <w:rsid w:val="0040111E"/>
    <w:rsid w:val="004012E2"/>
    <w:rsid w:val="00401C0E"/>
    <w:rsid w:val="00401DCF"/>
    <w:rsid w:val="00402B97"/>
    <w:rsid w:val="00402D3F"/>
    <w:rsid w:val="0040331E"/>
    <w:rsid w:val="0040337E"/>
    <w:rsid w:val="00403DB2"/>
    <w:rsid w:val="00404268"/>
    <w:rsid w:val="0040470A"/>
    <w:rsid w:val="00404B33"/>
    <w:rsid w:val="00404DC4"/>
    <w:rsid w:val="0040525B"/>
    <w:rsid w:val="00405367"/>
    <w:rsid w:val="0040587A"/>
    <w:rsid w:val="004058C4"/>
    <w:rsid w:val="0040640A"/>
    <w:rsid w:val="00406D84"/>
    <w:rsid w:val="00406F0D"/>
    <w:rsid w:val="0040725E"/>
    <w:rsid w:val="00407343"/>
    <w:rsid w:val="00407D54"/>
    <w:rsid w:val="00407F59"/>
    <w:rsid w:val="004104FA"/>
    <w:rsid w:val="00410FF4"/>
    <w:rsid w:val="0041221E"/>
    <w:rsid w:val="00412879"/>
    <w:rsid w:val="00413FA4"/>
    <w:rsid w:val="00414197"/>
    <w:rsid w:val="00415B1F"/>
    <w:rsid w:val="00415C96"/>
    <w:rsid w:val="00416163"/>
    <w:rsid w:val="004162BF"/>
    <w:rsid w:val="00416DDC"/>
    <w:rsid w:val="00420500"/>
    <w:rsid w:val="00420689"/>
    <w:rsid w:val="00421B1F"/>
    <w:rsid w:val="00421D6F"/>
    <w:rsid w:val="00422146"/>
    <w:rsid w:val="00423D0D"/>
    <w:rsid w:val="0042435F"/>
    <w:rsid w:val="00424C50"/>
    <w:rsid w:val="00425306"/>
    <w:rsid w:val="00426174"/>
    <w:rsid w:val="0042625F"/>
    <w:rsid w:val="004300B2"/>
    <w:rsid w:val="004305B8"/>
    <w:rsid w:val="0043084E"/>
    <w:rsid w:val="004308BC"/>
    <w:rsid w:val="00430BC9"/>
    <w:rsid w:val="00430DF8"/>
    <w:rsid w:val="00430EDB"/>
    <w:rsid w:val="004315A1"/>
    <w:rsid w:val="00431D11"/>
    <w:rsid w:val="00431DD9"/>
    <w:rsid w:val="004321B0"/>
    <w:rsid w:val="004327FF"/>
    <w:rsid w:val="00432D6D"/>
    <w:rsid w:val="00432E74"/>
    <w:rsid w:val="004332C0"/>
    <w:rsid w:val="004332C5"/>
    <w:rsid w:val="00433501"/>
    <w:rsid w:val="0043434A"/>
    <w:rsid w:val="004346C3"/>
    <w:rsid w:val="00434ACB"/>
    <w:rsid w:val="00434E00"/>
    <w:rsid w:val="00434E9A"/>
    <w:rsid w:val="004350DF"/>
    <w:rsid w:val="004374F2"/>
    <w:rsid w:val="004424E3"/>
    <w:rsid w:val="00442B50"/>
    <w:rsid w:val="00442FB1"/>
    <w:rsid w:val="004430A1"/>
    <w:rsid w:val="00444669"/>
    <w:rsid w:val="00444E2B"/>
    <w:rsid w:val="00445413"/>
    <w:rsid w:val="00445864"/>
    <w:rsid w:val="00445CEF"/>
    <w:rsid w:val="00446035"/>
    <w:rsid w:val="00446B39"/>
    <w:rsid w:val="00447533"/>
    <w:rsid w:val="00447650"/>
    <w:rsid w:val="0044790D"/>
    <w:rsid w:val="00447A7C"/>
    <w:rsid w:val="0045079C"/>
    <w:rsid w:val="00450B6C"/>
    <w:rsid w:val="00450D99"/>
    <w:rsid w:val="004510E4"/>
    <w:rsid w:val="004519A5"/>
    <w:rsid w:val="004519EA"/>
    <w:rsid w:val="00451B94"/>
    <w:rsid w:val="00451FD1"/>
    <w:rsid w:val="00452AFB"/>
    <w:rsid w:val="00453044"/>
    <w:rsid w:val="00453098"/>
    <w:rsid w:val="00453144"/>
    <w:rsid w:val="00453F17"/>
    <w:rsid w:val="00456D20"/>
    <w:rsid w:val="004578BD"/>
    <w:rsid w:val="0046058D"/>
    <w:rsid w:val="00461B64"/>
    <w:rsid w:val="00461BFE"/>
    <w:rsid w:val="00462B3D"/>
    <w:rsid w:val="0046346D"/>
    <w:rsid w:val="00464508"/>
    <w:rsid w:val="00464773"/>
    <w:rsid w:val="00464BE7"/>
    <w:rsid w:val="004650BD"/>
    <w:rsid w:val="00465207"/>
    <w:rsid w:val="00465F00"/>
    <w:rsid w:val="00466099"/>
    <w:rsid w:val="00466D4A"/>
    <w:rsid w:val="00466D77"/>
    <w:rsid w:val="00467BC8"/>
    <w:rsid w:val="004703E2"/>
    <w:rsid w:val="00470C38"/>
    <w:rsid w:val="004711DC"/>
    <w:rsid w:val="0047157B"/>
    <w:rsid w:val="004715CB"/>
    <w:rsid w:val="00471CA3"/>
    <w:rsid w:val="00471F9F"/>
    <w:rsid w:val="00473D46"/>
    <w:rsid w:val="004740B8"/>
    <w:rsid w:val="004744B2"/>
    <w:rsid w:val="00474900"/>
    <w:rsid w:val="00475A15"/>
    <w:rsid w:val="00476553"/>
    <w:rsid w:val="00476D8A"/>
    <w:rsid w:val="0047742C"/>
    <w:rsid w:val="00480122"/>
    <w:rsid w:val="004818E1"/>
    <w:rsid w:val="00482729"/>
    <w:rsid w:val="00482D74"/>
    <w:rsid w:val="0048342C"/>
    <w:rsid w:val="00483DF0"/>
    <w:rsid w:val="0048470C"/>
    <w:rsid w:val="00484816"/>
    <w:rsid w:val="00484CB1"/>
    <w:rsid w:val="00485B40"/>
    <w:rsid w:val="0048629D"/>
    <w:rsid w:val="0048795C"/>
    <w:rsid w:val="004903B7"/>
    <w:rsid w:val="00490B52"/>
    <w:rsid w:val="00490D03"/>
    <w:rsid w:val="00491C81"/>
    <w:rsid w:val="0049248F"/>
    <w:rsid w:val="0049312C"/>
    <w:rsid w:val="0049342C"/>
    <w:rsid w:val="0049345E"/>
    <w:rsid w:val="004948FC"/>
    <w:rsid w:val="00494AB3"/>
    <w:rsid w:val="004953E6"/>
    <w:rsid w:val="00495483"/>
    <w:rsid w:val="00495A1E"/>
    <w:rsid w:val="00495F00"/>
    <w:rsid w:val="00496214"/>
    <w:rsid w:val="00496F3F"/>
    <w:rsid w:val="004A1ADD"/>
    <w:rsid w:val="004A1E7B"/>
    <w:rsid w:val="004A2053"/>
    <w:rsid w:val="004A2625"/>
    <w:rsid w:val="004A3958"/>
    <w:rsid w:val="004A4462"/>
    <w:rsid w:val="004A468C"/>
    <w:rsid w:val="004A528A"/>
    <w:rsid w:val="004A56F8"/>
    <w:rsid w:val="004A6B96"/>
    <w:rsid w:val="004A6E19"/>
    <w:rsid w:val="004B0409"/>
    <w:rsid w:val="004B0AE3"/>
    <w:rsid w:val="004B0E46"/>
    <w:rsid w:val="004B142A"/>
    <w:rsid w:val="004B142E"/>
    <w:rsid w:val="004B27CC"/>
    <w:rsid w:val="004B2EE2"/>
    <w:rsid w:val="004B327D"/>
    <w:rsid w:val="004B32F8"/>
    <w:rsid w:val="004B3D6E"/>
    <w:rsid w:val="004B5524"/>
    <w:rsid w:val="004B5669"/>
    <w:rsid w:val="004B566E"/>
    <w:rsid w:val="004B5ADE"/>
    <w:rsid w:val="004B5B01"/>
    <w:rsid w:val="004B5CA8"/>
    <w:rsid w:val="004B7F94"/>
    <w:rsid w:val="004C0060"/>
    <w:rsid w:val="004C02B8"/>
    <w:rsid w:val="004C07F0"/>
    <w:rsid w:val="004C0A19"/>
    <w:rsid w:val="004C103D"/>
    <w:rsid w:val="004C12A6"/>
    <w:rsid w:val="004C14EB"/>
    <w:rsid w:val="004C1805"/>
    <w:rsid w:val="004C35C0"/>
    <w:rsid w:val="004C50FB"/>
    <w:rsid w:val="004C5149"/>
    <w:rsid w:val="004C548F"/>
    <w:rsid w:val="004C54F5"/>
    <w:rsid w:val="004C5B79"/>
    <w:rsid w:val="004C5CB1"/>
    <w:rsid w:val="004C6C10"/>
    <w:rsid w:val="004C7946"/>
    <w:rsid w:val="004D0145"/>
    <w:rsid w:val="004D037C"/>
    <w:rsid w:val="004D06B9"/>
    <w:rsid w:val="004D0946"/>
    <w:rsid w:val="004D0CB5"/>
    <w:rsid w:val="004D0E9F"/>
    <w:rsid w:val="004D16B2"/>
    <w:rsid w:val="004D20DE"/>
    <w:rsid w:val="004D22B6"/>
    <w:rsid w:val="004D2FDE"/>
    <w:rsid w:val="004D407D"/>
    <w:rsid w:val="004D4DBD"/>
    <w:rsid w:val="004D5B03"/>
    <w:rsid w:val="004D5D42"/>
    <w:rsid w:val="004D60DB"/>
    <w:rsid w:val="004D66E6"/>
    <w:rsid w:val="004D7706"/>
    <w:rsid w:val="004D7C71"/>
    <w:rsid w:val="004D7D93"/>
    <w:rsid w:val="004E0DB5"/>
    <w:rsid w:val="004E1316"/>
    <w:rsid w:val="004E223B"/>
    <w:rsid w:val="004E308F"/>
    <w:rsid w:val="004E31CC"/>
    <w:rsid w:val="004E345D"/>
    <w:rsid w:val="004E3612"/>
    <w:rsid w:val="004E4D49"/>
    <w:rsid w:val="004E5612"/>
    <w:rsid w:val="004E57E2"/>
    <w:rsid w:val="004E672B"/>
    <w:rsid w:val="004E6F66"/>
    <w:rsid w:val="004E7225"/>
    <w:rsid w:val="004E7A83"/>
    <w:rsid w:val="004F11C4"/>
    <w:rsid w:val="004F1A9D"/>
    <w:rsid w:val="004F28ED"/>
    <w:rsid w:val="004F2A69"/>
    <w:rsid w:val="004F2DE0"/>
    <w:rsid w:val="004F3EAA"/>
    <w:rsid w:val="004F4BB0"/>
    <w:rsid w:val="004F4DC1"/>
    <w:rsid w:val="004F5419"/>
    <w:rsid w:val="004F671E"/>
    <w:rsid w:val="004F6783"/>
    <w:rsid w:val="004F695D"/>
    <w:rsid w:val="004F795E"/>
    <w:rsid w:val="00500672"/>
    <w:rsid w:val="005008E9"/>
    <w:rsid w:val="00500C18"/>
    <w:rsid w:val="00500C7F"/>
    <w:rsid w:val="0050115B"/>
    <w:rsid w:val="0050121D"/>
    <w:rsid w:val="005014F2"/>
    <w:rsid w:val="005015B0"/>
    <w:rsid w:val="00501CF6"/>
    <w:rsid w:val="005027F8"/>
    <w:rsid w:val="00503A36"/>
    <w:rsid w:val="00504EA6"/>
    <w:rsid w:val="00505770"/>
    <w:rsid w:val="00505B64"/>
    <w:rsid w:val="00505B67"/>
    <w:rsid w:val="005067F8"/>
    <w:rsid w:val="005072E3"/>
    <w:rsid w:val="00507B6D"/>
    <w:rsid w:val="00507D43"/>
    <w:rsid w:val="00507FCB"/>
    <w:rsid w:val="0051121F"/>
    <w:rsid w:val="00511610"/>
    <w:rsid w:val="0051212B"/>
    <w:rsid w:val="00512B2B"/>
    <w:rsid w:val="00512E70"/>
    <w:rsid w:val="00513052"/>
    <w:rsid w:val="00513A65"/>
    <w:rsid w:val="00514167"/>
    <w:rsid w:val="005141D9"/>
    <w:rsid w:val="00514782"/>
    <w:rsid w:val="00515DA2"/>
    <w:rsid w:val="0051682B"/>
    <w:rsid w:val="00516C18"/>
    <w:rsid w:val="00517798"/>
    <w:rsid w:val="00517C30"/>
    <w:rsid w:val="005201D5"/>
    <w:rsid w:val="00520459"/>
    <w:rsid w:val="00521D9E"/>
    <w:rsid w:val="005243DF"/>
    <w:rsid w:val="00524472"/>
    <w:rsid w:val="005256E4"/>
    <w:rsid w:val="005262FE"/>
    <w:rsid w:val="00526CEB"/>
    <w:rsid w:val="00526D8E"/>
    <w:rsid w:val="0052745D"/>
    <w:rsid w:val="00527633"/>
    <w:rsid w:val="00527D98"/>
    <w:rsid w:val="005300DA"/>
    <w:rsid w:val="005315F8"/>
    <w:rsid w:val="0053184C"/>
    <w:rsid w:val="00532FEE"/>
    <w:rsid w:val="00533572"/>
    <w:rsid w:val="00533E26"/>
    <w:rsid w:val="00534473"/>
    <w:rsid w:val="00536504"/>
    <w:rsid w:val="005373F5"/>
    <w:rsid w:val="00540F9A"/>
    <w:rsid w:val="00542563"/>
    <w:rsid w:val="00542727"/>
    <w:rsid w:val="00542944"/>
    <w:rsid w:val="00542BC1"/>
    <w:rsid w:val="00542CF3"/>
    <w:rsid w:val="00542F6F"/>
    <w:rsid w:val="00543A63"/>
    <w:rsid w:val="00543B54"/>
    <w:rsid w:val="00543D2C"/>
    <w:rsid w:val="00546585"/>
    <w:rsid w:val="005465C6"/>
    <w:rsid w:val="00546DF0"/>
    <w:rsid w:val="005470FB"/>
    <w:rsid w:val="00547234"/>
    <w:rsid w:val="00547CCF"/>
    <w:rsid w:val="00550340"/>
    <w:rsid w:val="00550CF4"/>
    <w:rsid w:val="005511A1"/>
    <w:rsid w:val="00551B2D"/>
    <w:rsid w:val="00552285"/>
    <w:rsid w:val="005527E5"/>
    <w:rsid w:val="00553073"/>
    <w:rsid w:val="00553DE4"/>
    <w:rsid w:val="0055455D"/>
    <w:rsid w:val="005555F7"/>
    <w:rsid w:val="00555B69"/>
    <w:rsid w:val="00556647"/>
    <w:rsid w:val="00557F63"/>
    <w:rsid w:val="0056037E"/>
    <w:rsid w:val="005610A0"/>
    <w:rsid w:val="00561136"/>
    <w:rsid w:val="005618CA"/>
    <w:rsid w:val="00561B00"/>
    <w:rsid w:val="00562905"/>
    <w:rsid w:val="00562A11"/>
    <w:rsid w:val="005632BE"/>
    <w:rsid w:val="00563328"/>
    <w:rsid w:val="005633F3"/>
    <w:rsid w:val="00563596"/>
    <w:rsid w:val="00563DC5"/>
    <w:rsid w:val="00564DF0"/>
    <w:rsid w:val="005654E2"/>
    <w:rsid w:val="00565F42"/>
    <w:rsid w:val="00566FE0"/>
    <w:rsid w:val="00567969"/>
    <w:rsid w:val="00567FD1"/>
    <w:rsid w:val="005700C6"/>
    <w:rsid w:val="00570DCA"/>
    <w:rsid w:val="0057123B"/>
    <w:rsid w:val="0057198E"/>
    <w:rsid w:val="00571A50"/>
    <w:rsid w:val="00571C96"/>
    <w:rsid w:val="00571E9C"/>
    <w:rsid w:val="005723AB"/>
    <w:rsid w:val="00572528"/>
    <w:rsid w:val="005727C5"/>
    <w:rsid w:val="00572F15"/>
    <w:rsid w:val="00572FB5"/>
    <w:rsid w:val="00574F52"/>
    <w:rsid w:val="005769E4"/>
    <w:rsid w:val="00577C47"/>
    <w:rsid w:val="0058032B"/>
    <w:rsid w:val="00580388"/>
    <w:rsid w:val="005804EB"/>
    <w:rsid w:val="005807EE"/>
    <w:rsid w:val="00580B3E"/>
    <w:rsid w:val="00580DB7"/>
    <w:rsid w:val="0058113C"/>
    <w:rsid w:val="005812E7"/>
    <w:rsid w:val="00581668"/>
    <w:rsid w:val="00581A77"/>
    <w:rsid w:val="0058218A"/>
    <w:rsid w:val="00582591"/>
    <w:rsid w:val="00583E64"/>
    <w:rsid w:val="00585CFB"/>
    <w:rsid w:val="00585DA6"/>
    <w:rsid w:val="005872AD"/>
    <w:rsid w:val="005872F9"/>
    <w:rsid w:val="005878B7"/>
    <w:rsid w:val="00587D1E"/>
    <w:rsid w:val="0059064A"/>
    <w:rsid w:val="00591725"/>
    <w:rsid w:val="00591B27"/>
    <w:rsid w:val="00592023"/>
    <w:rsid w:val="00593D12"/>
    <w:rsid w:val="00594D99"/>
    <w:rsid w:val="00595C27"/>
    <w:rsid w:val="0059639B"/>
    <w:rsid w:val="00596D62"/>
    <w:rsid w:val="00596D8F"/>
    <w:rsid w:val="00596ED8"/>
    <w:rsid w:val="0059775F"/>
    <w:rsid w:val="0059790D"/>
    <w:rsid w:val="005A034E"/>
    <w:rsid w:val="005A055F"/>
    <w:rsid w:val="005A0ABD"/>
    <w:rsid w:val="005A0EE7"/>
    <w:rsid w:val="005A10ED"/>
    <w:rsid w:val="005A1D40"/>
    <w:rsid w:val="005A22EF"/>
    <w:rsid w:val="005A3441"/>
    <w:rsid w:val="005A3B1A"/>
    <w:rsid w:val="005A4200"/>
    <w:rsid w:val="005A4E9B"/>
    <w:rsid w:val="005A52E6"/>
    <w:rsid w:val="005A65FB"/>
    <w:rsid w:val="005A676E"/>
    <w:rsid w:val="005A6D57"/>
    <w:rsid w:val="005A6EFD"/>
    <w:rsid w:val="005B0A38"/>
    <w:rsid w:val="005B18F0"/>
    <w:rsid w:val="005B2D51"/>
    <w:rsid w:val="005B2ED2"/>
    <w:rsid w:val="005B347F"/>
    <w:rsid w:val="005B3A9D"/>
    <w:rsid w:val="005B3BB1"/>
    <w:rsid w:val="005B3DAE"/>
    <w:rsid w:val="005B4548"/>
    <w:rsid w:val="005B4569"/>
    <w:rsid w:val="005B4B53"/>
    <w:rsid w:val="005B4B67"/>
    <w:rsid w:val="005B5095"/>
    <w:rsid w:val="005B5416"/>
    <w:rsid w:val="005B575D"/>
    <w:rsid w:val="005B577B"/>
    <w:rsid w:val="005B78E8"/>
    <w:rsid w:val="005C00AB"/>
    <w:rsid w:val="005C0969"/>
    <w:rsid w:val="005C12BF"/>
    <w:rsid w:val="005C13D8"/>
    <w:rsid w:val="005C150E"/>
    <w:rsid w:val="005C1E7E"/>
    <w:rsid w:val="005C1EE0"/>
    <w:rsid w:val="005C22EC"/>
    <w:rsid w:val="005C271E"/>
    <w:rsid w:val="005C2E55"/>
    <w:rsid w:val="005C46D8"/>
    <w:rsid w:val="005C514A"/>
    <w:rsid w:val="005C5737"/>
    <w:rsid w:val="005C5B1D"/>
    <w:rsid w:val="005C6226"/>
    <w:rsid w:val="005C66D5"/>
    <w:rsid w:val="005C69C7"/>
    <w:rsid w:val="005C69CD"/>
    <w:rsid w:val="005C6A39"/>
    <w:rsid w:val="005C7116"/>
    <w:rsid w:val="005C76F5"/>
    <w:rsid w:val="005C7887"/>
    <w:rsid w:val="005D06B3"/>
    <w:rsid w:val="005D0774"/>
    <w:rsid w:val="005D0A28"/>
    <w:rsid w:val="005D16AC"/>
    <w:rsid w:val="005D1F19"/>
    <w:rsid w:val="005D22A4"/>
    <w:rsid w:val="005D49C9"/>
    <w:rsid w:val="005D4E40"/>
    <w:rsid w:val="005D59D7"/>
    <w:rsid w:val="005D5A5B"/>
    <w:rsid w:val="005D5B9F"/>
    <w:rsid w:val="005D6408"/>
    <w:rsid w:val="005D6779"/>
    <w:rsid w:val="005D6C55"/>
    <w:rsid w:val="005E0505"/>
    <w:rsid w:val="005E11C3"/>
    <w:rsid w:val="005E1257"/>
    <w:rsid w:val="005E1464"/>
    <w:rsid w:val="005E1D46"/>
    <w:rsid w:val="005E262B"/>
    <w:rsid w:val="005E380F"/>
    <w:rsid w:val="005E465A"/>
    <w:rsid w:val="005E504E"/>
    <w:rsid w:val="005E59ED"/>
    <w:rsid w:val="005E5F79"/>
    <w:rsid w:val="005E6095"/>
    <w:rsid w:val="005E66A5"/>
    <w:rsid w:val="005E747B"/>
    <w:rsid w:val="005F0113"/>
    <w:rsid w:val="005F0168"/>
    <w:rsid w:val="005F0CF1"/>
    <w:rsid w:val="005F1426"/>
    <w:rsid w:val="005F2399"/>
    <w:rsid w:val="005F23CB"/>
    <w:rsid w:val="005F2804"/>
    <w:rsid w:val="005F3676"/>
    <w:rsid w:val="005F4231"/>
    <w:rsid w:val="005F5486"/>
    <w:rsid w:val="005F5AB5"/>
    <w:rsid w:val="005F5B1E"/>
    <w:rsid w:val="005F5C71"/>
    <w:rsid w:val="005F6541"/>
    <w:rsid w:val="005F797A"/>
    <w:rsid w:val="005F7A78"/>
    <w:rsid w:val="00600FAA"/>
    <w:rsid w:val="00602386"/>
    <w:rsid w:val="006026E6"/>
    <w:rsid w:val="006030DA"/>
    <w:rsid w:val="00603264"/>
    <w:rsid w:val="00603840"/>
    <w:rsid w:val="006049A7"/>
    <w:rsid w:val="0060631A"/>
    <w:rsid w:val="006067C4"/>
    <w:rsid w:val="00606A0D"/>
    <w:rsid w:val="00606D3C"/>
    <w:rsid w:val="00610923"/>
    <w:rsid w:val="00610EDE"/>
    <w:rsid w:val="006111F4"/>
    <w:rsid w:val="00611649"/>
    <w:rsid w:val="00611F76"/>
    <w:rsid w:val="00611FE8"/>
    <w:rsid w:val="006129B1"/>
    <w:rsid w:val="00612D66"/>
    <w:rsid w:val="006141F8"/>
    <w:rsid w:val="00614645"/>
    <w:rsid w:val="00615292"/>
    <w:rsid w:val="00615584"/>
    <w:rsid w:val="0061584E"/>
    <w:rsid w:val="00616010"/>
    <w:rsid w:val="006164C0"/>
    <w:rsid w:val="00617374"/>
    <w:rsid w:val="00617489"/>
    <w:rsid w:val="00617E50"/>
    <w:rsid w:val="00621438"/>
    <w:rsid w:val="00621B72"/>
    <w:rsid w:val="00621F90"/>
    <w:rsid w:val="006221E4"/>
    <w:rsid w:val="0062225B"/>
    <w:rsid w:val="00622391"/>
    <w:rsid w:val="006226D5"/>
    <w:rsid w:val="006231DB"/>
    <w:rsid w:val="00623BD1"/>
    <w:rsid w:val="00623D3E"/>
    <w:rsid w:val="00623D90"/>
    <w:rsid w:val="00624628"/>
    <w:rsid w:val="00625B92"/>
    <w:rsid w:val="00625E96"/>
    <w:rsid w:val="00626611"/>
    <w:rsid w:val="00627624"/>
    <w:rsid w:val="00627939"/>
    <w:rsid w:val="00627CF0"/>
    <w:rsid w:val="006301DC"/>
    <w:rsid w:val="006308FE"/>
    <w:rsid w:val="00630BF2"/>
    <w:rsid w:val="00630EC8"/>
    <w:rsid w:val="00630ED6"/>
    <w:rsid w:val="00631443"/>
    <w:rsid w:val="00631910"/>
    <w:rsid w:val="00632582"/>
    <w:rsid w:val="00632D42"/>
    <w:rsid w:val="00633873"/>
    <w:rsid w:val="00633A56"/>
    <w:rsid w:val="00633B1F"/>
    <w:rsid w:val="006344F5"/>
    <w:rsid w:val="00634593"/>
    <w:rsid w:val="00634ADF"/>
    <w:rsid w:val="00634FD4"/>
    <w:rsid w:val="0063540A"/>
    <w:rsid w:val="006362BB"/>
    <w:rsid w:val="006362E9"/>
    <w:rsid w:val="00636D85"/>
    <w:rsid w:val="006375EF"/>
    <w:rsid w:val="0064098D"/>
    <w:rsid w:val="00640C4A"/>
    <w:rsid w:val="0064120C"/>
    <w:rsid w:val="00641734"/>
    <w:rsid w:val="00641AC1"/>
    <w:rsid w:val="0064206D"/>
    <w:rsid w:val="00642B1A"/>
    <w:rsid w:val="00643D63"/>
    <w:rsid w:val="00643DD6"/>
    <w:rsid w:val="00644319"/>
    <w:rsid w:val="00650311"/>
    <w:rsid w:val="00650383"/>
    <w:rsid w:val="00650744"/>
    <w:rsid w:val="00650B11"/>
    <w:rsid w:val="0065113B"/>
    <w:rsid w:val="006522AB"/>
    <w:rsid w:val="00652BDE"/>
    <w:rsid w:val="00652CBB"/>
    <w:rsid w:val="006539DC"/>
    <w:rsid w:val="00653A07"/>
    <w:rsid w:val="00653E59"/>
    <w:rsid w:val="006540AB"/>
    <w:rsid w:val="00654A01"/>
    <w:rsid w:val="00655350"/>
    <w:rsid w:val="00655A67"/>
    <w:rsid w:val="00657695"/>
    <w:rsid w:val="006576F4"/>
    <w:rsid w:val="00657B62"/>
    <w:rsid w:val="00660487"/>
    <w:rsid w:val="006606FB"/>
    <w:rsid w:val="00661E3B"/>
    <w:rsid w:val="00662401"/>
    <w:rsid w:val="0066258D"/>
    <w:rsid w:val="006628C3"/>
    <w:rsid w:val="00662B35"/>
    <w:rsid w:val="006641A2"/>
    <w:rsid w:val="0066452F"/>
    <w:rsid w:val="006656A5"/>
    <w:rsid w:val="00665BB0"/>
    <w:rsid w:val="006705E0"/>
    <w:rsid w:val="00670760"/>
    <w:rsid w:val="006713D8"/>
    <w:rsid w:val="00672801"/>
    <w:rsid w:val="006728DE"/>
    <w:rsid w:val="00673081"/>
    <w:rsid w:val="0067318A"/>
    <w:rsid w:val="0067348C"/>
    <w:rsid w:val="00673F74"/>
    <w:rsid w:val="00674237"/>
    <w:rsid w:val="00674A46"/>
    <w:rsid w:val="00674E10"/>
    <w:rsid w:val="006751DF"/>
    <w:rsid w:val="00675282"/>
    <w:rsid w:val="00675C23"/>
    <w:rsid w:val="0068028F"/>
    <w:rsid w:val="00680BF7"/>
    <w:rsid w:val="00680D80"/>
    <w:rsid w:val="00681248"/>
    <w:rsid w:val="00681380"/>
    <w:rsid w:val="00683EA6"/>
    <w:rsid w:val="006840B7"/>
    <w:rsid w:val="00684866"/>
    <w:rsid w:val="00685FAE"/>
    <w:rsid w:val="006862EE"/>
    <w:rsid w:val="00686AF0"/>
    <w:rsid w:val="006872EF"/>
    <w:rsid w:val="00687B53"/>
    <w:rsid w:val="00690C74"/>
    <w:rsid w:val="006921B6"/>
    <w:rsid w:val="0069223C"/>
    <w:rsid w:val="00692330"/>
    <w:rsid w:val="00694555"/>
    <w:rsid w:val="00695040"/>
    <w:rsid w:val="006956C7"/>
    <w:rsid w:val="00695AD9"/>
    <w:rsid w:val="00696CBD"/>
    <w:rsid w:val="006970A6"/>
    <w:rsid w:val="006A0EA7"/>
    <w:rsid w:val="006A1770"/>
    <w:rsid w:val="006A2A0C"/>
    <w:rsid w:val="006A30B7"/>
    <w:rsid w:val="006A44BE"/>
    <w:rsid w:val="006A4A5C"/>
    <w:rsid w:val="006A5366"/>
    <w:rsid w:val="006A5C55"/>
    <w:rsid w:val="006A5DBE"/>
    <w:rsid w:val="006A6755"/>
    <w:rsid w:val="006A6B28"/>
    <w:rsid w:val="006A7087"/>
    <w:rsid w:val="006B25D4"/>
    <w:rsid w:val="006B2BFD"/>
    <w:rsid w:val="006B35EB"/>
    <w:rsid w:val="006B3A48"/>
    <w:rsid w:val="006B3E6F"/>
    <w:rsid w:val="006B3F25"/>
    <w:rsid w:val="006B3F2C"/>
    <w:rsid w:val="006B3FE3"/>
    <w:rsid w:val="006B4241"/>
    <w:rsid w:val="006B45F1"/>
    <w:rsid w:val="006B4918"/>
    <w:rsid w:val="006B4B06"/>
    <w:rsid w:val="006B56BC"/>
    <w:rsid w:val="006B570D"/>
    <w:rsid w:val="006C0882"/>
    <w:rsid w:val="006C0DF0"/>
    <w:rsid w:val="006C14D3"/>
    <w:rsid w:val="006C15ED"/>
    <w:rsid w:val="006C223D"/>
    <w:rsid w:val="006C2584"/>
    <w:rsid w:val="006C3AB5"/>
    <w:rsid w:val="006C3BA5"/>
    <w:rsid w:val="006C43A9"/>
    <w:rsid w:val="006C4F04"/>
    <w:rsid w:val="006C5471"/>
    <w:rsid w:val="006C6209"/>
    <w:rsid w:val="006C6B7B"/>
    <w:rsid w:val="006C7AD9"/>
    <w:rsid w:val="006D0F34"/>
    <w:rsid w:val="006D1C91"/>
    <w:rsid w:val="006D1F88"/>
    <w:rsid w:val="006D275B"/>
    <w:rsid w:val="006D290F"/>
    <w:rsid w:val="006D2E9E"/>
    <w:rsid w:val="006D38FF"/>
    <w:rsid w:val="006D3ADA"/>
    <w:rsid w:val="006D4608"/>
    <w:rsid w:val="006D465A"/>
    <w:rsid w:val="006D4881"/>
    <w:rsid w:val="006D5039"/>
    <w:rsid w:val="006D5E31"/>
    <w:rsid w:val="006D6FEB"/>
    <w:rsid w:val="006D7041"/>
    <w:rsid w:val="006D757C"/>
    <w:rsid w:val="006D7623"/>
    <w:rsid w:val="006E0B64"/>
    <w:rsid w:val="006E0E1D"/>
    <w:rsid w:val="006E0E83"/>
    <w:rsid w:val="006E104A"/>
    <w:rsid w:val="006E1B06"/>
    <w:rsid w:val="006E279D"/>
    <w:rsid w:val="006E2897"/>
    <w:rsid w:val="006E2A07"/>
    <w:rsid w:val="006E42B2"/>
    <w:rsid w:val="006E4667"/>
    <w:rsid w:val="006E5C6A"/>
    <w:rsid w:val="006E64BE"/>
    <w:rsid w:val="006E675B"/>
    <w:rsid w:val="006E6B5A"/>
    <w:rsid w:val="006E6C68"/>
    <w:rsid w:val="006E70CF"/>
    <w:rsid w:val="006E7848"/>
    <w:rsid w:val="006E7EB6"/>
    <w:rsid w:val="006F07B4"/>
    <w:rsid w:val="006F0BC0"/>
    <w:rsid w:val="006F14A3"/>
    <w:rsid w:val="006F19E4"/>
    <w:rsid w:val="006F1A5F"/>
    <w:rsid w:val="006F227B"/>
    <w:rsid w:val="006F3F92"/>
    <w:rsid w:val="006F424F"/>
    <w:rsid w:val="006F4B4A"/>
    <w:rsid w:val="006F56D4"/>
    <w:rsid w:val="006F5C34"/>
    <w:rsid w:val="006F6009"/>
    <w:rsid w:val="006F6240"/>
    <w:rsid w:val="006F6526"/>
    <w:rsid w:val="006F6C08"/>
    <w:rsid w:val="006F6D2F"/>
    <w:rsid w:val="00700602"/>
    <w:rsid w:val="007006BF"/>
    <w:rsid w:val="00700A46"/>
    <w:rsid w:val="00700A74"/>
    <w:rsid w:val="00700EFB"/>
    <w:rsid w:val="00701769"/>
    <w:rsid w:val="007042B9"/>
    <w:rsid w:val="00704DD9"/>
    <w:rsid w:val="0070528B"/>
    <w:rsid w:val="00705874"/>
    <w:rsid w:val="007059CB"/>
    <w:rsid w:val="00707398"/>
    <w:rsid w:val="00707A22"/>
    <w:rsid w:val="00707AEE"/>
    <w:rsid w:val="007109CE"/>
    <w:rsid w:val="007122C5"/>
    <w:rsid w:val="00712C08"/>
    <w:rsid w:val="00712C21"/>
    <w:rsid w:val="007137F4"/>
    <w:rsid w:val="0071598C"/>
    <w:rsid w:val="007167EC"/>
    <w:rsid w:val="00716DCF"/>
    <w:rsid w:val="00720930"/>
    <w:rsid w:val="00721F1B"/>
    <w:rsid w:val="00722B34"/>
    <w:rsid w:val="00722C3D"/>
    <w:rsid w:val="007231F9"/>
    <w:rsid w:val="00723E3B"/>
    <w:rsid w:val="00724D00"/>
    <w:rsid w:val="007255A9"/>
    <w:rsid w:val="00725EDA"/>
    <w:rsid w:val="0072614F"/>
    <w:rsid w:val="00726D70"/>
    <w:rsid w:val="00726F73"/>
    <w:rsid w:val="00727891"/>
    <w:rsid w:val="00730CD4"/>
    <w:rsid w:val="007316E2"/>
    <w:rsid w:val="00731AEF"/>
    <w:rsid w:val="00732011"/>
    <w:rsid w:val="00733310"/>
    <w:rsid w:val="00733745"/>
    <w:rsid w:val="00733C24"/>
    <w:rsid w:val="007341DE"/>
    <w:rsid w:val="00734500"/>
    <w:rsid w:val="00734656"/>
    <w:rsid w:val="007349E4"/>
    <w:rsid w:val="007351FE"/>
    <w:rsid w:val="007356D3"/>
    <w:rsid w:val="0073570B"/>
    <w:rsid w:val="0073570D"/>
    <w:rsid w:val="007358F6"/>
    <w:rsid w:val="00736B07"/>
    <w:rsid w:val="00737E15"/>
    <w:rsid w:val="00740DA8"/>
    <w:rsid w:val="0074165B"/>
    <w:rsid w:val="00742490"/>
    <w:rsid w:val="00742BFD"/>
    <w:rsid w:val="00743468"/>
    <w:rsid w:val="00743C2A"/>
    <w:rsid w:val="007440B3"/>
    <w:rsid w:val="0074536D"/>
    <w:rsid w:val="00745FA6"/>
    <w:rsid w:val="007466C1"/>
    <w:rsid w:val="00746C66"/>
    <w:rsid w:val="00747275"/>
    <w:rsid w:val="007475A5"/>
    <w:rsid w:val="00747611"/>
    <w:rsid w:val="00750751"/>
    <w:rsid w:val="007516D0"/>
    <w:rsid w:val="007532F6"/>
    <w:rsid w:val="007542BF"/>
    <w:rsid w:val="007559A2"/>
    <w:rsid w:val="00755C8C"/>
    <w:rsid w:val="007567B0"/>
    <w:rsid w:val="00756E6E"/>
    <w:rsid w:val="00757D89"/>
    <w:rsid w:val="00760524"/>
    <w:rsid w:val="00760C27"/>
    <w:rsid w:val="0076156E"/>
    <w:rsid w:val="007625CE"/>
    <w:rsid w:val="00762DC0"/>
    <w:rsid w:val="00762FBF"/>
    <w:rsid w:val="00763ABA"/>
    <w:rsid w:val="00764EA1"/>
    <w:rsid w:val="007654DE"/>
    <w:rsid w:val="007655D8"/>
    <w:rsid w:val="007655FA"/>
    <w:rsid w:val="00766161"/>
    <w:rsid w:val="00766DF4"/>
    <w:rsid w:val="00766FE9"/>
    <w:rsid w:val="00767143"/>
    <w:rsid w:val="0076722C"/>
    <w:rsid w:val="007672D3"/>
    <w:rsid w:val="00767A22"/>
    <w:rsid w:val="00767B1F"/>
    <w:rsid w:val="00770A07"/>
    <w:rsid w:val="00770DF3"/>
    <w:rsid w:val="00771D0C"/>
    <w:rsid w:val="00771E21"/>
    <w:rsid w:val="00772A8C"/>
    <w:rsid w:val="007733B8"/>
    <w:rsid w:val="00773757"/>
    <w:rsid w:val="00773A38"/>
    <w:rsid w:val="00773C0E"/>
    <w:rsid w:val="0077432A"/>
    <w:rsid w:val="00774865"/>
    <w:rsid w:val="00774EC4"/>
    <w:rsid w:val="00775686"/>
    <w:rsid w:val="007756CC"/>
    <w:rsid w:val="00776746"/>
    <w:rsid w:val="00777445"/>
    <w:rsid w:val="007805D8"/>
    <w:rsid w:val="007818CE"/>
    <w:rsid w:val="00781BFE"/>
    <w:rsid w:val="00781C1C"/>
    <w:rsid w:val="0078272F"/>
    <w:rsid w:val="0078301C"/>
    <w:rsid w:val="00783151"/>
    <w:rsid w:val="007838C2"/>
    <w:rsid w:val="007849A0"/>
    <w:rsid w:val="0078525F"/>
    <w:rsid w:val="007858F0"/>
    <w:rsid w:val="00785CBC"/>
    <w:rsid w:val="007872EE"/>
    <w:rsid w:val="00787567"/>
    <w:rsid w:val="00787658"/>
    <w:rsid w:val="00787B18"/>
    <w:rsid w:val="00787E43"/>
    <w:rsid w:val="0079222E"/>
    <w:rsid w:val="00792F74"/>
    <w:rsid w:val="00793FDC"/>
    <w:rsid w:val="00794093"/>
    <w:rsid w:val="00794233"/>
    <w:rsid w:val="00795068"/>
    <w:rsid w:val="007950BC"/>
    <w:rsid w:val="00795734"/>
    <w:rsid w:val="007959CB"/>
    <w:rsid w:val="007962CD"/>
    <w:rsid w:val="007964F6"/>
    <w:rsid w:val="00796742"/>
    <w:rsid w:val="0079748C"/>
    <w:rsid w:val="00797641"/>
    <w:rsid w:val="00797DD0"/>
    <w:rsid w:val="007A0827"/>
    <w:rsid w:val="007A0A44"/>
    <w:rsid w:val="007A2230"/>
    <w:rsid w:val="007A2616"/>
    <w:rsid w:val="007A368E"/>
    <w:rsid w:val="007A3F26"/>
    <w:rsid w:val="007A469B"/>
    <w:rsid w:val="007A47B9"/>
    <w:rsid w:val="007A4A23"/>
    <w:rsid w:val="007A4B4A"/>
    <w:rsid w:val="007A56CA"/>
    <w:rsid w:val="007A5E53"/>
    <w:rsid w:val="007A62A9"/>
    <w:rsid w:val="007B073B"/>
    <w:rsid w:val="007B14B6"/>
    <w:rsid w:val="007B27B9"/>
    <w:rsid w:val="007B3014"/>
    <w:rsid w:val="007B37C7"/>
    <w:rsid w:val="007B38AE"/>
    <w:rsid w:val="007B5674"/>
    <w:rsid w:val="007B6AEB"/>
    <w:rsid w:val="007B6CB4"/>
    <w:rsid w:val="007B7B15"/>
    <w:rsid w:val="007B7D03"/>
    <w:rsid w:val="007C0EB9"/>
    <w:rsid w:val="007C10CE"/>
    <w:rsid w:val="007C1708"/>
    <w:rsid w:val="007C17D8"/>
    <w:rsid w:val="007C19D1"/>
    <w:rsid w:val="007C1C72"/>
    <w:rsid w:val="007C20C0"/>
    <w:rsid w:val="007C2344"/>
    <w:rsid w:val="007C23CD"/>
    <w:rsid w:val="007C249A"/>
    <w:rsid w:val="007C2CA6"/>
    <w:rsid w:val="007C45CC"/>
    <w:rsid w:val="007C502B"/>
    <w:rsid w:val="007C55BD"/>
    <w:rsid w:val="007C57F1"/>
    <w:rsid w:val="007C65B5"/>
    <w:rsid w:val="007C767F"/>
    <w:rsid w:val="007C7AA0"/>
    <w:rsid w:val="007C7CD6"/>
    <w:rsid w:val="007D000C"/>
    <w:rsid w:val="007D0F52"/>
    <w:rsid w:val="007D23E6"/>
    <w:rsid w:val="007D361E"/>
    <w:rsid w:val="007D3EAA"/>
    <w:rsid w:val="007D4766"/>
    <w:rsid w:val="007D47E2"/>
    <w:rsid w:val="007D6764"/>
    <w:rsid w:val="007D77D3"/>
    <w:rsid w:val="007D7B21"/>
    <w:rsid w:val="007E0887"/>
    <w:rsid w:val="007E10C0"/>
    <w:rsid w:val="007E1A53"/>
    <w:rsid w:val="007E20F5"/>
    <w:rsid w:val="007E2890"/>
    <w:rsid w:val="007E2E9B"/>
    <w:rsid w:val="007E2FD0"/>
    <w:rsid w:val="007E3252"/>
    <w:rsid w:val="007E377C"/>
    <w:rsid w:val="007E400F"/>
    <w:rsid w:val="007E4020"/>
    <w:rsid w:val="007E4695"/>
    <w:rsid w:val="007E50D3"/>
    <w:rsid w:val="007E5513"/>
    <w:rsid w:val="007E5F27"/>
    <w:rsid w:val="007E6C63"/>
    <w:rsid w:val="007E7C0E"/>
    <w:rsid w:val="007E7EE5"/>
    <w:rsid w:val="007F1295"/>
    <w:rsid w:val="007F196C"/>
    <w:rsid w:val="007F2187"/>
    <w:rsid w:val="007F21CD"/>
    <w:rsid w:val="007F3057"/>
    <w:rsid w:val="007F347D"/>
    <w:rsid w:val="007F37B0"/>
    <w:rsid w:val="007F57E4"/>
    <w:rsid w:val="007F5973"/>
    <w:rsid w:val="007F5CD0"/>
    <w:rsid w:val="007F6523"/>
    <w:rsid w:val="007F709B"/>
    <w:rsid w:val="007F7FAA"/>
    <w:rsid w:val="00802B09"/>
    <w:rsid w:val="008035DC"/>
    <w:rsid w:val="008036ED"/>
    <w:rsid w:val="008041BE"/>
    <w:rsid w:val="0080454A"/>
    <w:rsid w:val="00804ED1"/>
    <w:rsid w:val="008057AE"/>
    <w:rsid w:val="008057E2"/>
    <w:rsid w:val="00805E04"/>
    <w:rsid w:val="008061F2"/>
    <w:rsid w:val="008062D1"/>
    <w:rsid w:val="00806468"/>
    <w:rsid w:val="0081017E"/>
    <w:rsid w:val="00810C27"/>
    <w:rsid w:val="0081230E"/>
    <w:rsid w:val="00812466"/>
    <w:rsid w:val="0081299E"/>
    <w:rsid w:val="0081349C"/>
    <w:rsid w:val="00813615"/>
    <w:rsid w:val="0081379C"/>
    <w:rsid w:val="00814A99"/>
    <w:rsid w:val="00814D45"/>
    <w:rsid w:val="008158A2"/>
    <w:rsid w:val="00815C86"/>
    <w:rsid w:val="00815F1F"/>
    <w:rsid w:val="00817DC3"/>
    <w:rsid w:val="00817E5C"/>
    <w:rsid w:val="0082015D"/>
    <w:rsid w:val="0082040A"/>
    <w:rsid w:val="00821710"/>
    <w:rsid w:val="00821764"/>
    <w:rsid w:val="00821F2C"/>
    <w:rsid w:val="008221C5"/>
    <w:rsid w:val="00822931"/>
    <w:rsid w:val="00823BD0"/>
    <w:rsid w:val="008257EA"/>
    <w:rsid w:val="00825947"/>
    <w:rsid w:val="00825CC4"/>
    <w:rsid w:val="0082679A"/>
    <w:rsid w:val="00826DFD"/>
    <w:rsid w:val="00826E0C"/>
    <w:rsid w:val="008276A5"/>
    <w:rsid w:val="00831242"/>
    <w:rsid w:val="00831918"/>
    <w:rsid w:val="00831BD2"/>
    <w:rsid w:val="0083217B"/>
    <w:rsid w:val="00832448"/>
    <w:rsid w:val="00832E3C"/>
    <w:rsid w:val="00833157"/>
    <w:rsid w:val="008332E0"/>
    <w:rsid w:val="00833400"/>
    <w:rsid w:val="00833785"/>
    <w:rsid w:val="00833DEB"/>
    <w:rsid w:val="008342E0"/>
    <w:rsid w:val="008345DB"/>
    <w:rsid w:val="008353EC"/>
    <w:rsid w:val="00835B92"/>
    <w:rsid w:val="00835BC1"/>
    <w:rsid w:val="00835F3C"/>
    <w:rsid w:val="00836AE6"/>
    <w:rsid w:val="00836EB7"/>
    <w:rsid w:val="008379F5"/>
    <w:rsid w:val="00837A69"/>
    <w:rsid w:val="00840A1B"/>
    <w:rsid w:val="0084112A"/>
    <w:rsid w:val="0084139F"/>
    <w:rsid w:val="008420AA"/>
    <w:rsid w:val="0084245B"/>
    <w:rsid w:val="00842746"/>
    <w:rsid w:val="00842774"/>
    <w:rsid w:val="008427FA"/>
    <w:rsid w:val="00843BA3"/>
    <w:rsid w:val="00845715"/>
    <w:rsid w:val="008457D2"/>
    <w:rsid w:val="008459A9"/>
    <w:rsid w:val="008476FF"/>
    <w:rsid w:val="008478C9"/>
    <w:rsid w:val="00850736"/>
    <w:rsid w:val="00850C41"/>
    <w:rsid w:val="00851CA9"/>
    <w:rsid w:val="008535EB"/>
    <w:rsid w:val="0085436F"/>
    <w:rsid w:val="0085468A"/>
    <w:rsid w:val="00855091"/>
    <w:rsid w:val="00855A0C"/>
    <w:rsid w:val="00855A18"/>
    <w:rsid w:val="00855B9A"/>
    <w:rsid w:val="00855DC6"/>
    <w:rsid w:val="00856442"/>
    <w:rsid w:val="008567D1"/>
    <w:rsid w:val="0085692F"/>
    <w:rsid w:val="00856CE3"/>
    <w:rsid w:val="00856EAA"/>
    <w:rsid w:val="0085707E"/>
    <w:rsid w:val="008577E7"/>
    <w:rsid w:val="00857A63"/>
    <w:rsid w:val="00860D9D"/>
    <w:rsid w:val="00860DD0"/>
    <w:rsid w:val="00860E87"/>
    <w:rsid w:val="008611E7"/>
    <w:rsid w:val="008616AB"/>
    <w:rsid w:val="0086222F"/>
    <w:rsid w:val="0086238D"/>
    <w:rsid w:val="00862B5C"/>
    <w:rsid w:val="00862CCF"/>
    <w:rsid w:val="00863A68"/>
    <w:rsid w:val="008643C7"/>
    <w:rsid w:val="00865F3A"/>
    <w:rsid w:val="0086669F"/>
    <w:rsid w:val="008703DE"/>
    <w:rsid w:val="00871517"/>
    <w:rsid w:val="008722DB"/>
    <w:rsid w:val="00872940"/>
    <w:rsid w:val="0087387F"/>
    <w:rsid w:val="008746EC"/>
    <w:rsid w:val="00875290"/>
    <w:rsid w:val="0087575A"/>
    <w:rsid w:val="00875AD0"/>
    <w:rsid w:val="00876258"/>
    <w:rsid w:val="00876C98"/>
    <w:rsid w:val="00877161"/>
    <w:rsid w:val="00877DA5"/>
    <w:rsid w:val="00880326"/>
    <w:rsid w:val="00880A49"/>
    <w:rsid w:val="008810C2"/>
    <w:rsid w:val="0088167C"/>
    <w:rsid w:val="0088175F"/>
    <w:rsid w:val="008818AA"/>
    <w:rsid w:val="00881EC5"/>
    <w:rsid w:val="00882B62"/>
    <w:rsid w:val="00882D98"/>
    <w:rsid w:val="008836B8"/>
    <w:rsid w:val="00883C44"/>
    <w:rsid w:val="00883D63"/>
    <w:rsid w:val="00885706"/>
    <w:rsid w:val="00885DDB"/>
    <w:rsid w:val="008867C8"/>
    <w:rsid w:val="00887D97"/>
    <w:rsid w:val="00891545"/>
    <w:rsid w:val="00891B49"/>
    <w:rsid w:val="008937A8"/>
    <w:rsid w:val="00893BDD"/>
    <w:rsid w:val="00893CFE"/>
    <w:rsid w:val="00894086"/>
    <w:rsid w:val="008947B9"/>
    <w:rsid w:val="00895503"/>
    <w:rsid w:val="00895C98"/>
    <w:rsid w:val="0089689C"/>
    <w:rsid w:val="00897008"/>
    <w:rsid w:val="0089713B"/>
    <w:rsid w:val="008979F5"/>
    <w:rsid w:val="00897A09"/>
    <w:rsid w:val="00897BBA"/>
    <w:rsid w:val="008A07F2"/>
    <w:rsid w:val="008A0BF7"/>
    <w:rsid w:val="008A14EB"/>
    <w:rsid w:val="008A1AFA"/>
    <w:rsid w:val="008A1D98"/>
    <w:rsid w:val="008A2107"/>
    <w:rsid w:val="008A2465"/>
    <w:rsid w:val="008A262C"/>
    <w:rsid w:val="008A280F"/>
    <w:rsid w:val="008A2D7E"/>
    <w:rsid w:val="008A3489"/>
    <w:rsid w:val="008A34C8"/>
    <w:rsid w:val="008A3D89"/>
    <w:rsid w:val="008A3E54"/>
    <w:rsid w:val="008A475D"/>
    <w:rsid w:val="008A4D0C"/>
    <w:rsid w:val="008A553B"/>
    <w:rsid w:val="008A59AB"/>
    <w:rsid w:val="008A6B9F"/>
    <w:rsid w:val="008A6D2E"/>
    <w:rsid w:val="008B06F0"/>
    <w:rsid w:val="008B08F6"/>
    <w:rsid w:val="008B1FC1"/>
    <w:rsid w:val="008B2469"/>
    <w:rsid w:val="008B2A43"/>
    <w:rsid w:val="008B2E18"/>
    <w:rsid w:val="008B3006"/>
    <w:rsid w:val="008B3029"/>
    <w:rsid w:val="008B399C"/>
    <w:rsid w:val="008B41B9"/>
    <w:rsid w:val="008B4244"/>
    <w:rsid w:val="008B4675"/>
    <w:rsid w:val="008B4E0C"/>
    <w:rsid w:val="008B5119"/>
    <w:rsid w:val="008B600B"/>
    <w:rsid w:val="008B6629"/>
    <w:rsid w:val="008B6C89"/>
    <w:rsid w:val="008B734F"/>
    <w:rsid w:val="008C0842"/>
    <w:rsid w:val="008C112E"/>
    <w:rsid w:val="008C1685"/>
    <w:rsid w:val="008C1851"/>
    <w:rsid w:val="008C1AE6"/>
    <w:rsid w:val="008C1ED0"/>
    <w:rsid w:val="008C2836"/>
    <w:rsid w:val="008C30F5"/>
    <w:rsid w:val="008C321B"/>
    <w:rsid w:val="008C391B"/>
    <w:rsid w:val="008C3EA4"/>
    <w:rsid w:val="008C4F2A"/>
    <w:rsid w:val="008C5072"/>
    <w:rsid w:val="008C5196"/>
    <w:rsid w:val="008C5BD5"/>
    <w:rsid w:val="008C5C7D"/>
    <w:rsid w:val="008C6750"/>
    <w:rsid w:val="008C747D"/>
    <w:rsid w:val="008D052A"/>
    <w:rsid w:val="008D10EE"/>
    <w:rsid w:val="008D1143"/>
    <w:rsid w:val="008D2C24"/>
    <w:rsid w:val="008D3B97"/>
    <w:rsid w:val="008D4600"/>
    <w:rsid w:val="008D4C30"/>
    <w:rsid w:val="008D5374"/>
    <w:rsid w:val="008D5BF8"/>
    <w:rsid w:val="008D5DBA"/>
    <w:rsid w:val="008D5F53"/>
    <w:rsid w:val="008D6400"/>
    <w:rsid w:val="008D65C0"/>
    <w:rsid w:val="008D69B3"/>
    <w:rsid w:val="008D6DCA"/>
    <w:rsid w:val="008D7375"/>
    <w:rsid w:val="008D7380"/>
    <w:rsid w:val="008D74DC"/>
    <w:rsid w:val="008D7B96"/>
    <w:rsid w:val="008E0276"/>
    <w:rsid w:val="008E11D5"/>
    <w:rsid w:val="008E1734"/>
    <w:rsid w:val="008E197C"/>
    <w:rsid w:val="008E1CE8"/>
    <w:rsid w:val="008E21FA"/>
    <w:rsid w:val="008E2A50"/>
    <w:rsid w:val="008E40D5"/>
    <w:rsid w:val="008E423A"/>
    <w:rsid w:val="008E48DF"/>
    <w:rsid w:val="008E6D28"/>
    <w:rsid w:val="008E6F13"/>
    <w:rsid w:val="008E7986"/>
    <w:rsid w:val="008E7CAE"/>
    <w:rsid w:val="008E7D8D"/>
    <w:rsid w:val="008F08C2"/>
    <w:rsid w:val="008F0F9C"/>
    <w:rsid w:val="008F2301"/>
    <w:rsid w:val="008F2333"/>
    <w:rsid w:val="008F2C72"/>
    <w:rsid w:val="008F2C8E"/>
    <w:rsid w:val="008F35F1"/>
    <w:rsid w:val="008F3A70"/>
    <w:rsid w:val="008F4D5C"/>
    <w:rsid w:val="008F5616"/>
    <w:rsid w:val="008F57A7"/>
    <w:rsid w:val="008F57F4"/>
    <w:rsid w:val="008F616B"/>
    <w:rsid w:val="008F645E"/>
    <w:rsid w:val="009010F0"/>
    <w:rsid w:val="00901839"/>
    <w:rsid w:val="00901C29"/>
    <w:rsid w:val="009031C0"/>
    <w:rsid w:val="00903D54"/>
    <w:rsid w:val="00903DE1"/>
    <w:rsid w:val="00903EB8"/>
    <w:rsid w:val="00903FBB"/>
    <w:rsid w:val="00904FDF"/>
    <w:rsid w:val="009051A1"/>
    <w:rsid w:val="009055D6"/>
    <w:rsid w:val="00906107"/>
    <w:rsid w:val="009061AE"/>
    <w:rsid w:val="00906546"/>
    <w:rsid w:val="009067F9"/>
    <w:rsid w:val="0090687C"/>
    <w:rsid w:val="00910522"/>
    <w:rsid w:val="0091061C"/>
    <w:rsid w:val="00911996"/>
    <w:rsid w:val="00912129"/>
    <w:rsid w:val="00912462"/>
    <w:rsid w:val="00912CCC"/>
    <w:rsid w:val="0091397C"/>
    <w:rsid w:val="00913E0E"/>
    <w:rsid w:val="00914DA6"/>
    <w:rsid w:val="009155A1"/>
    <w:rsid w:val="00915B30"/>
    <w:rsid w:val="00915B9C"/>
    <w:rsid w:val="00915CBD"/>
    <w:rsid w:val="00916DAD"/>
    <w:rsid w:val="0091748D"/>
    <w:rsid w:val="0092009A"/>
    <w:rsid w:val="009204A8"/>
    <w:rsid w:val="00921243"/>
    <w:rsid w:val="00921EC4"/>
    <w:rsid w:val="00922D26"/>
    <w:rsid w:val="009230DB"/>
    <w:rsid w:val="00923195"/>
    <w:rsid w:val="00923210"/>
    <w:rsid w:val="0092332B"/>
    <w:rsid w:val="009233AB"/>
    <w:rsid w:val="00924CCF"/>
    <w:rsid w:val="00924D6B"/>
    <w:rsid w:val="0092546F"/>
    <w:rsid w:val="00925DF3"/>
    <w:rsid w:val="00926621"/>
    <w:rsid w:val="00926978"/>
    <w:rsid w:val="00926A16"/>
    <w:rsid w:val="00926DAB"/>
    <w:rsid w:val="009273AA"/>
    <w:rsid w:val="009275A9"/>
    <w:rsid w:val="00927E9F"/>
    <w:rsid w:val="0093009B"/>
    <w:rsid w:val="0093017A"/>
    <w:rsid w:val="0093025A"/>
    <w:rsid w:val="00930927"/>
    <w:rsid w:val="00930ED5"/>
    <w:rsid w:val="00930FCE"/>
    <w:rsid w:val="00931358"/>
    <w:rsid w:val="00932170"/>
    <w:rsid w:val="00932AD2"/>
    <w:rsid w:val="00933365"/>
    <w:rsid w:val="009334F5"/>
    <w:rsid w:val="00933861"/>
    <w:rsid w:val="00933B3B"/>
    <w:rsid w:val="00933E2C"/>
    <w:rsid w:val="00934AFB"/>
    <w:rsid w:val="00935321"/>
    <w:rsid w:val="00936F23"/>
    <w:rsid w:val="00937770"/>
    <w:rsid w:val="0094015B"/>
    <w:rsid w:val="009408B8"/>
    <w:rsid w:val="00941733"/>
    <w:rsid w:val="00941AF9"/>
    <w:rsid w:val="009436C0"/>
    <w:rsid w:val="00944051"/>
    <w:rsid w:val="00944D99"/>
    <w:rsid w:val="00945665"/>
    <w:rsid w:val="00945C7C"/>
    <w:rsid w:val="00947ABE"/>
    <w:rsid w:val="0095062F"/>
    <w:rsid w:val="009509DE"/>
    <w:rsid w:val="00950BC7"/>
    <w:rsid w:val="00950C5F"/>
    <w:rsid w:val="00950D16"/>
    <w:rsid w:val="0095128D"/>
    <w:rsid w:val="009515EC"/>
    <w:rsid w:val="00951F70"/>
    <w:rsid w:val="009526C2"/>
    <w:rsid w:val="009527FD"/>
    <w:rsid w:val="00952F31"/>
    <w:rsid w:val="0095393D"/>
    <w:rsid w:val="009539E1"/>
    <w:rsid w:val="00953BEF"/>
    <w:rsid w:val="00955121"/>
    <w:rsid w:val="009551C5"/>
    <w:rsid w:val="009552ED"/>
    <w:rsid w:val="00956703"/>
    <w:rsid w:val="00956F1A"/>
    <w:rsid w:val="009601F0"/>
    <w:rsid w:val="009607B4"/>
    <w:rsid w:val="00960F90"/>
    <w:rsid w:val="00961ADA"/>
    <w:rsid w:val="00961E8E"/>
    <w:rsid w:val="00962283"/>
    <w:rsid w:val="00963F9C"/>
    <w:rsid w:val="00964191"/>
    <w:rsid w:val="009653DE"/>
    <w:rsid w:val="00965E14"/>
    <w:rsid w:val="00965E1D"/>
    <w:rsid w:val="009664A5"/>
    <w:rsid w:val="00966C29"/>
    <w:rsid w:val="0096710E"/>
    <w:rsid w:val="00967901"/>
    <w:rsid w:val="00967981"/>
    <w:rsid w:val="009714F8"/>
    <w:rsid w:val="009749E7"/>
    <w:rsid w:val="0097536B"/>
    <w:rsid w:val="009754DB"/>
    <w:rsid w:val="009756DC"/>
    <w:rsid w:val="00976842"/>
    <w:rsid w:val="00977872"/>
    <w:rsid w:val="00980227"/>
    <w:rsid w:val="009806BD"/>
    <w:rsid w:val="00980CC5"/>
    <w:rsid w:val="009817AD"/>
    <w:rsid w:val="00981B1C"/>
    <w:rsid w:val="00981EB8"/>
    <w:rsid w:val="009822C2"/>
    <w:rsid w:val="00983723"/>
    <w:rsid w:val="009857B1"/>
    <w:rsid w:val="00985CCB"/>
    <w:rsid w:val="00986B72"/>
    <w:rsid w:val="0098772D"/>
    <w:rsid w:val="009911D7"/>
    <w:rsid w:val="009915C0"/>
    <w:rsid w:val="00991927"/>
    <w:rsid w:val="00991B11"/>
    <w:rsid w:val="00991DE1"/>
    <w:rsid w:val="0099304E"/>
    <w:rsid w:val="009930FE"/>
    <w:rsid w:val="00993126"/>
    <w:rsid w:val="009933FF"/>
    <w:rsid w:val="00994557"/>
    <w:rsid w:val="00994B40"/>
    <w:rsid w:val="0099693C"/>
    <w:rsid w:val="00996D3D"/>
    <w:rsid w:val="0099785D"/>
    <w:rsid w:val="009A0CBE"/>
    <w:rsid w:val="009A0DF4"/>
    <w:rsid w:val="009A0FD7"/>
    <w:rsid w:val="009A1694"/>
    <w:rsid w:val="009A1759"/>
    <w:rsid w:val="009A1A6D"/>
    <w:rsid w:val="009A3F0F"/>
    <w:rsid w:val="009A4618"/>
    <w:rsid w:val="009A4A73"/>
    <w:rsid w:val="009A4BB8"/>
    <w:rsid w:val="009A5045"/>
    <w:rsid w:val="009A595B"/>
    <w:rsid w:val="009A621F"/>
    <w:rsid w:val="009A6B9F"/>
    <w:rsid w:val="009A701F"/>
    <w:rsid w:val="009A71D4"/>
    <w:rsid w:val="009A7855"/>
    <w:rsid w:val="009B0B2C"/>
    <w:rsid w:val="009B0C53"/>
    <w:rsid w:val="009B1249"/>
    <w:rsid w:val="009B1CE1"/>
    <w:rsid w:val="009B2307"/>
    <w:rsid w:val="009B318B"/>
    <w:rsid w:val="009B31C3"/>
    <w:rsid w:val="009B3AD8"/>
    <w:rsid w:val="009B40A4"/>
    <w:rsid w:val="009B556B"/>
    <w:rsid w:val="009B5D76"/>
    <w:rsid w:val="009B690E"/>
    <w:rsid w:val="009B6EBC"/>
    <w:rsid w:val="009B7BA7"/>
    <w:rsid w:val="009B7ECD"/>
    <w:rsid w:val="009C016A"/>
    <w:rsid w:val="009C1255"/>
    <w:rsid w:val="009C15EB"/>
    <w:rsid w:val="009C30FD"/>
    <w:rsid w:val="009C3D65"/>
    <w:rsid w:val="009C43D5"/>
    <w:rsid w:val="009C5753"/>
    <w:rsid w:val="009C6A17"/>
    <w:rsid w:val="009C6C89"/>
    <w:rsid w:val="009C77ED"/>
    <w:rsid w:val="009D07FC"/>
    <w:rsid w:val="009D0897"/>
    <w:rsid w:val="009D0BB4"/>
    <w:rsid w:val="009D2353"/>
    <w:rsid w:val="009D23CE"/>
    <w:rsid w:val="009D2D6D"/>
    <w:rsid w:val="009D540F"/>
    <w:rsid w:val="009D59EE"/>
    <w:rsid w:val="009D66B4"/>
    <w:rsid w:val="009D66D9"/>
    <w:rsid w:val="009D70EE"/>
    <w:rsid w:val="009D7925"/>
    <w:rsid w:val="009D7A19"/>
    <w:rsid w:val="009D7BDC"/>
    <w:rsid w:val="009E0042"/>
    <w:rsid w:val="009E0419"/>
    <w:rsid w:val="009E26E7"/>
    <w:rsid w:val="009E2A2C"/>
    <w:rsid w:val="009E40D0"/>
    <w:rsid w:val="009E49DC"/>
    <w:rsid w:val="009E4B74"/>
    <w:rsid w:val="009E5604"/>
    <w:rsid w:val="009E5FAF"/>
    <w:rsid w:val="009E757B"/>
    <w:rsid w:val="009E7B06"/>
    <w:rsid w:val="009E7B69"/>
    <w:rsid w:val="009E7F97"/>
    <w:rsid w:val="009F051A"/>
    <w:rsid w:val="009F0DA6"/>
    <w:rsid w:val="009F1637"/>
    <w:rsid w:val="009F27EF"/>
    <w:rsid w:val="009F2B21"/>
    <w:rsid w:val="009F2EB8"/>
    <w:rsid w:val="009F3007"/>
    <w:rsid w:val="009F3083"/>
    <w:rsid w:val="009F33A0"/>
    <w:rsid w:val="009F4B33"/>
    <w:rsid w:val="009F4FCC"/>
    <w:rsid w:val="009F5540"/>
    <w:rsid w:val="009F5A4F"/>
    <w:rsid w:val="009F5F42"/>
    <w:rsid w:val="009F67AB"/>
    <w:rsid w:val="009F70D0"/>
    <w:rsid w:val="009F753D"/>
    <w:rsid w:val="009F782F"/>
    <w:rsid w:val="009F7C0B"/>
    <w:rsid w:val="00A00C34"/>
    <w:rsid w:val="00A012BE"/>
    <w:rsid w:val="00A015E4"/>
    <w:rsid w:val="00A02737"/>
    <w:rsid w:val="00A02EB0"/>
    <w:rsid w:val="00A03C95"/>
    <w:rsid w:val="00A03F28"/>
    <w:rsid w:val="00A041DC"/>
    <w:rsid w:val="00A0472E"/>
    <w:rsid w:val="00A06167"/>
    <w:rsid w:val="00A062D0"/>
    <w:rsid w:val="00A06360"/>
    <w:rsid w:val="00A06972"/>
    <w:rsid w:val="00A071BF"/>
    <w:rsid w:val="00A07817"/>
    <w:rsid w:val="00A07E8A"/>
    <w:rsid w:val="00A102EF"/>
    <w:rsid w:val="00A10E08"/>
    <w:rsid w:val="00A11025"/>
    <w:rsid w:val="00A111CF"/>
    <w:rsid w:val="00A1195F"/>
    <w:rsid w:val="00A12E23"/>
    <w:rsid w:val="00A12E61"/>
    <w:rsid w:val="00A135B5"/>
    <w:rsid w:val="00A13A1B"/>
    <w:rsid w:val="00A13E71"/>
    <w:rsid w:val="00A14119"/>
    <w:rsid w:val="00A14AD5"/>
    <w:rsid w:val="00A1587D"/>
    <w:rsid w:val="00A1665F"/>
    <w:rsid w:val="00A17F6B"/>
    <w:rsid w:val="00A17F6D"/>
    <w:rsid w:val="00A20ABE"/>
    <w:rsid w:val="00A219B6"/>
    <w:rsid w:val="00A23682"/>
    <w:rsid w:val="00A2460B"/>
    <w:rsid w:val="00A2480E"/>
    <w:rsid w:val="00A256ED"/>
    <w:rsid w:val="00A25866"/>
    <w:rsid w:val="00A25C5B"/>
    <w:rsid w:val="00A26380"/>
    <w:rsid w:val="00A26917"/>
    <w:rsid w:val="00A277EF"/>
    <w:rsid w:val="00A27EEA"/>
    <w:rsid w:val="00A3035F"/>
    <w:rsid w:val="00A303E3"/>
    <w:rsid w:val="00A30EC4"/>
    <w:rsid w:val="00A30FEA"/>
    <w:rsid w:val="00A32150"/>
    <w:rsid w:val="00A3249F"/>
    <w:rsid w:val="00A32DF2"/>
    <w:rsid w:val="00A33A77"/>
    <w:rsid w:val="00A33E67"/>
    <w:rsid w:val="00A34973"/>
    <w:rsid w:val="00A34C33"/>
    <w:rsid w:val="00A35DDE"/>
    <w:rsid w:val="00A3635C"/>
    <w:rsid w:val="00A364C2"/>
    <w:rsid w:val="00A36561"/>
    <w:rsid w:val="00A367C9"/>
    <w:rsid w:val="00A36CB3"/>
    <w:rsid w:val="00A40187"/>
    <w:rsid w:val="00A424C7"/>
    <w:rsid w:val="00A427B5"/>
    <w:rsid w:val="00A42912"/>
    <w:rsid w:val="00A42C71"/>
    <w:rsid w:val="00A43504"/>
    <w:rsid w:val="00A436EE"/>
    <w:rsid w:val="00A44400"/>
    <w:rsid w:val="00A4461E"/>
    <w:rsid w:val="00A4522B"/>
    <w:rsid w:val="00A4523D"/>
    <w:rsid w:val="00A45F54"/>
    <w:rsid w:val="00A47B15"/>
    <w:rsid w:val="00A500A2"/>
    <w:rsid w:val="00A51E04"/>
    <w:rsid w:val="00A5351D"/>
    <w:rsid w:val="00A5375C"/>
    <w:rsid w:val="00A53E7D"/>
    <w:rsid w:val="00A55B45"/>
    <w:rsid w:val="00A569E1"/>
    <w:rsid w:val="00A5725F"/>
    <w:rsid w:val="00A57AFF"/>
    <w:rsid w:val="00A57E20"/>
    <w:rsid w:val="00A601DB"/>
    <w:rsid w:val="00A60385"/>
    <w:rsid w:val="00A60BFF"/>
    <w:rsid w:val="00A62147"/>
    <w:rsid w:val="00A626CE"/>
    <w:rsid w:val="00A630C4"/>
    <w:rsid w:val="00A640B5"/>
    <w:rsid w:val="00A64394"/>
    <w:rsid w:val="00A644B4"/>
    <w:rsid w:val="00A646F5"/>
    <w:rsid w:val="00A64BCB"/>
    <w:rsid w:val="00A64C2C"/>
    <w:rsid w:val="00A64D8C"/>
    <w:rsid w:val="00A65C25"/>
    <w:rsid w:val="00A65C61"/>
    <w:rsid w:val="00A6685C"/>
    <w:rsid w:val="00A70E6F"/>
    <w:rsid w:val="00A7145F"/>
    <w:rsid w:val="00A71DFE"/>
    <w:rsid w:val="00A72F1F"/>
    <w:rsid w:val="00A73174"/>
    <w:rsid w:val="00A733AF"/>
    <w:rsid w:val="00A73504"/>
    <w:rsid w:val="00A73D8B"/>
    <w:rsid w:val="00A73F91"/>
    <w:rsid w:val="00A749AD"/>
    <w:rsid w:val="00A74E88"/>
    <w:rsid w:val="00A7564A"/>
    <w:rsid w:val="00A76480"/>
    <w:rsid w:val="00A76BEC"/>
    <w:rsid w:val="00A7792D"/>
    <w:rsid w:val="00A8003A"/>
    <w:rsid w:val="00A8050E"/>
    <w:rsid w:val="00A805E9"/>
    <w:rsid w:val="00A810A4"/>
    <w:rsid w:val="00A8173C"/>
    <w:rsid w:val="00A81CDD"/>
    <w:rsid w:val="00A820D3"/>
    <w:rsid w:val="00A823B1"/>
    <w:rsid w:val="00A8275D"/>
    <w:rsid w:val="00A829D5"/>
    <w:rsid w:val="00A830EB"/>
    <w:rsid w:val="00A83107"/>
    <w:rsid w:val="00A83639"/>
    <w:rsid w:val="00A83FC9"/>
    <w:rsid w:val="00A841CF"/>
    <w:rsid w:val="00A84D8C"/>
    <w:rsid w:val="00A84F3F"/>
    <w:rsid w:val="00A85896"/>
    <w:rsid w:val="00A865AD"/>
    <w:rsid w:val="00A8694E"/>
    <w:rsid w:val="00A86F3A"/>
    <w:rsid w:val="00A86FFB"/>
    <w:rsid w:val="00A87B61"/>
    <w:rsid w:val="00A900C9"/>
    <w:rsid w:val="00A905C9"/>
    <w:rsid w:val="00A9280A"/>
    <w:rsid w:val="00A9326E"/>
    <w:rsid w:val="00A948CC"/>
    <w:rsid w:val="00A94B2C"/>
    <w:rsid w:val="00A95577"/>
    <w:rsid w:val="00A95B56"/>
    <w:rsid w:val="00A96981"/>
    <w:rsid w:val="00A96D48"/>
    <w:rsid w:val="00A97DBB"/>
    <w:rsid w:val="00A97E80"/>
    <w:rsid w:val="00AA0BA0"/>
    <w:rsid w:val="00AA24D4"/>
    <w:rsid w:val="00AA2A8B"/>
    <w:rsid w:val="00AA2BEB"/>
    <w:rsid w:val="00AA3426"/>
    <w:rsid w:val="00AA3D97"/>
    <w:rsid w:val="00AA462B"/>
    <w:rsid w:val="00AA4698"/>
    <w:rsid w:val="00AA50AD"/>
    <w:rsid w:val="00AA5258"/>
    <w:rsid w:val="00AA57A7"/>
    <w:rsid w:val="00AA59DD"/>
    <w:rsid w:val="00AA5C48"/>
    <w:rsid w:val="00AA61ED"/>
    <w:rsid w:val="00AA624A"/>
    <w:rsid w:val="00AA6287"/>
    <w:rsid w:val="00AB2015"/>
    <w:rsid w:val="00AB2162"/>
    <w:rsid w:val="00AB3805"/>
    <w:rsid w:val="00AB401A"/>
    <w:rsid w:val="00AB413E"/>
    <w:rsid w:val="00AB4B72"/>
    <w:rsid w:val="00AB57BC"/>
    <w:rsid w:val="00AB6C39"/>
    <w:rsid w:val="00AB7164"/>
    <w:rsid w:val="00AB72E1"/>
    <w:rsid w:val="00AB73AD"/>
    <w:rsid w:val="00AC18C9"/>
    <w:rsid w:val="00AC22ED"/>
    <w:rsid w:val="00AC233E"/>
    <w:rsid w:val="00AC25B9"/>
    <w:rsid w:val="00AC32ED"/>
    <w:rsid w:val="00AC3BF7"/>
    <w:rsid w:val="00AC42E9"/>
    <w:rsid w:val="00AC44DD"/>
    <w:rsid w:val="00AC46FD"/>
    <w:rsid w:val="00AC4ECE"/>
    <w:rsid w:val="00AC573F"/>
    <w:rsid w:val="00AC59EA"/>
    <w:rsid w:val="00AC6CFB"/>
    <w:rsid w:val="00AC74B9"/>
    <w:rsid w:val="00AC7C31"/>
    <w:rsid w:val="00AC7FA1"/>
    <w:rsid w:val="00AD10D3"/>
    <w:rsid w:val="00AD14A9"/>
    <w:rsid w:val="00AD172A"/>
    <w:rsid w:val="00AD2717"/>
    <w:rsid w:val="00AD2B02"/>
    <w:rsid w:val="00AD33B6"/>
    <w:rsid w:val="00AD38B2"/>
    <w:rsid w:val="00AD3CD1"/>
    <w:rsid w:val="00AD3F2F"/>
    <w:rsid w:val="00AD472C"/>
    <w:rsid w:val="00AD5788"/>
    <w:rsid w:val="00AD58E4"/>
    <w:rsid w:val="00AD5968"/>
    <w:rsid w:val="00AD5F94"/>
    <w:rsid w:val="00AD6318"/>
    <w:rsid w:val="00AD6944"/>
    <w:rsid w:val="00AD6A22"/>
    <w:rsid w:val="00AD6C8D"/>
    <w:rsid w:val="00AD7ABE"/>
    <w:rsid w:val="00AE0057"/>
    <w:rsid w:val="00AE075A"/>
    <w:rsid w:val="00AE1274"/>
    <w:rsid w:val="00AE15DA"/>
    <w:rsid w:val="00AE426D"/>
    <w:rsid w:val="00AE4525"/>
    <w:rsid w:val="00AE4D4B"/>
    <w:rsid w:val="00AE5134"/>
    <w:rsid w:val="00AE577A"/>
    <w:rsid w:val="00AE7206"/>
    <w:rsid w:val="00AE7E75"/>
    <w:rsid w:val="00AF042B"/>
    <w:rsid w:val="00AF0DB4"/>
    <w:rsid w:val="00AF0F66"/>
    <w:rsid w:val="00AF1989"/>
    <w:rsid w:val="00AF2142"/>
    <w:rsid w:val="00AF3569"/>
    <w:rsid w:val="00AF4146"/>
    <w:rsid w:val="00AF4AEA"/>
    <w:rsid w:val="00AF66D5"/>
    <w:rsid w:val="00AF742E"/>
    <w:rsid w:val="00AF7E68"/>
    <w:rsid w:val="00B00450"/>
    <w:rsid w:val="00B00795"/>
    <w:rsid w:val="00B00D29"/>
    <w:rsid w:val="00B0134F"/>
    <w:rsid w:val="00B01CF9"/>
    <w:rsid w:val="00B021A1"/>
    <w:rsid w:val="00B024C7"/>
    <w:rsid w:val="00B02C7F"/>
    <w:rsid w:val="00B03EFA"/>
    <w:rsid w:val="00B03F49"/>
    <w:rsid w:val="00B042C4"/>
    <w:rsid w:val="00B04BC6"/>
    <w:rsid w:val="00B04F4D"/>
    <w:rsid w:val="00B05216"/>
    <w:rsid w:val="00B05597"/>
    <w:rsid w:val="00B055F5"/>
    <w:rsid w:val="00B06E0C"/>
    <w:rsid w:val="00B07CB6"/>
    <w:rsid w:val="00B1132C"/>
    <w:rsid w:val="00B113A0"/>
    <w:rsid w:val="00B11486"/>
    <w:rsid w:val="00B1188A"/>
    <w:rsid w:val="00B11924"/>
    <w:rsid w:val="00B12700"/>
    <w:rsid w:val="00B127A1"/>
    <w:rsid w:val="00B13131"/>
    <w:rsid w:val="00B131FD"/>
    <w:rsid w:val="00B13842"/>
    <w:rsid w:val="00B13C33"/>
    <w:rsid w:val="00B147EE"/>
    <w:rsid w:val="00B1550A"/>
    <w:rsid w:val="00B15F3D"/>
    <w:rsid w:val="00B1727E"/>
    <w:rsid w:val="00B17794"/>
    <w:rsid w:val="00B20BF5"/>
    <w:rsid w:val="00B20E5B"/>
    <w:rsid w:val="00B2170E"/>
    <w:rsid w:val="00B21E0A"/>
    <w:rsid w:val="00B21E2B"/>
    <w:rsid w:val="00B21F28"/>
    <w:rsid w:val="00B22E95"/>
    <w:rsid w:val="00B22EB8"/>
    <w:rsid w:val="00B23193"/>
    <w:rsid w:val="00B2495E"/>
    <w:rsid w:val="00B253E6"/>
    <w:rsid w:val="00B26D17"/>
    <w:rsid w:val="00B30381"/>
    <w:rsid w:val="00B306E0"/>
    <w:rsid w:val="00B316D6"/>
    <w:rsid w:val="00B317A7"/>
    <w:rsid w:val="00B317EE"/>
    <w:rsid w:val="00B31B6F"/>
    <w:rsid w:val="00B32297"/>
    <w:rsid w:val="00B324C2"/>
    <w:rsid w:val="00B3310A"/>
    <w:rsid w:val="00B335FE"/>
    <w:rsid w:val="00B33A43"/>
    <w:rsid w:val="00B340D4"/>
    <w:rsid w:val="00B35466"/>
    <w:rsid w:val="00B35591"/>
    <w:rsid w:val="00B35731"/>
    <w:rsid w:val="00B35AC8"/>
    <w:rsid w:val="00B3655D"/>
    <w:rsid w:val="00B37801"/>
    <w:rsid w:val="00B37907"/>
    <w:rsid w:val="00B37B69"/>
    <w:rsid w:val="00B400ED"/>
    <w:rsid w:val="00B41749"/>
    <w:rsid w:val="00B41A51"/>
    <w:rsid w:val="00B426F9"/>
    <w:rsid w:val="00B42A27"/>
    <w:rsid w:val="00B42BC1"/>
    <w:rsid w:val="00B43CE8"/>
    <w:rsid w:val="00B45BBB"/>
    <w:rsid w:val="00B45F61"/>
    <w:rsid w:val="00B469B5"/>
    <w:rsid w:val="00B4760E"/>
    <w:rsid w:val="00B47948"/>
    <w:rsid w:val="00B50622"/>
    <w:rsid w:val="00B50E05"/>
    <w:rsid w:val="00B51471"/>
    <w:rsid w:val="00B52C47"/>
    <w:rsid w:val="00B533A2"/>
    <w:rsid w:val="00B54105"/>
    <w:rsid w:val="00B54274"/>
    <w:rsid w:val="00B54789"/>
    <w:rsid w:val="00B557C4"/>
    <w:rsid w:val="00B563BD"/>
    <w:rsid w:val="00B567BB"/>
    <w:rsid w:val="00B57479"/>
    <w:rsid w:val="00B601A8"/>
    <w:rsid w:val="00B60258"/>
    <w:rsid w:val="00B605F7"/>
    <w:rsid w:val="00B60717"/>
    <w:rsid w:val="00B60B2D"/>
    <w:rsid w:val="00B60DA0"/>
    <w:rsid w:val="00B6109D"/>
    <w:rsid w:val="00B61580"/>
    <w:rsid w:val="00B61658"/>
    <w:rsid w:val="00B61BF2"/>
    <w:rsid w:val="00B629E2"/>
    <w:rsid w:val="00B62BFD"/>
    <w:rsid w:val="00B642F8"/>
    <w:rsid w:val="00B65CB8"/>
    <w:rsid w:val="00B6627B"/>
    <w:rsid w:val="00B66B37"/>
    <w:rsid w:val="00B6752F"/>
    <w:rsid w:val="00B678A7"/>
    <w:rsid w:val="00B712EE"/>
    <w:rsid w:val="00B738F3"/>
    <w:rsid w:val="00B73B8C"/>
    <w:rsid w:val="00B762ED"/>
    <w:rsid w:val="00B7698F"/>
    <w:rsid w:val="00B771C2"/>
    <w:rsid w:val="00B771D6"/>
    <w:rsid w:val="00B774E5"/>
    <w:rsid w:val="00B77816"/>
    <w:rsid w:val="00B80054"/>
    <w:rsid w:val="00B81325"/>
    <w:rsid w:val="00B813F9"/>
    <w:rsid w:val="00B814DC"/>
    <w:rsid w:val="00B8163C"/>
    <w:rsid w:val="00B81AC1"/>
    <w:rsid w:val="00B81C1C"/>
    <w:rsid w:val="00B82140"/>
    <w:rsid w:val="00B823B7"/>
    <w:rsid w:val="00B83C2D"/>
    <w:rsid w:val="00B85199"/>
    <w:rsid w:val="00B85251"/>
    <w:rsid w:val="00B861EB"/>
    <w:rsid w:val="00B862D8"/>
    <w:rsid w:val="00B87ACC"/>
    <w:rsid w:val="00B903AA"/>
    <w:rsid w:val="00B90F75"/>
    <w:rsid w:val="00B90FA1"/>
    <w:rsid w:val="00B90FB9"/>
    <w:rsid w:val="00B9102A"/>
    <w:rsid w:val="00B916AF"/>
    <w:rsid w:val="00B91964"/>
    <w:rsid w:val="00B91E94"/>
    <w:rsid w:val="00B9241B"/>
    <w:rsid w:val="00B92C76"/>
    <w:rsid w:val="00B94EBF"/>
    <w:rsid w:val="00B9661D"/>
    <w:rsid w:val="00B9678E"/>
    <w:rsid w:val="00B96B8C"/>
    <w:rsid w:val="00B96D6B"/>
    <w:rsid w:val="00B97430"/>
    <w:rsid w:val="00B978C2"/>
    <w:rsid w:val="00B97AE4"/>
    <w:rsid w:val="00B97ED8"/>
    <w:rsid w:val="00BA06B9"/>
    <w:rsid w:val="00BA0904"/>
    <w:rsid w:val="00BA0D60"/>
    <w:rsid w:val="00BA123C"/>
    <w:rsid w:val="00BA15F2"/>
    <w:rsid w:val="00BA1883"/>
    <w:rsid w:val="00BA22FB"/>
    <w:rsid w:val="00BA2950"/>
    <w:rsid w:val="00BA2F5A"/>
    <w:rsid w:val="00BA357C"/>
    <w:rsid w:val="00BA3D8D"/>
    <w:rsid w:val="00BA3FB1"/>
    <w:rsid w:val="00BA47EC"/>
    <w:rsid w:val="00BA4BD7"/>
    <w:rsid w:val="00BA5990"/>
    <w:rsid w:val="00BA60B4"/>
    <w:rsid w:val="00BA6B25"/>
    <w:rsid w:val="00BA6BA8"/>
    <w:rsid w:val="00BA6BD4"/>
    <w:rsid w:val="00BA6C00"/>
    <w:rsid w:val="00BA6CC7"/>
    <w:rsid w:val="00BA6DC9"/>
    <w:rsid w:val="00BA7CC9"/>
    <w:rsid w:val="00BB202F"/>
    <w:rsid w:val="00BB21E5"/>
    <w:rsid w:val="00BB293D"/>
    <w:rsid w:val="00BB2BA5"/>
    <w:rsid w:val="00BB2BD3"/>
    <w:rsid w:val="00BB3919"/>
    <w:rsid w:val="00BB478B"/>
    <w:rsid w:val="00BB4C8C"/>
    <w:rsid w:val="00BB52C5"/>
    <w:rsid w:val="00BB5366"/>
    <w:rsid w:val="00BB53EB"/>
    <w:rsid w:val="00BB565E"/>
    <w:rsid w:val="00BB6658"/>
    <w:rsid w:val="00BB6A43"/>
    <w:rsid w:val="00BB6A6D"/>
    <w:rsid w:val="00BB6E3F"/>
    <w:rsid w:val="00BC05BC"/>
    <w:rsid w:val="00BC20A8"/>
    <w:rsid w:val="00BC2179"/>
    <w:rsid w:val="00BC27B8"/>
    <w:rsid w:val="00BC4090"/>
    <w:rsid w:val="00BC4BA0"/>
    <w:rsid w:val="00BC4E80"/>
    <w:rsid w:val="00BC5930"/>
    <w:rsid w:val="00BC60F5"/>
    <w:rsid w:val="00BC67C9"/>
    <w:rsid w:val="00BC6833"/>
    <w:rsid w:val="00BC7F37"/>
    <w:rsid w:val="00BD02E1"/>
    <w:rsid w:val="00BD0604"/>
    <w:rsid w:val="00BD068C"/>
    <w:rsid w:val="00BD0788"/>
    <w:rsid w:val="00BD0A33"/>
    <w:rsid w:val="00BD1B25"/>
    <w:rsid w:val="00BD1BCE"/>
    <w:rsid w:val="00BD1FCB"/>
    <w:rsid w:val="00BD2E39"/>
    <w:rsid w:val="00BD2FF1"/>
    <w:rsid w:val="00BD4C22"/>
    <w:rsid w:val="00BD6403"/>
    <w:rsid w:val="00BD6E91"/>
    <w:rsid w:val="00BD6FB6"/>
    <w:rsid w:val="00BD7D4E"/>
    <w:rsid w:val="00BE079F"/>
    <w:rsid w:val="00BE0F73"/>
    <w:rsid w:val="00BE18B6"/>
    <w:rsid w:val="00BE20EE"/>
    <w:rsid w:val="00BE2B23"/>
    <w:rsid w:val="00BE3798"/>
    <w:rsid w:val="00BE4044"/>
    <w:rsid w:val="00BE442E"/>
    <w:rsid w:val="00BE4C10"/>
    <w:rsid w:val="00BE4E06"/>
    <w:rsid w:val="00BE5CE6"/>
    <w:rsid w:val="00BE6A0D"/>
    <w:rsid w:val="00BE6CD0"/>
    <w:rsid w:val="00BE71B6"/>
    <w:rsid w:val="00BE7597"/>
    <w:rsid w:val="00BF09CD"/>
    <w:rsid w:val="00BF1139"/>
    <w:rsid w:val="00BF1F5D"/>
    <w:rsid w:val="00BF25C8"/>
    <w:rsid w:val="00BF3152"/>
    <w:rsid w:val="00BF36DF"/>
    <w:rsid w:val="00BF49A5"/>
    <w:rsid w:val="00BF5498"/>
    <w:rsid w:val="00BF579E"/>
    <w:rsid w:val="00BF6AA9"/>
    <w:rsid w:val="00BF6F8D"/>
    <w:rsid w:val="00BF7156"/>
    <w:rsid w:val="00C00843"/>
    <w:rsid w:val="00C00A61"/>
    <w:rsid w:val="00C00C90"/>
    <w:rsid w:val="00C01DC1"/>
    <w:rsid w:val="00C027CC"/>
    <w:rsid w:val="00C02B23"/>
    <w:rsid w:val="00C03AFA"/>
    <w:rsid w:val="00C048A2"/>
    <w:rsid w:val="00C06CE7"/>
    <w:rsid w:val="00C07BC0"/>
    <w:rsid w:val="00C10C25"/>
    <w:rsid w:val="00C11206"/>
    <w:rsid w:val="00C1157C"/>
    <w:rsid w:val="00C11766"/>
    <w:rsid w:val="00C129FF"/>
    <w:rsid w:val="00C12F85"/>
    <w:rsid w:val="00C13753"/>
    <w:rsid w:val="00C1395A"/>
    <w:rsid w:val="00C13B28"/>
    <w:rsid w:val="00C14ADC"/>
    <w:rsid w:val="00C14B12"/>
    <w:rsid w:val="00C15059"/>
    <w:rsid w:val="00C16156"/>
    <w:rsid w:val="00C16684"/>
    <w:rsid w:val="00C169CA"/>
    <w:rsid w:val="00C16BC0"/>
    <w:rsid w:val="00C16C92"/>
    <w:rsid w:val="00C16F11"/>
    <w:rsid w:val="00C174E7"/>
    <w:rsid w:val="00C175EE"/>
    <w:rsid w:val="00C179F0"/>
    <w:rsid w:val="00C20C7D"/>
    <w:rsid w:val="00C212F5"/>
    <w:rsid w:val="00C21B54"/>
    <w:rsid w:val="00C2263C"/>
    <w:rsid w:val="00C22685"/>
    <w:rsid w:val="00C22C85"/>
    <w:rsid w:val="00C23796"/>
    <w:rsid w:val="00C23BA1"/>
    <w:rsid w:val="00C23E10"/>
    <w:rsid w:val="00C242B4"/>
    <w:rsid w:val="00C2493B"/>
    <w:rsid w:val="00C254F3"/>
    <w:rsid w:val="00C264E1"/>
    <w:rsid w:val="00C26DEE"/>
    <w:rsid w:val="00C27549"/>
    <w:rsid w:val="00C30509"/>
    <w:rsid w:val="00C30CB6"/>
    <w:rsid w:val="00C30F68"/>
    <w:rsid w:val="00C31760"/>
    <w:rsid w:val="00C32400"/>
    <w:rsid w:val="00C331DD"/>
    <w:rsid w:val="00C34B59"/>
    <w:rsid w:val="00C34E2E"/>
    <w:rsid w:val="00C34F59"/>
    <w:rsid w:val="00C350F3"/>
    <w:rsid w:val="00C35289"/>
    <w:rsid w:val="00C35A54"/>
    <w:rsid w:val="00C35A79"/>
    <w:rsid w:val="00C35EAB"/>
    <w:rsid w:val="00C35F8A"/>
    <w:rsid w:val="00C361F4"/>
    <w:rsid w:val="00C370F5"/>
    <w:rsid w:val="00C37B8C"/>
    <w:rsid w:val="00C40C09"/>
    <w:rsid w:val="00C40E0A"/>
    <w:rsid w:val="00C41307"/>
    <w:rsid w:val="00C42D94"/>
    <w:rsid w:val="00C443F2"/>
    <w:rsid w:val="00C44964"/>
    <w:rsid w:val="00C44F93"/>
    <w:rsid w:val="00C45845"/>
    <w:rsid w:val="00C458A9"/>
    <w:rsid w:val="00C465B4"/>
    <w:rsid w:val="00C46BA5"/>
    <w:rsid w:val="00C475B6"/>
    <w:rsid w:val="00C47927"/>
    <w:rsid w:val="00C51BAA"/>
    <w:rsid w:val="00C5249F"/>
    <w:rsid w:val="00C5269B"/>
    <w:rsid w:val="00C527A7"/>
    <w:rsid w:val="00C53A11"/>
    <w:rsid w:val="00C541B0"/>
    <w:rsid w:val="00C549AE"/>
    <w:rsid w:val="00C5526B"/>
    <w:rsid w:val="00C5612B"/>
    <w:rsid w:val="00C562F0"/>
    <w:rsid w:val="00C572EB"/>
    <w:rsid w:val="00C57600"/>
    <w:rsid w:val="00C60301"/>
    <w:rsid w:val="00C60E10"/>
    <w:rsid w:val="00C60FFB"/>
    <w:rsid w:val="00C613CB"/>
    <w:rsid w:val="00C61656"/>
    <w:rsid w:val="00C6196D"/>
    <w:rsid w:val="00C621ED"/>
    <w:rsid w:val="00C6274A"/>
    <w:rsid w:val="00C62AE1"/>
    <w:rsid w:val="00C636E0"/>
    <w:rsid w:val="00C63C61"/>
    <w:rsid w:val="00C6473E"/>
    <w:rsid w:val="00C64B6D"/>
    <w:rsid w:val="00C64DFE"/>
    <w:rsid w:val="00C651F5"/>
    <w:rsid w:val="00C66878"/>
    <w:rsid w:val="00C67C46"/>
    <w:rsid w:val="00C705AE"/>
    <w:rsid w:val="00C70A18"/>
    <w:rsid w:val="00C71C4F"/>
    <w:rsid w:val="00C7211E"/>
    <w:rsid w:val="00C722C7"/>
    <w:rsid w:val="00C72770"/>
    <w:rsid w:val="00C7386F"/>
    <w:rsid w:val="00C741E3"/>
    <w:rsid w:val="00C74CB3"/>
    <w:rsid w:val="00C75048"/>
    <w:rsid w:val="00C751E5"/>
    <w:rsid w:val="00C75617"/>
    <w:rsid w:val="00C75C68"/>
    <w:rsid w:val="00C75C88"/>
    <w:rsid w:val="00C7678E"/>
    <w:rsid w:val="00C77463"/>
    <w:rsid w:val="00C774E6"/>
    <w:rsid w:val="00C77657"/>
    <w:rsid w:val="00C82B07"/>
    <w:rsid w:val="00C835CC"/>
    <w:rsid w:val="00C849D3"/>
    <w:rsid w:val="00C85021"/>
    <w:rsid w:val="00C85152"/>
    <w:rsid w:val="00C866EB"/>
    <w:rsid w:val="00C86B7E"/>
    <w:rsid w:val="00C872F1"/>
    <w:rsid w:val="00C87473"/>
    <w:rsid w:val="00C874AA"/>
    <w:rsid w:val="00C877B5"/>
    <w:rsid w:val="00C87C47"/>
    <w:rsid w:val="00C90B25"/>
    <w:rsid w:val="00C90D05"/>
    <w:rsid w:val="00C90F1D"/>
    <w:rsid w:val="00C90F3A"/>
    <w:rsid w:val="00C90F47"/>
    <w:rsid w:val="00C91C2C"/>
    <w:rsid w:val="00C91F14"/>
    <w:rsid w:val="00C92403"/>
    <w:rsid w:val="00C92D8B"/>
    <w:rsid w:val="00C92E93"/>
    <w:rsid w:val="00C94575"/>
    <w:rsid w:val="00C94AE5"/>
    <w:rsid w:val="00C961A8"/>
    <w:rsid w:val="00C966A8"/>
    <w:rsid w:val="00C9737A"/>
    <w:rsid w:val="00C975AD"/>
    <w:rsid w:val="00CA0636"/>
    <w:rsid w:val="00CA285F"/>
    <w:rsid w:val="00CA38D7"/>
    <w:rsid w:val="00CA3AAC"/>
    <w:rsid w:val="00CA5D03"/>
    <w:rsid w:val="00CA6899"/>
    <w:rsid w:val="00CA707D"/>
    <w:rsid w:val="00CA791B"/>
    <w:rsid w:val="00CA7E47"/>
    <w:rsid w:val="00CB044F"/>
    <w:rsid w:val="00CB0E4E"/>
    <w:rsid w:val="00CB1130"/>
    <w:rsid w:val="00CB189C"/>
    <w:rsid w:val="00CB1B0D"/>
    <w:rsid w:val="00CB1DB4"/>
    <w:rsid w:val="00CB1EFD"/>
    <w:rsid w:val="00CB1F83"/>
    <w:rsid w:val="00CB2342"/>
    <w:rsid w:val="00CB23D2"/>
    <w:rsid w:val="00CB3834"/>
    <w:rsid w:val="00CB3E5C"/>
    <w:rsid w:val="00CB3EAC"/>
    <w:rsid w:val="00CB42D4"/>
    <w:rsid w:val="00CB4681"/>
    <w:rsid w:val="00CB4878"/>
    <w:rsid w:val="00CB5FB5"/>
    <w:rsid w:val="00CC013B"/>
    <w:rsid w:val="00CC0CD4"/>
    <w:rsid w:val="00CC0FBA"/>
    <w:rsid w:val="00CC11E0"/>
    <w:rsid w:val="00CC216F"/>
    <w:rsid w:val="00CC2446"/>
    <w:rsid w:val="00CC25DD"/>
    <w:rsid w:val="00CC3897"/>
    <w:rsid w:val="00CC42E7"/>
    <w:rsid w:val="00CC5CF0"/>
    <w:rsid w:val="00CC62FA"/>
    <w:rsid w:val="00CC718A"/>
    <w:rsid w:val="00CC7424"/>
    <w:rsid w:val="00CC7E63"/>
    <w:rsid w:val="00CD00B5"/>
    <w:rsid w:val="00CD0292"/>
    <w:rsid w:val="00CD13BD"/>
    <w:rsid w:val="00CD1745"/>
    <w:rsid w:val="00CD25A5"/>
    <w:rsid w:val="00CD285A"/>
    <w:rsid w:val="00CD4465"/>
    <w:rsid w:val="00CD46EC"/>
    <w:rsid w:val="00CD4787"/>
    <w:rsid w:val="00CD4F36"/>
    <w:rsid w:val="00CD5ABE"/>
    <w:rsid w:val="00CD5FC3"/>
    <w:rsid w:val="00CD60BB"/>
    <w:rsid w:val="00CD60EB"/>
    <w:rsid w:val="00CD6A72"/>
    <w:rsid w:val="00CD6C84"/>
    <w:rsid w:val="00CD7222"/>
    <w:rsid w:val="00CD72F6"/>
    <w:rsid w:val="00CD7915"/>
    <w:rsid w:val="00CD7D3D"/>
    <w:rsid w:val="00CE0116"/>
    <w:rsid w:val="00CE0FCE"/>
    <w:rsid w:val="00CE10C9"/>
    <w:rsid w:val="00CE19F0"/>
    <w:rsid w:val="00CE1A2B"/>
    <w:rsid w:val="00CE1CC3"/>
    <w:rsid w:val="00CE22D8"/>
    <w:rsid w:val="00CE28D0"/>
    <w:rsid w:val="00CE2BE3"/>
    <w:rsid w:val="00CE2BF2"/>
    <w:rsid w:val="00CE31D8"/>
    <w:rsid w:val="00CE35DE"/>
    <w:rsid w:val="00CE4207"/>
    <w:rsid w:val="00CE6096"/>
    <w:rsid w:val="00CE693B"/>
    <w:rsid w:val="00CE69E3"/>
    <w:rsid w:val="00CE6BEC"/>
    <w:rsid w:val="00CE6FA2"/>
    <w:rsid w:val="00CE7FAD"/>
    <w:rsid w:val="00CF022B"/>
    <w:rsid w:val="00CF063C"/>
    <w:rsid w:val="00CF1E5E"/>
    <w:rsid w:val="00CF235D"/>
    <w:rsid w:val="00CF28C4"/>
    <w:rsid w:val="00CF2ED0"/>
    <w:rsid w:val="00CF2F8E"/>
    <w:rsid w:val="00CF3A40"/>
    <w:rsid w:val="00CF494E"/>
    <w:rsid w:val="00CF4BF2"/>
    <w:rsid w:val="00CF5385"/>
    <w:rsid w:val="00CF59C8"/>
    <w:rsid w:val="00D00377"/>
    <w:rsid w:val="00D00531"/>
    <w:rsid w:val="00D01220"/>
    <w:rsid w:val="00D03920"/>
    <w:rsid w:val="00D03EF7"/>
    <w:rsid w:val="00D0491C"/>
    <w:rsid w:val="00D04D4D"/>
    <w:rsid w:val="00D04F9D"/>
    <w:rsid w:val="00D04FA2"/>
    <w:rsid w:val="00D04FF0"/>
    <w:rsid w:val="00D0518D"/>
    <w:rsid w:val="00D05CA2"/>
    <w:rsid w:val="00D060DB"/>
    <w:rsid w:val="00D06515"/>
    <w:rsid w:val="00D06E34"/>
    <w:rsid w:val="00D06F9C"/>
    <w:rsid w:val="00D10177"/>
    <w:rsid w:val="00D10BF1"/>
    <w:rsid w:val="00D10DA7"/>
    <w:rsid w:val="00D10F10"/>
    <w:rsid w:val="00D11138"/>
    <w:rsid w:val="00D11355"/>
    <w:rsid w:val="00D11477"/>
    <w:rsid w:val="00D120E1"/>
    <w:rsid w:val="00D12285"/>
    <w:rsid w:val="00D1330D"/>
    <w:rsid w:val="00D133CB"/>
    <w:rsid w:val="00D13550"/>
    <w:rsid w:val="00D139F6"/>
    <w:rsid w:val="00D147B7"/>
    <w:rsid w:val="00D1480A"/>
    <w:rsid w:val="00D14845"/>
    <w:rsid w:val="00D14E3F"/>
    <w:rsid w:val="00D16A82"/>
    <w:rsid w:val="00D16BE4"/>
    <w:rsid w:val="00D17B49"/>
    <w:rsid w:val="00D17C90"/>
    <w:rsid w:val="00D20629"/>
    <w:rsid w:val="00D210AB"/>
    <w:rsid w:val="00D217CD"/>
    <w:rsid w:val="00D22910"/>
    <w:rsid w:val="00D2328A"/>
    <w:rsid w:val="00D23A1D"/>
    <w:rsid w:val="00D24344"/>
    <w:rsid w:val="00D254D7"/>
    <w:rsid w:val="00D25B94"/>
    <w:rsid w:val="00D27113"/>
    <w:rsid w:val="00D27259"/>
    <w:rsid w:val="00D27A7D"/>
    <w:rsid w:val="00D27CF3"/>
    <w:rsid w:val="00D303E2"/>
    <w:rsid w:val="00D31A2A"/>
    <w:rsid w:val="00D31D04"/>
    <w:rsid w:val="00D33835"/>
    <w:rsid w:val="00D33C4C"/>
    <w:rsid w:val="00D34E03"/>
    <w:rsid w:val="00D3573C"/>
    <w:rsid w:val="00D35CF1"/>
    <w:rsid w:val="00D35E47"/>
    <w:rsid w:val="00D35F8A"/>
    <w:rsid w:val="00D3672F"/>
    <w:rsid w:val="00D3686A"/>
    <w:rsid w:val="00D37161"/>
    <w:rsid w:val="00D376F5"/>
    <w:rsid w:val="00D37CFD"/>
    <w:rsid w:val="00D404BC"/>
    <w:rsid w:val="00D408EA"/>
    <w:rsid w:val="00D41BDD"/>
    <w:rsid w:val="00D41E33"/>
    <w:rsid w:val="00D423A5"/>
    <w:rsid w:val="00D43919"/>
    <w:rsid w:val="00D4396E"/>
    <w:rsid w:val="00D4412F"/>
    <w:rsid w:val="00D45729"/>
    <w:rsid w:val="00D45991"/>
    <w:rsid w:val="00D46B95"/>
    <w:rsid w:val="00D47409"/>
    <w:rsid w:val="00D474C2"/>
    <w:rsid w:val="00D478E4"/>
    <w:rsid w:val="00D47973"/>
    <w:rsid w:val="00D47BE8"/>
    <w:rsid w:val="00D47DA0"/>
    <w:rsid w:val="00D50132"/>
    <w:rsid w:val="00D50220"/>
    <w:rsid w:val="00D503D9"/>
    <w:rsid w:val="00D50430"/>
    <w:rsid w:val="00D50D58"/>
    <w:rsid w:val="00D50E18"/>
    <w:rsid w:val="00D538FA"/>
    <w:rsid w:val="00D53B7C"/>
    <w:rsid w:val="00D53F3A"/>
    <w:rsid w:val="00D5524E"/>
    <w:rsid w:val="00D569B9"/>
    <w:rsid w:val="00D56B10"/>
    <w:rsid w:val="00D56EF4"/>
    <w:rsid w:val="00D579E2"/>
    <w:rsid w:val="00D60549"/>
    <w:rsid w:val="00D60592"/>
    <w:rsid w:val="00D6082E"/>
    <w:rsid w:val="00D6186A"/>
    <w:rsid w:val="00D6198E"/>
    <w:rsid w:val="00D61ADE"/>
    <w:rsid w:val="00D61B20"/>
    <w:rsid w:val="00D62351"/>
    <w:rsid w:val="00D62535"/>
    <w:rsid w:val="00D627D9"/>
    <w:rsid w:val="00D62AB3"/>
    <w:rsid w:val="00D62ACC"/>
    <w:rsid w:val="00D62C4E"/>
    <w:rsid w:val="00D631D0"/>
    <w:rsid w:val="00D6348C"/>
    <w:rsid w:val="00D63B12"/>
    <w:rsid w:val="00D648C2"/>
    <w:rsid w:val="00D64CD8"/>
    <w:rsid w:val="00D64E40"/>
    <w:rsid w:val="00D65526"/>
    <w:rsid w:val="00D65F7C"/>
    <w:rsid w:val="00D6616E"/>
    <w:rsid w:val="00D668C5"/>
    <w:rsid w:val="00D66946"/>
    <w:rsid w:val="00D66D09"/>
    <w:rsid w:val="00D67172"/>
    <w:rsid w:val="00D67AEC"/>
    <w:rsid w:val="00D70B93"/>
    <w:rsid w:val="00D70E1F"/>
    <w:rsid w:val="00D71451"/>
    <w:rsid w:val="00D73F9A"/>
    <w:rsid w:val="00D749BA"/>
    <w:rsid w:val="00D74BFD"/>
    <w:rsid w:val="00D74D7A"/>
    <w:rsid w:val="00D74FF9"/>
    <w:rsid w:val="00D75763"/>
    <w:rsid w:val="00D76327"/>
    <w:rsid w:val="00D76E11"/>
    <w:rsid w:val="00D771AE"/>
    <w:rsid w:val="00D7769B"/>
    <w:rsid w:val="00D77963"/>
    <w:rsid w:val="00D8086D"/>
    <w:rsid w:val="00D81935"/>
    <w:rsid w:val="00D81B2A"/>
    <w:rsid w:val="00D81D4C"/>
    <w:rsid w:val="00D82100"/>
    <w:rsid w:val="00D822B3"/>
    <w:rsid w:val="00D82F64"/>
    <w:rsid w:val="00D834E5"/>
    <w:rsid w:val="00D83752"/>
    <w:rsid w:val="00D84B18"/>
    <w:rsid w:val="00D85201"/>
    <w:rsid w:val="00D85653"/>
    <w:rsid w:val="00D85879"/>
    <w:rsid w:val="00D85EA8"/>
    <w:rsid w:val="00D85EB9"/>
    <w:rsid w:val="00D86125"/>
    <w:rsid w:val="00D86B2D"/>
    <w:rsid w:val="00D86C41"/>
    <w:rsid w:val="00D86D06"/>
    <w:rsid w:val="00D87C2E"/>
    <w:rsid w:val="00D90EBD"/>
    <w:rsid w:val="00D91137"/>
    <w:rsid w:val="00D93A89"/>
    <w:rsid w:val="00D96256"/>
    <w:rsid w:val="00D97B87"/>
    <w:rsid w:val="00DA049B"/>
    <w:rsid w:val="00DA0EC6"/>
    <w:rsid w:val="00DA16DC"/>
    <w:rsid w:val="00DA296D"/>
    <w:rsid w:val="00DA2D75"/>
    <w:rsid w:val="00DA358B"/>
    <w:rsid w:val="00DA3709"/>
    <w:rsid w:val="00DA3F10"/>
    <w:rsid w:val="00DA4011"/>
    <w:rsid w:val="00DA447F"/>
    <w:rsid w:val="00DA47C5"/>
    <w:rsid w:val="00DA4816"/>
    <w:rsid w:val="00DA4936"/>
    <w:rsid w:val="00DA5018"/>
    <w:rsid w:val="00DA620A"/>
    <w:rsid w:val="00DA696A"/>
    <w:rsid w:val="00DA7636"/>
    <w:rsid w:val="00DB03AA"/>
    <w:rsid w:val="00DB09C2"/>
    <w:rsid w:val="00DB0AC8"/>
    <w:rsid w:val="00DB1623"/>
    <w:rsid w:val="00DB1BD2"/>
    <w:rsid w:val="00DB3064"/>
    <w:rsid w:val="00DB35B1"/>
    <w:rsid w:val="00DB3639"/>
    <w:rsid w:val="00DB3D73"/>
    <w:rsid w:val="00DB640A"/>
    <w:rsid w:val="00DB6CD1"/>
    <w:rsid w:val="00DB787A"/>
    <w:rsid w:val="00DB7E92"/>
    <w:rsid w:val="00DB7FA1"/>
    <w:rsid w:val="00DC039A"/>
    <w:rsid w:val="00DC040E"/>
    <w:rsid w:val="00DC0644"/>
    <w:rsid w:val="00DC0E09"/>
    <w:rsid w:val="00DC1705"/>
    <w:rsid w:val="00DC20C9"/>
    <w:rsid w:val="00DC2CE2"/>
    <w:rsid w:val="00DC2D47"/>
    <w:rsid w:val="00DC2F79"/>
    <w:rsid w:val="00DC4ED2"/>
    <w:rsid w:val="00DC55B2"/>
    <w:rsid w:val="00DC5A45"/>
    <w:rsid w:val="00DC6337"/>
    <w:rsid w:val="00DC6824"/>
    <w:rsid w:val="00DC6CEF"/>
    <w:rsid w:val="00DC717A"/>
    <w:rsid w:val="00DD007B"/>
    <w:rsid w:val="00DD274E"/>
    <w:rsid w:val="00DD4F13"/>
    <w:rsid w:val="00DD5319"/>
    <w:rsid w:val="00DD5736"/>
    <w:rsid w:val="00DD5A23"/>
    <w:rsid w:val="00DD6687"/>
    <w:rsid w:val="00DD6D34"/>
    <w:rsid w:val="00DD7149"/>
    <w:rsid w:val="00DD795F"/>
    <w:rsid w:val="00DE0804"/>
    <w:rsid w:val="00DE0CD0"/>
    <w:rsid w:val="00DE1193"/>
    <w:rsid w:val="00DE1E04"/>
    <w:rsid w:val="00DE24E8"/>
    <w:rsid w:val="00DE28E8"/>
    <w:rsid w:val="00DE2FF2"/>
    <w:rsid w:val="00DE343D"/>
    <w:rsid w:val="00DE4046"/>
    <w:rsid w:val="00DE40E3"/>
    <w:rsid w:val="00DE4EE7"/>
    <w:rsid w:val="00DE503A"/>
    <w:rsid w:val="00DE6352"/>
    <w:rsid w:val="00DE6394"/>
    <w:rsid w:val="00DE63D0"/>
    <w:rsid w:val="00DE68C8"/>
    <w:rsid w:val="00DE6ABE"/>
    <w:rsid w:val="00DE7237"/>
    <w:rsid w:val="00DE763B"/>
    <w:rsid w:val="00DE7F15"/>
    <w:rsid w:val="00DF052D"/>
    <w:rsid w:val="00DF0957"/>
    <w:rsid w:val="00DF1864"/>
    <w:rsid w:val="00DF277D"/>
    <w:rsid w:val="00DF2823"/>
    <w:rsid w:val="00DF39E0"/>
    <w:rsid w:val="00DF3C33"/>
    <w:rsid w:val="00DF429A"/>
    <w:rsid w:val="00DF490E"/>
    <w:rsid w:val="00DF49D2"/>
    <w:rsid w:val="00DF4A5F"/>
    <w:rsid w:val="00DF51D4"/>
    <w:rsid w:val="00DF625C"/>
    <w:rsid w:val="00DF65F5"/>
    <w:rsid w:val="00DF73D7"/>
    <w:rsid w:val="00DF7E41"/>
    <w:rsid w:val="00E003A5"/>
    <w:rsid w:val="00E00723"/>
    <w:rsid w:val="00E00EA9"/>
    <w:rsid w:val="00E01788"/>
    <w:rsid w:val="00E02810"/>
    <w:rsid w:val="00E0313F"/>
    <w:rsid w:val="00E049DC"/>
    <w:rsid w:val="00E0507D"/>
    <w:rsid w:val="00E052BE"/>
    <w:rsid w:val="00E05512"/>
    <w:rsid w:val="00E0668D"/>
    <w:rsid w:val="00E077E4"/>
    <w:rsid w:val="00E07D54"/>
    <w:rsid w:val="00E07E10"/>
    <w:rsid w:val="00E10FF3"/>
    <w:rsid w:val="00E112DF"/>
    <w:rsid w:val="00E113E7"/>
    <w:rsid w:val="00E1341A"/>
    <w:rsid w:val="00E13D6E"/>
    <w:rsid w:val="00E13DDE"/>
    <w:rsid w:val="00E13EE5"/>
    <w:rsid w:val="00E14CC2"/>
    <w:rsid w:val="00E150E3"/>
    <w:rsid w:val="00E16826"/>
    <w:rsid w:val="00E169BC"/>
    <w:rsid w:val="00E17E47"/>
    <w:rsid w:val="00E20411"/>
    <w:rsid w:val="00E20DBB"/>
    <w:rsid w:val="00E2180E"/>
    <w:rsid w:val="00E21EDB"/>
    <w:rsid w:val="00E226B1"/>
    <w:rsid w:val="00E22BC1"/>
    <w:rsid w:val="00E23FEE"/>
    <w:rsid w:val="00E24296"/>
    <w:rsid w:val="00E2488C"/>
    <w:rsid w:val="00E24CEB"/>
    <w:rsid w:val="00E25621"/>
    <w:rsid w:val="00E25D49"/>
    <w:rsid w:val="00E2652B"/>
    <w:rsid w:val="00E27210"/>
    <w:rsid w:val="00E273A4"/>
    <w:rsid w:val="00E30551"/>
    <w:rsid w:val="00E308AE"/>
    <w:rsid w:val="00E3118B"/>
    <w:rsid w:val="00E311F4"/>
    <w:rsid w:val="00E3133C"/>
    <w:rsid w:val="00E31DCF"/>
    <w:rsid w:val="00E32585"/>
    <w:rsid w:val="00E329FD"/>
    <w:rsid w:val="00E32FFC"/>
    <w:rsid w:val="00E3314F"/>
    <w:rsid w:val="00E332EF"/>
    <w:rsid w:val="00E333D6"/>
    <w:rsid w:val="00E334B6"/>
    <w:rsid w:val="00E33C65"/>
    <w:rsid w:val="00E33E84"/>
    <w:rsid w:val="00E34779"/>
    <w:rsid w:val="00E34EBD"/>
    <w:rsid w:val="00E350AD"/>
    <w:rsid w:val="00E35912"/>
    <w:rsid w:val="00E363D0"/>
    <w:rsid w:val="00E408A0"/>
    <w:rsid w:val="00E41B0C"/>
    <w:rsid w:val="00E425A3"/>
    <w:rsid w:val="00E42DC6"/>
    <w:rsid w:val="00E42EE3"/>
    <w:rsid w:val="00E4336D"/>
    <w:rsid w:val="00E43F83"/>
    <w:rsid w:val="00E448E0"/>
    <w:rsid w:val="00E44958"/>
    <w:rsid w:val="00E44A72"/>
    <w:rsid w:val="00E45AC2"/>
    <w:rsid w:val="00E46196"/>
    <w:rsid w:val="00E46232"/>
    <w:rsid w:val="00E46DE3"/>
    <w:rsid w:val="00E46E5D"/>
    <w:rsid w:val="00E470CE"/>
    <w:rsid w:val="00E477B2"/>
    <w:rsid w:val="00E47EB3"/>
    <w:rsid w:val="00E504BE"/>
    <w:rsid w:val="00E51B58"/>
    <w:rsid w:val="00E52244"/>
    <w:rsid w:val="00E528E4"/>
    <w:rsid w:val="00E52F0C"/>
    <w:rsid w:val="00E52FE7"/>
    <w:rsid w:val="00E539BB"/>
    <w:rsid w:val="00E53F81"/>
    <w:rsid w:val="00E54AC2"/>
    <w:rsid w:val="00E54CAF"/>
    <w:rsid w:val="00E55318"/>
    <w:rsid w:val="00E56113"/>
    <w:rsid w:val="00E5619B"/>
    <w:rsid w:val="00E561E1"/>
    <w:rsid w:val="00E56C9A"/>
    <w:rsid w:val="00E5771A"/>
    <w:rsid w:val="00E619F5"/>
    <w:rsid w:val="00E61A30"/>
    <w:rsid w:val="00E61FE8"/>
    <w:rsid w:val="00E6231A"/>
    <w:rsid w:val="00E62658"/>
    <w:rsid w:val="00E62A7A"/>
    <w:rsid w:val="00E63180"/>
    <w:rsid w:val="00E638C4"/>
    <w:rsid w:val="00E664E8"/>
    <w:rsid w:val="00E6690E"/>
    <w:rsid w:val="00E66DF8"/>
    <w:rsid w:val="00E67989"/>
    <w:rsid w:val="00E67DFE"/>
    <w:rsid w:val="00E71ECB"/>
    <w:rsid w:val="00E72E66"/>
    <w:rsid w:val="00E730A7"/>
    <w:rsid w:val="00E73F66"/>
    <w:rsid w:val="00E74C46"/>
    <w:rsid w:val="00E753D3"/>
    <w:rsid w:val="00E76601"/>
    <w:rsid w:val="00E76907"/>
    <w:rsid w:val="00E808CD"/>
    <w:rsid w:val="00E80A18"/>
    <w:rsid w:val="00E80AB2"/>
    <w:rsid w:val="00E80B9C"/>
    <w:rsid w:val="00E80BED"/>
    <w:rsid w:val="00E81EAD"/>
    <w:rsid w:val="00E83956"/>
    <w:rsid w:val="00E8409A"/>
    <w:rsid w:val="00E84581"/>
    <w:rsid w:val="00E84C42"/>
    <w:rsid w:val="00E85BB7"/>
    <w:rsid w:val="00E86CB3"/>
    <w:rsid w:val="00E86DA6"/>
    <w:rsid w:val="00E87147"/>
    <w:rsid w:val="00E87243"/>
    <w:rsid w:val="00E87711"/>
    <w:rsid w:val="00E87C1A"/>
    <w:rsid w:val="00E90658"/>
    <w:rsid w:val="00E90C03"/>
    <w:rsid w:val="00E90F01"/>
    <w:rsid w:val="00E91515"/>
    <w:rsid w:val="00E916DF"/>
    <w:rsid w:val="00E91749"/>
    <w:rsid w:val="00E91F80"/>
    <w:rsid w:val="00E92064"/>
    <w:rsid w:val="00E9247C"/>
    <w:rsid w:val="00E92A66"/>
    <w:rsid w:val="00E92A96"/>
    <w:rsid w:val="00E9631E"/>
    <w:rsid w:val="00E96B04"/>
    <w:rsid w:val="00EA0621"/>
    <w:rsid w:val="00EA0FCA"/>
    <w:rsid w:val="00EA1924"/>
    <w:rsid w:val="00EA1D2F"/>
    <w:rsid w:val="00EA298E"/>
    <w:rsid w:val="00EA368B"/>
    <w:rsid w:val="00EA37FD"/>
    <w:rsid w:val="00EA3B81"/>
    <w:rsid w:val="00EA3D1A"/>
    <w:rsid w:val="00EA42D8"/>
    <w:rsid w:val="00EA5D8A"/>
    <w:rsid w:val="00EA6298"/>
    <w:rsid w:val="00EB01A0"/>
    <w:rsid w:val="00EB023D"/>
    <w:rsid w:val="00EB0319"/>
    <w:rsid w:val="00EB106A"/>
    <w:rsid w:val="00EB10A9"/>
    <w:rsid w:val="00EB17A2"/>
    <w:rsid w:val="00EB1AB0"/>
    <w:rsid w:val="00EB2D27"/>
    <w:rsid w:val="00EB3B68"/>
    <w:rsid w:val="00EB4441"/>
    <w:rsid w:val="00EB5018"/>
    <w:rsid w:val="00EB5966"/>
    <w:rsid w:val="00EB5DED"/>
    <w:rsid w:val="00EB600A"/>
    <w:rsid w:val="00EB7764"/>
    <w:rsid w:val="00EC1871"/>
    <w:rsid w:val="00EC2692"/>
    <w:rsid w:val="00EC3614"/>
    <w:rsid w:val="00EC3E9E"/>
    <w:rsid w:val="00EC4D14"/>
    <w:rsid w:val="00EC4DE4"/>
    <w:rsid w:val="00EC50C8"/>
    <w:rsid w:val="00EC5397"/>
    <w:rsid w:val="00EC5858"/>
    <w:rsid w:val="00EC585B"/>
    <w:rsid w:val="00EC58F0"/>
    <w:rsid w:val="00EC5AD3"/>
    <w:rsid w:val="00EC6903"/>
    <w:rsid w:val="00EC76BF"/>
    <w:rsid w:val="00EC7A5F"/>
    <w:rsid w:val="00ED017E"/>
    <w:rsid w:val="00ED0637"/>
    <w:rsid w:val="00ED0C6D"/>
    <w:rsid w:val="00ED1FF1"/>
    <w:rsid w:val="00ED222C"/>
    <w:rsid w:val="00ED2533"/>
    <w:rsid w:val="00ED2B41"/>
    <w:rsid w:val="00ED2D45"/>
    <w:rsid w:val="00ED33B6"/>
    <w:rsid w:val="00ED436F"/>
    <w:rsid w:val="00ED5E12"/>
    <w:rsid w:val="00ED5ECB"/>
    <w:rsid w:val="00ED6D92"/>
    <w:rsid w:val="00EE0AAB"/>
    <w:rsid w:val="00EE0E0F"/>
    <w:rsid w:val="00EE240D"/>
    <w:rsid w:val="00EE3509"/>
    <w:rsid w:val="00EE3582"/>
    <w:rsid w:val="00EE3B16"/>
    <w:rsid w:val="00EE3D6A"/>
    <w:rsid w:val="00EE49AC"/>
    <w:rsid w:val="00EE5A1D"/>
    <w:rsid w:val="00EE6A0A"/>
    <w:rsid w:val="00EE6AA8"/>
    <w:rsid w:val="00EE6D6C"/>
    <w:rsid w:val="00EE723E"/>
    <w:rsid w:val="00EE7E1D"/>
    <w:rsid w:val="00EF0AA5"/>
    <w:rsid w:val="00EF0D25"/>
    <w:rsid w:val="00EF1EF9"/>
    <w:rsid w:val="00EF20D5"/>
    <w:rsid w:val="00EF228D"/>
    <w:rsid w:val="00EF2A80"/>
    <w:rsid w:val="00EF366F"/>
    <w:rsid w:val="00EF3E64"/>
    <w:rsid w:val="00EF43DD"/>
    <w:rsid w:val="00EF63A5"/>
    <w:rsid w:val="00EF66F3"/>
    <w:rsid w:val="00EF6D40"/>
    <w:rsid w:val="00EF75BA"/>
    <w:rsid w:val="00EF75C9"/>
    <w:rsid w:val="00EF7725"/>
    <w:rsid w:val="00F00309"/>
    <w:rsid w:val="00F00563"/>
    <w:rsid w:val="00F00D08"/>
    <w:rsid w:val="00F02058"/>
    <w:rsid w:val="00F03666"/>
    <w:rsid w:val="00F03C58"/>
    <w:rsid w:val="00F058D3"/>
    <w:rsid w:val="00F06664"/>
    <w:rsid w:val="00F06935"/>
    <w:rsid w:val="00F07DC1"/>
    <w:rsid w:val="00F10016"/>
    <w:rsid w:val="00F10526"/>
    <w:rsid w:val="00F10C5E"/>
    <w:rsid w:val="00F10D9E"/>
    <w:rsid w:val="00F12C8D"/>
    <w:rsid w:val="00F12CC5"/>
    <w:rsid w:val="00F13EB6"/>
    <w:rsid w:val="00F14D2D"/>
    <w:rsid w:val="00F15DED"/>
    <w:rsid w:val="00F16044"/>
    <w:rsid w:val="00F16258"/>
    <w:rsid w:val="00F16B43"/>
    <w:rsid w:val="00F1718C"/>
    <w:rsid w:val="00F20075"/>
    <w:rsid w:val="00F21287"/>
    <w:rsid w:val="00F2191A"/>
    <w:rsid w:val="00F21959"/>
    <w:rsid w:val="00F21BF0"/>
    <w:rsid w:val="00F22A97"/>
    <w:rsid w:val="00F22F49"/>
    <w:rsid w:val="00F2313F"/>
    <w:rsid w:val="00F2382E"/>
    <w:rsid w:val="00F2417F"/>
    <w:rsid w:val="00F247DF"/>
    <w:rsid w:val="00F2693B"/>
    <w:rsid w:val="00F26BC4"/>
    <w:rsid w:val="00F27D38"/>
    <w:rsid w:val="00F3108A"/>
    <w:rsid w:val="00F3213B"/>
    <w:rsid w:val="00F3243A"/>
    <w:rsid w:val="00F334C4"/>
    <w:rsid w:val="00F336EA"/>
    <w:rsid w:val="00F33CE8"/>
    <w:rsid w:val="00F340A5"/>
    <w:rsid w:val="00F34215"/>
    <w:rsid w:val="00F34227"/>
    <w:rsid w:val="00F348B7"/>
    <w:rsid w:val="00F34DFD"/>
    <w:rsid w:val="00F35253"/>
    <w:rsid w:val="00F36656"/>
    <w:rsid w:val="00F36C00"/>
    <w:rsid w:val="00F37D40"/>
    <w:rsid w:val="00F37D5A"/>
    <w:rsid w:val="00F40041"/>
    <w:rsid w:val="00F404E0"/>
    <w:rsid w:val="00F40608"/>
    <w:rsid w:val="00F4085F"/>
    <w:rsid w:val="00F41344"/>
    <w:rsid w:val="00F414A1"/>
    <w:rsid w:val="00F419E5"/>
    <w:rsid w:val="00F4213B"/>
    <w:rsid w:val="00F4288E"/>
    <w:rsid w:val="00F42A33"/>
    <w:rsid w:val="00F42D77"/>
    <w:rsid w:val="00F43408"/>
    <w:rsid w:val="00F435B1"/>
    <w:rsid w:val="00F43871"/>
    <w:rsid w:val="00F43F0A"/>
    <w:rsid w:val="00F44DBD"/>
    <w:rsid w:val="00F45119"/>
    <w:rsid w:val="00F45938"/>
    <w:rsid w:val="00F45CB9"/>
    <w:rsid w:val="00F471DD"/>
    <w:rsid w:val="00F4767A"/>
    <w:rsid w:val="00F476DF"/>
    <w:rsid w:val="00F47B82"/>
    <w:rsid w:val="00F506C2"/>
    <w:rsid w:val="00F511E6"/>
    <w:rsid w:val="00F522D6"/>
    <w:rsid w:val="00F53D30"/>
    <w:rsid w:val="00F55EB8"/>
    <w:rsid w:val="00F5623C"/>
    <w:rsid w:val="00F568E2"/>
    <w:rsid w:val="00F56AE0"/>
    <w:rsid w:val="00F56FE0"/>
    <w:rsid w:val="00F57A41"/>
    <w:rsid w:val="00F57F08"/>
    <w:rsid w:val="00F60071"/>
    <w:rsid w:val="00F60F75"/>
    <w:rsid w:val="00F61987"/>
    <w:rsid w:val="00F64544"/>
    <w:rsid w:val="00F663D5"/>
    <w:rsid w:val="00F66720"/>
    <w:rsid w:val="00F669E5"/>
    <w:rsid w:val="00F66D22"/>
    <w:rsid w:val="00F67060"/>
    <w:rsid w:val="00F67FCD"/>
    <w:rsid w:val="00F701DA"/>
    <w:rsid w:val="00F706A1"/>
    <w:rsid w:val="00F70BF5"/>
    <w:rsid w:val="00F720CF"/>
    <w:rsid w:val="00F72B70"/>
    <w:rsid w:val="00F7316E"/>
    <w:rsid w:val="00F73A92"/>
    <w:rsid w:val="00F73D45"/>
    <w:rsid w:val="00F7415F"/>
    <w:rsid w:val="00F74BCA"/>
    <w:rsid w:val="00F753C5"/>
    <w:rsid w:val="00F7566E"/>
    <w:rsid w:val="00F76A3E"/>
    <w:rsid w:val="00F76F13"/>
    <w:rsid w:val="00F77543"/>
    <w:rsid w:val="00F7769D"/>
    <w:rsid w:val="00F805D5"/>
    <w:rsid w:val="00F815DF"/>
    <w:rsid w:val="00F81B8F"/>
    <w:rsid w:val="00F826D7"/>
    <w:rsid w:val="00F83574"/>
    <w:rsid w:val="00F83B0F"/>
    <w:rsid w:val="00F83FA5"/>
    <w:rsid w:val="00F84396"/>
    <w:rsid w:val="00F843AB"/>
    <w:rsid w:val="00F843FD"/>
    <w:rsid w:val="00F851F6"/>
    <w:rsid w:val="00F85905"/>
    <w:rsid w:val="00F86789"/>
    <w:rsid w:val="00F87551"/>
    <w:rsid w:val="00F90E31"/>
    <w:rsid w:val="00F90E53"/>
    <w:rsid w:val="00F9195D"/>
    <w:rsid w:val="00F931C4"/>
    <w:rsid w:val="00F93359"/>
    <w:rsid w:val="00F93682"/>
    <w:rsid w:val="00F94C9F"/>
    <w:rsid w:val="00F95904"/>
    <w:rsid w:val="00F965F0"/>
    <w:rsid w:val="00F979FC"/>
    <w:rsid w:val="00F97B4C"/>
    <w:rsid w:val="00F97C8D"/>
    <w:rsid w:val="00FA0225"/>
    <w:rsid w:val="00FA1B47"/>
    <w:rsid w:val="00FA287D"/>
    <w:rsid w:val="00FA33C7"/>
    <w:rsid w:val="00FA388C"/>
    <w:rsid w:val="00FA39EE"/>
    <w:rsid w:val="00FA433C"/>
    <w:rsid w:val="00FA44BE"/>
    <w:rsid w:val="00FA4C98"/>
    <w:rsid w:val="00FA4EE0"/>
    <w:rsid w:val="00FA59FF"/>
    <w:rsid w:val="00FA629B"/>
    <w:rsid w:val="00FA62F9"/>
    <w:rsid w:val="00FA6436"/>
    <w:rsid w:val="00FA7ACA"/>
    <w:rsid w:val="00FB041C"/>
    <w:rsid w:val="00FB04AE"/>
    <w:rsid w:val="00FB05E1"/>
    <w:rsid w:val="00FB0990"/>
    <w:rsid w:val="00FB09AC"/>
    <w:rsid w:val="00FB11B2"/>
    <w:rsid w:val="00FB1C83"/>
    <w:rsid w:val="00FB1DE8"/>
    <w:rsid w:val="00FB2281"/>
    <w:rsid w:val="00FB22F0"/>
    <w:rsid w:val="00FB23B8"/>
    <w:rsid w:val="00FB2ABC"/>
    <w:rsid w:val="00FB323A"/>
    <w:rsid w:val="00FB32A0"/>
    <w:rsid w:val="00FB3EE5"/>
    <w:rsid w:val="00FB445D"/>
    <w:rsid w:val="00FB5224"/>
    <w:rsid w:val="00FB544D"/>
    <w:rsid w:val="00FC046C"/>
    <w:rsid w:val="00FC10C8"/>
    <w:rsid w:val="00FC199A"/>
    <w:rsid w:val="00FC1D1A"/>
    <w:rsid w:val="00FC2145"/>
    <w:rsid w:val="00FC26BB"/>
    <w:rsid w:val="00FC36CD"/>
    <w:rsid w:val="00FC3A0D"/>
    <w:rsid w:val="00FC4B0F"/>
    <w:rsid w:val="00FC4F95"/>
    <w:rsid w:val="00FC5FEE"/>
    <w:rsid w:val="00FC68E5"/>
    <w:rsid w:val="00FC7092"/>
    <w:rsid w:val="00FC7426"/>
    <w:rsid w:val="00FC7B57"/>
    <w:rsid w:val="00FD1860"/>
    <w:rsid w:val="00FD1882"/>
    <w:rsid w:val="00FD1E53"/>
    <w:rsid w:val="00FD32A3"/>
    <w:rsid w:val="00FD3327"/>
    <w:rsid w:val="00FD3834"/>
    <w:rsid w:val="00FD3F27"/>
    <w:rsid w:val="00FD416A"/>
    <w:rsid w:val="00FD41E1"/>
    <w:rsid w:val="00FD45E3"/>
    <w:rsid w:val="00FD4BB0"/>
    <w:rsid w:val="00FD6A89"/>
    <w:rsid w:val="00FD6AE8"/>
    <w:rsid w:val="00FD7043"/>
    <w:rsid w:val="00FD7A08"/>
    <w:rsid w:val="00FE0537"/>
    <w:rsid w:val="00FE1B44"/>
    <w:rsid w:val="00FE1B49"/>
    <w:rsid w:val="00FE1B99"/>
    <w:rsid w:val="00FE2AB6"/>
    <w:rsid w:val="00FE370C"/>
    <w:rsid w:val="00FE4132"/>
    <w:rsid w:val="00FE471F"/>
    <w:rsid w:val="00FE64FD"/>
    <w:rsid w:val="00FE6EAB"/>
    <w:rsid w:val="00FE6F05"/>
    <w:rsid w:val="00FE7646"/>
    <w:rsid w:val="00FF05CA"/>
    <w:rsid w:val="00FF0DE8"/>
    <w:rsid w:val="00FF1282"/>
    <w:rsid w:val="00FF1F13"/>
    <w:rsid w:val="00FF2AA4"/>
    <w:rsid w:val="00FF2DD6"/>
    <w:rsid w:val="00FF2E31"/>
    <w:rsid w:val="00FF2E81"/>
    <w:rsid w:val="00FF34EF"/>
    <w:rsid w:val="00FF3574"/>
    <w:rsid w:val="00FF3E9F"/>
    <w:rsid w:val="00FF40BE"/>
    <w:rsid w:val="00FF4632"/>
    <w:rsid w:val="00FF5544"/>
    <w:rsid w:val="00FF55B7"/>
    <w:rsid w:val="00FF57B8"/>
    <w:rsid w:val="00FF6212"/>
    <w:rsid w:val="00FF62C7"/>
    <w:rsid w:val="00FF6726"/>
    <w:rsid w:val="00FF692F"/>
    <w:rsid w:val="00FF7061"/>
    <w:rsid w:val="00FF7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3841315A"/>
  <w15:docId w15:val="{596313B2-566E-4762-96FB-401B8A3A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liases w:val="Текст закона"/>
    <w:qFormat/>
    <w:rsid w:val="00DC6824"/>
    <w:pPr>
      <w:ind w:firstLine="567"/>
      <w:jc w:val="both"/>
    </w:pPr>
    <w:rPr>
      <w:sz w:val="28"/>
      <w:szCs w:val="24"/>
    </w:rPr>
  </w:style>
  <w:style w:type="paragraph" w:styleId="1">
    <w:name w:val="heading 1"/>
    <w:aliases w:val="Название закона"/>
    <w:basedOn w:val="a0"/>
    <w:next w:val="a0"/>
    <w:link w:val="10"/>
    <w:qFormat/>
    <w:rsid w:val="008B2E18"/>
    <w:pPr>
      <w:keepNext/>
      <w:autoSpaceDE w:val="0"/>
      <w:autoSpaceDN w:val="0"/>
      <w:ind w:firstLine="0"/>
      <w:jc w:val="center"/>
      <w:outlineLvl w:val="0"/>
    </w:pPr>
    <w:rPr>
      <w:b/>
      <w:bCs/>
      <w:iCs/>
      <w:szCs w:val="28"/>
    </w:rPr>
  </w:style>
  <w:style w:type="paragraph" w:styleId="2">
    <w:name w:val="heading 2"/>
    <w:aliases w:val="Подпись Губернатора"/>
    <w:basedOn w:val="a0"/>
    <w:next w:val="a0"/>
    <w:link w:val="20"/>
    <w:qFormat/>
    <w:rsid w:val="008F616B"/>
    <w:pPr>
      <w:keepNext/>
      <w:tabs>
        <w:tab w:val="left" w:pos="8222"/>
      </w:tabs>
      <w:autoSpaceDE w:val="0"/>
      <w:autoSpaceDN w:val="0"/>
      <w:ind w:firstLine="0"/>
      <w:outlineLvl w:val="1"/>
    </w:pPr>
    <w:rPr>
      <w:bCs/>
      <w:szCs w:val="28"/>
    </w:rPr>
  </w:style>
  <w:style w:type="paragraph" w:styleId="3">
    <w:name w:val="heading 3"/>
    <w:aliases w:val="Проект вносит"/>
    <w:basedOn w:val="a0"/>
    <w:next w:val="a0"/>
    <w:link w:val="30"/>
    <w:qFormat/>
    <w:pPr>
      <w:keepNext/>
      <w:jc w:val="right"/>
      <w:outlineLvl w:val="2"/>
    </w:pPr>
    <w:rPr>
      <w:b/>
      <w:bCs/>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Название закона Знак"/>
    <w:link w:val="1"/>
    <w:rsid w:val="00BB3919"/>
    <w:rPr>
      <w:b/>
      <w:bCs/>
      <w:iCs/>
      <w:sz w:val="28"/>
      <w:szCs w:val="28"/>
    </w:rPr>
  </w:style>
  <w:style w:type="character" w:customStyle="1" w:styleId="20">
    <w:name w:val="Заголовок 2 Знак"/>
    <w:aliases w:val="Подпись Губернатора Знак"/>
    <w:link w:val="2"/>
    <w:rsid w:val="00862CCF"/>
    <w:rPr>
      <w:bCs/>
      <w:sz w:val="28"/>
      <w:szCs w:val="28"/>
    </w:rPr>
  </w:style>
  <w:style w:type="paragraph" w:customStyle="1" w:styleId="a4">
    <w:name w:val="Стиль полужирный По центру"/>
    <w:basedOn w:val="a0"/>
    <w:uiPriority w:val="99"/>
    <w:rsid w:val="00E20411"/>
    <w:pPr>
      <w:ind w:firstLine="0"/>
      <w:jc w:val="center"/>
    </w:pPr>
    <w:rPr>
      <w:b/>
      <w:bCs/>
      <w:szCs w:val="20"/>
    </w:rPr>
  </w:style>
  <w:style w:type="paragraph" w:customStyle="1" w:styleId="a5">
    <w:name w:val="текст сноски"/>
    <w:basedOn w:val="a0"/>
    <w:uiPriority w:val="99"/>
    <w:pPr>
      <w:tabs>
        <w:tab w:val="left" w:pos="187"/>
        <w:tab w:val="right" w:pos="8640"/>
      </w:tabs>
      <w:autoSpaceDE w:val="0"/>
      <w:autoSpaceDN w:val="0"/>
      <w:spacing w:after="120" w:line="220" w:lineRule="exact"/>
      <w:ind w:left="187" w:hanging="187"/>
    </w:pPr>
    <w:rPr>
      <w:spacing w:val="-2"/>
      <w:sz w:val="18"/>
      <w:szCs w:val="18"/>
    </w:rPr>
  </w:style>
  <w:style w:type="paragraph" w:styleId="a6">
    <w:name w:val="header"/>
    <w:basedOn w:val="a0"/>
    <w:link w:val="a7"/>
    <w:uiPriority w:val="99"/>
    <w:rsid w:val="009E5FAF"/>
    <w:pPr>
      <w:tabs>
        <w:tab w:val="center" w:pos="4677"/>
        <w:tab w:val="right" w:pos="9355"/>
      </w:tabs>
    </w:pPr>
  </w:style>
  <w:style w:type="character" w:customStyle="1" w:styleId="a7">
    <w:name w:val="Верхний колонтитул Знак"/>
    <w:link w:val="a6"/>
    <w:uiPriority w:val="99"/>
    <w:rsid w:val="008E48DF"/>
    <w:rPr>
      <w:sz w:val="28"/>
      <w:szCs w:val="24"/>
    </w:rPr>
  </w:style>
  <w:style w:type="character" w:styleId="a8">
    <w:name w:val="page number"/>
    <w:basedOn w:val="a1"/>
    <w:rsid w:val="009E5FAF"/>
  </w:style>
  <w:style w:type="paragraph" w:styleId="a9">
    <w:name w:val="footer"/>
    <w:basedOn w:val="a0"/>
    <w:link w:val="aa"/>
    <w:uiPriority w:val="99"/>
    <w:rsid w:val="00AB7164"/>
    <w:pPr>
      <w:tabs>
        <w:tab w:val="center" w:pos="4677"/>
        <w:tab w:val="right" w:pos="9355"/>
      </w:tabs>
    </w:pPr>
  </w:style>
  <w:style w:type="character" w:customStyle="1" w:styleId="aa">
    <w:name w:val="Нижний колонтитул Знак"/>
    <w:link w:val="a9"/>
    <w:uiPriority w:val="99"/>
    <w:rsid w:val="008E48DF"/>
    <w:rPr>
      <w:sz w:val="28"/>
      <w:szCs w:val="24"/>
    </w:rPr>
  </w:style>
  <w:style w:type="paragraph" w:styleId="ab">
    <w:name w:val="Balloon Text"/>
    <w:basedOn w:val="a0"/>
    <w:link w:val="ac"/>
    <w:uiPriority w:val="99"/>
    <w:rsid w:val="00BF5498"/>
    <w:rPr>
      <w:rFonts w:ascii="Tahoma" w:hAnsi="Tahoma" w:cs="Tahoma"/>
      <w:sz w:val="16"/>
      <w:szCs w:val="16"/>
    </w:rPr>
  </w:style>
  <w:style w:type="paragraph" w:styleId="ad">
    <w:name w:val="Body Text"/>
    <w:aliases w:val="Основной текст Знак2,Основной текст Знак1 Знак,Основной текст Знак Знак Знак,Body Text Char Знак Знак Знак,Основной текст Знак Знак1,Body Text Char Знак Знак1"/>
    <w:basedOn w:val="a0"/>
    <w:link w:val="ae"/>
    <w:rsid w:val="00A57E20"/>
    <w:rPr>
      <w:b/>
      <w:bCs/>
      <w:i/>
      <w:iCs/>
      <w:szCs w:val="20"/>
    </w:rPr>
  </w:style>
  <w:style w:type="paragraph" w:customStyle="1" w:styleId="af">
    <w:name w:val="Название главы"/>
    <w:basedOn w:val="a0"/>
    <w:uiPriority w:val="99"/>
    <w:rsid w:val="008B2E18"/>
    <w:pPr>
      <w:ind w:firstLine="0"/>
      <w:jc w:val="center"/>
    </w:pPr>
    <w:rPr>
      <w:szCs w:val="20"/>
    </w:rPr>
  </w:style>
  <w:style w:type="paragraph" w:customStyle="1" w:styleId="18">
    <w:name w:val="Стиль 18 пт полужирный По центру"/>
    <w:basedOn w:val="a0"/>
    <w:uiPriority w:val="99"/>
    <w:rsid w:val="00E20411"/>
    <w:pPr>
      <w:ind w:firstLine="0"/>
      <w:jc w:val="center"/>
    </w:pPr>
    <w:rPr>
      <w:b/>
      <w:bCs/>
      <w:sz w:val="36"/>
      <w:szCs w:val="20"/>
    </w:rPr>
  </w:style>
  <w:style w:type="character" w:customStyle="1" w:styleId="af0">
    <w:name w:val="Номер статьи без названия"/>
    <w:qFormat/>
    <w:rsid w:val="0018436B"/>
    <w:rPr>
      <w:b/>
      <w:bCs/>
    </w:rPr>
  </w:style>
  <w:style w:type="paragraph" w:customStyle="1" w:styleId="af1">
    <w:name w:val="Принят ГД"/>
    <w:basedOn w:val="a0"/>
    <w:uiPriority w:val="99"/>
    <w:rsid w:val="0018436B"/>
    <w:pPr>
      <w:ind w:firstLine="0"/>
    </w:pPr>
    <w:rPr>
      <w:sz w:val="24"/>
      <w:szCs w:val="20"/>
    </w:rPr>
  </w:style>
  <w:style w:type="paragraph" w:customStyle="1" w:styleId="a">
    <w:name w:val="Номер статьи с названием"/>
    <w:basedOn w:val="a0"/>
    <w:next w:val="a0"/>
    <w:autoRedefine/>
    <w:uiPriority w:val="99"/>
    <w:rsid w:val="00D61ADE"/>
    <w:pPr>
      <w:numPr>
        <w:numId w:val="1"/>
      </w:numPr>
      <w:ind w:left="0" w:firstLine="567"/>
    </w:pPr>
    <w:rPr>
      <w:b/>
    </w:rPr>
  </w:style>
  <w:style w:type="paragraph" w:styleId="af2">
    <w:name w:val="Plain Text"/>
    <w:basedOn w:val="a0"/>
    <w:link w:val="af3"/>
    <w:uiPriority w:val="99"/>
    <w:rsid w:val="00420689"/>
    <w:pPr>
      <w:ind w:firstLine="0"/>
      <w:jc w:val="left"/>
    </w:pPr>
    <w:rPr>
      <w:rFonts w:ascii="Courier New" w:hAnsi="Courier New" w:cs="Courier New"/>
      <w:sz w:val="20"/>
      <w:szCs w:val="20"/>
    </w:rPr>
  </w:style>
  <w:style w:type="paragraph" w:styleId="af4">
    <w:name w:val="Title"/>
    <w:basedOn w:val="a0"/>
    <w:link w:val="af5"/>
    <w:uiPriority w:val="99"/>
    <w:qFormat/>
    <w:rsid w:val="00C613CB"/>
    <w:pPr>
      <w:ind w:firstLine="0"/>
      <w:jc w:val="center"/>
    </w:pPr>
    <w:rPr>
      <w:b/>
      <w:bCs/>
      <w:szCs w:val="20"/>
      <w:lang w:val="x-none" w:eastAsia="x-none"/>
    </w:rPr>
  </w:style>
  <w:style w:type="character" w:customStyle="1" w:styleId="af5">
    <w:name w:val="Заголовок Знак"/>
    <w:link w:val="af4"/>
    <w:uiPriority w:val="99"/>
    <w:rsid w:val="00C613CB"/>
    <w:rPr>
      <w:b/>
      <w:bCs/>
      <w:sz w:val="28"/>
    </w:rPr>
  </w:style>
  <w:style w:type="paragraph" w:styleId="af6">
    <w:name w:val="List Paragraph"/>
    <w:basedOn w:val="a0"/>
    <w:uiPriority w:val="99"/>
    <w:qFormat/>
    <w:rsid w:val="003930C0"/>
    <w:pPr>
      <w:ind w:left="708"/>
    </w:pPr>
  </w:style>
  <w:style w:type="character" w:styleId="af7">
    <w:name w:val="annotation reference"/>
    <w:uiPriority w:val="99"/>
    <w:rsid w:val="00301084"/>
    <w:rPr>
      <w:sz w:val="16"/>
      <w:szCs w:val="16"/>
    </w:rPr>
  </w:style>
  <w:style w:type="paragraph" w:styleId="af8">
    <w:name w:val="annotation text"/>
    <w:basedOn w:val="a0"/>
    <w:link w:val="af9"/>
    <w:uiPriority w:val="99"/>
    <w:rsid w:val="00301084"/>
    <w:rPr>
      <w:sz w:val="20"/>
      <w:szCs w:val="20"/>
    </w:rPr>
  </w:style>
  <w:style w:type="character" w:customStyle="1" w:styleId="af9">
    <w:name w:val="Текст примечания Знак"/>
    <w:basedOn w:val="a1"/>
    <w:link w:val="af8"/>
    <w:uiPriority w:val="99"/>
    <w:rsid w:val="00301084"/>
  </w:style>
  <w:style w:type="paragraph" w:styleId="afa">
    <w:name w:val="annotation subject"/>
    <w:basedOn w:val="af8"/>
    <w:next w:val="af8"/>
    <w:link w:val="afb"/>
    <w:uiPriority w:val="99"/>
    <w:rsid w:val="00301084"/>
    <w:rPr>
      <w:b/>
      <w:bCs/>
    </w:rPr>
  </w:style>
  <w:style w:type="character" w:customStyle="1" w:styleId="afb">
    <w:name w:val="Тема примечания Знак"/>
    <w:link w:val="afa"/>
    <w:uiPriority w:val="99"/>
    <w:rsid w:val="00301084"/>
    <w:rPr>
      <w:b/>
      <w:bCs/>
    </w:rPr>
  </w:style>
  <w:style w:type="table" w:styleId="afc">
    <w:name w:val="Table Grid"/>
    <w:basedOn w:val="a2"/>
    <w:uiPriority w:val="39"/>
    <w:rsid w:val="009B2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rsid w:val="00C22C85"/>
    <w:rPr>
      <w:color w:val="0000FF"/>
      <w:u w:val="single"/>
    </w:rPr>
  </w:style>
  <w:style w:type="paragraph" w:customStyle="1" w:styleId="ConsPlusNormal">
    <w:name w:val="ConsPlusNormal"/>
    <w:uiPriority w:val="99"/>
    <w:rsid w:val="001B75A9"/>
    <w:pPr>
      <w:widowControl w:val="0"/>
      <w:autoSpaceDE w:val="0"/>
      <w:autoSpaceDN w:val="0"/>
      <w:adjustRightInd w:val="0"/>
    </w:pPr>
    <w:rPr>
      <w:rFonts w:ascii="Arial" w:hAnsi="Arial" w:cs="Arial"/>
    </w:rPr>
  </w:style>
  <w:style w:type="character" w:customStyle="1" w:styleId="s2">
    <w:name w:val="s2"/>
    <w:rsid w:val="00CF1E5E"/>
  </w:style>
  <w:style w:type="character" w:customStyle="1" w:styleId="30">
    <w:name w:val="Заголовок 3 Знак"/>
    <w:aliases w:val="Проект вносит Знак"/>
    <w:basedOn w:val="a1"/>
    <w:link w:val="3"/>
    <w:rsid w:val="008A14EB"/>
    <w:rPr>
      <w:b/>
      <w:bCs/>
      <w:szCs w:val="24"/>
    </w:rPr>
  </w:style>
  <w:style w:type="character" w:customStyle="1" w:styleId="ac">
    <w:name w:val="Текст выноски Знак"/>
    <w:basedOn w:val="a1"/>
    <w:link w:val="ab"/>
    <w:uiPriority w:val="99"/>
    <w:rsid w:val="008A14EB"/>
    <w:rPr>
      <w:rFonts w:ascii="Tahoma" w:hAnsi="Tahoma" w:cs="Tahoma"/>
      <w:sz w:val="16"/>
      <w:szCs w:val="16"/>
    </w:rPr>
  </w:style>
  <w:style w:type="table" w:styleId="afe">
    <w:name w:val="Light List"/>
    <w:basedOn w:val="a2"/>
    <w:uiPriority w:val="61"/>
    <w:rsid w:val="008A14EB"/>
    <w:rPr>
      <w:rFonts w:asciiTheme="minorHAnsi" w:eastAsiaTheme="minorEastAsia"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itemtext1">
    <w:name w:val="itemtext1"/>
    <w:basedOn w:val="a1"/>
    <w:rsid w:val="008A14EB"/>
    <w:rPr>
      <w:rFonts w:ascii="Segoe UI" w:hAnsi="Segoe UI" w:cs="Segoe UI" w:hint="default"/>
      <w:color w:val="000000"/>
    </w:rPr>
  </w:style>
  <w:style w:type="character" w:styleId="aff">
    <w:name w:val="Emphasis"/>
    <w:basedOn w:val="a1"/>
    <w:uiPriority w:val="20"/>
    <w:qFormat/>
    <w:rsid w:val="008A14EB"/>
    <w:rPr>
      <w:i/>
      <w:iCs/>
    </w:rPr>
  </w:style>
  <w:style w:type="paragraph" w:styleId="aff0">
    <w:name w:val="Normal (Web)"/>
    <w:basedOn w:val="a0"/>
    <w:uiPriority w:val="99"/>
    <w:unhideWhenUsed/>
    <w:rsid w:val="008A14EB"/>
    <w:pPr>
      <w:spacing w:before="100" w:beforeAutospacing="1" w:after="100" w:afterAutospacing="1"/>
      <w:ind w:firstLine="0"/>
      <w:jc w:val="left"/>
    </w:pPr>
    <w:rPr>
      <w:sz w:val="24"/>
    </w:rPr>
  </w:style>
  <w:style w:type="numbering" w:customStyle="1" w:styleId="11">
    <w:name w:val="Нет списка1"/>
    <w:next w:val="a3"/>
    <w:uiPriority w:val="99"/>
    <w:semiHidden/>
    <w:unhideWhenUsed/>
    <w:rsid w:val="008A14EB"/>
  </w:style>
  <w:style w:type="character" w:customStyle="1" w:styleId="ae">
    <w:name w:val="Основной текст Знак"/>
    <w:aliases w:val="Основной текст Знак2 Знак,Основной текст Знак1 Знак Знак,Основной текст Знак Знак Знак Знак,Body Text Char Знак Знак Знак Знак,Основной текст Знак Знак1 Знак,Body Text Char Знак Знак1 Знак"/>
    <w:basedOn w:val="a1"/>
    <w:link w:val="ad"/>
    <w:rsid w:val="008A14EB"/>
    <w:rPr>
      <w:b/>
      <w:bCs/>
      <w:i/>
      <w:iCs/>
      <w:sz w:val="28"/>
    </w:rPr>
  </w:style>
  <w:style w:type="table" w:customStyle="1" w:styleId="12">
    <w:name w:val="Сетка таблицы1"/>
    <w:basedOn w:val="a2"/>
    <w:next w:val="afc"/>
    <w:uiPriority w:val="59"/>
    <w:rsid w:val="008A1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c"/>
    <w:uiPriority w:val="59"/>
    <w:rsid w:val="008A14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Strong"/>
    <w:uiPriority w:val="22"/>
    <w:qFormat/>
    <w:rsid w:val="008A14EB"/>
    <w:rPr>
      <w:b/>
      <w:bCs/>
    </w:rPr>
  </w:style>
  <w:style w:type="paragraph" w:customStyle="1" w:styleId="ConsPlusTitle">
    <w:name w:val="ConsPlusTitle"/>
    <w:uiPriority w:val="99"/>
    <w:rsid w:val="008A14EB"/>
    <w:pPr>
      <w:widowControl w:val="0"/>
      <w:autoSpaceDE w:val="0"/>
      <w:autoSpaceDN w:val="0"/>
      <w:adjustRightInd w:val="0"/>
    </w:pPr>
    <w:rPr>
      <w:rFonts w:ascii="Arial" w:hAnsi="Arial" w:cs="Arial"/>
      <w:b/>
      <w:bCs/>
      <w:sz w:val="24"/>
      <w:szCs w:val="24"/>
    </w:rPr>
  </w:style>
  <w:style w:type="character" w:customStyle="1" w:styleId="13">
    <w:name w:val="Заголовок №1_"/>
    <w:link w:val="14"/>
    <w:rsid w:val="008A14EB"/>
    <w:rPr>
      <w:b/>
      <w:bCs/>
      <w:spacing w:val="110"/>
      <w:sz w:val="58"/>
      <w:szCs w:val="58"/>
      <w:shd w:val="clear" w:color="auto" w:fill="FFFFFF"/>
    </w:rPr>
  </w:style>
  <w:style w:type="character" w:customStyle="1" w:styleId="21">
    <w:name w:val="Основной текст (2)_"/>
    <w:link w:val="22"/>
    <w:rsid w:val="008A14EB"/>
    <w:rPr>
      <w:b/>
      <w:bCs/>
      <w:spacing w:val="10"/>
      <w:shd w:val="clear" w:color="auto" w:fill="FFFFFF"/>
    </w:rPr>
  </w:style>
  <w:style w:type="character" w:customStyle="1" w:styleId="aff2">
    <w:name w:val="Основной текст_"/>
    <w:link w:val="15"/>
    <w:rsid w:val="008A14EB"/>
    <w:rPr>
      <w:sz w:val="25"/>
      <w:szCs w:val="25"/>
      <w:shd w:val="clear" w:color="auto" w:fill="FFFFFF"/>
    </w:rPr>
  </w:style>
  <w:style w:type="character" w:customStyle="1" w:styleId="2pt">
    <w:name w:val="Основной текст + Интервал 2 pt"/>
    <w:rsid w:val="008A14EB"/>
    <w:rPr>
      <w:rFonts w:ascii="Times New Roman" w:eastAsia="Times New Roman" w:hAnsi="Times New Roman" w:cs="Times New Roman"/>
      <w:b w:val="0"/>
      <w:bCs w:val="0"/>
      <w:i w:val="0"/>
      <w:iCs w:val="0"/>
      <w:smallCaps w:val="0"/>
      <w:strike w:val="0"/>
      <w:color w:val="000000"/>
      <w:spacing w:val="40"/>
      <w:w w:val="100"/>
      <w:position w:val="0"/>
      <w:sz w:val="25"/>
      <w:szCs w:val="25"/>
      <w:u w:val="none"/>
      <w:lang w:val="ru-RU"/>
    </w:rPr>
  </w:style>
  <w:style w:type="character" w:customStyle="1" w:styleId="Exact">
    <w:name w:val="Основной текст Exact"/>
    <w:rsid w:val="008A14EB"/>
    <w:rPr>
      <w:rFonts w:ascii="Times New Roman" w:eastAsia="Times New Roman" w:hAnsi="Times New Roman" w:cs="Times New Roman"/>
      <w:b w:val="0"/>
      <w:bCs w:val="0"/>
      <w:i w:val="0"/>
      <w:iCs w:val="0"/>
      <w:smallCaps w:val="0"/>
      <w:strike w:val="0"/>
      <w:spacing w:val="9"/>
      <w:u w:val="none"/>
    </w:rPr>
  </w:style>
  <w:style w:type="paragraph" w:customStyle="1" w:styleId="14">
    <w:name w:val="Заголовок №1"/>
    <w:basedOn w:val="a0"/>
    <w:link w:val="13"/>
    <w:rsid w:val="008A14EB"/>
    <w:pPr>
      <w:widowControl w:val="0"/>
      <w:shd w:val="clear" w:color="auto" w:fill="FFFFFF"/>
      <w:spacing w:after="240" w:line="0" w:lineRule="atLeast"/>
      <w:ind w:firstLine="0"/>
      <w:jc w:val="center"/>
      <w:outlineLvl w:val="0"/>
    </w:pPr>
    <w:rPr>
      <w:b/>
      <w:bCs/>
      <w:spacing w:val="110"/>
      <w:sz w:val="58"/>
      <w:szCs w:val="58"/>
    </w:rPr>
  </w:style>
  <w:style w:type="paragraph" w:customStyle="1" w:styleId="22">
    <w:name w:val="Основной текст (2)"/>
    <w:basedOn w:val="a0"/>
    <w:link w:val="21"/>
    <w:rsid w:val="008A14EB"/>
    <w:pPr>
      <w:widowControl w:val="0"/>
      <w:shd w:val="clear" w:color="auto" w:fill="FFFFFF"/>
      <w:spacing w:before="240" w:after="600" w:line="0" w:lineRule="atLeast"/>
      <w:ind w:firstLine="0"/>
      <w:jc w:val="left"/>
    </w:pPr>
    <w:rPr>
      <w:b/>
      <w:bCs/>
      <w:spacing w:val="10"/>
      <w:sz w:val="20"/>
      <w:szCs w:val="20"/>
    </w:rPr>
  </w:style>
  <w:style w:type="paragraph" w:customStyle="1" w:styleId="15">
    <w:name w:val="Основной текст1"/>
    <w:basedOn w:val="a0"/>
    <w:link w:val="aff2"/>
    <w:rsid w:val="008A14EB"/>
    <w:pPr>
      <w:widowControl w:val="0"/>
      <w:shd w:val="clear" w:color="auto" w:fill="FFFFFF"/>
      <w:spacing w:before="600" w:after="720" w:line="0" w:lineRule="atLeast"/>
      <w:ind w:firstLine="0"/>
      <w:jc w:val="left"/>
    </w:pPr>
    <w:rPr>
      <w:sz w:val="25"/>
      <w:szCs w:val="25"/>
    </w:rPr>
  </w:style>
  <w:style w:type="numbering" w:customStyle="1" w:styleId="111">
    <w:name w:val="Нет списка11"/>
    <w:next w:val="a3"/>
    <w:semiHidden/>
    <w:unhideWhenUsed/>
    <w:rsid w:val="008A14EB"/>
  </w:style>
  <w:style w:type="character" w:customStyle="1" w:styleId="FontStyle14">
    <w:name w:val="Font Style14"/>
    <w:uiPriority w:val="99"/>
    <w:rsid w:val="008A14EB"/>
    <w:rPr>
      <w:rFonts w:ascii="Times New Roman" w:hAnsi="Times New Roman" w:cs="Times New Roman"/>
      <w:sz w:val="26"/>
      <w:szCs w:val="26"/>
    </w:rPr>
  </w:style>
  <w:style w:type="paragraph" w:customStyle="1" w:styleId="Style3">
    <w:name w:val="Style3"/>
    <w:basedOn w:val="a0"/>
    <w:uiPriority w:val="99"/>
    <w:rsid w:val="008A14EB"/>
    <w:pPr>
      <w:widowControl w:val="0"/>
      <w:autoSpaceDE w:val="0"/>
      <w:autoSpaceDN w:val="0"/>
      <w:adjustRightInd w:val="0"/>
      <w:spacing w:line="326" w:lineRule="exact"/>
      <w:ind w:firstLine="0"/>
      <w:jc w:val="center"/>
    </w:pPr>
    <w:rPr>
      <w:sz w:val="24"/>
    </w:rPr>
  </w:style>
  <w:style w:type="character" w:customStyle="1" w:styleId="FontStyle12">
    <w:name w:val="Font Style12"/>
    <w:rsid w:val="008A14EB"/>
    <w:rPr>
      <w:rFonts w:ascii="Times New Roman" w:hAnsi="Times New Roman" w:cs="Times New Roman"/>
      <w:b/>
      <w:bCs/>
      <w:sz w:val="26"/>
      <w:szCs w:val="26"/>
    </w:rPr>
  </w:style>
  <w:style w:type="paragraph" w:styleId="aff3">
    <w:name w:val="Body Text Indent"/>
    <w:basedOn w:val="a0"/>
    <w:link w:val="aff4"/>
    <w:uiPriority w:val="99"/>
    <w:rsid w:val="008A14EB"/>
    <w:pPr>
      <w:spacing w:after="120"/>
      <w:ind w:left="283" w:firstLine="0"/>
      <w:jc w:val="left"/>
    </w:pPr>
    <w:rPr>
      <w:sz w:val="20"/>
      <w:szCs w:val="20"/>
    </w:rPr>
  </w:style>
  <w:style w:type="character" w:customStyle="1" w:styleId="aff4">
    <w:name w:val="Основной текст с отступом Знак"/>
    <w:basedOn w:val="a1"/>
    <w:link w:val="aff3"/>
    <w:uiPriority w:val="99"/>
    <w:rsid w:val="008A14EB"/>
  </w:style>
  <w:style w:type="paragraph" w:customStyle="1" w:styleId="ConsNonformat">
    <w:name w:val="ConsNonformat"/>
    <w:uiPriority w:val="99"/>
    <w:semiHidden/>
    <w:rsid w:val="008A14EB"/>
    <w:pPr>
      <w:widowControl w:val="0"/>
    </w:pPr>
    <w:rPr>
      <w:rFonts w:ascii="Courier New" w:hAnsi="Courier New"/>
      <w:sz w:val="18"/>
    </w:rPr>
  </w:style>
  <w:style w:type="character" w:customStyle="1" w:styleId="16">
    <w:name w:val="Название Знак1"/>
    <w:basedOn w:val="a1"/>
    <w:uiPriority w:val="10"/>
    <w:rsid w:val="008A14EB"/>
    <w:rPr>
      <w:rFonts w:asciiTheme="majorHAnsi" w:eastAsiaTheme="majorEastAsia" w:hAnsiTheme="majorHAnsi" w:cstheme="majorBidi"/>
      <w:spacing w:val="-10"/>
      <w:kern w:val="28"/>
      <w:sz w:val="56"/>
      <w:szCs w:val="56"/>
    </w:rPr>
  </w:style>
  <w:style w:type="character" w:customStyle="1" w:styleId="17">
    <w:name w:val="Заголовок Знак1"/>
    <w:basedOn w:val="a1"/>
    <w:rsid w:val="008A14EB"/>
    <w:rPr>
      <w:rFonts w:asciiTheme="majorHAnsi" w:eastAsiaTheme="majorEastAsia" w:hAnsiTheme="majorHAnsi" w:cstheme="majorBidi"/>
      <w:spacing w:val="-10"/>
      <w:kern w:val="28"/>
      <w:sz w:val="56"/>
      <w:szCs w:val="56"/>
    </w:rPr>
  </w:style>
  <w:style w:type="paragraph" w:customStyle="1" w:styleId="31">
    <w:name w:val="Основной текст 31"/>
    <w:basedOn w:val="a0"/>
    <w:uiPriority w:val="99"/>
    <w:rsid w:val="008A14EB"/>
    <w:pPr>
      <w:suppressAutoHyphens/>
      <w:ind w:firstLine="0"/>
    </w:pPr>
    <w:rPr>
      <w:sz w:val="22"/>
      <w:szCs w:val="20"/>
    </w:rPr>
  </w:style>
  <w:style w:type="paragraph" w:customStyle="1" w:styleId="p3">
    <w:name w:val="p3"/>
    <w:basedOn w:val="a0"/>
    <w:uiPriority w:val="99"/>
    <w:rsid w:val="008A14EB"/>
    <w:pPr>
      <w:spacing w:before="100" w:beforeAutospacing="1" w:after="100" w:afterAutospacing="1"/>
      <w:ind w:firstLine="0"/>
      <w:jc w:val="left"/>
    </w:pPr>
    <w:rPr>
      <w:sz w:val="24"/>
    </w:rPr>
  </w:style>
  <w:style w:type="character" w:customStyle="1" w:styleId="WW-WW8Num1ztrue1">
    <w:name w:val="WW-WW8Num1ztrue1"/>
    <w:uiPriority w:val="99"/>
    <w:rsid w:val="008A14EB"/>
  </w:style>
  <w:style w:type="paragraph" w:customStyle="1" w:styleId="TableParagraph">
    <w:name w:val="Table Paragraph"/>
    <w:basedOn w:val="a0"/>
    <w:uiPriority w:val="1"/>
    <w:qFormat/>
    <w:rsid w:val="008A14EB"/>
    <w:pPr>
      <w:widowControl w:val="0"/>
      <w:autoSpaceDE w:val="0"/>
      <w:autoSpaceDN w:val="0"/>
      <w:ind w:firstLine="0"/>
      <w:jc w:val="left"/>
    </w:pPr>
    <w:rPr>
      <w:sz w:val="22"/>
      <w:szCs w:val="22"/>
      <w:lang w:eastAsia="en-US"/>
    </w:rPr>
  </w:style>
  <w:style w:type="paragraph" w:styleId="aff5">
    <w:name w:val="footnote text"/>
    <w:basedOn w:val="a0"/>
    <w:link w:val="aff6"/>
    <w:uiPriority w:val="99"/>
    <w:unhideWhenUsed/>
    <w:rsid w:val="008A14EB"/>
    <w:pPr>
      <w:widowControl w:val="0"/>
      <w:ind w:firstLine="0"/>
      <w:jc w:val="left"/>
    </w:pPr>
    <w:rPr>
      <w:rFonts w:ascii="Courier New" w:eastAsia="Courier New" w:hAnsi="Courier New" w:cs="Courier New"/>
      <w:color w:val="000000"/>
      <w:sz w:val="20"/>
      <w:szCs w:val="20"/>
    </w:rPr>
  </w:style>
  <w:style w:type="character" w:customStyle="1" w:styleId="aff6">
    <w:name w:val="Текст сноски Знак"/>
    <w:basedOn w:val="a1"/>
    <w:link w:val="aff5"/>
    <w:uiPriority w:val="99"/>
    <w:rsid w:val="008A14EB"/>
    <w:rPr>
      <w:rFonts w:ascii="Courier New" w:eastAsia="Courier New" w:hAnsi="Courier New" w:cs="Courier New"/>
      <w:color w:val="000000"/>
    </w:rPr>
  </w:style>
  <w:style w:type="character" w:styleId="aff7">
    <w:name w:val="footnote reference"/>
    <w:uiPriority w:val="99"/>
    <w:unhideWhenUsed/>
    <w:rsid w:val="008A14EB"/>
    <w:rPr>
      <w:vertAlign w:val="superscript"/>
    </w:rPr>
  </w:style>
  <w:style w:type="paragraph" w:customStyle="1" w:styleId="Heading">
    <w:name w:val="Heading"/>
    <w:uiPriority w:val="99"/>
    <w:rsid w:val="008A14EB"/>
    <w:pPr>
      <w:widowControl w:val="0"/>
      <w:autoSpaceDE w:val="0"/>
      <w:autoSpaceDN w:val="0"/>
      <w:adjustRightInd w:val="0"/>
    </w:pPr>
    <w:rPr>
      <w:rFonts w:ascii="Arial" w:hAnsi="Arial" w:cs="Arial"/>
      <w:b/>
      <w:bCs/>
      <w:sz w:val="22"/>
      <w:szCs w:val="22"/>
    </w:rPr>
  </w:style>
  <w:style w:type="paragraph" w:customStyle="1" w:styleId="Preformat">
    <w:name w:val="Preformat"/>
    <w:uiPriority w:val="99"/>
    <w:rsid w:val="008A14EB"/>
    <w:pPr>
      <w:widowControl w:val="0"/>
      <w:autoSpaceDE w:val="0"/>
      <w:autoSpaceDN w:val="0"/>
      <w:adjustRightInd w:val="0"/>
    </w:pPr>
    <w:rPr>
      <w:rFonts w:ascii="Courier New" w:hAnsi="Courier New" w:cs="Courier New"/>
    </w:rPr>
  </w:style>
  <w:style w:type="paragraph" w:styleId="32">
    <w:name w:val="Body Text 3"/>
    <w:basedOn w:val="a0"/>
    <w:link w:val="33"/>
    <w:uiPriority w:val="99"/>
    <w:rsid w:val="008A14EB"/>
    <w:pPr>
      <w:ind w:firstLine="0"/>
      <w:jc w:val="left"/>
    </w:pPr>
    <w:rPr>
      <w:rFonts w:eastAsia="Calibri"/>
      <w:sz w:val="24"/>
      <w:szCs w:val="20"/>
    </w:rPr>
  </w:style>
  <w:style w:type="character" w:customStyle="1" w:styleId="33">
    <w:name w:val="Основной текст 3 Знак"/>
    <w:basedOn w:val="a1"/>
    <w:link w:val="32"/>
    <w:uiPriority w:val="99"/>
    <w:rsid w:val="008A14EB"/>
    <w:rPr>
      <w:rFonts w:eastAsia="Calibri"/>
      <w:sz w:val="24"/>
    </w:rPr>
  </w:style>
  <w:style w:type="paragraph" w:styleId="aff8">
    <w:name w:val="No Spacing"/>
    <w:uiPriority w:val="1"/>
    <w:qFormat/>
    <w:rsid w:val="008A14EB"/>
    <w:rPr>
      <w:rFonts w:ascii="Verdana" w:eastAsia="Verdana" w:hAnsi="Verdana"/>
      <w:sz w:val="15"/>
      <w:szCs w:val="16"/>
    </w:rPr>
  </w:style>
  <w:style w:type="paragraph" w:styleId="aff9">
    <w:name w:val="Document Map"/>
    <w:basedOn w:val="a0"/>
    <w:link w:val="affa"/>
    <w:uiPriority w:val="99"/>
    <w:rsid w:val="008A14EB"/>
    <w:pPr>
      <w:shd w:val="clear" w:color="auto" w:fill="000080"/>
      <w:ind w:firstLine="0"/>
      <w:jc w:val="left"/>
    </w:pPr>
    <w:rPr>
      <w:rFonts w:ascii="Tahoma" w:hAnsi="Tahoma" w:cs="Tahoma"/>
      <w:sz w:val="24"/>
    </w:rPr>
  </w:style>
  <w:style w:type="character" w:customStyle="1" w:styleId="affa">
    <w:name w:val="Схема документа Знак"/>
    <w:basedOn w:val="a1"/>
    <w:link w:val="aff9"/>
    <w:uiPriority w:val="99"/>
    <w:rsid w:val="008A14EB"/>
    <w:rPr>
      <w:rFonts w:ascii="Tahoma" w:hAnsi="Tahoma" w:cs="Tahoma"/>
      <w:sz w:val="24"/>
      <w:szCs w:val="24"/>
      <w:shd w:val="clear" w:color="auto" w:fill="000080"/>
    </w:rPr>
  </w:style>
  <w:style w:type="character" w:customStyle="1" w:styleId="affb">
    <w:name w:val="Гипертекстовая ссылка"/>
    <w:rsid w:val="008A14EB"/>
    <w:rPr>
      <w:color w:val="008000"/>
    </w:rPr>
  </w:style>
  <w:style w:type="paragraph" w:customStyle="1" w:styleId="xl65">
    <w:name w:val="xl65"/>
    <w:basedOn w:val="a0"/>
    <w:uiPriority w:val="99"/>
    <w:rsid w:val="008A14E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4"/>
    </w:rPr>
  </w:style>
  <w:style w:type="paragraph" w:customStyle="1" w:styleId="xl66">
    <w:name w:val="xl66"/>
    <w:basedOn w:val="a0"/>
    <w:uiPriority w:val="99"/>
    <w:rsid w:val="008A14E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4"/>
    </w:rPr>
  </w:style>
  <w:style w:type="paragraph" w:customStyle="1" w:styleId="xl67">
    <w:name w:val="xl67"/>
    <w:basedOn w:val="a0"/>
    <w:uiPriority w:val="99"/>
    <w:rsid w:val="008A14E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4"/>
    </w:rPr>
  </w:style>
  <w:style w:type="paragraph" w:customStyle="1" w:styleId="xl68">
    <w:name w:val="xl68"/>
    <w:basedOn w:val="a0"/>
    <w:uiPriority w:val="99"/>
    <w:rsid w:val="008A14E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4"/>
    </w:rPr>
  </w:style>
  <w:style w:type="paragraph" w:customStyle="1" w:styleId="xl69">
    <w:name w:val="xl69"/>
    <w:basedOn w:val="a0"/>
    <w:uiPriority w:val="99"/>
    <w:rsid w:val="008A14E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4"/>
    </w:rPr>
  </w:style>
  <w:style w:type="paragraph" w:customStyle="1" w:styleId="xl70">
    <w:name w:val="xl70"/>
    <w:basedOn w:val="a0"/>
    <w:uiPriority w:val="99"/>
    <w:rsid w:val="008A14E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18"/>
      <w:szCs w:val="18"/>
    </w:rPr>
  </w:style>
  <w:style w:type="paragraph" w:customStyle="1" w:styleId="xl71">
    <w:name w:val="xl71"/>
    <w:basedOn w:val="a0"/>
    <w:uiPriority w:val="99"/>
    <w:rsid w:val="008A14E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18"/>
      <w:szCs w:val="18"/>
    </w:rPr>
  </w:style>
  <w:style w:type="paragraph" w:customStyle="1" w:styleId="xl72">
    <w:name w:val="xl72"/>
    <w:basedOn w:val="a0"/>
    <w:uiPriority w:val="99"/>
    <w:rsid w:val="008A14E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sz w:val="24"/>
    </w:rPr>
  </w:style>
  <w:style w:type="paragraph" w:customStyle="1" w:styleId="xl73">
    <w:name w:val="xl73"/>
    <w:basedOn w:val="a0"/>
    <w:uiPriority w:val="99"/>
    <w:rsid w:val="008A14E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sz w:val="24"/>
    </w:rPr>
  </w:style>
  <w:style w:type="paragraph" w:customStyle="1" w:styleId="xl74">
    <w:name w:val="xl74"/>
    <w:basedOn w:val="a0"/>
    <w:uiPriority w:val="99"/>
    <w:rsid w:val="008A14E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sz w:val="18"/>
      <w:szCs w:val="18"/>
    </w:rPr>
  </w:style>
  <w:style w:type="numbering" w:customStyle="1" w:styleId="1110">
    <w:name w:val="Нет списка111"/>
    <w:next w:val="a3"/>
    <w:semiHidden/>
    <w:rsid w:val="008A14EB"/>
  </w:style>
  <w:style w:type="table" w:customStyle="1" w:styleId="1111">
    <w:name w:val="Сетка таблицы111"/>
    <w:basedOn w:val="a2"/>
    <w:next w:val="afc"/>
    <w:rsid w:val="008A14E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semiHidden/>
    <w:rsid w:val="008A14EB"/>
  </w:style>
  <w:style w:type="table" w:customStyle="1" w:styleId="11111">
    <w:name w:val="Сетка таблицы1111"/>
    <w:basedOn w:val="a2"/>
    <w:next w:val="afc"/>
    <w:rsid w:val="008A14EB"/>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fc"/>
    <w:rsid w:val="008A14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0"/>
    <w:link w:val="25"/>
    <w:uiPriority w:val="99"/>
    <w:rsid w:val="008A14EB"/>
    <w:pPr>
      <w:ind w:firstLine="720"/>
    </w:pPr>
  </w:style>
  <w:style w:type="character" w:customStyle="1" w:styleId="25">
    <w:name w:val="Основной текст с отступом 2 Знак"/>
    <w:basedOn w:val="a1"/>
    <w:link w:val="24"/>
    <w:uiPriority w:val="99"/>
    <w:rsid w:val="008A14EB"/>
    <w:rPr>
      <w:sz w:val="28"/>
      <w:szCs w:val="24"/>
    </w:rPr>
  </w:style>
  <w:style w:type="paragraph" w:styleId="26">
    <w:name w:val="Body Text 2"/>
    <w:basedOn w:val="a0"/>
    <w:link w:val="27"/>
    <w:uiPriority w:val="99"/>
    <w:rsid w:val="008A14EB"/>
    <w:pPr>
      <w:ind w:firstLine="0"/>
      <w:jc w:val="center"/>
    </w:pPr>
    <w:rPr>
      <w:b/>
      <w:bCs/>
    </w:rPr>
  </w:style>
  <w:style w:type="character" w:customStyle="1" w:styleId="27">
    <w:name w:val="Основной текст 2 Знак"/>
    <w:basedOn w:val="a1"/>
    <w:link w:val="26"/>
    <w:uiPriority w:val="99"/>
    <w:rsid w:val="008A14EB"/>
    <w:rPr>
      <w:b/>
      <w:bCs/>
      <w:sz w:val="28"/>
      <w:szCs w:val="24"/>
    </w:rPr>
  </w:style>
  <w:style w:type="paragraph" w:styleId="affc">
    <w:name w:val="Subtitle"/>
    <w:basedOn w:val="a0"/>
    <w:link w:val="affd"/>
    <w:uiPriority w:val="99"/>
    <w:qFormat/>
    <w:rsid w:val="008A14EB"/>
    <w:pPr>
      <w:ind w:firstLine="0"/>
    </w:pPr>
    <w:rPr>
      <w:sz w:val="24"/>
      <w:szCs w:val="20"/>
    </w:rPr>
  </w:style>
  <w:style w:type="character" w:customStyle="1" w:styleId="affd">
    <w:name w:val="Подзаголовок Знак"/>
    <w:basedOn w:val="a1"/>
    <w:link w:val="affc"/>
    <w:uiPriority w:val="99"/>
    <w:rsid w:val="008A14EB"/>
    <w:rPr>
      <w:sz w:val="24"/>
    </w:rPr>
  </w:style>
  <w:style w:type="paragraph" w:customStyle="1" w:styleId="ConsPlusNonformat">
    <w:name w:val="ConsPlusNonformat"/>
    <w:uiPriority w:val="99"/>
    <w:rsid w:val="008A14EB"/>
    <w:pPr>
      <w:widowControl w:val="0"/>
      <w:autoSpaceDE w:val="0"/>
      <w:autoSpaceDN w:val="0"/>
      <w:adjustRightInd w:val="0"/>
    </w:pPr>
    <w:rPr>
      <w:rFonts w:ascii="Courier New" w:hAnsi="Courier New" w:cs="Courier New"/>
    </w:rPr>
  </w:style>
  <w:style w:type="character" w:customStyle="1" w:styleId="af3">
    <w:name w:val="Текст Знак"/>
    <w:link w:val="af2"/>
    <w:uiPriority w:val="99"/>
    <w:locked/>
    <w:rsid w:val="008A14EB"/>
    <w:rPr>
      <w:rFonts w:ascii="Courier New" w:hAnsi="Courier New" w:cs="Courier New"/>
    </w:rPr>
  </w:style>
  <w:style w:type="character" w:customStyle="1" w:styleId="19">
    <w:name w:val="Текст Знак1"/>
    <w:basedOn w:val="a1"/>
    <w:rsid w:val="008A14EB"/>
    <w:rPr>
      <w:rFonts w:ascii="Consolas" w:eastAsia="Times New Roman" w:hAnsi="Consolas" w:cs="Calibri"/>
      <w:sz w:val="21"/>
      <w:szCs w:val="21"/>
    </w:rPr>
  </w:style>
  <w:style w:type="paragraph" w:customStyle="1" w:styleId="ConsPlusCell">
    <w:name w:val="ConsPlusCell"/>
    <w:uiPriority w:val="99"/>
    <w:rsid w:val="008A14EB"/>
    <w:pPr>
      <w:widowControl w:val="0"/>
      <w:autoSpaceDE w:val="0"/>
      <w:autoSpaceDN w:val="0"/>
      <w:adjustRightInd w:val="0"/>
    </w:pPr>
    <w:rPr>
      <w:rFonts w:ascii="Calibri" w:hAnsi="Calibri" w:cs="Calibri"/>
      <w:sz w:val="22"/>
      <w:szCs w:val="22"/>
    </w:rPr>
  </w:style>
  <w:style w:type="paragraph" w:styleId="affe">
    <w:name w:val="Revision"/>
    <w:hidden/>
    <w:uiPriority w:val="99"/>
    <w:semiHidden/>
    <w:rsid w:val="008A14EB"/>
    <w:rPr>
      <w:rFonts w:cs="Calibri"/>
      <w:sz w:val="28"/>
      <w:szCs w:val="22"/>
      <w:lang w:eastAsia="en-US"/>
    </w:rPr>
  </w:style>
  <w:style w:type="character" w:styleId="afff">
    <w:name w:val="Book Title"/>
    <w:uiPriority w:val="33"/>
    <w:qFormat/>
    <w:rsid w:val="008A14EB"/>
    <w:rPr>
      <w:b/>
      <w:bCs/>
      <w:smallCaps/>
      <w:spacing w:val="5"/>
    </w:rPr>
  </w:style>
  <w:style w:type="table" w:customStyle="1" w:styleId="1a">
    <w:name w:val="Светлый список1"/>
    <w:basedOn w:val="a2"/>
    <w:next w:val="afe"/>
    <w:uiPriority w:val="61"/>
    <w:rsid w:val="008A14EB"/>
    <w:rPr>
      <w:rFonts w:asciiTheme="minorHAnsi" w:hAnsiTheme="minorHAnsi" w:cstheme="minorBid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1b">
    <w:name w:val="Заголовок1"/>
    <w:basedOn w:val="a0"/>
    <w:next w:val="af4"/>
    <w:uiPriority w:val="99"/>
    <w:qFormat/>
    <w:rsid w:val="008A14EB"/>
    <w:pPr>
      <w:ind w:firstLine="0"/>
      <w:jc w:val="center"/>
    </w:pPr>
    <w:rPr>
      <w:rFonts w:asciiTheme="minorHAnsi" w:eastAsiaTheme="minorHAnsi" w:hAnsiTheme="minorHAnsi" w:cstheme="minorBidi"/>
      <w:b/>
      <w:szCs w:val="22"/>
      <w:lang w:eastAsia="en-US"/>
    </w:rPr>
  </w:style>
  <w:style w:type="numbering" w:customStyle="1" w:styleId="111110">
    <w:name w:val="Нет списка11111"/>
    <w:next w:val="a3"/>
    <w:semiHidden/>
    <w:rsid w:val="008A14EB"/>
  </w:style>
  <w:style w:type="table" w:customStyle="1" w:styleId="111111">
    <w:name w:val="Сетка таблицы11111"/>
    <w:basedOn w:val="a2"/>
    <w:next w:val="afc"/>
    <w:rsid w:val="008A14EB"/>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
    <w:name w:val="Текст1"/>
    <w:basedOn w:val="a0"/>
    <w:next w:val="af2"/>
    <w:uiPriority w:val="99"/>
    <w:rsid w:val="008A14EB"/>
    <w:pPr>
      <w:ind w:firstLine="0"/>
      <w:jc w:val="left"/>
    </w:pPr>
    <w:rPr>
      <w:rFonts w:ascii="Courier New" w:eastAsiaTheme="minorHAnsi" w:hAnsi="Courier New" w:cs="Courier New"/>
      <w:sz w:val="22"/>
      <w:szCs w:val="22"/>
      <w:lang w:eastAsia="en-US"/>
    </w:rPr>
  </w:style>
  <w:style w:type="character" w:customStyle="1" w:styleId="28">
    <w:name w:val="Заголовок Знак2"/>
    <w:basedOn w:val="a1"/>
    <w:uiPriority w:val="10"/>
    <w:rsid w:val="008A14EB"/>
    <w:rPr>
      <w:rFonts w:asciiTheme="majorHAnsi" w:eastAsiaTheme="majorEastAsia" w:hAnsiTheme="majorHAnsi" w:cstheme="majorBidi"/>
      <w:spacing w:val="-10"/>
      <w:kern w:val="28"/>
      <w:sz w:val="56"/>
      <w:szCs w:val="56"/>
    </w:rPr>
  </w:style>
  <w:style w:type="character" w:customStyle="1" w:styleId="29">
    <w:name w:val="Текст Знак2"/>
    <w:basedOn w:val="a1"/>
    <w:uiPriority w:val="99"/>
    <w:rsid w:val="008A14EB"/>
    <w:rPr>
      <w:rFonts w:ascii="Consolas" w:hAnsi="Consolas"/>
      <w:sz w:val="21"/>
      <w:szCs w:val="21"/>
    </w:rPr>
  </w:style>
  <w:style w:type="table" w:customStyle="1" w:styleId="34">
    <w:name w:val="Сетка таблицы3"/>
    <w:basedOn w:val="a2"/>
    <w:next w:val="afc"/>
    <w:uiPriority w:val="39"/>
    <w:rsid w:val="008A14EB"/>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Нет списка2"/>
    <w:next w:val="a3"/>
    <w:uiPriority w:val="99"/>
    <w:semiHidden/>
    <w:unhideWhenUsed/>
    <w:rsid w:val="008A14EB"/>
  </w:style>
  <w:style w:type="table" w:customStyle="1" w:styleId="4">
    <w:name w:val="Сетка таблицы4"/>
    <w:basedOn w:val="a2"/>
    <w:next w:val="afc"/>
    <w:uiPriority w:val="39"/>
    <w:rsid w:val="008A14EB"/>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3"/>
    <w:uiPriority w:val="99"/>
    <w:semiHidden/>
    <w:rsid w:val="00451FD1"/>
  </w:style>
  <w:style w:type="paragraph" w:customStyle="1" w:styleId="Standard">
    <w:name w:val="Standard"/>
    <w:uiPriority w:val="99"/>
    <w:rsid w:val="00451FD1"/>
    <w:pPr>
      <w:widowControl w:val="0"/>
      <w:suppressAutoHyphens/>
      <w:autoSpaceDN w:val="0"/>
      <w:textAlignment w:val="baseline"/>
    </w:pPr>
    <w:rPr>
      <w:rFonts w:ascii="Arial" w:eastAsia="Lucida Sans Unicode" w:hAnsi="Arial" w:cs="Tahoma"/>
      <w:kern w:val="3"/>
      <w:sz w:val="21"/>
      <w:szCs w:val="24"/>
    </w:rPr>
  </w:style>
  <w:style w:type="character" w:styleId="afff0">
    <w:name w:val="FollowedHyperlink"/>
    <w:rsid w:val="00451FD1"/>
    <w:rPr>
      <w:color w:val="800080"/>
      <w:u w:val="single"/>
    </w:rPr>
  </w:style>
  <w:style w:type="table" w:customStyle="1" w:styleId="210">
    <w:name w:val="Сетка таблицы21"/>
    <w:basedOn w:val="a2"/>
    <w:next w:val="afc"/>
    <w:rsid w:val="00451FD1"/>
    <w:rPr>
      <w:rFonts w:ascii="Times New Roman CYR" w:hAnsi="Times New Roman CY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451FD1"/>
  </w:style>
  <w:style w:type="table" w:customStyle="1" w:styleId="310">
    <w:name w:val="Сетка таблицы31"/>
    <w:basedOn w:val="a2"/>
    <w:next w:val="afc"/>
    <w:uiPriority w:val="39"/>
    <w:rsid w:val="00451FD1"/>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2"/>
    <w:next w:val="afc"/>
    <w:uiPriority w:val="39"/>
    <w:rsid w:val="00451FD1"/>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451FD1"/>
  </w:style>
  <w:style w:type="numbering" w:customStyle="1" w:styleId="112">
    <w:name w:val="Нет списка112"/>
    <w:next w:val="a3"/>
    <w:uiPriority w:val="99"/>
    <w:semiHidden/>
    <w:unhideWhenUsed/>
    <w:rsid w:val="00451FD1"/>
  </w:style>
  <w:style w:type="table" w:customStyle="1" w:styleId="121">
    <w:name w:val="Сетка таблицы12"/>
    <w:basedOn w:val="a2"/>
    <w:next w:val="afc"/>
    <w:uiPriority w:val="59"/>
    <w:rsid w:val="00451FD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ый список11"/>
    <w:basedOn w:val="a2"/>
    <w:next w:val="afe"/>
    <w:uiPriority w:val="61"/>
    <w:rsid w:val="00451FD1"/>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1112">
    <w:name w:val="Нет списка1112"/>
    <w:next w:val="a3"/>
    <w:semiHidden/>
    <w:unhideWhenUsed/>
    <w:rsid w:val="00451FD1"/>
  </w:style>
  <w:style w:type="table" w:customStyle="1" w:styleId="1120">
    <w:name w:val="Сетка таблицы112"/>
    <w:basedOn w:val="a2"/>
    <w:next w:val="afc"/>
    <w:uiPriority w:val="59"/>
    <w:rsid w:val="00451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2"/>
    <w:next w:val="afc"/>
    <w:rsid w:val="00451FD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3"/>
    <w:semiHidden/>
    <w:unhideWhenUsed/>
    <w:rsid w:val="00451FD1"/>
  </w:style>
  <w:style w:type="numbering" w:customStyle="1" w:styleId="1111110">
    <w:name w:val="Нет списка111111"/>
    <w:next w:val="a3"/>
    <w:semiHidden/>
    <w:rsid w:val="00451FD1"/>
  </w:style>
  <w:style w:type="table" w:customStyle="1" w:styleId="111120">
    <w:name w:val="Сетка таблицы11112"/>
    <w:basedOn w:val="a2"/>
    <w:next w:val="afc"/>
    <w:rsid w:val="00451FD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3"/>
    <w:semiHidden/>
    <w:rsid w:val="00451FD1"/>
  </w:style>
  <w:style w:type="table" w:customStyle="1" w:styleId="2110">
    <w:name w:val="Сетка таблицы211"/>
    <w:basedOn w:val="a2"/>
    <w:next w:val="afc"/>
    <w:rsid w:val="00451FD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fc"/>
    <w:uiPriority w:val="59"/>
    <w:rsid w:val="00451FD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ветлый список2"/>
    <w:basedOn w:val="a2"/>
    <w:next w:val="afe"/>
    <w:uiPriority w:val="61"/>
    <w:unhideWhenUsed/>
    <w:rsid w:val="00451FD1"/>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11">
    <w:name w:val="Нет списка211"/>
    <w:next w:val="a3"/>
    <w:uiPriority w:val="99"/>
    <w:semiHidden/>
    <w:unhideWhenUsed/>
    <w:rsid w:val="00451FD1"/>
  </w:style>
  <w:style w:type="table" w:customStyle="1" w:styleId="320">
    <w:name w:val="Сетка таблицы32"/>
    <w:basedOn w:val="a2"/>
    <w:next w:val="afc"/>
    <w:uiPriority w:val="39"/>
    <w:rsid w:val="00451FD1"/>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2"/>
    <w:next w:val="afc"/>
    <w:uiPriority w:val="39"/>
    <w:rsid w:val="00451FD1"/>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3"/>
    <w:uiPriority w:val="99"/>
    <w:semiHidden/>
    <w:unhideWhenUsed/>
    <w:rsid w:val="00451FD1"/>
  </w:style>
  <w:style w:type="character" w:customStyle="1" w:styleId="114">
    <w:name w:val="Заголовок 1 Знак1"/>
    <w:aliases w:val="Название закона Знак1"/>
    <w:basedOn w:val="a1"/>
    <w:rsid w:val="00CF063C"/>
    <w:rPr>
      <w:rFonts w:ascii="Calibri Light" w:eastAsia="Times New Roman" w:hAnsi="Calibri Light" w:cs="Times New Roman"/>
      <w:color w:val="2E74B5"/>
      <w:sz w:val="32"/>
      <w:szCs w:val="32"/>
      <w:lang w:eastAsia="ru-RU"/>
    </w:rPr>
  </w:style>
  <w:style w:type="character" w:customStyle="1" w:styleId="212">
    <w:name w:val="Заголовок 2 Знак1"/>
    <w:aliases w:val="Подпись Губернатора Знак1"/>
    <w:basedOn w:val="a1"/>
    <w:semiHidden/>
    <w:rsid w:val="00CF063C"/>
    <w:rPr>
      <w:rFonts w:ascii="Calibri Light" w:eastAsia="Times New Roman" w:hAnsi="Calibri Light" w:cs="Times New Roman"/>
      <w:color w:val="2E74B5"/>
      <w:sz w:val="26"/>
      <w:szCs w:val="26"/>
      <w:lang w:eastAsia="ru-RU"/>
    </w:rPr>
  </w:style>
  <w:style w:type="character" w:customStyle="1" w:styleId="312">
    <w:name w:val="Заголовок 3 Знак1"/>
    <w:aliases w:val="Проект вносит Знак1"/>
    <w:basedOn w:val="a1"/>
    <w:semiHidden/>
    <w:rsid w:val="00CF063C"/>
    <w:rPr>
      <w:rFonts w:ascii="Calibri Light" w:eastAsia="Times New Roman" w:hAnsi="Calibri Light" w:cs="Times New Roman"/>
      <w:color w:val="1F4D78"/>
      <w:sz w:val="24"/>
      <w:szCs w:val="24"/>
      <w:lang w:eastAsia="ru-RU"/>
    </w:rPr>
  </w:style>
  <w:style w:type="paragraph" w:customStyle="1" w:styleId="msonormal0">
    <w:name w:val="msonormal"/>
    <w:basedOn w:val="a0"/>
    <w:uiPriority w:val="99"/>
    <w:rsid w:val="00CF063C"/>
    <w:pPr>
      <w:spacing w:before="100" w:beforeAutospacing="1" w:after="100" w:afterAutospacing="1"/>
      <w:ind w:firstLine="0"/>
      <w:jc w:val="left"/>
    </w:pPr>
    <w:rPr>
      <w:sz w:val="24"/>
    </w:rPr>
  </w:style>
  <w:style w:type="character" w:customStyle="1" w:styleId="1d">
    <w:name w:val="Основной текст Знак1"/>
    <w:aliases w:val="Основной текст Знак2 Знак1,Основной текст Знак1 Знак Знак1,Основной текст Знак Знак Знак Знак1,Body Text Char Знак Знак Знак Знак1,Основной текст Знак Знак1 Знак1,Body Text Char Знак Знак1 Знак1"/>
    <w:basedOn w:val="a1"/>
    <w:semiHidden/>
    <w:rsid w:val="00CF063C"/>
    <w:rPr>
      <w:sz w:val="28"/>
      <w:szCs w:val="24"/>
    </w:rPr>
  </w:style>
  <w:style w:type="table" w:customStyle="1" w:styleId="36">
    <w:name w:val="Светлый список3"/>
    <w:basedOn w:val="a2"/>
    <w:next w:val="afe"/>
    <w:uiPriority w:val="61"/>
    <w:semiHidden/>
    <w:unhideWhenUsed/>
    <w:rsid w:val="00CF063C"/>
    <w:rPr>
      <w:rFonts w:ascii="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3">
    <w:name w:val="Сетка таблицы1113"/>
    <w:basedOn w:val="a2"/>
    <w:rsid w:val="00CF063C"/>
    <w:pPr>
      <w:overflowPunct w:val="0"/>
      <w:autoSpaceDE w:val="0"/>
      <w:autoSpaceDN w:val="0"/>
      <w:adjustRightInd w:val="0"/>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ветлый список12"/>
    <w:basedOn w:val="a2"/>
    <w:uiPriority w:val="61"/>
    <w:rsid w:val="00CF063C"/>
    <w:rPr>
      <w:rFonts w:ascii="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330">
    <w:name w:val="Сетка таблицы33"/>
    <w:basedOn w:val="a2"/>
    <w:uiPriority w:val="39"/>
    <w:rsid w:val="00CF063C"/>
    <w:rPr>
      <w:rFonts w:eastAsia="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2"/>
    <w:uiPriority w:val="39"/>
    <w:rsid w:val="00CF063C"/>
    <w:rPr>
      <w:rFonts w:eastAsia="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ветлый список111"/>
    <w:basedOn w:val="a2"/>
    <w:uiPriority w:val="61"/>
    <w:rsid w:val="00CF063C"/>
    <w:rPr>
      <w:rFonts w:ascii="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121">
    <w:name w:val="Сетка таблицы111121"/>
    <w:basedOn w:val="a2"/>
    <w:rsid w:val="00CF063C"/>
    <w:pPr>
      <w:overflowPunct w:val="0"/>
      <w:autoSpaceDE w:val="0"/>
      <w:autoSpaceDN w:val="0"/>
      <w:adjustRightInd w:val="0"/>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ветлый список21"/>
    <w:basedOn w:val="a2"/>
    <w:uiPriority w:val="61"/>
    <w:rsid w:val="00CF063C"/>
    <w:rPr>
      <w:rFonts w:ascii="Calibri" w:eastAsia="Calibri" w:hAnsi="Calibri"/>
      <w:sz w:val="22"/>
      <w:szCs w:val="22"/>
      <w:lang w:eastAsia="en-US"/>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77457">
      <w:bodyDiv w:val="1"/>
      <w:marLeft w:val="0"/>
      <w:marRight w:val="0"/>
      <w:marTop w:val="0"/>
      <w:marBottom w:val="0"/>
      <w:divBdr>
        <w:top w:val="none" w:sz="0" w:space="0" w:color="auto"/>
        <w:left w:val="none" w:sz="0" w:space="0" w:color="auto"/>
        <w:bottom w:val="none" w:sz="0" w:space="0" w:color="auto"/>
        <w:right w:val="none" w:sz="0" w:space="0" w:color="auto"/>
      </w:divBdr>
    </w:div>
    <w:div w:id="192500401">
      <w:bodyDiv w:val="1"/>
      <w:marLeft w:val="0"/>
      <w:marRight w:val="0"/>
      <w:marTop w:val="0"/>
      <w:marBottom w:val="0"/>
      <w:divBdr>
        <w:top w:val="none" w:sz="0" w:space="0" w:color="auto"/>
        <w:left w:val="none" w:sz="0" w:space="0" w:color="auto"/>
        <w:bottom w:val="none" w:sz="0" w:space="0" w:color="auto"/>
        <w:right w:val="none" w:sz="0" w:space="0" w:color="auto"/>
      </w:divBdr>
    </w:div>
    <w:div w:id="298921363">
      <w:bodyDiv w:val="1"/>
      <w:marLeft w:val="0"/>
      <w:marRight w:val="0"/>
      <w:marTop w:val="0"/>
      <w:marBottom w:val="0"/>
      <w:divBdr>
        <w:top w:val="none" w:sz="0" w:space="0" w:color="auto"/>
        <w:left w:val="none" w:sz="0" w:space="0" w:color="auto"/>
        <w:bottom w:val="none" w:sz="0" w:space="0" w:color="auto"/>
        <w:right w:val="none" w:sz="0" w:space="0" w:color="auto"/>
      </w:divBdr>
    </w:div>
    <w:div w:id="429593769">
      <w:bodyDiv w:val="1"/>
      <w:marLeft w:val="0"/>
      <w:marRight w:val="0"/>
      <w:marTop w:val="0"/>
      <w:marBottom w:val="0"/>
      <w:divBdr>
        <w:top w:val="none" w:sz="0" w:space="0" w:color="auto"/>
        <w:left w:val="none" w:sz="0" w:space="0" w:color="auto"/>
        <w:bottom w:val="none" w:sz="0" w:space="0" w:color="auto"/>
        <w:right w:val="none" w:sz="0" w:space="0" w:color="auto"/>
      </w:divBdr>
    </w:div>
    <w:div w:id="501627992">
      <w:bodyDiv w:val="1"/>
      <w:marLeft w:val="0"/>
      <w:marRight w:val="0"/>
      <w:marTop w:val="0"/>
      <w:marBottom w:val="0"/>
      <w:divBdr>
        <w:top w:val="none" w:sz="0" w:space="0" w:color="auto"/>
        <w:left w:val="none" w:sz="0" w:space="0" w:color="auto"/>
        <w:bottom w:val="none" w:sz="0" w:space="0" w:color="auto"/>
        <w:right w:val="none" w:sz="0" w:space="0" w:color="auto"/>
      </w:divBdr>
    </w:div>
    <w:div w:id="687488902">
      <w:bodyDiv w:val="1"/>
      <w:marLeft w:val="0"/>
      <w:marRight w:val="0"/>
      <w:marTop w:val="0"/>
      <w:marBottom w:val="0"/>
      <w:divBdr>
        <w:top w:val="none" w:sz="0" w:space="0" w:color="auto"/>
        <w:left w:val="none" w:sz="0" w:space="0" w:color="auto"/>
        <w:bottom w:val="none" w:sz="0" w:space="0" w:color="auto"/>
        <w:right w:val="none" w:sz="0" w:space="0" w:color="auto"/>
      </w:divBdr>
    </w:div>
    <w:div w:id="793326371">
      <w:bodyDiv w:val="1"/>
      <w:marLeft w:val="0"/>
      <w:marRight w:val="0"/>
      <w:marTop w:val="0"/>
      <w:marBottom w:val="0"/>
      <w:divBdr>
        <w:top w:val="none" w:sz="0" w:space="0" w:color="auto"/>
        <w:left w:val="none" w:sz="0" w:space="0" w:color="auto"/>
        <w:bottom w:val="none" w:sz="0" w:space="0" w:color="auto"/>
        <w:right w:val="none" w:sz="0" w:space="0" w:color="auto"/>
      </w:divBdr>
    </w:div>
    <w:div w:id="829759076">
      <w:bodyDiv w:val="1"/>
      <w:marLeft w:val="0"/>
      <w:marRight w:val="0"/>
      <w:marTop w:val="0"/>
      <w:marBottom w:val="0"/>
      <w:divBdr>
        <w:top w:val="none" w:sz="0" w:space="0" w:color="auto"/>
        <w:left w:val="none" w:sz="0" w:space="0" w:color="auto"/>
        <w:bottom w:val="none" w:sz="0" w:space="0" w:color="auto"/>
        <w:right w:val="none" w:sz="0" w:space="0" w:color="auto"/>
      </w:divBdr>
    </w:div>
    <w:div w:id="895436119">
      <w:bodyDiv w:val="1"/>
      <w:marLeft w:val="0"/>
      <w:marRight w:val="0"/>
      <w:marTop w:val="0"/>
      <w:marBottom w:val="0"/>
      <w:divBdr>
        <w:top w:val="none" w:sz="0" w:space="0" w:color="auto"/>
        <w:left w:val="none" w:sz="0" w:space="0" w:color="auto"/>
        <w:bottom w:val="none" w:sz="0" w:space="0" w:color="auto"/>
        <w:right w:val="none" w:sz="0" w:space="0" w:color="auto"/>
      </w:divBdr>
    </w:div>
    <w:div w:id="946346721">
      <w:bodyDiv w:val="1"/>
      <w:marLeft w:val="0"/>
      <w:marRight w:val="0"/>
      <w:marTop w:val="0"/>
      <w:marBottom w:val="0"/>
      <w:divBdr>
        <w:top w:val="none" w:sz="0" w:space="0" w:color="auto"/>
        <w:left w:val="none" w:sz="0" w:space="0" w:color="auto"/>
        <w:bottom w:val="none" w:sz="0" w:space="0" w:color="auto"/>
        <w:right w:val="none" w:sz="0" w:space="0" w:color="auto"/>
      </w:divBdr>
    </w:div>
    <w:div w:id="948001215">
      <w:bodyDiv w:val="1"/>
      <w:marLeft w:val="0"/>
      <w:marRight w:val="0"/>
      <w:marTop w:val="0"/>
      <w:marBottom w:val="0"/>
      <w:divBdr>
        <w:top w:val="none" w:sz="0" w:space="0" w:color="auto"/>
        <w:left w:val="none" w:sz="0" w:space="0" w:color="auto"/>
        <w:bottom w:val="none" w:sz="0" w:space="0" w:color="auto"/>
        <w:right w:val="none" w:sz="0" w:space="0" w:color="auto"/>
      </w:divBdr>
    </w:div>
    <w:div w:id="959264846">
      <w:bodyDiv w:val="1"/>
      <w:marLeft w:val="0"/>
      <w:marRight w:val="0"/>
      <w:marTop w:val="0"/>
      <w:marBottom w:val="0"/>
      <w:divBdr>
        <w:top w:val="none" w:sz="0" w:space="0" w:color="auto"/>
        <w:left w:val="none" w:sz="0" w:space="0" w:color="auto"/>
        <w:bottom w:val="none" w:sz="0" w:space="0" w:color="auto"/>
        <w:right w:val="none" w:sz="0" w:space="0" w:color="auto"/>
      </w:divBdr>
    </w:div>
    <w:div w:id="972439593">
      <w:bodyDiv w:val="1"/>
      <w:marLeft w:val="0"/>
      <w:marRight w:val="0"/>
      <w:marTop w:val="0"/>
      <w:marBottom w:val="0"/>
      <w:divBdr>
        <w:top w:val="none" w:sz="0" w:space="0" w:color="auto"/>
        <w:left w:val="none" w:sz="0" w:space="0" w:color="auto"/>
        <w:bottom w:val="none" w:sz="0" w:space="0" w:color="auto"/>
        <w:right w:val="none" w:sz="0" w:space="0" w:color="auto"/>
      </w:divBdr>
    </w:div>
    <w:div w:id="975332771">
      <w:bodyDiv w:val="1"/>
      <w:marLeft w:val="0"/>
      <w:marRight w:val="0"/>
      <w:marTop w:val="0"/>
      <w:marBottom w:val="0"/>
      <w:divBdr>
        <w:top w:val="none" w:sz="0" w:space="0" w:color="auto"/>
        <w:left w:val="none" w:sz="0" w:space="0" w:color="auto"/>
        <w:bottom w:val="none" w:sz="0" w:space="0" w:color="auto"/>
        <w:right w:val="none" w:sz="0" w:space="0" w:color="auto"/>
      </w:divBdr>
    </w:div>
    <w:div w:id="993490967">
      <w:bodyDiv w:val="1"/>
      <w:marLeft w:val="0"/>
      <w:marRight w:val="0"/>
      <w:marTop w:val="0"/>
      <w:marBottom w:val="0"/>
      <w:divBdr>
        <w:top w:val="none" w:sz="0" w:space="0" w:color="auto"/>
        <w:left w:val="none" w:sz="0" w:space="0" w:color="auto"/>
        <w:bottom w:val="none" w:sz="0" w:space="0" w:color="auto"/>
        <w:right w:val="none" w:sz="0" w:space="0" w:color="auto"/>
      </w:divBdr>
    </w:div>
    <w:div w:id="1042755561">
      <w:bodyDiv w:val="1"/>
      <w:marLeft w:val="0"/>
      <w:marRight w:val="0"/>
      <w:marTop w:val="0"/>
      <w:marBottom w:val="0"/>
      <w:divBdr>
        <w:top w:val="none" w:sz="0" w:space="0" w:color="auto"/>
        <w:left w:val="none" w:sz="0" w:space="0" w:color="auto"/>
        <w:bottom w:val="none" w:sz="0" w:space="0" w:color="auto"/>
        <w:right w:val="none" w:sz="0" w:space="0" w:color="auto"/>
      </w:divBdr>
    </w:div>
    <w:div w:id="1059476566">
      <w:bodyDiv w:val="1"/>
      <w:marLeft w:val="0"/>
      <w:marRight w:val="0"/>
      <w:marTop w:val="0"/>
      <w:marBottom w:val="0"/>
      <w:divBdr>
        <w:top w:val="none" w:sz="0" w:space="0" w:color="auto"/>
        <w:left w:val="none" w:sz="0" w:space="0" w:color="auto"/>
        <w:bottom w:val="none" w:sz="0" w:space="0" w:color="auto"/>
        <w:right w:val="none" w:sz="0" w:space="0" w:color="auto"/>
      </w:divBdr>
    </w:div>
    <w:div w:id="1098526751">
      <w:bodyDiv w:val="1"/>
      <w:marLeft w:val="0"/>
      <w:marRight w:val="0"/>
      <w:marTop w:val="0"/>
      <w:marBottom w:val="0"/>
      <w:divBdr>
        <w:top w:val="none" w:sz="0" w:space="0" w:color="auto"/>
        <w:left w:val="none" w:sz="0" w:space="0" w:color="auto"/>
        <w:bottom w:val="none" w:sz="0" w:space="0" w:color="auto"/>
        <w:right w:val="none" w:sz="0" w:space="0" w:color="auto"/>
      </w:divBdr>
    </w:div>
    <w:div w:id="1277060323">
      <w:bodyDiv w:val="1"/>
      <w:marLeft w:val="0"/>
      <w:marRight w:val="0"/>
      <w:marTop w:val="0"/>
      <w:marBottom w:val="0"/>
      <w:divBdr>
        <w:top w:val="none" w:sz="0" w:space="0" w:color="auto"/>
        <w:left w:val="none" w:sz="0" w:space="0" w:color="auto"/>
        <w:bottom w:val="none" w:sz="0" w:space="0" w:color="auto"/>
        <w:right w:val="none" w:sz="0" w:space="0" w:color="auto"/>
      </w:divBdr>
    </w:div>
    <w:div w:id="1475103918">
      <w:bodyDiv w:val="1"/>
      <w:marLeft w:val="0"/>
      <w:marRight w:val="0"/>
      <w:marTop w:val="0"/>
      <w:marBottom w:val="0"/>
      <w:divBdr>
        <w:top w:val="none" w:sz="0" w:space="0" w:color="auto"/>
        <w:left w:val="none" w:sz="0" w:space="0" w:color="auto"/>
        <w:bottom w:val="none" w:sz="0" w:space="0" w:color="auto"/>
        <w:right w:val="none" w:sz="0" w:space="0" w:color="auto"/>
      </w:divBdr>
    </w:div>
    <w:div w:id="1542202573">
      <w:bodyDiv w:val="1"/>
      <w:marLeft w:val="0"/>
      <w:marRight w:val="0"/>
      <w:marTop w:val="0"/>
      <w:marBottom w:val="0"/>
      <w:divBdr>
        <w:top w:val="none" w:sz="0" w:space="0" w:color="auto"/>
        <w:left w:val="none" w:sz="0" w:space="0" w:color="auto"/>
        <w:bottom w:val="none" w:sz="0" w:space="0" w:color="auto"/>
        <w:right w:val="none" w:sz="0" w:space="0" w:color="auto"/>
      </w:divBdr>
    </w:div>
    <w:div w:id="1594433419">
      <w:bodyDiv w:val="1"/>
      <w:marLeft w:val="0"/>
      <w:marRight w:val="0"/>
      <w:marTop w:val="0"/>
      <w:marBottom w:val="0"/>
      <w:divBdr>
        <w:top w:val="none" w:sz="0" w:space="0" w:color="auto"/>
        <w:left w:val="none" w:sz="0" w:space="0" w:color="auto"/>
        <w:bottom w:val="none" w:sz="0" w:space="0" w:color="auto"/>
        <w:right w:val="none" w:sz="0" w:space="0" w:color="auto"/>
      </w:divBdr>
    </w:div>
    <w:div w:id="1652249099">
      <w:bodyDiv w:val="1"/>
      <w:marLeft w:val="0"/>
      <w:marRight w:val="0"/>
      <w:marTop w:val="0"/>
      <w:marBottom w:val="0"/>
      <w:divBdr>
        <w:top w:val="none" w:sz="0" w:space="0" w:color="auto"/>
        <w:left w:val="none" w:sz="0" w:space="0" w:color="auto"/>
        <w:bottom w:val="none" w:sz="0" w:space="0" w:color="auto"/>
        <w:right w:val="none" w:sz="0" w:space="0" w:color="auto"/>
      </w:divBdr>
    </w:div>
    <w:div w:id="1661689349">
      <w:bodyDiv w:val="1"/>
      <w:marLeft w:val="0"/>
      <w:marRight w:val="0"/>
      <w:marTop w:val="0"/>
      <w:marBottom w:val="0"/>
      <w:divBdr>
        <w:top w:val="none" w:sz="0" w:space="0" w:color="auto"/>
        <w:left w:val="none" w:sz="0" w:space="0" w:color="auto"/>
        <w:bottom w:val="none" w:sz="0" w:space="0" w:color="auto"/>
        <w:right w:val="none" w:sz="0" w:space="0" w:color="auto"/>
      </w:divBdr>
    </w:div>
    <w:div w:id="2020959512">
      <w:bodyDiv w:val="1"/>
      <w:marLeft w:val="0"/>
      <w:marRight w:val="0"/>
      <w:marTop w:val="0"/>
      <w:marBottom w:val="0"/>
      <w:divBdr>
        <w:top w:val="none" w:sz="0" w:space="0" w:color="auto"/>
        <w:left w:val="none" w:sz="0" w:space="0" w:color="auto"/>
        <w:bottom w:val="none" w:sz="0" w:space="0" w:color="auto"/>
        <w:right w:val="none" w:sz="0" w:space="0" w:color="auto"/>
      </w:divBdr>
    </w:div>
    <w:div w:id="214029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D xmlns="081b8c99-5a1b-4ba1-9a3e-0d0cea83319e" xsi:nil="true"/>
    <dateaddindb xmlns="081b8c99-5a1b-4ba1-9a3e-0d0cea83319e">2019-11-13T20:00:00+00:00</dateaddindb>
    <dateminusta xmlns="081b8c99-5a1b-4ba1-9a3e-0d0cea83319e" xsi:nil="true"/>
    <numik xmlns="af44e648-6311-40f1-ad37-1234555fd9ba">58</numik>
    <kind xmlns="e2080b48-eafa-461e-b501-38555d38caa1">76</kind>
    <num xmlns="af44e648-6311-40f1-ad37-1234555fd9ba">58</num>
    <beginactiondate xmlns="a853e5a8-fa1e-4dd3-a1b5-1604bfb35b05" xsi:nil="true"/>
    <approvaldate xmlns="081b8c99-5a1b-4ba1-9a3e-0d0cea83319e">2019-11-11T20:00:00+00:00</approvaldate>
    <bigtitle xmlns="a853e5a8-fa1e-4dd3-a1b5-1604bfb35b05">О внесении изменений в отдельные законодательные акты Ярославской области о налогах</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 xsi:nil="true"/>
    <status xmlns="5256eb8c-d5dd-498a-ad6f-7fa801666f9a">34</status>
    <organ xmlns="67a9cb4f-e58d-445a-8e0b-2b8d792f9e38">238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58-з</number>
    <dateedition xmlns="081b8c99-5a1b-4ba1-9a3e-0d0cea83319e" xsi:nil="true"/>
    <operinform xmlns="081b8c99-5a1b-4ba1-9a3e-0d0cea833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F2B10-79E1-429F-9B09-DB78BB748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AE80DC-3ADB-4A70-B952-55C5BAFB6637}">
  <ds:schemaRefs>
    <ds:schemaRef ds:uri="http://schemas.microsoft.com/sharepoint/v3/contenttype/forms"/>
  </ds:schemaRefs>
</ds:datastoreItem>
</file>

<file path=customXml/itemProps3.xml><?xml version="1.0" encoding="utf-8"?>
<ds:datastoreItem xmlns:ds="http://schemas.openxmlformats.org/officeDocument/2006/customXml" ds:itemID="{0FBCF9F4-7627-4E30-BD09-62D6EBA11EFC}">
  <ds:schemaRefs>
    <ds:schemaRef ds:uri="af44e648-6311-40f1-ad37-1234555fd9ba"/>
    <ds:schemaRef ds:uri="http://schemas.microsoft.com/office/infopath/2007/PartnerControls"/>
    <ds:schemaRef ds:uri="1e82c985-6cf2-4d43-b8b5-a430af7accc6"/>
    <ds:schemaRef ds:uri="http://purl.org/dc/elements/1.1/"/>
    <ds:schemaRef ds:uri="http://purl.org/dc/terms/"/>
    <ds:schemaRef ds:uri="http://schemas.microsoft.com/office/2006/metadata/properties"/>
    <ds:schemaRef ds:uri="e2080b48-eafa-461e-b501-38555d38caa1"/>
    <ds:schemaRef ds:uri="http://schemas.microsoft.com/office/2006/documentManagement/types"/>
    <ds:schemaRef ds:uri="081b8c99-5a1b-4ba1-9a3e-0d0cea83319e"/>
    <ds:schemaRef ds:uri="bc1d99f4-2047-4b43-99f0-e8f2a593a624"/>
    <ds:schemaRef ds:uri="http://purl.org/dc/dcmitype/"/>
    <ds:schemaRef ds:uri="http://www.w3.org/XML/1998/namespace"/>
    <ds:schemaRef ds:uri="05bb7913-6745-425b-9415-f9dbd3e56b95"/>
    <ds:schemaRef ds:uri="http://schemas.openxmlformats.org/package/2006/metadata/core-properties"/>
    <ds:schemaRef ds:uri="67a9cb4f-e58d-445a-8e0b-2b8d792f9e38"/>
    <ds:schemaRef ds:uri="a853e5a8-fa1e-4dd3-a1b5-1604bfb35b05"/>
    <ds:schemaRef ds:uri="5256eb8c-d5dd-498a-ad6f-7fa801666f9a"/>
  </ds:schemaRefs>
</ds:datastoreItem>
</file>

<file path=customXml/itemProps4.xml><?xml version="1.0" encoding="utf-8"?>
<ds:datastoreItem xmlns:ds="http://schemas.openxmlformats.org/officeDocument/2006/customXml" ds:itemID="{0FD90071-4C6A-4EDE-8D10-F44CC47C5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195</Pages>
  <Words>47545</Words>
  <Characters>330745</Characters>
  <Application>Microsoft Office Word</Application>
  <DocSecurity>0</DocSecurity>
  <Lines>2756</Lines>
  <Paragraphs>755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377535</CharactersWithSpaces>
  <SharedDoc>false</SharedDoc>
  <HLinks>
    <vt:vector size="12" baseType="variant">
      <vt:variant>
        <vt:i4>7405677</vt:i4>
      </vt:variant>
      <vt:variant>
        <vt:i4>3</vt:i4>
      </vt:variant>
      <vt:variant>
        <vt:i4>0</vt:i4>
      </vt:variant>
      <vt:variant>
        <vt:i4>5</vt:i4>
      </vt:variant>
      <vt:variant>
        <vt:lpwstr>consultantplus://offline/ref=31F7058DA357097817B3F6A463897C38765BEC24214643313CCD1364FF1F9E07FD7C6AAB0D32E76E5C738B3C95847663B4EA68E84B6423d8G</vt:lpwstr>
      </vt:variant>
      <vt:variant>
        <vt:lpwstr/>
      </vt:variant>
      <vt:variant>
        <vt:i4>2818157</vt:i4>
      </vt:variant>
      <vt:variant>
        <vt:i4>0</vt:i4>
      </vt:variant>
      <vt:variant>
        <vt:i4>0</vt:i4>
      </vt:variant>
      <vt:variant>
        <vt:i4>5</vt:i4>
      </vt:variant>
      <vt:variant>
        <vt:lpwstr>consultantplus://offline/ref=6D3EF8B90AFC255BD930324FD9CD0C1287291C51469E62F4CC82F57ECCE8138B4EDCC94CDD364E38B459D03208FECA252FAFAF6B5894m4eCO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Яровицына Наталья Владимировна</dc:creator>
  <cp:lastModifiedBy>Новожилова Татьяна Николаевна</cp:lastModifiedBy>
  <cp:revision>47</cp:revision>
  <cp:lastPrinted>2025-06-25T06:10:00Z</cp:lastPrinted>
  <dcterms:created xsi:type="dcterms:W3CDTF">2025-06-18T10:04:00Z</dcterms:created>
  <dcterms:modified xsi:type="dcterms:W3CDTF">2025-06-27T07:25:00Z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0x0101004652DC89D47FB74683366416A31888CB</vt:lpwstr>
  </property>
</Properties>
</file>